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A84811" w:rsidRPr="009A50C0">
        <w:tc>
          <w:tcPr>
            <w:tcW w:w="10419" w:type="dxa"/>
            <w:shd w:val="clear" w:color="auto" w:fill="auto"/>
          </w:tcPr>
          <w:p w:rsidR="00492950" w:rsidRPr="009A50C0" w:rsidRDefault="008C04EF" w:rsidP="003F7691">
            <w:pPr>
              <w:jc w:val="center"/>
            </w:pPr>
            <w:r w:rsidRPr="009A50C0">
              <w:rPr>
                <w:noProof/>
              </w:rPr>
              <w:drawing>
                <wp:inline distT="0" distB="0" distL="0" distR="0" wp14:anchorId="4E05DC14" wp14:editId="51D8CAA6">
                  <wp:extent cx="1126800" cy="9000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INP-Toulous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04EF" w:rsidRPr="009A50C0" w:rsidRDefault="008C04EF" w:rsidP="0093664F">
            <w:pPr>
              <w:pStyle w:val="NormalDC"/>
            </w:pPr>
          </w:p>
        </w:tc>
      </w:tr>
    </w:tbl>
    <w:p w:rsidR="00A84811" w:rsidRPr="009A50C0" w:rsidRDefault="00A84811" w:rsidP="003F7691">
      <w:pPr>
        <w:sectPr w:rsidR="00A84811" w:rsidRPr="009A50C0" w:rsidSect="00F24ED1">
          <w:footerReference w:type="default" r:id="rId10"/>
          <w:pgSz w:w="11906" w:h="16838"/>
          <w:pgMar w:top="680" w:right="851" w:bottom="680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A84811" w:rsidRPr="009A50C0">
        <w:tc>
          <w:tcPr>
            <w:tcW w:w="9285" w:type="dxa"/>
            <w:shd w:val="clear" w:color="auto" w:fill="66CCFF"/>
          </w:tcPr>
          <w:p w:rsidR="00A84811" w:rsidRPr="009A50C0" w:rsidRDefault="00FF2812" w:rsidP="008C04EF">
            <w:pPr>
              <w:pStyle w:val="Titre1"/>
            </w:pPr>
            <w:r w:rsidRPr="009A50C0">
              <w:lastRenderedPageBreak/>
              <w:t>MARCHéS PUBLICS</w:t>
            </w:r>
          </w:p>
          <w:p w:rsidR="00A84811" w:rsidRDefault="00BA4244" w:rsidP="008C04EF">
            <w:pPr>
              <w:pStyle w:val="Titre1"/>
            </w:pPr>
            <w:r>
              <w:t>lettre de candidature</w:t>
            </w:r>
          </w:p>
          <w:p w:rsidR="00BA4244" w:rsidRPr="00BA4244" w:rsidRDefault="00907926" w:rsidP="00752490">
            <w:pPr>
              <w:pStyle w:val="Titre1"/>
            </w:pPr>
            <w:r>
              <w:t>DÉSIGNATION</w:t>
            </w:r>
            <w:r w:rsidR="0031725F">
              <w:t xml:space="preserve"> DU MANDATAIRE PAr</w:t>
            </w:r>
            <w:r w:rsidR="00BA4244">
              <w:t xml:space="preserve"> SES </w:t>
            </w:r>
            <w:r w:rsidR="00610E99">
              <w:t>COTRAITANTS</w:t>
            </w:r>
          </w:p>
        </w:tc>
        <w:tc>
          <w:tcPr>
            <w:tcW w:w="992" w:type="dxa"/>
            <w:shd w:val="clear" w:color="auto" w:fill="66CCFF"/>
          </w:tcPr>
          <w:p w:rsidR="00A84811" w:rsidRPr="009A50C0" w:rsidRDefault="00BA4244" w:rsidP="00F24ED1">
            <w:pPr>
              <w:pStyle w:val="Titre1"/>
            </w:pPr>
            <w:r>
              <w:t>dc1</w:t>
            </w:r>
          </w:p>
        </w:tc>
      </w:tr>
    </w:tbl>
    <w:p w:rsidR="008C04EF" w:rsidRPr="009A50C0" w:rsidRDefault="008C04EF" w:rsidP="0093664F">
      <w:pPr>
        <w:pStyle w:val="NormalDC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84811" w:rsidRPr="009A50C0">
        <w:tc>
          <w:tcPr>
            <w:tcW w:w="10277" w:type="dxa"/>
            <w:shd w:val="clear" w:color="auto" w:fill="66CCFF"/>
          </w:tcPr>
          <w:p w:rsidR="00A84811" w:rsidRPr="00AF282F" w:rsidRDefault="00A84811" w:rsidP="00752490">
            <w:pPr>
              <w:pStyle w:val="Titre2"/>
            </w:pPr>
            <w:r w:rsidRPr="00AF282F">
              <w:t>Identifi</w:t>
            </w:r>
            <w:r w:rsidR="004A6359" w:rsidRPr="00AF282F">
              <w:t xml:space="preserve">cation </w:t>
            </w:r>
            <w:r w:rsidR="00FF2812" w:rsidRPr="00AF282F">
              <w:t>de l’acheteur</w:t>
            </w:r>
            <w:r w:rsidR="004A6359" w:rsidRPr="00AF282F">
              <w:t xml:space="preserve"> </w:t>
            </w:r>
          </w:p>
        </w:tc>
      </w:tr>
    </w:tbl>
    <w:p w:rsidR="00A84811" w:rsidRPr="009A50C0" w:rsidRDefault="00A84811" w:rsidP="0093664F">
      <w:pPr>
        <w:pStyle w:val="NormalDC"/>
      </w:pPr>
    </w:p>
    <w:p w:rsidR="00FF2812" w:rsidRPr="00F54EE2" w:rsidRDefault="00FF2812" w:rsidP="0093664F">
      <w:pPr>
        <w:pStyle w:val="NormalDC"/>
      </w:pPr>
      <w:r w:rsidRPr="00F54EE2">
        <w:t>Institut National Polytechnique de Toulouse</w:t>
      </w:r>
    </w:p>
    <w:p w:rsidR="00FF2812" w:rsidRPr="00F54EE2" w:rsidRDefault="00FF2812" w:rsidP="0093664F">
      <w:pPr>
        <w:pStyle w:val="NormalDC"/>
      </w:pPr>
      <w:r w:rsidRPr="00F54EE2">
        <w:t>6, allée Émile Monso - BP 34038</w:t>
      </w:r>
    </w:p>
    <w:p w:rsidR="00FF2812" w:rsidRPr="00F54EE2" w:rsidRDefault="00FF2812" w:rsidP="0093664F">
      <w:pPr>
        <w:pStyle w:val="NormalDC"/>
      </w:pPr>
      <w:r w:rsidRPr="00F54EE2">
        <w:t>31029 Toulouse cedex 4</w:t>
      </w:r>
    </w:p>
    <w:p w:rsidR="00FF2812" w:rsidRPr="00F54EE2" w:rsidRDefault="00FF2812" w:rsidP="0093664F">
      <w:pPr>
        <w:pStyle w:val="NormalDC"/>
      </w:pPr>
    </w:p>
    <w:p w:rsidR="00FF2812" w:rsidRDefault="00FF2812" w:rsidP="0093664F">
      <w:pPr>
        <w:pStyle w:val="NormalDC"/>
      </w:pPr>
      <w:r w:rsidRPr="00F54EE2">
        <w:t>Tél. : 05 34 32 30 00</w:t>
      </w:r>
    </w:p>
    <w:p w:rsidR="00F54EE2" w:rsidRPr="00F54EE2" w:rsidRDefault="00F54EE2" w:rsidP="0093664F">
      <w:pPr>
        <w:pStyle w:val="NormalDC"/>
      </w:pPr>
      <w:r>
        <w:t>www.inp-toulouse.fr</w:t>
      </w:r>
    </w:p>
    <w:p w:rsidR="00FF2812" w:rsidRPr="00F54EE2" w:rsidRDefault="00FF2812" w:rsidP="0093664F">
      <w:pPr>
        <w:pStyle w:val="NormalDC"/>
      </w:pPr>
    </w:p>
    <w:p w:rsidR="00FF2812" w:rsidRPr="00F54EE2" w:rsidRDefault="00FF2812" w:rsidP="0093664F">
      <w:pPr>
        <w:pStyle w:val="NormalDC"/>
      </w:pPr>
      <w:r w:rsidRPr="00F54EE2">
        <w:t>Pouvoir adjudicateur : Président de Toulouse INP</w:t>
      </w:r>
    </w:p>
    <w:p w:rsidR="008C04EF" w:rsidRPr="009A50C0" w:rsidRDefault="008C04EF" w:rsidP="0093664F">
      <w:pPr>
        <w:pStyle w:val="NormalDC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84811" w:rsidRPr="009A50C0" w:rsidTr="005C01BD">
        <w:trPr>
          <w:trHeight w:val="160"/>
        </w:trPr>
        <w:tc>
          <w:tcPr>
            <w:tcW w:w="10277" w:type="dxa"/>
            <w:shd w:val="clear" w:color="auto" w:fill="66CCFF"/>
          </w:tcPr>
          <w:p w:rsidR="00A84811" w:rsidRPr="009A50C0" w:rsidRDefault="004A6359" w:rsidP="00752490">
            <w:pPr>
              <w:pStyle w:val="Titre2"/>
            </w:pPr>
            <w:r w:rsidRPr="009A50C0">
              <w:t xml:space="preserve">Objet </w:t>
            </w:r>
            <w:r w:rsidR="00BA4244">
              <w:t>de la consultation</w:t>
            </w:r>
          </w:p>
        </w:tc>
      </w:tr>
    </w:tbl>
    <w:p w:rsidR="00010A38" w:rsidRPr="009A50C0" w:rsidRDefault="00010A38" w:rsidP="0093664F">
      <w:pPr>
        <w:pStyle w:val="NormalDC"/>
      </w:pPr>
    </w:p>
    <w:p w:rsidR="00C549EF" w:rsidRDefault="00C549EF" w:rsidP="0093664F">
      <w:pPr>
        <w:pStyle w:val="NormalDC"/>
      </w:pPr>
      <w:bookmarkStart w:id="0" w:name="_GoBack"/>
      <w:bookmarkEnd w:id="0"/>
    </w:p>
    <w:p w:rsidR="002C555D" w:rsidRPr="002C555D" w:rsidRDefault="002C555D" w:rsidP="002C555D">
      <w:pPr>
        <w:suppressAutoHyphens w:val="0"/>
        <w:spacing w:line="269" w:lineRule="exact"/>
        <w:ind w:left="20" w:right="20"/>
        <w:jc w:val="both"/>
        <w:rPr>
          <w:rFonts w:eastAsia="Calibri" w:cs="Calibri"/>
          <w:color w:val="000000"/>
          <w:szCs w:val="24"/>
        </w:rPr>
      </w:pPr>
      <w:r w:rsidRPr="002C555D">
        <w:rPr>
          <w:rFonts w:eastAsia="Calibri" w:cs="Calibri"/>
          <w:color w:val="000000"/>
          <w:szCs w:val="24"/>
        </w:rPr>
        <w:t>Entretien et maintenance des équipements HT/BT et divers travaux d'électricité sur le campus de Labège</w:t>
      </w:r>
      <w:r>
        <w:rPr>
          <w:rFonts w:eastAsia="Calibri" w:cs="Calibri"/>
          <w:color w:val="000000"/>
          <w:szCs w:val="24"/>
        </w:rPr>
        <w:t>.</w:t>
      </w:r>
    </w:p>
    <w:p w:rsidR="00406C40" w:rsidRPr="009A50C0" w:rsidRDefault="00406C40" w:rsidP="0093664F">
      <w:pPr>
        <w:pStyle w:val="NormalDC"/>
      </w:pPr>
    </w:p>
    <w:p w:rsidR="00C549EF" w:rsidRDefault="00C549EF" w:rsidP="0093664F">
      <w:pPr>
        <w:pStyle w:val="NormalDC"/>
      </w:pPr>
    </w:p>
    <w:p w:rsidR="00BA4244" w:rsidRPr="009A50C0" w:rsidRDefault="00BA4244" w:rsidP="0093664F">
      <w:pPr>
        <w:pStyle w:val="NormalDC"/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A84811" w:rsidRPr="009A50C0" w:rsidTr="005C01BD">
        <w:tc>
          <w:tcPr>
            <w:tcW w:w="10419" w:type="dxa"/>
            <w:shd w:val="clear" w:color="auto" w:fill="66CCFF"/>
          </w:tcPr>
          <w:p w:rsidR="00A84811" w:rsidRPr="009A50C0" w:rsidRDefault="004766CD" w:rsidP="00752490">
            <w:pPr>
              <w:pStyle w:val="Titre2"/>
            </w:pPr>
            <w:r w:rsidRPr="009A50C0">
              <w:t>Objet de l</w:t>
            </w:r>
            <w:r w:rsidR="00BA4244">
              <w:t>a candidature</w:t>
            </w:r>
          </w:p>
        </w:tc>
      </w:tr>
    </w:tbl>
    <w:p w:rsidR="004766CD" w:rsidRPr="009A50C0" w:rsidRDefault="00BA4244" w:rsidP="009874AE">
      <w:pPr>
        <w:pStyle w:val="EnumrationBleu"/>
        <w:rPr>
          <w:i/>
          <w:sz w:val="18"/>
          <w:szCs w:val="18"/>
        </w:rPr>
      </w:pPr>
      <w:r>
        <w:t>La candidature est présentée</w:t>
      </w:r>
      <w:r w:rsidR="004766CD" w:rsidRPr="009A50C0">
        <w:t> :</w:t>
      </w:r>
      <w:r w:rsidR="00F54E99">
        <w:t xml:space="preserve"> </w:t>
      </w:r>
    </w:p>
    <w:p w:rsidR="004766CD" w:rsidRDefault="004766CD" w:rsidP="0093664F">
      <w:pPr>
        <w:pStyle w:val="CasescocherDC"/>
      </w:pPr>
    </w:p>
    <w:p w:rsidR="00BA4244" w:rsidRPr="00BA4244" w:rsidRDefault="00BA4244" w:rsidP="0093664F">
      <w:pPr>
        <w:pStyle w:val="CasescocherDC"/>
        <w:rPr>
          <w:sz w:val="18"/>
          <w:szCs w:val="18"/>
        </w:rPr>
      </w:pPr>
      <w:r w:rsidRPr="009A50C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50C0">
        <w:instrText xml:space="preserve"> FORMCHECKBOX </w:instrText>
      </w:r>
      <w:r w:rsidR="002C555D">
        <w:fldChar w:fldCharType="separate"/>
      </w:r>
      <w:r w:rsidRPr="009A50C0">
        <w:fldChar w:fldCharType="end"/>
      </w:r>
      <w:r w:rsidRPr="009A50C0">
        <w:tab/>
      </w:r>
      <w:r w:rsidR="005724A9">
        <w:t xml:space="preserve">pour le marché public </w:t>
      </w:r>
      <w:r w:rsidRPr="005724A9">
        <w:rPr>
          <w:i/>
          <w:sz w:val="16"/>
          <w:szCs w:val="16"/>
        </w:rPr>
        <w:t>(en cas de non allotissement)</w:t>
      </w:r>
      <w:r w:rsidR="00907926" w:rsidRPr="005724A9">
        <w:rPr>
          <w:i/>
          <w:sz w:val="18"/>
          <w:szCs w:val="18"/>
        </w:rPr>
        <w:t xml:space="preserve"> </w:t>
      </w:r>
    </w:p>
    <w:p w:rsidR="00BA4244" w:rsidRPr="009A50C0" w:rsidRDefault="00BA4244" w:rsidP="0093664F">
      <w:pPr>
        <w:pStyle w:val="CasescocherDC"/>
      </w:pPr>
    </w:p>
    <w:p w:rsidR="00F54EE2" w:rsidRDefault="00BA4244" w:rsidP="0093664F">
      <w:pPr>
        <w:pStyle w:val="CasescocherDC"/>
      </w:pPr>
      <w:r w:rsidRPr="009A50C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50C0">
        <w:instrText xml:space="preserve"> FORMCHECKBOX </w:instrText>
      </w:r>
      <w:r w:rsidR="002C555D">
        <w:fldChar w:fldCharType="separate"/>
      </w:r>
      <w:r w:rsidRPr="009A50C0">
        <w:fldChar w:fldCharType="end"/>
      </w:r>
      <w:r w:rsidRPr="009A50C0">
        <w:tab/>
      </w:r>
      <w:r w:rsidRPr="000C6941">
        <w:t>pour le lot n°……. ou les lots n°…………… de la procédure de passation du marché public</w:t>
      </w:r>
    </w:p>
    <w:p w:rsidR="00BA4244" w:rsidRPr="00907926" w:rsidRDefault="00C74E63" w:rsidP="00995F3C">
      <w:pPr>
        <w:pStyle w:val="Italique2"/>
      </w:pPr>
      <w:r>
        <w:t>(E</w:t>
      </w:r>
      <w:r w:rsidR="00BA4244" w:rsidRPr="00907926">
        <w:t>n cas d’allotissement ; si les lots n’ont pas été numérotés, indiquer ci-dessous l’intitulé du ou des lots tels qu’ils figurent dans l’avis d'appel à la concurrence ou l’in</w:t>
      </w:r>
      <w:r>
        <w:t>vitation à confirmer l’intérêt).</w:t>
      </w:r>
    </w:p>
    <w:p w:rsidR="00BA4244" w:rsidRDefault="00BA4244" w:rsidP="0093664F">
      <w:pPr>
        <w:pStyle w:val="CasescocherDC"/>
      </w:pPr>
    </w:p>
    <w:p w:rsidR="00BA4244" w:rsidRDefault="00BA4244" w:rsidP="0093664F">
      <w:pPr>
        <w:pStyle w:val="CasescocherDC"/>
      </w:pPr>
      <w:r w:rsidRPr="009A50C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50C0">
        <w:instrText xml:space="preserve"> FORMCHECKBOX </w:instrText>
      </w:r>
      <w:r w:rsidR="002C555D">
        <w:fldChar w:fldCharType="separate"/>
      </w:r>
      <w:r w:rsidRPr="009A50C0">
        <w:fldChar w:fldCharType="end"/>
      </w:r>
      <w:r w:rsidRPr="009A50C0">
        <w:tab/>
      </w:r>
      <w:r w:rsidRPr="000C6941">
        <w:t xml:space="preserve">pour </w:t>
      </w:r>
      <w:r>
        <w:t>tous les lots de la procédure de passation du marché public</w:t>
      </w:r>
    </w:p>
    <w:p w:rsidR="00BA4244" w:rsidRPr="009A50C0" w:rsidRDefault="00BA4244" w:rsidP="0093664F">
      <w:pPr>
        <w:pStyle w:val="CasescocherDC"/>
      </w:pPr>
    </w:p>
    <w:p w:rsidR="008C04EF" w:rsidRPr="009A50C0" w:rsidRDefault="00406C40">
      <w:pPr>
        <w:suppressAutoHyphens w:val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A84811" w:rsidRPr="009A50C0" w:rsidTr="007A1F67">
        <w:tc>
          <w:tcPr>
            <w:tcW w:w="10419" w:type="dxa"/>
            <w:shd w:val="clear" w:color="auto" w:fill="66CCFF"/>
          </w:tcPr>
          <w:p w:rsidR="00A84811" w:rsidRPr="009A50C0" w:rsidRDefault="00406C40" w:rsidP="00752490">
            <w:pPr>
              <w:pStyle w:val="Titre2"/>
            </w:pPr>
            <w:r>
              <w:lastRenderedPageBreak/>
              <w:t>Présentation du candidat</w:t>
            </w:r>
          </w:p>
        </w:tc>
      </w:tr>
    </w:tbl>
    <w:p w:rsidR="007C60D2" w:rsidRDefault="007C60D2" w:rsidP="0093664F">
      <w:pPr>
        <w:pStyle w:val="NormalDC"/>
      </w:pPr>
    </w:p>
    <w:p w:rsidR="00406C40" w:rsidRDefault="00406C40" w:rsidP="0093664F">
      <w:pPr>
        <w:pStyle w:val="CasescocherDC"/>
      </w:pPr>
      <w:r w:rsidRPr="000C69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6941">
        <w:instrText xml:space="preserve"> FORMCHECKBOX </w:instrText>
      </w:r>
      <w:r w:rsidR="002C555D">
        <w:fldChar w:fldCharType="separate"/>
      </w:r>
      <w:r w:rsidRPr="000C6941">
        <w:fldChar w:fldCharType="end"/>
      </w:r>
      <w:r>
        <w:tab/>
      </w:r>
      <w:r w:rsidRPr="000C6941">
        <w:t>Le candidat se présente seul :</w:t>
      </w:r>
      <w:r w:rsidR="008525B6">
        <w:t xml:space="preserve"> </w:t>
      </w:r>
    </w:p>
    <w:p w:rsidR="00AD2203" w:rsidRPr="00995F3C" w:rsidRDefault="00C74E63" w:rsidP="00995F3C">
      <w:pPr>
        <w:pStyle w:val="Italique2"/>
      </w:pPr>
      <w:r>
        <w:t>(L</w:t>
      </w:r>
      <w:r w:rsidR="00AD2203" w:rsidRPr="00995F3C">
        <w:t xml:space="preserve">e candidat </w:t>
      </w:r>
      <w:r w:rsidR="00A3710F" w:rsidRPr="00995F3C">
        <w:t>doit obligatoirement renseigner toutes les lignes. Ces informations sont essentielles au bon déroulement de la procédure).</w:t>
      </w:r>
    </w:p>
    <w:p w:rsidR="00406C40" w:rsidRDefault="00406C40" w:rsidP="0093664F">
      <w:pPr>
        <w:pStyle w:val="NormalDC"/>
      </w:pPr>
    </w:p>
    <w:p w:rsidR="00406C40" w:rsidRDefault="00406C40" w:rsidP="0093664F">
      <w:pPr>
        <w:pStyle w:val="NormalDC"/>
      </w:pPr>
      <w:r w:rsidRPr="00561888">
        <w:t>Candidat individuel</w:t>
      </w:r>
      <w:r>
        <w:t> :</w:t>
      </w:r>
      <w:r w:rsidR="008525B6">
        <w:t xml:space="preserve">  </w:t>
      </w:r>
    </w:p>
    <w:p w:rsidR="008525B6" w:rsidRDefault="008525B6" w:rsidP="0093664F">
      <w:pPr>
        <w:pStyle w:val="NormalDC"/>
      </w:pPr>
    </w:p>
    <w:p w:rsidR="008525B6" w:rsidRPr="008525B6" w:rsidRDefault="008525B6" w:rsidP="0093664F">
      <w:pPr>
        <w:pStyle w:val="NormalDC"/>
      </w:pPr>
      <w:r w:rsidRPr="008525B6">
        <w:t xml:space="preserve">Siège social : </w:t>
      </w:r>
    </w:p>
    <w:p w:rsidR="00406C40" w:rsidRDefault="00406C40" w:rsidP="0093664F">
      <w:pPr>
        <w:pStyle w:val="NormalDC"/>
      </w:pPr>
    </w:p>
    <w:tbl>
      <w:tblPr>
        <w:tblStyle w:val="Grilledutableau"/>
        <w:tblW w:w="10206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53"/>
        <w:gridCol w:w="8053"/>
      </w:tblGrid>
      <w:tr w:rsidR="00406C40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  <w:r w:rsidRPr="009A50C0">
              <w:t>Dénomination sociale 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A722D1" w:rsidRPr="009A50C0" w:rsidRDefault="00A722D1" w:rsidP="0093664F">
            <w:pPr>
              <w:pStyle w:val="NormalDC"/>
            </w:pPr>
          </w:p>
        </w:tc>
      </w:tr>
      <w:tr w:rsidR="00406C40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  <w:r>
              <w:t>Forme juridique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</w:p>
        </w:tc>
      </w:tr>
      <w:tr w:rsidR="00406C40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  <w:r w:rsidRPr="009A50C0">
              <w:t>Adresse 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</w:p>
        </w:tc>
      </w:tr>
      <w:tr w:rsidR="00406C40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  <w:r w:rsidRPr="009A50C0">
              <w:t xml:space="preserve">Code Postal 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</w:p>
        </w:tc>
      </w:tr>
      <w:tr w:rsidR="00406C40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  <w:r w:rsidRPr="009A50C0">
              <w:t xml:space="preserve">Ville 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</w:p>
        </w:tc>
      </w:tr>
      <w:tr w:rsidR="00406C40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  <w:r w:rsidRPr="009A50C0">
              <w:t>Téléphone</w:t>
            </w:r>
            <w:r w:rsidR="00AD2203">
              <w:t>s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</w:p>
        </w:tc>
      </w:tr>
      <w:tr w:rsidR="00406C40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  <w:r w:rsidRPr="009A50C0">
              <w:t>Courriel</w:t>
            </w:r>
            <w:r w:rsidR="00AD2203">
              <w:t>s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</w:p>
        </w:tc>
      </w:tr>
      <w:tr w:rsidR="00406C40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  <w:r w:rsidRPr="009A50C0">
              <w:t>Siret </w:t>
            </w:r>
            <w:r w:rsidR="00752490" w:rsidRPr="00752490">
              <w:rPr>
                <w:vertAlign w:val="superscript"/>
              </w:rPr>
              <w:t>(***)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</w:p>
        </w:tc>
      </w:tr>
      <w:tr w:rsidR="00406C40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  <w:r>
              <w:t>N° TVA Intracom.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406C40" w:rsidRPr="009A50C0" w:rsidRDefault="00406C40" w:rsidP="0093664F">
            <w:pPr>
              <w:pStyle w:val="NormalDC"/>
            </w:pPr>
          </w:p>
        </w:tc>
      </w:tr>
    </w:tbl>
    <w:p w:rsidR="008525B6" w:rsidRPr="00995F3C" w:rsidRDefault="008525B6" w:rsidP="0093664F">
      <w:pPr>
        <w:pStyle w:val="ItaliqueDC"/>
      </w:pPr>
      <w:r w:rsidRPr="00995F3C">
        <w:rPr>
          <w:vertAlign w:val="superscript"/>
        </w:rPr>
        <w:t>(***)</w:t>
      </w:r>
      <w:r w:rsidRPr="00995F3C">
        <w:t xml:space="preserve"> A défaut, un numéro d’identification européen ou international ou propre au pays d’origine du candidat issu d’un répertoire figurant dans la liste des </w:t>
      </w:r>
      <w:hyperlink r:id="rId11" w:history="1">
        <w:r w:rsidR="00995F3C" w:rsidRPr="00A3710F">
          <w:rPr>
            <w:rStyle w:val="Lienhypertexte"/>
            <w:rFonts w:cs="Arial"/>
            <w:szCs w:val="16"/>
          </w:rPr>
          <w:t>ICD</w:t>
        </w:r>
      </w:hyperlink>
      <w:r w:rsidRPr="00995F3C">
        <w:t>.</w:t>
      </w:r>
    </w:p>
    <w:p w:rsidR="00561888" w:rsidRDefault="00561888" w:rsidP="0093664F">
      <w:pPr>
        <w:pStyle w:val="NormalDC"/>
      </w:pPr>
    </w:p>
    <w:p w:rsidR="008525B6" w:rsidRPr="000C6941" w:rsidRDefault="008525B6" w:rsidP="0093664F">
      <w:pPr>
        <w:pStyle w:val="NormalDC"/>
      </w:pPr>
    </w:p>
    <w:p w:rsidR="00953C81" w:rsidRPr="007C3271" w:rsidRDefault="00610E99" w:rsidP="0093664F">
      <w:pPr>
        <w:pStyle w:val="NormalDC"/>
      </w:pPr>
      <w:r>
        <w:t>Établissement</w:t>
      </w:r>
      <w:r w:rsidR="00953C81" w:rsidRPr="007C3271">
        <w:t xml:space="preserve"> qui exécutera la prestation (si différent du siège social) : </w:t>
      </w:r>
    </w:p>
    <w:p w:rsidR="00A14B63" w:rsidRDefault="00A14B63" w:rsidP="0093664F">
      <w:pPr>
        <w:pStyle w:val="NormalDC"/>
      </w:pPr>
    </w:p>
    <w:tbl>
      <w:tblPr>
        <w:tblStyle w:val="Grilledutableau"/>
        <w:tblW w:w="10206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53"/>
        <w:gridCol w:w="8053"/>
      </w:tblGrid>
      <w:tr w:rsidR="00A14B63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  <w:r w:rsidRPr="009A50C0">
              <w:t>Dénomination sociale 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</w:p>
        </w:tc>
      </w:tr>
      <w:tr w:rsidR="00A14B63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  <w:r>
              <w:t>Forme juridique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</w:p>
        </w:tc>
      </w:tr>
      <w:tr w:rsidR="00A14B63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  <w:r w:rsidRPr="009A50C0">
              <w:t>Adresse 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</w:p>
        </w:tc>
      </w:tr>
      <w:tr w:rsidR="00A14B63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  <w:r w:rsidRPr="009A50C0">
              <w:t xml:space="preserve">Code Postal 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</w:p>
        </w:tc>
      </w:tr>
      <w:tr w:rsidR="00A14B63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  <w:r w:rsidRPr="009A50C0">
              <w:t xml:space="preserve">Ville 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</w:p>
        </w:tc>
      </w:tr>
      <w:tr w:rsidR="00A14B63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  <w:r w:rsidRPr="009A50C0">
              <w:t>Téléphone</w:t>
            </w:r>
            <w:r w:rsidR="00A3710F">
              <w:t>s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</w:p>
        </w:tc>
      </w:tr>
      <w:tr w:rsidR="00A14B63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A14B63" w:rsidRPr="009A50C0" w:rsidRDefault="00A3710F" w:rsidP="0093664F">
            <w:pPr>
              <w:pStyle w:val="NormalDC"/>
            </w:pPr>
            <w:r>
              <w:t>Courriels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</w:p>
        </w:tc>
      </w:tr>
      <w:tr w:rsidR="00A14B63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  <w:r w:rsidRPr="009A50C0">
              <w:t>Siret </w:t>
            </w:r>
            <w:r w:rsidR="00752490" w:rsidRPr="00752490">
              <w:rPr>
                <w:vertAlign w:val="superscript"/>
              </w:rPr>
              <w:t>(***)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</w:p>
        </w:tc>
      </w:tr>
      <w:tr w:rsidR="00A14B63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  <w:r>
              <w:t>N° TVA Intracom.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A14B63" w:rsidRPr="009A50C0" w:rsidRDefault="00A14B63" w:rsidP="0093664F">
            <w:pPr>
              <w:pStyle w:val="NormalDC"/>
            </w:pPr>
          </w:p>
        </w:tc>
      </w:tr>
    </w:tbl>
    <w:p w:rsidR="00995F3C" w:rsidRPr="00995F3C" w:rsidRDefault="00995F3C" w:rsidP="0093664F">
      <w:pPr>
        <w:pStyle w:val="ItaliqueDC"/>
      </w:pPr>
      <w:r w:rsidRPr="00995F3C">
        <w:rPr>
          <w:vertAlign w:val="superscript"/>
        </w:rPr>
        <w:t>(***)</w:t>
      </w:r>
      <w:r w:rsidRPr="00995F3C">
        <w:t xml:space="preserve"> A défaut, un numéro d’identification européen ou international ou propre au pays d’origine du candidat issu d’un répertoire figurant dans la liste des </w:t>
      </w:r>
      <w:hyperlink r:id="rId12" w:history="1">
        <w:r w:rsidRPr="00A3710F">
          <w:rPr>
            <w:rStyle w:val="Lienhypertexte"/>
            <w:rFonts w:cs="Arial"/>
            <w:szCs w:val="16"/>
          </w:rPr>
          <w:t>ICD</w:t>
        </w:r>
      </w:hyperlink>
      <w:r w:rsidRPr="00995F3C">
        <w:t>.</w:t>
      </w:r>
    </w:p>
    <w:p w:rsidR="00406C40" w:rsidRDefault="00406C40" w:rsidP="0093664F">
      <w:pPr>
        <w:pStyle w:val="NormalDC"/>
      </w:pPr>
    </w:p>
    <w:p w:rsidR="00A14B63" w:rsidRPr="000C6941" w:rsidRDefault="00A14B63" w:rsidP="0093664F">
      <w:pPr>
        <w:pStyle w:val="NormalDC"/>
      </w:pPr>
    </w:p>
    <w:p w:rsidR="00406C40" w:rsidRPr="000C6941" w:rsidRDefault="00406C40" w:rsidP="0093664F">
      <w:pPr>
        <w:pStyle w:val="CasescocherDC"/>
        <w:rPr>
          <w:iCs/>
        </w:rPr>
      </w:pPr>
      <w:r w:rsidRPr="000C69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6941">
        <w:instrText xml:space="preserve"> FORMCHECKBOX </w:instrText>
      </w:r>
      <w:r w:rsidR="002C555D">
        <w:fldChar w:fldCharType="separate"/>
      </w:r>
      <w:r w:rsidRPr="000C6941">
        <w:fldChar w:fldCharType="end"/>
      </w:r>
      <w:r w:rsidR="00A14B63">
        <w:rPr>
          <w:b/>
          <w:bCs/>
        </w:rPr>
        <w:tab/>
      </w:r>
      <w:r w:rsidRPr="000C6941">
        <w:t>Le candidat est un groupement d’entreprises :</w:t>
      </w:r>
      <w:r w:rsidR="008525B6">
        <w:t xml:space="preserve"> </w:t>
      </w:r>
    </w:p>
    <w:p w:rsidR="00406C40" w:rsidRPr="000C6941" w:rsidRDefault="00406C40" w:rsidP="0093664F">
      <w:pPr>
        <w:pStyle w:val="CasescocherDC"/>
      </w:pPr>
    </w:p>
    <w:p w:rsidR="00406C40" w:rsidRPr="000C6941" w:rsidRDefault="008525B6" w:rsidP="0093664F">
      <w:pPr>
        <w:pStyle w:val="CasescocherDC"/>
      </w:pPr>
      <w:r>
        <w:tab/>
      </w:r>
      <w:r w:rsidR="00406C40" w:rsidRPr="000C69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06C40" w:rsidRPr="000C6941">
        <w:instrText xml:space="preserve"> FORMCHECKBOX </w:instrText>
      </w:r>
      <w:r w:rsidR="002C555D">
        <w:fldChar w:fldCharType="separate"/>
      </w:r>
      <w:r w:rsidR="00406C40" w:rsidRPr="000C6941">
        <w:fldChar w:fldCharType="end"/>
      </w:r>
      <w:r w:rsidR="00A14B63">
        <w:rPr>
          <w:i/>
          <w:iCs/>
        </w:rPr>
        <w:tab/>
      </w:r>
      <w:r w:rsidR="00FC7561">
        <w:t>conjoint</w:t>
      </w:r>
      <w:r w:rsidR="00FC7561">
        <w:tab/>
      </w:r>
      <w:r w:rsidR="00A14B63">
        <w:t>ou</w:t>
      </w:r>
      <w:r w:rsidR="00406C40" w:rsidRPr="000C6941">
        <w:tab/>
      </w:r>
      <w:r w:rsidR="00406C40" w:rsidRPr="000C69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06C40" w:rsidRPr="000C6941">
        <w:instrText xml:space="preserve"> FORMCHECKBOX </w:instrText>
      </w:r>
      <w:r w:rsidR="002C555D">
        <w:fldChar w:fldCharType="separate"/>
      </w:r>
      <w:r w:rsidR="00406C40" w:rsidRPr="000C6941">
        <w:fldChar w:fldCharType="end"/>
      </w:r>
      <w:r w:rsidR="00A14B63">
        <w:rPr>
          <w:iCs/>
        </w:rPr>
        <w:tab/>
      </w:r>
      <w:r w:rsidR="00406C40" w:rsidRPr="000C6941">
        <w:t>solidaire</w:t>
      </w:r>
    </w:p>
    <w:p w:rsidR="00406C40" w:rsidRPr="000C6941" w:rsidRDefault="00406C40" w:rsidP="0093664F">
      <w:pPr>
        <w:pStyle w:val="CasescocherDC"/>
      </w:pPr>
    </w:p>
    <w:p w:rsidR="00406C40" w:rsidRPr="000C6941" w:rsidRDefault="00406C40" w:rsidP="0093664F">
      <w:pPr>
        <w:pStyle w:val="CasescocherDC"/>
      </w:pPr>
    </w:p>
    <w:p w:rsidR="00406C40" w:rsidRPr="000C6941" w:rsidRDefault="00406C40" w:rsidP="0093664F">
      <w:pPr>
        <w:pStyle w:val="CasescocherDC"/>
        <w:rPr>
          <w:iCs/>
        </w:rPr>
      </w:pPr>
      <w:r w:rsidRPr="000C6941">
        <w:rPr>
          <w:bCs/>
        </w:rPr>
        <w:t>En cas de</w:t>
      </w:r>
      <w:r w:rsidRPr="000C6941">
        <w:rPr>
          <w:b/>
          <w:bCs/>
        </w:rPr>
        <w:t xml:space="preserve"> </w:t>
      </w:r>
      <w:r w:rsidRPr="000C6941">
        <w:t>groupement conjoint, le mandataire est solidaire :</w:t>
      </w:r>
      <w:r w:rsidR="008525B6">
        <w:t xml:space="preserve"> </w:t>
      </w:r>
    </w:p>
    <w:p w:rsidR="00406C40" w:rsidRPr="000C6941" w:rsidRDefault="00406C40" w:rsidP="0093664F">
      <w:pPr>
        <w:pStyle w:val="CasescocherDC"/>
      </w:pPr>
    </w:p>
    <w:p w:rsidR="00A14B63" w:rsidRPr="009A50C0" w:rsidRDefault="00A14B63" w:rsidP="0093664F">
      <w:pPr>
        <w:pStyle w:val="CasescocherDC"/>
      </w:pPr>
      <w:r w:rsidRPr="009A50C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50C0">
        <w:instrText xml:space="preserve"> FORMCHECKBOX </w:instrText>
      </w:r>
      <w:r w:rsidR="002C555D">
        <w:fldChar w:fldCharType="separate"/>
      </w:r>
      <w:r w:rsidRPr="009A50C0">
        <w:fldChar w:fldCharType="end"/>
      </w:r>
      <w:r w:rsidR="009874AE">
        <w:tab/>
        <w:t>Oui</w:t>
      </w:r>
    </w:p>
    <w:p w:rsidR="00A14B63" w:rsidRPr="009A50C0" w:rsidRDefault="00A14B63" w:rsidP="0093664F">
      <w:pPr>
        <w:pStyle w:val="CasescocherDC"/>
      </w:pPr>
    </w:p>
    <w:p w:rsidR="00A14B63" w:rsidRPr="009A50C0" w:rsidRDefault="00A14B63" w:rsidP="0093664F">
      <w:pPr>
        <w:pStyle w:val="CasescocherDC"/>
      </w:pPr>
      <w:r w:rsidRPr="009A50C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50C0">
        <w:instrText xml:space="preserve"> FORMCHECKBOX </w:instrText>
      </w:r>
      <w:r w:rsidR="002C555D">
        <w:fldChar w:fldCharType="separate"/>
      </w:r>
      <w:r w:rsidRPr="009A50C0">
        <w:fldChar w:fldCharType="end"/>
      </w:r>
      <w:r w:rsidR="009874AE">
        <w:tab/>
        <w:t>Non</w:t>
      </w:r>
    </w:p>
    <w:p w:rsidR="00406C40" w:rsidRPr="00A14B63" w:rsidRDefault="00406C40" w:rsidP="0093664F">
      <w:pPr>
        <w:pStyle w:val="NormalDC"/>
      </w:pPr>
    </w:p>
    <w:p w:rsidR="00561888" w:rsidRDefault="00561888">
      <w:pPr>
        <w:suppressAutoHyphens w:val="0"/>
        <w:rPr>
          <w:rFonts w:asciiTheme="minorHAnsi" w:hAnsiTheme="minorHAnsi"/>
          <w:sz w:val="20"/>
        </w:rPr>
      </w:pPr>
      <w:r>
        <w:br w:type="page"/>
      </w:r>
    </w:p>
    <w:p w:rsidR="00FC7561" w:rsidRPr="00FC7561" w:rsidRDefault="00FC7561" w:rsidP="00752490">
      <w:pPr>
        <w:pStyle w:val="Titre2"/>
      </w:pPr>
      <w:r w:rsidRPr="000C6941">
        <w:lastRenderedPageBreak/>
        <w:t>Identification des membres du groupement et répartition des prestations</w:t>
      </w:r>
    </w:p>
    <w:p w:rsidR="00752490" w:rsidRPr="00A3710F" w:rsidRDefault="00752490" w:rsidP="0093664F">
      <w:pPr>
        <w:pStyle w:val="ItaliqueDC"/>
      </w:pPr>
      <w:r w:rsidRPr="00A3710F">
        <w:t>(Tous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nécessaires)</w:t>
      </w:r>
      <w:r w:rsidR="00C74E63">
        <w:t>.</w:t>
      </w:r>
    </w:p>
    <w:p w:rsidR="00A14B63" w:rsidRPr="00A14B63" w:rsidRDefault="00A14B63" w:rsidP="0093664F">
      <w:pPr>
        <w:pStyle w:val="NormalDC"/>
      </w:pPr>
    </w:p>
    <w:tbl>
      <w:tblPr>
        <w:tblW w:w="103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6487"/>
        <w:gridCol w:w="2996"/>
      </w:tblGrid>
      <w:tr w:rsidR="007C60D2" w:rsidRPr="009A50C0" w:rsidTr="00752490">
        <w:trPr>
          <w:trHeight w:val="8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0D2" w:rsidRPr="009A50C0" w:rsidRDefault="00752490" w:rsidP="0093664F">
            <w:pPr>
              <w:pStyle w:val="NormalDC"/>
            </w:pPr>
            <w:r>
              <w:t>N° du lot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490" w:rsidRPr="00752490" w:rsidRDefault="00752490" w:rsidP="0093664F">
            <w:pPr>
              <w:pStyle w:val="NormalDC"/>
            </w:pPr>
            <w:r w:rsidRPr="00752490">
              <w:t>Nom commercial et dénomination sociale,</w:t>
            </w:r>
          </w:p>
          <w:p w:rsidR="00752490" w:rsidRDefault="00752490" w:rsidP="0093664F">
            <w:pPr>
              <w:pStyle w:val="NormalDC"/>
            </w:pPr>
            <w:r w:rsidRPr="00752490">
              <w:t xml:space="preserve">adresse de l’établissement </w:t>
            </w:r>
            <w:r w:rsidRPr="00B54737">
              <w:rPr>
                <w:vertAlign w:val="superscript"/>
              </w:rPr>
              <w:t>(*)</w:t>
            </w:r>
            <w:r w:rsidRPr="00752490">
              <w:t>,</w:t>
            </w:r>
            <w:r>
              <w:t xml:space="preserve"> </w:t>
            </w:r>
            <w:r w:rsidRPr="00752490">
              <w:t>adresse électronique,</w:t>
            </w:r>
          </w:p>
          <w:p w:rsidR="00752490" w:rsidRPr="00752490" w:rsidRDefault="00752490" w:rsidP="0093664F">
            <w:pPr>
              <w:pStyle w:val="NormalDC"/>
            </w:pPr>
            <w:r w:rsidRPr="00752490">
              <w:t>numéros de téléphone, numéro SIRET</w:t>
            </w:r>
          </w:p>
          <w:p w:rsidR="007C60D2" w:rsidRPr="009A50C0" w:rsidRDefault="00752490" w:rsidP="0093664F">
            <w:pPr>
              <w:pStyle w:val="NormalDC"/>
            </w:pPr>
            <w:r w:rsidRPr="00752490">
              <w:t xml:space="preserve">des membres du groupement </w:t>
            </w:r>
            <w:r w:rsidRPr="00B54737">
              <w:rPr>
                <w:vertAlign w:val="superscript"/>
              </w:rPr>
              <w:t>(***)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0D2" w:rsidRPr="009A50C0" w:rsidRDefault="00752490" w:rsidP="0093664F">
            <w:pPr>
              <w:pStyle w:val="NormalDC"/>
            </w:pPr>
            <w:r w:rsidRPr="000C6941">
              <w:t xml:space="preserve">Prestations exécutées par les membres du groupement </w:t>
            </w:r>
            <w:r w:rsidRPr="00B54737">
              <w:rPr>
                <w:vertAlign w:val="superscript"/>
              </w:rPr>
              <w:t>(**)</w:t>
            </w:r>
          </w:p>
        </w:tc>
      </w:tr>
      <w:tr w:rsidR="007C60D2" w:rsidRPr="009A50C0" w:rsidTr="00752490">
        <w:trPr>
          <w:trHeight w:val="8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:rsidR="007C60D2" w:rsidRPr="009A50C0" w:rsidRDefault="007C60D2" w:rsidP="0093664F">
            <w:pPr>
              <w:pStyle w:val="NormalDC"/>
            </w:pP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:rsidR="007C60D2" w:rsidRPr="009A50C0" w:rsidRDefault="007C60D2" w:rsidP="0093664F">
            <w:pPr>
              <w:pStyle w:val="NormalDC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:rsidR="007C60D2" w:rsidRPr="009A50C0" w:rsidRDefault="007C60D2" w:rsidP="0093664F">
            <w:pPr>
              <w:pStyle w:val="NormalDC"/>
            </w:pPr>
          </w:p>
        </w:tc>
      </w:tr>
      <w:tr w:rsidR="007C60D2" w:rsidRPr="009A50C0" w:rsidTr="00752490">
        <w:trPr>
          <w:trHeight w:val="851"/>
        </w:trPr>
        <w:tc>
          <w:tcPr>
            <w:tcW w:w="851" w:type="dxa"/>
            <w:tcBorders>
              <w:left w:val="single" w:sz="4" w:space="0" w:color="000000"/>
            </w:tcBorders>
            <w:shd w:val="clear" w:color="auto" w:fill="auto"/>
          </w:tcPr>
          <w:p w:rsidR="007C60D2" w:rsidRPr="009A50C0" w:rsidRDefault="007C60D2" w:rsidP="0093664F">
            <w:pPr>
              <w:pStyle w:val="NormalDC"/>
            </w:pPr>
          </w:p>
        </w:tc>
        <w:tc>
          <w:tcPr>
            <w:tcW w:w="6487" w:type="dxa"/>
            <w:tcBorders>
              <w:left w:val="single" w:sz="4" w:space="0" w:color="000000"/>
            </w:tcBorders>
            <w:shd w:val="clear" w:color="auto" w:fill="auto"/>
          </w:tcPr>
          <w:p w:rsidR="007C60D2" w:rsidRPr="009A50C0" w:rsidRDefault="007C60D2" w:rsidP="0093664F">
            <w:pPr>
              <w:pStyle w:val="NormalDC"/>
            </w:pPr>
          </w:p>
        </w:tc>
        <w:tc>
          <w:tcPr>
            <w:tcW w:w="29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60D2" w:rsidRPr="009A50C0" w:rsidRDefault="007C60D2" w:rsidP="0093664F">
            <w:pPr>
              <w:pStyle w:val="NormalDC"/>
            </w:pPr>
          </w:p>
        </w:tc>
      </w:tr>
      <w:tr w:rsidR="007C60D2" w:rsidRPr="009A50C0" w:rsidTr="00752490">
        <w:trPr>
          <w:trHeight w:val="851"/>
        </w:trPr>
        <w:tc>
          <w:tcPr>
            <w:tcW w:w="851" w:type="dxa"/>
            <w:tcBorders>
              <w:left w:val="single" w:sz="4" w:space="0" w:color="000000"/>
            </w:tcBorders>
            <w:shd w:val="clear" w:color="auto" w:fill="CCECFF"/>
          </w:tcPr>
          <w:p w:rsidR="007C60D2" w:rsidRPr="009A50C0" w:rsidRDefault="007C60D2" w:rsidP="0093664F">
            <w:pPr>
              <w:pStyle w:val="NormalDC"/>
            </w:pPr>
          </w:p>
        </w:tc>
        <w:tc>
          <w:tcPr>
            <w:tcW w:w="6487" w:type="dxa"/>
            <w:tcBorders>
              <w:left w:val="single" w:sz="4" w:space="0" w:color="000000"/>
            </w:tcBorders>
            <w:shd w:val="clear" w:color="auto" w:fill="CCECFF"/>
          </w:tcPr>
          <w:p w:rsidR="007C60D2" w:rsidRPr="009A50C0" w:rsidRDefault="007C60D2" w:rsidP="0093664F">
            <w:pPr>
              <w:pStyle w:val="NormalDC"/>
            </w:pPr>
          </w:p>
        </w:tc>
        <w:tc>
          <w:tcPr>
            <w:tcW w:w="29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:rsidR="007C60D2" w:rsidRPr="009A50C0" w:rsidRDefault="007C60D2" w:rsidP="0093664F">
            <w:pPr>
              <w:pStyle w:val="NormalDC"/>
            </w:pPr>
          </w:p>
        </w:tc>
      </w:tr>
      <w:tr w:rsidR="007C60D2" w:rsidRPr="009A50C0" w:rsidTr="00752490">
        <w:trPr>
          <w:trHeight w:val="851"/>
        </w:trPr>
        <w:tc>
          <w:tcPr>
            <w:tcW w:w="851" w:type="dxa"/>
            <w:tcBorders>
              <w:left w:val="single" w:sz="4" w:space="0" w:color="000000"/>
            </w:tcBorders>
            <w:shd w:val="clear" w:color="auto" w:fill="auto"/>
          </w:tcPr>
          <w:p w:rsidR="007C60D2" w:rsidRPr="009A50C0" w:rsidRDefault="007C60D2" w:rsidP="0093664F">
            <w:pPr>
              <w:pStyle w:val="NormalDC"/>
            </w:pPr>
          </w:p>
        </w:tc>
        <w:tc>
          <w:tcPr>
            <w:tcW w:w="6487" w:type="dxa"/>
            <w:tcBorders>
              <w:left w:val="single" w:sz="4" w:space="0" w:color="000000"/>
            </w:tcBorders>
            <w:shd w:val="clear" w:color="auto" w:fill="auto"/>
          </w:tcPr>
          <w:p w:rsidR="007C60D2" w:rsidRPr="009A50C0" w:rsidRDefault="007C60D2" w:rsidP="0093664F">
            <w:pPr>
              <w:pStyle w:val="NormalDC"/>
            </w:pPr>
          </w:p>
        </w:tc>
        <w:tc>
          <w:tcPr>
            <w:tcW w:w="29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60D2" w:rsidRPr="009A50C0" w:rsidRDefault="007C60D2" w:rsidP="0093664F">
            <w:pPr>
              <w:pStyle w:val="NormalDC"/>
            </w:pPr>
          </w:p>
        </w:tc>
      </w:tr>
      <w:tr w:rsidR="007C60D2" w:rsidRPr="009A50C0" w:rsidTr="00752490">
        <w:trPr>
          <w:trHeight w:val="85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ECFF"/>
          </w:tcPr>
          <w:p w:rsidR="007C60D2" w:rsidRPr="009A50C0" w:rsidRDefault="007C60D2" w:rsidP="0093664F">
            <w:pPr>
              <w:pStyle w:val="NormalDC"/>
            </w:pPr>
          </w:p>
        </w:tc>
        <w:tc>
          <w:tcPr>
            <w:tcW w:w="64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ECFF"/>
          </w:tcPr>
          <w:p w:rsidR="007C60D2" w:rsidRPr="009A50C0" w:rsidRDefault="007C60D2" w:rsidP="0093664F">
            <w:pPr>
              <w:pStyle w:val="NormalDC"/>
            </w:pPr>
          </w:p>
        </w:tc>
        <w:tc>
          <w:tcPr>
            <w:tcW w:w="2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</w:tcPr>
          <w:p w:rsidR="007C60D2" w:rsidRPr="009A50C0" w:rsidRDefault="007C60D2" w:rsidP="0093664F">
            <w:pPr>
              <w:pStyle w:val="NormalDC"/>
            </w:pPr>
          </w:p>
        </w:tc>
      </w:tr>
    </w:tbl>
    <w:p w:rsidR="00752490" w:rsidRPr="000C6941" w:rsidRDefault="00752490" w:rsidP="0093664F">
      <w:pPr>
        <w:pStyle w:val="ItaliqueDC"/>
      </w:pPr>
      <w:r w:rsidRPr="00995F3C">
        <w:rPr>
          <w:vertAlign w:val="superscript"/>
        </w:rPr>
        <w:t>(*)</w:t>
      </w:r>
      <w:r w:rsidRPr="000C6941">
        <w:t xml:space="preserve"> Préciser l’adresse du siège social du membre du groupement si elle est différente de celle de l’établissement.</w:t>
      </w:r>
    </w:p>
    <w:p w:rsidR="00752490" w:rsidRPr="000C6941" w:rsidRDefault="00752490" w:rsidP="0093664F">
      <w:pPr>
        <w:pStyle w:val="ItaliqueDC"/>
      </w:pPr>
      <w:r w:rsidRPr="00995F3C">
        <w:rPr>
          <w:vertAlign w:val="superscript"/>
        </w:rPr>
        <w:t>(**)</w:t>
      </w:r>
      <w:r w:rsidRPr="000C6941">
        <w:t xml:space="preserve"> Pour les groupements conjoints. Lorsque la candidature est présentée sous forme de groupement solidaire, le renseignement de cette rubrique est inutile.</w:t>
      </w:r>
    </w:p>
    <w:p w:rsidR="00752490" w:rsidRPr="000C6941" w:rsidRDefault="00752490" w:rsidP="0093664F">
      <w:pPr>
        <w:pStyle w:val="ItaliqueDC"/>
      </w:pPr>
      <w:r w:rsidRPr="00995F3C">
        <w:rPr>
          <w:vertAlign w:val="superscript"/>
        </w:rPr>
        <w:t xml:space="preserve">(***) </w:t>
      </w:r>
      <w:r w:rsidRPr="000C6941">
        <w:t xml:space="preserve">A défaut, un numéro d’identification européen ou international ou propre au pays d’origine du candidat issu d’un répertoire figurant dans la liste des </w:t>
      </w:r>
      <w:hyperlink r:id="rId13" w:history="1">
        <w:r w:rsidRPr="000C6941">
          <w:rPr>
            <w:rStyle w:val="Lienhypertexte"/>
            <w:rFonts w:cs="Arial"/>
            <w:szCs w:val="16"/>
          </w:rPr>
          <w:t>ICD</w:t>
        </w:r>
      </w:hyperlink>
      <w:r w:rsidRPr="000C6941">
        <w:t>.</w:t>
      </w:r>
    </w:p>
    <w:p w:rsidR="008C04EF" w:rsidRDefault="008C04EF" w:rsidP="0093664F">
      <w:pPr>
        <w:pStyle w:val="NormalDC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561888" w:rsidRPr="000C6941" w:rsidTr="005A1890">
        <w:tc>
          <w:tcPr>
            <w:tcW w:w="10419" w:type="dxa"/>
            <w:shd w:val="clear" w:color="auto" w:fill="66CCFF"/>
          </w:tcPr>
          <w:p w:rsidR="00561888" w:rsidRPr="000C6941" w:rsidRDefault="00561888" w:rsidP="00561888">
            <w:pPr>
              <w:pStyle w:val="Titre2"/>
            </w:pPr>
            <w:r w:rsidRPr="000C6941">
              <w:t xml:space="preserve"> Engagements du candidat individuel ou de chaque membre du groupement</w:t>
            </w:r>
          </w:p>
        </w:tc>
      </w:tr>
    </w:tbl>
    <w:p w:rsidR="00561888" w:rsidRPr="000C6941" w:rsidRDefault="00561888" w:rsidP="0093664F">
      <w:pPr>
        <w:pStyle w:val="NormalDC"/>
      </w:pPr>
    </w:p>
    <w:p w:rsidR="00561888" w:rsidRPr="008525B6" w:rsidRDefault="00561888" w:rsidP="0093664F">
      <w:pPr>
        <w:pStyle w:val="NormalDC"/>
      </w:pPr>
      <w:r w:rsidRPr="008525B6">
        <w:t xml:space="preserve">F1 - Interdictions de soumissionner </w:t>
      </w:r>
    </w:p>
    <w:p w:rsidR="00561888" w:rsidRPr="00561888" w:rsidRDefault="00561888" w:rsidP="0093664F">
      <w:pPr>
        <w:pStyle w:val="NormalDC"/>
      </w:pPr>
    </w:p>
    <w:p w:rsidR="00561888" w:rsidRPr="00561888" w:rsidRDefault="00561888" w:rsidP="0093664F">
      <w:pPr>
        <w:pStyle w:val="NormalDC"/>
      </w:pPr>
      <w:r w:rsidRPr="00561888">
        <w:t>Le candidat individuel, ou chaque membre du groupement, déclare sur l’honneur</w:t>
      </w:r>
      <w:r w:rsidRPr="00561888">
        <w:rPr>
          <w:vertAlign w:val="superscript"/>
        </w:rPr>
        <w:t>(*)</w:t>
      </w:r>
      <w:r>
        <w:t xml:space="preserve">,  </w:t>
      </w:r>
      <w:r w:rsidRPr="00561888">
        <w:t xml:space="preserve">ne pas entrer dans aucun des cas d’interdiction de soumissionner prévu aux articles </w:t>
      </w:r>
      <w:hyperlink r:id="rId14" w:history="1">
        <w:r w:rsidRPr="00561888">
          <w:rPr>
            <w:rStyle w:val="Lienhypertexte"/>
            <w:rFonts w:cs="Arial"/>
            <w:b/>
          </w:rPr>
          <w:t>45</w:t>
        </w:r>
      </w:hyperlink>
      <w:r w:rsidRPr="00561888">
        <w:t xml:space="preserve"> et </w:t>
      </w:r>
      <w:hyperlink r:id="rId15" w:history="1">
        <w:r w:rsidRPr="00561888">
          <w:rPr>
            <w:rStyle w:val="Lienhypertexte"/>
            <w:rFonts w:cs="Arial"/>
            <w:b/>
          </w:rPr>
          <w:t>48</w:t>
        </w:r>
      </w:hyperlink>
      <w:r w:rsidRPr="00561888">
        <w:t xml:space="preserve"> de l’ordonnance n° 2015-899 du 23 juillet 2015 relative aux marchés publics</w:t>
      </w:r>
      <w:r w:rsidRPr="00561888">
        <w:rPr>
          <w:vertAlign w:val="superscript"/>
        </w:rPr>
        <w:t>(**)</w:t>
      </w:r>
      <w:r>
        <w:t>.</w:t>
      </w:r>
    </w:p>
    <w:p w:rsidR="00561888" w:rsidRPr="00BE541C" w:rsidRDefault="00561888" w:rsidP="0093664F">
      <w:pPr>
        <w:pStyle w:val="NormalDC"/>
      </w:pPr>
    </w:p>
    <w:p w:rsidR="00561888" w:rsidRPr="005724A9" w:rsidRDefault="00561888" w:rsidP="009874AE">
      <w:pPr>
        <w:pStyle w:val="PucesINP"/>
      </w:pPr>
      <w:r w:rsidRPr="005724A9">
        <w:t>Afin d’attester que le candidat individuel, ou chaque membre du groupement, n’est pas dans un de ces cas d’interdiction de soumissionner, cocher la case suivante :</w:t>
      </w:r>
      <w:r w:rsidR="00BE541C" w:rsidRPr="005724A9">
        <w:tab/>
      </w:r>
      <w:r w:rsidRPr="005724A9">
        <w:t xml:space="preserve"> </w:t>
      </w:r>
      <w:r w:rsidRPr="005724A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24A9">
        <w:instrText xml:space="preserve"> FORMCHECKBOX </w:instrText>
      </w:r>
      <w:r w:rsidR="002C555D">
        <w:fldChar w:fldCharType="separate"/>
      </w:r>
      <w:r w:rsidRPr="005724A9">
        <w:fldChar w:fldCharType="end"/>
      </w:r>
    </w:p>
    <w:p w:rsidR="00561888" w:rsidRPr="00BE541C" w:rsidRDefault="00561888" w:rsidP="0093664F">
      <w:pPr>
        <w:pStyle w:val="NormalDC"/>
      </w:pPr>
    </w:p>
    <w:p w:rsidR="00561888" w:rsidRPr="000C6941" w:rsidRDefault="00561888" w:rsidP="0093664F">
      <w:pPr>
        <w:pStyle w:val="ItaliqueDC"/>
      </w:pPr>
      <w:r w:rsidRPr="00995F3C">
        <w:rPr>
          <w:vertAlign w:val="superscript"/>
        </w:rPr>
        <w:t>(*)</w:t>
      </w:r>
      <w:r w:rsidRPr="000C6941">
        <w:t xml:space="preserve"> Cette déclaration ne concerne pas les opérateurs économiques sur les capacités desquels le candidat ou l’un des membres du groupement s’appuie mentionnés au point E.</w:t>
      </w:r>
    </w:p>
    <w:p w:rsidR="00561888" w:rsidRPr="000C6941" w:rsidRDefault="00561888" w:rsidP="0093664F">
      <w:pPr>
        <w:pStyle w:val="ItaliqueDC"/>
      </w:pPr>
      <w:r w:rsidRPr="00995F3C">
        <w:rPr>
          <w:vertAlign w:val="superscript"/>
        </w:rPr>
        <w:t>(**)</w:t>
      </w:r>
      <w:r w:rsidRPr="000C6941">
        <w:t xml:space="preserve"> Dans l’hypothèse où le candidat ou l’un des membres du groupement est admis à la procédure de redressement judiciaire, son attention est attirée sur le fait qu’il lui sera demandé de prouver qu’il a été habilité à poursuivre ses activités pendant la durée prévisible d’exécution du marché public.</w:t>
      </w:r>
    </w:p>
    <w:p w:rsidR="00561888" w:rsidRPr="000C6941" w:rsidRDefault="00561888" w:rsidP="0093664F">
      <w:pPr>
        <w:pStyle w:val="NormalDC"/>
      </w:pPr>
    </w:p>
    <w:p w:rsidR="00561888" w:rsidRPr="000C6941" w:rsidRDefault="00561888" w:rsidP="0093664F">
      <w:pPr>
        <w:pStyle w:val="NormalDC"/>
      </w:pPr>
    </w:p>
    <w:p w:rsidR="00561888" w:rsidRPr="000C6941" w:rsidRDefault="008525B6" w:rsidP="009874AE">
      <w:pPr>
        <w:pStyle w:val="En-tte"/>
        <w:tabs>
          <w:tab w:val="clear" w:pos="4536"/>
          <w:tab w:val="left" w:pos="-6379"/>
          <w:tab w:val="center" w:pos="-6237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b/>
          <w:bCs/>
          <w:szCs w:val="22"/>
        </w:rPr>
        <w:t>F2 -</w:t>
      </w:r>
      <w:r w:rsidR="00561888" w:rsidRPr="000C6941">
        <w:rPr>
          <w:rFonts w:asciiTheme="minorHAnsi" w:hAnsiTheme="minorHAnsi" w:cs="Arial"/>
          <w:b/>
          <w:bCs/>
          <w:szCs w:val="22"/>
        </w:rPr>
        <w:t xml:space="preserve"> Documents de preuve disponibles en ligne </w:t>
      </w:r>
    </w:p>
    <w:p w:rsidR="00561888" w:rsidRPr="00BE541C" w:rsidRDefault="00561888" w:rsidP="0093664F">
      <w:pPr>
        <w:pStyle w:val="NormalDC"/>
      </w:pPr>
    </w:p>
    <w:p w:rsidR="00561888" w:rsidRPr="00BE541C" w:rsidRDefault="00561888" w:rsidP="0093664F">
      <w:pPr>
        <w:pStyle w:val="NormalDC"/>
      </w:pPr>
      <w:r w:rsidRPr="00BE541C"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61888" w:rsidRPr="000C6941" w:rsidRDefault="00561888" w:rsidP="009874AE">
      <w:pPr>
        <w:pStyle w:val="EnumrationBleu"/>
      </w:pPr>
      <w:r w:rsidRPr="000C6941">
        <w:t>Adresse internet :</w:t>
      </w:r>
      <w:r w:rsidR="00BE541C">
        <w:t xml:space="preserve"> </w:t>
      </w:r>
    </w:p>
    <w:p w:rsidR="00561888" w:rsidRPr="000C6941" w:rsidRDefault="00561888" w:rsidP="009874AE">
      <w:pPr>
        <w:pStyle w:val="EnumrationBleu"/>
      </w:pPr>
      <w:r w:rsidRPr="000C6941">
        <w:t>Renseignements nécessaires pour y accéder :</w:t>
      </w:r>
      <w:r w:rsidR="00BE541C">
        <w:t xml:space="preserve"> </w:t>
      </w:r>
    </w:p>
    <w:p w:rsidR="00561888" w:rsidRPr="000C6941" w:rsidRDefault="00561888" w:rsidP="00561888">
      <w:pPr>
        <w:jc w:val="both"/>
        <w:rPr>
          <w:rFonts w:asciiTheme="minorHAnsi" w:hAnsiTheme="minorHAnsi" w:cs="Arial"/>
        </w:rPr>
      </w:pPr>
    </w:p>
    <w:p w:rsidR="008525B6" w:rsidRDefault="008525B6">
      <w:pPr>
        <w:suppressAutoHyphens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561888" w:rsidRPr="008525B6" w:rsidRDefault="009874AE" w:rsidP="009874AE">
      <w:pPr>
        <w:pStyle w:val="En-tte"/>
        <w:tabs>
          <w:tab w:val="clear" w:pos="4536"/>
          <w:tab w:val="clear" w:pos="9072"/>
          <w:tab w:val="center" w:pos="-6237"/>
        </w:tabs>
        <w:jc w:val="both"/>
        <w:rPr>
          <w:rFonts w:asciiTheme="minorHAnsi" w:hAnsiTheme="minorHAnsi" w:cs="Arial"/>
          <w:b/>
          <w:bCs/>
          <w:szCs w:val="22"/>
        </w:rPr>
      </w:pPr>
      <w:r>
        <w:rPr>
          <w:rFonts w:asciiTheme="minorHAnsi" w:hAnsiTheme="minorHAnsi" w:cs="Arial"/>
          <w:b/>
          <w:bCs/>
          <w:szCs w:val="22"/>
        </w:rPr>
        <w:lastRenderedPageBreak/>
        <w:t>F3 - Capacités</w:t>
      </w:r>
    </w:p>
    <w:p w:rsidR="00561888" w:rsidRPr="000C6941" w:rsidRDefault="00561888" w:rsidP="0093664F">
      <w:pPr>
        <w:pStyle w:val="NormalDC"/>
      </w:pPr>
    </w:p>
    <w:p w:rsidR="00561888" w:rsidRPr="00907926" w:rsidRDefault="00561888" w:rsidP="0093664F">
      <w:pPr>
        <w:pStyle w:val="NormalDC"/>
        <w:rPr>
          <w:i/>
          <w:sz w:val="18"/>
          <w:szCs w:val="18"/>
        </w:rPr>
      </w:pPr>
      <w:r w:rsidRPr="00907926">
        <w:t xml:space="preserve">Le candidat </w:t>
      </w:r>
      <w:r w:rsidRPr="00907926">
        <w:rPr>
          <w:bCs/>
        </w:rPr>
        <w:t>individuel, ou les membres du groupement,</w:t>
      </w:r>
      <w:r w:rsidRPr="00907926">
        <w:t xml:space="preserve"> produisent, aux fins de vérification de l’aptitude à exercer l’activité professionnelle, de la capacité économique et financière et des capacités techniques et professionnelles : </w:t>
      </w:r>
    </w:p>
    <w:p w:rsidR="00907926" w:rsidRPr="000C6941" w:rsidRDefault="00907926" w:rsidP="0093664F">
      <w:pPr>
        <w:pStyle w:val="NormalDC"/>
      </w:pPr>
    </w:p>
    <w:p w:rsidR="00907926" w:rsidRDefault="00561888" w:rsidP="0093664F">
      <w:pPr>
        <w:pStyle w:val="CasescocherDC"/>
      </w:pPr>
      <w:r w:rsidRPr="000C69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6941">
        <w:instrText xml:space="preserve"> FORMCHECKBOX </w:instrText>
      </w:r>
      <w:r w:rsidR="002C555D">
        <w:fldChar w:fldCharType="separate"/>
      </w:r>
      <w:r w:rsidRPr="000C6941">
        <w:fldChar w:fldCharType="end"/>
      </w:r>
      <w:r w:rsidRPr="000C6941">
        <w:t xml:space="preserve"> </w:t>
      </w:r>
      <w:r w:rsidR="00907926">
        <w:tab/>
        <w:t>le formulaire DC2</w:t>
      </w:r>
    </w:p>
    <w:p w:rsidR="00BD4AE4" w:rsidRDefault="00BD4AE4" w:rsidP="0093664F">
      <w:pPr>
        <w:pStyle w:val="CasescocherDC"/>
      </w:pPr>
    </w:p>
    <w:p w:rsidR="00561888" w:rsidRPr="000C6941" w:rsidRDefault="00561888" w:rsidP="0093664F">
      <w:pPr>
        <w:pStyle w:val="CasescocherDC"/>
      </w:pPr>
      <w:r w:rsidRPr="000C69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6941">
        <w:instrText xml:space="preserve"> FORMCHECKBOX </w:instrText>
      </w:r>
      <w:r w:rsidR="002C555D">
        <w:fldChar w:fldCharType="separate"/>
      </w:r>
      <w:r w:rsidRPr="000C6941">
        <w:fldChar w:fldCharType="end"/>
      </w:r>
      <w:r w:rsidRPr="000C6941">
        <w:t xml:space="preserve"> </w:t>
      </w:r>
      <w:r w:rsidR="00907926">
        <w:tab/>
      </w:r>
      <w:r w:rsidRPr="000C6941">
        <w:t xml:space="preserve">les documents établissant ses capacités, tels que demandés dans les documents de la consultation </w:t>
      </w:r>
      <w:r w:rsidRPr="00907926">
        <w:rPr>
          <w:vertAlign w:val="superscript"/>
        </w:rPr>
        <w:t>(*)</w:t>
      </w:r>
    </w:p>
    <w:p w:rsidR="00561888" w:rsidRPr="008525B6" w:rsidRDefault="00561888" w:rsidP="0093664F">
      <w:pPr>
        <w:pStyle w:val="NormalDC"/>
      </w:pPr>
    </w:p>
    <w:p w:rsidR="00561888" w:rsidRPr="000C6941" w:rsidRDefault="00561888" w:rsidP="0093664F">
      <w:pPr>
        <w:pStyle w:val="ItaliqueDC"/>
      </w:pPr>
      <w:r w:rsidRPr="00907926">
        <w:rPr>
          <w:vertAlign w:val="superscript"/>
        </w:rPr>
        <w:t>(*)</w:t>
      </w:r>
      <w:r w:rsidRPr="000C6941">
        <w:t xml:space="preserve"> </w:t>
      </w:r>
      <w:r w:rsidRPr="00BD4AE4">
        <w:rPr>
          <w:b/>
        </w:rPr>
        <w:t>Attention</w:t>
      </w:r>
      <w:r w:rsidR="00BD4AE4" w:rsidRPr="00BD4AE4">
        <w:rPr>
          <w:b/>
        </w:rPr>
        <w:t> !</w:t>
      </w:r>
      <w:r w:rsidR="00BD4AE4">
        <w:t xml:space="preserve"> L</w:t>
      </w:r>
      <w:r w:rsidRPr="000C6941">
        <w:t xml:space="preserve">es candidats ne sont tenus de fournir que des informations ; dans ce cas, s’ils peuvent décider de fournir les documents de preuve de la satisfaction aux conditions de participation au stade de la candidature, ils n’y sont </w:t>
      </w:r>
      <w:r w:rsidRPr="000C6941">
        <w:rPr>
          <w:u w:val="single"/>
        </w:rPr>
        <w:t>en aucun</w:t>
      </w:r>
      <w:r w:rsidRPr="000C6941">
        <w:t xml:space="preserve"> cas tenus et l’acheteur ne peut juridiquement les y obliger.</w:t>
      </w:r>
    </w:p>
    <w:p w:rsidR="00561888" w:rsidRPr="000C6941" w:rsidRDefault="00561888" w:rsidP="0093664F">
      <w:pPr>
        <w:pStyle w:val="NormalDC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61888" w:rsidRPr="000C6941" w:rsidTr="005A1890">
        <w:tc>
          <w:tcPr>
            <w:tcW w:w="10277" w:type="dxa"/>
            <w:shd w:val="clear" w:color="auto" w:fill="66CCFF"/>
          </w:tcPr>
          <w:p w:rsidR="00561888" w:rsidRPr="000C6941" w:rsidRDefault="00561888" w:rsidP="005A1890">
            <w:pPr>
              <w:rPr>
                <w:rFonts w:asciiTheme="minorHAnsi" w:hAnsiTheme="minorHAnsi"/>
              </w:rPr>
            </w:pPr>
            <w:r w:rsidRPr="000C6941">
              <w:rPr>
                <w:rFonts w:asciiTheme="minorHAnsi" w:hAnsiTheme="minorHAnsi" w:cs="Arial"/>
                <w:b/>
                <w:bCs/>
                <w:szCs w:val="22"/>
              </w:rPr>
              <w:t xml:space="preserve">G - Désignation du mandataire </w:t>
            </w:r>
            <w:r w:rsidRPr="000C6941">
              <w:rPr>
                <w:rFonts w:asciiTheme="minorHAnsi" w:hAnsiTheme="minorHAnsi" w:cs="Arial"/>
                <w:b/>
                <w:i/>
              </w:rPr>
              <w:t>(en cas de groupement)</w:t>
            </w:r>
          </w:p>
        </w:tc>
      </w:tr>
    </w:tbl>
    <w:p w:rsidR="00561888" w:rsidRPr="000C6941" w:rsidRDefault="00561888" w:rsidP="0093664F">
      <w:pPr>
        <w:pStyle w:val="NormalDC"/>
      </w:pPr>
    </w:p>
    <w:p w:rsidR="00561888" w:rsidRPr="000C6941" w:rsidRDefault="00561888" w:rsidP="0093664F">
      <w:pPr>
        <w:pStyle w:val="NormalDC"/>
        <w:rPr>
          <w:i/>
          <w:sz w:val="18"/>
          <w:szCs w:val="18"/>
        </w:rPr>
      </w:pPr>
      <w:r w:rsidRPr="000C6941">
        <w:t>Les membres du groupement désignent le mandataire suivant :</w:t>
      </w:r>
    </w:p>
    <w:p w:rsidR="00A3710F" w:rsidRPr="001E623A" w:rsidRDefault="00A3710F" w:rsidP="0093664F">
      <w:pPr>
        <w:pStyle w:val="ItaliqueDC"/>
      </w:pPr>
      <w:r w:rsidRPr="001E623A">
        <w:t>(</w:t>
      </w:r>
      <w:r w:rsidR="00C74E63">
        <w:t>L</w:t>
      </w:r>
      <w:r>
        <w:t>e mandataire doit obligatoirement renseigner toutes les lignes. Ces informations sont essentielles au bon déroulement de la procédure).</w:t>
      </w:r>
    </w:p>
    <w:p w:rsidR="00561888" w:rsidRDefault="00561888" w:rsidP="0093664F">
      <w:pPr>
        <w:pStyle w:val="NormalDC"/>
      </w:pPr>
    </w:p>
    <w:p w:rsidR="00907926" w:rsidRDefault="00907926" w:rsidP="0093664F">
      <w:pPr>
        <w:pStyle w:val="NormalDC"/>
      </w:pPr>
      <w:r w:rsidRPr="008525B6">
        <w:t>Siège social</w:t>
      </w:r>
      <w:r>
        <w:t> :</w:t>
      </w:r>
    </w:p>
    <w:p w:rsidR="00907926" w:rsidRDefault="00907926" w:rsidP="0093664F">
      <w:pPr>
        <w:pStyle w:val="NormalDC"/>
      </w:pPr>
    </w:p>
    <w:tbl>
      <w:tblPr>
        <w:tblStyle w:val="Grilledutableau"/>
        <w:tblW w:w="10206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53"/>
        <w:gridCol w:w="8053"/>
      </w:tblGrid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>Dénomination sociale 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>
              <w:t>Forme juridique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>Adresse 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 xml:space="preserve">Code Postal 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 xml:space="preserve">Ville 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>Téléphone</w:t>
            </w:r>
            <w:r w:rsidR="00610E99">
              <w:t>s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>Courriel</w:t>
            </w:r>
            <w:r w:rsidR="00610E99">
              <w:t>s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>Siret </w:t>
            </w:r>
            <w:r w:rsidRPr="00752490">
              <w:rPr>
                <w:vertAlign w:val="superscript"/>
              </w:rPr>
              <w:t>(***)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>
              <w:t>N° TVA Intracom.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</w:tbl>
    <w:p w:rsidR="00610E99" w:rsidRPr="00995F3C" w:rsidRDefault="00610E99" w:rsidP="0093664F">
      <w:pPr>
        <w:pStyle w:val="ItaliqueDC"/>
      </w:pPr>
      <w:r w:rsidRPr="00995F3C">
        <w:rPr>
          <w:vertAlign w:val="superscript"/>
        </w:rPr>
        <w:t>(***)</w:t>
      </w:r>
      <w:r w:rsidRPr="00995F3C">
        <w:t xml:space="preserve"> A défaut, un numéro d’identification européen ou international ou propre au pays d’origine du candidat issu d’un répertoire figurant dans la liste des </w:t>
      </w:r>
      <w:hyperlink r:id="rId16" w:history="1">
        <w:r w:rsidRPr="00A3710F">
          <w:rPr>
            <w:rStyle w:val="Lienhypertexte"/>
            <w:rFonts w:cs="Arial"/>
            <w:szCs w:val="16"/>
          </w:rPr>
          <w:t>ICD</w:t>
        </w:r>
      </w:hyperlink>
      <w:r w:rsidRPr="00995F3C">
        <w:t>.</w:t>
      </w:r>
    </w:p>
    <w:p w:rsidR="00907926" w:rsidRDefault="00907926" w:rsidP="0093664F">
      <w:pPr>
        <w:pStyle w:val="NormalDC"/>
      </w:pPr>
    </w:p>
    <w:p w:rsidR="008525B6" w:rsidRDefault="008525B6" w:rsidP="0093664F">
      <w:pPr>
        <w:pStyle w:val="NormalDC"/>
      </w:pPr>
    </w:p>
    <w:p w:rsidR="00907926" w:rsidRDefault="00907926" w:rsidP="0093664F">
      <w:pPr>
        <w:pStyle w:val="NormalDC"/>
      </w:pPr>
      <w:r w:rsidRPr="008525B6">
        <w:t>Établissement (si différent du siège social)</w:t>
      </w:r>
      <w:r>
        <w:t xml:space="preserve"> : </w:t>
      </w:r>
    </w:p>
    <w:p w:rsidR="00907926" w:rsidRDefault="00907926" w:rsidP="0093664F">
      <w:pPr>
        <w:pStyle w:val="NormalDC"/>
      </w:pPr>
    </w:p>
    <w:tbl>
      <w:tblPr>
        <w:tblStyle w:val="Grilledutableau"/>
        <w:tblW w:w="10206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53"/>
        <w:gridCol w:w="8053"/>
      </w:tblGrid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>Dénomination sociale 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>
              <w:t>Forme juridique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>Adresse 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 xml:space="preserve">Code Postal 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 xml:space="preserve">Ville 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>Téléphone</w:t>
            </w:r>
            <w:r w:rsidR="00610E99">
              <w:t>s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>Courriel</w:t>
            </w:r>
            <w:r w:rsidR="00610E99">
              <w:t>s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 w:rsidRPr="009A50C0">
              <w:t>Siret </w:t>
            </w:r>
            <w:r w:rsidRPr="00752490">
              <w:rPr>
                <w:vertAlign w:val="superscript"/>
              </w:rPr>
              <w:t>(***)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  <w:tr w:rsidR="00907926" w:rsidRPr="009A50C0" w:rsidTr="005A1890">
        <w:trPr>
          <w:tblCellSpacing w:w="20" w:type="dxa"/>
        </w:trPr>
        <w:tc>
          <w:tcPr>
            <w:tcW w:w="20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  <w:r>
              <w:t>N° TVA Intracom.</w:t>
            </w:r>
          </w:p>
        </w:tc>
        <w:tc>
          <w:tcPr>
            <w:tcW w:w="7993" w:type="dxa"/>
            <w:shd w:val="clear" w:color="auto" w:fill="auto"/>
            <w:vAlign w:val="center"/>
          </w:tcPr>
          <w:p w:rsidR="00907926" w:rsidRPr="009A50C0" w:rsidRDefault="00907926" w:rsidP="0093664F">
            <w:pPr>
              <w:pStyle w:val="NormalDC"/>
            </w:pPr>
          </w:p>
        </w:tc>
      </w:tr>
    </w:tbl>
    <w:p w:rsidR="00610E99" w:rsidRPr="00995F3C" w:rsidRDefault="00610E99" w:rsidP="0093664F">
      <w:pPr>
        <w:pStyle w:val="ItaliqueDC"/>
      </w:pPr>
      <w:r w:rsidRPr="00995F3C">
        <w:rPr>
          <w:vertAlign w:val="superscript"/>
        </w:rPr>
        <w:t>(***)</w:t>
      </w:r>
      <w:r w:rsidRPr="00995F3C">
        <w:t xml:space="preserve"> A défaut, un numéro d’identification européen ou international ou propre au pays d’origine du candidat issu d’un répertoire figurant dans la liste des </w:t>
      </w:r>
      <w:hyperlink r:id="rId17" w:history="1">
        <w:r w:rsidRPr="00A3710F">
          <w:rPr>
            <w:rStyle w:val="Lienhypertexte"/>
            <w:rFonts w:cs="Arial"/>
            <w:szCs w:val="16"/>
          </w:rPr>
          <w:t>ICD</w:t>
        </w:r>
      </w:hyperlink>
      <w:r w:rsidRPr="00995F3C">
        <w:t>.</w:t>
      </w:r>
    </w:p>
    <w:p w:rsidR="00907926" w:rsidRDefault="00907926" w:rsidP="0093664F">
      <w:pPr>
        <w:pStyle w:val="NormalDC"/>
      </w:pPr>
    </w:p>
    <w:p w:rsidR="00561888" w:rsidRPr="000C6941" w:rsidRDefault="00561888" w:rsidP="0093664F">
      <w:pPr>
        <w:pStyle w:val="NormalDC"/>
        <w:rPr>
          <w:b/>
          <w:bCs/>
        </w:rPr>
      </w:pPr>
      <w:r w:rsidRPr="000C6941">
        <w:t>Le mandataire devra fournir, si le groupement est désigné attributaire, un document d’habilitation par les autres membres du groupement et précisant les conditions de cette habilitation.</w:t>
      </w:r>
    </w:p>
    <w:p w:rsidR="00561888" w:rsidRDefault="00561888" w:rsidP="0093664F">
      <w:pPr>
        <w:pStyle w:val="NormalDC"/>
      </w:pPr>
    </w:p>
    <w:p w:rsidR="00561888" w:rsidRDefault="00561888" w:rsidP="0093664F">
      <w:pPr>
        <w:pStyle w:val="NormalDC"/>
      </w:pPr>
    </w:p>
    <w:sectPr w:rsidR="00561888" w:rsidSect="00F24ED1">
      <w:type w:val="continuous"/>
      <w:pgSz w:w="11906" w:h="16838"/>
      <w:pgMar w:top="680" w:right="851" w:bottom="680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55D" w:rsidRDefault="002C555D">
      <w:r>
        <w:separator/>
      </w:r>
    </w:p>
  </w:endnote>
  <w:endnote w:type="continuationSeparator" w:id="0">
    <w:p w:rsidR="002C555D" w:rsidRDefault="002C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niver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2FC" w:rsidRPr="009874AE" w:rsidRDefault="006942FC" w:rsidP="009874AE">
    <w:pPr>
      <w:pStyle w:val="ItaliquePied"/>
    </w:pPr>
    <w:r w:rsidRPr="009874AE">
      <w:t>D</w:t>
    </w:r>
    <w:r w:rsidR="008525B6" w:rsidRPr="009874AE">
      <w:t xml:space="preserve">ate de mise à jour : </w:t>
    </w:r>
    <w:r w:rsidR="00610E99" w:rsidRPr="009874AE">
      <w:t>30/01/2018</w:t>
    </w:r>
  </w:p>
  <w:tbl>
    <w:tblPr>
      <w:tblW w:w="10388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543"/>
      <w:gridCol w:w="5286"/>
      <w:gridCol w:w="709"/>
      <w:gridCol w:w="245"/>
      <w:gridCol w:w="284"/>
      <w:gridCol w:w="321"/>
    </w:tblGrid>
    <w:tr w:rsidR="00A84811" w:rsidRPr="004766CD" w:rsidTr="00103E00">
      <w:trPr>
        <w:jc w:val="center"/>
      </w:trPr>
      <w:tc>
        <w:tcPr>
          <w:tcW w:w="3543" w:type="dxa"/>
          <w:shd w:val="clear" w:color="auto" w:fill="66CCFF"/>
          <w:vAlign w:val="center"/>
        </w:tcPr>
        <w:p w:rsidR="0019799A" w:rsidRPr="004766CD" w:rsidRDefault="00A722D1" w:rsidP="00CC546D">
          <w:pPr>
            <w:pStyle w:val="Sous-titre"/>
            <w:rPr>
              <w:rFonts w:asciiTheme="minorHAnsi" w:hAnsiTheme="minorHAnsi"/>
              <w:spacing w:val="0"/>
            </w:rPr>
          </w:pPr>
          <w:r>
            <w:rPr>
              <w:rFonts w:asciiTheme="minorHAnsi" w:hAnsiTheme="minorHAnsi"/>
              <w:spacing w:val="0"/>
            </w:rPr>
            <w:t xml:space="preserve"> </w:t>
          </w:r>
          <w:r w:rsidR="00406C40">
            <w:rPr>
              <w:rFonts w:asciiTheme="minorHAnsi" w:hAnsiTheme="minorHAnsi"/>
              <w:spacing w:val="0"/>
            </w:rPr>
            <w:t>DC1</w:t>
          </w:r>
          <w:r w:rsidR="004766CD">
            <w:rPr>
              <w:rFonts w:asciiTheme="minorHAnsi" w:hAnsiTheme="minorHAnsi"/>
              <w:spacing w:val="0"/>
            </w:rPr>
            <w:t xml:space="preserve"> </w:t>
          </w:r>
          <w:r w:rsidR="00406C40">
            <w:rPr>
              <w:rFonts w:asciiTheme="minorHAnsi" w:hAnsiTheme="minorHAnsi"/>
              <w:spacing w:val="0"/>
            </w:rPr>
            <w:t>–</w:t>
          </w:r>
          <w:r w:rsidR="004766CD">
            <w:rPr>
              <w:rFonts w:asciiTheme="minorHAnsi" w:hAnsiTheme="minorHAnsi"/>
              <w:spacing w:val="0"/>
            </w:rPr>
            <w:t xml:space="preserve"> </w:t>
          </w:r>
          <w:r w:rsidR="00406C40">
            <w:rPr>
              <w:rFonts w:asciiTheme="minorHAnsi" w:hAnsiTheme="minorHAnsi"/>
              <w:spacing w:val="0"/>
            </w:rPr>
            <w:t>Lettre de candidature</w:t>
          </w:r>
        </w:p>
        <w:p w:rsidR="00A84811" w:rsidRPr="004766CD" w:rsidRDefault="00A84811" w:rsidP="004766CD">
          <w:pPr>
            <w:pStyle w:val="Sous-titre"/>
            <w:ind w:left="0"/>
            <w:rPr>
              <w:rFonts w:asciiTheme="minorHAnsi" w:hAnsiTheme="minorHAnsi"/>
              <w:spacing w:val="0"/>
            </w:rPr>
          </w:pPr>
        </w:p>
      </w:tc>
      <w:tc>
        <w:tcPr>
          <w:tcW w:w="5286" w:type="dxa"/>
          <w:shd w:val="clear" w:color="auto" w:fill="66CCFF"/>
          <w:vAlign w:val="center"/>
        </w:tcPr>
        <w:p w:rsidR="00A84811" w:rsidRPr="001E623A" w:rsidRDefault="00103E00" w:rsidP="002C555D">
          <w:pPr>
            <w:pStyle w:val="Sous-titre"/>
            <w:rPr>
              <w:rFonts w:asciiTheme="minorHAnsi" w:hAnsiTheme="minorHAnsi"/>
              <w:spacing w:val="0"/>
              <w:lang w:val="en-US"/>
            </w:rPr>
          </w:pPr>
          <w:r>
            <w:rPr>
              <w:rFonts w:asciiTheme="minorHAnsi" w:hAnsiTheme="minorHAnsi"/>
              <w:spacing w:val="0"/>
              <w:lang w:val="en-US"/>
            </w:rPr>
            <w:t xml:space="preserve">Marché n° </w:t>
          </w:r>
          <w:r w:rsidR="002C555D">
            <w:rPr>
              <w:rFonts w:asciiTheme="minorHAnsi" w:hAnsiTheme="minorHAnsi"/>
              <w:spacing w:val="0"/>
              <w:lang w:val="en-US"/>
            </w:rPr>
            <w:t>2018SERV000005</w:t>
          </w:r>
        </w:p>
      </w:tc>
      <w:tc>
        <w:tcPr>
          <w:tcW w:w="709" w:type="dxa"/>
          <w:shd w:val="clear" w:color="auto" w:fill="66CCFF"/>
          <w:vAlign w:val="center"/>
        </w:tcPr>
        <w:p w:rsidR="00A84811" w:rsidRPr="004766CD" w:rsidRDefault="00A84811" w:rsidP="00CC546D">
          <w:pPr>
            <w:pStyle w:val="Sous-titre"/>
            <w:rPr>
              <w:rFonts w:asciiTheme="minorHAnsi" w:hAnsiTheme="minorHAnsi"/>
              <w:spacing w:val="0"/>
            </w:rPr>
          </w:pPr>
          <w:r w:rsidRPr="004766CD">
            <w:rPr>
              <w:rFonts w:asciiTheme="minorHAnsi" w:hAnsiTheme="minorHAnsi"/>
              <w:spacing w:val="0"/>
            </w:rPr>
            <w:t>Page :</w:t>
          </w:r>
        </w:p>
      </w:tc>
      <w:tc>
        <w:tcPr>
          <w:tcW w:w="245" w:type="dxa"/>
          <w:shd w:val="clear" w:color="auto" w:fill="66CCFF"/>
          <w:vAlign w:val="center"/>
        </w:tcPr>
        <w:p w:rsidR="00A84811" w:rsidRPr="004766CD" w:rsidRDefault="00A84811" w:rsidP="00CC546D">
          <w:pPr>
            <w:pStyle w:val="Sous-titre"/>
            <w:rPr>
              <w:rFonts w:asciiTheme="minorHAnsi" w:hAnsiTheme="minorHAnsi"/>
              <w:spacing w:val="0"/>
            </w:rPr>
          </w:pPr>
          <w:r w:rsidRPr="004766CD">
            <w:rPr>
              <w:rStyle w:val="Numrodepage"/>
              <w:rFonts w:asciiTheme="minorHAnsi" w:hAnsiTheme="minorHAnsi" w:cstheme="majorBidi"/>
              <w:spacing w:val="0"/>
            </w:rPr>
            <w:fldChar w:fldCharType="begin"/>
          </w:r>
          <w:r w:rsidRPr="004766CD">
            <w:rPr>
              <w:rStyle w:val="Numrodepage"/>
              <w:rFonts w:asciiTheme="minorHAnsi" w:hAnsiTheme="minorHAnsi" w:cstheme="majorBidi"/>
              <w:spacing w:val="0"/>
            </w:rPr>
            <w:instrText xml:space="preserve"> PAGE </w:instrText>
          </w:r>
          <w:r w:rsidRPr="004766CD">
            <w:rPr>
              <w:rStyle w:val="Numrodepage"/>
              <w:rFonts w:asciiTheme="minorHAnsi" w:hAnsiTheme="minorHAnsi" w:cstheme="majorBidi"/>
              <w:spacing w:val="0"/>
            </w:rPr>
            <w:fldChar w:fldCharType="separate"/>
          </w:r>
          <w:r w:rsidR="002C555D">
            <w:rPr>
              <w:rStyle w:val="Numrodepage"/>
              <w:rFonts w:asciiTheme="minorHAnsi" w:hAnsiTheme="minorHAnsi" w:cstheme="majorBidi"/>
              <w:noProof/>
              <w:spacing w:val="0"/>
            </w:rPr>
            <w:t>1</w:t>
          </w:r>
          <w:r w:rsidRPr="004766CD">
            <w:rPr>
              <w:rStyle w:val="Numrodepage"/>
              <w:rFonts w:asciiTheme="minorHAnsi" w:hAnsiTheme="minorHAnsi" w:cstheme="majorBidi"/>
              <w:spacing w:val="0"/>
            </w:rPr>
            <w:fldChar w:fldCharType="end"/>
          </w:r>
        </w:p>
      </w:tc>
      <w:tc>
        <w:tcPr>
          <w:tcW w:w="284" w:type="dxa"/>
          <w:shd w:val="clear" w:color="auto" w:fill="66CCFF"/>
          <w:vAlign w:val="center"/>
        </w:tcPr>
        <w:p w:rsidR="00A84811" w:rsidRPr="004766CD" w:rsidRDefault="00A84811" w:rsidP="00CC546D">
          <w:pPr>
            <w:pStyle w:val="Sous-titre"/>
            <w:rPr>
              <w:rFonts w:asciiTheme="minorHAnsi" w:hAnsiTheme="minorHAnsi"/>
              <w:spacing w:val="0"/>
            </w:rPr>
          </w:pPr>
          <w:r w:rsidRPr="004766CD">
            <w:rPr>
              <w:rFonts w:asciiTheme="minorHAnsi" w:hAnsiTheme="minorHAnsi"/>
              <w:spacing w:val="0"/>
            </w:rPr>
            <w:t>/</w:t>
          </w:r>
        </w:p>
      </w:tc>
      <w:tc>
        <w:tcPr>
          <w:tcW w:w="321" w:type="dxa"/>
          <w:shd w:val="clear" w:color="auto" w:fill="66CCFF"/>
          <w:vAlign w:val="center"/>
        </w:tcPr>
        <w:p w:rsidR="00A84811" w:rsidRPr="004766CD" w:rsidRDefault="002D3874" w:rsidP="00CC546D">
          <w:pPr>
            <w:pStyle w:val="Sous-titre"/>
            <w:rPr>
              <w:rFonts w:asciiTheme="minorHAnsi" w:hAnsiTheme="minorHAnsi"/>
              <w:spacing w:val="0"/>
            </w:rPr>
          </w:pPr>
          <w:r w:rsidRPr="004766CD">
            <w:rPr>
              <w:rFonts w:asciiTheme="minorHAnsi" w:hAnsiTheme="minorHAnsi"/>
              <w:spacing w:val="0"/>
            </w:rPr>
            <w:fldChar w:fldCharType="begin"/>
          </w:r>
          <w:r w:rsidRPr="004766CD">
            <w:rPr>
              <w:rFonts w:asciiTheme="minorHAnsi" w:hAnsiTheme="minorHAnsi"/>
              <w:spacing w:val="0"/>
            </w:rPr>
            <w:instrText xml:space="preserve"> NUMPAGES \*Arabic </w:instrText>
          </w:r>
          <w:r w:rsidRPr="004766CD">
            <w:rPr>
              <w:rFonts w:asciiTheme="minorHAnsi" w:hAnsiTheme="minorHAnsi"/>
              <w:spacing w:val="0"/>
            </w:rPr>
            <w:fldChar w:fldCharType="separate"/>
          </w:r>
          <w:r w:rsidR="002C555D">
            <w:rPr>
              <w:rFonts w:asciiTheme="minorHAnsi" w:hAnsiTheme="minorHAnsi"/>
              <w:noProof/>
              <w:spacing w:val="0"/>
            </w:rPr>
            <w:t>4</w:t>
          </w:r>
          <w:r w:rsidRPr="004766CD">
            <w:rPr>
              <w:rFonts w:asciiTheme="minorHAnsi" w:hAnsiTheme="minorHAnsi"/>
              <w:noProof/>
              <w:spacing w:val="0"/>
            </w:rPr>
            <w:fldChar w:fldCharType="end"/>
          </w:r>
        </w:p>
      </w:tc>
    </w:tr>
  </w:tbl>
  <w:p w:rsidR="00A84811" w:rsidRDefault="00A84811" w:rsidP="00CC546D">
    <w:pPr>
      <w:pStyle w:val="Sous-titr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55D" w:rsidRDefault="002C555D">
      <w:r>
        <w:separator/>
      </w:r>
    </w:p>
  </w:footnote>
  <w:footnote w:type="continuationSeparator" w:id="0">
    <w:p w:rsidR="002C555D" w:rsidRDefault="002C5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FF450AC"/>
    <w:lvl w:ilvl="0">
      <w:start w:val="1"/>
      <w:numFmt w:val="bullet"/>
      <w:pStyle w:val="Listepuces2"/>
      <w:lvlText w:val=""/>
      <w:lvlJc w:val="left"/>
      <w:pPr>
        <w:tabs>
          <w:tab w:val="num" w:pos="425"/>
        </w:tabs>
        <w:ind w:left="425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96D28256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6A6E832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06482468"/>
    <w:multiLevelType w:val="hybridMultilevel"/>
    <w:tmpl w:val="1F2A0F3A"/>
    <w:lvl w:ilvl="0" w:tplc="8CF4DCD6">
      <w:numFmt w:val="bullet"/>
      <w:pStyle w:val="EnumrationBleu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55C01"/>
    <w:multiLevelType w:val="hybridMultilevel"/>
    <w:tmpl w:val="47B6A6E8"/>
    <w:lvl w:ilvl="0" w:tplc="851646AC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88156F"/>
    <w:multiLevelType w:val="hybridMultilevel"/>
    <w:tmpl w:val="09A426B4"/>
    <w:lvl w:ilvl="0" w:tplc="2D9C315C">
      <w:start w:val="1"/>
      <w:numFmt w:val="bullet"/>
      <w:lvlText w:val="►"/>
      <w:lvlJc w:val="left"/>
      <w:pPr>
        <w:ind w:left="1134" w:hanging="227"/>
      </w:pPr>
      <w:rPr>
        <w:rFonts w:ascii="Arial" w:hAnsi="Arial" w:hint="default"/>
        <w:color w:val="FF009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66BBF"/>
    <w:multiLevelType w:val="hybridMultilevel"/>
    <w:tmpl w:val="7CCE81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3155E"/>
    <w:multiLevelType w:val="hybridMultilevel"/>
    <w:tmpl w:val="122C8C6E"/>
    <w:lvl w:ilvl="0" w:tplc="D56E6696">
      <w:start w:val="1"/>
      <w:numFmt w:val="upperLetter"/>
      <w:pStyle w:val="Titre2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74FF6"/>
    <w:multiLevelType w:val="hybridMultilevel"/>
    <w:tmpl w:val="955ED0F6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5006FA9"/>
    <w:multiLevelType w:val="hybridMultilevel"/>
    <w:tmpl w:val="7F86AFDC"/>
    <w:lvl w:ilvl="0" w:tplc="FCBEB634">
      <w:start w:val="1"/>
      <w:numFmt w:val="bullet"/>
      <w:lvlText w:val="►"/>
      <w:lvlJc w:val="left"/>
      <w:pPr>
        <w:ind w:left="1134" w:hanging="227"/>
      </w:pPr>
      <w:rPr>
        <w:rFonts w:ascii="Arial" w:hAnsi="Arial" w:hint="default"/>
        <w:caps w:val="0"/>
        <w:color w:val="D9D9DF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E6318CC"/>
    <w:multiLevelType w:val="hybridMultilevel"/>
    <w:tmpl w:val="690682F4"/>
    <w:lvl w:ilvl="0" w:tplc="4CC20FA2">
      <w:start w:val="1"/>
      <w:numFmt w:val="bullet"/>
      <w:pStyle w:val="PucesINP"/>
      <w:lvlText w:val="►"/>
      <w:lvlJc w:val="left"/>
      <w:pPr>
        <w:ind w:left="1134" w:hanging="227"/>
      </w:pPr>
      <w:rPr>
        <w:rFonts w:ascii="Arial" w:hAnsi="Arial" w:hint="default"/>
        <w:color w:val="FF009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D51C08"/>
    <w:multiLevelType w:val="multilevel"/>
    <w:tmpl w:val="30F6B8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EnumrationDC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D537DA2"/>
    <w:multiLevelType w:val="hybridMultilevel"/>
    <w:tmpl w:val="FC0630FC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1EA7C40"/>
    <w:multiLevelType w:val="multilevel"/>
    <w:tmpl w:val="97BEC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EF6079E"/>
    <w:multiLevelType w:val="hybridMultilevel"/>
    <w:tmpl w:val="D5862970"/>
    <w:lvl w:ilvl="0" w:tplc="6576C5AC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7"/>
  </w:num>
  <w:num w:numId="10">
    <w:abstractNumId w:val="4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6"/>
  </w:num>
  <w:num w:numId="18">
    <w:abstractNumId w:val="13"/>
  </w:num>
  <w:num w:numId="19">
    <w:abstractNumId w:val="0"/>
  </w:num>
  <w:num w:numId="20">
    <w:abstractNumId w:val="11"/>
  </w:num>
  <w:num w:numId="21">
    <w:abstractNumId w:val="3"/>
  </w:num>
  <w:num w:numId="22">
    <w:abstractNumId w:val="12"/>
  </w:num>
  <w:num w:numId="23">
    <w:abstractNumId w:val="8"/>
  </w:num>
  <w:num w:numId="24">
    <w:abstractNumId w:val="14"/>
  </w:num>
  <w:num w:numId="25">
    <w:abstractNumId w:val="9"/>
  </w:num>
  <w:num w:numId="26">
    <w:abstractNumId w:val="5"/>
  </w:num>
  <w:num w:numId="27">
    <w:abstractNumId w:val="10"/>
  </w:num>
  <w:num w:numId="28">
    <w:abstractNumId w:val="7"/>
  </w:num>
  <w:num w:numId="29">
    <w:abstractNumId w:val="7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C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1" w:alternateStyleNames="1"/>
  <w:stylePaneSortMethod w:val="0004"/>
  <w:revisionView w:inkAnnotation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55D"/>
    <w:rsid w:val="00010A38"/>
    <w:rsid w:val="000B1E54"/>
    <w:rsid w:val="000E1CCE"/>
    <w:rsid w:val="00103E00"/>
    <w:rsid w:val="0019799A"/>
    <w:rsid w:val="001C2E72"/>
    <w:rsid w:val="001E623A"/>
    <w:rsid w:val="00211113"/>
    <w:rsid w:val="00235FA8"/>
    <w:rsid w:val="00297DCF"/>
    <w:rsid w:val="002C555D"/>
    <w:rsid w:val="002D3874"/>
    <w:rsid w:val="002F4159"/>
    <w:rsid w:val="003003E4"/>
    <w:rsid w:val="0031725F"/>
    <w:rsid w:val="00350568"/>
    <w:rsid w:val="003548DE"/>
    <w:rsid w:val="003A2517"/>
    <w:rsid w:val="003C3F70"/>
    <w:rsid w:val="003F7691"/>
    <w:rsid w:val="00406C40"/>
    <w:rsid w:val="0047351D"/>
    <w:rsid w:val="004766CD"/>
    <w:rsid w:val="0049058F"/>
    <w:rsid w:val="00492950"/>
    <w:rsid w:val="00496A58"/>
    <w:rsid w:val="004A6359"/>
    <w:rsid w:val="00561888"/>
    <w:rsid w:val="005724A9"/>
    <w:rsid w:val="005C01BD"/>
    <w:rsid w:val="00610E99"/>
    <w:rsid w:val="00611C35"/>
    <w:rsid w:val="006942FC"/>
    <w:rsid w:val="00694EA4"/>
    <w:rsid w:val="006B0A13"/>
    <w:rsid w:val="006B5F86"/>
    <w:rsid w:val="006E418D"/>
    <w:rsid w:val="006F3212"/>
    <w:rsid w:val="00717F0D"/>
    <w:rsid w:val="00736FA6"/>
    <w:rsid w:val="00752490"/>
    <w:rsid w:val="007A1F67"/>
    <w:rsid w:val="007C60D2"/>
    <w:rsid w:val="007C7D29"/>
    <w:rsid w:val="007C7EED"/>
    <w:rsid w:val="00820449"/>
    <w:rsid w:val="0082581A"/>
    <w:rsid w:val="008360CA"/>
    <w:rsid w:val="008525B6"/>
    <w:rsid w:val="008610CE"/>
    <w:rsid w:val="008C04EF"/>
    <w:rsid w:val="00907926"/>
    <w:rsid w:val="0093664F"/>
    <w:rsid w:val="00953C81"/>
    <w:rsid w:val="009874AE"/>
    <w:rsid w:val="00995F3C"/>
    <w:rsid w:val="009A50C0"/>
    <w:rsid w:val="009E0DA5"/>
    <w:rsid w:val="00A14B63"/>
    <w:rsid w:val="00A33C83"/>
    <w:rsid w:val="00A3710F"/>
    <w:rsid w:val="00A44023"/>
    <w:rsid w:val="00A722D1"/>
    <w:rsid w:val="00A84811"/>
    <w:rsid w:val="00A914B0"/>
    <w:rsid w:val="00AD2203"/>
    <w:rsid w:val="00AF1689"/>
    <w:rsid w:val="00AF282F"/>
    <w:rsid w:val="00B079B9"/>
    <w:rsid w:val="00B33B0C"/>
    <w:rsid w:val="00B367BB"/>
    <w:rsid w:val="00B51264"/>
    <w:rsid w:val="00B54737"/>
    <w:rsid w:val="00B6276A"/>
    <w:rsid w:val="00B86637"/>
    <w:rsid w:val="00BA4244"/>
    <w:rsid w:val="00BC6621"/>
    <w:rsid w:val="00BD4AE4"/>
    <w:rsid w:val="00BE541C"/>
    <w:rsid w:val="00C549EF"/>
    <w:rsid w:val="00C74E63"/>
    <w:rsid w:val="00CC546D"/>
    <w:rsid w:val="00CE5BB1"/>
    <w:rsid w:val="00D55440"/>
    <w:rsid w:val="00D5568E"/>
    <w:rsid w:val="00D678B4"/>
    <w:rsid w:val="00DA76D4"/>
    <w:rsid w:val="00E021F7"/>
    <w:rsid w:val="00E92EFE"/>
    <w:rsid w:val="00EA09C3"/>
    <w:rsid w:val="00F24ED1"/>
    <w:rsid w:val="00F30DA5"/>
    <w:rsid w:val="00F40BDE"/>
    <w:rsid w:val="00F54E99"/>
    <w:rsid w:val="00F54EE2"/>
    <w:rsid w:val="00FC7561"/>
    <w:rsid w:val="00FD4041"/>
    <w:rsid w:val="00FE7DE0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1" w:unhideWhenUsed="0" w:qFormat="1"/>
    <w:lsdException w:name="heading 3" w:semiHidden="0" w:uiPriority="0" w:unhideWhenUsed="0"/>
    <w:lsdException w:name="heading 4" w:uiPriority="9"/>
    <w:lsdException w:name="heading 5" w:semiHidden="0" w:uiPriority="0" w:unhideWhenUsed="0"/>
    <w:lsdException w:name="heading 6" w:uiPriority="9"/>
    <w:lsdException w:name="heading 7" w:qFormat="1"/>
    <w:lsdException w:name="heading 8" w:semiHidden="0" w:uiPriority="0" w:unhideWhenUsed="0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/>
    <w:lsdException w:name="Title" w:semiHidden="0" w:unhideWhenUsed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2D1"/>
    <w:pPr>
      <w:suppressAutoHyphens/>
    </w:pPr>
    <w:rPr>
      <w:sz w:val="22"/>
    </w:rPr>
  </w:style>
  <w:style w:type="paragraph" w:styleId="Titre1">
    <w:name w:val="heading 1"/>
    <w:aliases w:val="Titre 1 DC"/>
    <w:basedOn w:val="Normal"/>
    <w:next w:val="Normal"/>
    <w:autoRedefine/>
    <w:uiPriority w:val="2"/>
    <w:qFormat/>
    <w:rsid w:val="008C04EF"/>
    <w:pPr>
      <w:keepNext/>
      <w:numPr>
        <w:numId w:val="1"/>
      </w:numPr>
      <w:jc w:val="center"/>
      <w:outlineLvl w:val="0"/>
    </w:pPr>
    <w:rPr>
      <w:rFonts w:cs="Arial"/>
      <w:b/>
      <w:bCs/>
      <w:caps/>
      <w:sz w:val="28"/>
    </w:rPr>
  </w:style>
  <w:style w:type="paragraph" w:styleId="Titre2">
    <w:name w:val="heading 2"/>
    <w:aliases w:val="Titre 2 DC"/>
    <w:basedOn w:val="Normal"/>
    <w:next w:val="Normal"/>
    <w:autoRedefine/>
    <w:uiPriority w:val="3"/>
    <w:qFormat/>
    <w:rsid w:val="00752490"/>
    <w:pPr>
      <w:keepNext/>
      <w:keepLines/>
      <w:numPr>
        <w:numId w:val="9"/>
      </w:numPr>
      <w:shd w:val="clear" w:color="auto" w:fill="66CCFF"/>
      <w:tabs>
        <w:tab w:val="left" w:pos="-6379"/>
      </w:tabs>
      <w:ind w:left="284" w:hanging="284"/>
      <w:outlineLvl w:val="1"/>
    </w:pPr>
    <w:rPr>
      <w:rFonts w:cs="Arial"/>
      <w:b/>
      <w:bCs/>
      <w:szCs w:val="24"/>
    </w:rPr>
  </w:style>
  <w:style w:type="paragraph" w:styleId="Titre3">
    <w:name w:val="heading 3"/>
    <w:aliases w:val="Italique"/>
    <w:basedOn w:val="Normal"/>
    <w:next w:val="Normal"/>
    <w:link w:val="Titre3Car1"/>
    <w:autoRedefine/>
    <w:uiPriority w:val="99"/>
    <w:rsid w:val="002F4159"/>
    <w:pPr>
      <w:keepNext/>
      <w:numPr>
        <w:ilvl w:val="2"/>
        <w:numId w:val="1"/>
      </w:numPr>
      <w:tabs>
        <w:tab w:val="left" w:pos="288"/>
      </w:tabs>
      <w:spacing w:before="60"/>
      <w:outlineLvl w:val="2"/>
    </w:pPr>
    <w:rPr>
      <w:rFonts w:cs="Arial"/>
      <w:i/>
      <w:iCs/>
      <w:sz w:val="16"/>
      <w:szCs w:val="16"/>
    </w:rPr>
  </w:style>
  <w:style w:type="paragraph" w:styleId="Titre4">
    <w:name w:val="heading 4"/>
    <w:basedOn w:val="Normal"/>
    <w:next w:val="Normal"/>
    <w:link w:val="Titre4Car"/>
    <w:uiPriority w:val="99"/>
    <w:semiHidden/>
    <w:unhideWhenUsed/>
    <w:rsid w:val="00CC54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uiPriority w:val="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semiHidden/>
    <w:unhideWhenUsed/>
    <w:rsid w:val="00CC54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uiPriority w:val="99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semiHidden/>
    <w:unhideWhenUsed/>
    <w:rsid w:val="00CC54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uiPriority w:val="99"/>
    <w:rPr>
      <w:rFonts w:cs="Times New Roman"/>
      <w:b/>
    </w:rPr>
  </w:style>
  <w:style w:type="character" w:customStyle="1" w:styleId="WW8Num2z1">
    <w:name w:val="WW8Num2z1"/>
    <w:uiPriority w:val="99"/>
    <w:rPr>
      <w:rFonts w:cs="Times New Roman"/>
    </w:rPr>
  </w:style>
  <w:style w:type="character" w:customStyle="1" w:styleId="Policepardfaut2">
    <w:name w:val="Police par défaut2"/>
    <w:uiPriority w:val="99"/>
  </w:style>
  <w:style w:type="character" w:customStyle="1" w:styleId="WW8Num1z0">
    <w:name w:val="WW8Num1z0"/>
    <w:uiPriority w:val="99"/>
    <w:rPr>
      <w:rFonts w:cs="Times New Roman"/>
    </w:rPr>
  </w:style>
  <w:style w:type="character" w:customStyle="1" w:styleId="WW8Num3z0">
    <w:name w:val="WW8Num3z0"/>
    <w:uiPriority w:val="99"/>
    <w:rPr>
      <w:rFonts w:cs="Times New Roman"/>
    </w:rPr>
  </w:style>
  <w:style w:type="character" w:customStyle="1" w:styleId="WW8Num4z0">
    <w:name w:val="WW8Num4z0"/>
    <w:uiPriority w:val="99"/>
    <w:rPr>
      <w:rFonts w:ascii="Wingdings" w:hAnsi="Wingdings" w:cs="Wingdings"/>
    </w:rPr>
  </w:style>
  <w:style w:type="character" w:customStyle="1" w:styleId="WW8Num4z1">
    <w:name w:val="WW8Num4z1"/>
    <w:uiPriority w:val="99"/>
    <w:rPr>
      <w:rFonts w:ascii="Courier New" w:hAnsi="Courier New" w:cs="Courier New"/>
    </w:rPr>
  </w:style>
  <w:style w:type="character" w:customStyle="1" w:styleId="WW8Num4z3">
    <w:name w:val="WW8Num4z3"/>
    <w:uiPriority w:val="99"/>
    <w:rPr>
      <w:rFonts w:ascii="Symbol" w:hAnsi="Symbol" w:cs="Symbol"/>
    </w:rPr>
  </w:style>
  <w:style w:type="character" w:customStyle="1" w:styleId="WW8Num5z0">
    <w:name w:val="WW8Num5z0"/>
    <w:uiPriority w:val="99"/>
    <w:rPr>
      <w:rFonts w:cs="Times New Roman"/>
      <w:b/>
    </w:rPr>
  </w:style>
  <w:style w:type="character" w:customStyle="1" w:styleId="WW8Num5z1">
    <w:name w:val="WW8Num5z1"/>
    <w:uiPriority w:val="99"/>
    <w:rPr>
      <w:rFonts w:cs="Times New Roman"/>
    </w:rPr>
  </w:style>
  <w:style w:type="character" w:customStyle="1" w:styleId="WW8Num6z0">
    <w:name w:val="WW8Num6z0"/>
    <w:uiPriority w:val="99"/>
    <w:rPr>
      <w:rFonts w:ascii="Wingdings" w:hAnsi="Wingdings" w:cs="Wingdings"/>
    </w:rPr>
  </w:style>
  <w:style w:type="character" w:customStyle="1" w:styleId="WW8Num6z1">
    <w:name w:val="WW8Num6z1"/>
    <w:uiPriority w:val="99"/>
    <w:rPr>
      <w:rFonts w:ascii="Courier New" w:hAnsi="Courier New" w:cs="Courier New"/>
    </w:rPr>
  </w:style>
  <w:style w:type="character" w:customStyle="1" w:styleId="WW8Num6z3">
    <w:name w:val="WW8Num6z3"/>
    <w:uiPriority w:val="99"/>
    <w:rPr>
      <w:rFonts w:ascii="Symbol" w:hAnsi="Symbol" w:cs="Symbol"/>
    </w:rPr>
  </w:style>
  <w:style w:type="character" w:customStyle="1" w:styleId="WW8Num7z0">
    <w:name w:val="WW8Num7z0"/>
    <w:uiPriority w:val="99"/>
    <w:rPr>
      <w:rFonts w:cs="Times New Roman"/>
    </w:rPr>
  </w:style>
  <w:style w:type="character" w:customStyle="1" w:styleId="Titre9Car">
    <w:name w:val="Titre 9 Car"/>
    <w:basedOn w:val="Policepardfaut"/>
    <w:link w:val="Titre9"/>
    <w:uiPriority w:val="99"/>
    <w:semiHidden/>
    <w:rsid w:val="008610CE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WW8Num8z1">
    <w:name w:val="WW8Num8z1"/>
    <w:uiPriority w:val="99"/>
    <w:rPr>
      <w:rFonts w:ascii="Courier New" w:hAnsi="Courier New" w:cs="Courier New"/>
    </w:rPr>
  </w:style>
  <w:style w:type="character" w:customStyle="1" w:styleId="WW8Num8z2">
    <w:name w:val="WW8Num8z2"/>
    <w:uiPriority w:val="99"/>
    <w:rPr>
      <w:rFonts w:ascii="Wingdings" w:hAnsi="Wingdings" w:cs="Wingdings"/>
    </w:rPr>
  </w:style>
  <w:style w:type="character" w:customStyle="1" w:styleId="WW8Num8z3">
    <w:name w:val="WW8Num8z3"/>
    <w:uiPriority w:val="99"/>
    <w:rPr>
      <w:rFonts w:ascii="Symbol" w:hAnsi="Symbol" w:cs="Symbol"/>
    </w:rPr>
  </w:style>
  <w:style w:type="character" w:customStyle="1" w:styleId="WW8Num9z0">
    <w:name w:val="WW8Num9z0"/>
    <w:uiPriority w:val="99"/>
    <w:rPr>
      <w:rFonts w:cs="Times New Roman"/>
    </w:rPr>
  </w:style>
  <w:style w:type="character" w:customStyle="1" w:styleId="WW8Num11z1">
    <w:name w:val="WW8Num11z1"/>
    <w:uiPriority w:val="99"/>
    <w:rPr>
      <w:rFonts w:ascii="Symbol" w:hAnsi="Symbol" w:cs="Symbol"/>
    </w:rPr>
  </w:style>
  <w:style w:type="character" w:customStyle="1" w:styleId="WW8Num12z0">
    <w:name w:val="WW8Num12z0"/>
    <w:uiPriority w:val="99"/>
    <w:rPr>
      <w:rFonts w:ascii="Wingdings" w:eastAsia="Times New Roman" w:hAnsi="Wingdings" w:cs="Wingdings"/>
      <w:b/>
      <w:color w:val="66CCFF"/>
    </w:rPr>
  </w:style>
  <w:style w:type="character" w:customStyle="1" w:styleId="WW8Num12z1">
    <w:name w:val="WW8Num12z1"/>
    <w:uiPriority w:val="99"/>
    <w:rPr>
      <w:rFonts w:ascii="Courier New" w:hAnsi="Courier New" w:cs="Courier New"/>
    </w:rPr>
  </w:style>
  <w:style w:type="character" w:styleId="Accentuation">
    <w:name w:val="Emphasis"/>
    <w:basedOn w:val="Policepardfaut"/>
    <w:uiPriority w:val="20"/>
    <w:rsid w:val="00CC546D"/>
    <w:rPr>
      <w:i/>
      <w:iCs/>
    </w:rPr>
  </w:style>
  <w:style w:type="character" w:customStyle="1" w:styleId="Titre6Car">
    <w:name w:val="Titre 6 Car"/>
    <w:basedOn w:val="Policepardfaut"/>
    <w:link w:val="Titre6"/>
    <w:uiPriority w:val="99"/>
    <w:semiHidden/>
    <w:rsid w:val="008610CE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Titre4Car">
    <w:name w:val="Titre 4 Car"/>
    <w:basedOn w:val="Policepardfaut"/>
    <w:link w:val="Titre4"/>
    <w:uiPriority w:val="99"/>
    <w:semiHidden/>
    <w:rsid w:val="008610C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customStyle="1" w:styleId="EnumrationBleu">
    <w:name w:val="Enumération Bleu"/>
    <w:basedOn w:val="Normal"/>
    <w:autoRedefine/>
    <w:uiPriority w:val="8"/>
    <w:qFormat/>
    <w:rsid w:val="009874AE"/>
    <w:pPr>
      <w:numPr>
        <w:numId w:val="21"/>
      </w:numPr>
      <w:tabs>
        <w:tab w:val="right" w:pos="-6237"/>
      </w:tabs>
      <w:spacing w:before="240"/>
      <w:ind w:left="284" w:hanging="284"/>
      <w:jc w:val="both"/>
    </w:pPr>
    <w:rPr>
      <w:rFonts w:asciiTheme="minorHAnsi" w:hAnsiTheme="minorHAnsi" w:cs="Arial"/>
      <w:bCs/>
    </w:rPr>
  </w:style>
  <w:style w:type="table" w:styleId="Grilledutableau">
    <w:name w:val="Table Grid"/>
    <w:basedOn w:val="TableauNormal"/>
    <w:uiPriority w:val="59"/>
    <w:rsid w:val="00F2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sescocherDC">
    <w:name w:val="Cases à cocher DC"/>
    <w:basedOn w:val="NormalDC"/>
    <w:autoRedefine/>
    <w:uiPriority w:val="10"/>
    <w:qFormat/>
    <w:rsid w:val="009874AE"/>
    <w:pPr>
      <w:tabs>
        <w:tab w:val="left" w:pos="-6379"/>
      </w:tabs>
      <w:ind w:left="709" w:hanging="425"/>
    </w:pPr>
    <w:rPr>
      <w:sz w:val="22"/>
    </w:rPr>
  </w:style>
  <w:style w:type="character" w:customStyle="1" w:styleId="WW8Num19z0">
    <w:name w:val="WW8Num19z0"/>
    <w:uiPriority w:val="99"/>
    <w:rPr>
      <w:rFonts w:cs="Times New Roman"/>
    </w:rPr>
  </w:style>
  <w:style w:type="character" w:customStyle="1" w:styleId="WW8Num21z0">
    <w:name w:val="WW8Num21z0"/>
    <w:uiPriority w:val="99"/>
    <w:rPr>
      <w:rFonts w:ascii="Wingdings" w:eastAsia="Times New Roman" w:hAnsi="Wingdings" w:cs="Wingdings"/>
      <w:b/>
      <w:color w:val="66CCFF"/>
    </w:rPr>
  </w:style>
  <w:style w:type="character" w:customStyle="1" w:styleId="WW8Num21z1">
    <w:name w:val="WW8Num21z1"/>
    <w:uiPriority w:val="99"/>
    <w:rPr>
      <w:rFonts w:ascii="Courier New" w:hAnsi="Courier New" w:cs="Courier New"/>
    </w:rPr>
  </w:style>
  <w:style w:type="character" w:customStyle="1" w:styleId="WW8Num21z2">
    <w:name w:val="WW8Num21z2"/>
    <w:uiPriority w:val="99"/>
    <w:rPr>
      <w:rFonts w:ascii="Wingdings" w:hAnsi="Wingdings" w:cs="Wingdings"/>
    </w:rPr>
  </w:style>
  <w:style w:type="character" w:customStyle="1" w:styleId="WW8Num22z0">
    <w:name w:val="WW8Num22z0"/>
    <w:uiPriority w:val="99"/>
    <w:rPr>
      <w:rFonts w:cs="Times New Roman"/>
    </w:rPr>
  </w:style>
  <w:style w:type="character" w:customStyle="1" w:styleId="WW8Num23z0">
    <w:name w:val="WW8Num23z0"/>
    <w:uiPriority w:val="99"/>
    <w:rPr>
      <w:rFonts w:ascii="Wingdings" w:hAnsi="Wingdings" w:cs="Wingdings"/>
      <w:b/>
      <w:color w:val="66CCFF"/>
    </w:rPr>
  </w:style>
  <w:style w:type="character" w:customStyle="1" w:styleId="WW8Num23z1">
    <w:name w:val="WW8Num23z1"/>
    <w:uiPriority w:val="99"/>
    <w:rPr>
      <w:rFonts w:ascii="Courier New" w:hAnsi="Courier New" w:cs="Courier New"/>
    </w:rPr>
  </w:style>
  <w:style w:type="character" w:customStyle="1" w:styleId="WW8Num23z2">
    <w:name w:val="WW8Num23z2"/>
    <w:uiPriority w:val="99"/>
    <w:rPr>
      <w:rFonts w:ascii="Wingdings" w:hAnsi="Wingdings" w:cs="Wingdings"/>
    </w:rPr>
  </w:style>
  <w:style w:type="character" w:customStyle="1" w:styleId="WW8Num23z3">
    <w:name w:val="WW8Num23z3"/>
    <w:uiPriority w:val="99"/>
    <w:rPr>
      <w:rFonts w:ascii="Symbol" w:hAnsi="Symbol" w:cs="Symbol"/>
    </w:rPr>
  </w:style>
  <w:style w:type="character" w:customStyle="1" w:styleId="WW8Num24z0">
    <w:name w:val="WW8Num24z0"/>
    <w:uiPriority w:val="99"/>
    <w:rPr>
      <w:rFonts w:ascii="Symbol" w:hAnsi="Symbol" w:cs="Symbol"/>
    </w:rPr>
  </w:style>
  <w:style w:type="character" w:customStyle="1" w:styleId="WW8Num25z0">
    <w:name w:val="WW8Num25z0"/>
    <w:uiPriority w:val="99"/>
    <w:rPr>
      <w:rFonts w:ascii="Wingdings" w:hAnsi="Wingdings" w:cs="Wingdings"/>
    </w:rPr>
  </w:style>
  <w:style w:type="character" w:customStyle="1" w:styleId="WW8Num25z1">
    <w:name w:val="WW8Num25z1"/>
    <w:uiPriority w:val="99"/>
    <w:rPr>
      <w:rFonts w:ascii="Courier New" w:hAnsi="Courier New" w:cs="Courier New"/>
    </w:rPr>
  </w:style>
  <w:style w:type="character" w:customStyle="1" w:styleId="WW8Num25z3">
    <w:name w:val="WW8Num25z3"/>
    <w:uiPriority w:val="99"/>
    <w:rPr>
      <w:rFonts w:ascii="Symbol" w:hAnsi="Symbol" w:cs="Symbol"/>
    </w:rPr>
  </w:style>
  <w:style w:type="character" w:customStyle="1" w:styleId="WW8Num26z0">
    <w:name w:val="WW8Num26z0"/>
    <w:uiPriority w:val="99"/>
    <w:rPr>
      <w:rFonts w:cs="Times New Roman"/>
    </w:rPr>
  </w:style>
  <w:style w:type="character" w:customStyle="1" w:styleId="WW8Num27z0">
    <w:name w:val="WW8Num27z0"/>
    <w:uiPriority w:val="99"/>
    <w:rPr>
      <w:rFonts w:cs="Times New Roman"/>
      <w:b/>
    </w:rPr>
  </w:style>
  <w:style w:type="character" w:customStyle="1" w:styleId="WW8Num27z1">
    <w:name w:val="WW8Num27z1"/>
    <w:uiPriority w:val="99"/>
    <w:rPr>
      <w:rFonts w:cs="Times New Roman"/>
    </w:rPr>
  </w:style>
  <w:style w:type="character" w:customStyle="1" w:styleId="WW8Num28z0">
    <w:name w:val="WW8Num28z0"/>
    <w:uiPriority w:val="99"/>
    <w:rPr>
      <w:rFonts w:cs="Times New Roman"/>
    </w:rPr>
  </w:style>
  <w:style w:type="character" w:customStyle="1" w:styleId="WW8Num28z3">
    <w:name w:val="WW8Num28z3"/>
    <w:uiPriority w:val="99"/>
    <w:rPr>
      <w:rFonts w:ascii="Wingdings" w:hAnsi="Wingdings" w:cs="Wingdings"/>
    </w:rPr>
  </w:style>
  <w:style w:type="character" w:customStyle="1" w:styleId="WW8Num29z0">
    <w:name w:val="WW8Num29z0"/>
    <w:uiPriority w:val="99"/>
    <w:rPr>
      <w:rFonts w:cs="Times New Roman"/>
    </w:rPr>
  </w:style>
  <w:style w:type="character" w:customStyle="1" w:styleId="WW8Num30z0">
    <w:name w:val="WW8Num30z0"/>
    <w:uiPriority w:val="99"/>
    <w:rPr>
      <w:rFonts w:ascii="Wingdings" w:eastAsia="Times New Roman" w:hAnsi="Wingdings" w:cs="Wingdings"/>
      <w:b/>
      <w:color w:val="66CCFF"/>
    </w:rPr>
  </w:style>
  <w:style w:type="character" w:customStyle="1" w:styleId="WW8Num30z2">
    <w:name w:val="WW8Num30z2"/>
    <w:uiPriority w:val="99"/>
    <w:rPr>
      <w:rFonts w:ascii="Wingdings" w:hAnsi="Wingdings" w:cs="Wingdings"/>
    </w:rPr>
  </w:style>
  <w:style w:type="character" w:customStyle="1" w:styleId="WW8Num30z3">
    <w:name w:val="WW8Num30z3"/>
    <w:uiPriority w:val="99"/>
    <w:rPr>
      <w:rFonts w:ascii="Symbol" w:hAnsi="Symbol" w:cs="Symbol"/>
    </w:rPr>
  </w:style>
  <w:style w:type="character" w:customStyle="1" w:styleId="WW8Num31z0">
    <w:name w:val="WW8Num31z0"/>
    <w:uiPriority w:val="99"/>
    <w:rPr>
      <w:rFonts w:cs="Times New Roman"/>
    </w:rPr>
  </w:style>
  <w:style w:type="character" w:customStyle="1" w:styleId="WW8Num32z0">
    <w:name w:val="WW8Num32z0"/>
    <w:uiPriority w:val="99"/>
    <w:rPr>
      <w:rFonts w:ascii="Wingdings" w:hAnsi="Wingdings" w:cs="Wingdings"/>
    </w:rPr>
  </w:style>
  <w:style w:type="character" w:customStyle="1" w:styleId="WW8Num32z1">
    <w:name w:val="WW8Num32z1"/>
    <w:uiPriority w:val="99"/>
    <w:rPr>
      <w:rFonts w:ascii="Courier New" w:hAnsi="Courier New" w:cs="Courier New"/>
    </w:rPr>
  </w:style>
  <w:style w:type="character" w:customStyle="1" w:styleId="WW8Num32z3">
    <w:name w:val="WW8Num32z3"/>
    <w:uiPriority w:val="99"/>
    <w:rPr>
      <w:rFonts w:ascii="Symbol" w:hAnsi="Symbol" w:cs="Symbol"/>
    </w:rPr>
  </w:style>
  <w:style w:type="character" w:customStyle="1" w:styleId="WW8Num33z0">
    <w:name w:val="WW8Num33z0"/>
    <w:uiPriority w:val="99"/>
    <w:rPr>
      <w:rFonts w:cs="Times New Roman"/>
    </w:rPr>
  </w:style>
  <w:style w:type="character" w:customStyle="1" w:styleId="WW8Num34z0">
    <w:name w:val="WW8Num34z0"/>
    <w:uiPriority w:val="99"/>
    <w:rPr>
      <w:rFonts w:cs="Times New Roman"/>
    </w:rPr>
  </w:style>
  <w:style w:type="character" w:customStyle="1" w:styleId="WW8Num35z0">
    <w:name w:val="WW8Num35z0"/>
    <w:uiPriority w:val="99"/>
    <w:rPr>
      <w:rFonts w:ascii="Wingdings" w:hAnsi="Wingdings" w:cs="Wingdings"/>
    </w:rPr>
  </w:style>
  <w:style w:type="character" w:customStyle="1" w:styleId="WW8Num35z1">
    <w:name w:val="WW8Num35z1"/>
    <w:uiPriority w:val="99"/>
    <w:rPr>
      <w:rFonts w:ascii="Courier New" w:hAnsi="Courier New" w:cs="Courier New"/>
    </w:rPr>
  </w:style>
  <w:style w:type="character" w:customStyle="1" w:styleId="WW8Num35z3">
    <w:name w:val="WW8Num35z3"/>
    <w:uiPriority w:val="99"/>
    <w:rPr>
      <w:rFonts w:ascii="Symbol" w:hAnsi="Symbol" w:cs="Symbol"/>
    </w:rPr>
  </w:style>
  <w:style w:type="character" w:customStyle="1" w:styleId="WW8Num36z0">
    <w:name w:val="WW8Num36z0"/>
    <w:uiPriority w:val="99"/>
    <w:rPr>
      <w:rFonts w:cs="Times New Roman"/>
      <w:b/>
    </w:rPr>
  </w:style>
  <w:style w:type="character" w:customStyle="1" w:styleId="WW8Num36z1">
    <w:name w:val="WW8Num36z1"/>
    <w:uiPriority w:val="99"/>
    <w:rPr>
      <w:rFonts w:cs="Times New Roman"/>
    </w:rPr>
  </w:style>
  <w:style w:type="character" w:customStyle="1" w:styleId="WW8Num37z0">
    <w:name w:val="WW8Num37z0"/>
    <w:uiPriority w:val="99"/>
    <w:rPr>
      <w:rFonts w:ascii="Symbol" w:hAnsi="Symbol" w:cs="Symbol"/>
    </w:rPr>
  </w:style>
  <w:style w:type="character" w:customStyle="1" w:styleId="Policepardfaut1">
    <w:name w:val="Police par défaut1"/>
    <w:uiPriority w:val="99"/>
  </w:style>
  <w:style w:type="character" w:customStyle="1" w:styleId="Titre1Car">
    <w:name w:val="Titre 1 Car"/>
    <w:uiPriority w:val="9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uiPriority w:val="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uiPriority w:val="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uiPriority w:val="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uiPriority w:val="9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uiPriority w:val="99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uiPriority w:val="99"/>
    <w:rPr>
      <w:rFonts w:cs="Times New Roman"/>
    </w:rPr>
  </w:style>
  <w:style w:type="character" w:customStyle="1" w:styleId="NotedebasdepageCar">
    <w:name w:val="Note de bas de page Car"/>
    <w:uiPriority w:val="99"/>
    <w:rPr>
      <w:sz w:val="20"/>
      <w:szCs w:val="20"/>
    </w:rPr>
  </w:style>
  <w:style w:type="character" w:customStyle="1" w:styleId="CorpsdetexteCar">
    <w:name w:val="Corps de texte Car"/>
    <w:uiPriority w:val="99"/>
    <w:rPr>
      <w:sz w:val="20"/>
      <w:szCs w:val="20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Corpsdetexte3Car">
    <w:name w:val="Corps de texte 3 Car"/>
    <w:uiPriority w:val="99"/>
    <w:rPr>
      <w:sz w:val="16"/>
      <w:szCs w:val="16"/>
    </w:rPr>
  </w:style>
  <w:style w:type="paragraph" w:customStyle="1" w:styleId="Titre20">
    <w:name w:val="Titre2"/>
    <w:basedOn w:val="Normal"/>
    <w:next w:val="Corpsdetexte"/>
    <w:uiPriority w:val="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uiPriority w:val="99"/>
    <w:rPr>
      <w:rFonts w:cs="Mangal"/>
    </w:rPr>
  </w:style>
  <w:style w:type="paragraph" w:styleId="Lgende">
    <w:name w:val="caption"/>
    <w:basedOn w:val="Normal"/>
    <w:next w:val="Normal"/>
    <w:uiPriority w:val="99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uiPriority w:val="99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link w:val="TextedebullesCar1"/>
    <w:uiPriority w:val="99"/>
    <w:semiHidden/>
    <w:unhideWhenUsed/>
    <w:rsid w:val="00297DCF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autoRedefine/>
    <w:uiPriority w:val="12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Cs w:val="22"/>
    </w:rPr>
  </w:style>
  <w:style w:type="paragraph" w:styleId="Notedebasdepage">
    <w:name w:val="footnote text"/>
    <w:basedOn w:val="Normal"/>
    <w:uiPriority w:val="99"/>
  </w:style>
  <w:style w:type="paragraph" w:customStyle="1" w:styleId="Corpsdetexte21">
    <w:name w:val="Corps de texte 21"/>
    <w:basedOn w:val="Normal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  <w:uiPriority w:val="99"/>
  </w:style>
  <w:style w:type="paragraph" w:customStyle="1" w:styleId="Titredetableau">
    <w:name w:val="Titre de tableau"/>
    <w:basedOn w:val="Normal"/>
    <w:uiPriority w:val="99"/>
    <w:rsid w:val="003C3F70"/>
    <w:pPr>
      <w:suppressLineNumbers/>
      <w:jc w:val="center"/>
    </w:pPr>
    <w:rPr>
      <w:b/>
      <w:bCs/>
    </w:rPr>
  </w:style>
  <w:style w:type="paragraph" w:styleId="Sous-titre">
    <w:name w:val="Subtitle"/>
    <w:aliases w:val="Pied Page DC"/>
    <w:basedOn w:val="Normal"/>
    <w:next w:val="Normal"/>
    <w:link w:val="Sous-titreCar"/>
    <w:autoRedefine/>
    <w:uiPriority w:val="99"/>
    <w:qFormat/>
    <w:rsid w:val="00CC546D"/>
    <w:pPr>
      <w:numPr>
        <w:ilvl w:val="1"/>
      </w:numPr>
      <w:ind w:left="-88"/>
    </w:pPr>
    <w:rPr>
      <w:rFonts w:eastAsiaTheme="majorEastAsia" w:cstheme="majorBidi"/>
      <w:b/>
      <w:iCs/>
      <w:spacing w:val="15"/>
      <w:szCs w:val="24"/>
    </w:rPr>
  </w:style>
  <w:style w:type="character" w:customStyle="1" w:styleId="Sous-titreCar">
    <w:name w:val="Sous-titre Car"/>
    <w:aliases w:val="Pied Page DC Car"/>
    <w:basedOn w:val="Policepardfaut"/>
    <w:link w:val="Sous-titre"/>
    <w:uiPriority w:val="99"/>
    <w:rsid w:val="008610CE"/>
    <w:rPr>
      <w:rFonts w:eastAsiaTheme="majorEastAsia" w:cstheme="majorBidi"/>
      <w:b/>
      <w:iCs/>
      <w:spacing w:val="15"/>
      <w:sz w:val="22"/>
      <w:szCs w:val="24"/>
    </w:rPr>
  </w:style>
  <w:style w:type="paragraph" w:customStyle="1" w:styleId="Italique1">
    <w:name w:val="Italique 1"/>
    <w:basedOn w:val="Normal"/>
    <w:autoRedefine/>
    <w:uiPriority w:val="5"/>
    <w:qFormat/>
    <w:rsid w:val="00A722D1"/>
    <w:pPr>
      <w:ind w:left="284"/>
    </w:pPr>
    <w:rPr>
      <w:i/>
      <w:iCs/>
      <w:sz w:val="16"/>
      <w:szCs w:val="16"/>
    </w:rPr>
  </w:style>
  <w:style w:type="paragraph" w:customStyle="1" w:styleId="ItaliqueDC">
    <w:name w:val="Italique DC"/>
    <w:basedOn w:val="NormalDC"/>
    <w:link w:val="ItaliqueDCCar"/>
    <w:autoRedefine/>
    <w:uiPriority w:val="4"/>
    <w:qFormat/>
    <w:rsid w:val="00995F3C"/>
    <w:pPr>
      <w:ind w:right="-286"/>
    </w:pPr>
    <w:rPr>
      <w:i/>
      <w:sz w:val="16"/>
    </w:rPr>
  </w:style>
  <w:style w:type="character" w:customStyle="1" w:styleId="Titre3Car1">
    <w:name w:val="Titre 3 Car1"/>
    <w:aliases w:val="Italique Car"/>
    <w:basedOn w:val="Policepardfaut"/>
    <w:link w:val="Titre3"/>
    <w:uiPriority w:val="99"/>
    <w:rsid w:val="002D3874"/>
    <w:rPr>
      <w:rFonts w:cs="Arial"/>
      <w:i/>
      <w:iCs/>
      <w:sz w:val="16"/>
      <w:szCs w:val="16"/>
    </w:rPr>
  </w:style>
  <w:style w:type="paragraph" w:styleId="Paragraphedeliste">
    <w:name w:val="List Paragraph"/>
    <w:basedOn w:val="Normal"/>
    <w:uiPriority w:val="34"/>
    <w:rsid w:val="003F7691"/>
    <w:pPr>
      <w:ind w:left="720"/>
      <w:contextualSpacing/>
    </w:pPr>
  </w:style>
  <w:style w:type="paragraph" w:customStyle="1" w:styleId="EnumrationDC">
    <w:name w:val="Enumération DC"/>
    <w:basedOn w:val="Normal"/>
    <w:link w:val="EnumrationDCCar"/>
    <w:autoRedefine/>
    <w:uiPriority w:val="9"/>
    <w:qFormat/>
    <w:rsid w:val="00BC6621"/>
    <w:pPr>
      <w:numPr>
        <w:ilvl w:val="1"/>
        <w:numId w:val="20"/>
      </w:numPr>
      <w:tabs>
        <w:tab w:val="left" w:pos="-6237"/>
        <w:tab w:val="left" w:pos="993"/>
        <w:tab w:val="left" w:pos="1418"/>
        <w:tab w:val="left" w:pos="1843"/>
        <w:tab w:val="left" w:pos="2268"/>
        <w:tab w:val="left" w:pos="2694"/>
      </w:tabs>
      <w:spacing w:before="240" w:after="240"/>
      <w:ind w:left="567" w:firstLine="426"/>
    </w:pPr>
    <w:rPr>
      <w:rFonts w:asciiTheme="minorHAnsi" w:hAnsiTheme="minorHAnsi"/>
      <w:szCs w:val="22"/>
    </w:rPr>
  </w:style>
  <w:style w:type="character" w:customStyle="1" w:styleId="EnumrationDCCar">
    <w:name w:val="Enumération DC Car"/>
    <w:basedOn w:val="Policepardfaut"/>
    <w:link w:val="EnumrationDC"/>
    <w:uiPriority w:val="9"/>
    <w:rsid w:val="00A722D1"/>
    <w:rPr>
      <w:rFonts w:asciiTheme="minorHAnsi" w:hAnsiTheme="minorHAnsi"/>
      <w:sz w:val="22"/>
      <w:szCs w:val="22"/>
    </w:rPr>
  </w:style>
  <w:style w:type="paragraph" w:styleId="Listepuces2">
    <w:name w:val="List Bullet 2"/>
    <w:basedOn w:val="Normal"/>
    <w:uiPriority w:val="99"/>
    <w:semiHidden/>
    <w:unhideWhenUsed/>
    <w:rsid w:val="007A1F67"/>
    <w:pPr>
      <w:numPr>
        <w:numId w:val="19"/>
      </w:numPr>
      <w:contextualSpacing/>
    </w:pPr>
  </w:style>
  <w:style w:type="paragraph" w:customStyle="1" w:styleId="DateetSignatureDC">
    <w:name w:val="Date et Signature DC"/>
    <w:basedOn w:val="Normal"/>
    <w:link w:val="DateetSignatureDCCar"/>
    <w:autoRedefine/>
    <w:uiPriority w:val="99"/>
    <w:qFormat/>
    <w:rsid w:val="006942FC"/>
    <w:pPr>
      <w:tabs>
        <w:tab w:val="left" w:pos="5670"/>
      </w:tabs>
    </w:pPr>
  </w:style>
  <w:style w:type="character" w:customStyle="1" w:styleId="DateetSignatureDCCar">
    <w:name w:val="Date et Signature DC Car"/>
    <w:basedOn w:val="Policepardfaut"/>
    <w:link w:val="DateetSignatureDC"/>
    <w:uiPriority w:val="99"/>
    <w:rsid w:val="008610CE"/>
    <w:rPr>
      <w:sz w:val="22"/>
    </w:rPr>
  </w:style>
  <w:style w:type="paragraph" w:customStyle="1" w:styleId="NormalDC">
    <w:name w:val="Normal DC"/>
    <w:basedOn w:val="Normal"/>
    <w:link w:val="NormalDCCar"/>
    <w:autoRedefine/>
    <w:uiPriority w:val="1"/>
    <w:qFormat/>
    <w:rsid w:val="0093664F"/>
    <w:pPr>
      <w:tabs>
        <w:tab w:val="left" w:pos="-6237"/>
      </w:tabs>
      <w:ind w:right="-18"/>
    </w:pPr>
    <w:rPr>
      <w:rFonts w:asciiTheme="minorHAnsi" w:hAnsiTheme="minorHAnsi"/>
      <w:sz w:val="20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297DCF"/>
    <w:rPr>
      <w:rFonts w:ascii="Tahoma" w:hAnsi="Tahoma" w:cs="Tahoma"/>
      <w:sz w:val="16"/>
      <w:szCs w:val="16"/>
      <w:lang w:eastAsia="zh-CN"/>
    </w:rPr>
  </w:style>
  <w:style w:type="character" w:customStyle="1" w:styleId="NormalDCCar">
    <w:name w:val="Normal DC Car"/>
    <w:basedOn w:val="Policepardfaut"/>
    <w:link w:val="NormalDC"/>
    <w:uiPriority w:val="1"/>
    <w:rsid w:val="0093664F"/>
    <w:rPr>
      <w:rFonts w:asciiTheme="minorHAnsi" w:hAnsiTheme="minorHAnsi"/>
    </w:rPr>
  </w:style>
  <w:style w:type="paragraph" w:customStyle="1" w:styleId="ItaliquePied">
    <w:name w:val="Italique Pied"/>
    <w:basedOn w:val="Normal"/>
    <w:autoRedefine/>
    <w:uiPriority w:val="7"/>
    <w:qFormat/>
    <w:rsid w:val="009874AE"/>
    <w:pPr>
      <w:tabs>
        <w:tab w:val="left" w:pos="-6379"/>
      </w:tabs>
      <w:ind w:right="-144"/>
    </w:pPr>
    <w:rPr>
      <w:i/>
      <w:sz w:val="18"/>
      <w:szCs w:val="18"/>
      <w:vertAlign w:val="superscript"/>
    </w:rPr>
  </w:style>
  <w:style w:type="paragraph" w:customStyle="1" w:styleId="PucesINP">
    <w:name w:val="Puces INP"/>
    <w:basedOn w:val="Normal"/>
    <w:autoRedefine/>
    <w:uiPriority w:val="11"/>
    <w:qFormat/>
    <w:rsid w:val="009874AE"/>
    <w:pPr>
      <w:numPr>
        <w:numId w:val="27"/>
      </w:numPr>
      <w:tabs>
        <w:tab w:val="left" w:pos="-6237"/>
        <w:tab w:val="left" w:pos="5954"/>
      </w:tabs>
      <w:suppressAutoHyphens w:val="0"/>
      <w:spacing w:before="60" w:after="60"/>
      <w:ind w:left="992" w:hanging="425"/>
    </w:pPr>
    <w:rPr>
      <w:b/>
      <w:sz w:val="20"/>
    </w:rPr>
  </w:style>
  <w:style w:type="paragraph" w:customStyle="1" w:styleId="Italique2">
    <w:name w:val="Italique 2"/>
    <w:basedOn w:val="Normal"/>
    <w:autoRedefine/>
    <w:uiPriority w:val="6"/>
    <w:qFormat/>
    <w:rsid w:val="00995F3C"/>
    <w:pPr>
      <w:tabs>
        <w:tab w:val="left" w:pos="-6379"/>
      </w:tabs>
      <w:ind w:left="709"/>
    </w:pPr>
    <w:rPr>
      <w:i/>
      <w:sz w:val="16"/>
    </w:rPr>
  </w:style>
  <w:style w:type="character" w:customStyle="1" w:styleId="ItaliqueDCCar">
    <w:name w:val="Italique DC Car"/>
    <w:basedOn w:val="NormalDCCar"/>
    <w:link w:val="ItaliqueDC"/>
    <w:uiPriority w:val="4"/>
    <w:rsid w:val="00A722D1"/>
    <w:rPr>
      <w:rFonts w:asciiTheme="minorHAnsi" w:hAnsiTheme="minorHAnsi"/>
      <w:i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1" w:unhideWhenUsed="0" w:qFormat="1"/>
    <w:lsdException w:name="heading 3" w:semiHidden="0" w:uiPriority="0" w:unhideWhenUsed="0"/>
    <w:lsdException w:name="heading 4" w:uiPriority="9"/>
    <w:lsdException w:name="heading 5" w:semiHidden="0" w:uiPriority="0" w:unhideWhenUsed="0"/>
    <w:lsdException w:name="heading 6" w:uiPriority="9"/>
    <w:lsdException w:name="heading 7" w:qFormat="1"/>
    <w:lsdException w:name="heading 8" w:semiHidden="0" w:uiPriority="0" w:unhideWhenUsed="0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/>
    <w:lsdException w:name="Title" w:semiHidden="0" w:unhideWhenUsed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2D1"/>
    <w:pPr>
      <w:suppressAutoHyphens/>
    </w:pPr>
    <w:rPr>
      <w:sz w:val="22"/>
    </w:rPr>
  </w:style>
  <w:style w:type="paragraph" w:styleId="Titre1">
    <w:name w:val="heading 1"/>
    <w:aliases w:val="Titre 1 DC"/>
    <w:basedOn w:val="Normal"/>
    <w:next w:val="Normal"/>
    <w:autoRedefine/>
    <w:uiPriority w:val="2"/>
    <w:qFormat/>
    <w:rsid w:val="008C04EF"/>
    <w:pPr>
      <w:keepNext/>
      <w:numPr>
        <w:numId w:val="1"/>
      </w:numPr>
      <w:jc w:val="center"/>
      <w:outlineLvl w:val="0"/>
    </w:pPr>
    <w:rPr>
      <w:rFonts w:cs="Arial"/>
      <w:b/>
      <w:bCs/>
      <w:caps/>
      <w:sz w:val="28"/>
    </w:rPr>
  </w:style>
  <w:style w:type="paragraph" w:styleId="Titre2">
    <w:name w:val="heading 2"/>
    <w:aliases w:val="Titre 2 DC"/>
    <w:basedOn w:val="Normal"/>
    <w:next w:val="Normal"/>
    <w:autoRedefine/>
    <w:uiPriority w:val="3"/>
    <w:qFormat/>
    <w:rsid w:val="00752490"/>
    <w:pPr>
      <w:keepNext/>
      <w:keepLines/>
      <w:numPr>
        <w:numId w:val="9"/>
      </w:numPr>
      <w:shd w:val="clear" w:color="auto" w:fill="66CCFF"/>
      <w:tabs>
        <w:tab w:val="left" w:pos="-6379"/>
      </w:tabs>
      <w:ind w:left="284" w:hanging="284"/>
      <w:outlineLvl w:val="1"/>
    </w:pPr>
    <w:rPr>
      <w:rFonts w:cs="Arial"/>
      <w:b/>
      <w:bCs/>
      <w:szCs w:val="24"/>
    </w:rPr>
  </w:style>
  <w:style w:type="paragraph" w:styleId="Titre3">
    <w:name w:val="heading 3"/>
    <w:aliases w:val="Italique"/>
    <w:basedOn w:val="Normal"/>
    <w:next w:val="Normal"/>
    <w:link w:val="Titre3Car1"/>
    <w:autoRedefine/>
    <w:uiPriority w:val="99"/>
    <w:rsid w:val="002F4159"/>
    <w:pPr>
      <w:keepNext/>
      <w:numPr>
        <w:ilvl w:val="2"/>
        <w:numId w:val="1"/>
      </w:numPr>
      <w:tabs>
        <w:tab w:val="left" w:pos="288"/>
      </w:tabs>
      <w:spacing w:before="60"/>
      <w:outlineLvl w:val="2"/>
    </w:pPr>
    <w:rPr>
      <w:rFonts w:cs="Arial"/>
      <w:i/>
      <w:iCs/>
      <w:sz w:val="16"/>
      <w:szCs w:val="16"/>
    </w:rPr>
  </w:style>
  <w:style w:type="paragraph" w:styleId="Titre4">
    <w:name w:val="heading 4"/>
    <w:basedOn w:val="Normal"/>
    <w:next w:val="Normal"/>
    <w:link w:val="Titre4Car"/>
    <w:uiPriority w:val="99"/>
    <w:semiHidden/>
    <w:unhideWhenUsed/>
    <w:rsid w:val="00CC54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uiPriority w:val="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semiHidden/>
    <w:unhideWhenUsed/>
    <w:rsid w:val="00CC54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uiPriority w:val="99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semiHidden/>
    <w:unhideWhenUsed/>
    <w:rsid w:val="00CC54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uiPriority w:val="99"/>
    <w:rPr>
      <w:rFonts w:cs="Times New Roman"/>
      <w:b/>
    </w:rPr>
  </w:style>
  <w:style w:type="character" w:customStyle="1" w:styleId="WW8Num2z1">
    <w:name w:val="WW8Num2z1"/>
    <w:uiPriority w:val="99"/>
    <w:rPr>
      <w:rFonts w:cs="Times New Roman"/>
    </w:rPr>
  </w:style>
  <w:style w:type="character" w:customStyle="1" w:styleId="Policepardfaut2">
    <w:name w:val="Police par défaut2"/>
    <w:uiPriority w:val="99"/>
  </w:style>
  <w:style w:type="character" w:customStyle="1" w:styleId="WW8Num1z0">
    <w:name w:val="WW8Num1z0"/>
    <w:uiPriority w:val="99"/>
    <w:rPr>
      <w:rFonts w:cs="Times New Roman"/>
    </w:rPr>
  </w:style>
  <w:style w:type="character" w:customStyle="1" w:styleId="WW8Num3z0">
    <w:name w:val="WW8Num3z0"/>
    <w:uiPriority w:val="99"/>
    <w:rPr>
      <w:rFonts w:cs="Times New Roman"/>
    </w:rPr>
  </w:style>
  <w:style w:type="character" w:customStyle="1" w:styleId="WW8Num4z0">
    <w:name w:val="WW8Num4z0"/>
    <w:uiPriority w:val="99"/>
    <w:rPr>
      <w:rFonts w:ascii="Wingdings" w:hAnsi="Wingdings" w:cs="Wingdings"/>
    </w:rPr>
  </w:style>
  <w:style w:type="character" w:customStyle="1" w:styleId="WW8Num4z1">
    <w:name w:val="WW8Num4z1"/>
    <w:uiPriority w:val="99"/>
    <w:rPr>
      <w:rFonts w:ascii="Courier New" w:hAnsi="Courier New" w:cs="Courier New"/>
    </w:rPr>
  </w:style>
  <w:style w:type="character" w:customStyle="1" w:styleId="WW8Num4z3">
    <w:name w:val="WW8Num4z3"/>
    <w:uiPriority w:val="99"/>
    <w:rPr>
      <w:rFonts w:ascii="Symbol" w:hAnsi="Symbol" w:cs="Symbol"/>
    </w:rPr>
  </w:style>
  <w:style w:type="character" w:customStyle="1" w:styleId="WW8Num5z0">
    <w:name w:val="WW8Num5z0"/>
    <w:uiPriority w:val="99"/>
    <w:rPr>
      <w:rFonts w:cs="Times New Roman"/>
      <w:b/>
    </w:rPr>
  </w:style>
  <w:style w:type="character" w:customStyle="1" w:styleId="WW8Num5z1">
    <w:name w:val="WW8Num5z1"/>
    <w:uiPriority w:val="99"/>
    <w:rPr>
      <w:rFonts w:cs="Times New Roman"/>
    </w:rPr>
  </w:style>
  <w:style w:type="character" w:customStyle="1" w:styleId="WW8Num6z0">
    <w:name w:val="WW8Num6z0"/>
    <w:uiPriority w:val="99"/>
    <w:rPr>
      <w:rFonts w:ascii="Wingdings" w:hAnsi="Wingdings" w:cs="Wingdings"/>
    </w:rPr>
  </w:style>
  <w:style w:type="character" w:customStyle="1" w:styleId="WW8Num6z1">
    <w:name w:val="WW8Num6z1"/>
    <w:uiPriority w:val="99"/>
    <w:rPr>
      <w:rFonts w:ascii="Courier New" w:hAnsi="Courier New" w:cs="Courier New"/>
    </w:rPr>
  </w:style>
  <w:style w:type="character" w:customStyle="1" w:styleId="WW8Num6z3">
    <w:name w:val="WW8Num6z3"/>
    <w:uiPriority w:val="99"/>
    <w:rPr>
      <w:rFonts w:ascii="Symbol" w:hAnsi="Symbol" w:cs="Symbol"/>
    </w:rPr>
  </w:style>
  <w:style w:type="character" w:customStyle="1" w:styleId="WW8Num7z0">
    <w:name w:val="WW8Num7z0"/>
    <w:uiPriority w:val="99"/>
    <w:rPr>
      <w:rFonts w:cs="Times New Roman"/>
    </w:rPr>
  </w:style>
  <w:style w:type="character" w:customStyle="1" w:styleId="Titre9Car">
    <w:name w:val="Titre 9 Car"/>
    <w:basedOn w:val="Policepardfaut"/>
    <w:link w:val="Titre9"/>
    <w:uiPriority w:val="99"/>
    <w:semiHidden/>
    <w:rsid w:val="008610CE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WW8Num8z1">
    <w:name w:val="WW8Num8z1"/>
    <w:uiPriority w:val="99"/>
    <w:rPr>
      <w:rFonts w:ascii="Courier New" w:hAnsi="Courier New" w:cs="Courier New"/>
    </w:rPr>
  </w:style>
  <w:style w:type="character" w:customStyle="1" w:styleId="WW8Num8z2">
    <w:name w:val="WW8Num8z2"/>
    <w:uiPriority w:val="99"/>
    <w:rPr>
      <w:rFonts w:ascii="Wingdings" w:hAnsi="Wingdings" w:cs="Wingdings"/>
    </w:rPr>
  </w:style>
  <w:style w:type="character" w:customStyle="1" w:styleId="WW8Num8z3">
    <w:name w:val="WW8Num8z3"/>
    <w:uiPriority w:val="99"/>
    <w:rPr>
      <w:rFonts w:ascii="Symbol" w:hAnsi="Symbol" w:cs="Symbol"/>
    </w:rPr>
  </w:style>
  <w:style w:type="character" w:customStyle="1" w:styleId="WW8Num9z0">
    <w:name w:val="WW8Num9z0"/>
    <w:uiPriority w:val="99"/>
    <w:rPr>
      <w:rFonts w:cs="Times New Roman"/>
    </w:rPr>
  </w:style>
  <w:style w:type="character" w:customStyle="1" w:styleId="WW8Num11z1">
    <w:name w:val="WW8Num11z1"/>
    <w:uiPriority w:val="99"/>
    <w:rPr>
      <w:rFonts w:ascii="Symbol" w:hAnsi="Symbol" w:cs="Symbol"/>
    </w:rPr>
  </w:style>
  <w:style w:type="character" w:customStyle="1" w:styleId="WW8Num12z0">
    <w:name w:val="WW8Num12z0"/>
    <w:uiPriority w:val="99"/>
    <w:rPr>
      <w:rFonts w:ascii="Wingdings" w:eastAsia="Times New Roman" w:hAnsi="Wingdings" w:cs="Wingdings"/>
      <w:b/>
      <w:color w:val="66CCFF"/>
    </w:rPr>
  </w:style>
  <w:style w:type="character" w:customStyle="1" w:styleId="WW8Num12z1">
    <w:name w:val="WW8Num12z1"/>
    <w:uiPriority w:val="99"/>
    <w:rPr>
      <w:rFonts w:ascii="Courier New" w:hAnsi="Courier New" w:cs="Courier New"/>
    </w:rPr>
  </w:style>
  <w:style w:type="character" w:styleId="Accentuation">
    <w:name w:val="Emphasis"/>
    <w:basedOn w:val="Policepardfaut"/>
    <w:uiPriority w:val="20"/>
    <w:rsid w:val="00CC546D"/>
    <w:rPr>
      <w:i/>
      <w:iCs/>
    </w:rPr>
  </w:style>
  <w:style w:type="character" w:customStyle="1" w:styleId="Titre6Car">
    <w:name w:val="Titre 6 Car"/>
    <w:basedOn w:val="Policepardfaut"/>
    <w:link w:val="Titre6"/>
    <w:uiPriority w:val="99"/>
    <w:semiHidden/>
    <w:rsid w:val="008610CE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Titre4Car">
    <w:name w:val="Titre 4 Car"/>
    <w:basedOn w:val="Policepardfaut"/>
    <w:link w:val="Titre4"/>
    <w:uiPriority w:val="99"/>
    <w:semiHidden/>
    <w:rsid w:val="008610C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customStyle="1" w:styleId="EnumrationBleu">
    <w:name w:val="Enumération Bleu"/>
    <w:basedOn w:val="Normal"/>
    <w:autoRedefine/>
    <w:uiPriority w:val="8"/>
    <w:qFormat/>
    <w:rsid w:val="009874AE"/>
    <w:pPr>
      <w:numPr>
        <w:numId w:val="21"/>
      </w:numPr>
      <w:tabs>
        <w:tab w:val="right" w:pos="-6237"/>
      </w:tabs>
      <w:spacing w:before="240"/>
      <w:ind w:left="284" w:hanging="284"/>
      <w:jc w:val="both"/>
    </w:pPr>
    <w:rPr>
      <w:rFonts w:asciiTheme="minorHAnsi" w:hAnsiTheme="minorHAnsi" w:cs="Arial"/>
      <w:bCs/>
    </w:rPr>
  </w:style>
  <w:style w:type="table" w:styleId="Grilledutableau">
    <w:name w:val="Table Grid"/>
    <w:basedOn w:val="TableauNormal"/>
    <w:uiPriority w:val="59"/>
    <w:rsid w:val="00F2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sescocherDC">
    <w:name w:val="Cases à cocher DC"/>
    <w:basedOn w:val="NormalDC"/>
    <w:autoRedefine/>
    <w:uiPriority w:val="10"/>
    <w:qFormat/>
    <w:rsid w:val="009874AE"/>
    <w:pPr>
      <w:tabs>
        <w:tab w:val="left" w:pos="-6379"/>
      </w:tabs>
      <w:ind w:left="709" w:hanging="425"/>
    </w:pPr>
    <w:rPr>
      <w:sz w:val="22"/>
    </w:rPr>
  </w:style>
  <w:style w:type="character" w:customStyle="1" w:styleId="WW8Num19z0">
    <w:name w:val="WW8Num19z0"/>
    <w:uiPriority w:val="99"/>
    <w:rPr>
      <w:rFonts w:cs="Times New Roman"/>
    </w:rPr>
  </w:style>
  <w:style w:type="character" w:customStyle="1" w:styleId="WW8Num21z0">
    <w:name w:val="WW8Num21z0"/>
    <w:uiPriority w:val="99"/>
    <w:rPr>
      <w:rFonts w:ascii="Wingdings" w:eastAsia="Times New Roman" w:hAnsi="Wingdings" w:cs="Wingdings"/>
      <w:b/>
      <w:color w:val="66CCFF"/>
    </w:rPr>
  </w:style>
  <w:style w:type="character" w:customStyle="1" w:styleId="WW8Num21z1">
    <w:name w:val="WW8Num21z1"/>
    <w:uiPriority w:val="99"/>
    <w:rPr>
      <w:rFonts w:ascii="Courier New" w:hAnsi="Courier New" w:cs="Courier New"/>
    </w:rPr>
  </w:style>
  <w:style w:type="character" w:customStyle="1" w:styleId="WW8Num21z2">
    <w:name w:val="WW8Num21z2"/>
    <w:uiPriority w:val="99"/>
    <w:rPr>
      <w:rFonts w:ascii="Wingdings" w:hAnsi="Wingdings" w:cs="Wingdings"/>
    </w:rPr>
  </w:style>
  <w:style w:type="character" w:customStyle="1" w:styleId="WW8Num22z0">
    <w:name w:val="WW8Num22z0"/>
    <w:uiPriority w:val="99"/>
    <w:rPr>
      <w:rFonts w:cs="Times New Roman"/>
    </w:rPr>
  </w:style>
  <w:style w:type="character" w:customStyle="1" w:styleId="WW8Num23z0">
    <w:name w:val="WW8Num23z0"/>
    <w:uiPriority w:val="99"/>
    <w:rPr>
      <w:rFonts w:ascii="Wingdings" w:hAnsi="Wingdings" w:cs="Wingdings"/>
      <w:b/>
      <w:color w:val="66CCFF"/>
    </w:rPr>
  </w:style>
  <w:style w:type="character" w:customStyle="1" w:styleId="WW8Num23z1">
    <w:name w:val="WW8Num23z1"/>
    <w:uiPriority w:val="99"/>
    <w:rPr>
      <w:rFonts w:ascii="Courier New" w:hAnsi="Courier New" w:cs="Courier New"/>
    </w:rPr>
  </w:style>
  <w:style w:type="character" w:customStyle="1" w:styleId="WW8Num23z2">
    <w:name w:val="WW8Num23z2"/>
    <w:uiPriority w:val="99"/>
    <w:rPr>
      <w:rFonts w:ascii="Wingdings" w:hAnsi="Wingdings" w:cs="Wingdings"/>
    </w:rPr>
  </w:style>
  <w:style w:type="character" w:customStyle="1" w:styleId="WW8Num23z3">
    <w:name w:val="WW8Num23z3"/>
    <w:uiPriority w:val="99"/>
    <w:rPr>
      <w:rFonts w:ascii="Symbol" w:hAnsi="Symbol" w:cs="Symbol"/>
    </w:rPr>
  </w:style>
  <w:style w:type="character" w:customStyle="1" w:styleId="WW8Num24z0">
    <w:name w:val="WW8Num24z0"/>
    <w:uiPriority w:val="99"/>
    <w:rPr>
      <w:rFonts w:ascii="Symbol" w:hAnsi="Symbol" w:cs="Symbol"/>
    </w:rPr>
  </w:style>
  <w:style w:type="character" w:customStyle="1" w:styleId="WW8Num25z0">
    <w:name w:val="WW8Num25z0"/>
    <w:uiPriority w:val="99"/>
    <w:rPr>
      <w:rFonts w:ascii="Wingdings" w:hAnsi="Wingdings" w:cs="Wingdings"/>
    </w:rPr>
  </w:style>
  <w:style w:type="character" w:customStyle="1" w:styleId="WW8Num25z1">
    <w:name w:val="WW8Num25z1"/>
    <w:uiPriority w:val="99"/>
    <w:rPr>
      <w:rFonts w:ascii="Courier New" w:hAnsi="Courier New" w:cs="Courier New"/>
    </w:rPr>
  </w:style>
  <w:style w:type="character" w:customStyle="1" w:styleId="WW8Num25z3">
    <w:name w:val="WW8Num25z3"/>
    <w:uiPriority w:val="99"/>
    <w:rPr>
      <w:rFonts w:ascii="Symbol" w:hAnsi="Symbol" w:cs="Symbol"/>
    </w:rPr>
  </w:style>
  <w:style w:type="character" w:customStyle="1" w:styleId="WW8Num26z0">
    <w:name w:val="WW8Num26z0"/>
    <w:uiPriority w:val="99"/>
    <w:rPr>
      <w:rFonts w:cs="Times New Roman"/>
    </w:rPr>
  </w:style>
  <w:style w:type="character" w:customStyle="1" w:styleId="WW8Num27z0">
    <w:name w:val="WW8Num27z0"/>
    <w:uiPriority w:val="99"/>
    <w:rPr>
      <w:rFonts w:cs="Times New Roman"/>
      <w:b/>
    </w:rPr>
  </w:style>
  <w:style w:type="character" w:customStyle="1" w:styleId="WW8Num27z1">
    <w:name w:val="WW8Num27z1"/>
    <w:uiPriority w:val="99"/>
    <w:rPr>
      <w:rFonts w:cs="Times New Roman"/>
    </w:rPr>
  </w:style>
  <w:style w:type="character" w:customStyle="1" w:styleId="WW8Num28z0">
    <w:name w:val="WW8Num28z0"/>
    <w:uiPriority w:val="99"/>
    <w:rPr>
      <w:rFonts w:cs="Times New Roman"/>
    </w:rPr>
  </w:style>
  <w:style w:type="character" w:customStyle="1" w:styleId="WW8Num28z3">
    <w:name w:val="WW8Num28z3"/>
    <w:uiPriority w:val="99"/>
    <w:rPr>
      <w:rFonts w:ascii="Wingdings" w:hAnsi="Wingdings" w:cs="Wingdings"/>
    </w:rPr>
  </w:style>
  <w:style w:type="character" w:customStyle="1" w:styleId="WW8Num29z0">
    <w:name w:val="WW8Num29z0"/>
    <w:uiPriority w:val="99"/>
    <w:rPr>
      <w:rFonts w:cs="Times New Roman"/>
    </w:rPr>
  </w:style>
  <w:style w:type="character" w:customStyle="1" w:styleId="WW8Num30z0">
    <w:name w:val="WW8Num30z0"/>
    <w:uiPriority w:val="99"/>
    <w:rPr>
      <w:rFonts w:ascii="Wingdings" w:eastAsia="Times New Roman" w:hAnsi="Wingdings" w:cs="Wingdings"/>
      <w:b/>
      <w:color w:val="66CCFF"/>
    </w:rPr>
  </w:style>
  <w:style w:type="character" w:customStyle="1" w:styleId="WW8Num30z2">
    <w:name w:val="WW8Num30z2"/>
    <w:uiPriority w:val="99"/>
    <w:rPr>
      <w:rFonts w:ascii="Wingdings" w:hAnsi="Wingdings" w:cs="Wingdings"/>
    </w:rPr>
  </w:style>
  <w:style w:type="character" w:customStyle="1" w:styleId="WW8Num30z3">
    <w:name w:val="WW8Num30z3"/>
    <w:uiPriority w:val="99"/>
    <w:rPr>
      <w:rFonts w:ascii="Symbol" w:hAnsi="Symbol" w:cs="Symbol"/>
    </w:rPr>
  </w:style>
  <w:style w:type="character" w:customStyle="1" w:styleId="WW8Num31z0">
    <w:name w:val="WW8Num31z0"/>
    <w:uiPriority w:val="99"/>
    <w:rPr>
      <w:rFonts w:cs="Times New Roman"/>
    </w:rPr>
  </w:style>
  <w:style w:type="character" w:customStyle="1" w:styleId="WW8Num32z0">
    <w:name w:val="WW8Num32z0"/>
    <w:uiPriority w:val="99"/>
    <w:rPr>
      <w:rFonts w:ascii="Wingdings" w:hAnsi="Wingdings" w:cs="Wingdings"/>
    </w:rPr>
  </w:style>
  <w:style w:type="character" w:customStyle="1" w:styleId="WW8Num32z1">
    <w:name w:val="WW8Num32z1"/>
    <w:uiPriority w:val="99"/>
    <w:rPr>
      <w:rFonts w:ascii="Courier New" w:hAnsi="Courier New" w:cs="Courier New"/>
    </w:rPr>
  </w:style>
  <w:style w:type="character" w:customStyle="1" w:styleId="WW8Num32z3">
    <w:name w:val="WW8Num32z3"/>
    <w:uiPriority w:val="99"/>
    <w:rPr>
      <w:rFonts w:ascii="Symbol" w:hAnsi="Symbol" w:cs="Symbol"/>
    </w:rPr>
  </w:style>
  <w:style w:type="character" w:customStyle="1" w:styleId="WW8Num33z0">
    <w:name w:val="WW8Num33z0"/>
    <w:uiPriority w:val="99"/>
    <w:rPr>
      <w:rFonts w:cs="Times New Roman"/>
    </w:rPr>
  </w:style>
  <w:style w:type="character" w:customStyle="1" w:styleId="WW8Num34z0">
    <w:name w:val="WW8Num34z0"/>
    <w:uiPriority w:val="99"/>
    <w:rPr>
      <w:rFonts w:cs="Times New Roman"/>
    </w:rPr>
  </w:style>
  <w:style w:type="character" w:customStyle="1" w:styleId="WW8Num35z0">
    <w:name w:val="WW8Num35z0"/>
    <w:uiPriority w:val="99"/>
    <w:rPr>
      <w:rFonts w:ascii="Wingdings" w:hAnsi="Wingdings" w:cs="Wingdings"/>
    </w:rPr>
  </w:style>
  <w:style w:type="character" w:customStyle="1" w:styleId="WW8Num35z1">
    <w:name w:val="WW8Num35z1"/>
    <w:uiPriority w:val="99"/>
    <w:rPr>
      <w:rFonts w:ascii="Courier New" w:hAnsi="Courier New" w:cs="Courier New"/>
    </w:rPr>
  </w:style>
  <w:style w:type="character" w:customStyle="1" w:styleId="WW8Num35z3">
    <w:name w:val="WW8Num35z3"/>
    <w:uiPriority w:val="99"/>
    <w:rPr>
      <w:rFonts w:ascii="Symbol" w:hAnsi="Symbol" w:cs="Symbol"/>
    </w:rPr>
  </w:style>
  <w:style w:type="character" w:customStyle="1" w:styleId="WW8Num36z0">
    <w:name w:val="WW8Num36z0"/>
    <w:uiPriority w:val="99"/>
    <w:rPr>
      <w:rFonts w:cs="Times New Roman"/>
      <w:b/>
    </w:rPr>
  </w:style>
  <w:style w:type="character" w:customStyle="1" w:styleId="WW8Num36z1">
    <w:name w:val="WW8Num36z1"/>
    <w:uiPriority w:val="99"/>
    <w:rPr>
      <w:rFonts w:cs="Times New Roman"/>
    </w:rPr>
  </w:style>
  <w:style w:type="character" w:customStyle="1" w:styleId="WW8Num37z0">
    <w:name w:val="WW8Num37z0"/>
    <w:uiPriority w:val="99"/>
    <w:rPr>
      <w:rFonts w:ascii="Symbol" w:hAnsi="Symbol" w:cs="Symbol"/>
    </w:rPr>
  </w:style>
  <w:style w:type="character" w:customStyle="1" w:styleId="Policepardfaut1">
    <w:name w:val="Police par défaut1"/>
    <w:uiPriority w:val="99"/>
  </w:style>
  <w:style w:type="character" w:customStyle="1" w:styleId="Titre1Car">
    <w:name w:val="Titre 1 Car"/>
    <w:uiPriority w:val="9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uiPriority w:val="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uiPriority w:val="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uiPriority w:val="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uiPriority w:val="9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uiPriority w:val="99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uiPriority w:val="99"/>
    <w:rPr>
      <w:rFonts w:cs="Times New Roman"/>
    </w:rPr>
  </w:style>
  <w:style w:type="character" w:customStyle="1" w:styleId="NotedebasdepageCar">
    <w:name w:val="Note de bas de page Car"/>
    <w:uiPriority w:val="99"/>
    <w:rPr>
      <w:sz w:val="20"/>
      <w:szCs w:val="20"/>
    </w:rPr>
  </w:style>
  <w:style w:type="character" w:customStyle="1" w:styleId="CorpsdetexteCar">
    <w:name w:val="Corps de texte Car"/>
    <w:uiPriority w:val="99"/>
    <w:rPr>
      <w:sz w:val="20"/>
      <w:szCs w:val="20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Corpsdetexte3Car">
    <w:name w:val="Corps de texte 3 Car"/>
    <w:uiPriority w:val="99"/>
    <w:rPr>
      <w:sz w:val="16"/>
      <w:szCs w:val="16"/>
    </w:rPr>
  </w:style>
  <w:style w:type="paragraph" w:customStyle="1" w:styleId="Titre20">
    <w:name w:val="Titre2"/>
    <w:basedOn w:val="Normal"/>
    <w:next w:val="Corpsdetexte"/>
    <w:uiPriority w:val="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uiPriority w:val="99"/>
    <w:rPr>
      <w:rFonts w:cs="Mangal"/>
    </w:rPr>
  </w:style>
  <w:style w:type="paragraph" w:styleId="Lgende">
    <w:name w:val="caption"/>
    <w:basedOn w:val="Normal"/>
    <w:next w:val="Normal"/>
    <w:uiPriority w:val="99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uiPriority w:val="99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link w:val="TextedebullesCar1"/>
    <w:uiPriority w:val="99"/>
    <w:semiHidden/>
    <w:unhideWhenUsed/>
    <w:rsid w:val="00297DCF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autoRedefine/>
    <w:uiPriority w:val="12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Cs w:val="22"/>
    </w:rPr>
  </w:style>
  <w:style w:type="paragraph" w:styleId="Notedebasdepage">
    <w:name w:val="footnote text"/>
    <w:basedOn w:val="Normal"/>
    <w:uiPriority w:val="99"/>
  </w:style>
  <w:style w:type="paragraph" w:customStyle="1" w:styleId="Corpsdetexte21">
    <w:name w:val="Corps de texte 21"/>
    <w:basedOn w:val="Normal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  <w:uiPriority w:val="99"/>
  </w:style>
  <w:style w:type="paragraph" w:customStyle="1" w:styleId="Titredetableau">
    <w:name w:val="Titre de tableau"/>
    <w:basedOn w:val="Normal"/>
    <w:uiPriority w:val="99"/>
    <w:rsid w:val="003C3F70"/>
    <w:pPr>
      <w:suppressLineNumbers/>
      <w:jc w:val="center"/>
    </w:pPr>
    <w:rPr>
      <w:b/>
      <w:bCs/>
    </w:rPr>
  </w:style>
  <w:style w:type="paragraph" w:styleId="Sous-titre">
    <w:name w:val="Subtitle"/>
    <w:aliases w:val="Pied Page DC"/>
    <w:basedOn w:val="Normal"/>
    <w:next w:val="Normal"/>
    <w:link w:val="Sous-titreCar"/>
    <w:autoRedefine/>
    <w:uiPriority w:val="99"/>
    <w:qFormat/>
    <w:rsid w:val="00CC546D"/>
    <w:pPr>
      <w:numPr>
        <w:ilvl w:val="1"/>
      </w:numPr>
      <w:ind w:left="-88"/>
    </w:pPr>
    <w:rPr>
      <w:rFonts w:eastAsiaTheme="majorEastAsia" w:cstheme="majorBidi"/>
      <w:b/>
      <w:iCs/>
      <w:spacing w:val="15"/>
      <w:szCs w:val="24"/>
    </w:rPr>
  </w:style>
  <w:style w:type="character" w:customStyle="1" w:styleId="Sous-titreCar">
    <w:name w:val="Sous-titre Car"/>
    <w:aliases w:val="Pied Page DC Car"/>
    <w:basedOn w:val="Policepardfaut"/>
    <w:link w:val="Sous-titre"/>
    <w:uiPriority w:val="99"/>
    <w:rsid w:val="008610CE"/>
    <w:rPr>
      <w:rFonts w:eastAsiaTheme="majorEastAsia" w:cstheme="majorBidi"/>
      <w:b/>
      <w:iCs/>
      <w:spacing w:val="15"/>
      <w:sz w:val="22"/>
      <w:szCs w:val="24"/>
    </w:rPr>
  </w:style>
  <w:style w:type="paragraph" w:customStyle="1" w:styleId="Italique1">
    <w:name w:val="Italique 1"/>
    <w:basedOn w:val="Normal"/>
    <w:autoRedefine/>
    <w:uiPriority w:val="5"/>
    <w:qFormat/>
    <w:rsid w:val="00A722D1"/>
    <w:pPr>
      <w:ind w:left="284"/>
    </w:pPr>
    <w:rPr>
      <w:i/>
      <w:iCs/>
      <w:sz w:val="16"/>
      <w:szCs w:val="16"/>
    </w:rPr>
  </w:style>
  <w:style w:type="paragraph" w:customStyle="1" w:styleId="ItaliqueDC">
    <w:name w:val="Italique DC"/>
    <w:basedOn w:val="NormalDC"/>
    <w:link w:val="ItaliqueDCCar"/>
    <w:autoRedefine/>
    <w:uiPriority w:val="4"/>
    <w:qFormat/>
    <w:rsid w:val="00995F3C"/>
    <w:pPr>
      <w:ind w:right="-286"/>
    </w:pPr>
    <w:rPr>
      <w:i/>
      <w:sz w:val="16"/>
    </w:rPr>
  </w:style>
  <w:style w:type="character" w:customStyle="1" w:styleId="Titre3Car1">
    <w:name w:val="Titre 3 Car1"/>
    <w:aliases w:val="Italique Car"/>
    <w:basedOn w:val="Policepardfaut"/>
    <w:link w:val="Titre3"/>
    <w:uiPriority w:val="99"/>
    <w:rsid w:val="002D3874"/>
    <w:rPr>
      <w:rFonts w:cs="Arial"/>
      <w:i/>
      <w:iCs/>
      <w:sz w:val="16"/>
      <w:szCs w:val="16"/>
    </w:rPr>
  </w:style>
  <w:style w:type="paragraph" w:styleId="Paragraphedeliste">
    <w:name w:val="List Paragraph"/>
    <w:basedOn w:val="Normal"/>
    <w:uiPriority w:val="34"/>
    <w:rsid w:val="003F7691"/>
    <w:pPr>
      <w:ind w:left="720"/>
      <w:contextualSpacing/>
    </w:pPr>
  </w:style>
  <w:style w:type="paragraph" w:customStyle="1" w:styleId="EnumrationDC">
    <w:name w:val="Enumération DC"/>
    <w:basedOn w:val="Normal"/>
    <w:link w:val="EnumrationDCCar"/>
    <w:autoRedefine/>
    <w:uiPriority w:val="9"/>
    <w:qFormat/>
    <w:rsid w:val="00BC6621"/>
    <w:pPr>
      <w:numPr>
        <w:ilvl w:val="1"/>
        <w:numId w:val="20"/>
      </w:numPr>
      <w:tabs>
        <w:tab w:val="left" w:pos="-6237"/>
        <w:tab w:val="left" w:pos="993"/>
        <w:tab w:val="left" w:pos="1418"/>
        <w:tab w:val="left" w:pos="1843"/>
        <w:tab w:val="left" w:pos="2268"/>
        <w:tab w:val="left" w:pos="2694"/>
      </w:tabs>
      <w:spacing w:before="240" w:after="240"/>
      <w:ind w:left="567" w:firstLine="426"/>
    </w:pPr>
    <w:rPr>
      <w:rFonts w:asciiTheme="minorHAnsi" w:hAnsiTheme="minorHAnsi"/>
      <w:szCs w:val="22"/>
    </w:rPr>
  </w:style>
  <w:style w:type="character" w:customStyle="1" w:styleId="EnumrationDCCar">
    <w:name w:val="Enumération DC Car"/>
    <w:basedOn w:val="Policepardfaut"/>
    <w:link w:val="EnumrationDC"/>
    <w:uiPriority w:val="9"/>
    <w:rsid w:val="00A722D1"/>
    <w:rPr>
      <w:rFonts w:asciiTheme="minorHAnsi" w:hAnsiTheme="minorHAnsi"/>
      <w:sz w:val="22"/>
      <w:szCs w:val="22"/>
    </w:rPr>
  </w:style>
  <w:style w:type="paragraph" w:styleId="Listepuces2">
    <w:name w:val="List Bullet 2"/>
    <w:basedOn w:val="Normal"/>
    <w:uiPriority w:val="99"/>
    <w:semiHidden/>
    <w:unhideWhenUsed/>
    <w:rsid w:val="007A1F67"/>
    <w:pPr>
      <w:numPr>
        <w:numId w:val="19"/>
      </w:numPr>
      <w:contextualSpacing/>
    </w:pPr>
  </w:style>
  <w:style w:type="paragraph" w:customStyle="1" w:styleId="DateetSignatureDC">
    <w:name w:val="Date et Signature DC"/>
    <w:basedOn w:val="Normal"/>
    <w:link w:val="DateetSignatureDCCar"/>
    <w:autoRedefine/>
    <w:uiPriority w:val="99"/>
    <w:qFormat/>
    <w:rsid w:val="006942FC"/>
    <w:pPr>
      <w:tabs>
        <w:tab w:val="left" w:pos="5670"/>
      </w:tabs>
    </w:pPr>
  </w:style>
  <w:style w:type="character" w:customStyle="1" w:styleId="DateetSignatureDCCar">
    <w:name w:val="Date et Signature DC Car"/>
    <w:basedOn w:val="Policepardfaut"/>
    <w:link w:val="DateetSignatureDC"/>
    <w:uiPriority w:val="99"/>
    <w:rsid w:val="008610CE"/>
    <w:rPr>
      <w:sz w:val="22"/>
    </w:rPr>
  </w:style>
  <w:style w:type="paragraph" w:customStyle="1" w:styleId="NormalDC">
    <w:name w:val="Normal DC"/>
    <w:basedOn w:val="Normal"/>
    <w:link w:val="NormalDCCar"/>
    <w:autoRedefine/>
    <w:uiPriority w:val="1"/>
    <w:qFormat/>
    <w:rsid w:val="0093664F"/>
    <w:pPr>
      <w:tabs>
        <w:tab w:val="left" w:pos="-6237"/>
      </w:tabs>
      <w:ind w:right="-18"/>
    </w:pPr>
    <w:rPr>
      <w:rFonts w:asciiTheme="minorHAnsi" w:hAnsiTheme="minorHAnsi"/>
      <w:sz w:val="20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297DCF"/>
    <w:rPr>
      <w:rFonts w:ascii="Tahoma" w:hAnsi="Tahoma" w:cs="Tahoma"/>
      <w:sz w:val="16"/>
      <w:szCs w:val="16"/>
      <w:lang w:eastAsia="zh-CN"/>
    </w:rPr>
  </w:style>
  <w:style w:type="character" w:customStyle="1" w:styleId="NormalDCCar">
    <w:name w:val="Normal DC Car"/>
    <w:basedOn w:val="Policepardfaut"/>
    <w:link w:val="NormalDC"/>
    <w:uiPriority w:val="1"/>
    <w:rsid w:val="0093664F"/>
    <w:rPr>
      <w:rFonts w:asciiTheme="minorHAnsi" w:hAnsiTheme="minorHAnsi"/>
    </w:rPr>
  </w:style>
  <w:style w:type="paragraph" w:customStyle="1" w:styleId="ItaliquePied">
    <w:name w:val="Italique Pied"/>
    <w:basedOn w:val="Normal"/>
    <w:autoRedefine/>
    <w:uiPriority w:val="7"/>
    <w:qFormat/>
    <w:rsid w:val="009874AE"/>
    <w:pPr>
      <w:tabs>
        <w:tab w:val="left" w:pos="-6379"/>
      </w:tabs>
      <w:ind w:right="-144"/>
    </w:pPr>
    <w:rPr>
      <w:i/>
      <w:sz w:val="18"/>
      <w:szCs w:val="18"/>
      <w:vertAlign w:val="superscript"/>
    </w:rPr>
  </w:style>
  <w:style w:type="paragraph" w:customStyle="1" w:styleId="PucesINP">
    <w:name w:val="Puces INP"/>
    <w:basedOn w:val="Normal"/>
    <w:autoRedefine/>
    <w:uiPriority w:val="11"/>
    <w:qFormat/>
    <w:rsid w:val="009874AE"/>
    <w:pPr>
      <w:numPr>
        <w:numId w:val="27"/>
      </w:numPr>
      <w:tabs>
        <w:tab w:val="left" w:pos="-6237"/>
        <w:tab w:val="left" w:pos="5954"/>
      </w:tabs>
      <w:suppressAutoHyphens w:val="0"/>
      <w:spacing w:before="60" w:after="60"/>
      <w:ind w:left="992" w:hanging="425"/>
    </w:pPr>
    <w:rPr>
      <w:b/>
      <w:sz w:val="20"/>
    </w:rPr>
  </w:style>
  <w:style w:type="paragraph" w:customStyle="1" w:styleId="Italique2">
    <w:name w:val="Italique 2"/>
    <w:basedOn w:val="Normal"/>
    <w:autoRedefine/>
    <w:uiPriority w:val="6"/>
    <w:qFormat/>
    <w:rsid w:val="00995F3C"/>
    <w:pPr>
      <w:tabs>
        <w:tab w:val="left" w:pos="-6379"/>
      </w:tabs>
      <w:ind w:left="709"/>
    </w:pPr>
    <w:rPr>
      <w:i/>
      <w:sz w:val="16"/>
    </w:rPr>
  </w:style>
  <w:style w:type="character" w:customStyle="1" w:styleId="ItaliqueDCCar">
    <w:name w:val="Italique DC Car"/>
    <w:basedOn w:val="NormalDCCar"/>
    <w:link w:val="ItaliqueDC"/>
    <w:uiPriority w:val="4"/>
    <w:rsid w:val="00A722D1"/>
    <w:rPr>
      <w:rFonts w:asciiTheme="minorHAnsi" w:hAnsiTheme="minorHAnsi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legifrance.gouv.fr/affichTexteArticle.do;jsessionid=6F391D274FAD489BFC4EF64955FF6DA0.tpdila13v_1?idArticle=LEGIARTI000030922267&amp;cidTexte=JORFTEXT000030920376&amp;dateTexte=20160401&amp;categorieLien=id&amp;oldAction=&amp;nbResultRech=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legifrance.gouv.fr/affichTexteArticle.do;jsessionid=6F391D274FAD489BFC4EF64955FF6DA0.tpdila13v_1?idArticle=LEGIARTI000030922261&amp;cidTexte=JORFTEXT000030920376&amp;categorieLien=id&amp;dateTexte=2016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02_March&#233;s%20&#224;%20r&#233;diger\2018SERV000005_Entretien%20et%20maintenance%20des%20&#233;quipements%20HTBT%20et%20divers%20travaux%20d'&#233;lectricit&#233;%20sur%20le%20campus%20de%20Lab&#232;ge\02_DCE%20Candidat\DC1%20Mod&#232;le%20Lettre%20candidatu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Propriétés standard</tns:defaultPropertyEditorNamespace>
</tns:customPropertyEditors>
</file>

<file path=customXml/itemProps1.xml><?xml version="1.0" encoding="utf-8"?>
<ds:datastoreItem xmlns:ds="http://schemas.openxmlformats.org/officeDocument/2006/customXml" ds:itemID="{4ADF7313-5D97-445D-B8A6-F4335DC5C4E0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 Modèle Lettre candidature</Template>
  <TotalTime>1</TotalTime>
  <Pages>4</Pages>
  <Words>1148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Alexandre RAYNAUD</dc:creator>
  <cp:lastModifiedBy>Alexandre RAYNAUD</cp:lastModifiedBy>
  <cp:revision>1</cp:revision>
  <cp:lastPrinted>2018-01-30T14:51:00Z</cp:lastPrinted>
  <dcterms:created xsi:type="dcterms:W3CDTF">2018-03-28T16:02:00Z</dcterms:created>
  <dcterms:modified xsi:type="dcterms:W3CDTF">2018-03-28T16:03:00Z</dcterms:modified>
</cp:coreProperties>
</file>