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4DB2F6C" w14:textId="77777777" w:rsidR="005D2E81" w:rsidRPr="005D2E81" w:rsidRDefault="005D2E81" w:rsidP="005D2E81">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 xml:space="preserve">Chambre de Commerce et d'Industrie de Région Pays de la </w:t>
      </w:r>
      <w:proofErr w:type="spellStart"/>
      <w:r w:rsidRPr="005D2E81">
        <w:rPr>
          <w:rFonts w:ascii="Marianne" w:eastAsia="Marianne" w:hAnsi="Marianne" w:cs="Marianne"/>
          <w:iCs/>
          <w:sz w:val="18"/>
          <w:szCs w:val="22"/>
          <w:lang w:eastAsia="en-US"/>
        </w:rPr>
        <w:t>loire</w:t>
      </w:r>
      <w:proofErr w:type="spellEnd"/>
      <w:r w:rsidRPr="005D2E81">
        <w:rPr>
          <w:rFonts w:ascii="Marianne" w:eastAsia="Marianne" w:hAnsi="Marianne" w:cs="Marianne"/>
          <w:iCs/>
          <w:sz w:val="18"/>
          <w:szCs w:val="22"/>
          <w:lang w:eastAsia="en-US"/>
        </w:rPr>
        <w:t xml:space="preserve"> (CCIR)</w:t>
      </w:r>
    </w:p>
    <w:p w14:paraId="37B6F663" w14:textId="77777777" w:rsidR="005D2E81" w:rsidRPr="005D2E81" w:rsidRDefault="005D2E81" w:rsidP="005D2E81">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Établissement public administratif</w:t>
      </w:r>
    </w:p>
    <w:p w14:paraId="0116F7A1" w14:textId="77777777" w:rsidR="005D2E81" w:rsidRPr="005D2E81" w:rsidRDefault="005D2E81" w:rsidP="005D2E81">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1, rue Françoise Sagan – 44800 Saint-Herblain</w:t>
      </w:r>
    </w:p>
    <w:p w14:paraId="69268FC9" w14:textId="77777777" w:rsidR="005D2E81" w:rsidRPr="005D2E81" w:rsidRDefault="005D2E81" w:rsidP="005D2E81">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http://www.paysdelaloire.cci.fr</w:t>
      </w:r>
    </w:p>
    <w:p w14:paraId="4BDED79C" w14:textId="076709FC" w:rsidR="00D14343" w:rsidRPr="0099126A" w:rsidRDefault="005D2E81" w:rsidP="005D2E81">
      <w:pPr>
        <w:widowControl w:val="0"/>
        <w:suppressAutoHyphens w:val="0"/>
        <w:autoSpaceDE w:val="0"/>
        <w:autoSpaceDN w:val="0"/>
        <w:ind w:right="761"/>
        <w:rPr>
          <w:rFonts w:ascii="Marianne" w:eastAsia="Marianne" w:hAnsi="Marianne" w:cs="Marianne"/>
          <w:iCs/>
          <w:sz w:val="18"/>
          <w:szCs w:val="22"/>
          <w:lang w:eastAsia="en-US"/>
        </w:rPr>
      </w:pPr>
      <w:r w:rsidRPr="005D2E81">
        <w:rPr>
          <w:rFonts w:ascii="Marianne" w:eastAsia="Marianne" w:hAnsi="Marianne" w:cs="Marianne"/>
          <w:iCs/>
          <w:sz w:val="18"/>
          <w:szCs w:val="22"/>
          <w:lang w:eastAsia="en-US"/>
        </w:rPr>
        <w:t>SIRET 184 401 289 00022 – TVA N° FR 75 184 401 289</w:t>
      </w:r>
    </w:p>
    <w:p w14:paraId="13333CDF" w14:textId="77777777" w:rsidR="005D2E81" w:rsidRDefault="005D2E81" w:rsidP="00D14343">
      <w:pPr>
        <w:widowControl w:val="0"/>
        <w:suppressAutoHyphens w:val="0"/>
        <w:autoSpaceDE w:val="0"/>
        <w:autoSpaceDN w:val="0"/>
        <w:ind w:right="761"/>
        <w:rPr>
          <w:rFonts w:ascii="Marianne" w:eastAsia="Marianne" w:hAnsi="Marianne" w:cs="Marianne"/>
          <w:iCs/>
          <w:sz w:val="18"/>
          <w:szCs w:val="22"/>
          <w:lang w:eastAsia="en-US"/>
        </w:rPr>
      </w:pPr>
    </w:p>
    <w:p w14:paraId="3F025F2D" w14:textId="16F6C012"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1CC857A4"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w:t>
      </w:r>
      <w:r w:rsidR="005D2E81">
        <w:rPr>
          <w:rFonts w:ascii="Marianne" w:eastAsia="Marianne" w:hAnsi="Marianne" w:cs="Marianne"/>
          <w:iCs/>
          <w:sz w:val="18"/>
          <w:szCs w:val="22"/>
          <w:lang w:eastAsia="en-US"/>
        </w:rPr>
        <w:t>R</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69828B94"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w:t>
      </w:r>
      <w:r w:rsidR="005D2E81">
        <w:rPr>
          <w:rFonts w:ascii="Marianne" w:eastAsia="Marianne" w:hAnsi="Marianne" w:cs="Marianne"/>
          <w:iCs/>
          <w:sz w:val="18"/>
          <w:szCs w:val="22"/>
          <w:lang w:eastAsia="en-US"/>
        </w:rPr>
        <w:t>R</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499D605" w14:textId="2CB45DCD" w:rsidR="004B5067" w:rsidRDefault="004B5067" w:rsidP="004B5067">
      <w:pPr>
        <w:rPr>
          <w:rFonts w:asciiTheme="minorHAnsi" w:hAnsiTheme="minorHAnsi" w:cstheme="minorHAnsi"/>
          <w:b/>
          <w:bCs/>
          <w:caps/>
          <w:sz w:val="24"/>
          <w:szCs w:val="28"/>
          <w:lang w:bidi="fr-FR"/>
        </w:rPr>
      </w:pPr>
      <w:r w:rsidRPr="004B5067">
        <w:rPr>
          <w:rFonts w:asciiTheme="minorHAnsi" w:hAnsiTheme="minorHAnsi" w:cstheme="minorHAnsi"/>
          <w:b/>
          <w:bCs/>
          <w:caps/>
          <w:sz w:val="24"/>
          <w:szCs w:val="28"/>
          <w:lang w:bidi="fr-FR"/>
        </w:rPr>
        <w:t>Marché de fourniture de distributeurs et consommables, et de produits d’entretien et d’hygiène pour les CCI Région Pays de la Loire,</w:t>
      </w:r>
    </w:p>
    <w:p w14:paraId="73614C7C" w14:textId="1459D054" w:rsidR="007663A6" w:rsidRPr="007663A6" w:rsidRDefault="007663A6" w:rsidP="004B5067">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 xml:space="preserve">MARCHE N° </w:t>
      </w:r>
      <w:r w:rsidR="004B5067">
        <w:rPr>
          <w:rFonts w:asciiTheme="minorHAnsi" w:hAnsiTheme="minorHAnsi" w:cstheme="minorHAnsi"/>
          <w:b/>
          <w:bCs/>
          <w:iCs/>
          <w:caps/>
          <w:sz w:val="24"/>
          <w:szCs w:val="28"/>
          <w:lang w:bidi="fr-FR"/>
        </w:rPr>
        <w:t>2026CAPF1017</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6DE21DDC" w:rsidR="007411D9" w:rsidRDefault="00AE185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014249F2" w:rsidR="009B14B4" w:rsidRDefault="005D2E81">
      <w:pPr>
        <w:tabs>
          <w:tab w:val="left" w:pos="3402"/>
          <w:tab w:val="left" w:pos="6237"/>
          <w:tab w:val="left" w:pos="9072"/>
        </w:tabs>
        <w:spacing w:before="120" w:after="120"/>
        <w:rPr>
          <w:rFonts w:ascii="Arial" w:hAnsi="Arial" w:cs="Arial"/>
          <w:sz w:val="16"/>
          <w:szCs w:val="16"/>
        </w:rPr>
      </w:pPr>
      <w:r>
        <w:rPr>
          <w:rFonts w:ascii="Arial" w:hAnsi="Arial" w:cs="Arial"/>
          <w:sz w:val="16"/>
          <w:szCs w:val="16"/>
        </w:rPr>
        <w:t>SIGNATURE ELECTRONIQUE</w:t>
      </w: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33F2"/>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B5067"/>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D2E81"/>
    <w:rsid w:val="005E12D0"/>
    <w:rsid w:val="005E17EA"/>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0AE3"/>
    <w:rsid w:val="00751002"/>
    <w:rsid w:val="00754100"/>
    <w:rsid w:val="007663A6"/>
    <w:rsid w:val="007721AD"/>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3C49"/>
    <w:rsid w:val="00922BA4"/>
    <w:rsid w:val="009277A2"/>
    <w:rsid w:val="00960E4C"/>
    <w:rsid w:val="0097024E"/>
    <w:rsid w:val="00981CD3"/>
    <w:rsid w:val="00990786"/>
    <w:rsid w:val="009924C9"/>
    <w:rsid w:val="009A6876"/>
    <w:rsid w:val="009B0B7A"/>
    <w:rsid w:val="009B14B4"/>
    <w:rsid w:val="009F5D60"/>
    <w:rsid w:val="00A02C06"/>
    <w:rsid w:val="00A32C14"/>
    <w:rsid w:val="00A440EF"/>
    <w:rsid w:val="00A503F3"/>
    <w:rsid w:val="00A50BF9"/>
    <w:rsid w:val="00A520E2"/>
    <w:rsid w:val="00A70828"/>
    <w:rsid w:val="00A75394"/>
    <w:rsid w:val="00A80E9C"/>
    <w:rsid w:val="00AD1804"/>
    <w:rsid w:val="00AE1859"/>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3A6E"/>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5004">
      <w:bodyDiv w:val="1"/>
      <w:marLeft w:val="0"/>
      <w:marRight w:val="0"/>
      <w:marTop w:val="0"/>
      <w:marBottom w:val="0"/>
      <w:divBdr>
        <w:top w:val="none" w:sz="0" w:space="0" w:color="auto"/>
        <w:left w:val="none" w:sz="0" w:space="0" w:color="auto"/>
        <w:bottom w:val="none" w:sz="0" w:space="0" w:color="auto"/>
        <w:right w:val="none" w:sz="0" w:space="0" w:color="auto"/>
      </w:divBdr>
    </w:div>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40918386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03b2e61-8694-4f4d-af81-32764bee7b57" xsi:nil="true"/>
    <lcf76f155ced4ddcb4097134ff3c332f xmlns="2f1a8698-b0ac-48a6-95a8-bd6a6393fc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customXml/itemProps2.xml><?xml version="1.0" encoding="utf-8"?>
<ds:datastoreItem xmlns:ds="http://schemas.openxmlformats.org/officeDocument/2006/customXml" ds:itemID="{4836A1D7-1572-4F84-B985-625E31B09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6AD5-F4F7-4641-9EFD-055E35CC6D78}">
  <ds:schemaRefs>
    <ds:schemaRef ds:uri="http://schemas.microsoft.com/sharepoint/v3/contenttype/forms"/>
  </ds:schemaRefs>
</ds:datastoreItem>
</file>

<file path=customXml/itemProps4.xml><?xml version="1.0" encoding="utf-8"?>
<ds:datastoreItem xmlns:ds="http://schemas.openxmlformats.org/officeDocument/2006/customXml" ds:itemID="{A4F40954-2AC7-488A-80DC-19EB4E22DF04}">
  <ds:schemaRefs>
    <ds:schemaRef ds:uri="http://schemas.microsoft.com/office/2006/metadata/properties"/>
    <ds:schemaRef ds:uri="http://schemas.microsoft.com/office/infopath/2007/PartnerControls"/>
    <ds:schemaRef ds:uri="b03b2e61-8694-4f4d-af81-32764bee7b57"/>
    <ds:schemaRef ds:uri="2f1a8698-b0ac-48a6-95a8-bd6a6393fce2"/>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6</Pages>
  <Words>1992</Words>
  <Characters>10962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12929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16</cp:revision>
  <cp:lastPrinted>2016-11-02T13:51:00Z</cp:lastPrinted>
  <dcterms:created xsi:type="dcterms:W3CDTF">2024-01-31T14:22:00Z</dcterms:created>
  <dcterms:modified xsi:type="dcterms:W3CDTF">2026-02-20T14:47:00Z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ies>
</file>