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239C541" w14:textId="77777777" w:rsidR="00956CF0" w:rsidRDefault="00956CF0" w:rsidP="00956CF0">
      <w:pPr>
        <w:jc w:val="right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06"/>
        <w:gridCol w:w="5283"/>
      </w:tblGrid>
      <w:tr w:rsidR="00956CF0" w14:paraId="06788188" w14:textId="77777777" w:rsidTr="005425E7">
        <w:tc>
          <w:tcPr>
            <w:tcW w:w="4606" w:type="dxa"/>
            <w:shd w:val="clear" w:color="auto" w:fill="auto"/>
          </w:tcPr>
          <w:p w14:paraId="6D510D1A" w14:textId="77777777" w:rsidR="00956CF0" w:rsidRPr="005425E7" w:rsidRDefault="007A1631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  <w:r w:rsidRPr="005425E7">
              <w:rPr>
                <w:rFonts w:ascii="Calibri" w:eastAsia="Calibri" w:hAnsi="Calibri"/>
                <w:noProof/>
                <w:sz w:val="22"/>
                <w:szCs w:val="22"/>
                <w:lang w:eastAsia="fr-FR"/>
              </w:rPr>
              <w:drawing>
                <wp:anchor distT="0" distB="0" distL="114300" distR="114300" simplePos="0" relativeHeight="251652608" behindDoc="0" locked="0" layoutInCell="1" allowOverlap="1" wp14:anchorId="190F121B" wp14:editId="531AF448">
                  <wp:simplePos x="0" y="0"/>
                  <wp:positionH relativeFrom="page">
                    <wp:posOffset>147648</wp:posOffset>
                  </wp:positionH>
                  <wp:positionV relativeFrom="page">
                    <wp:posOffset>83185</wp:posOffset>
                  </wp:positionV>
                  <wp:extent cx="1111439" cy="1021688"/>
                  <wp:effectExtent l="0" t="0" r="0" b="7620"/>
                  <wp:wrapNone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1439" cy="102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708B04" w14:textId="77777777"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14:paraId="4D91F9EF" w14:textId="77777777"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14:paraId="742E2BB9" w14:textId="77777777"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83" w:type="dxa"/>
            <w:shd w:val="clear" w:color="auto" w:fill="auto"/>
          </w:tcPr>
          <w:p w14:paraId="2A50599C" w14:textId="77777777"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  <w:p w14:paraId="678A83D2" w14:textId="77777777" w:rsidR="00956CF0" w:rsidRPr="005425E7" w:rsidRDefault="00956CF0" w:rsidP="005425E7">
            <w:pPr>
              <w:pStyle w:val="ZEmetteur"/>
              <w:rPr>
                <w:rFonts w:ascii="Calibri" w:hAnsi="Calibri" w:cs="Calibri"/>
              </w:rPr>
            </w:pPr>
            <w:r w:rsidRPr="005425E7">
              <w:rPr>
                <w:rFonts w:ascii="Calibri" w:hAnsi="Calibri" w:cs="Calibri"/>
              </w:rPr>
              <w:t>Service du commissariat des armées</w:t>
            </w:r>
          </w:p>
          <w:p w14:paraId="47EFFA70" w14:textId="77777777" w:rsidR="00956CF0" w:rsidRPr="0002051B" w:rsidRDefault="00956CF0" w:rsidP="005425E7">
            <w:pPr>
              <w:pStyle w:val="ZEmetteur"/>
            </w:pPr>
            <w:r w:rsidRPr="005425E7">
              <w:rPr>
                <w:rFonts w:ascii="Calibri" w:hAnsi="Calibri" w:cs="Calibri"/>
              </w:rPr>
              <w:t>Plate-forme commissariat</w:t>
            </w:r>
            <w:r w:rsidR="003960AC">
              <w:rPr>
                <w:rFonts w:ascii="Calibri" w:hAnsi="Calibri" w:cs="Calibri"/>
              </w:rPr>
              <w:t xml:space="preserve"> Paris</w:t>
            </w:r>
          </w:p>
          <w:p w14:paraId="5C676AC9" w14:textId="77777777" w:rsidR="00956CF0" w:rsidRPr="005425E7" w:rsidRDefault="00956CF0" w:rsidP="005425E7">
            <w:pPr>
              <w:jc w:val="right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14:paraId="580DF015" w14:textId="77777777" w:rsidR="007411D9" w:rsidRPr="00700DA9" w:rsidRDefault="007411D9">
      <w:pPr>
        <w:pStyle w:val="Titre3"/>
        <w:numPr>
          <w:ilvl w:val="0"/>
          <w:numId w:val="0"/>
        </w:numPr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14:paraId="4F5F63F1" w14:textId="77777777">
        <w:tc>
          <w:tcPr>
            <w:tcW w:w="10419" w:type="dxa"/>
            <w:shd w:val="clear" w:color="auto" w:fill="auto"/>
          </w:tcPr>
          <w:p w14:paraId="29C03FE1" w14:textId="77777777" w:rsidR="002D62B2" w:rsidRPr="00700DA9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14:paraId="198A0027" w14:textId="77777777"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700DA9" w14:paraId="3FC30869" w14:textId="77777777">
        <w:tc>
          <w:tcPr>
            <w:tcW w:w="9285" w:type="dxa"/>
            <w:shd w:val="clear" w:color="auto" w:fill="66CCFF"/>
          </w:tcPr>
          <w:p w14:paraId="5E348559" w14:textId="77777777"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>MARCH</w:t>
            </w:r>
            <w:r w:rsidRPr="00700DA9">
              <w:rPr>
                <w:rFonts w:ascii="Calibri" w:hAnsi="Calibri" w:cs="Calibri"/>
                <w:b w:val="0"/>
                <w:caps/>
                <w:sz w:val="26"/>
                <w:szCs w:val="26"/>
              </w:rPr>
              <w:t>é</w:t>
            </w:r>
            <w:r w:rsidRPr="00700DA9">
              <w:rPr>
                <w:rFonts w:ascii="Calibri" w:hAnsi="Calibri" w:cs="Calibri"/>
                <w:b w:val="0"/>
                <w:sz w:val="26"/>
                <w:szCs w:val="26"/>
              </w:rPr>
              <w:t xml:space="preserve">S </w:t>
            </w:r>
            <w:r w:rsidR="00EB4DEA" w:rsidRPr="00700DA9">
              <w:rPr>
                <w:rFonts w:ascii="Calibri" w:hAnsi="Calibri" w:cs="Calibri"/>
                <w:b w:val="0"/>
                <w:sz w:val="26"/>
                <w:szCs w:val="26"/>
              </w:rPr>
              <w:t>PUBLICS</w:t>
            </w:r>
          </w:p>
          <w:p w14:paraId="1FEC957B" w14:textId="77777777" w:rsidR="007411D9" w:rsidRPr="00700DA9" w:rsidRDefault="007411D9">
            <w:pPr>
              <w:pStyle w:val="Titre8"/>
              <w:tabs>
                <w:tab w:val="right" w:pos="9639"/>
              </w:tabs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Lettre de candidature</w:t>
            </w:r>
          </w:p>
          <w:p w14:paraId="522F439C" w14:textId="77777777" w:rsidR="007411D9" w:rsidRPr="00700DA9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caps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designation</w:t>
            </w:r>
            <w:r w:rsidR="007411D9" w:rsidRPr="00700DA9">
              <w:rPr>
                <w:rFonts w:ascii="Calibri" w:hAnsi="Calibri" w:cs="Calibri"/>
                <w:caps/>
                <w:sz w:val="26"/>
                <w:szCs w:val="26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14:paraId="7A418CCA" w14:textId="77777777" w:rsidR="007411D9" w:rsidRPr="00700DA9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caps/>
                <w:sz w:val="26"/>
                <w:szCs w:val="26"/>
              </w:rPr>
              <w:t>Dc1</w:t>
            </w:r>
          </w:p>
        </w:tc>
      </w:tr>
    </w:tbl>
    <w:p w14:paraId="382674B1" w14:textId="77777777"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14:paraId="57F9394A" w14:textId="77777777" w:rsidTr="00AE730C">
        <w:tc>
          <w:tcPr>
            <w:tcW w:w="10277" w:type="dxa"/>
            <w:shd w:val="clear" w:color="auto" w:fill="auto"/>
          </w:tcPr>
          <w:p w14:paraId="36578E42" w14:textId="77777777" w:rsidR="00EB4DEA" w:rsidRPr="00700DA9" w:rsidRDefault="00EB4DEA" w:rsidP="00BE53A5">
            <w:pPr>
              <w:pStyle w:val="Titre2"/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14:paraId="0F17B862" w14:textId="77777777" w:rsidR="007411D9" w:rsidRPr="00700DA9" w:rsidRDefault="007411D9">
      <w:pPr>
        <w:rPr>
          <w:rFonts w:ascii="Calibri" w:hAnsi="Calibri" w:cs="Calibri"/>
          <w:sz w:val="26"/>
          <w:szCs w:val="26"/>
        </w:rPr>
        <w:sectPr w:rsidR="007411D9" w:rsidRPr="00700DA9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14:paraId="29433EE8" w14:textId="77777777">
        <w:tc>
          <w:tcPr>
            <w:tcW w:w="10277" w:type="dxa"/>
            <w:shd w:val="clear" w:color="auto" w:fill="auto"/>
          </w:tcPr>
          <w:p w14:paraId="1C093BAE" w14:textId="77777777" w:rsidR="007411D9" w:rsidRPr="00700DA9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</w:tr>
      <w:tr w:rsidR="007411D9" w:rsidRPr="00700DA9" w14:paraId="5461849D" w14:textId="77777777">
        <w:tc>
          <w:tcPr>
            <w:tcW w:w="10277" w:type="dxa"/>
            <w:shd w:val="clear" w:color="auto" w:fill="66CCFF"/>
          </w:tcPr>
          <w:p w14:paraId="13D102B5" w14:textId="77777777" w:rsidR="007411D9" w:rsidRPr="00700DA9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 xml:space="preserve">A - Identification </w:t>
            </w:r>
            <w:r w:rsidR="00D84A53" w:rsidRPr="00700DA9">
              <w:rPr>
                <w:rFonts w:ascii="Calibri" w:hAnsi="Calibri" w:cs="Calibri"/>
                <w:b/>
                <w:bCs/>
                <w:sz w:val="26"/>
                <w:szCs w:val="26"/>
                <w:shd w:val="clear" w:color="auto" w:fill="66CCFF"/>
              </w:rPr>
              <w:t>de l’acheteur</w:t>
            </w:r>
          </w:p>
        </w:tc>
      </w:tr>
    </w:tbl>
    <w:p w14:paraId="3C2950FA" w14:textId="77777777" w:rsidR="00BD70C2" w:rsidRPr="00700DA9" w:rsidRDefault="00BD70C2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</w:p>
    <w:p w14:paraId="18146DC6" w14:textId="4ADFE1DC" w:rsidR="008171EA" w:rsidRPr="008171EA" w:rsidRDefault="00161415" w:rsidP="008171EA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bookmarkStart w:id="0" w:name="_GoBack"/>
      <w:r w:rsidRPr="00700DA9">
        <w:rPr>
          <w:rFonts w:ascii="Calibri" w:hAnsi="Calibri" w:cs="Calibri"/>
          <w:sz w:val="26"/>
          <w:szCs w:val="26"/>
        </w:rPr>
        <w:t>Ministère des Armées</w:t>
      </w:r>
      <w:bookmarkEnd w:id="0"/>
      <w:r w:rsidR="005968F9">
        <w:rPr>
          <w:rFonts w:ascii="Calibri" w:hAnsi="Calibri" w:cs="Calibri"/>
          <w:sz w:val="26"/>
          <w:szCs w:val="26"/>
        </w:rPr>
        <w:t xml:space="preserve"> et des Anciens combattants</w:t>
      </w:r>
    </w:p>
    <w:p w14:paraId="62C40E6F" w14:textId="77777777" w:rsidR="00161415" w:rsidRPr="00700DA9" w:rsidRDefault="008171EA" w:rsidP="00161415">
      <w:pPr>
        <w:pStyle w:val="Titre1"/>
        <w:ind w:left="0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 </w:t>
      </w:r>
      <w:r w:rsidR="00161415" w:rsidRPr="00700DA9">
        <w:rPr>
          <w:rFonts w:ascii="Calibri" w:hAnsi="Calibri" w:cs="Calibri"/>
          <w:sz w:val="26"/>
          <w:szCs w:val="26"/>
        </w:rPr>
        <w:t>Service du commissariat des armées (SCA)</w:t>
      </w:r>
    </w:p>
    <w:p w14:paraId="166A996F" w14:textId="77777777" w:rsidR="00161415" w:rsidRPr="00700DA9" w:rsidRDefault="00161415" w:rsidP="00161415">
      <w:pPr>
        <w:pStyle w:val="Titre2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Plate-forme commissariat </w:t>
      </w:r>
      <w:r w:rsidR="005E0FC9" w:rsidRPr="00700DA9">
        <w:rPr>
          <w:rFonts w:ascii="Calibri" w:hAnsi="Calibri" w:cs="Calibri"/>
          <w:sz w:val="26"/>
          <w:szCs w:val="26"/>
        </w:rPr>
        <w:t>Paris</w:t>
      </w:r>
    </w:p>
    <w:p w14:paraId="128CFA63" w14:textId="77777777"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Base des Loges – 8, av</w:t>
      </w:r>
      <w:r w:rsidR="00E6592E" w:rsidRPr="00700DA9">
        <w:rPr>
          <w:rFonts w:ascii="Calibri" w:hAnsi="Calibri" w:cs="Calibri"/>
          <w:sz w:val="26"/>
          <w:szCs w:val="26"/>
        </w:rPr>
        <w:t>enue</w:t>
      </w:r>
      <w:r w:rsidRPr="00700DA9">
        <w:rPr>
          <w:rFonts w:ascii="Calibri" w:hAnsi="Calibri" w:cs="Calibri"/>
          <w:sz w:val="26"/>
          <w:szCs w:val="26"/>
        </w:rPr>
        <w:t xml:space="preserve"> du Président Kennedy – BP 40202</w:t>
      </w:r>
    </w:p>
    <w:p w14:paraId="456E713F" w14:textId="77777777"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78102 Saint-Germain-en-Laye cedex</w:t>
      </w:r>
    </w:p>
    <w:p w14:paraId="38FB4A17" w14:textId="77777777" w:rsidR="000C515E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Téléphone : 01 39 21 </w:t>
      </w:r>
      <w:r w:rsidR="00C12DE7">
        <w:rPr>
          <w:rFonts w:ascii="Calibri" w:hAnsi="Calibri" w:cs="Calibri"/>
          <w:sz w:val="26"/>
          <w:szCs w:val="26"/>
        </w:rPr>
        <w:t>23 36</w:t>
      </w:r>
      <w:r w:rsidRPr="00700DA9">
        <w:rPr>
          <w:rFonts w:ascii="Calibri" w:hAnsi="Calibri" w:cs="Calibri"/>
          <w:sz w:val="26"/>
          <w:szCs w:val="26"/>
        </w:rPr>
        <w:t xml:space="preserve"> - Télécopie : 01 39 21 26 20</w:t>
      </w:r>
    </w:p>
    <w:p w14:paraId="1B5623C8" w14:textId="77777777" w:rsidR="00161415" w:rsidRPr="00700DA9" w:rsidRDefault="00161415" w:rsidP="00161415">
      <w:pPr>
        <w:pStyle w:val="Titre3"/>
        <w:tabs>
          <w:tab w:val="center" w:pos="5103"/>
          <w:tab w:val="right" w:pos="10065"/>
        </w:tabs>
        <w:ind w:left="720" w:hanging="7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Courriel : </w:t>
      </w:r>
      <w:hyperlink r:id="rId10" w:history="1">
        <w:r w:rsidR="00B740C0" w:rsidRPr="00700DA9">
          <w:rPr>
            <w:rStyle w:val="Lienhypertexte"/>
            <w:rFonts w:ascii="Calibri" w:hAnsi="Calibri" w:cs="Calibri"/>
            <w:b w:val="0"/>
            <w:sz w:val="26"/>
            <w:szCs w:val="26"/>
          </w:rPr>
          <w:t>pfc-paris-bap.ach.fct@intradef.gouv.fr</w:t>
        </w:r>
      </w:hyperlink>
      <w:r w:rsidR="00B740C0" w:rsidRPr="00700DA9">
        <w:rPr>
          <w:rFonts w:ascii="Calibri" w:hAnsi="Calibri" w:cs="Calibri"/>
          <w:b w:val="0"/>
          <w:color w:val="0000FF"/>
          <w:sz w:val="26"/>
          <w:szCs w:val="26"/>
          <w:u w:val="single"/>
        </w:rPr>
        <w:t> </w:t>
      </w:r>
    </w:p>
    <w:p w14:paraId="52A777D0" w14:textId="77777777"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14:paraId="53B9A664" w14:textId="77777777">
        <w:trPr>
          <w:trHeight w:val="160"/>
        </w:trPr>
        <w:tc>
          <w:tcPr>
            <w:tcW w:w="10277" w:type="dxa"/>
            <w:shd w:val="clear" w:color="auto" w:fill="66CCFF"/>
          </w:tcPr>
          <w:p w14:paraId="7DAC3D53" w14:textId="77777777"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B - Objet de la consultation</w:t>
            </w:r>
          </w:p>
        </w:tc>
      </w:tr>
    </w:tbl>
    <w:p w14:paraId="1431334E" w14:textId="77777777" w:rsidR="007411D9" w:rsidRPr="00700DA9" w:rsidRDefault="007411D9">
      <w:pPr>
        <w:rPr>
          <w:rFonts w:ascii="Calibri" w:hAnsi="Calibri" w:cs="Calibri"/>
          <w:b/>
          <w:bCs/>
          <w:sz w:val="26"/>
          <w:szCs w:val="26"/>
        </w:rPr>
      </w:pPr>
    </w:p>
    <w:p w14:paraId="3E89FD2B" w14:textId="77777777" w:rsidR="007411D9" w:rsidRDefault="00955BAA" w:rsidP="00891F8B">
      <w:pPr>
        <w:jc w:val="both"/>
        <w:rPr>
          <w:rFonts w:ascii="Calibri" w:hAnsi="Calibri" w:cs="Calibri"/>
          <w:bCs/>
          <w:sz w:val="26"/>
          <w:szCs w:val="26"/>
        </w:rPr>
      </w:pPr>
      <w:r>
        <w:rPr>
          <w:rFonts w:ascii="Calibri" w:hAnsi="Calibri" w:cs="Calibri"/>
          <w:bCs/>
          <w:sz w:val="26"/>
          <w:szCs w:val="26"/>
        </w:rPr>
        <w:t>Location, maintenance préventive et curative de matériel de lavage et séchage à usage professionnel et fourniture de lessive au profit de la troupe Sentinelle et des bâtime</w:t>
      </w:r>
      <w:r w:rsidR="005A5037">
        <w:rPr>
          <w:rFonts w:ascii="Calibri" w:hAnsi="Calibri" w:cs="Calibri"/>
          <w:bCs/>
          <w:sz w:val="26"/>
          <w:szCs w:val="26"/>
        </w:rPr>
        <w:t>nts troupe soutenus par le GSC Î</w:t>
      </w:r>
      <w:r>
        <w:rPr>
          <w:rFonts w:ascii="Calibri" w:hAnsi="Calibri" w:cs="Calibri"/>
          <w:bCs/>
          <w:sz w:val="26"/>
          <w:szCs w:val="26"/>
        </w:rPr>
        <w:t>le-de-France :</w:t>
      </w:r>
    </w:p>
    <w:p w14:paraId="4EC23F8D" w14:textId="77777777" w:rsidR="00955BAA" w:rsidRDefault="00955BAA" w:rsidP="00891F8B">
      <w:pPr>
        <w:jc w:val="both"/>
        <w:rPr>
          <w:rFonts w:ascii="Calibri" w:hAnsi="Calibri" w:cs="Calibri"/>
          <w:bCs/>
          <w:sz w:val="26"/>
          <w:szCs w:val="26"/>
        </w:rPr>
      </w:pPr>
    </w:p>
    <w:p w14:paraId="0D0CD167" w14:textId="77777777" w:rsidR="00955BAA" w:rsidRDefault="00955BAA" w:rsidP="00891F8B">
      <w:pPr>
        <w:pStyle w:val="Paragraphedeliste"/>
        <w:numPr>
          <w:ilvl w:val="0"/>
          <w:numId w:val="9"/>
        </w:numPr>
        <w:jc w:val="both"/>
        <w:rPr>
          <w:rFonts w:ascii="Calibri" w:hAnsi="Calibri" w:cs="Calibri"/>
          <w:bCs/>
          <w:sz w:val="26"/>
          <w:szCs w:val="26"/>
        </w:rPr>
      </w:pPr>
      <w:r w:rsidRPr="00761FEC">
        <w:rPr>
          <w:rFonts w:ascii="Calibri" w:hAnsi="Calibri" w:cs="Calibri"/>
          <w:bCs/>
          <w:sz w:val="26"/>
          <w:szCs w:val="26"/>
          <w:u w:val="single"/>
        </w:rPr>
        <w:t>Lot n°1</w:t>
      </w:r>
      <w:r>
        <w:rPr>
          <w:rFonts w:ascii="Calibri" w:hAnsi="Calibri" w:cs="Calibri"/>
          <w:bCs/>
          <w:sz w:val="26"/>
          <w:szCs w:val="26"/>
        </w:rPr>
        <w:t xml:space="preserve"> : Location, maintenance préventive et curative de matériel de lavage et séchage à usage professionnel et fourniture de lessive au profit de la troupe Sentinelle et des bâtiments troupe soutenus par le GSC </w:t>
      </w:r>
      <w:r w:rsidR="00761FEC">
        <w:rPr>
          <w:rFonts w:ascii="Calibri" w:hAnsi="Calibri" w:cs="Calibri"/>
          <w:bCs/>
          <w:sz w:val="26"/>
          <w:szCs w:val="26"/>
        </w:rPr>
        <w:t>Î</w:t>
      </w:r>
      <w:r>
        <w:rPr>
          <w:rFonts w:ascii="Calibri" w:hAnsi="Calibri" w:cs="Calibri"/>
          <w:bCs/>
          <w:sz w:val="26"/>
          <w:szCs w:val="26"/>
        </w:rPr>
        <w:t>le-de-France</w:t>
      </w:r>
      <w:r w:rsidR="00761FEC">
        <w:rPr>
          <w:rFonts w:ascii="Calibri" w:hAnsi="Calibri" w:cs="Calibri"/>
          <w:bCs/>
          <w:sz w:val="26"/>
          <w:szCs w:val="26"/>
        </w:rPr>
        <w:t xml:space="preserve"> pour les BR</w:t>
      </w:r>
      <w:r w:rsidR="001E4733">
        <w:rPr>
          <w:rFonts w:ascii="Calibri" w:hAnsi="Calibri" w:cs="Calibri"/>
          <w:bCs/>
          <w:sz w:val="26"/>
          <w:szCs w:val="26"/>
        </w:rPr>
        <w:t>D de Paris Ecole Militaire et Arcueil Vanves Paris</w:t>
      </w:r>
      <w:r w:rsidR="00761FEC">
        <w:rPr>
          <w:rFonts w:ascii="Calibri" w:hAnsi="Calibri" w:cs="Calibri"/>
          <w:bCs/>
          <w:sz w:val="26"/>
          <w:szCs w:val="26"/>
        </w:rPr>
        <w:t>.</w:t>
      </w:r>
    </w:p>
    <w:p w14:paraId="3FCA1357" w14:textId="77777777" w:rsidR="00761FEC" w:rsidRDefault="00761FEC" w:rsidP="00891F8B">
      <w:pPr>
        <w:pStyle w:val="Paragraphedeliste"/>
        <w:jc w:val="both"/>
        <w:rPr>
          <w:rFonts w:ascii="Calibri" w:hAnsi="Calibri" w:cs="Calibri"/>
          <w:bCs/>
          <w:sz w:val="26"/>
          <w:szCs w:val="26"/>
        </w:rPr>
      </w:pPr>
    </w:p>
    <w:p w14:paraId="4654CFEA" w14:textId="77777777" w:rsidR="00761FEC" w:rsidRDefault="00761FEC" w:rsidP="00891F8B">
      <w:pPr>
        <w:pStyle w:val="Paragraphedeliste"/>
        <w:numPr>
          <w:ilvl w:val="0"/>
          <w:numId w:val="9"/>
        </w:numPr>
        <w:jc w:val="both"/>
        <w:rPr>
          <w:rFonts w:ascii="Calibri" w:hAnsi="Calibri" w:cs="Calibri"/>
          <w:bCs/>
          <w:sz w:val="26"/>
          <w:szCs w:val="26"/>
        </w:rPr>
      </w:pPr>
      <w:r w:rsidRPr="00761FEC">
        <w:rPr>
          <w:rFonts w:ascii="Calibri" w:hAnsi="Calibri" w:cs="Calibri"/>
          <w:bCs/>
          <w:sz w:val="26"/>
          <w:szCs w:val="26"/>
          <w:u w:val="single"/>
        </w:rPr>
        <w:t>Lot n°2</w:t>
      </w:r>
      <w:r>
        <w:rPr>
          <w:rFonts w:ascii="Calibri" w:hAnsi="Calibri" w:cs="Calibri"/>
          <w:bCs/>
          <w:sz w:val="26"/>
          <w:szCs w:val="26"/>
        </w:rPr>
        <w:t xml:space="preserve"> : Location, maintenance préventive et curative de matériel de lavage et séchage à usage professionnel et fourniture de lessive au profit de la troupe Sentinelle et des </w:t>
      </w:r>
      <w:proofErr w:type="gramStart"/>
      <w:r>
        <w:rPr>
          <w:rFonts w:ascii="Calibri" w:hAnsi="Calibri" w:cs="Calibri"/>
          <w:bCs/>
          <w:sz w:val="26"/>
          <w:szCs w:val="26"/>
        </w:rPr>
        <w:t>bâtiments</w:t>
      </w:r>
      <w:proofErr w:type="gramEnd"/>
      <w:r>
        <w:rPr>
          <w:rFonts w:ascii="Calibri" w:hAnsi="Calibri" w:cs="Calibri"/>
          <w:bCs/>
          <w:sz w:val="26"/>
          <w:szCs w:val="26"/>
        </w:rPr>
        <w:t xml:space="preserve"> troupe soutenus par le GSC Île-de-France</w:t>
      </w:r>
      <w:r w:rsidR="001E4733">
        <w:rPr>
          <w:rFonts w:ascii="Calibri" w:hAnsi="Calibri" w:cs="Calibri"/>
          <w:bCs/>
          <w:sz w:val="26"/>
          <w:szCs w:val="26"/>
        </w:rPr>
        <w:t xml:space="preserve"> pour les BRD de Montlhéry, Saint-Germain-en-Laye, Versailles et </w:t>
      </w:r>
      <w:proofErr w:type="spellStart"/>
      <w:r w:rsidR="001E4733">
        <w:rPr>
          <w:rFonts w:ascii="Calibri" w:hAnsi="Calibri" w:cs="Calibri"/>
          <w:bCs/>
          <w:sz w:val="26"/>
          <w:szCs w:val="26"/>
        </w:rPr>
        <w:t>Villacoublay</w:t>
      </w:r>
      <w:proofErr w:type="spellEnd"/>
      <w:r>
        <w:rPr>
          <w:rFonts w:ascii="Calibri" w:hAnsi="Calibri" w:cs="Calibri"/>
          <w:bCs/>
          <w:sz w:val="26"/>
          <w:szCs w:val="26"/>
        </w:rPr>
        <w:t>.</w:t>
      </w:r>
    </w:p>
    <w:p w14:paraId="3EB91FA5" w14:textId="77777777" w:rsidR="0030103E" w:rsidRPr="0030103E" w:rsidRDefault="0030103E" w:rsidP="0030103E">
      <w:pPr>
        <w:pStyle w:val="Paragraphedeliste"/>
        <w:rPr>
          <w:rFonts w:ascii="Calibri" w:hAnsi="Calibri" w:cs="Calibri"/>
          <w:bCs/>
          <w:sz w:val="26"/>
          <w:szCs w:val="26"/>
        </w:rPr>
      </w:pPr>
    </w:p>
    <w:p w14:paraId="5EFFDC66" w14:textId="77777777" w:rsidR="0030103E" w:rsidRDefault="0030103E" w:rsidP="0030103E">
      <w:pPr>
        <w:rPr>
          <w:rFonts w:ascii="Calibri" w:hAnsi="Calibri" w:cs="Calibri"/>
          <w:bCs/>
          <w:sz w:val="26"/>
          <w:szCs w:val="26"/>
        </w:rPr>
      </w:pPr>
    </w:p>
    <w:p w14:paraId="18B71EA2" w14:textId="77777777" w:rsidR="0030103E" w:rsidRDefault="0030103E" w:rsidP="0030103E">
      <w:pPr>
        <w:rPr>
          <w:rFonts w:ascii="Calibri" w:hAnsi="Calibri" w:cs="Calibri"/>
          <w:bCs/>
          <w:sz w:val="26"/>
          <w:szCs w:val="26"/>
        </w:rPr>
      </w:pPr>
    </w:p>
    <w:p w14:paraId="441EDDB4" w14:textId="77777777" w:rsidR="0030103E" w:rsidRDefault="0030103E" w:rsidP="0030103E">
      <w:pPr>
        <w:rPr>
          <w:rFonts w:ascii="Calibri" w:hAnsi="Calibri" w:cs="Calibri"/>
          <w:bCs/>
          <w:sz w:val="26"/>
          <w:szCs w:val="26"/>
        </w:rPr>
      </w:pPr>
    </w:p>
    <w:p w14:paraId="6F2C2CB6" w14:textId="77777777" w:rsidR="0030103E" w:rsidRPr="0030103E" w:rsidRDefault="0030103E" w:rsidP="0030103E">
      <w:pPr>
        <w:rPr>
          <w:rFonts w:ascii="Calibri" w:hAnsi="Calibri" w:cs="Calibri"/>
          <w:bCs/>
          <w:sz w:val="26"/>
          <w:szCs w:val="26"/>
        </w:rPr>
      </w:pPr>
    </w:p>
    <w:p w14:paraId="0CBC38A8" w14:textId="77777777"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p w14:paraId="2BD6464C" w14:textId="77777777" w:rsidR="00C02D34" w:rsidRPr="00700DA9" w:rsidRDefault="00C02D34">
      <w:pPr>
        <w:rPr>
          <w:rFonts w:ascii="Calibri" w:hAnsi="Calibri" w:cs="Calibri"/>
          <w:b/>
          <w:bCs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14:paraId="5E5900D3" w14:textId="77777777">
        <w:tc>
          <w:tcPr>
            <w:tcW w:w="10277" w:type="dxa"/>
            <w:shd w:val="clear" w:color="auto" w:fill="66CCFF"/>
          </w:tcPr>
          <w:p w14:paraId="56538D1A" w14:textId="77777777"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lastRenderedPageBreak/>
              <w:t>C - Objet de la candidature</w:t>
            </w:r>
          </w:p>
        </w:tc>
      </w:tr>
    </w:tbl>
    <w:p w14:paraId="17818B73" w14:textId="77777777" w:rsidR="007411D9" w:rsidRPr="00700DA9" w:rsidRDefault="007411D9" w:rsidP="000C515E">
      <w:pPr>
        <w:pStyle w:val="Titre1"/>
        <w:numPr>
          <w:ilvl w:val="0"/>
          <w:numId w:val="0"/>
        </w:numPr>
        <w:ind w:left="567"/>
        <w:rPr>
          <w:rFonts w:ascii="Calibri" w:hAnsi="Calibri" w:cs="Calibri"/>
          <w:b w:val="0"/>
          <w:bCs w:val="0"/>
          <w:sz w:val="26"/>
          <w:szCs w:val="26"/>
        </w:rPr>
      </w:pPr>
    </w:p>
    <w:p w14:paraId="5FCF8AB9" w14:textId="77777777" w:rsidR="007411D9" w:rsidRPr="00DE18B3" w:rsidRDefault="007411D9" w:rsidP="00DE18B3">
      <w:pPr>
        <w:pStyle w:val="Titre1"/>
        <w:ind w:left="0"/>
        <w:rPr>
          <w:rFonts w:ascii="Calibri" w:hAnsi="Calibri" w:cs="Calibri"/>
          <w:b w:val="0"/>
          <w:bCs w:val="0"/>
          <w:sz w:val="26"/>
          <w:szCs w:val="26"/>
        </w:rPr>
      </w:pPr>
      <w:r w:rsidRPr="00700DA9">
        <w:rPr>
          <w:rFonts w:ascii="Calibri" w:hAnsi="Calibri" w:cs="Calibri"/>
          <w:b w:val="0"/>
          <w:bCs w:val="0"/>
          <w:sz w:val="26"/>
          <w:szCs w:val="26"/>
        </w:rPr>
        <w:t xml:space="preserve">La candidature est </w:t>
      </w:r>
      <w:r w:rsidR="00775F55" w:rsidRPr="00700DA9">
        <w:rPr>
          <w:rFonts w:ascii="Calibri" w:hAnsi="Calibri" w:cs="Calibri"/>
          <w:b w:val="0"/>
          <w:bCs w:val="0"/>
          <w:sz w:val="26"/>
          <w:szCs w:val="26"/>
        </w:rPr>
        <w:t>présentée </w:t>
      </w:r>
      <w:r w:rsidRPr="00700DA9">
        <w:rPr>
          <w:rFonts w:ascii="Calibri" w:hAnsi="Calibri" w:cs="Calibri"/>
          <w:b w:val="0"/>
          <w:bCs w:val="0"/>
          <w:sz w:val="26"/>
          <w:szCs w:val="26"/>
        </w:rPr>
        <w:t>:</w:t>
      </w:r>
    </w:p>
    <w:p w14:paraId="3809D424" w14:textId="77777777" w:rsidR="00775F55" w:rsidRPr="00700DA9" w:rsidRDefault="00775F55" w:rsidP="00775F55">
      <w:pPr>
        <w:numPr>
          <w:ilvl w:val="0"/>
          <w:numId w:val="1"/>
        </w:numPr>
        <w:rPr>
          <w:rFonts w:ascii="Calibri" w:hAnsi="Calibri" w:cs="Calibri"/>
          <w:sz w:val="26"/>
          <w:szCs w:val="26"/>
        </w:rPr>
      </w:pPr>
    </w:p>
    <w:p w14:paraId="6C1C495C" w14:textId="77777777" w:rsidR="00775F55" w:rsidRPr="00700DA9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Calibri" w:hAnsi="Calibri" w:cs="Calibri"/>
          <w:b/>
          <w:b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968F9">
        <w:rPr>
          <w:rFonts w:ascii="Calibri" w:hAnsi="Calibri" w:cs="Calibri"/>
          <w:sz w:val="26"/>
          <w:szCs w:val="26"/>
        </w:rPr>
      </w:r>
      <w:r w:rsidR="005968F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Pr="00700DA9">
        <w:rPr>
          <w:rFonts w:ascii="Calibri" w:hAnsi="Calibri" w:cs="Calibri"/>
          <w:sz w:val="26"/>
          <w:szCs w:val="26"/>
        </w:rPr>
        <w:t>pour</w:t>
      </w:r>
      <w:proofErr w:type="gramEnd"/>
      <w:r w:rsidRPr="00700DA9">
        <w:rPr>
          <w:rFonts w:ascii="Calibri" w:hAnsi="Calibri" w:cs="Calibri"/>
          <w:sz w:val="26"/>
          <w:szCs w:val="26"/>
        </w:rPr>
        <w:t xml:space="preserve"> tous les lots de la procédure de passation du marché public ;</w:t>
      </w:r>
    </w:p>
    <w:p w14:paraId="143737ED" w14:textId="77777777"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14:paraId="256928FC" w14:textId="77777777" w:rsidR="007411D9" w:rsidRPr="00700DA9" w:rsidRDefault="00775F55" w:rsidP="00184AEF">
      <w:pPr>
        <w:ind w:left="993" w:hanging="426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968F9">
        <w:rPr>
          <w:rFonts w:ascii="Calibri" w:hAnsi="Calibri" w:cs="Calibri"/>
          <w:sz w:val="26"/>
          <w:szCs w:val="26"/>
        </w:rPr>
      </w:r>
      <w:r w:rsidR="005968F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pour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le lot n°</w:t>
      </w:r>
      <w:r w:rsidR="00DE18B3">
        <w:rPr>
          <w:rFonts w:ascii="Calibri" w:hAnsi="Calibri" w:cs="Calibri"/>
          <w:sz w:val="26"/>
          <w:szCs w:val="26"/>
        </w:rPr>
        <w:t>1 « </w:t>
      </w:r>
      <w:r w:rsidR="00DE18B3">
        <w:rPr>
          <w:rFonts w:ascii="Calibri" w:hAnsi="Calibri" w:cs="Calibri"/>
          <w:bCs/>
          <w:sz w:val="26"/>
          <w:szCs w:val="26"/>
        </w:rPr>
        <w:t>Location, maintenance préventive et curative de matériel de lavage et séchage à usage professionnel et fourniture de lessive au profit de la troupe Sentinelle et des bâtiments troupe soutenus par le GSC Île-de-France pour les BR</w:t>
      </w:r>
      <w:r w:rsidR="005B72C8">
        <w:rPr>
          <w:rFonts w:ascii="Calibri" w:hAnsi="Calibri" w:cs="Calibri"/>
          <w:bCs/>
          <w:sz w:val="26"/>
          <w:szCs w:val="26"/>
        </w:rPr>
        <w:t>D de Paris Ecole Militaire et Arcueil Vanves Paris</w:t>
      </w:r>
      <w:r w:rsidR="00DE18B3">
        <w:rPr>
          <w:rFonts w:ascii="Calibri" w:hAnsi="Calibri" w:cs="Calibri"/>
          <w:bCs/>
          <w:sz w:val="26"/>
          <w:szCs w:val="26"/>
        </w:rPr>
        <w:t> ».</w:t>
      </w:r>
    </w:p>
    <w:p w14:paraId="4E5613A1" w14:textId="77777777" w:rsidR="00B44D07" w:rsidRPr="00700DA9" w:rsidRDefault="00B44D07">
      <w:pPr>
        <w:rPr>
          <w:rFonts w:ascii="Calibri" w:hAnsi="Calibri" w:cs="Calibri"/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14:paraId="2DBEF685" w14:textId="77777777" w:rsidTr="00B44D07">
        <w:tc>
          <w:tcPr>
            <w:tcW w:w="10419" w:type="dxa"/>
            <w:shd w:val="clear" w:color="auto" w:fill="66CCFF"/>
          </w:tcPr>
          <w:p w14:paraId="573BD749" w14:textId="77777777"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D - Présentation du candidat</w:t>
            </w:r>
          </w:p>
        </w:tc>
      </w:tr>
    </w:tbl>
    <w:p w14:paraId="12040E7B" w14:textId="77777777"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14:paraId="40AC4712" w14:textId="77777777" w:rsidR="007411D9" w:rsidRPr="00700DA9" w:rsidRDefault="00BB2EF6">
      <w:pPr>
        <w:ind w:left="567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968F9">
        <w:rPr>
          <w:rFonts w:ascii="Calibri" w:hAnsi="Calibri" w:cs="Calibri"/>
          <w:sz w:val="26"/>
          <w:szCs w:val="26"/>
        </w:rPr>
      </w:r>
      <w:r w:rsidR="005968F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75F55"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se présente seul :</w:t>
      </w:r>
    </w:p>
    <w:p w14:paraId="2C2F54D5" w14:textId="77777777"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14:paraId="2ED63A4F" w14:textId="77777777"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27B1C6AD" wp14:editId="6A1FA3E7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700DA9">
        <w:rPr>
          <w:rFonts w:ascii="Calibri" w:hAnsi="Calibri" w:cs="Calibri"/>
          <w:sz w:val="26"/>
          <w:szCs w:val="26"/>
        </w:rPr>
        <w:t> Nom</w:t>
      </w:r>
      <w:r w:rsidR="00775F55" w:rsidRPr="00700DA9">
        <w:rPr>
          <w:rFonts w:ascii="Calibri" w:hAnsi="Calibri" w:cs="Calibri"/>
          <w:sz w:val="26"/>
          <w:szCs w:val="26"/>
        </w:rPr>
        <w:t xml:space="preserve"> commercial et dénomination sociale de l’unité ou de l’établissement qui exécutera la prestation :</w:t>
      </w:r>
    </w:p>
    <w:p w14:paraId="6B87B4C0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502E119A" w14:textId="77777777"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5ADFB294" wp14:editId="52D2B38D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14:paraId="1266117F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70B9F2BA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28A1AF40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5DCCF075" w14:textId="77777777"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783F159D" wp14:editId="272D2FBB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14:paraId="1A3199EA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7BEA5E93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693B32EC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1F1D7BF3" w14:textId="77777777" w:rsidR="00775F55" w:rsidRPr="00700DA9" w:rsidRDefault="007A1631" w:rsidP="003B4647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0B8CF0FA" wp14:editId="39056AB5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14:paraId="4928E88D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416E49CE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3F1242D8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3A9B3E99" w14:textId="77777777" w:rsidR="00775F55" w:rsidRPr="00700DA9" w:rsidRDefault="007A1631" w:rsidP="003B4647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1FDB6AF6" wp14:editId="3FA3249A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14:paraId="70BD3D29" w14:textId="77777777" w:rsidR="007411D9" w:rsidRPr="00700DA9" w:rsidRDefault="007411D9">
      <w:pPr>
        <w:pStyle w:val="En-tte"/>
        <w:tabs>
          <w:tab w:val="clear" w:pos="4536"/>
          <w:tab w:val="clear" w:pos="9072"/>
        </w:tabs>
        <w:rPr>
          <w:rFonts w:ascii="Calibri" w:hAnsi="Calibri" w:cs="Calibri"/>
          <w:sz w:val="26"/>
          <w:szCs w:val="26"/>
        </w:rPr>
      </w:pPr>
    </w:p>
    <w:p w14:paraId="26E035F9" w14:textId="77777777" w:rsidR="007411D9" w:rsidRPr="00700DA9" w:rsidRDefault="00775F55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968F9">
        <w:rPr>
          <w:rFonts w:ascii="Calibri" w:hAnsi="Calibri" w:cs="Calibri"/>
          <w:sz w:val="26"/>
          <w:szCs w:val="26"/>
        </w:rPr>
      </w:r>
      <w:r w:rsidR="005968F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b/>
          <w:b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Le candidat est un groupement d’entreprises :</w:t>
      </w:r>
    </w:p>
    <w:p w14:paraId="0283507A" w14:textId="77777777"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14:paraId="02B30295" w14:textId="77777777" w:rsidR="007411D9" w:rsidRPr="00700DA9" w:rsidRDefault="00775F55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968F9">
        <w:rPr>
          <w:rFonts w:ascii="Calibri" w:hAnsi="Calibri" w:cs="Calibri"/>
          <w:sz w:val="26"/>
          <w:szCs w:val="26"/>
        </w:rPr>
      </w:r>
      <w:r w:rsidR="005968F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conjoint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968F9">
        <w:rPr>
          <w:rFonts w:ascii="Calibri" w:hAnsi="Calibri" w:cs="Calibri"/>
          <w:sz w:val="26"/>
          <w:szCs w:val="26"/>
        </w:rPr>
      </w:r>
      <w:r w:rsidR="005968F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iCs/>
          <w:sz w:val="26"/>
          <w:szCs w:val="26"/>
        </w:rPr>
        <w:t> </w:t>
      </w:r>
      <w:r w:rsidR="007411D9" w:rsidRPr="00700DA9">
        <w:rPr>
          <w:rFonts w:ascii="Calibri" w:hAnsi="Calibri" w:cs="Calibri"/>
          <w:sz w:val="26"/>
          <w:szCs w:val="26"/>
        </w:rPr>
        <w:t>solidaire</w:t>
      </w:r>
    </w:p>
    <w:p w14:paraId="2876D2B1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717DA27D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7BCF97EF" w14:textId="77777777" w:rsidR="007411D9" w:rsidRPr="00700DA9" w:rsidRDefault="007411D9">
      <w:pPr>
        <w:ind w:firstLine="567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Cs/>
          <w:sz w:val="26"/>
          <w:szCs w:val="26"/>
        </w:rPr>
        <w:t>En cas de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700DA9">
        <w:rPr>
          <w:rFonts w:ascii="Calibri" w:hAnsi="Calibri" w:cs="Calibri"/>
          <w:sz w:val="26"/>
          <w:szCs w:val="26"/>
        </w:rPr>
        <w:t>groupement conjoint, le mandataire est solidaire :</w:t>
      </w:r>
    </w:p>
    <w:p w14:paraId="660495D9" w14:textId="77777777" w:rsidR="007411D9" w:rsidRPr="00700DA9" w:rsidRDefault="007411D9">
      <w:pPr>
        <w:spacing w:before="60"/>
        <w:rPr>
          <w:rFonts w:ascii="Calibri" w:hAnsi="Calibri" w:cs="Calibri"/>
          <w:iCs/>
          <w:sz w:val="26"/>
          <w:szCs w:val="26"/>
        </w:rPr>
      </w:pPr>
    </w:p>
    <w:p w14:paraId="58F58092" w14:textId="77777777" w:rsidR="007411D9" w:rsidRPr="00700DA9" w:rsidRDefault="00BB2EF6">
      <w:pPr>
        <w:ind w:left="567" w:firstLine="567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968F9">
        <w:rPr>
          <w:rFonts w:ascii="Calibri" w:hAnsi="Calibri" w:cs="Calibri"/>
          <w:sz w:val="26"/>
          <w:szCs w:val="26"/>
        </w:rPr>
      </w:r>
      <w:r w:rsidR="005968F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Non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  <w:t>OU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968F9">
        <w:rPr>
          <w:rFonts w:ascii="Calibri" w:hAnsi="Calibri" w:cs="Calibri"/>
          <w:sz w:val="26"/>
          <w:szCs w:val="26"/>
        </w:rPr>
      </w:r>
      <w:r w:rsidR="005968F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="007411D9" w:rsidRPr="00700DA9">
        <w:rPr>
          <w:rFonts w:ascii="Calibri" w:hAnsi="Calibri" w:cs="Calibri"/>
          <w:iCs/>
          <w:sz w:val="26"/>
          <w:szCs w:val="26"/>
        </w:rPr>
        <w:t xml:space="preserve"> O</w:t>
      </w:r>
      <w:r w:rsidR="00775F55" w:rsidRPr="00700DA9">
        <w:rPr>
          <w:rFonts w:ascii="Calibri" w:hAnsi="Calibri" w:cs="Calibri"/>
          <w:iCs/>
          <w:sz w:val="26"/>
          <w:szCs w:val="26"/>
        </w:rPr>
        <w:t>ui</w:t>
      </w:r>
    </w:p>
    <w:p w14:paraId="5D52399A" w14:textId="77777777" w:rsidR="007411D9" w:rsidRDefault="007411D9">
      <w:pPr>
        <w:jc w:val="both"/>
        <w:rPr>
          <w:rFonts w:ascii="Calibri" w:hAnsi="Calibri" w:cs="Calibri"/>
          <w:sz w:val="26"/>
          <w:szCs w:val="26"/>
        </w:rPr>
      </w:pPr>
    </w:p>
    <w:p w14:paraId="3678BD9C" w14:textId="77777777" w:rsidR="00DE18B3" w:rsidRDefault="00DE18B3">
      <w:pPr>
        <w:jc w:val="both"/>
        <w:rPr>
          <w:rFonts w:ascii="Calibri" w:hAnsi="Calibri" w:cs="Calibri"/>
          <w:sz w:val="26"/>
          <w:szCs w:val="26"/>
        </w:rPr>
      </w:pPr>
    </w:p>
    <w:p w14:paraId="510EDC64" w14:textId="77777777" w:rsidR="00DE18B3" w:rsidRDefault="00DE18B3">
      <w:pPr>
        <w:jc w:val="both"/>
        <w:rPr>
          <w:rFonts w:ascii="Calibri" w:hAnsi="Calibri" w:cs="Calibri"/>
          <w:sz w:val="26"/>
          <w:szCs w:val="26"/>
        </w:rPr>
      </w:pPr>
    </w:p>
    <w:p w14:paraId="4229D68C" w14:textId="77777777" w:rsidR="00DE18B3" w:rsidRPr="00700DA9" w:rsidRDefault="00DE18B3">
      <w:pPr>
        <w:jc w:val="both"/>
        <w:rPr>
          <w:rFonts w:ascii="Calibri" w:hAnsi="Calibri" w:cs="Calibri"/>
          <w:sz w:val="26"/>
          <w:szCs w:val="26"/>
        </w:rPr>
      </w:pPr>
    </w:p>
    <w:p w14:paraId="5A189A1D" w14:textId="77777777" w:rsidR="000E5D65" w:rsidRPr="00700DA9" w:rsidRDefault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700DA9" w14:paraId="4F35D598" w14:textId="77777777" w:rsidTr="00B02DE5">
        <w:tc>
          <w:tcPr>
            <w:tcW w:w="10490" w:type="dxa"/>
            <w:shd w:val="clear" w:color="auto" w:fill="66CCFF"/>
          </w:tcPr>
          <w:p w14:paraId="7CDD41E4" w14:textId="77777777" w:rsidR="007411D9" w:rsidRPr="00700DA9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E</w:t>
            </w: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- Identification des membres du groupement et répartition des prestations</w:t>
            </w:r>
          </w:p>
        </w:tc>
      </w:tr>
    </w:tbl>
    <w:p w14:paraId="5F4FF52B" w14:textId="77777777" w:rsidR="00B02DE5" w:rsidRPr="00700DA9" w:rsidRDefault="00B02DE5">
      <w:pPr>
        <w:jc w:val="both"/>
        <w:rPr>
          <w:rFonts w:ascii="Calibri" w:hAnsi="Calibri" w:cs="Calibri"/>
          <w:i/>
          <w:iCs/>
          <w:color w:val="5B9BD5"/>
          <w:sz w:val="26"/>
          <w:szCs w:val="26"/>
        </w:rPr>
      </w:pPr>
    </w:p>
    <w:p w14:paraId="197D615E" w14:textId="77777777" w:rsidR="000C515E" w:rsidRPr="00700DA9" w:rsidRDefault="000C515E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10613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678"/>
      </w:tblGrid>
      <w:tr w:rsidR="00C1386A" w:rsidRPr="00700DA9" w14:paraId="1F0772DA" w14:textId="77777777" w:rsidTr="00E011E9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D1874" w14:textId="77777777"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14:paraId="63701B04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14:paraId="5EC9527A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N°</w:t>
            </w:r>
          </w:p>
          <w:p w14:paraId="6C6DECFB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du</w:t>
            </w:r>
            <w:proofErr w:type="gramEnd"/>
          </w:p>
          <w:p w14:paraId="50295125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ACAF0" w14:textId="77777777" w:rsidR="00C1386A" w:rsidRPr="00700DA9" w:rsidRDefault="00C1386A">
            <w:pPr>
              <w:snapToGrid w:val="0"/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  <w:p w14:paraId="0AE83281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sz w:val="26"/>
                <w:szCs w:val="26"/>
              </w:rPr>
              <w:t>Nom commercial et dénomination sociale, adresse de l’établissement (*),</w:t>
            </w:r>
          </w:p>
          <w:p w14:paraId="08E64620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adresse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électronique, numéros de téléphone et de télécopie, numéro SIRET</w:t>
            </w:r>
          </w:p>
          <w:p w14:paraId="051CE324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proofErr w:type="gramStart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>des</w:t>
            </w:r>
            <w:proofErr w:type="gramEnd"/>
            <w:r w:rsidRPr="00700DA9">
              <w:rPr>
                <w:rFonts w:ascii="Calibri" w:hAnsi="Calibri" w:cs="Calibri"/>
                <w:b/>
                <w:sz w:val="26"/>
                <w:szCs w:val="26"/>
              </w:rPr>
              <w:t xml:space="preserve"> membres du groupement (***)</w:t>
            </w:r>
          </w:p>
          <w:p w14:paraId="40428151" w14:textId="77777777" w:rsidR="00C1386A" w:rsidRPr="00700DA9" w:rsidRDefault="00C1386A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7E4D4" w14:textId="77777777" w:rsidR="00C1386A" w:rsidRPr="00700DA9" w:rsidRDefault="00C1386A">
            <w:pPr>
              <w:pStyle w:val="Titre5"/>
              <w:snapToGrid w:val="0"/>
              <w:rPr>
                <w:rFonts w:ascii="Calibri" w:hAnsi="Calibri" w:cs="Calibri"/>
                <w:sz w:val="26"/>
                <w:szCs w:val="26"/>
              </w:rPr>
            </w:pPr>
          </w:p>
          <w:p w14:paraId="76C28223" w14:textId="77777777" w:rsidR="00C1386A" w:rsidRPr="00700DA9" w:rsidRDefault="00C1386A">
            <w:pPr>
              <w:pStyle w:val="Titre5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sz w:val="26"/>
                <w:szCs w:val="26"/>
              </w:rPr>
              <w:t>Prestations exécutées par les membres du groupement (**)</w:t>
            </w:r>
          </w:p>
        </w:tc>
      </w:tr>
      <w:tr w:rsidR="00C1386A" w:rsidRPr="00700DA9" w14:paraId="7FAECECF" w14:textId="77777777" w:rsidTr="00E011E9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BCDCBAA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10B3AFC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6E2A3B2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14:paraId="1E478C05" w14:textId="77777777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14:paraId="7040D1A9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14:paraId="01B820FB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D5F5E8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14:paraId="5F805729" w14:textId="77777777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14:paraId="39D351EA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14:paraId="7AFA5D63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1DDA7EE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  <w:tr w:rsidR="00C1386A" w:rsidRPr="00700DA9" w14:paraId="3CAEC812" w14:textId="77777777" w:rsidTr="00E011E9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9CA9EB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2F7708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665DE" w14:textId="77777777" w:rsidR="00C1386A" w:rsidRPr="00700DA9" w:rsidRDefault="00C1386A">
            <w:pPr>
              <w:snapToGrid w:val="0"/>
              <w:jc w:val="both"/>
              <w:rPr>
                <w:rFonts w:ascii="Calibri" w:hAnsi="Calibri" w:cs="Calibri"/>
                <w:sz w:val="26"/>
                <w:szCs w:val="26"/>
              </w:rPr>
            </w:pPr>
          </w:p>
        </w:tc>
      </w:tr>
    </w:tbl>
    <w:p w14:paraId="183E2CE3" w14:textId="77777777" w:rsidR="007411D9" w:rsidRPr="00E53C0F" w:rsidRDefault="007411D9">
      <w:pPr>
        <w:jc w:val="both"/>
        <w:rPr>
          <w:rFonts w:ascii="Calibri" w:hAnsi="Calibri" w:cs="Calibri"/>
          <w:sz w:val="24"/>
          <w:szCs w:val="24"/>
        </w:rPr>
      </w:pPr>
      <w:r w:rsidRPr="00E53C0F">
        <w:rPr>
          <w:rFonts w:ascii="Calibri" w:hAnsi="Calibri" w:cs="Calibri"/>
          <w:sz w:val="24"/>
          <w:szCs w:val="24"/>
        </w:rPr>
        <w:t>(*) Préciser l’adresse du siège social du membre du groupement si elle est différente de celle de l’établissement.</w:t>
      </w:r>
    </w:p>
    <w:p w14:paraId="244CCBD8" w14:textId="77777777"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(**) Pour les groupements conjoints.</w:t>
      </w:r>
      <w:r w:rsidR="00990786" w:rsidRPr="00700DA9">
        <w:rPr>
          <w:rFonts w:ascii="Calibri" w:hAnsi="Calibri" w:cs="Calibri"/>
          <w:sz w:val="26"/>
          <w:szCs w:val="26"/>
        </w:rPr>
        <w:t xml:space="preserve"> Lorsque la candidature est présentée sous forme de groupement solidaire, le renseignement de cette rubrique est inutile.</w:t>
      </w:r>
    </w:p>
    <w:p w14:paraId="3134ECF8" w14:textId="77777777" w:rsidR="00B02DE5" w:rsidRPr="00700DA9" w:rsidRDefault="00386724" w:rsidP="000E5D6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(***) A défaut, un numéro d’identification européen ou international ou propre au pays d’origine du candidat issu d’un répertoire figurant dans la liste des </w:t>
      </w:r>
      <w:hyperlink r:id="rId13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336CD" w:rsidRPr="00700DA9">
        <w:rPr>
          <w:rFonts w:ascii="Calibri" w:hAnsi="Calibri" w:cs="Calibri"/>
          <w:sz w:val="26"/>
          <w:szCs w:val="26"/>
        </w:rPr>
        <w:t>.</w:t>
      </w:r>
    </w:p>
    <w:p w14:paraId="5673B538" w14:textId="77777777" w:rsidR="000E5D65" w:rsidRPr="00700DA9" w:rsidRDefault="000E5D65" w:rsidP="000E5D65">
      <w:pPr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700DA9" w14:paraId="70658C29" w14:textId="77777777">
        <w:tc>
          <w:tcPr>
            <w:tcW w:w="10419" w:type="dxa"/>
            <w:shd w:val="clear" w:color="auto" w:fill="66CCFF"/>
          </w:tcPr>
          <w:p w14:paraId="2FFBF7FE" w14:textId="77777777" w:rsidR="007411D9" w:rsidRPr="00700DA9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>F - Engagements du candidat individuel ou de chaque membre du groupement</w:t>
            </w:r>
          </w:p>
        </w:tc>
      </w:tr>
    </w:tbl>
    <w:p w14:paraId="02BEE647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7094DC20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F1 </w:t>
      </w:r>
      <w:r w:rsidR="009924C9" w:rsidRPr="00700DA9">
        <w:rPr>
          <w:rFonts w:ascii="Calibri" w:hAnsi="Calibri" w:cs="Calibri"/>
          <w:b/>
          <w:sz w:val="26"/>
          <w:szCs w:val="26"/>
        </w:rPr>
        <w:t>–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  <w:r w:rsidR="009924C9" w:rsidRPr="00700DA9">
        <w:rPr>
          <w:rFonts w:ascii="Calibri" w:hAnsi="Calibri" w:cs="Calibri"/>
          <w:b/>
          <w:sz w:val="26"/>
          <w:szCs w:val="26"/>
        </w:rPr>
        <w:t>Exclusions de la procédure</w:t>
      </w:r>
    </w:p>
    <w:p w14:paraId="19CDA985" w14:textId="77777777" w:rsidR="00536431" w:rsidRPr="00700DA9" w:rsidRDefault="00536431" w:rsidP="001D588C">
      <w:pPr>
        <w:tabs>
          <w:tab w:val="left" w:pos="576"/>
        </w:tabs>
        <w:spacing w:before="80"/>
        <w:jc w:val="both"/>
        <w:rPr>
          <w:rFonts w:ascii="Calibri" w:hAnsi="Calibri" w:cs="Calibri"/>
          <w:b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candidat individuel, ou chaque membre du groupement, déclare sur l’honneur</w:t>
      </w:r>
      <w:r w:rsidR="00922BA4" w:rsidRPr="00700DA9">
        <w:rPr>
          <w:rFonts w:ascii="Calibri" w:hAnsi="Calibri" w:cs="Calibri"/>
          <w:sz w:val="26"/>
          <w:szCs w:val="26"/>
        </w:rPr>
        <w:t> :</w:t>
      </w:r>
    </w:p>
    <w:p w14:paraId="01ED2179" w14:textId="77777777" w:rsidR="00775F55" w:rsidRPr="00700DA9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d</w:t>
      </w:r>
      <w:r w:rsidR="00775F55" w:rsidRPr="00700DA9">
        <w:rPr>
          <w:rFonts w:ascii="Calibri" w:hAnsi="Calibri" w:cs="Calibri"/>
          <w:sz w:val="26"/>
          <w:szCs w:val="26"/>
        </w:rPr>
        <w:t xml:space="preserve">ans l’hypothèse d’un marché public autre que de défense ou de sécurité, ne pas entrer dans l’un des cas d’exclusion prévus aux </w:t>
      </w:r>
      <w:hyperlink r:id="rId14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5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="00775F55" w:rsidRPr="00700DA9">
        <w:rPr>
          <w:rFonts w:ascii="Calibri" w:hAnsi="Calibri" w:cs="Calibri"/>
          <w:sz w:val="26"/>
          <w:szCs w:val="26"/>
        </w:rPr>
        <w:t xml:space="preserve"> du code de la commande publique (*) ;</w:t>
      </w:r>
    </w:p>
    <w:p w14:paraId="0129BD62" w14:textId="77777777" w:rsidR="00775F55" w:rsidRPr="00700DA9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dans l’hypothèse d’un marché public de défense ou de sécurité, ne pas entrer dans l’un des cas d’exclusion prévus aux </w:t>
      </w:r>
      <w:hyperlink r:id="rId16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17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du code de la commande publique.</w:t>
      </w:r>
    </w:p>
    <w:p w14:paraId="39530257" w14:textId="77777777" w:rsidR="00775F55" w:rsidRPr="00700DA9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14:paraId="408D94BF" w14:textId="77777777" w:rsidR="00AE730C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Afin d’attester que le candidat individuel, ou chaque membre du groupement, n’est pas dans un de ces cas </w:t>
      </w:r>
      <w:r w:rsidR="00A02C06" w:rsidRPr="00700DA9">
        <w:rPr>
          <w:rFonts w:ascii="Calibri" w:hAnsi="Calibri" w:cs="Calibri"/>
          <w:sz w:val="26"/>
          <w:szCs w:val="26"/>
        </w:rPr>
        <w:t>d’exclusion</w:t>
      </w:r>
      <w:r w:rsidRPr="00700DA9">
        <w:rPr>
          <w:rFonts w:ascii="Calibri" w:hAnsi="Calibri" w:cs="Calibri"/>
          <w:sz w:val="26"/>
          <w:szCs w:val="26"/>
        </w:rPr>
        <w:t xml:space="preserve">, cocher la case suivante : </w:t>
      </w:r>
      <w:r w:rsidR="00AE730C"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968F9">
        <w:rPr>
          <w:rFonts w:ascii="Calibri" w:hAnsi="Calibri" w:cs="Calibri"/>
          <w:sz w:val="26"/>
          <w:szCs w:val="26"/>
        </w:rPr>
      </w:r>
      <w:r w:rsidR="005968F9">
        <w:rPr>
          <w:rFonts w:ascii="Calibri" w:hAnsi="Calibri" w:cs="Calibri"/>
          <w:sz w:val="26"/>
          <w:szCs w:val="26"/>
        </w:rPr>
        <w:fldChar w:fldCharType="separate"/>
      </w:r>
      <w:r w:rsidR="00AE730C" w:rsidRPr="00700DA9">
        <w:rPr>
          <w:rFonts w:ascii="Calibri" w:hAnsi="Calibri" w:cs="Calibri"/>
          <w:sz w:val="26"/>
          <w:szCs w:val="26"/>
        </w:rPr>
        <w:fldChar w:fldCharType="end"/>
      </w:r>
    </w:p>
    <w:p w14:paraId="1290459F" w14:textId="77777777" w:rsidR="00DE18B3" w:rsidRPr="00700DA9" w:rsidRDefault="00DE18B3" w:rsidP="001D588C">
      <w:pPr>
        <w:tabs>
          <w:tab w:val="left" w:pos="576"/>
        </w:tabs>
        <w:spacing w:before="80"/>
        <w:ind w:left="567"/>
        <w:jc w:val="both"/>
        <w:rPr>
          <w:rFonts w:ascii="Calibri" w:hAnsi="Calibri" w:cs="Calibri"/>
          <w:sz w:val="26"/>
          <w:szCs w:val="26"/>
        </w:rPr>
      </w:pPr>
    </w:p>
    <w:p w14:paraId="43CB9D42" w14:textId="77777777" w:rsidR="00E6592E" w:rsidRPr="00700DA9" w:rsidRDefault="00E6592E">
      <w:pPr>
        <w:jc w:val="both"/>
        <w:rPr>
          <w:rFonts w:ascii="Calibri" w:hAnsi="Calibri" w:cs="Calibri"/>
          <w:sz w:val="26"/>
          <w:szCs w:val="26"/>
        </w:rPr>
      </w:pPr>
    </w:p>
    <w:p w14:paraId="755CC52A" w14:textId="77777777" w:rsidR="00775F55" w:rsidRPr="00700DA9" w:rsidRDefault="00775F55" w:rsidP="00775F5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(*) Lorsqu'un opérateur économique est, au cours de la procédure de passation d'un marché, placé dans l'un des cas d'exclusion mentionnés aux </w:t>
      </w:r>
      <w:hyperlink r:id="rId18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2141-1 à L. 2141-5</w:t>
        </w:r>
      </w:hyperlink>
      <w:r w:rsidRPr="00700DA9">
        <w:rPr>
          <w:rFonts w:ascii="Calibri" w:hAnsi="Calibri" w:cs="Calibri"/>
          <w:sz w:val="26"/>
          <w:szCs w:val="26"/>
        </w:rPr>
        <w:t xml:space="preserve">, aux </w:t>
      </w:r>
      <w:hyperlink r:id="rId19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2141-7 à L. 2141-10</w:t>
        </w:r>
      </w:hyperlink>
      <w:r w:rsidRPr="00700DA9">
        <w:rPr>
          <w:rFonts w:ascii="Calibri" w:hAnsi="Calibri" w:cs="Calibri"/>
          <w:sz w:val="26"/>
          <w:szCs w:val="26"/>
        </w:rPr>
        <w:t xml:space="preserve"> ou aux </w:t>
      </w:r>
      <w:hyperlink r:id="rId20" w:history="1">
        <w:r w:rsidRPr="00700DA9">
          <w:rPr>
            <w:rStyle w:val="Lienhypertexte"/>
            <w:rFonts w:ascii="Calibri" w:hAnsi="Calibri" w:cs="Calibri"/>
            <w:sz w:val="26"/>
            <w:szCs w:val="26"/>
          </w:rPr>
          <w:t>articles L. 2341-1 à L. 2341-3</w:t>
        </w:r>
      </w:hyperlink>
      <w:r w:rsidRPr="00700DA9">
        <w:rPr>
          <w:rFonts w:ascii="Calibri" w:hAnsi="Calibri" w:cs="Calibri"/>
          <w:sz w:val="26"/>
          <w:szCs w:val="26"/>
        </w:rPr>
        <w:t xml:space="preserve">  du code de la commande publique, il informe sans délai l'acheteur de ce changement de situation.</w:t>
      </w:r>
    </w:p>
    <w:p w14:paraId="0304D472" w14:textId="77777777" w:rsidR="003C4736" w:rsidRPr="00700DA9" w:rsidRDefault="003C4736" w:rsidP="00775F55">
      <w:pPr>
        <w:jc w:val="both"/>
        <w:rPr>
          <w:rFonts w:ascii="Calibri" w:hAnsi="Calibri" w:cs="Calibri"/>
          <w:sz w:val="26"/>
          <w:szCs w:val="26"/>
        </w:rPr>
      </w:pPr>
    </w:p>
    <w:p w14:paraId="6B56DA60" w14:textId="77777777" w:rsidR="00507C52" w:rsidRPr="00700DA9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Calibri" w:hAnsi="Calibri" w:cs="Calibri"/>
          <w:iCs/>
          <w:sz w:val="26"/>
          <w:szCs w:val="26"/>
        </w:rPr>
      </w:pPr>
      <w:r w:rsidRPr="00700DA9">
        <w:rPr>
          <w:rFonts w:ascii="Calibri" w:hAnsi="Calibri" w:cs="Calibri"/>
          <w:b/>
          <w:bCs/>
          <w:sz w:val="26"/>
          <w:szCs w:val="26"/>
        </w:rPr>
        <w:t xml:space="preserve">F2 – Documents de preuve disponibles en ligne </w:t>
      </w:r>
      <w:r w:rsidRPr="00700DA9">
        <w:rPr>
          <w:rFonts w:ascii="Calibri" w:hAnsi="Calibri" w:cs="Calibri"/>
          <w:bCs/>
          <w:sz w:val="26"/>
          <w:szCs w:val="26"/>
        </w:rPr>
        <w:t>(</w:t>
      </w:r>
      <w:r w:rsidR="00285D7E" w:rsidRPr="00700DA9">
        <w:rPr>
          <w:rFonts w:ascii="Calibri" w:hAnsi="Calibri" w:cs="Calibri"/>
          <w:bCs/>
          <w:sz w:val="26"/>
          <w:szCs w:val="26"/>
        </w:rPr>
        <w:t>applicable également aux</w:t>
      </w:r>
      <w:r w:rsidRPr="00700DA9">
        <w:rPr>
          <w:rFonts w:ascii="Calibri" w:hAnsi="Calibri" w:cs="Calibri"/>
          <w:bCs/>
          <w:sz w:val="26"/>
          <w:szCs w:val="26"/>
        </w:rPr>
        <w:t xml:space="preserve"> MDS, </w:t>
      </w:r>
      <w:r w:rsidR="00285D7E" w:rsidRPr="00700DA9">
        <w:rPr>
          <w:rFonts w:ascii="Calibri" w:hAnsi="Calibri" w:cs="Calibri"/>
          <w:bCs/>
          <w:sz w:val="26"/>
          <w:szCs w:val="26"/>
        </w:rPr>
        <w:t>lorsque</w:t>
      </w:r>
      <w:r w:rsidRPr="00700DA9">
        <w:rPr>
          <w:rFonts w:ascii="Calibri" w:hAnsi="Calibri" w:cs="Calibri"/>
          <w:bCs/>
          <w:sz w:val="26"/>
          <w:szCs w:val="26"/>
        </w:rPr>
        <w:t xml:space="preserve"> l’acheteur a autorisé les candidats à ne pas fournir ces documents de preuve en</w:t>
      </w:r>
      <w:r w:rsidRPr="00700DA9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bCs/>
          <w:sz w:val="26"/>
          <w:szCs w:val="26"/>
        </w:rPr>
        <w:t>application de l’</w:t>
      </w:r>
      <w:hyperlink r:id="rId21" w:history="1">
        <w:r w:rsidR="00775F55" w:rsidRPr="00700DA9">
          <w:rPr>
            <w:rStyle w:val="Lienhypertexte"/>
            <w:rFonts w:ascii="Calibri" w:hAnsi="Calibri" w:cs="Calibri"/>
            <w:bCs/>
            <w:sz w:val="26"/>
            <w:szCs w:val="26"/>
          </w:rPr>
          <w:t>article R. 2343-14 ou de l’article R. 2343-15</w:t>
        </w:r>
      </w:hyperlink>
      <w:r w:rsidR="00775F55" w:rsidRPr="00700DA9">
        <w:rPr>
          <w:rFonts w:ascii="Calibri" w:hAnsi="Calibri" w:cs="Calibri"/>
          <w:bCs/>
          <w:sz w:val="26"/>
          <w:szCs w:val="26"/>
        </w:rPr>
        <w:t xml:space="preserve"> du code de la commande publique</w:t>
      </w:r>
      <w:r w:rsidRPr="00700DA9">
        <w:rPr>
          <w:rFonts w:ascii="Calibri" w:hAnsi="Calibri" w:cs="Calibri"/>
          <w:bCs/>
          <w:sz w:val="26"/>
          <w:szCs w:val="26"/>
        </w:rPr>
        <w:t>)</w:t>
      </w:r>
    </w:p>
    <w:p w14:paraId="7E048138" w14:textId="77777777" w:rsidR="00507C52" w:rsidRPr="00700DA9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Calibri" w:hAnsi="Calibri" w:cs="Calibri"/>
          <w:sz w:val="26"/>
          <w:szCs w:val="26"/>
        </w:rPr>
      </w:pPr>
    </w:p>
    <w:p w14:paraId="0DDE4B4A" w14:textId="77777777"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23FB18CC" w14:textId="77777777" w:rsidR="00507C52" w:rsidRPr="00700DA9" w:rsidRDefault="00507C52" w:rsidP="00507C52">
      <w:pPr>
        <w:pStyle w:val="En-tte"/>
        <w:tabs>
          <w:tab w:val="left" w:pos="864"/>
        </w:tabs>
        <w:rPr>
          <w:rFonts w:ascii="Calibri" w:hAnsi="Calibri" w:cs="Calibri"/>
          <w:sz w:val="26"/>
          <w:szCs w:val="26"/>
        </w:rPr>
      </w:pPr>
    </w:p>
    <w:p w14:paraId="72F30573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Adresse internet :</w:t>
      </w:r>
    </w:p>
    <w:p w14:paraId="70250795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57A0D43E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4FFB24C4" w14:textId="77777777" w:rsidR="00775F55" w:rsidRPr="00700DA9" w:rsidRDefault="00775F55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70BE4FA9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- Renseignements nécessaires pour y accéder :</w:t>
      </w:r>
    </w:p>
    <w:p w14:paraId="50030C24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1FF5A3C3" w14:textId="77777777" w:rsidR="00507C52" w:rsidRPr="00700DA9" w:rsidRDefault="00507C52" w:rsidP="00775F55">
      <w:pPr>
        <w:pStyle w:val="En-tte"/>
        <w:tabs>
          <w:tab w:val="left" w:pos="864"/>
        </w:tabs>
        <w:ind w:left="426"/>
        <w:rPr>
          <w:rFonts w:ascii="Calibri" w:hAnsi="Calibri" w:cs="Calibri"/>
          <w:sz w:val="26"/>
          <w:szCs w:val="26"/>
        </w:rPr>
      </w:pPr>
    </w:p>
    <w:p w14:paraId="2D982BC9" w14:textId="77777777"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14:paraId="41D47D7C" w14:textId="77777777" w:rsidR="00507C52" w:rsidRPr="00700DA9" w:rsidRDefault="00507C52">
      <w:pPr>
        <w:jc w:val="both"/>
        <w:rPr>
          <w:rFonts w:ascii="Calibri" w:hAnsi="Calibri" w:cs="Calibri"/>
          <w:sz w:val="26"/>
          <w:szCs w:val="26"/>
        </w:rPr>
      </w:pPr>
    </w:p>
    <w:p w14:paraId="0FDED21F" w14:textId="77777777"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14:paraId="722F9B18" w14:textId="77777777"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14:paraId="275DCB86" w14:textId="77777777" w:rsidR="00192894" w:rsidRPr="00700DA9" w:rsidRDefault="00192894">
      <w:pPr>
        <w:jc w:val="both"/>
        <w:rPr>
          <w:rFonts w:ascii="Calibri" w:hAnsi="Calibri" w:cs="Calibri"/>
          <w:sz w:val="26"/>
          <w:szCs w:val="26"/>
        </w:rPr>
      </w:pPr>
    </w:p>
    <w:p w14:paraId="5455AB6B" w14:textId="77777777" w:rsidR="007411D9" w:rsidRPr="00700DA9" w:rsidRDefault="00507C52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b/>
          <w:sz w:val="26"/>
          <w:szCs w:val="26"/>
        </w:rPr>
        <w:t xml:space="preserve">F3 </w:t>
      </w:r>
      <w:r w:rsidR="007411D9" w:rsidRPr="00700DA9">
        <w:rPr>
          <w:rFonts w:ascii="Calibri" w:hAnsi="Calibri" w:cs="Calibri"/>
          <w:b/>
          <w:sz w:val="26"/>
          <w:szCs w:val="26"/>
        </w:rPr>
        <w:t>- Capacités</w:t>
      </w:r>
    </w:p>
    <w:p w14:paraId="759E1C9B" w14:textId="77777777"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14:paraId="4DBC665C" w14:textId="77777777" w:rsidR="007411D9" w:rsidRPr="00700DA9" w:rsidRDefault="007411D9">
      <w:pPr>
        <w:jc w:val="both"/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 xml:space="preserve">Le candidat </w:t>
      </w:r>
      <w:r w:rsidRPr="00700DA9">
        <w:rPr>
          <w:rFonts w:ascii="Calibri" w:hAnsi="Calibri" w:cs="Calibri"/>
          <w:bCs/>
          <w:sz w:val="26"/>
          <w:szCs w:val="26"/>
        </w:rPr>
        <w:t>individuel, ou les membres du groupement,</w:t>
      </w:r>
      <w:r w:rsidR="00232658" w:rsidRPr="00700DA9">
        <w:rPr>
          <w:rFonts w:ascii="Calibri" w:hAnsi="Calibri" w:cs="Calibri"/>
          <w:sz w:val="26"/>
          <w:szCs w:val="26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700DA9">
        <w:rPr>
          <w:rFonts w:ascii="Calibri" w:hAnsi="Calibri" w:cs="Calibri"/>
          <w:b/>
          <w:sz w:val="26"/>
          <w:szCs w:val="26"/>
        </w:rPr>
        <w:t xml:space="preserve"> </w:t>
      </w:r>
    </w:p>
    <w:p w14:paraId="4FAFC198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24A2CCD2" w14:textId="77777777" w:rsidR="007411D9" w:rsidRPr="00700DA9" w:rsidRDefault="00775F55">
      <w:pPr>
        <w:ind w:left="4536" w:hanging="3990"/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968F9">
        <w:rPr>
          <w:rFonts w:ascii="Calibri" w:hAnsi="Calibri" w:cs="Calibri"/>
          <w:sz w:val="26"/>
          <w:szCs w:val="26"/>
        </w:rPr>
      </w:r>
      <w:r w:rsidR="005968F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formulaire DC2.</w:t>
      </w:r>
      <w:r w:rsidR="007411D9" w:rsidRPr="00700DA9">
        <w:rPr>
          <w:rFonts w:ascii="Calibri" w:hAnsi="Calibri" w:cs="Calibri"/>
          <w:sz w:val="26"/>
          <w:szCs w:val="26"/>
        </w:rPr>
        <w:tab/>
      </w:r>
      <w:r w:rsidRPr="00700DA9">
        <w:rPr>
          <w:rFonts w:ascii="Calibri" w:hAnsi="Calibri" w:cs="Calibri"/>
          <w:sz w:val="26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00DA9">
        <w:rPr>
          <w:rFonts w:ascii="Calibri" w:hAnsi="Calibri" w:cs="Calibri"/>
          <w:sz w:val="26"/>
          <w:szCs w:val="26"/>
        </w:rPr>
        <w:instrText xml:space="preserve"> FORMCHECKBOX </w:instrText>
      </w:r>
      <w:r w:rsidR="005968F9">
        <w:rPr>
          <w:rFonts w:ascii="Calibri" w:hAnsi="Calibri" w:cs="Calibri"/>
          <w:sz w:val="26"/>
          <w:szCs w:val="26"/>
        </w:rPr>
      </w:r>
      <w:r w:rsidR="005968F9">
        <w:rPr>
          <w:rFonts w:ascii="Calibri" w:hAnsi="Calibri" w:cs="Calibri"/>
          <w:sz w:val="26"/>
          <w:szCs w:val="26"/>
        </w:rPr>
        <w:fldChar w:fldCharType="separate"/>
      </w:r>
      <w:r w:rsidRPr="00700DA9">
        <w:rPr>
          <w:rFonts w:ascii="Calibri" w:hAnsi="Calibri" w:cs="Calibri"/>
          <w:sz w:val="26"/>
          <w:szCs w:val="26"/>
        </w:rPr>
        <w:fldChar w:fldCharType="end"/>
      </w:r>
      <w:r w:rsidRPr="00700DA9">
        <w:rPr>
          <w:rFonts w:ascii="Calibri" w:hAnsi="Calibri" w:cs="Calibri"/>
          <w:sz w:val="26"/>
          <w:szCs w:val="26"/>
        </w:rPr>
        <w:t> </w:t>
      </w:r>
      <w:proofErr w:type="gramStart"/>
      <w:r w:rsidR="007411D9" w:rsidRPr="00700DA9">
        <w:rPr>
          <w:rFonts w:ascii="Calibri" w:hAnsi="Calibri" w:cs="Calibri"/>
          <w:sz w:val="26"/>
          <w:szCs w:val="26"/>
        </w:rPr>
        <w:t>les</w:t>
      </w:r>
      <w:proofErr w:type="gramEnd"/>
      <w:r w:rsidR="007411D9" w:rsidRPr="00700DA9">
        <w:rPr>
          <w:rFonts w:ascii="Calibri" w:hAnsi="Calibri" w:cs="Calibri"/>
          <w:sz w:val="26"/>
          <w:szCs w:val="26"/>
        </w:rPr>
        <w:t xml:space="preserve"> documents établissant ses capacités, tels que demandés dans les documents de la consultation</w:t>
      </w:r>
      <w:r w:rsidR="00922BA4" w:rsidRPr="00700DA9">
        <w:rPr>
          <w:rFonts w:ascii="Calibri" w:hAnsi="Calibri" w:cs="Calibri"/>
          <w:sz w:val="26"/>
          <w:szCs w:val="26"/>
        </w:rPr>
        <w:t xml:space="preserve"> (*)</w:t>
      </w:r>
      <w:r w:rsidR="007411D9" w:rsidRPr="00700DA9">
        <w:rPr>
          <w:rFonts w:ascii="Calibri" w:hAnsi="Calibri" w:cs="Calibri"/>
          <w:sz w:val="26"/>
          <w:szCs w:val="26"/>
        </w:rPr>
        <w:t>.</w:t>
      </w:r>
    </w:p>
    <w:p w14:paraId="14985DA6" w14:textId="77777777"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p w14:paraId="344D561D" w14:textId="77777777" w:rsidR="00922BA4" w:rsidRPr="00700DA9" w:rsidRDefault="00922BA4" w:rsidP="00922BA4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(*)</w:t>
      </w:r>
      <w:r w:rsidR="00FD0C10" w:rsidRPr="00700DA9">
        <w:rPr>
          <w:rFonts w:ascii="Calibri" w:hAnsi="Calibri" w:cs="Calibri"/>
          <w:sz w:val="26"/>
          <w:szCs w:val="26"/>
        </w:rPr>
        <w:t xml:space="preserve"> </w:t>
      </w:r>
      <w:r w:rsidR="00FD0C10" w:rsidRPr="00700DA9">
        <w:rPr>
          <w:rFonts w:ascii="Calibri" w:hAnsi="Calibri" w:cs="Calibri"/>
          <w:b/>
          <w:sz w:val="26"/>
          <w:szCs w:val="26"/>
        </w:rPr>
        <w:t>Attention</w:t>
      </w:r>
      <w:r w:rsidR="00FD0C10" w:rsidRPr="00700DA9">
        <w:rPr>
          <w:rFonts w:ascii="Calibri" w:hAnsi="Calibri" w:cs="Calibri"/>
          <w:sz w:val="26"/>
          <w:szCs w:val="26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700DA9">
        <w:rPr>
          <w:rFonts w:ascii="Calibri" w:hAnsi="Calibri" w:cs="Calibri"/>
          <w:sz w:val="26"/>
          <w:szCs w:val="26"/>
          <w:u w:val="single"/>
        </w:rPr>
        <w:t>en aucun</w:t>
      </w:r>
      <w:r w:rsidR="00FD0C10" w:rsidRPr="00700DA9">
        <w:rPr>
          <w:rFonts w:ascii="Calibri" w:hAnsi="Calibri" w:cs="Calibri"/>
          <w:sz w:val="26"/>
          <w:szCs w:val="26"/>
        </w:rPr>
        <w:t xml:space="preserve"> cas tenus et l’acheteur ne peut juridiquement les y obliger</w:t>
      </w:r>
      <w:r w:rsidRPr="00700DA9">
        <w:rPr>
          <w:rFonts w:ascii="Calibri" w:hAnsi="Calibri" w:cs="Calibri"/>
          <w:sz w:val="26"/>
          <w:szCs w:val="26"/>
        </w:rPr>
        <w:t>.</w:t>
      </w:r>
    </w:p>
    <w:p w14:paraId="15ED61D7" w14:textId="77777777" w:rsidR="00922BA4" w:rsidRPr="00700DA9" w:rsidRDefault="00922BA4">
      <w:pPr>
        <w:ind w:left="4536" w:hanging="3990"/>
        <w:jc w:val="both"/>
        <w:rPr>
          <w:rFonts w:ascii="Calibri" w:hAnsi="Calibri" w:cs="Calibri"/>
          <w:sz w:val="26"/>
          <w:szCs w:val="2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700DA9" w14:paraId="7F7C6975" w14:textId="77777777">
        <w:tc>
          <w:tcPr>
            <w:tcW w:w="10277" w:type="dxa"/>
            <w:shd w:val="clear" w:color="auto" w:fill="66CCFF"/>
          </w:tcPr>
          <w:p w14:paraId="4ECF3DA3" w14:textId="77777777" w:rsidR="007411D9" w:rsidRPr="00700DA9" w:rsidRDefault="007411D9" w:rsidP="00386724">
            <w:pPr>
              <w:rPr>
                <w:rFonts w:ascii="Calibri" w:hAnsi="Calibri" w:cs="Calibri"/>
                <w:sz w:val="26"/>
                <w:szCs w:val="26"/>
              </w:rPr>
            </w:pPr>
            <w:r w:rsidRPr="00700DA9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G - Désignation du mandataire </w:t>
            </w:r>
            <w:r w:rsidRPr="00700DA9">
              <w:rPr>
                <w:rFonts w:ascii="Calibri" w:hAnsi="Calibri" w:cs="Calibri"/>
                <w:b/>
                <w:i/>
                <w:sz w:val="26"/>
                <w:szCs w:val="26"/>
              </w:rPr>
              <w:t>(en cas de groupement)</w:t>
            </w:r>
          </w:p>
        </w:tc>
      </w:tr>
    </w:tbl>
    <w:p w14:paraId="62E6A623" w14:textId="77777777" w:rsidR="007411D9" w:rsidRPr="00700DA9" w:rsidRDefault="007411D9">
      <w:pPr>
        <w:jc w:val="both"/>
        <w:rPr>
          <w:rFonts w:ascii="Calibri" w:hAnsi="Calibri" w:cs="Calibri"/>
          <w:sz w:val="26"/>
          <w:szCs w:val="26"/>
        </w:rPr>
      </w:pPr>
    </w:p>
    <w:p w14:paraId="458077A3" w14:textId="77777777" w:rsidR="007411D9" w:rsidRPr="00700DA9" w:rsidRDefault="007411D9">
      <w:pPr>
        <w:rPr>
          <w:rFonts w:ascii="Calibri" w:hAnsi="Calibri" w:cs="Calibri"/>
          <w:i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Les membres du groupement désignent le mandataire suivant :</w:t>
      </w:r>
    </w:p>
    <w:p w14:paraId="6C7A89C5" w14:textId="77777777" w:rsidR="007411D9" w:rsidRPr="00700DA9" w:rsidRDefault="007411D9">
      <w:pPr>
        <w:rPr>
          <w:rFonts w:ascii="Calibri" w:hAnsi="Calibri" w:cs="Calibri"/>
          <w:sz w:val="26"/>
          <w:szCs w:val="26"/>
        </w:rPr>
      </w:pPr>
    </w:p>
    <w:p w14:paraId="34043770" w14:textId="77777777"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70BFFB7D" wp14:editId="101FD88F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Nom commercial et dénomination sociale de l’unité ou de l’établissement qui exécutera la prestation :</w:t>
      </w:r>
    </w:p>
    <w:p w14:paraId="20CF9AAE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576DDAA1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2C692F07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5A3DDF88" w14:textId="77777777"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30C39A07" wp14:editId="5AF8BB3C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700DA9">
        <w:rPr>
          <w:rFonts w:ascii="Calibri" w:hAnsi="Calibri" w:cs="Calibri"/>
          <w:sz w:val="26"/>
          <w:szCs w:val="26"/>
        </w:rPr>
        <w:t> </w:t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Adresses postale et du siège social (si elle est différente de l’adresse postale) :</w:t>
      </w:r>
    </w:p>
    <w:p w14:paraId="12B542E5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4ED4008A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36259490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5AC11767" w14:textId="77777777"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1333CB96" wp14:editId="4515E45A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Adresse électronique :</w:t>
      </w:r>
    </w:p>
    <w:p w14:paraId="3CABA202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1F730D88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1BDAD5FA" w14:textId="77777777" w:rsidR="00775F55" w:rsidRPr="00700DA9" w:rsidRDefault="007A1631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73E626A3" wp14:editId="5F65222A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>Numéros de téléphone et de télécopie :</w:t>
      </w:r>
    </w:p>
    <w:p w14:paraId="354F9ACF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49F2B983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7FC3A6E9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0FE72E0F" w14:textId="77777777" w:rsidR="00775F55" w:rsidRPr="00700DA9" w:rsidRDefault="007A1631" w:rsidP="00775F55">
      <w:pPr>
        <w:pStyle w:val="En-tte"/>
        <w:ind w:left="360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noProof/>
          <w:sz w:val="26"/>
          <w:szCs w:val="26"/>
          <w:lang w:eastAsia="fr-FR"/>
        </w:rPr>
        <w:drawing>
          <wp:inline distT="0" distB="0" distL="0" distR="0" wp14:anchorId="45DC9547" wp14:editId="3A578D79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>
        <w:rPr>
          <w:rFonts w:ascii="Calibri" w:hAnsi="Calibri" w:cs="Calibri"/>
          <w:sz w:val="26"/>
          <w:szCs w:val="26"/>
        </w:rPr>
        <w:t xml:space="preserve"> </w:t>
      </w:r>
      <w:r w:rsidR="00775F55" w:rsidRPr="00700DA9">
        <w:rPr>
          <w:rFonts w:ascii="Calibri" w:hAnsi="Calibri" w:cs="Calibri"/>
          <w:sz w:val="26"/>
          <w:szCs w:val="26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2" w:history="1">
        <w:r w:rsidR="00775F55" w:rsidRPr="00700DA9">
          <w:rPr>
            <w:rStyle w:val="Lienhypertexte"/>
            <w:rFonts w:ascii="Calibri" w:hAnsi="Calibri" w:cs="Calibri"/>
            <w:sz w:val="26"/>
            <w:szCs w:val="26"/>
          </w:rPr>
          <w:t>ICD</w:t>
        </w:r>
      </w:hyperlink>
      <w:r w:rsidR="00775F55" w:rsidRPr="00700DA9">
        <w:rPr>
          <w:rFonts w:ascii="Calibri" w:hAnsi="Calibri" w:cs="Calibri"/>
          <w:sz w:val="26"/>
          <w:szCs w:val="26"/>
        </w:rPr>
        <w:t> :</w:t>
      </w:r>
    </w:p>
    <w:p w14:paraId="32DEC134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26A6B3DF" w14:textId="77777777" w:rsidR="00775F55" w:rsidRPr="00700DA9" w:rsidRDefault="00775F55" w:rsidP="00775F55">
      <w:pPr>
        <w:pStyle w:val="En-tte"/>
        <w:ind w:left="360"/>
        <w:rPr>
          <w:rFonts w:ascii="Calibri" w:hAnsi="Calibri" w:cs="Calibri"/>
          <w:sz w:val="26"/>
          <w:szCs w:val="26"/>
        </w:rPr>
      </w:pPr>
    </w:p>
    <w:p w14:paraId="644F2C87" w14:textId="77777777" w:rsidR="00A02C06" w:rsidRPr="00700DA9" w:rsidRDefault="00A02C06">
      <w:pPr>
        <w:rPr>
          <w:rFonts w:ascii="Calibri" w:hAnsi="Calibri" w:cs="Calibri"/>
          <w:sz w:val="26"/>
          <w:szCs w:val="26"/>
        </w:rPr>
      </w:pPr>
    </w:p>
    <w:p w14:paraId="4C6C31ED" w14:textId="77777777" w:rsidR="007411D9" w:rsidRPr="00700DA9" w:rsidRDefault="00A02C06" w:rsidP="00FF1DE5">
      <w:pPr>
        <w:jc w:val="both"/>
        <w:rPr>
          <w:rFonts w:ascii="Calibri" w:hAnsi="Calibri" w:cs="Calibri"/>
          <w:sz w:val="26"/>
          <w:szCs w:val="26"/>
        </w:rPr>
      </w:pPr>
      <w:r w:rsidRPr="00700DA9">
        <w:rPr>
          <w:rFonts w:ascii="Calibri" w:hAnsi="Calibri" w:cs="Calibri"/>
          <w:sz w:val="26"/>
          <w:szCs w:val="26"/>
        </w:rPr>
        <w:t>L</w:t>
      </w:r>
      <w:r w:rsidR="00523768" w:rsidRPr="00700DA9">
        <w:rPr>
          <w:rFonts w:ascii="Calibri" w:hAnsi="Calibri" w:cs="Calibri"/>
          <w:sz w:val="26"/>
          <w:szCs w:val="26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700DA9">
        <w:rPr>
          <w:rFonts w:ascii="Calibri" w:hAnsi="Calibri" w:cs="Calibri"/>
          <w:sz w:val="26"/>
          <w:szCs w:val="26"/>
        </w:rPr>
        <w:t xml:space="preserve"> Pour les marchés publics de défense ou de sécurité, </w:t>
      </w:r>
      <w:r w:rsidR="000E5E39" w:rsidRPr="00700DA9">
        <w:rPr>
          <w:rFonts w:ascii="Calibri" w:hAnsi="Calibri" w:cs="Calibri"/>
          <w:sz w:val="26"/>
          <w:szCs w:val="26"/>
          <w:u w:val="single"/>
        </w:rPr>
        <w:t>ce document est à fournir dès le dépôt de la candidature</w:t>
      </w:r>
      <w:r w:rsidR="000E5E39" w:rsidRPr="00700DA9">
        <w:rPr>
          <w:rFonts w:ascii="Calibri" w:hAnsi="Calibri" w:cs="Calibri"/>
          <w:sz w:val="26"/>
          <w:szCs w:val="26"/>
        </w:rPr>
        <w:t>.</w:t>
      </w:r>
    </w:p>
    <w:p w14:paraId="6DC426BD" w14:textId="77777777" w:rsidR="003C4736" w:rsidRPr="00700DA9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Calibri" w:hAnsi="Calibri" w:cs="Calibri"/>
          <w:sz w:val="26"/>
          <w:szCs w:val="26"/>
        </w:rPr>
      </w:pPr>
    </w:p>
    <w:sectPr w:rsidR="003C4736" w:rsidRPr="00700DA9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9DFFF" w14:textId="77777777" w:rsidR="00A22723" w:rsidRDefault="00A22723">
      <w:r>
        <w:separator/>
      </w:r>
    </w:p>
  </w:endnote>
  <w:endnote w:type="continuationSeparator" w:id="0">
    <w:p w14:paraId="14F014B6" w14:textId="77777777" w:rsidR="00A22723" w:rsidRDefault="00A2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 w14:paraId="6830D9D9" w14:textId="77777777">
      <w:trPr>
        <w:tblHeader/>
      </w:trPr>
      <w:tc>
        <w:tcPr>
          <w:tcW w:w="3048" w:type="dxa"/>
          <w:shd w:val="clear" w:color="auto" w:fill="66CCFF"/>
        </w:tcPr>
        <w:p w14:paraId="1915312B" w14:textId="77777777" w:rsidR="00161415" w:rsidRPr="00DD0F1E" w:rsidRDefault="00161415">
          <w:pPr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14:paraId="5D0C0F2B" w14:textId="77777777" w:rsidR="00161415" w:rsidRPr="0030103E" w:rsidRDefault="00DD0F1E" w:rsidP="0030103E">
          <w:pPr>
            <w:jc w:val="center"/>
            <w:rPr>
              <w:rFonts w:ascii="Marianne" w:hAnsi="Marianne" w:cs="Arial"/>
              <w:b/>
              <w:i/>
              <w:iCs/>
            </w:rPr>
          </w:pPr>
          <w:r w:rsidRPr="00DD0F1E">
            <w:rPr>
              <w:rFonts w:ascii="Marianne" w:hAnsi="Marianne" w:cs="Arial"/>
              <w:b/>
              <w:i/>
              <w:iCs/>
            </w:rPr>
            <w:t xml:space="preserve">DAF </w:t>
          </w:r>
          <w:r w:rsidR="00161415" w:rsidRPr="00DD0F1E">
            <w:rPr>
              <w:rFonts w:ascii="Marianne" w:hAnsi="Marianne" w:cs="Arial"/>
              <w:b/>
              <w:i/>
              <w:iCs/>
            </w:rPr>
            <w:t>n°</w:t>
          </w:r>
          <w:r w:rsidR="0030103E">
            <w:rPr>
              <w:rFonts w:ascii="Marianne" w:hAnsi="Marianne" w:cs="Arial"/>
              <w:b/>
              <w:i/>
              <w:iCs/>
            </w:rPr>
            <w:t>2024_001996</w:t>
          </w:r>
          <w:r w:rsidR="00161415" w:rsidRPr="00DD0F1E">
            <w:rPr>
              <w:rFonts w:ascii="Marianne" w:hAnsi="Marianne" w:cs="Arial"/>
              <w:b/>
              <w:i/>
              <w:iCs/>
            </w:rPr>
            <w:t xml:space="preserve"> </w:t>
          </w:r>
        </w:p>
      </w:tc>
      <w:tc>
        <w:tcPr>
          <w:tcW w:w="851" w:type="dxa"/>
          <w:shd w:val="clear" w:color="auto" w:fill="66CCFF"/>
        </w:tcPr>
        <w:p w14:paraId="32AEC894" w14:textId="77777777" w:rsidR="00161415" w:rsidRPr="00DD0F1E" w:rsidRDefault="00161415">
          <w:pPr>
            <w:jc w:val="right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76519514" w14:textId="58C472EA" w:rsidR="00161415" w:rsidRPr="00DD0F1E" w:rsidRDefault="00161415">
          <w:pPr>
            <w:jc w:val="center"/>
            <w:rPr>
              <w:rFonts w:ascii="Marianne" w:hAnsi="Marianne" w:cs="Arial"/>
              <w:b/>
              <w:bCs/>
            </w:rPr>
          </w:pPr>
          <w:r w:rsidRPr="00DD0F1E">
            <w:rPr>
              <w:rFonts w:ascii="Marianne" w:hAnsi="Marianne" w:cs="Arial"/>
              <w:b/>
            </w:rPr>
            <w:fldChar w:fldCharType="begin"/>
          </w:r>
          <w:r w:rsidRPr="00DD0F1E">
            <w:rPr>
              <w:rFonts w:ascii="Marianne" w:hAnsi="Marianne" w:cs="Arial"/>
              <w:b/>
            </w:rPr>
            <w:instrText xml:space="preserve"> PAGE </w:instrText>
          </w:r>
          <w:r w:rsidRPr="00DD0F1E">
            <w:rPr>
              <w:rFonts w:ascii="Marianne" w:hAnsi="Marianne" w:cs="Arial"/>
              <w:b/>
            </w:rPr>
            <w:fldChar w:fldCharType="separate"/>
          </w:r>
          <w:r w:rsidR="005968F9">
            <w:rPr>
              <w:rFonts w:ascii="Marianne" w:hAnsi="Marianne" w:cs="Arial"/>
              <w:b/>
              <w:noProof/>
            </w:rPr>
            <w:t>1</w:t>
          </w:r>
          <w:r w:rsidRPr="00DD0F1E">
            <w:rPr>
              <w:rFonts w:ascii="Marianne" w:hAnsi="Marianne" w:cs="Arial"/>
              <w:b/>
            </w:rPr>
            <w:fldChar w:fldCharType="end"/>
          </w:r>
          <w:r w:rsidRPr="00DD0F1E">
            <w:rPr>
              <w:rFonts w:ascii="Marianne" w:eastAsia="Arial" w:hAnsi="Marianne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32D10CC3" w14:textId="77777777"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Fonts w:ascii="Marianne" w:hAnsi="Marianne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18E36F48" w14:textId="7D5DAE4E" w:rsidR="00161415" w:rsidRPr="00DD0F1E" w:rsidRDefault="00161415">
          <w:pPr>
            <w:jc w:val="center"/>
            <w:rPr>
              <w:rFonts w:ascii="Marianne" w:hAnsi="Marianne"/>
            </w:rPr>
          </w:pPr>
          <w:r w:rsidRPr="00DD0F1E">
            <w:rPr>
              <w:rStyle w:val="Numrodepage"/>
              <w:rFonts w:ascii="Marianne" w:hAnsi="Marianne" w:cs="Arial"/>
              <w:b/>
            </w:rPr>
            <w:fldChar w:fldCharType="begin"/>
          </w:r>
          <w:r w:rsidRPr="00DD0F1E">
            <w:rPr>
              <w:rStyle w:val="Numrodepage"/>
              <w:rFonts w:ascii="Marianne" w:hAnsi="Marianne" w:cs="Arial"/>
              <w:b/>
            </w:rPr>
            <w:instrText xml:space="preserve"> NUMPAGES \*Arabic </w:instrTex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separate"/>
          </w:r>
          <w:r w:rsidR="005968F9">
            <w:rPr>
              <w:rStyle w:val="Numrodepage"/>
              <w:rFonts w:ascii="Marianne" w:hAnsi="Marianne" w:cs="Arial"/>
              <w:b/>
              <w:noProof/>
            </w:rPr>
            <w:t>5</w:t>
          </w:r>
          <w:r w:rsidRPr="00DD0F1E">
            <w:rPr>
              <w:rStyle w:val="Numrodepage"/>
              <w:rFonts w:ascii="Marianne" w:hAnsi="Marianne" w:cs="Arial"/>
              <w:b/>
            </w:rPr>
            <w:fldChar w:fldCharType="end"/>
          </w:r>
        </w:p>
      </w:tc>
    </w:tr>
  </w:tbl>
  <w:p w14:paraId="3522389E" w14:textId="77777777" w:rsidR="00161415" w:rsidRPr="001E2A17" w:rsidRDefault="00161415" w:rsidP="003B4647">
    <w:pPr>
      <w:pStyle w:val="Pieddepage"/>
      <w:tabs>
        <w:tab w:val="clear" w:pos="4536"/>
        <w:tab w:val="clear" w:pos="9072"/>
      </w:tabs>
      <w:jc w:val="center"/>
    </w:pPr>
    <w:r w:rsidRPr="00DD0F1E">
      <w:rPr>
        <w:rFonts w:ascii="Marianne" w:hAnsi="Marianne"/>
      </w:rPr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BABF3" w14:textId="77777777" w:rsidR="00A22723" w:rsidRDefault="00A22723">
      <w:r>
        <w:separator/>
      </w:r>
    </w:p>
  </w:footnote>
  <w:footnote w:type="continuationSeparator" w:id="0">
    <w:p w14:paraId="4CA3031E" w14:textId="77777777" w:rsidR="00A22723" w:rsidRDefault="00A22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3FC81AA4"/>
    <w:multiLevelType w:val="hybridMultilevel"/>
    <w:tmpl w:val="80C0AE82"/>
    <w:lvl w:ilvl="0" w:tplc="EBA6E09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33BC0"/>
    <w:rsid w:val="00056CB1"/>
    <w:rsid w:val="00057419"/>
    <w:rsid w:val="000808BF"/>
    <w:rsid w:val="00080D2A"/>
    <w:rsid w:val="00084F22"/>
    <w:rsid w:val="000A2FB5"/>
    <w:rsid w:val="000A4B86"/>
    <w:rsid w:val="000C515E"/>
    <w:rsid w:val="000E5D65"/>
    <w:rsid w:val="000E5E39"/>
    <w:rsid w:val="001052F6"/>
    <w:rsid w:val="001101D5"/>
    <w:rsid w:val="001309BA"/>
    <w:rsid w:val="00153818"/>
    <w:rsid w:val="00161415"/>
    <w:rsid w:val="00184AEF"/>
    <w:rsid w:val="00192894"/>
    <w:rsid w:val="001C3027"/>
    <w:rsid w:val="001D588C"/>
    <w:rsid w:val="001E2A17"/>
    <w:rsid w:val="001E4733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69B"/>
    <w:rsid w:val="002A6C8B"/>
    <w:rsid w:val="002B1F7A"/>
    <w:rsid w:val="002B3BF3"/>
    <w:rsid w:val="002C67E0"/>
    <w:rsid w:val="002D62B2"/>
    <w:rsid w:val="002E250C"/>
    <w:rsid w:val="0030103E"/>
    <w:rsid w:val="0030291B"/>
    <w:rsid w:val="00303735"/>
    <w:rsid w:val="003054EB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402F5F"/>
    <w:rsid w:val="00412718"/>
    <w:rsid w:val="00413A54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404D8"/>
    <w:rsid w:val="005425E7"/>
    <w:rsid w:val="005451F3"/>
    <w:rsid w:val="0055495B"/>
    <w:rsid w:val="005613A6"/>
    <w:rsid w:val="00577B00"/>
    <w:rsid w:val="00595DA5"/>
    <w:rsid w:val="005968F9"/>
    <w:rsid w:val="005A5037"/>
    <w:rsid w:val="005A5B69"/>
    <w:rsid w:val="005B1763"/>
    <w:rsid w:val="005B287C"/>
    <w:rsid w:val="005B72C8"/>
    <w:rsid w:val="005E0FC9"/>
    <w:rsid w:val="005E12D0"/>
    <w:rsid w:val="006047E7"/>
    <w:rsid w:val="00614716"/>
    <w:rsid w:val="00625F1D"/>
    <w:rsid w:val="00632D63"/>
    <w:rsid w:val="00633D7F"/>
    <w:rsid w:val="00645FD5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61FEC"/>
    <w:rsid w:val="0077098E"/>
    <w:rsid w:val="00775F55"/>
    <w:rsid w:val="007959EC"/>
    <w:rsid w:val="007A1631"/>
    <w:rsid w:val="007A275F"/>
    <w:rsid w:val="007D3787"/>
    <w:rsid w:val="007F4A27"/>
    <w:rsid w:val="00811AFD"/>
    <w:rsid w:val="008171EA"/>
    <w:rsid w:val="008326E4"/>
    <w:rsid w:val="00835A5B"/>
    <w:rsid w:val="00836576"/>
    <w:rsid w:val="00845687"/>
    <w:rsid w:val="0085254F"/>
    <w:rsid w:val="00857B72"/>
    <w:rsid w:val="00864BF3"/>
    <w:rsid w:val="00890E9E"/>
    <w:rsid w:val="00891F8B"/>
    <w:rsid w:val="0089582C"/>
    <w:rsid w:val="008A11F0"/>
    <w:rsid w:val="008C1848"/>
    <w:rsid w:val="008C59F1"/>
    <w:rsid w:val="008D5A17"/>
    <w:rsid w:val="008E00ED"/>
    <w:rsid w:val="008E1134"/>
    <w:rsid w:val="008E1EBA"/>
    <w:rsid w:val="008E4066"/>
    <w:rsid w:val="00922BA4"/>
    <w:rsid w:val="009277A2"/>
    <w:rsid w:val="00955BAA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A02C06"/>
    <w:rsid w:val="00A177D6"/>
    <w:rsid w:val="00A22723"/>
    <w:rsid w:val="00A32C14"/>
    <w:rsid w:val="00A440EF"/>
    <w:rsid w:val="00A503F3"/>
    <w:rsid w:val="00A50BF9"/>
    <w:rsid w:val="00A520E2"/>
    <w:rsid w:val="00A70828"/>
    <w:rsid w:val="00A75394"/>
    <w:rsid w:val="00A80E9C"/>
    <w:rsid w:val="00AD1804"/>
    <w:rsid w:val="00AE5974"/>
    <w:rsid w:val="00AE730C"/>
    <w:rsid w:val="00B02DE5"/>
    <w:rsid w:val="00B21062"/>
    <w:rsid w:val="00B44D07"/>
    <w:rsid w:val="00B569DE"/>
    <w:rsid w:val="00B740C0"/>
    <w:rsid w:val="00B83A70"/>
    <w:rsid w:val="00B9664F"/>
    <w:rsid w:val="00BB2EF6"/>
    <w:rsid w:val="00BD70C2"/>
    <w:rsid w:val="00BE48FE"/>
    <w:rsid w:val="00BE53A5"/>
    <w:rsid w:val="00C01A17"/>
    <w:rsid w:val="00C02D34"/>
    <w:rsid w:val="00C12DE7"/>
    <w:rsid w:val="00C1386A"/>
    <w:rsid w:val="00C22EC0"/>
    <w:rsid w:val="00C26327"/>
    <w:rsid w:val="00C3024D"/>
    <w:rsid w:val="00C50B6D"/>
    <w:rsid w:val="00C751EE"/>
    <w:rsid w:val="00C812AC"/>
    <w:rsid w:val="00C877BA"/>
    <w:rsid w:val="00C95BEF"/>
    <w:rsid w:val="00CB1774"/>
    <w:rsid w:val="00CC3A38"/>
    <w:rsid w:val="00CD0F79"/>
    <w:rsid w:val="00CD4969"/>
    <w:rsid w:val="00CD55BF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E18B3"/>
    <w:rsid w:val="00DF7E37"/>
    <w:rsid w:val="00E011E9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051858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55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etadata-stds.org/Document-library/Draft-standards/6523-Identification-of-Organizations/ICD_list.htm" TargetMode="External"/><Relationship Id="rId1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fc-paris-bap.ach.fct@intradef.gouv.fr" TargetMode="External"/><Relationship Id="rId19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B14B0-EF2C-4D44-B955-C21741CB5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</TotalTime>
  <Pages>5</Pages>
  <Words>1360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8829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KUSIK Liam SGT</cp:lastModifiedBy>
  <cp:revision>3</cp:revision>
  <cp:lastPrinted>2020-12-04T13:30:00Z</cp:lastPrinted>
  <dcterms:created xsi:type="dcterms:W3CDTF">2025-12-29T14:48:00Z</dcterms:created>
  <dcterms:modified xsi:type="dcterms:W3CDTF">2026-01-29T10:05:00Z</dcterms:modified>
</cp:coreProperties>
</file>