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9E8" w14:textId="77777777" w:rsidR="0062631D" w:rsidRDefault="0062631D" w:rsidP="0062631D">
      <w:pPr>
        <w:jc w:val="left"/>
      </w:pPr>
      <w:permStart w:id="323059247" w:edGrp="everyone"/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6EB554FE" wp14:editId="3D8A84D1">
            <wp:simplePos x="0" y="0"/>
            <wp:positionH relativeFrom="margin">
              <wp:align>left</wp:align>
            </wp:positionH>
            <wp:positionV relativeFrom="page">
              <wp:posOffset>240344</wp:posOffset>
            </wp:positionV>
            <wp:extent cx="2888615" cy="108966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323059247"/>
    </w:p>
    <w:p w14:paraId="41805513" w14:textId="77777777" w:rsidR="0062631D" w:rsidRDefault="0062631D" w:rsidP="0062631D">
      <w:pPr>
        <w:jc w:val="left"/>
      </w:pPr>
    </w:p>
    <w:p w14:paraId="734C91CA" w14:textId="77777777" w:rsidR="0062631D" w:rsidRDefault="0062631D" w:rsidP="0062631D">
      <w:pPr>
        <w:jc w:val="left"/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7"/>
        <w:gridCol w:w="1418"/>
        <w:gridCol w:w="6928"/>
      </w:tblGrid>
      <w:tr w:rsidR="0062631D" w14:paraId="0BB47F3A" w14:textId="77777777" w:rsidTr="00660DF3">
        <w:trPr>
          <w:trHeight w:val="1397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F50E" w14:textId="77777777" w:rsidR="0062631D" w:rsidRPr="00AA62FB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 w:rsidRPr="00AA62FB">
              <w:rPr>
                <w:b/>
                <w:sz w:val="28"/>
                <w:szCs w:val="28"/>
              </w:rPr>
              <w:t>UNIVERSITE DE BORDEAUX</w:t>
            </w:r>
          </w:p>
          <w:p w14:paraId="23A311E6" w14:textId="77777777" w:rsidR="0062631D" w:rsidRDefault="0062631D" w:rsidP="004860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35, place Pey Berland</w:t>
            </w:r>
          </w:p>
          <w:p w14:paraId="41F2690A" w14:textId="32F453AB" w:rsidR="0062631D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lang w:val="en-US"/>
              </w:rPr>
              <w:t>33000 BORDEAUX</w:t>
            </w:r>
          </w:p>
        </w:tc>
      </w:tr>
      <w:tr w:rsidR="00660DF3" w14:paraId="1E385DFE" w14:textId="77777777" w:rsidTr="00660DF3">
        <w:trPr>
          <w:trHeight w:val="1189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7856" w14:textId="77777777" w:rsidR="00660DF3" w:rsidRPr="00AA62FB" w:rsidRDefault="00660DF3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A62FB">
              <w:rPr>
                <w:b/>
                <w:color w:val="000000"/>
                <w:sz w:val="28"/>
                <w:szCs w:val="28"/>
                <w:lang w:eastAsia="en-US"/>
              </w:rPr>
              <w:t>Catégorie principale :</w:t>
            </w:r>
          </w:p>
          <w:permStart w:id="1802197363" w:edGrp="everyone"/>
          <w:p w14:paraId="4FF251C9" w14:textId="3EBD00C5" w:rsidR="00660DF3" w:rsidRPr="003D6D21" w:rsidRDefault="00017C92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sdt>
              <w:sdtPr>
                <w:rPr>
                  <w:b/>
                  <w:color w:val="0033CC"/>
                  <w:sz w:val="32"/>
                  <w:szCs w:val="32"/>
                  <w:lang w:eastAsia="en-US"/>
                </w:rPr>
                <w:alias w:val="Catégorie"/>
                <w:tag w:val="Catégorie"/>
                <w:id w:val="373971229"/>
                <w:placeholder>
                  <w:docPart w:val="834211D403084FD6BBEDBFFD350FCF0D"/>
                </w:placeholder>
                <w:dropDownList>
                  <w:listItem w:value="Choisissez un élément."/>
                  <w:listItem w:displayText="Fournitures" w:value="Fournitures"/>
                  <w:listItem w:displayText="Services" w:value="Services"/>
                </w:dropDownList>
              </w:sdtPr>
              <w:sdtEndPr/>
              <w:sdtContent>
                <w:r w:rsidR="003E753E">
                  <w:rPr>
                    <w:b/>
                    <w:color w:val="0033CC"/>
                    <w:sz w:val="32"/>
                    <w:szCs w:val="32"/>
                    <w:lang w:eastAsia="en-US"/>
                  </w:rPr>
                  <w:t>Fournitures</w:t>
                </w:r>
              </w:sdtContent>
            </w:sdt>
            <w:r w:rsidR="00660DF3" w:rsidRPr="003D6D21">
              <w:rPr>
                <w:b/>
                <w:color w:val="000000"/>
                <w:sz w:val="32"/>
                <w:szCs w:val="32"/>
                <w:lang w:eastAsia="en-US"/>
              </w:rPr>
              <w:t xml:space="preserve"> </w:t>
            </w:r>
            <w:permEnd w:id="1802197363"/>
          </w:p>
        </w:tc>
      </w:tr>
      <w:tr w:rsidR="0062631D" w14:paraId="43928417" w14:textId="77777777" w:rsidTr="00AA62FB">
        <w:trPr>
          <w:trHeight w:val="56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AA82C" w14:textId="09769362" w:rsidR="0062631D" w:rsidRPr="00660DF3" w:rsidRDefault="00660DF3" w:rsidP="00186AC4">
            <w:pPr>
              <w:spacing w:after="0" w:line="257" w:lineRule="auto"/>
              <w:jc w:val="center"/>
              <w:rPr>
                <w:b/>
                <w:color w:val="3333FF"/>
                <w:sz w:val="36"/>
                <w:szCs w:val="36"/>
              </w:rPr>
            </w:pPr>
            <w:permStart w:id="1861565132" w:edGrp="everyone"/>
            <w:r>
              <w:rPr>
                <w:b/>
                <w:color w:val="3333FF"/>
                <w:sz w:val="36"/>
                <w:szCs w:val="36"/>
              </w:rPr>
              <w:t>N</w:t>
            </w:r>
            <w:r w:rsidR="00FF1AC6">
              <w:rPr>
                <w:b/>
                <w:color w:val="3333FF"/>
                <w:sz w:val="36"/>
                <w:szCs w:val="36"/>
              </w:rPr>
              <w:t>°</w:t>
            </w:r>
            <w:r w:rsidR="00A33EC2">
              <w:rPr>
                <w:b/>
                <w:color w:val="3333FF"/>
                <w:sz w:val="36"/>
                <w:szCs w:val="36"/>
              </w:rPr>
              <w:t>2026-030</w:t>
            </w:r>
            <w:r w:rsidR="00D2273B">
              <w:t xml:space="preserve"> </w:t>
            </w:r>
            <w:permEnd w:id="1861565132"/>
          </w:p>
        </w:tc>
      </w:tr>
      <w:tr w:rsidR="00660DF3" w14:paraId="0EE2A591" w14:textId="77777777" w:rsidTr="00AA62FB">
        <w:trPr>
          <w:trHeight w:val="29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2339B" w14:textId="77777777" w:rsidR="00660DF3" w:rsidRPr="00660DF3" w:rsidRDefault="00660DF3" w:rsidP="00660DF3">
            <w:pPr>
              <w:spacing w:after="0" w:line="257" w:lineRule="auto"/>
              <w:jc w:val="center"/>
              <w:rPr>
                <w:i/>
                <w:color w:val="3333FF"/>
                <w:sz w:val="24"/>
                <w:szCs w:val="24"/>
              </w:rPr>
            </w:pPr>
            <w:r w:rsidRPr="00660DF3">
              <w:rPr>
                <w:i/>
                <w:color w:val="FF0000"/>
                <w:sz w:val="24"/>
                <w:szCs w:val="24"/>
                <w:highlight w:val="lightGray"/>
              </w:rPr>
              <w:t>Intitulé =&gt; report de l’objet de la consultation</w:t>
            </w:r>
          </w:p>
        </w:tc>
      </w:tr>
      <w:tr w:rsidR="00660DF3" w14:paraId="31E0EA83" w14:textId="77777777" w:rsidTr="00660DF3">
        <w:trPr>
          <w:trHeight w:val="112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66081" w14:textId="4F0C7C86" w:rsidR="00660DF3" w:rsidRPr="00EE193F" w:rsidRDefault="00F6310C" w:rsidP="003E753E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3333FF"/>
              </w:rPr>
            </w:pPr>
            <w:permStart w:id="302056574" w:edGrp="everyone"/>
            <w:r>
              <w:rPr>
                <w:b/>
                <w:color w:val="3333FF"/>
                <w:sz w:val="36"/>
                <w:szCs w:val="36"/>
              </w:rPr>
              <w:t xml:space="preserve"> </w:t>
            </w:r>
            <w:r w:rsidR="0098440F">
              <w:rPr>
                <w:b/>
                <w:color w:val="3333FF"/>
                <w:sz w:val="36"/>
                <w:szCs w:val="36"/>
              </w:rPr>
              <w:t xml:space="preserve">  </w:t>
            </w:r>
            <w:r w:rsidR="003E753E" w:rsidRPr="003E753E">
              <w:rPr>
                <w:b/>
                <w:color w:val="0033CC"/>
                <w:sz w:val="32"/>
                <w:szCs w:val="32"/>
                <w:lang w:eastAsia="en-US"/>
              </w:rPr>
              <w:t>Fourniture de produits et consommables pour l’odontologie à destination des travaux pratiques des étudiants de l’Université de Bordeaux</w:t>
            </w:r>
            <w:permEnd w:id="302056574"/>
          </w:p>
        </w:tc>
      </w:tr>
      <w:tr w:rsidR="0062631D" w14:paraId="7505646C" w14:textId="77777777" w:rsidTr="00660DF3">
        <w:trPr>
          <w:trHeight w:val="140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7F88" w14:textId="77777777" w:rsidR="00D3283E" w:rsidRDefault="00261BA3" w:rsidP="00D3283E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Procédure de passation : </w:t>
            </w:r>
          </w:p>
          <w:p w14:paraId="14D63304" w14:textId="2E4BAC75" w:rsidR="00D3283E" w:rsidRDefault="00017C92" w:rsidP="00D3283E">
            <w:pPr>
              <w:spacing w:after="0" w:line="257" w:lineRule="auto"/>
              <w:jc w:val="center"/>
            </w:pPr>
            <w:sdt>
              <w:sdtPr>
                <w:rPr>
                  <w:b/>
                  <w:color w:val="0033CC"/>
                  <w:sz w:val="24"/>
                  <w:szCs w:val="24"/>
                </w:rPr>
                <w:alias w:val="Catégorie"/>
                <w:tag w:val="Catégorie"/>
                <w:id w:val="-1693844307"/>
                <w:placeholder>
                  <w:docPart w:val="9395EA9D7F734DA4A4BF83AA2AF96E55"/>
                </w:placeholder>
                <w:dropDownList>
                  <w:listItem w:value="Choisissez un élément."/>
                  <w:listItem w:displayText="Procédure adaptée, en application de l’article R2123-1 du code de la commande publique" w:value="Procédure adaptée, en application de l’article R2123-1 du code de la commande publique"/>
                  <w:listItem w:displayText="Marché négocié, en application de l'article R2122-3 du code de a commande publique" w:value="Marché négocié, en application de l'article R2122-3 du code de a commande publique"/>
                  <w:listItem w:displayText="Marché négocié, en application de l'article R2122-4 du code de la commande publique" w:value="Marché négocié, en application de l'article R2122-4 du code de la commande publique"/>
                  <w:listItem w:displayText="Marché négocié, en application de l'article R2122-7 du code de la commande publique" w:value="Marché négocié, en application de l'article R2122-7 du code de la commande publique"/>
                  <w:listItem w:displayText="Appel d'offres ouvert, en application des articles R2124-2 et R2161-2 à 5 du code de la commande publique" w:value="Appel d'offres ouvert, en application des articles R2124-2 et R2161-2 à 5 du code de la commande publique"/>
                </w:dropDownList>
              </w:sdtPr>
              <w:sdtEndPr/>
              <w:sdtContent>
                <w:r w:rsidR="00DE64AF">
                  <w:rPr>
                    <w:b/>
                    <w:color w:val="0033CC"/>
                    <w:sz w:val="24"/>
                    <w:szCs w:val="24"/>
                  </w:rPr>
                  <w:t>Appel d'offres ouvert, en application des articles R2124-2 et R2161-2 à 5 du code de la commande publique</w:t>
                </w:r>
              </w:sdtContent>
            </w:sdt>
          </w:p>
          <w:p w14:paraId="786FD32D" w14:textId="77777777" w:rsidR="0062631D" w:rsidRDefault="0062631D" w:rsidP="00660DF3">
            <w:pPr>
              <w:spacing w:after="0" w:line="257" w:lineRule="auto"/>
              <w:jc w:val="center"/>
            </w:pPr>
          </w:p>
        </w:tc>
      </w:tr>
      <w:tr w:rsidR="00261BA3" w14:paraId="10949D0A" w14:textId="77777777" w:rsidTr="00AA62FB">
        <w:trPr>
          <w:trHeight w:val="85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8C41" w14:textId="77777777" w:rsidR="007550A4" w:rsidRPr="007550A4" w:rsidRDefault="007550A4" w:rsidP="00660DF3">
            <w:pPr>
              <w:pStyle w:val="En-tte"/>
              <w:spacing w:line="257" w:lineRule="auto"/>
              <w:ind w:firstLine="0"/>
              <w:jc w:val="center"/>
              <w:rPr>
                <w:sz w:val="36"/>
                <w:szCs w:val="36"/>
                <w:lang w:eastAsia="en-US"/>
              </w:rPr>
            </w:pPr>
            <w:r w:rsidRPr="007550A4">
              <w:rPr>
                <w:sz w:val="36"/>
                <w:szCs w:val="36"/>
                <w:lang w:eastAsia="en-US"/>
              </w:rPr>
              <w:t>CCAG applicable : FCS</w:t>
            </w:r>
          </w:p>
        </w:tc>
      </w:tr>
      <w:tr w:rsidR="0062631D" w14:paraId="6DD92802" w14:textId="77777777" w:rsidTr="000C7D67">
        <w:trPr>
          <w:trHeight w:val="982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5330" w14:textId="77777777" w:rsidR="00F52228" w:rsidRPr="00660DF3" w:rsidRDefault="00D26412" w:rsidP="008B2913">
            <w:pPr>
              <w:pStyle w:val="En-tte"/>
              <w:spacing w:line="256" w:lineRule="auto"/>
              <w:ind w:firstLine="0"/>
              <w:jc w:val="center"/>
              <w:rPr>
                <w:b/>
                <w:sz w:val="24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Acte d’E</w:t>
            </w:r>
            <w:r w:rsidR="00F63CD4">
              <w:rPr>
                <w:b/>
                <w:sz w:val="36"/>
                <w:szCs w:val="36"/>
                <w:lang w:eastAsia="en-US"/>
              </w:rPr>
              <w:t>ngagement</w:t>
            </w:r>
            <w:r w:rsidR="00487458" w:rsidRPr="00487458">
              <w:rPr>
                <w:b/>
                <w:sz w:val="24"/>
                <w:szCs w:val="36"/>
                <w:lang w:eastAsia="en-US"/>
              </w:rPr>
              <w:t xml:space="preserve"> </w:t>
            </w:r>
          </w:p>
        </w:tc>
      </w:tr>
      <w:tr w:rsidR="00AA62FB" w14:paraId="2B63A315" w14:textId="77777777" w:rsidTr="00AA62FB">
        <w:trPr>
          <w:trHeight w:val="41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0D12F" w14:textId="77777777" w:rsidR="00AA62FB" w:rsidRDefault="00AA62FB" w:rsidP="00AA62FB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  <w:p w14:paraId="51C5C6AC" w14:textId="77777777" w:rsidR="00BF6812" w:rsidRPr="00AA62FB" w:rsidRDefault="00BF6812" w:rsidP="00AA62FB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60DF3" w:rsidRPr="00551777" w14:paraId="02C7EEAD" w14:textId="77777777" w:rsidTr="00AA62FB">
        <w:trPr>
          <w:trHeight w:val="397"/>
          <w:jc w:val="center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41401" w14:textId="77777777" w:rsidR="00660DF3" w:rsidRPr="00551777" w:rsidRDefault="00660DF3" w:rsidP="004C2F1C">
            <w:pPr>
              <w:jc w:val="center"/>
              <w:rPr>
                <w:b/>
              </w:rPr>
            </w:pPr>
            <w:permStart w:id="1410095765" w:edGrp="everyone" w:colFirst="0" w:colLast="0"/>
            <w:permStart w:id="270863947" w:edGrp="everyone" w:colFirst="1" w:colLast="1"/>
            <w:permStart w:id="1564541703" w:edGrp="everyone" w:colFirst="2" w:colLast="2"/>
            <w:permStart w:id="1035412043" w:edGrp="everyone"/>
            <w:r w:rsidRPr="00551777">
              <w:rPr>
                <w:b/>
              </w:rPr>
              <w:t>Nomenclature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026C2" w14:textId="77777777" w:rsidR="00660DF3" w:rsidRPr="00551777" w:rsidRDefault="00660DF3" w:rsidP="004C2F1C">
            <w:pPr>
              <w:jc w:val="center"/>
              <w:rPr>
                <w:b/>
              </w:rPr>
            </w:pPr>
            <w:r w:rsidRPr="00551777">
              <w:rPr>
                <w:b/>
              </w:rPr>
              <w:t>Code</w:t>
            </w:r>
          </w:p>
        </w:tc>
        <w:tc>
          <w:tcPr>
            <w:tcW w:w="69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BA363" w14:textId="77777777" w:rsidR="00660DF3" w:rsidRPr="00551777" w:rsidRDefault="00660DF3" w:rsidP="004C2F1C">
            <w:pPr>
              <w:jc w:val="center"/>
              <w:rPr>
                <w:b/>
              </w:rPr>
            </w:pPr>
            <w:r w:rsidRPr="00551777">
              <w:rPr>
                <w:b/>
              </w:rPr>
              <w:t>Descriptif</w:t>
            </w:r>
          </w:p>
        </w:tc>
      </w:tr>
      <w:tr w:rsidR="00660DF3" w:rsidRPr="00551777" w14:paraId="1F8F6CEC" w14:textId="77777777" w:rsidTr="00660DF3">
        <w:trPr>
          <w:trHeight w:val="439"/>
          <w:jc w:val="center"/>
        </w:trPr>
        <w:tc>
          <w:tcPr>
            <w:tcW w:w="1827" w:type="dxa"/>
            <w:vAlign w:val="center"/>
          </w:tcPr>
          <w:p w14:paraId="4B1C10EE" w14:textId="77777777" w:rsidR="00660DF3" w:rsidRPr="00551777" w:rsidRDefault="00660DF3" w:rsidP="004C2F1C">
            <w:pPr>
              <w:jc w:val="center"/>
            </w:pPr>
            <w:permStart w:id="278945931" w:edGrp="everyone" w:colFirst="0" w:colLast="0"/>
            <w:permStart w:id="1109881037" w:edGrp="everyone" w:colFirst="1" w:colLast="1"/>
            <w:permStart w:id="953160429" w:edGrp="everyone" w:colFirst="2" w:colLast="2"/>
            <w:permEnd w:id="1410095765"/>
            <w:permEnd w:id="270863947"/>
            <w:permEnd w:id="1564541703"/>
            <w:r>
              <w:t>CPV</w:t>
            </w:r>
          </w:p>
        </w:tc>
        <w:tc>
          <w:tcPr>
            <w:tcW w:w="1418" w:type="dxa"/>
            <w:vAlign w:val="center"/>
          </w:tcPr>
          <w:p w14:paraId="0EC24924" w14:textId="35F7ED39" w:rsidR="00660DF3" w:rsidRPr="00DE64AF" w:rsidRDefault="003E753E" w:rsidP="004C2F1C">
            <w:pPr>
              <w:jc w:val="center"/>
              <w:rPr>
                <w:color w:val="000000"/>
                <w:szCs w:val="20"/>
              </w:rPr>
            </w:pPr>
            <w:r w:rsidRPr="003E753E">
              <w:rPr>
                <w:color w:val="000000"/>
                <w:szCs w:val="20"/>
              </w:rPr>
              <w:t>33134000-8</w:t>
            </w:r>
          </w:p>
        </w:tc>
        <w:tc>
          <w:tcPr>
            <w:tcW w:w="6928" w:type="dxa"/>
            <w:vAlign w:val="center"/>
          </w:tcPr>
          <w:p w14:paraId="4E7CA9EB" w14:textId="4BB04F2A" w:rsidR="00660DF3" w:rsidRPr="00A56507" w:rsidRDefault="003E753E" w:rsidP="004C2F1C">
            <w:pPr>
              <w:rPr>
                <w:rFonts w:asciiTheme="minorHAnsi" w:hAnsiTheme="minorHAnsi"/>
              </w:rPr>
            </w:pPr>
            <w:r w:rsidRPr="003E753E">
              <w:rPr>
                <w:rFonts w:asciiTheme="minorHAnsi" w:hAnsiTheme="minorHAnsi"/>
              </w:rPr>
              <w:t>Petit matériel d'endodontie</w:t>
            </w:r>
          </w:p>
        </w:tc>
      </w:tr>
      <w:tr w:rsidR="003E753E" w:rsidRPr="00551777" w14:paraId="6DECC4AC" w14:textId="77777777" w:rsidTr="00660DF3">
        <w:trPr>
          <w:trHeight w:val="439"/>
          <w:jc w:val="center"/>
        </w:trPr>
        <w:tc>
          <w:tcPr>
            <w:tcW w:w="1827" w:type="dxa"/>
            <w:vAlign w:val="center"/>
          </w:tcPr>
          <w:p w14:paraId="032825CC" w14:textId="4F1DD47F" w:rsidR="003E753E" w:rsidRDefault="003E753E" w:rsidP="004C2F1C">
            <w:pPr>
              <w:jc w:val="center"/>
            </w:pPr>
            <w:permStart w:id="266088257" w:edGrp="everyone" w:colFirst="0" w:colLast="0"/>
            <w:permStart w:id="155718266" w:edGrp="everyone" w:colFirst="1" w:colLast="1"/>
            <w:permStart w:id="722356659" w:edGrp="everyone" w:colFirst="2" w:colLast="2"/>
            <w:permStart w:id="1414595302" w:edGrp="everyone" w:colFirst="3" w:colLast="3"/>
            <w:permEnd w:id="278945931"/>
            <w:permEnd w:id="1109881037"/>
            <w:permEnd w:id="953160429"/>
            <w:r>
              <w:t>CPV</w:t>
            </w:r>
          </w:p>
        </w:tc>
        <w:tc>
          <w:tcPr>
            <w:tcW w:w="1418" w:type="dxa"/>
            <w:vAlign w:val="center"/>
          </w:tcPr>
          <w:p w14:paraId="363EA98C" w14:textId="72F6BC87" w:rsidR="003E753E" w:rsidRDefault="003E753E" w:rsidP="004C2F1C">
            <w:pPr>
              <w:jc w:val="center"/>
              <w:rPr>
                <w:color w:val="000000"/>
                <w:szCs w:val="20"/>
              </w:rPr>
            </w:pPr>
            <w:r w:rsidRPr="003E753E">
              <w:rPr>
                <w:color w:val="000000"/>
                <w:szCs w:val="20"/>
              </w:rPr>
              <w:t>33135000-5</w:t>
            </w:r>
          </w:p>
        </w:tc>
        <w:tc>
          <w:tcPr>
            <w:tcW w:w="6928" w:type="dxa"/>
            <w:vAlign w:val="center"/>
          </w:tcPr>
          <w:p w14:paraId="1CFB40AC" w14:textId="3B7B1D24" w:rsidR="003E753E" w:rsidRDefault="003E753E" w:rsidP="004C2F1C">
            <w:pPr>
              <w:rPr>
                <w:rFonts w:asciiTheme="minorHAnsi" w:hAnsiTheme="minorHAnsi"/>
              </w:rPr>
            </w:pPr>
            <w:r w:rsidRPr="003E753E">
              <w:rPr>
                <w:rFonts w:asciiTheme="minorHAnsi" w:hAnsiTheme="minorHAnsi"/>
              </w:rPr>
              <w:t>Dispositifs orthodontiques</w:t>
            </w:r>
          </w:p>
        </w:tc>
      </w:tr>
      <w:tr w:rsidR="00AA62FB" w:rsidRPr="00551777" w14:paraId="28CB3D54" w14:textId="77777777" w:rsidTr="00660DF3">
        <w:trPr>
          <w:trHeight w:val="433"/>
          <w:jc w:val="center"/>
        </w:trPr>
        <w:tc>
          <w:tcPr>
            <w:tcW w:w="1827" w:type="dxa"/>
            <w:vAlign w:val="center"/>
          </w:tcPr>
          <w:p w14:paraId="6D27A499" w14:textId="77777777" w:rsidR="00AA62FB" w:rsidRPr="00551777" w:rsidRDefault="00AA62FB" w:rsidP="004C2F1C">
            <w:pPr>
              <w:jc w:val="center"/>
            </w:pPr>
            <w:permStart w:id="752052125" w:edGrp="everyone" w:colFirst="0" w:colLast="0"/>
            <w:permStart w:id="1857440905" w:edGrp="everyone" w:colFirst="1" w:colLast="1"/>
            <w:permStart w:id="1646268749" w:edGrp="everyone" w:colFirst="2" w:colLast="2"/>
            <w:permEnd w:id="266088257"/>
            <w:permEnd w:id="155718266"/>
            <w:permEnd w:id="722356659"/>
            <w:permEnd w:id="1414595302"/>
            <w:r>
              <w:t>NACRE</w:t>
            </w:r>
            <w:r w:rsidR="00D705F3">
              <w:t>S</w:t>
            </w:r>
          </w:p>
        </w:tc>
        <w:tc>
          <w:tcPr>
            <w:tcW w:w="1418" w:type="dxa"/>
            <w:vAlign w:val="center"/>
          </w:tcPr>
          <w:p w14:paraId="24E2605E" w14:textId="06F8E351" w:rsidR="00AA62FB" w:rsidRPr="00157AA0" w:rsidRDefault="003E753E" w:rsidP="004C2F1C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LB.55</w:t>
            </w:r>
          </w:p>
        </w:tc>
        <w:tc>
          <w:tcPr>
            <w:tcW w:w="6928" w:type="dxa"/>
            <w:vAlign w:val="center"/>
          </w:tcPr>
          <w:p w14:paraId="1B97C773" w14:textId="2742718D" w:rsidR="00AA62FB" w:rsidRPr="00A56507" w:rsidRDefault="003E753E" w:rsidP="004C2F1C">
            <w:pPr>
              <w:rPr>
                <w:rFonts w:asciiTheme="minorHAnsi" w:hAnsiTheme="minorHAnsi"/>
              </w:rPr>
            </w:pPr>
            <w:r w:rsidRPr="003E753E">
              <w:rPr>
                <w:rFonts w:asciiTheme="minorHAnsi" w:hAnsiTheme="minorHAnsi"/>
              </w:rPr>
              <w:t>PRODUITS ET CONSOMMABLES DE PROTHESES</w:t>
            </w:r>
          </w:p>
        </w:tc>
      </w:tr>
      <w:tr w:rsidR="003E753E" w:rsidRPr="00551777" w14:paraId="7B82FC07" w14:textId="77777777" w:rsidTr="00660DF3">
        <w:trPr>
          <w:trHeight w:val="433"/>
          <w:jc w:val="center"/>
        </w:trPr>
        <w:tc>
          <w:tcPr>
            <w:tcW w:w="1827" w:type="dxa"/>
            <w:vAlign w:val="center"/>
          </w:tcPr>
          <w:p w14:paraId="2C613386" w14:textId="6398671C" w:rsidR="003E753E" w:rsidRDefault="003E753E" w:rsidP="004C2F1C">
            <w:pPr>
              <w:jc w:val="center"/>
            </w:pPr>
            <w:permStart w:id="1545434121" w:edGrp="everyone" w:colFirst="0" w:colLast="0"/>
            <w:permStart w:id="1611627844" w:edGrp="everyone" w:colFirst="1" w:colLast="1"/>
            <w:permStart w:id="1494251016" w:edGrp="everyone" w:colFirst="2" w:colLast="2"/>
            <w:permStart w:id="1838250228" w:edGrp="everyone" w:colFirst="3" w:colLast="3"/>
            <w:permEnd w:id="752052125"/>
            <w:permEnd w:id="1857440905"/>
            <w:permEnd w:id="1646268749"/>
            <w:r>
              <w:t>NACRES</w:t>
            </w:r>
          </w:p>
        </w:tc>
        <w:tc>
          <w:tcPr>
            <w:tcW w:w="1418" w:type="dxa"/>
            <w:vAlign w:val="center"/>
          </w:tcPr>
          <w:p w14:paraId="28025F31" w14:textId="55329FF6" w:rsidR="003E753E" w:rsidRDefault="003E753E" w:rsidP="004C2F1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LB.52</w:t>
            </w:r>
          </w:p>
        </w:tc>
        <w:tc>
          <w:tcPr>
            <w:tcW w:w="6928" w:type="dxa"/>
            <w:vAlign w:val="center"/>
          </w:tcPr>
          <w:p w14:paraId="7E0AB306" w14:textId="3EDBF75C" w:rsidR="003E753E" w:rsidRDefault="003E753E" w:rsidP="004C2F1C">
            <w:pPr>
              <w:rPr>
                <w:rFonts w:asciiTheme="minorHAnsi" w:hAnsiTheme="minorHAnsi"/>
              </w:rPr>
            </w:pPr>
            <w:r w:rsidRPr="003E753E">
              <w:rPr>
                <w:rFonts w:asciiTheme="minorHAnsi" w:hAnsiTheme="minorHAnsi"/>
              </w:rPr>
              <w:t xml:space="preserve">PRODUITS ET </w:t>
            </w:r>
            <w:proofErr w:type="gramStart"/>
            <w:r w:rsidRPr="003E753E">
              <w:rPr>
                <w:rFonts w:asciiTheme="minorHAnsi" w:hAnsiTheme="minorHAnsi"/>
              </w:rPr>
              <w:t>CONSOMMABLES  POUR</w:t>
            </w:r>
            <w:proofErr w:type="gramEnd"/>
            <w:r w:rsidRPr="003E753E">
              <w:rPr>
                <w:rFonts w:asciiTheme="minorHAnsi" w:hAnsiTheme="minorHAnsi"/>
              </w:rPr>
              <w:t xml:space="preserve"> ODONTOLOGIE</w:t>
            </w:r>
          </w:p>
        </w:tc>
      </w:tr>
      <w:permEnd w:id="1035412043"/>
      <w:permEnd w:id="1545434121"/>
      <w:permEnd w:id="1611627844"/>
      <w:permEnd w:id="1494251016"/>
      <w:permEnd w:id="1838250228"/>
    </w:tbl>
    <w:p w14:paraId="11D75659" w14:textId="77777777" w:rsidR="0062631D" w:rsidRDefault="0062631D" w:rsidP="0062631D">
      <w:pPr>
        <w:jc w:val="left"/>
      </w:pPr>
    </w:p>
    <w:p w14:paraId="0D184EEE" w14:textId="77777777" w:rsidR="005F489E" w:rsidRDefault="005F489E" w:rsidP="0062631D">
      <w:pPr>
        <w:jc w:val="left"/>
      </w:pPr>
    </w:p>
    <w:p w14:paraId="7898B595" w14:textId="2823D847" w:rsidR="005F489E" w:rsidRDefault="005F489E" w:rsidP="0062631D">
      <w:pPr>
        <w:jc w:val="left"/>
      </w:pPr>
    </w:p>
    <w:p w14:paraId="382D9EFE" w14:textId="77777777" w:rsidR="003E753E" w:rsidRDefault="003E753E" w:rsidP="0062631D">
      <w:pPr>
        <w:jc w:val="left"/>
      </w:pPr>
    </w:p>
    <w:p w14:paraId="37F3EC80" w14:textId="77777777" w:rsidR="003E753E" w:rsidRDefault="003E753E" w:rsidP="0062631D">
      <w:pPr>
        <w:jc w:val="left"/>
      </w:pPr>
    </w:p>
    <w:p w14:paraId="022CD21F" w14:textId="0C8596D4" w:rsidR="00DE64AF" w:rsidRDefault="00DE64AF" w:rsidP="0062631D">
      <w:pPr>
        <w:jc w:val="left"/>
      </w:pPr>
    </w:p>
    <w:p w14:paraId="7BF7F2E5" w14:textId="77777777" w:rsidR="00DE64AF" w:rsidRDefault="00DE64AF" w:rsidP="0062631D">
      <w:pPr>
        <w:jc w:val="left"/>
      </w:pPr>
    </w:p>
    <w:p w14:paraId="157B0D04" w14:textId="77777777" w:rsidR="005F489E" w:rsidRDefault="005F489E" w:rsidP="0062631D">
      <w:pPr>
        <w:jc w:val="left"/>
      </w:pPr>
    </w:p>
    <w:permStart w:id="1090482361" w:edGrp="everyone" w:displacedByCustomXml="next"/>
    <w:sdt>
      <w:sdtPr>
        <w:rPr>
          <w:rFonts w:asciiTheme="minorHAnsi" w:hAnsiTheme="minorHAnsi"/>
          <w:sz w:val="22"/>
        </w:rPr>
        <w:id w:val="492150119"/>
        <w:docPartObj>
          <w:docPartGallery w:val="Table of Contents"/>
          <w:docPartUnique/>
        </w:docPartObj>
      </w:sdtPr>
      <w:sdtEndPr>
        <w:rPr>
          <w:rFonts w:ascii="Arial" w:hAnsi="Arial"/>
          <w:sz w:val="20"/>
        </w:rPr>
      </w:sdtEndPr>
      <w:sdtContent>
        <w:p w14:paraId="2CAF1DE8" w14:textId="77777777" w:rsidR="0062631D" w:rsidRDefault="0062631D" w:rsidP="00AA62FB">
          <w:pPr>
            <w:jc w:val="left"/>
            <w:rPr>
              <w:rFonts w:asciiTheme="minorHAnsi" w:hAnsiTheme="minorHAnsi"/>
              <w:sz w:val="22"/>
            </w:rPr>
          </w:pPr>
          <w:r>
            <w:rPr>
              <w:b/>
            </w:rPr>
            <w:t>Table des matières</w:t>
          </w:r>
        </w:p>
        <w:p w14:paraId="03D6C956" w14:textId="62325E42" w:rsidR="00C073B3" w:rsidRDefault="0062631D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2308698" w:history="1">
            <w:r w:rsidR="00C073B3"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C073B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C073B3" w:rsidRPr="00893B6D">
              <w:rPr>
                <w:rStyle w:val="Lienhypertexte"/>
                <w:noProof/>
              </w:rPr>
              <w:t>POUVOIR ADJUDICATEUR</w:t>
            </w:r>
            <w:r w:rsidR="00C073B3">
              <w:rPr>
                <w:noProof/>
                <w:webHidden/>
              </w:rPr>
              <w:tab/>
            </w:r>
            <w:r w:rsidR="00C073B3">
              <w:rPr>
                <w:noProof/>
                <w:webHidden/>
              </w:rPr>
              <w:fldChar w:fldCharType="begin"/>
            </w:r>
            <w:r w:rsidR="00C073B3">
              <w:rPr>
                <w:noProof/>
                <w:webHidden/>
              </w:rPr>
              <w:instrText xml:space="preserve"> PAGEREF _Toc222308698 \h </w:instrText>
            </w:r>
            <w:r w:rsidR="00C073B3">
              <w:rPr>
                <w:noProof/>
                <w:webHidden/>
              </w:rPr>
            </w:r>
            <w:r w:rsidR="00C073B3">
              <w:rPr>
                <w:noProof/>
                <w:webHidden/>
              </w:rPr>
              <w:fldChar w:fldCharType="separate"/>
            </w:r>
            <w:r w:rsidR="00C073B3">
              <w:rPr>
                <w:noProof/>
                <w:webHidden/>
              </w:rPr>
              <w:t>3</w:t>
            </w:r>
            <w:r w:rsidR="00C073B3">
              <w:rPr>
                <w:noProof/>
                <w:webHidden/>
              </w:rPr>
              <w:fldChar w:fldCharType="end"/>
            </w:r>
          </w:hyperlink>
        </w:p>
        <w:p w14:paraId="61F688FC" w14:textId="1D787FE0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699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COCONTRACTANT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213D9" w14:textId="5B623E76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0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LOT(S) SUR LE(S)QUEL(S) PORTE LA CANDIDATURE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03FAD" w14:textId="650D87F7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1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7B381" w14:textId="14DA6A67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2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MONTANTS MAXIMUM DE L’ACCORD 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3E25AA" w14:textId="4B159EE8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3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DUREE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7E7BE" w14:textId="7D29E541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4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PAIEMENTS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21699" w14:textId="43C90406" w:rsidR="00C073B3" w:rsidRDefault="00C073B3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5" w:history="1">
            <w:r w:rsidRPr="00893B6D">
              <w:rPr>
                <w:rStyle w:val="Lienhypertexte"/>
                <w:noProof/>
              </w:rPr>
              <w:t>7.1 - Informations financières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9DCBA" w14:textId="2186B1B6" w:rsidR="00C073B3" w:rsidRDefault="00C073B3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6" w:history="1">
            <w:r w:rsidRPr="00893B6D">
              <w:rPr>
                <w:rStyle w:val="Lienhypertexte"/>
                <w:noProof/>
              </w:rPr>
              <w:t>7.2 – Avance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589D6" w14:textId="3DF120B6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7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ENGAGEMENT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5AE68" w14:textId="12D3209C" w:rsidR="00C073B3" w:rsidRDefault="00C073B3">
          <w:pPr>
            <w:pStyle w:val="TM1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2308708" w:history="1">
            <w:r w:rsidRPr="00893B6D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893B6D">
              <w:rPr>
                <w:rStyle w:val="Lienhypertexte"/>
                <w:noProof/>
              </w:rPr>
              <w:t>ACCEPTATION DE L’OFFRE PAR LE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_Toc222308708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A5C92" w14:textId="781B3408" w:rsidR="0062631D" w:rsidRDefault="0062631D" w:rsidP="0062631D">
          <w:r>
            <w:rPr>
              <w:b/>
              <w:bCs/>
            </w:rPr>
            <w:fldChar w:fldCharType="end"/>
          </w:r>
        </w:p>
        <w:permEnd w:id="1090482361" w:displacedByCustomXml="next"/>
      </w:sdtContent>
    </w:sdt>
    <w:p w14:paraId="7D4E4273" w14:textId="77777777" w:rsidR="0062631D" w:rsidRDefault="0062631D" w:rsidP="0062631D"/>
    <w:p w14:paraId="3E5827D2" w14:textId="77777777" w:rsidR="005B23BA" w:rsidRDefault="003D6D21" w:rsidP="003D6D21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56FC6872" w14:textId="77777777" w:rsidR="005B23BA" w:rsidRDefault="005B23BA" w:rsidP="00CB4558">
      <w:pPr>
        <w:rPr>
          <w:rFonts w:cs="Arial"/>
          <w:szCs w:val="20"/>
        </w:rPr>
      </w:pPr>
    </w:p>
    <w:p w14:paraId="2C3FD05B" w14:textId="77777777" w:rsidR="005B23BA" w:rsidRDefault="005B23BA" w:rsidP="00CB4558">
      <w:pPr>
        <w:rPr>
          <w:rFonts w:cs="Arial"/>
          <w:szCs w:val="20"/>
        </w:rPr>
      </w:pPr>
    </w:p>
    <w:p w14:paraId="2728FEF6" w14:textId="77777777" w:rsidR="005B23BA" w:rsidRDefault="005B23BA" w:rsidP="00CB4558">
      <w:pPr>
        <w:rPr>
          <w:rFonts w:cs="Arial"/>
          <w:szCs w:val="20"/>
        </w:rPr>
      </w:pPr>
    </w:p>
    <w:p w14:paraId="6AC9FD47" w14:textId="77777777" w:rsidR="005B23BA" w:rsidRDefault="005B23BA" w:rsidP="00CB4558">
      <w:pPr>
        <w:rPr>
          <w:rFonts w:cs="Arial"/>
          <w:szCs w:val="20"/>
        </w:rPr>
      </w:pPr>
    </w:p>
    <w:p w14:paraId="62068BCB" w14:textId="77777777" w:rsidR="005B23BA" w:rsidRDefault="005B23BA" w:rsidP="00CB4558">
      <w:pPr>
        <w:rPr>
          <w:rFonts w:cs="Arial"/>
          <w:szCs w:val="20"/>
        </w:rPr>
      </w:pPr>
    </w:p>
    <w:p w14:paraId="302DE674" w14:textId="77777777" w:rsidR="005B23BA" w:rsidRDefault="005B23BA" w:rsidP="00CB4558">
      <w:pPr>
        <w:rPr>
          <w:rFonts w:cs="Arial"/>
          <w:szCs w:val="20"/>
        </w:rPr>
      </w:pPr>
    </w:p>
    <w:p w14:paraId="6BEEC5B5" w14:textId="77777777" w:rsidR="005B23BA" w:rsidRDefault="005B23BA" w:rsidP="00CB4558">
      <w:pPr>
        <w:rPr>
          <w:rFonts w:cs="Arial"/>
          <w:szCs w:val="20"/>
        </w:rPr>
      </w:pPr>
    </w:p>
    <w:p w14:paraId="42239B3A" w14:textId="77777777" w:rsidR="005B23BA" w:rsidRDefault="005B23BA" w:rsidP="00CB4558">
      <w:pPr>
        <w:rPr>
          <w:rFonts w:cs="Arial"/>
          <w:szCs w:val="20"/>
        </w:rPr>
      </w:pPr>
    </w:p>
    <w:p w14:paraId="6B06DE41" w14:textId="77777777" w:rsidR="005B23BA" w:rsidRDefault="005B23BA" w:rsidP="00CB4558">
      <w:pPr>
        <w:rPr>
          <w:rFonts w:cs="Arial"/>
          <w:szCs w:val="20"/>
        </w:rPr>
      </w:pPr>
    </w:p>
    <w:p w14:paraId="018949D2" w14:textId="77777777" w:rsidR="005B23BA" w:rsidRDefault="005B23BA" w:rsidP="00CB4558">
      <w:pPr>
        <w:rPr>
          <w:rFonts w:cs="Arial"/>
          <w:szCs w:val="20"/>
        </w:rPr>
      </w:pPr>
    </w:p>
    <w:p w14:paraId="0AE1A77A" w14:textId="77777777" w:rsidR="005B23BA" w:rsidRDefault="005B23BA" w:rsidP="00CB4558">
      <w:pPr>
        <w:rPr>
          <w:rFonts w:cs="Arial"/>
          <w:szCs w:val="20"/>
        </w:rPr>
      </w:pPr>
    </w:p>
    <w:p w14:paraId="0DE2B0EA" w14:textId="77777777" w:rsidR="005B23BA" w:rsidRDefault="005B23BA" w:rsidP="00CB4558">
      <w:pPr>
        <w:rPr>
          <w:rFonts w:cs="Arial"/>
          <w:szCs w:val="20"/>
        </w:rPr>
      </w:pPr>
    </w:p>
    <w:p w14:paraId="4CA9CBD3" w14:textId="77777777" w:rsidR="005B23BA" w:rsidRDefault="005B23BA" w:rsidP="00CB4558">
      <w:pPr>
        <w:rPr>
          <w:rFonts w:cs="Arial"/>
          <w:szCs w:val="20"/>
        </w:rPr>
      </w:pPr>
    </w:p>
    <w:p w14:paraId="28FD326F" w14:textId="77777777" w:rsidR="005B23BA" w:rsidRDefault="005B23BA" w:rsidP="00CB4558">
      <w:pPr>
        <w:rPr>
          <w:rFonts w:cs="Arial"/>
          <w:szCs w:val="20"/>
        </w:rPr>
      </w:pPr>
    </w:p>
    <w:p w14:paraId="1484A724" w14:textId="77777777" w:rsidR="005B23BA" w:rsidRDefault="005B23BA" w:rsidP="00CB4558">
      <w:pPr>
        <w:rPr>
          <w:rFonts w:cs="Arial"/>
          <w:szCs w:val="20"/>
        </w:rPr>
      </w:pPr>
    </w:p>
    <w:p w14:paraId="400CC940" w14:textId="77777777" w:rsidR="005B23BA" w:rsidRDefault="005B23BA" w:rsidP="00CB4558">
      <w:pPr>
        <w:rPr>
          <w:rFonts w:cs="Arial"/>
          <w:szCs w:val="20"/>
        </w:rPr>
      </w:pPr>
    </w:p>
    <w:p w14:paraId="4591666E" w14:textId="77777777" w:rsidR="005B23BA" w:rsidRDefault="005B23BA" w:rsidP="00CB4558">
      <w:pPr>
        <w:rPr>
          <w:rFonts w:cs="Arial"/>
          <w:szCs w:val="20"/>
        </w:rPr>
      </w:pPr>
    </w:p>
    <w:p w14:paraId="76135D0E" w14:textId="77777777" w:rsidR="005B23BA" w:rsidRDefault="005B23BA" w:rsidP="00CB4558">
      <w:pPr>
        <w:rPr>
          <w:rFonts w:cs="Arial"/>
          <w:szCs w:val="20"/>
        </w:rPr>
      </w:pPr>
    </w:p>
    <w:p w14:paraId="5FE5CCC8" w14:textId="77777777" w:rsidR="005B23BA" w:rsidRDefault="005B23BA" w:rsidP="00CB4558">
      <w:pPr>
        <w:rPr>
          <w:rFonts w:cs="Arial"/>
          <w:szCs w:val="20"/>
        </w:rPr>
      </w:pPr>
    </w:p>
    <w:p w14:paraId="0DEE07AD" w14:textId="77777777" w:rsidR="00ED74D4" w:rsidRDefault="00ED74D4" w:rsidP="00CB4558">
      <w:pPr>
        <w:rPr>
          <w:rFonts w:cs="Arial"/>
          <w:szCs w:val="20"/>
        </w:rPr>
      </w:pPr>
    </w:p>
    <w:p w14:paraId="7FA9245A" w14:textId="77777777" w:rsidR="00BA4FF3" w:rsidRPr="008F3527" w:rsidRDefault="00BA4FF3" w:rsidP="000F0C37">
      <w:pPr>
        <w:pStyle w:val="Titre1"/>
      </w:pPr>
      <w:bookmarkStart w:id="0" w:name="_Toc222308698"/>
      <w:r w:rsidRPr="008F3527">
        <w:lastRenderedPageBreak/>
        <w:t>POUVOIR ADJUDICATEUR</w:t>
      </w:r>
      <w:bookmarkEnd w:id="0"/>
    </w:p>
    <w:p w14:paraId="16E48CDB" w14:textId="77777777" w:rsidR="00BA4FF3" w:rsidRPr="008F3527" w:rsidRDefault="00BA4FF3" w:rsidP="00180EBC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58FC6049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Université de Bordeaux</w:t>
      </w:r>
    </w:p>
    <w:p w14:paraId="6506A93C" w14:textId="77777777" w:rsidR="00BA4FF3" w:rsidRPr="008F3527" w:rsidRDefault="00BA4FF3" w:rsidP="00BA4FF3">
      <w:pPr>
        <w:spacing w:before="12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Siège social</w:t>
      </w:r>
    </w:p>
    <w:p w14:paraId="4B973F09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35, place Pey Berland</w:t>
      </w:r>
    </w:p>
    <w:p w14:paraId="045A06C1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33000 BORDEAUX</w:t>
      </w:r>
    </w:p>
    <w:p w14:paraId="0CC1BC5C" w14:textId="77777777" w:rsidR="00BA4FF3" w:rsidRPr="008F3527" w:rsidRDefault="00BA4FF3" w:rsidP="00BA4FF3">
      <w:pPr>
        <w:spacing w:before="24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Adresse de correspondance</w:t>
      </w:r>
    </w:p>
    <w:p w14:paraId="7F63C945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322D5095" w14:textId="77777777" w:rsidR="003D6D21" w:rsidRPr="008F3527" w:rsidRDefault="00BA4FF3" w:rsidP="003D6D21">
      <w:pPr>
        <w:spacing w:after="12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0F7928FE" w14:textId="77777777" w:rsidR="00BA4FF3" w:rsidRPr="008F3527" w:rsidRDefault="00BA4FF3" w:rsidP="00BA4FF3">
      <w:pPr>
        <w:spacing w:before="240"/>
        <w:ind w:left="709"/>
        <w:rPr>
          <w:rFonts w:cs="Arial"/>
          <w:szCs w:val="20"/>
          <w:highlight w:val="yellow"/>
        </w:rPr>
      </w:pPr>
      <w:r w:rsidRPr="008F3527">
        <w:rPr>
          <w:rFonts w:cs="Arial"/>
          <w:b/>
          <w:szCs w:val="20"/>
          <w:u w:val="single"/>
        </w:rPr>
        <w:t>N°TVA intracommunautaire</w:t>
      </w:r>
      <w:r w:rsidRPr="008F3527">
        <w:rPr>
          <w:rFonts w:cs="Arial"/>
          <w:b/>
          <w:szCs w:val="20"/>
        </w:rPr>
        <w:t xml:space="preserve"> </w:t>
      </w:r>
      <w:r w:rsidRPr="008F3527">
        <w:rPr>
          <w:rFonts w:cs="Arial"/>
          <w:szCs w:val="20"/>
        </w:rPr>
        <w:t>: FR 23 130 018 351</w:t>
      </w:r>
    </w:p>
    <w:p w14:paraId="362648FA" w14:textId="77777777" w:rsidR="00BA4FF3" w:rsidRPr="008F3527" w:rsidRDefault="00BA4FF3" w:rsidP="00BA4FF3">
      <w:pPr>
        <w:ind w:left="709"/>
        <w:rPr>
          <w:rFonts w:cs="Arial"/>
          <w:b/>
          <w:bCs/>
          <w:i/>
          <w:iCs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SIRET</w:t>
      </w:r>
      <w:r w:rsidRPr="008F3527">
        <w:rPr>
          <w:rFonts w:cs="Arial"/>
          <w:szCs w:val="20"/>
        </w:rPr>
        <w:t xml:space="preserve"> : 130 018 351 00010</w:t>
      </w:r>
    </w:p>
    <w:p w14:paraId="75CA7B34" w14:textId="77777777" w:rsidR="00BA4FF3" w:rsidRPr="008F3527" w:rsidRDefault="0047342A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BA4FF3" w:rsidRPr="008F3527">
        <w:rPr>
          <w:rFonts w:ascii="Arial" w:hAnsi="Arial"/>
          <w:sz w:val="20"/>
        </w:rPr>
        <w:t>eprésentant du Pouvoir Adjudicateur :</w:t>
      </w:r>
    </w:p>
    <w:p w14:paraId="73E578AB" w14:textId="77777777" w:rsidR="0047342A" w:rsidRDefault="00BA4FF3" w:rsidP="0047342A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Le Président de l’Université de Bordeaux</w:t>
      </w:r>
    </w:p>
    <w:p w14:paraId="45531ED9" w14:textId="77777777" w:rsidR="0047342A" w:rsidRPr="0047342A" w:rsidRDefault="0047342A" w:rsidP="0047342A">
      <w:pPr>
        <w:pStyle w:val="pucepouvoir"/>
        <w:ind w:left="357" w:hanging="357"/>
        <w:rPr>
          <w:rFonts w:ascii="Arial" w:hAnsi="Arial"/>
          <w:sz w:val="20"/>
        </w:rPr>
      </w:pPr>
      <w:r w:rsidRPr="0047342A">
        <w:rPr>
          <w:rFonts w:ascii="Arial" w:hAnsi="Arial"/>
          <w:sz w:val="20"/>
        </w:rPr>
        <w:t>Ordonnateur</w:t>
      </w:r>
    </w:p>
    <w:p w14:paraId="20D345DF" w14:textId="77777777" w:rsidR="0047342A" w:rsidRPr="008F3527" w:rsidRDefault="0047342A" w:rsidP="0047342A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Le Président de l’Université de Bordeaux</w:t>
      </w:r>
    </w:p>
    <w:p w14:paraId="642C4A16" w14:textId="77777777" w:rsidR="00BA4FF3" w:rsidRPr="008F3527" w:rsidRDefault="0047342A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="003D6D21"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="00BA4FF3" w:rsidRPr="008F3527">
        <w:rPr>
          <w:rFonts w:ascii="Arial" w:hAnsi="Arial"/>
          <w:sz w:val="20"/>
        </w:rPr>
        <w:t xml:space="preserve"> à donner les renseignements </w:t>
      </w:r>
      <w:r>
        <w:rPr>
          <w:rFonts w:ascii="Arial" w:hAnsi="Arial"/>
          <w:sz w:val="20"/>
        </w:rPr>
        <w:t xml:space="preserve">relatifs aux nantissements et cessions de créances </w:t>
      </w:r>
      <w:r w:rsidR="00BA4FF3" w:rsidRPr="008F3527">
        <w:rPr>
          <w:rFonts w:ascii="Arial" w:hAnsi="Arial"/>
          <w:sz w:val="20"/>
        </w:rPr>
        <w:t>:</w:t>
      </w:r>
    </w:p>
    <w:p w14:paraId="1223122D" w14:textId="77777777" w:rsidR="00BA4FF3" w:rsidRPr="008F3527" w:rsidRDefault="0047342A" w:rsidP="0047342A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Le Président de l’université de Bordeaux</w:t>
      </w:r>
    </w:p>
    <w:p w14:paraId="667CF634" w14:textId="77777777" w:rsidR="00BA4FF3" w:rsidRPr="008F3527" w:rsidRDefault="00BA4FF3" w:rsidP="00180EBC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62FE0906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L’Agent Comptable de l’Université de Bordeaux</w:t>
      </w:r>
    </w:p>
    <w:p w14:paraId="46AD06BE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76E87F83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5070B249" w14:textId="77777777" w:rsidR="008F3527" w:rsidRPr="00DA230A" w:rsidRDefault="00BA4FF3" w:rsidP="00D33685">
      <w:pPr>
        <w:numPr>
          <w:ilvl w:val="0"/>
          <w:numId w:val="5"/>
        </w:numPr>
        <w:tabs>
          <w:tab w:val="clear" w:pos="360"/>
          <w:tab w:val="num" w:pos="1080"/>
        </w:tabs>
        <w:spacing w:after="0" w:line="240" w:lineRule="auto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05.40.00.65.95</w:t>
      </w:r>
    </w:p>
    <w:p w14:paraId="0E74715D" w14:textId="77777777" w:rsidR="00180EBC" w:rsidRDefault="00180EBC">
      <w:pPr>
        <w:spacing w:after="0" w:line="240" w:lineRule="auto"/>
        <w:jc w:val="left"/>
        <w:rPr>
          <w:rFonts w:eastAsiaTheme="majorEastAsia" w:cs="Arial"/>
          <w:b/>
          <w:bCs/>
          <w:szCs w:val="20"/>
        </w:rPr>
      </w:pPr>
      <w:r>
        <w:br w:type="page"/>
      </w:r>
    </w:p>
    <w:p w14:paraId="242DC445" w14:textId="77777777" w:rsidR="008F3527" w:rsidRDefault="008F3527" w:rsidP="000F0C37">
      <w:pPr>
        <w:pStyle w:val="Titre1"/>
      </w:pPr>
      <w:bookmarkStart w:id="1" w:name="_Toc222308699"/>
      <w:r w:rsidRPr="00EB34DD">
        <w:lastRenderedPageBreak/>
        <w:t>COCONTRACTANT</w:t>
      </w:r>
      <w:bookmarkEnd w:id="1"/>
    </w:p>
    <w:p w14:paraId="0ACF497C" w14:textId="77777777" w:rsidR="008F3527" w:rsidRPr="008F3527" w:rsidRDefault="008F3527" w:rsidP="00DA230A">
      <w:pPr>
        <w:spacing w:after="0" w:line="257" w:lineRule="auto"/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8F3527" w:rsidRPr="008F3527" w14:paraId="672CC9EB" w14:textId="77777777" w:rsidTr="00575F84">
        <w:trPr>
          <w:trHeight w:val="3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D949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NOM PRENOM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6AB0D" w14:textId="77777777" w:rsidR="008F3527" w:rsidRPr="008F3527" w:rsidRDefault="00F23C6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756436654" w:edGrp="everyone"/>
            <w:r>
              <w:rPr>
                <w:rFonts w:cs="Arial"/>
                <w:szCs w:val="20"/>
                <w:highlight w:val="lightGray"/>
              </w:rPr>
              <w:t xml:space="preserve"> </w:t>
            </w:r>
            <w:r w:rsidR="00F6310C">
              <w:rPr>
                <w:rFonts w:cs="Arial"/>
                <w:szCs w:val="20"/>
                <w:highlight w:val="lightGray"/>
              </w:rPr>
              <w:t xml:space="preserve"> </w:t>
            </w:r>
            <w:permEnd w:id="756436654"/>
          </w:p>
        </w:tc>
      </w:tr>
      <w:tr w:rsidR="008F3527" w:rsidRPr="008F3527" w14:paraId="28F31808" w14:textId="77777777" w:rsidTr="00575F84">
        <w:trPr>
          <w:trHeight w:val="384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1F0D" w14:textId="77777777" w:rsidR="008F3527" w:rsidRPr="00C7496F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r w:rsidRPr="00C7496F">
              <w:rPr>
                <w:rFonts w:cs="Arial"/>
                <w:b/>
                <w:szCs w:val="20"/>
              </w:rPr>
              <w:t xml:space="preserve">Agissant pour le nom et pour le compte de la Société : </w:t>
            </w:r>
          </w:p>
        </w:tc>
      </w:tr>
      <w:tr w:rsidR="008F3527" w:rsidRPr="008F3527" w14:paraId="08ADD296" w14:textId="77777777" w:rsidTr="00575F84">
        <w:trPr>
          <w:trHeight w:val="41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EDAA60" w14:textId="77777777" w:rsidR="008F3527" w:rsidRPr="008F3527" w:rsidRDefault="00F6310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</w:t>
            </w:r>
            <w:permStart w:id="1573086046" w:edGrp="everyone"/>
            <w:r w:rsidR="00EC42D8">
              <w:rPr>
                <w:rFonts w:cs="Arial"/>
                <w:szCs w:val="20"/>
              </w:rPr>
              <w:t xml:space="preserve">  </w:t>
            </w:r>
            <w:permEnd w:id="1573086046"/>
          </w:p>
        </w:tc>
      </w:tr>
      <w:tr w:rsidR="00575F84" w:rsidRPr="008F3527" w14:paraId="5ED2A5B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7054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414012078" w:edGrp="everyone" w:colFirst="1" w:colLast="1"/>
            <w:r w:rsidRPr="00C7496F">
              <w:rPr>
                <w:rFonts w:cs="Arial"/>
                <w:szCs w:val="20"/>
              </w:rPr>
              <w:t xml:space="preserve">Adresse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603F6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</w:p>
        </w:tc>
      </w:tr>
      <w:tr w:rsidR="00C7496F" w:rsidRPr="008F3527" w14:paraId="5FD2495A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5EC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297763411" w:edGrp="everyone" w:colFirst="1" w:colLast="1"/>
            <w:permEnd w:id="414012078"/>
            <w:r w:rsidRPr="008F3527">
              <w:rPr>
                <w:rFonts w:cs="Arial"/>
                <w:szCs w:val="20"/>
              </w:rPr>
              <w:t>CP / VILLE</w:t>
            </w:r>
            <w:r>
              <w:rPr>
                <w:rFonts w:cs="Arial"/>
                <w:szCs w:val="20"/>
              </w:rPr>
              <w:t xml:space="preserve"> :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943F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69D89F78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F8FC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permStart w:id="1591559601" w:edGrp="everyone" w:colFirst="1" w:colLast="1"/>
            <w:permEnd w:id="1297763411"/>
            <w:r w:rsidRPr="008F3527">
              <w:rPr>
                <w:rFonts w:cs="Arial"/>
                <w:b/>
                <w:szCs w:val="20"/>
              </w:rPr>
              <w:t xml:space="preserve">Email* 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E0959E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</w:p>
        </w:tc>
      </w:tr>
      <w:tr w:rsidR="00C7496F" w:rsidRPr="008F3527" w14:paraId="2F3E8512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ACF7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832782163" w:edGrp="everyone" w:colFirst="1" w:colLast="1"/>
            <w:permEnd w:id="1591559601"/>
            <w:r w:rsidRPr="008F3527">
              <w:rPr>
                <w:rFonts w:cs="Arial"/>
                <w:szCs w:val="20"/>
              </w:rPr>
              <w:t xml:space="preserve">Immatriculée à l’INSEE : </w:t>
            </w:r>
            <w:r>
              <w:rPr>
                <w:rFonts w:cs="Arial"/>
                <w:szCs w:val="20"/>
              </w:rPr>
              <w:t xml:space="preserve">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A489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4DE23421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C554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948118351" w:edGrp="everyone" w:colFirst="1" w:colLast="1"/>
            <w:permEnd w:id="1832782163"/>
            <w:r w:rsidRPr="008F3527">
              <w:rPr>
                <w:rFonts w:cs="Arial"/>
                <w:szCs w:val="20"/>
              </w:rPr>
              <w:t>Numéro RCS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5ED6D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1AB73EF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C567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421999142" w:edGrp="everyone" w:colFirst="1" w:colLast="1"/>
            <w:permEnd w:id="948118351"/>
            <w:r w:rsidRPr="00C7496F">
              <w:rPr>
                <w:rFonts w:cs="Arial"/>
                <w:szCs w:val="20"/>
              </w:rPr>
              <w:t xml:space="preserve">Numéro SIRET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00472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3F9851BC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44E2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052712038" w:edGrp="everyone" w:colFirst="1" w:colLast="1"/>
            <w:permEnd w:id="421999142"/>
            <w:r w:rsidRPr="008F3527">
              <w:rPr>
                <w:rFonts w:cs="Arial"/>
                <w:szCs w:val="20"/>
              </w:rPr>
              <w:t>Code APE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744D5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22915A15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62A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368356363" w:edGrp="everyone" w:colFirst="1" w:colLast="1"/>
            <w:permEnd w:id="1052712038"/>
            <w:r w:rsidRPr="008F3527">
              <w:rPr>
                <w:rFonts w:cs="Arial"/>
                <w:szCs w:val="20"/>
              </w:rPr>
              <w:t>Téléphone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031B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05ADF078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AE7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525560468" w:edGrp="everyone" w:colFirst="1" w:colLast="1"/>
            <w:permEnd w:id="1368356363"/>
            <w:r w:rsidRPr="008F3527">
              <w:rPr>
                <w:rFonts w:cs="Arial"/>
                <w:szCs w:val="20"/>
              </w:rPr>
              <w:t>Fax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71F7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permEnd w:id="1525560468"/>
      <w:tr w:rsidR="008F3527" w:rsidRPr="008F3527" w14:paraId="74B3D2E7" w14:textId="77777777" w:rsidTr="008F3527">
        <w:trPr>
          <w:trHeight w:val="68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EAD4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La société est une </w:t>
            </w:r>
            <w:proofErr w:type="gramStart"/>
            <w:r w:rsidRPr="008F3527">
              <w:rPr>
                <w:rFonts w:cs="Arial"/>
                <w:szCs w:val="20"/>
              </w:rPr>
              <w:t>PME  (</w:t>
            </w:r>
            <w:proofErr w:type="gramEnd"/>
            <w:r w:rsidRPr="008F3527">
              <w:rPr>
                <w:rFonts w:cs="Arial"/>
                <w:szCs w:val="20"/>
              </w:rPr>
              <w:t>&lt; 250 salariés et chiffre d'affaires annuel &lt; 50 million € ou  total du bilan annuel &lt; 43 millions d'euros) </w:t>
            </w:r>
            <w:permStart w:id="1302992858" w:edGrp="everyone"/>
            <w:r w:rsidRPr="008F3527">
              <w:rPr>
                <w:rFonts w:cs="Arial"/>
                <w:szCs w:val="20"/>
              </w:rPr>
              <w:t xml:space="preserve">: </w:t>
            </w:r>
            <w:sdt>
              <w:sdtPr>
                <w:rPr>
                  <w:b/>
                  <w:color w:val="0000FF"/>
                  <w:highlight w:val="yellow"/>
                </w:rPr>
                <w:id w:val="-136305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OUI </w:t>
            </w:r>
            <w:sdt>
              <w:sdtPr>
                <w:rPr>
                  <w:b/>
                  <w:color w:val="0000FF"/>
                  <w:highlight w:val="yellow"/>
                </w:rPr>
                <w:id w:val="-211898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NON</w:t>
            </w:r>
            <w:permEnd w:id="1302992858"/>
          </w:p>
        </w:tc>
      </w:tr>
    </w:tbl>
    <w:p w14:paraId="31AEECEB" w14:textId="77777777" w:rsidR="008F3527" w:rsidRPr="00180EBC" w:rsidRDefault="008F3527" w:rsidP="00180EBC">
      <w:pPr>
        <w:pStyle w:val="Corpsdetexte"/>
        <w:ind w:left="284" w:firstLine="0"/>
        <w:rPr>
          <w:i/>
          <w:sz w:val="20"/>
          <w:szCs w:val="20"/>
        </w:rPr>
      </w:pPr>
      <w:r w:rsidRPr="008F3527">
        <w:rPr>
          <w:i/>
          <w:sz w:val="20"/>
          <w:szCs w:val="20"/>
        </w:rPr>
        <w:t xml:space="preserve">(Ce courriel sera utilisé pour les correspondances avec le Titulaire – transmission des commandes notamment) Les notifications prévues à l’article 3.1 du CCAG (par exemple, OS, courriers…) seront valablement faites </w:t>
      </w:r>
      <w:bookmarkStart w:id="2" w:name="_Toc294191768"/>
      <w:r w:rsidRPr="008F3527">
        <w:rPr>
          <w:i/>
          <w:sz w:val="20"/>
          <w:szCs w:val="20"/>
        </w:rPr>
        <w:t>à l’adresse indiquée ci-dessus.</w:t>
      </w:r>
      <w:bookmarkEnd w:id="2"/>
    </w:p>
    <w:p w14:paraId="1EC3B6BC" w14:textId="14F1D71E" w:rsidR="003D6D21" w:rsidRPr="008F3527" w:rsidRDefault="008F3527" w:rsidP="000F0C37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ainsi présentée ne nous liant toutefois que si son acceptation nous est noti</w:t>
      </w:r>
      <w:r w:rsidR="00A51AF2">
        <w:rPr>
          <w:rFonts w:cs="Arial"/>
        </w:rPr>
        <w:t xml:space="preserve">fiée dans un délai de </w:t>
      </w:r>
      <w:r w:rsidR="00A51AF2" w:rsidRPr="009963FF">
        <w:rPr>
          <w:rFonts w:cs="Arial"/>
        </w:rPr>
        <w:t xml:space="preserve"> </w:t>
      </w:r>
      <w:permStart w:id="639978278" w:edGrp="everyone"/>
      <w:sdt>
        <w:sdtPr>
          <w:rPr>
            <w:b/>
            <w:color w:val="0033CC"/>
          </w:rPr>
          <w:id w:val="1722639860"/>
          <w:placeholder>
            <w:docPart w:val="451FA5E0859743BDA646319DEF905ACB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 w:rsidR="00A33EC2">
            <w:rPr>
              <w:b/>
              <w:color w:val="0033CC"/>
            </w:rPr>
            <w:t>150 jours</w:t>
          </w:r>
        </w:sdtContent>
      </w:sdt>
      <w:permEnd w:id="639978278"/>
      <w:r w:rsidR="00A51AF2" w:rsidRPr="009963FF">
        <w:rPr>
          <w:rFonts w:cs="Arial"/>
        </w:rPr>
        <w:t xml:space="preserve"> </w:t>
      </w:r>
      <w:r w:rsidRPr="008F3527">
        <w:rPr>
          <w:rFonts w:cs="Arial"/>
        </w:rPr>
        <w:t>à compter de la date limite de remise des offres fixée au Règlement de Consultation.</w:t>
      </w:r>
    </w:p>
    <w:p w14:paraId="55460916" w14:textId="77777777" w:rsidR="00974369" w:rsidRDefault="00974369" w:rsidP="008F3527">
      <w:pPr>
        <w:pStyle w:val="Titre1"/>
      </w:pPr>
      <w:bookmarkStart w:id="3" w:name="_Toc222308700"/>
      <w:r>
        <w:t>LOT(S) SUR LE(S)QUEL(S) PORTE LA CANDIDATURE</w:t>
      </w:r>
      <w:bookmarkEnd w:id="3"/>
    </w:p>
    <w:p w14:paraId="71D63149" w14:textId="77777777" w:rsidR="003E753E" w:rsidRDefault="003E753E" w:rsidP="003E753E">
      <w:pPr>
        <w:pStyle w:val="Paragraphe"/>
      </w:pPr>
      <w:r w:rsidRPr="007C75F5">
        <w:t xml:space="preserve">Le </w:t>
      </w:r>
      <w:r>
        <w:t>candidat</w:t>
      </w:r>
      <w:r w:rsidRPr="007C75F5">
        <w:t xml:space="preserve"> </w:t>
      </w:r>
      <w:r>
        <w:t>soumissionne au(x) lot(s) suivant(s)</w:t>
      </w:r>
      <w:r w:rsidRPr="007C75F5">
        <w:t> :</w:t>
      </w:r>
    </w:p>
    <w:p w14:paraId="7214E712" w14:textId="77777777" w:rsidR="003E753E" w:rsidRPr="007C75F5" w:rsidRDefault="003E753E" w:rsidP="003E753E">
      <w:pPr>
        <w:pStyle w:val="Paragraphe"/>
      </w:pPr>
    </w:p>
    <w:tbl>
      <w:tblPr>
        <w:tblStyle w:val="Grilledutableau"/>
        <w:tblW w:w="9912" w:type="dxa"/>
        <w:tblInd w:w="0" w:type="dxa"/>
        <w:tblLook w:val="04A0" w:firstRow="1" w:lastRow="0" w:firstColumn="1" w:lastColumn="0" w:noHBand="0" w:noVBand="1"/>
      </w:tblPr>
      <w:tblGrid>
        <w:gridCol w:w="988"/>
        <w:gridCol w:w="8924"/>
      </w:tblGrid>
      <w:tr w:rsidR="003E753E" w14:paraId="0C2915F1" w14:textId="77777777" w:rsidTr="00E44298">
        <w:sdt>
          <w:sdtPr>
            <w:id w:val="1117563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permStart w:id="525013777" w:edGrp="everyone" w:displacedByCustomXml="prev"/>
            <w:tc>
              <w:tcPr>
                <w:tcW w:w="988" w:type="dxa"/>
                <w:vAlign w:val="center"/>
              </w:tcPr>
              <w:p w14:paraId="412DB93A" w14:textId="77777777" w:rsidR="003E753E" w:rsidRDefault="003E753E" w:rsidP="00E44298">
                <w:pPr>
                  <w:pStyle w:val="Paragraphe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  <w:permEnd w:id="525013777" w:displacedByCustomXml="next"/>
          </w:sdtContent>
        </w:sdt>
        <w:tc>
          <w:tcPr>
            <w:tcW w:w="8924" w:type="dxa"/>
            <w:vAlign w:val="center"/>
          </w:tcPr>
          <w:p w14:paraId="1227BBB7" w14:textId="34AA661F" w:rsidR="003E753E" w:rsidRPr="00B56727" w:rsidRDefault="003E753E" w:rsidP="00E44298">
            <w:pPr>
              <w:pStyle w:val="Paragraphe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Lot 1 : </w:t>
            </w:r>
            <w:r w:rsidRPr="003E753E">
              <w:rPr>
                <w:rFonts w:cs="Arial"/>
                <w:color w:val="000000" w:themeColor="text1"/>
              </w:rPr>
              <w:t>Consommables et petits équipements dentaires</w:t>
            </w:r>
          </w:p>
          <w:p w14:paraId="19592690" w14:textId="77777777" w:rsidR="003E753E" w:rsidRPr="00AD2739" w:rsidRDefault="003E753E" w:rsidP="00E44298">
            <w:pPr>
              <w:pStyle w:val="Paragraphe"/>
              <w:rPr>
                <w:rFonts w:cs="Arial"/>
                <w:color w:val="000000" w:themeColor="text1"/>
              </w:rPr>
            </w:pPr>
          </w:p>
        </w:tc>
      </w:tr>
      <w:tr w:rsidR="003E753E" w14:paraId="201718F4" w14:textId="77777777" w:rsidTr="003E753E">
        <w:trPr>
          <w:trHeight w:val="676"/>
        </w:trPr>
        <w:permStart w:id="2029270342" w:edGrp="everyone" w:displacedByCustomXml="next"/>
        <w:sdt>
          <w:sdtPr>
            <w:id w:val="-168296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8" w:type="dxa"/>
                <w:vAlign w:val="center"/>
              </w:tcPr>
              <w:p w14:paraId="1F3B77CC" w14:textId="77777777" w:rsidR="003E753E" w:rsidRDefault="003E753E" w:rsidP="00E44298">
                <w:pPr>
                  <w:pStyle w:val="Paragraphe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permEnd w:id="2029270342" w:displacedByCustomXml="prev"/>
        <w:tc>
          <w:tcPr>
            <w:tcW w:w="8924" w:type="dxa"/>
            <w:vAlign w:val="center"/>
          </w:tcPr>
          <w:p w14:paraId="476F9E42" w14:textId="0BC7BB15" w:rsidR="003E753E" w:rsidRDefault="003E753E" w:rsidP="00E44298">
            <w:pPr>
              <w:pStyle w:val="Paragraphe"/>
            </w:pPr>
            <w:r>
              <w:rPr>
                <w:rFonts w:cs="Arial"/>
                <w:color w:val="000000" w:themeColor="text1"/>
              </w:rPr>
              <w:t xml:space="preserve">Lot 2 : </w:t>
            </w:r>
            <w:r w:rsidRPr="003E753E">
              <w:rPr>
                <w:rFonts w:cs="Arial"/>
                <w:color w:val="000000" w:themeColor="text1"/>
              </w:rPr>
              <w:t>Disques, fraises.</w:t>
            </w:r>
          </w:p>
        </w:tc>
      </w:tr>
    </w:tbl>
    <w:p w14:paraId="2062E515" w14:textId="77777777" w:rsidR="003E753E" w:rsidRPr="003E753E" w:rsidRDefault="003E753E" w:rsidP="003E753E"/>
    <w:p w14:paraId="13032F17" w14:textId="302D3AC0" w:rsidR="008F3527" w:rsidRPr="009C2A28" w:rsidRDefault="008F3527" w:rsidP="008F3527">
      <w:pPr>
        <w:pStyle w:val="Titre1"/>
      </w:pPr>
      <w:bookmarkStart w:id="4" w:name="_Toc222308701"/>
      <w:r w:rsidRPr="008F3527">
        <w:t>PRIX</w:t>
      </w:r>
      <w:bookmarkStart w:id="5" w:name="_Toc2373315361"/>
      <w:bookmarkStart w:id="6" w:name="__RefHeading___Toc3446_168511670"/>
      <w:bookmarkStart w:id="7" w:name="_Ref477817781"/>
      <w:bookmarkStart w:id="8" w:name="_Ref507771831"/>
      <w:bookmarkStart w:id="9" w:name="_Toc446047382"/>
      <w:bookmarkStart w:id="10" w:name="_Toc447550515"/>
      <w:bookmarkStart w:id="11" w:name="_Toc2867562421"/>
      <w:bookmarkStart w:id="12" w:name="_Toc2373315311"/>
      <w:bookmarkStart w:id="13" w:name="_Toc44892529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4"/>
    </w:p>
    <w:p w14:paraId="7C323010" w14:textId="0F7E0CF4" w:rsidR="008F3527" w:rsidRPr="008F3527" w:rsidRDefault="008F3527" w:rsidP="009C2A28">
      <w:pPr>
        <w:pStyle w:val="Paragraphe2"/>
        <w:spacing w:after="240"/>
        <w:ind w:left="0"/>
        <w:rPr>
          <w:rFonts w:cs="Arial"/>
        </w:rPr>
      </w:pPr>
      <w:r w:rsidRPr="008F3527">
        <w:rPr>
          <w:rFonts w:cs="Arial"/>
        </w:rPr>
        <w:t xml:space="preserve">Le contenu, la forme et la variation des </w:t>
      </w:r>
      <w:r w:rsidR="000F0C37">
        <w:rPr>
          <w:rFonts w:cs="Arial"/>
        </w:rPr>
        <w:t>p</w:t>
      </w:r>
      <w:r w:rsidR="00D2273B">
        <w:rPr>
          <w:rFonts w:cs="Arial"/>
        </w:rPr>
        <w:t>rix sont définis</w:t>
      </w:r>
      <w:r w:rsidR="000F0C37">
        <w:rPr>
          <w:rFonts w:cs="Arial"/>
        </w:rPr>
        <w:t xml:space="preserve"> à l’article </w:t>
      </w:r>
      <w:r w:rsidR="003E753E">
        <w:rPr>
          <w:rFonts w:cs="Arial"/>
        </w:rPr>
        <w:t>13</w:t>
      </w:r>
      <w:r w:rsidRPr="00D2273B">
        <w:rPr>
          <w:rFonts w:cs="Arial"/>
        </w:rPr>
        <w:t xml:space="preserve"> du CCP</w:t>
      </w:r>
      <w:r w:rsidRPr="008F3527">
        <w:rPr>
          <w:rFonts w:cs="Arial"/>
        </w:rPr>
        <w:t xml:space="preserve">. </w:t>
      </w:r>
    </w:p>
    <w:p w14:paraId="2C6AC42F" w14:textId="06B0678E" w:rsidR="009C2A28" w:rsidRPr="009C2A28" w:rsidRDefault="008F3527" w:rsidP="009C2A28">
      <w:pPr>
        <w:pStyle w:val="Titre1"/>
      </w:pPr>
      <w:bookmarkStart w:id="14" w:name="_Toc222308702"/>
      <w:bookmarkEnd w:id="13"/>
      <w:r w:rsidRPr="008F3527">
        <w:t>M</w:t>
      </w:r>
      <w:r w:rsidR="00494285">
        <w:t>ONTANT</w:t>
      </w:r>
      <w:r w:rsidR="00D2273B">
        <w:t>S MAXIMUM</w:t>
      </w:r>
      <w:r w:rsidR="00C64311">
        <w:t xml:space="preserve"> DE L’ACCORD CADRE</w:t>
      </w:r>
      <w:bookmarkEnd w:id="14"/>
    </w:p>
    <w:p w14:paraId="3208469F" w14:textId="33E98F63" w:rsidR="009C2A28" w:rsidRPr="003E753E" w:rsidRDefault="003E753E" w:rsidP="003E753E">
      <w:pPr>
        <w:pStyle w:val="Paragraphe"/>
      </w:pPr>
      <w:r w:rsidRPr="002C4ADE">
        <w:t>L</w:t>
      </w:r>
      <w:r>
        <w:t>e montant maximum de chaque lot sur la durée de l’accord-cadre</w:t>
      </w:r>
      <w:r w:rsidRPr="002C4ADE">
        <w:t xml:space="preserve"> est défini à l’article </w:t>
      </w:r>
      <w:r>
        <w:t>4.1</w:t>
      </w:r>
      <w:r w:rsidRPr="002C4ADE">
        <w:t xml:space="preserve"> du </w:t>
      </w:r>
      <w:r>
        <w:t>CCP.</w:t>
      </w:r>
    </w:p>
    <w:p w14:paraId="186C5A97" w14:textId="0978EDDD" w:rsidR="008F3527" w:rsidRPr="008F3527" w:rsidRDefault="008F3527" w:rsidP="000F0C37">
      <w:pPr>
        <w:pStyle w:val="Titre1"/>
      </w:pPr>
      <w:bookmarkStart w:id="15" w:name="_Toc222308703"/>
      <w:r w:rsidRPr="008F3527">
        <w:t>DUREE</w:t>
      </w:r>
      <w:bookmarkEnd w:id="15"/>
    </w:p>
    <w:p w14:paraId="0FDC22CD" w14:textId="0EBD3B0A" w:rsidR="0057561C" w:rsidRDefault="000F0C37" w:rsidP="0057561C">
      <w:pPr>
        <w:pStyle w:val="Paragraphe2"/>
        <w:ind w:left="0"/>
        <w:rPr>
          <w:rFonts w:cs="Arial"/>
        </w:rPr>
      </w:pPr>
      <w:r>
        <w:rPr>
          <w:rFonts w:cs="Arial"/>
        </w:rPr>
        <w:t>La durée</w:t>
      </w:r>
      <w:r w:rsidR="00547A9F">
        <w:rPr>
          <w:rFonts w:cs="Arial"/>
        </w:rPr>
        <w:t xml:space="preserve"> </w:t>
      </w:r>
      <w:r w:rsidR="00D2273B">
        <w:rPr>
          <w:rFonts w:cs="Arial"/>
        </w:rPr>
        <w:t>du contrat composite</w:t>
      </w:r>
      <w:r w:rsidR="006743FA">
        <w:rPr>
          <w:rFonts w:cs="Arial"/>
        </w:rPr>
        <w:t xml:space="preserve"> est </w:t>
      </w:r>
      <w:r w:rsidR="00547A9F">
        <w:rPr>
          <w:rFonts w:cs="Arial"/>
        </w:rPr>
        <w:t>définie à l’article</w:t>
      </w:r>
      <w:r w:rsidR="006743FA">
        <w:rPr>
          <w:rFonts w:cs="Arial"/>
        </w:rPr>
        <w:t> </w:t>
      </w:r>
      <w:r w:rsidR="003E753E">
        <w:rPr>
          <w:rFonts w:cs="Arial"/>
        </w:rPr>
        <w:t>4.4</w:t>
      </w:r>
      <w:r w:rsidR="008F3527" w:rsidRPr="008F3527">
        <w:rPr>
          <w:rFonts w:cs="Arial"/>
        </w:rPr>
        <w:t xml:space="preserve"> du CCP.</w:t>
      </w:r>
    </w:p>
    <w:p w14:paraId="37AB6735" w14:textId="77777777" w:rsidR="00D92761" w:rsidRDefault="00D92761" w:rsidP="00D92761">
      <w:pPr>
        <w:pStyle w:val="paragraphe0"/>
      </w:pPr>
    </w:p>
    <w:p w14:paraId="45A32DC7" w14:textId="77777777" w:rsidR="008F3527" w:rsidRPr="008F3527" w:rsidRDefault="008F3527" w:rsidP="000F0C37">
      <w:pPr>
        <w:pStyle w:val="Titre1"/>
      </w:pPr>
      <w:bookmarkStart w:id="16" w:name="_Toc222308704"/>
      <w:r w:rsidRPr="008F3527">
        <w:lastRenderedPageBreak/>
        <w:t>PAIEMENTS</w:t>
      </w:r>
      <w:bookmarkEnd w:id="16"/>
    </w:p>
    <w:p w14:paraId="201FF6BF" w14:textId="77777777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7" w:name="_Toc222308705"/>
      <w:r w:rsidRPr="008F3527">
        <w:t>7.1 - Informations financières</w:t>
      </w:r>
      <w:bookmarkEnd w:id="17"/>
    </w:p>
    <w:p w14:paraId="0549D3DC" w14:textId="77777777" w:rsidR="008F3527" w:rsidRPr="00DA230A" w:rsidRDefault="008F3527" w:rsidP="00DA230A">
      <w:pPr>
        <w:pStyle w:val="CarCar1"/>
        <w:spacing w:before="120" w:after="0"/>
        <w:rPr>
          <w:rFonts w:ascii="Arial" w:hAnsi="Arial" w:cs="Arial"/>
        </w:rPr>
      </w:pPr>
      <w:r w:rsidRPr="008F3527">
        <w:rPr>
          <w:rFonts w:ascii="Arial" w:hAnsi="Arial" w:cs="Arial"/>
        </w:rPr>
        <w:t xml:space="preserve"> La monnaie de règlement des sommes dues est </w:t>
      </w:r>
      <w:r w:rsidRPr="008F3527">
        <w:rPr>
          <w:rFonts w:ascii="Arial" w:hAnsi="Arial" w:cs="Arial"/>
          <w:b/>
        </w:rPr>
        <w:t>l’EURO</w:t>
      </w:r>
      <w:r w:rsidRPr="008F3527">
        <w:rPr>
          <w:rFonts w:ascii="Arial" w:hAnsi="Arial" w:cs="Arial"/>
        </w:rPr>
        <w:t>. L’Université se libérera des sommes dues au titre du présent marché par virement au nom de :</w:t>
      </w:r>
    </w:p>
    <w:p w14:paraId="7C51438F" w14:textId="77777777" w:rsidR="00830D8D" w:rsidRDefault="00830D8D" w:rsidP="008F3527">
      <w:pPr>
        <w:jc w:val="left"/>
        <w:rPr>
          <w:rFonts w:cs="Arial"/>
          <w:b/>
          <w:color w:val="FF0000"/>
        </w:rPr>
      </w:pPr>
    </w:p>
    <w:p w14:paraId="5499BE55" w14:textId="77777777" w:rsidR="00B66C91" w:rsidRDefault="00830D8D" w:rsidP="00830D8D">
      <w:pPr>
        <w:jc w:val="center"/>
        <w:rPr>
          <w:rFonts w:cs="Arial"/>
          <w:szCs w:val="20"/>
        </w:rPr>
      </w:pPr>
      <w:r>
        <w:rPr>
          <w:rFonts w:cs="Arial"/>
          <w:b/>
          <w:color w:val="FF0000"/>
        </w:rPr>
        <w:t>RIB A JOINDRE DANS L’OFFRE</w:t>
      </w:r>
    </w:p>
    <w:p w14:paraId="2927A69C" w14:textId="77777777" w:rsidR="00B66C91" w:rsidRDefault="00B66C91" w:rsidP="008F3527">
      <w:pPr>
        <w:jc w:val="left"/>
        <w:rPr>
          <w:rFonts w:cs="Arial"/>
          <w:szCs w:val="20"/>
        </w:rPr>
      </w:pPr>
    </w:p>
    <w:p w14:paraId="712F7F71" w14:textId="77777777" w:rsidR="00B66C91" w:rsidRPr="008F3527" w:rsidRDefault="00B66C91" w:rsidP="008F3527">
      <w:pPr>
        <w:jc w:val="left"/>
        <w:rPr>
          <w:rFonts w:cs="Arial"/>
          <w:szCs w:val="20"/>
        </w:rPr>
      </w:pPr>
    </w:p>
    <w:p w14:paraId="46390AE9" w14:textId="758F2B18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8" w:name="_Toc222308706"/>
      <w:r w:rsidRPr="008F3527">
        <w:t>7.2 – Avance</w:t>
      </w:r>
      <w:r w:rsidR="0080001E">
        <w:t> :</w:t>
      </w:r>
      <w:bookmarkEnd w:id="18"/>
    </w:p>
    <w:p w14:paraId="0E3014E5" w14:textId="77777777" w:rsidR="00D26412" w:rsidRDefault="00D26412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i/>
        </w:rPr>
      </w:pPr>
    </w:p>
    <w:p w14:paraId="659E3ACE" w14:textId="77777777" w:rsidR="008F3527" w:rsidRDefault="008F3527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F3527">
        <w:rPr>
          <w:rFonts w:ascii="Arial" w:hAnsi="Arial" w:cs="Arial"/>
          <w:i/>
        </w:rPr>
        <w:t xml:space="preserve">En application </w:t>
      </w:r>
      <w:r w:rsidR="005F7828">
        <w:rPr>
          <w:rFonts w:ascii="Arial" w:hAnsi="Arial" w:cs="Arial"/>
          <w:i/>
        </w:rPr>
        <w:t xml:space="preserve">des articles R2191-3 et suivants du code de la commande publique </w:t>
      </w:r>
      <w:r w:rsidRPr="008F3527">
        <w:rPr>
          <w:rFonts w:ascii="Arial" w:hAnsi="Arial" w:cs="Arial"/>
          <w:b/>
        </w:rPr>
        <w:t>:</w:t>
      </w:r>
    </w:p>
    <w:p w14:paraId="0242D1B9" w14:textId="77777777" w:rsidR="00180EBC" w:rsidRPr="00180EBC" w:rsidRDefault="00180EBC" w:rsidP="00180EBC">
      <w:pPr>
        <w:rPr>
          <w:rFonts w:cs="Arial"/>
          <w:i/>
          <w:color w:val="FF0000"/>
          <w:szCs w:val="20"/>
        </w:rPr>
      </w:pP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Si le</w:t>
      </w: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s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 deux cases </w:t>
      </w:r>
      <w:r w:rsidR="00D26412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ci-dessous 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sont cochées, ou si aucune case n’est cochée, le co-contractant est réputé refuser l’avance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701"/>
      </w:tblGrid>
      <w:tr w:rsidR="008F3527" w:rsidRPr="008F3527" w14:paraId="2F08EDEC" w14:textId="77777777" w:rsidTr="00C7496F">
        <w:trPr>
          <w:trHeight w:val="11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545D" w14:textId="77777777" w:rsidR="008F3527" w:rsidRPr="008F3527" w:rsidRDefault="008F3527" w:rsidP="004C2F1C">
            <w:pPr>
              <w:pStyle w:val="fcasegauche"/>
              <w:spacing w:before="120" w:after="0"/>
              <w:ind w:left="38" w:firstLine="0"/>
              <w:rPr>
                <w:rFonts w:ascii="Arial" w:hAnsi="Arial" w:cs="Arial"/>
              </w:rPr>
            </w:pPr>
            <w:r w:rsidRPr="008F3527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5496F" w14:textId="77777777" w:rsidR="008F3527" w:rsidRPr="008F3527" w:rsidRDefault="00D3283E" w:rsidP="004C2F1C">
            <w:pPr>
              <w:pStyle w:val="Paragraphe2"/>
              <w:ind w:left="0"/>
              <w:jc w:val="center"/>
              <w:rPr>
                <w:rFonts w:cs="Arial"/>
              </w:rPr>
            </w:pPr>
            <w:permStart w:id="1839279993" w:edGrp="everyone"/>
            <w:r>
              <w:rPr>
                <w:rFonts w:cs="Arial"/>
              </w:rPr>
              <w:t>OUI</w:t>
            </w:r>
            <w:r w:rsidR="008F3527" w:rsidRPr="008F3527">
              <w:rPr>
                <w:rFonts w:cs="Arial"/>
              </w:rPr>
              <w:t xml:space="preserve"> </w:t>
            </w:r>
            <w:sdt>
              <w:sdtPr>
                <w:rPr>
                  <w:b/>
                  <w:color w:val="0000FF"/>
                  <w:highlight w:val="yellow"/>
                </w:rPr>
                <w:id w:val="47773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</w:p>
          <w:p w14:paraId="6E6EE30A" w14:textId="77777777" w:rsidR="008F3527" w:rsidRPr="008F3527" w:rsidRDefault="00D3283E" w:rsidP="004C2F1C">
            <w:pPr>
              <w:pStyle w:val="fcasegauche"/>
              <w:tabs>
                <w:tab w:val="left" w:pos="426"/>
                <w:tab w:val="left" w:pos="851"/>
              </w:tabs>
              <w:spacing w:before="120"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NON</w:t>
            </w:r>
            <w:r w:rsidR="008F3527" w:rsidRPr="008F3527">
              <w:rPr>
                <w:rFonts w:ascii="Arial" w:hAnsi="Arial" w:cs="Arial"/>
              </w:rPr>
              <w:t xml:space="preserve">  </w:t>
            </w:r>
            <w:sdt>
              <w:sdtPr>
                <w:rPr>
                  <w:b/>
                  <w:color w:val="0000FF"/>
                  <w:highlight w:val="yellow"/>
                </w:rPr>
                <w:id w:val="-141608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6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permEnd w:id="1839279993"/>
          </w:p>
        </w:tc>
      </w:tr>
    </w:tbl>
    <w:p w14:paraId="049C47E3" w14:textId="77777777" w:rsidR="008F3527" w:rsidRPr="008F3527" w:rsidRDefault="008F3527">
      <w:pPr>
        <w:spacing w:after="0" w:line="240" w:lineRule="auto"/>
        <w:jc w:val="left"/>
        <w:rPr>
          <w:rFonts w:eastAsiaTheme="majorEastAsia" w:cs="Arial"/>
          <w:b/>
          <w:bCs/>
          <w:color w:val="C00000"/>
          <w:szCs w:val="20"/>
        </w:rPr>
      </w:pPr>
      <w:r w:rsidRPr="008F3527">
        <w:rPr>
          <w:rFonts w:cs="Arial"/>
          <w:szCs w:val="20"/>
        </w:rPr>
        <w:br w:type="page"/>
      </w:r>
    </w:p>
    <w:p w14:paraId="7A7E7813" w14:textId="77777777" w:rsidR="008F3527" w:rsidRPr="008F3527" w:rsidRDefault="008F3527" w:rsidP="000F0C37">
      <w:pPr>
        <w:pStyle w:val="Titre1"/>
      </w:pPr>
      <w:bookmarkStart w:id="19" w:name="_Toc222308707"/>
      <w:r w:rsidRPr="008F3527">
        <w:lastRenderedPageBreak/>
        <w:t>ENGAGEMENT DU CANDIDAT</w:t>
      </w:r>
      <w:bookmarkEnd w:id="19"/>
    </w:p>
    <w:p w14:paraId="60D15BF9" w14:textId="7C06EF48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pris connaissance du Cahier des Clauses Particulières (CCP) et des documents contractuels qui y sont mentionnés,</w:t>
      </w:r>
    </w:p>
    <w:p w14:paraId="5AC24F06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fourni les pièces prévues aux articles</w:t>
      </w:r>
      <w:r w:rsidR="005F7828">
        <w:rPr>
          <w:rFonts w:cs="Arial"/>
          <w:szCs w:val="20"/>
        </w:rPr>
        <w:t xml:space="preserve"> R2142-1 et suivants du code de la commande publique,</w:t>
      </w:r>
    </w:p>
    <w:p w14:paraId="6B5E84C6" w14:textId="77777777" w:rsidR="008F3527" w:rsidRPr="008F3527" w:rsidRDefault="00180EBC" w:rsidP="008F3527">
      <w:pPr>
        <w:spacing w:before="120"/>
        <w:rPr>
          <w:rFonts w:cs="Arial"/>
          <w:szCs w:val="20"/>
        </w:rPr>
      </w:pPr>
      <w:r>
        <w:rPr>
          <w:rFonts w:cs="Arial"/>
          <w:b/>
          <w:bCs/>
          <w:szCs w:val="20"/>
        </w:rPr>
        <w:t>JE M’ENGAGE</w:t>
      </w:r>
      <w:r w:rsidR="008F3527" w:rsidRPr="008F3527">
        <w:rPr>
          <w:rFonts w:cs="Arial"/>
          <w:szCs w:val="20"/>
        </w:rPr>
        <w:t xml:space="preserve"> sans réserve, conformément aux stipulations des documents visés ci-dessus, à exécuter les prestations conformément aux dispositions contractuelles prévues au marché. </w:t>
      </w:r>
    </w:p>
    <w:p w14:paraId="241899D7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b/>
          <w:szCs w:val="20"/>
        </w:rPr>
        <w:t>J’affirme</w:t>
      </w:r>
      <w:r w:rsidRPr="008F3527">
        <w:rPr>
          <w:rFonts w:cs="Arial"/>
          <w:szCs w:val="20"/>
        </w:rPr>
        <w:t xml:space="preserve"> sous peine de résiliation du marché,</w:t>
      </w:r>
      <w:r w:rsidR="00180EBC">
        <w:rPr>
          <w:rFonts w:cs="Arial"/>
          <w:szCs w:val="20"/>
        </w:rPr>
        <w:t xml:space="preserve"> ou de mise en régie à mes torts exclusifs que la</w:t>
      </w:r>
      <w:r w:rsidRPr="008F3527">
        <w:rPr>
          <w:rFonts w:cs="Arial"/>
          <w:szCs w:val="20"/>
        </w:rPr>
        <w:t xml:space="preserve"> sociét</w:t>
      </w:r>
      <w:r w:rsidR="00180EBC">
        <w:rPr>
          <w:rFonts w:cs="Arial"/>
          <w:szCs w:val="20"/>
        </w:rPr>
        <w:t>é pour laquelle j’interviens ne tombe</w:t>
      </w:r>
      <w:r w:rsidRPr="008F3527">
        <w:rPr>
          <w:rFonts w:cs="Arial"/>
          <w:szCs w:val="20"/>
        </w:rPr>
        <w:t xml:space="preserve"> pas sous le coup des interdictions découlant </w:t>
      </w:r>
      <w:r w:rsidR="00F408E9">
        <w:rPr>
          <w:rFonts w:cs="Arial"/>
          <w:szCs w:val="20"/>
        </w:rPr>
        <w:t>des articles L21</w:t>
      </w:r>
      <w:r w:rsidR="000517F6">
        <w:rPr>
          <w:rFonts w:cs="Arial"/>
          <w:szCs w:val="20"/>
        </w:rPr>
        <w:t>41-1 et suivants du code de la commande publique</w:t>
      </w:r>
      <w:r w:rsidRPr="008F3527">
        <w:rPr>
          <w:rFonts w:cs="Arial"/>
          <w:szCs w:val="20"/>
        </w:rPr>
        <w:t>.</w:t>
      </w:r>
    </w:p>
    <w:p w14:paraId="5ED294F6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Les déclarations similaires des éventuels s</w:t>
      </w:r>
      <w:r w:rsidR="00180EBC">
        <w:rPr>
          <w:rFonts w:cs="Arial"/>
          <w:szCs w:val="20"/>
        </w:rPr>
        <w:t>ous-traitants énumérés</w:t>
      </w:r>
      <w:r w:rsidRPr="008F3527">
        <w:rPr>
          <w:rFonts w:cs="Arial"/>
          <w:szCs w:val="20"/>
        </w:rPr>
        <w:t xml:space="preserve"> sont annexées au présent acte d’engagement.</w:t>
      </w:r>
    </w:p>
    <w:p w14:paraId="4FA982A0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Fait en un seul original,</w:t>
      </w:r>
    </w:p>
    <w:p w14:paraId="35050520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</w:t>
      </w:r>
      <w:permStart w:id="1445492482" w:edGrp="everyone"/>
      <w:r w:rsidRPr="00C7496F">
        <w:rPr>
          <w:rFonts w:cs="Arial"/>
          <w:szCs w:val="20"/>
          <w:shd w:val="clear" w:color="auto" w:fill="D9D9D9" w:themeFill="background1" w:themeFillShade="D9"/>
        </w:rPr>
        <w:t>………………………………………………, le…………………………………………</w:t>
      </w:r>
      <w:proofErr w:type="gramStart"/>
      <w:r w:rsidRPr="00C7496F">
        <w:rPr>
          <w:rFonts w:cs="Arial"/>
          <w:szCs w:val="20"/>
          <w:shd w:val="clear" w:color="auto" w:fill="D9D9D9" w:themeFill="background1" w:themeFillShade="D9"/>
        </w:rPr>
        <w:t>…….</w:t>
      </w:r>
      <w:proofErr w:type="gramEnd"/>
      <w:r w:rsidRPr="00C7496F">
        <w:rPr>
          <w:rFonts w:cs="Arial"/>
          <w:szCs w:val="20"/>
          <w:shd w:val="clear" w:color="auto" w:fill="D9D9D9" w:themeFill="background1" w:themeFillShade="D9"/>
        </w:rPr>
        <w:t>…..</w:t>
      </w:r>
      <w:permEnd w:id="1445492482"/>
    </w:p>
    <w:p w14:paraId="1CA25DAA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Nom du signataire, si</w:t>
      </w:r>
      <w:r w:rsidR="00180EBC">
        <w:rPr>
          <w:rFonts w:cs="Arial"/>
          <w:szCs w:val="20"/>
        </w:rPr>
        <w:t>gnature, cachet de l’Entreprise</w:t>
      </w:r>
      <w:r w:rsidRPr="008F3527">
        <w:rPr>
          <w:rFonts w:cs="Arial"/>
          <w:szCs w:val="20"/>
        </w:rPr>
        <w:t>.</w:t>
      </w:r>
    </w:p>
    <w:p w14:paraId="1BF00FB6" w14:textId="77777777" w:rsidR="008F3527" w:rsidRPr="008F3527" w:rsidRDefault="00C7496F" w:rsidP="00C7496F">
      <w:pPr>
        <w:shd w:val="clear" w:color="auto" w:fill="D9D9D9" w:themeFill="background1" w:themeFillShade="D9"/>
        <w:jc w:val="left"/>
        <w:rPr>
          <w:rFonts w:cs="Arial"/>
          <w:caps/>
          <w:spacing w:val="5"/>
          <w:szCs w:val="20"/>
        </w:rPr>
      </w:pPr>
      <w:permStart w:id="1738671950" w:edGrp="everyone"/>
      <w:r>
        <w:rPr>
          <w:rFonts w:cs="Arial"/>
          <w:caps/>
          <w:spacing w:val="5"/>
          <w:szCs w:val="20"/>
        </w:rPr>
        <w:t xml:space="preserve">   </w:t>
      </w:r>
    </w:p>
    <w:permEnd w:id="1738671950"/>
    <w:p w14:paraId="6397817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64FD0C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F0A6FB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E6C832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3EFD6D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310E87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AB3F81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540C3A0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09D98FC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902B672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81DDE0C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CDC59C3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C6C5ACA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3E3E62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29004573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A750ED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7C8161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203659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75D1C69" w14:textId="77777777" w:rsidR="00DA230A" w:rsidRDefault="00DA230A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14:paraId="0A17B7B9" w14:textId="77777777" w:rsidR="00D92761" w:rsidRDefault="00D92761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noProof/>
          <w:color w:val="0070C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16192D" wp14:editId="18D07F42">
                <wp:simplePos x="0" y="0"/>
                <wp:positionH relativeFrom="column">
                  <wp:posOffset>33655</wp:posOffset>
                </wp:positionH>
                <wp:positionV relativeFrom="paragraph">
                  <wp:posOffset>-30480</wp:posOffset>
                </wp:positionV>
                <wp:extent cx="5867400" cy="914400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914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726D5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-2.4pt" to="464.65pt,7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" strokecolor="#748fa7 [3044]"/>
            </w:pict>
          </mc:Fallback>
        </mc:AlternateContent>
      </w:r>
      <w:r>
        <w:rPr>
          <w:rFonts w:cs="Arial"/>
          <w:b/>
          <w:noProof/>
          <w:color w:val="0070C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ECB64" wp14:editId="79BD6895">
                <wp:simplePos x="0" y="0"/>
                <wp:positionH relativeFrom="column">
                  <wp:posOffset>-4444</wp:posOffset>
                </wp:positionH>
                <wp:positionV relativeFrom="paragraph">
                  <wp:posOffset>-1905</wp:posOffset>
                </wp:positionV>
                <wp:extent cx="5734050" cy="9344025"/>
                <wp:effectExtent l="0" t="0" r="19050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9344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B06C5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451.15pt,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" strokecolor="#748fa7 [3044]"/>
            </w:pict>
          </mc:Fallback>
        </mc:AlternateContent>
      </w:r>
      <w:r>
        <w:rPr>
          <w:rFonts w:cs="Arial"/>
          <w:b/>
          <w:color w:val="0070C0"/>
          <w:szCs w:val="20"/>
        </w:rPr>
        <w:br w:type="page"/>
      </w:r>
    </w:p>
    <w:p w14:paraId="4AEFE3F0" w14:textId="77777777" w:rsidR="00D92761" w:rsidRPr="00DA230A" w:rsidRDefault="00D92761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</w:p>
    <w:p w14:paraId="70083CB6" w14:textId="77777777" w:rsidR="008F3527" w:rsidRPr="008F3527" w:rsidRDefault="00494285" w:rsidP="000F0C37">
      <w:pPr>
        <w:pStyle w:val="Titre1"/>
      </w:pPr>
      <w:bookmarkStart w:id="20" w:name="_Toc222308708"/>
      <w:r>
        <w:t>ACCEPTATION DE L’OFFRE PAR LE POUVOIR</w:t>
      </w:r>
      <w:r w:rsidR="008F3527" w:rsidRPr="008F3527">
        <w:t xml:space="preserve"> ADJUDICATEUR</w:t>
      </w:r>
      <w:bookmarkEnd w:id="20"/>
    </w:p>
    <w:p w14:paraId="070DF9BF" w14:textId="77777777" w:rsidR="008F3527" w:rsidRPr="008F3527" w:rsidRDefault="008F3527" w:rsidP="008F3527">
      <w:pPr>
        <w:rPr>
          <w:rFonts w:cs="Arial"/>
          <w:b/>
          <w:bCs/>
          <w:szCs w:val="20"/>
          <w:u w:val="single"/>
        </w:rPr>
      </w:pPr>
    </w:p>
    <w:p w14:paraId="3E32CFF5" w14:textId="77777777" w:rsidR="008F3527" w:rsidRPr="008F3527" w:rsidRDefault="008F3527" w:rsidP="008F3527">
      <w:pPr>
        <w:rPr>
          <w:rFonts w:cs="Arial"/>
          <w:b/>
          <w:bCs/>
          <w:color w:val="0000FF"/>
          <w:szCs w:val="20"/>
        </w:rPr>
      </w:pPr>
      <w:r w:rsidRPr="008F3527">
        <w:rPr>
          <w:rFonts w:cs="Arial"/>
          <w:b/>
          <w:bCs/>
          <w:color w:val="0000FF"/>
          <w:szCs w:val="20"/>
        </w:rPr>
        <w:t>PARTIE A COMPLETER PAR L’UNIVERSITE</w:t>
      </w:r>
    </w:p>
    <w:p w14:paraId="442E40FA" w14:textId="2337B8ED" w:rsidR="00D33685" w:rsidRDefault="00D33685" w:rsidP="0000499F">
      <w:pPr>
        <w:autoSpaceDE w:val="0"/>
        <w:autoSpaceDN w:val="0"/>
        <w:adjustRightInd w:val="0"/>
        <w:spacing w:before="240"/>
        <w:rPr>
          <w:rFonts w:cs="Arial"/>
        </w:rPr>
      </w:pPr>
      <w:permStart w:id="1423142294" w:edGrp="everyone"/>
      <w:r>
        <w:rPr>
          <w:rFonts w:cs="Arial"/>
          <w:szCs w:val="20"/>
        </w:rPr>
        <w:t xml:space="preserve">Dans le courrier de notification, </w:t>
      </w:r>
      <w:r w:rsidR="0000499F">
        <w:rPr>
          <w:rFonts w:cs="Arial"/>
          <w:szCs w:val="20"/>
        </w:rPr>
        <w:t xml:space="preserve">le montant maximum </w:t>
      </w:r>
      <w:r w:rsidR="00017C92">
        <w:rPr>
          <w:rFonts w:cs="Arial"/>
          <w:szCs w:val="20"/>
        </w:rPr>
        <w:t>par lot de</w:t>
      </w:r>
      <w:r w:rsidR="0000499F">
        <w:rPr>
          <w:rFonts w:cs="Arial"/>
          <w:szCs w:val="20"/>
        </w:rPr>
        <w:t xml:space="preserve"> l’accord cadre sera rappelé. </w:t>
      </w:r>
    </w:p>
    <w:p w14:paraId="3D7F8280" w14:textId="77777777" w:rsidR="00D33685" w:rsidRDefault="00D33685" w:rsidP="00597FA6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left"/>
        <w:rPr>
          <w:rFonts w:ascii="Arial" w:hAnsi="Arial" w:cs="Arial"/>
        </w:rPr>
      </w:pPr>
    </w:p>
    <w:p w14:paraId="058E66EF" w14:textId="1565F9D4" w:rsidR="001A3381" w:rsidRDefault="001A3381" w:rsidP="00B37401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</w:p>
    <w:p w14:paraId="042DF06B" w14:textId="77777777" w:rsidR="0000499F" w:rsidRPr="00B37401" w:rsidRDefault="0000499F" w:rsidP="00B37401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</w:p>
    <w:p w14:paraId="430F9825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  <w:r w:rsidRPr="008F3527">
        <w:rPr>
          <w:rFonts w:ascii="Arial" w:hAnsi="Arial" w:cs="Arial"/>
        </w:rPr>
        <w:t>À Talence, le</w:t>
      </w:r>
      <w:proofErr w:type="gramStart"/>
      <w:r w:rsidRPr="008F3527">
        <w:rPr>
          <w:rFonts w:ascii="Arial" w:hAnsi="Arial" w:cs="Arial"/>
        </w:rPr>
        <w:t xml:space="preserve"> ….</w:t>
      </w:r>
      <w:proofErr w:type="gramEnd"/>
      <w:r w:rsidRPr="008F3527">
        <w:rPr>
          <w:rFonts w:ascii="Arial" w:hAnsi="Arial" w:cs="Arial"/>
        </w:rPr>
        <w:t>…………………………</w:t>
      </w:r>
    </w:p>
    <w:p w14:paraId="484C9B8F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3DF887CE" w14:textId="77777777" w:rsidR="008F3527" w:rsidRPr="008F3527" w:rsidRDefault="008F3527" w:rsidP="00ED74D4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</w:p>
    <w:p w14:paraId="027EAEED" w14:textId="77777777" w:rsidR="00D705F3" w:rsidRPr="00D705F3" w:rsidRDefault="00D705F3" w:rsidP="00D705F3">
      <w:pPr>
        <w:ind w:left="2410" w:firstLine="2552"/>
        <w:jc w:val="right"/>
        <w:outlineLvl w:val="0"/>
        <w:rPr>
          <w:rFonts w:ascii="Times New Roman" w:eastAsia="Arial Unicode MS" w:hAnsi="Times New Roman"/>
          <w:color w:val="FFFFFF" w:themeColor="background1"/>
          <w:sz w:val="22"/>
        </w:rPr>
      </w:pPr>
      <w:bookmarkStart w:id="21" w:name="_Toc203483049"/>
      <w:bookmarkStart w:id="22" w:name="_Toc222308709"/>
      <w:r w:rsidRPr="00D705F3">
        <w:rPr>
          <w:color w:val="FFFFFF" w:themeColor="background1"/>
        </w:rPr>
        <w:t>#signatureUB1#</w:t>
      </w:r>
      <w:bookmarkEnd w:id="21"/>
      <w:bookmarkEnd w:id="22"/>
    </w:p>
    <w:permEnd w:id="1423142294"/>
    <w:p w14:paraId="51095958" w14:textId="77777777" w:rsidR="00BA4FF3" w:rsidRPr="008F3527" w:rsidRDefault="00BA4FF3" w:rsidP="00DA230A">
      <w:pPr>
        <w:spacing w:after="0"/>
        <w:rPr>
          <w:rFonts w:cs="Arial"/>
          <w:szCs w:val="20"/>
        </w:rPr>
      </w:pPr>
    </w:p>
    <w:sectPr w:rsidR="00BA4FF3" w:rsidRPr="008F3527" w:rsidSect="00DA230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9DA93" w14:textId="77777777" w:rsidR="009D4452" w:rsidRDefault="009D4452" w:rsidP="007C5133">
      <w:pPr>
        <w:spacing w:after="0" w:line="240" w:lineRule="auto"/>
      </w:pPr>
      <w:r>
        <w:separator/>
      </w:r>
    </w:p>
  </w:endnote>
  <w:endnote w:type="continuationSeparator" w:id="0">
    <w:p w14:paraId="299DDFF7" w14:textId="77777777" w:rsidR="009D4452" w:rsidRDefault="009D4452" w:rsidP="007C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3885169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7AA2E0E1" w14:textId="77777777" w:rsidR="00C10BDF" w:rsidRPr="00C10BDF" w:rsidRDefault="00261BA3">
        <w:pPr>
          <w:pStyle w:val="Pieddepage"/>
          <w:jc w:val="right"/>
          <w:rPr>
            <w:sz w:val="16"/>
            <w:szCs w:val="16"/>
          </w:rPr>
        </w:pPr>
        <w:r w:rsidRPr="00C10BDF">
          <w:rPr>
            <w:sz w:val="16"/>
            <w:szCs w:val="16"/>
          </w:rPr>
          <w:fldChar w:fldCharType="begin"/>
        </w:r>
        <w:r w:rsidRPr="00C10BDF">
          <w:rPr>
            <w:sz w:val="16"/>
            <w:szCs w:val="16"/>
          </w:rPr>
          <w:instrText>PAGE   \* MERGEFORMAT</w:instrText>
        </w:r>
        <w:r w:rsidRPr="00C10BDF">
          <w:rPr>
            <w:sz w:val="16"/>
            <w:szCs w:val="16"/>
          </w:rPr>
          <w:fldChar w:fldCharType="separate"/>
        </w:r>
        <w:r w:rsidR="005F489E">
          <w:rPr>
            <w:noProof/>
            <w:sz w:val="16"/>
            <w:szCs w:val="16"/>
          </w:rPr>
          <w:t>3</w:t>
        </w:r>
        <w:r w:rsidRPr="00C10BDF">
          <w:rPr>
            <w:sz w:val="16"/>
            <w:szCs w:val="16"/>
          </w:rPr>
          <w:fldChar w:fldCharType="end"/>
        </w:r>
      </w:p>
      <w:p w14:paraId="0FC6D611" w14:textId="77777777" w:rsidR="00261BA3" w:rsidRDefault="00017C92" w:rsidP="00C10BDF">
        <w:pPr>
          <w:pStyle w:val="Pieddepage"/>
          <w:jc w:val="left"/>
        </w:pPr>
      </w:p>
    </w:sdtContent>
  </w:sdt>
  <w:p w14:paraId="5A0F0D29" w14:textId="3892AFF6" w:rsidR="00261BA3" w:rsidRPr="007C5133" w:rsidRDefault="00261BA3">
    <w:pPr>
      <w:pStyle w:val="Pieddepage"/>
      <w:rPr>
        <w:sz w:val="16"/>
      </w:rPr>
    </w:pPr>
    <w:permStart w:id="1589074431" w:edGrp="everyone"/>
    <w:r>
      <w:rPr>
        <w:sz w:val="16"/>
      </w:rPr>
      <w:t>Consultation n°</w:t>
    </w:r>
    <w:r w:rsidR="00A33EC2">
      <w:rPr>
        <w:b/>
        <w:color w:val="0000FF"/>
        <w:sz w:val="16"/>
      </w:rPr>
      <w:t>2026</w:t>
    </w:r>
    <w:r w:rsidR="00DE64AF">
      <w:rPr>
        <w:b/>
        <w:color w:val="0000FF"/>
        <w:sz w:val="16"/>
      </w:rPr>
      <w:t>-</w:t>
    </w:r>
    <w:r w:rsidR="00A33EC2">
      <w:rPr>
        <w:b/>
        <w:color w:val="0000FF"/>
        <w:sz w:val="16"/>
      </w:rPr>
      <w:t>030</w:t>
    </w:r>
    <w:permEnd w:id="15890744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13D" w14:textId="77777777" w:rsidR="009D4452" w:rsidRDefault="009D4452" w:rsidP="007C5133">
      <w:pPr>
        <w:spacing w:after="0" w:line="240" w:lineRule="auto"/>
      </w:pPr>
      <w:r>
        <w:separator/>
      </w:r>
    </w:p>
  </w:footnote>
  <w:footnote w:type="continuationSeparator" w:id="0">
    <w:p w14:paraId="1F8034BE" w14:textId="77777777" w:rsidR="009D4452" w:rsidRDefault="009D4452" w:rsidP="007C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D0A2E3E"/>
    <w:multiLevelType w:val="hybridMultilevel"/>
    <w:tmpl w:val="8476098E"/>
    <w:lvl w:ilvl="0" w:tplc="D44E6C08">
      <w:start w:val="1"/>
      <w:numFmt w:val="bullet"/>
      <w:pStyle w:val="Puces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A53EE"/>
    <w:multiLevelType w:val="hybridMultilevel"/>
    <w:tmpl w:val="65B2BC16"/>
    <w:lvl w:ilvl="0" w:tplc="4F7EF824">
      <w:start w:val="1"/>
      <w:numFmt w:val="decimal"/>
      <w:pStyle w:val="Titre1"/>
      <w:lvlText w:val="ARTICLE %1 - 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03C4A"/>
    <w:multiLevelType w:val="hybridMultilevel"/>
    <w:tmpl w:val="28328B8A"/>
    <w:lvl w:ilvl="0" w:tplc="5C32834A">
      <w:start w:val="1"/>
      <w:numFmt w:val="decimal"/>
      <w:pStyle w:val="Pucesnumro"/>
      <w:lvlText w:val="%1)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14061C"/>
    <w:multiLevelType w:val="hybridMultilevel"/>
    <w:tmpl w:val="D59C53B6"/>
    <w:lvl w:ilvl="0" w:tplc="01B00DE0">
      <w:start w:val="1"/>
      <w:numFmt w:val="bullet"/>
      <w:pStyle w:val="Puces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822D3"/>
    <w:multiLevelType w:val="hybridMultilevel"/>
    <w:tmpl w:val="7474064E"/>
    <w:lvl w:ilvl="0" w:tplc="83643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882063">
    <w:abstractNumId w:val="4"/>
  </w:num>
  <w:num w:numId="2" w16cid:durableId="583414661">
    <w:abstractNumId w:val="3"/>
  </w:num>
  <w:num w:numId="3" w16cid:durableId="1129203553">
    <w:abstractNumId w:val="1"/>
  </w:num>
  <w:num w:numId="4" w16cid:durableId="1258101031">
    <w:abstractNumId w:val="5"/>
  </w:num>
  <w:num w:numId="5" w16cid:durableId="730930529">
    <w:abstractNumId w:val="0"/>
  </w:num>
  <w:num w:numId="6" w16cid:durableId="1192646293">
    <w:abstractNumId w:val="2"/>
  </w:num>
  <w:num w:numId="7" w16cid:durableId="189261953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0"/>
  <w:autoFormatOverride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C1"/>
    <w:rsid w:val="00003698"/>
    <w:rsid w:val="0000499F"/>
    <w:rsid w:val="00006170"/>
    <w:rsid w:val="00017C92"/>
    <w:rsid w:val="000264A3"/>
    <w:rsid w:val="000337B7"/>
    <w:rsid w:val="000517F6"/>
    <w:rsid w:val="000537CD"/>
    <w:rsid w:val="00061D63"/>
    <w:rsid w:val="00077445"/>
    <w:rsid w:val="0007792E"/>
    <w:rsid w:val="0008382C"/>
    <w:rsid w:val="00085B40"/>
    <w:rsid w:val="00087EB3"/>
    <w:rsid w:val="000B138C"/>
    <w:rsid w:val="000C0B36"/>
    <w:rsid w:val="000C7D67"/>
    <w:rsid w:val="000E63D6"/>
    <w:rsid w:val="000F0C37"/>
    <w:rsid w:val="000F119C"/>
    <w:rsid w:val="000F18AF"/>
    <w:rsid w:val="001049CC"/>
    <w:rsid w:val="001358BE"/>
    <w:rsid w:val="00146D80"/>
    <w:rsid w:val="001533DD"/>
    <w:rsid w:val="001604A8"/>
    <w:rsid w:val="001666A7"/>
    <w:rsid w:val="0018025D"/>
    <w:rsid w:val="001805AF"/>
    <w:rsid w:val="00180EBC"/>
    <w:rsid w:val="00186801"/>
    <w:rsid w:val="00186AC4"/>
    <w:rsid w:val="001902D6"/>
    <w:rsid w:val="00194481"/>
    <w:rsid w:val="00195395"/>
    <w:rsid w:val="001A3381"/>
    <w:rsid w:val="001A504A"/>
    <w:rsid w:val="001B5EC3"/>
    <w:rsid w:val="001B63FA"/>
    <w:rsid w:val="001D2B61"/>
    <w:rsid w:val="001D6070"/>
    <w:rsid w:val="001E2544"/>
    <w:rsid w:val="001E35C1"/>
    <w:rsid w:val="001F1575"/>
    <w:rsid w:val="001F2003"/>
    <w:rsid w:val="001F3AAA"/>
    <w:rsid w:val="00202521"/>
    <w:rsid w:val="002157BA"/>
    <w:rsid w:val="002172F6"/>
    <w:rsid w:val="00224874"/>
    <w:rsid w:val="00227C60"/>
    <w:rsid w:val="0023037F"/>
    <w:rsid w:val="002465A2"/>
    <w:rsid w:val="00255669"/>
    <w:rsid w:val="00261BA3"/>
    <w:rsid w:val="00267D76"/>
    <w:rsid w:val="0027181F"/>
    <w:rsid w:val="00272635"/>
    <w:rsid w:val="00272ED7"/>
    <w:rsid w:val="00280DB2"/>
    <w:rsid w:val="00281089"/>
    <w:rsid w:val="002846B9"/>
    <w:rsid w:val="002A3785"/>
    <w:rsid w:val="002A6F1D"/>
    <w:rsid w:val="002B4F8C"/>
    <w:rsid w:val="002B5D96"/>
    <w:rsid w:val="002D2C1D"/>
    <w:rsid w:val="002D5180"/>
    <w:rsid w:val="002D6EC3"/>
    <w:rsid w:val="002E431C"/>
    <w:rsid w:val="002F1A3F"/>
    <w:rsid w:val="00303CF8"/>
    <w:rsid w:val="003129F5"/>
    <w:rsid w:val="00331807"/>
    <w:rsid w:val="00337735"/>
    <w:rsid w:val="00355FE5"/>
    <w:rsid w:val="003707BC"/>
    <w:rsid w:val="00373D67"/>
    <w:rsid w:val="00381F79"/>
    <w:rsid w:val="003851B2"/>
    <w:rsid w:val="003876F4"/>
    <w:rsid w:val="003970C8"/>
    <w:rsid w:val="003B5009"/>
    <w:rsid w:val="003B5C1A"/>
    <w:rsid w:val="003C44C1"/>
    <w:rsid w:val="003D2D66"/>
    <w:rsid w:val="003D6D21"/>
    <w:rsid w:val="003E18E1"/>
    <w:rsid w:val="003E753E"/>
    <w:rsid w:val="003F0D8A"/>
    <w:rsid w:val="004002B4"/>
    <w:rsid w:val="0040102B"/>
    <w:rsid w:val="00404F40"/>
    <w:rsid w:val="00421A8A"/>
    <w:rsid w:val="004360BD"/>
    <w:rsid w:val="00443A72"/>
    <w:rsid w:val="00465CC1"/>
    <w:rsid w:val="0047342A"/>
    <w:rsid w:val="00480D6A"/>
    <w:rsid w:val="00481738"/>
    <w:rsid w:val="00486077"/>
    <w:rsid w:val="00487458"/>
    <w:rsid w:val="00494285"/>
    <w:rsid w:val="00496127"/>
    <w:rsid w:val="004A11A6"/>
    <w:rsid w:val="004A3DB2"/>
    <w:rsid w:val="004A7124"/>
    <w:rsid w:val="004C6237"/>
    <w:rsid w:val="004C6501"/>
    <w:rsid w:val="004D44F2"/>
    <w:rsid w:val="004D628F"/>
    <w:rsid w:val="004F569A"/>
    <w:rsid w:val="00503931"/>
    <w:rsid w:val="00547A9F"/>
    <w:rsid w:val="00547E0F"/>
    <w:rsid w:val="0055169C"/>
    <w:rsid w:val="00560F82"/>
    <w:rsid w:val="005615FB"/>
    <w:rsid w:val="00563D93"/>
    <w:rsid w:val="00571958"/>
    <w:rsid w:val="0057561C"/>
    <w:rsid w:val="00575F84"/>
    <w:rsid w:val="005804F7"/>
    <w:rsid w:val="00587897"/>
    <w:rsid w:val="00597929"/>
    <w:rsid w:val="00597FA6"/>
    <w:rsid w:val="005A4326"/>
    <w:rsid w:val="005B23BA"/>
    <w:rsid w:val="005B2E18"/>
    <w:rsid w:val="005C264D"/>
    <w:rsid w:val="005C60CA"/>
    <w:rsid w:val="005F3D15"/>
    <w:rsid w:val="005F489E"/>
    <w:rsid w:val="005F4915"/>
    <w:rsid w:val="005F7828"/>
    <w:rsid w:val="006044F7"/>
    <w:rsid w:val="00605522"/>
    <w:rsid w:val="00612795"/>
    <w:rsid w:val="006166F4"/>
    <w:rsid w:val="00620C5A"/>
    <w:rsid w:val="0062502C"/>
    <w:rsid w:val="006262FA"/>
    <w:rsid w:val="0062631D"/>
    <w:rsid w:val="00630EA1"/>
    <w:rsid w:val="00652CD4"/>
    <w:rsid w:val="00660DF3"/>
    <w:rsid w:val="00663179"/>
    <w:rsid w:val="006743FA"/>
    <w:rsid w:val="00681657"/>
    <w:rsid w:val="00681696"/>
    <w:rsid w:val="00691CD7"/>
    <w:rsid w:val="00692D46"/>
    <w:rsid w:val="006A39A0"/>
    <w:rsid w:val="006B23B3"/>
    <w:rsid w:val="006B7971"/>
    <w:rsid w:val="006E08AF"/>
    <w:rsid w:val="006F197E"/>
    <w:rsid w:val="006F1D26"/>
    <w:rsid w:val="006F33C4"/>
    <w:rsid w:val="006F53A5"/>
    <w:rsid w:val="006F5CC3"/>
    <w:rsid w:val="006F61D6"/>
    <w:rsid w:val="006F7421"/>
    <w:rsid w:val="007413BC"/>
    <w:rsid w:val="007550A4"/>
    <w:rsid w:val="00755440"/>
    <w:rsid w:val="00755BF5"/>
    <w:rsid w:val="0077153D"/>
    <w:rsid w:val="00773AD1"/>
    <w:rsid w:val="0077666D"/>
    <w:rsid w:val="00782F6C"/>
    <w:rsid w:val="0078799F"/>
    <w:rsid w:val="00790B4F"/>
    <w:rsid w:val="00792201"/>
    <w:rsid w:val="00793363"/>
    <w:rsid w:val="007957BB"/>
    <w:rsid w:val="007A0D43"/>
    <w:rsid w:val="007B23D1"/>
    <w:rsid w:val="007C5133"/>
    <w:rsid w:val="007D36F8"/>
    <w:rsid w:val="007D53A8"/>
    <w:rsid w:val="007F56E5"/>
    <w:rsid w:val="0080001E"/>
    <w:rsid w:val="00801B59"/>
    <w:rsid w:val="008024FE"/>
    <w:rsid w:val="00804E9C"/>
    <w:rsid w:val="00805895"/>
    <w:rsid w:val="00807260"/>
    <w:rsid w:val="00830D8D"/>
    <w:rsid w:val="0083213B"/>
    <w:rsid w:val="00832E75"/>
    <w:rsid w:val="00843527"/>
    <w:rsid w:val="0084359F"/>
    <w:rsid w:val="00845330"/>
    <w:rsid w:val="00875C4B"/>
    <w:rsid w:val="00885D92"/>
    <w:rsid w:val="00890B8A"/>
    <w:rsid w:val="008A32C7"/>
    <w:rsid w:val="008B26ED"/>
    <w:rsid w:val="008B2913"/>
    <w:rsid w:val="008D3307"/>
    <w:rsid w:val="008D517D"/>
    <w:rsid w:val="008E5ED3"/>
    <w:rsid w:val="008F3527"/>
    <w:rsid w:val="008F6B92"/>
    <w:rsid w:val="009060F9"/>
    <w:rsid w:val="00917075"/>
    <w:rsid w:val="00935140"/>
    <w:rsid w:val="009530D0"/>
    <w:rsid w:val="009538C2"/>
    <w:rsid w:val="00954731"/>
    <w:rsid w:val="00956349"/>
    <w:rsid w:val="009644DE"/>
    <w:rsid w:val="00971C5B"/>
    <w:rsid w:val="009738E7"/>
    <w:rsid w:val="00974369"/>
    <w:rsid w:val="0098440F"/>
    <w:rsid w:val="009901D6"/>
    <w:rsid w:val="00995468"/>
    <w:rsid w:val="009B735D"/>
    <w:rsid w:val="009C2A28"/>
    <w:rsid w:val="009C4D8F"/>
    <w:rsid w:val="009D4452"/>
    <w:rsid w:val="009D762C"/>
    <w:rsid w:val="009F2B35"/>
    <w:rsid w:val="009F456F"/>
    <w:rsid w:val="00A0417D"/>
    <w:rsid w:val="00A05A73"/>
    <w:rsid w:val="00A10E02"/>
    <w:rsid w:val="00A12BFD"/>
    <w:rsid w:val="00A234BC"/>
    <w:rsid w:val="00A337E5"/>
    <w:rsid w:val="00A33EC2"/>
    <w:rsid w:val="00A51AF2"/>
    <w:rsid w:val="00A66BB4"/>
    <w:rsid w:val="00A714C8"/>
    <w:rsid w:val="00A72CB5"/>
    <w:rsid w:val="00A90637"/>
    <w:rsid w:val="00A91752"/>
    <w:rsid w:val="00A9551B"/>
    <w:rsid w:val="00AA62FB"/>
    <w:rsid w:val="00AC4BA7"/>
    <w:rsid w:val="00AD6E86"/>
    <w:rsid w:val="00AE61EC"/>
    <w:rsid w:val="00AF5ABB"/>
    <w:rsid w:val="00AF65BF"/>
    <w:rsid w:val="00B04D2E"/>
    <w:rsid w:val="00B068CA"/>
    <w:rsid w:val="00B179B7"/>
    <w:rsid w:val="00B26DA4"/>
    <w:rsid w:val="00B31614"/>
    <w:rsid w:val="00B339F0"/>
    <w:rsid w:val="00B37401"/>
    <w:rsid w:val="00B41054"/>
    <w:rsid w:val="00B45276"/>
    <w:rsid w:val="00B55E10"/>
    <w:rsid w:val="00B57691"/>
    <w:rsid w:val="00B66C91"/>
    <w:rsid w:val="00B75D4F"/>
    <w:rsid w:val="00B92563"/>
    <w:rsid w:val="00B93367"/>
    <w:rsid w:val="00BA2B13"/>
    <w:rsid w:val="00BA4FF3"/>
    <w:rsid w:val="00BA6074"/>
    <w:rsid w:val="00BA73C3"/>
    <w:rsid w:val="00BD577C"/>
    <w:rsid w:val="00BD633D"/>
    <w:rsid w:val="00BD7639"/>
    <w:rsid w:val="00BE28E6"/>
    <w:rsid w:val="00BE4AAE"/>
    <w:rsid w:val="00BF6812"/>
    <w:rsid w:val="00C010CA"/>
    <w:rsid w:val="00C073B3"/>
    <w:rsid w:val="00C10BDF"/>
    <w:rsid w:val="00C2730C"/>
    <w:rsid w:val="00C30DC4"/>
    <w:rsid w:val="00C35F03"/>
    <w:rsid w:val="00C44C9B"/>
    <w:rsid w:val="00C45C2F"/>
    <w:rsid w:val="00C4675E"/>
    <w:rsid w:val="00C56959"/>
    <w:rsid w:val="00C60C5B"/>
    <w:rsid w:val="00C64311"/>
    <w:rsid w:val="00C72107"/>
    <w:rsid w:val="00C73951"/>
    <w:rsid w:val="00C7496F"/>
    <w:rsid w:val="00C8348D"/>
    <w:rsid w:val="00C931E7"/>
    <w:rsid w:val="00CA29F9"/>
    <w:rsid w:val="00CA6DE4"/>
    <w:rsid w:val="00CB4325"/>
    <w:rsid w:val="00CB4558"/>
    <w:rsid w:val="00CB5DE8"/>
    <w:rsid w:val="00CB767C"/>
    <w:rsid w:val="00CC2C8A"/>
    <w:rsid w:val="00CC5377"/>
    <w:rsid w:val="00CC555E"/>
    <w:rsid w:val="00CC5F70"/>
    <w:rsid w:val="00CC7B29"/>
    <w:rsid w:val="00CD07CB"/>
    <w:rsid w:val="00CD1692"/>
    <w:rsid w:val="00CF3B5F"/>
    <w:rsid w:val="00D02FA9"/>
    <w:rsid w:val="00D03334"/>
    <w:rsid w:val="00D17DF8"/>
    <w:rsid w:val="00D2273B"/>
    <w:rsid w:val="00D22740"/>
    <w:rsid w:val="00D26412"/>
    <w:rsid w:val="00D3283E"/>
    <w:rsid w:val="00D33115"/>
    <w:rsid w:val="00D33685"/>
    <w:rsid w:val="00D3713E"/>
    <w:rsid w:val="00D52CA9"/>
    <w:rsid w:val="00D54625"/>
    <w:rsid w:val="00D705F3"/>
    <w:rsid w:val="00D72DF6"/>
    <w:rsid w:val="00D764A9"/>
    <w:rsid w:val="00D8508D"/>
    <w:rsid w:val="00D92761"/>
    <w:rsid w:val="00D956C6"/>
    <w:rsid w:val="00D95A58"/>
    <w:rsid w:val="00D9658F"/>
    <w:rsid w:val="00DA150E"/>
    <w:rsid w:val="00DA230A"/>
    <w:rsid w:val="00DB6003"/>
    <w:rsid w:val="00DC5070"/>
    <w:rsid w:val="00DC60D9"/>
    <w:rsid w:val="00DD1922"/>
    <w:rsid w:val="00DD2EC1"/>
    <w:rsid w:val="00DD7072"/>
    <w:rsid w:val="00DE64AF"/>
    <w:rsid w:val="00DF7B0F"/>
    <w:rsid w:val="00E02074"/>
    <w:rsid w:val="00E0220D"/>
    <w:rsid w:val="00E17E1E"/>
    <w:rsid w:val="00E21AA7"/>
    <w:rsid w:val="00E249EF"/>
    <w:rsid w:val="00E26D87"/>
    <w:rsid w:val="00E43300"/>
    <w:rsid w:val="00E516D3"/>
    <w:rsid w:val="00E52C3A"/>
    <w:rsid w:val="00E56329"/>
    <w:rsid w:val="00E629BC"/>
    <w:rsid w:val="00E670EE"/>
    <w:rsid w:val="00E74DA9"/>
    <w:rsid w:val="00E84247"/>
    <w:rsid w:val="00E8795F"/>
    <w:rsid w:val="00E90C93"/>
    <w:rsid w:val="00EB7D6F"/>
    <w:rsid w:val="00EC0CD4"/>
    <w:rsid w:val="00EC389B"/>
    <w:rsid w:val="00EC42D8"/>
    <w:rsid w:val="00ED7340"/>
    <w:rsid w:val="00ED74D4"/>
    <w:rsid w:val="00EE193F"/>
    <w:rsid w:val="00EE57A4"/>
    <w:rsid w:val="00EE6B3C"/>
    <w:rsid w:val="00EF2084"/>
    <w:rsid w:val="00F01847"/>
    <w:rsid w:val="00F10BBD"/>
    <w:rsid w:val="00F11AF7"/>
    <w:rsid w:val="00F14683"/>
    <w:rsid w:val="00F16B26"/>
    <w:rsid w:val="00F17834"/>
    <w:rsid w:val="00F23C6C"/>
    <w:rsid w:val="00F25D59"/>
    <w:rsid w:val="00F35401"/>
    <w:rsid w:val="00F408E9"/>
    <w:rsid w:val="00F43754"/>
    <w:rsid w:val="00F52228"/>
    <w:rsid w:val="00F57C14"/>
    <w:rsid w:val="00F61F65"/>
    <w:rsid w:val="00F6310C"/>
    <w:rsid w:val="00F63CD4"/>
    <w:rsid w:val="00F650A2"/>
    <w:rsid w:val="00F72D32"/>
    <w:rsid w:val="00F743C6"/>
    <w:rsid w:val="00F7648A"/>
    <w:rsid w:val="00F76CB9"/>
    <w:rsid w:val="00F806D3"/>
    <w:rsid w:val="00F80A3E"/>
    <w:rsid w:val="00F84835"/>
    <w:rsid w:val="00F8628C"/>
    <w:rsid w:val="00F95FAE"/>
    <w:rsid w:val="00F9697B"/>
    <w:rsid w:val="00FA06FF"/>
    <w:rsid w:val="00FA13EC"/>
    <w:rsid w:val="00FE583F"/>
    <w:rsid w:val="00FE63A3"/>
    <w:rsid w:val="00FE7320"/>
    <w:rsid w:val="00FE7585"/>
    <w:rsid w:val="00FF1AC6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B0DBA6C"/>
  <w15:docId w15:val="{FAD5A90E-D810-4186-ACE2-2943C736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1D"/>
    <w:pPr>
      <w:spacing w:after="160" w:line="25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qFormat/>
    <w:rsid w:val="000F0C37"/>
    <w:pPr>
      <w:keepNext/>
      <w:keepLines/>
      <w:numPr>
        <w:numId w:val="6"/>
      </w:numPr>
      <w:pBdr>
        <w:bottom w:val="single" w:sz="4" w:space="1" w:color="0070C0"/>
      </w:pBdr>
      <w:tabs>
        <w:tab w:val="left" w:pos="1276"/>
      </w:tabs>
      <w:spacing w:before="480" w:after="0" w:line="240" w:lineRule="auto"/>
      <w:ind w:left="0" w:hanging="11"/>
      <w:outlineLvl w:val="0"/>
    </w:pPr>
    <w:rPr>
      <w:rFonts w:eastAsiaTheme="majorEastAsia" w:cs="Arial"/>
      <w:b/>
      <w:bCs/>
      <w:szCs w:val="20"/>
    </w:rPr>
  </w:style>
  <w:style w:type="paragraph" w:styleId="Titre2">
    <w:name w:val="heading 2"/>
    <w:basedOn w:val="Titre1"/>
    <w:next w:val="Normal"/>
    <w:link w:val="Titre2Car"/>
    <w:unhideWhenUsed/>
    <w:qFormat/>
    <w:rsid w:val="003F0D8A"/>
    <w:pPr>
      <w:numPr>
        <w:ilvl w:val="1"/>
      </w:numPr>
      <w:spacing w:before="360"/>
      <w:outlineLvl w:val="1"/>
    </w:pPr>
    <w:rPr>
      <w:bCs w:val="0"/>
      <w:color w:val="7030A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845330"/>
    <w:pPr>
      <w:keepNext/>
      <w:keepLines/>
      <w:spacing w:before="240" w:after="120" w:line="257" w:lineRule="auto"/>
      <w:ind w:left="720" w:hanging="11"/>
      <w:outlineLvl w:val="2"/>
    </w:pPr>
    <w:rPr>
      <w:rFonts w:cstheme="majorBidi"/>
      <w:b/>
      <w:color w:val="394B5A" w:themeColor="accent1" w:themeShade="7F"/>
      <w:szCs w:val="20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A0417D"/>
    <w:pPr>
      <w:keepNext/>
      <w:spacing w:line="257" w:lineRule="auto"/>
      <w:jc w:val="center"/>
      <w:outlineLvl w:val="3"/>
    </w:pPr>
    <w:rPr>
      <w:rFonts w:eastAsia="Times New Roman" w:cs="Times New Roman"/>
      <w:b/>
      <w:sz w:val="32"/>
      <w:szCs w:val="3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2631D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2631D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62631D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2631D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631D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0C37"/>
    <w:rPr>
      <w:rFonts w:ascii="Arial" w:eastAsiaTheme="majorEastAsia" w:hAnsi="Arial" w:cs="Arial"/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rsid w:val="00A0417D"/>
    <w:rPr>
      <w:rFonts w:ascii="Arial" w:eastAsia="Times New Roman" w:hAnsi="Arial" w:cs="Times New Roman"/>
      <w:b/>
      <w:sz w:val="32"/>
      <w:szCs w:val="32"/>
    </w:rPr>
  </w:style>
  <w:style w:type="character" w:styleId="lev">
    <w:name w:val="Strong"/>
    <w:basedOn w:val="Policepardfaut"/>
    <w:uiPriority w:val="22"/>
    <w:qFormat/>
    <w:rsid w:val="00E8795F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E8795F"/>
    <w:pPr>
      <w:ind w:left="720"/>
      <w:contextualSpacing/>
    </w:pPr>
    <w:rPr>
      <w:rFonts w:eastAsia="Times New Roman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795F"/>
    <w:pPr>
      <w:spacing w:line="276" w:lineRule="auto"/>
      <w:outlineLvl w:val="9"/>
    </w:pPr>
    <w:rPr>
      <w:b w:val="0"/>
    </w:rPr>
  </w:style>
  <w:style w:type="paragraph" w:styleId="Titre">
    <w:name w:val="Title"/>
    <w:basedOn w:val="Normal"/>
    <w:next w:val="Normal"/>
    <w:link w:val="TitreCar"/>
    <w:uiPriority w:val="10"/>
    <w:qFormat/>
    <w:rsid w:val="00E8795F"/>
    <w:pPr>
      <w:pBdr>
        <w:bottom w:val="single" w:sz="8" w:space="4" w:color="7E97AD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795F"/>
    <w:rPr>
      <w:rFonts w:asciiTheme="majorHAnsi" w:eastAsiaTheme="majorEastAsia" w:hAnsiTheme="majorHAnsi" w:cstheme="majorBidi"/>
      <w:b/>
      <w:color w:val="17181A" w:themeColor="text2" w:themeShade="BF"/>
      <w:spacing w:val="5"/>
      <w:kern w:val="28"/>
      <w:sz w:val="52"/>
      <w:szCs w:val="52"/>
      <w:lang w:eastAsia="fr-FR"/>
    </w:rPr>
  </w:style>
  <w:style w:type="character" w:customStyle="1" w:styleId="Titre2Car">
    <w:name w:val="Titre 2 Car"/>
    <w:basedOn w:val="Policepardfaut"/>
    <w:link w:val="Titre2"/>
    <w:rsid w:val="003F0D8A"/>
    <w:rPr>
      <w:rFonts w:ascii="Arial" w:eastAsiaTheme="majorEastAsia" w:hAnsi="Arial" w:cs="Arial"/>
      <w:b/>
      <w:color w:val="7030A0"/>
      <w:sz w:val="20"/>
      <w:szCs w:val="26"/>
    </w:rPr>
  </w:style>
  <w:style w:type="character" w:customStyle="1" w:styleId="Titre3Car">
    <w:name w:val="Titre 3 Car"/>
    <w:basedOn w:val="Policepardfaut"/>
    <w:link w:val="Titre3"/>
    <w:rsid w:val="00845330"/>
    <w:rPr>
      <w:rFonts w:ascii="Arial" w:hAnsi="Arial" w:cstheme="majorBidi"/>
      <w:b/>
      <w:color w:val="394B5A" w:themeColor="accent1" w:themeShade="7F"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semiHidden/>
    <w:rsid w:val="0062631D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itre6Car">
    <w:name w:val="Titre 6 Car"/>
    <w:basedOn w:val="Policepardfaut"/>
    <w:link w:val="Titre6"/>
    <w:semiHidden/>
    <w:rsid w:val="0062631D"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9"/>
    <w:semiHidden/>
    <w:rsid w:val="0062631D"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itre8Car">
    <w:name w:val="Titre 8 Car"/>
    <w:basedOn w:val="Policepardfaut"/>
    <w:link w:val="Titre8"/>
    <w:semiHidden/>
    <w:rsid w:val="00626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26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62631D"/>
    <w:rPr>
      <w:color w:val="646464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2631D"/>
    <w:rPr>
      <w:color w:val="969696" w:themeColor="followed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263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2631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2631D"/>
    <w:pPr>
      <w:spacing w:after="100"/>
      <w:ind w:left="440"/>
    </w:pPr>
  </w:style>
  <w:style w:type="paragraph" w:styleId="Commentaire">
    <w:name w:val="annotation text"/>
    <w:basedOn w:val="Normal"/>
    <w:link w:val="CommentaireCar"/>
    <w:semiHidden/>
    <w:unhideWhenUsed/>
    <w:rsid w:val="0062631D"/>
    <w:pPr>
      <w:spacing w:after="0" w:line="240" w:lineRule="auto"/>
      <w:ind w:firstLine="284"/>
    </w:pPr>
    <w:rPr>
      <w:rFonts w:ascii="LinePrinter" w:eastAsia="Times New Roman" w:hAnsi="LinePrinter" w:cs="Times New Roman"/>
      <w:szCs w:val="20"/>
      <w:lang w:val="en-US" w:eastAsia="fr-FR"/>
    </w:rPr>
  </w:style>
  <w:style w:type="character" w:customStyle="1" w:styleId="CommentaireCar">
    <w:name w:val="Commentaire Car"/>
    <w:basedOn w:val="Policepardfaut"/>
    <w:link w:val="Commentaire"/>
    <w:semiHidden/>
    <w:rsid w:val="0062631D"/>
    <w:rPr>
      <w:rFonts w:ascii="LinePrinter" w:eastAsia="Times New Roman" w:hAnsi="LinePrinter" w:cs="Times New Roman"/>
      <w:sz w:val="20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62631D"/>
    <w:pPr>
      <w:tabs>
        <w:tab w:val="center" w:pos="4536"/>
        <w:tab w:val="right" w:pos="9072"/>
      </w:tabs>
      <w:spacing w:after="0" w:line="240" w:lineRule="auto"/>
      <w:ind w:firstLine="284"/>
    </w:pPr>
    <w:rPr>
      <w:rFonts w:eastAsia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62631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</w:pPr>
    <w:rPr>
      <w:rFonts w:eastAsia="Times New Roman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62631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631D"/>
    <w:pPr>
      <w:spacing w:after="160"/>
      <w:ind w:firstLine="0"/>
    </w:pPr>
    <w:rPr>
      <w:rFonts w:asciiTheme="minorHAnsi" w:eastAsiaTheme="minorHAnsi" w:hAnsiTheme="minorHAnsi" w:cstheme="minorBidi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631D"/>
    <w:rPr>
      <w:rFonts w:ascii="LinePrinter" w:eastAsia="Times New Roman" w:hAnsi="LinePrinter" w:cs="Times New Roman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31D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locked/>
    <w:rsid w:val="0062631D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ParagrapheCar">
    <w:name w:val="Paragraphe Car"/>
    <w:link w:val="Paragraphe"/>
    <w:qFormat/>
    <w:locked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Paragraphe">
    <w:name w:val="Paragraphe"/>
    <w:basedOn w:val="Normal"/>
    <w:link w:val="ParagrapheCar"/>
    <w:qFormat/>
    <w:rsid w:val="0062631D"/>
    <w:pPr>
      <w:spacing w:before="120"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aragraphe2">
    <w:name w:val="Paragraphe 2"/>
    <w:basedOn w:val="Paragraphe"/>
    <w:qFormat/>
    <w:rsid w:val="0062631D"/>
    <w:pPr>
      <w:ind w:left="284"/>
    </w:pPr>
  </w:style>
  <w:style w:type="paragraph" w:customStyle="1" w:styleId="Puces">
    <w:name w:val="Puces"/>
    <w:basedOn w:val="Paragraphedeliste"/>
    <w:qFormat/>
    <w:rsid w:val="0062631D"/>
    <w:pPr>
      <w:numPr>
        <w:numId w:val="1"/>
      </w:numPr>
      <w:tabs>
        <w:tab w:val="num" w:pos="360"/>
      </w:tabs>
      <w:ind w:left="720" w:firstLine="284"/>
    </w:pPr>
  </w:style>
  <w:style w:type="paragraph" w:customStyle="1" w:styleId="Pucesnumro">
    <w:name w:val="Puces numéro"/>
    <w:basedOn w:val="Normal"/>
    <w:qFormat/>
    <w:rsid w:val="0062631D"/>
    <w:pPr>
      <w:numPr>
        <w:numId w:val="2"/>
      </w:numPr>
      <w:spacing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uces2">
    <w:name w:val="Puces 2"/>
    <w:basedOn w:val="Puces"/>
    <w:qFormat/>
    <w:rsid w:val="0062631D"/>
    <w:pPr>
      <w:numPr>
        <w:numId w:val="3"/>
      </w:numPr>
      <w:tabs>
        <w:tab w:val="num" w:pos="360"/>
      </w:tabs>
      <w:ind w:left="1134" w:hanging="567"/>
    </w:pPr>
  </w:style>
  <w:style w:type="paragraph" w:customStyle="1" w:styleId="CharChar1">
    <w:name w:val="Char Char1"/>
    <w:basedOn w:val="Normal"/>
    <w:rsid w:val="0062631D"/>
    <w:pPr>
      <w:spacing w:line="240" w:lineRule="exact"/>
      <w:jc w:val="left"/>
    </w:pPr>
    <w:rPr>
      <w:rFonts w:ascii="Verdana" w:eastAsia="Times New Roman" w:hAnsi="Verdana" w:cs="Times New Roman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2631D"/>
    <w:rPr>
      <w:sz w:val="16"/>
      <w:szCs w:val="16"/>
    </w:rPr>
  </w:style>
  <w:style w:type="character" w:customStyle="1" w:styleId="fontstyle01">
    <w:name w:val="fontstyle01"/>
    <w:basedOn w:val="Policepardfaut"/>
    <w:rsid w:val="0062631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ous-titre">
    <w:name w:val="sous-titre"/>
    <w:basedOn w:val="Policepardfaut"/>
    <w:rsid w:val="0062631D"/>
  </w:style>
  <w:style w:type="character" w:customStyle="1" w:styleId="object">
    <w:name w:val="object"/>
    <w:basedOn w:val="Policepardfaut"/>
    <w:rsid w:val="0062631D"/>
  </w:style>
  <w:style w:type="table" w:styleId="Grilledutableau">
    <w:name w:val="Table Grid"/>
    <w:basedOn w:val="TableauNormal"/>
    <w:uiPriority w:val="99"/>
    <w:rsid w:val="0062631D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2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4">
    <w:name w:val="s4"/>
    <w:basedOn w:val="Policepardfaut"/>
    <w:rsid w:val="0062631D"/>
  </w:style>
  <w:style w:type="paragraph" w:customStyle="1" w:styleId="s8">
    <w:name w:val="s8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7">
    <w:name w:val="s7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3">
    <w:name w:val="s3"/>
    <w:basedOn w:val="Policepardfaut"/>
    <w:rsid w:val="0062631D"/>
  </w:style>
  <w:style w:type="paragraph" w:styleId="Pieddepage">
    <w:name w:val="footer"/>
    <w:basedOn w:val="Normal"/>
    <w:link w:val="PieddepageCar"/>
    <w:uiPriority w:val="99"/>
    <w:unhideWhenUsed/>
    <w:rsid w:val="007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5133"/>
    <w:rPr>
      <w:rFonts w:ascii="Arial" w:hAnsi="Arial"/>
      <w:sz w:val="20"/>
    </w:rPr>
  </w:style>
  <w:style w:type="character" w:styleId="Accentuation">
    <w:name w:val="Emphasis"/>
    <w:basedOn w:val="Policepardfaut"/>
    <w:uiPriority w:val="20"/>
    <w:qFormat/>
    <w:rsid w:val="00E17E1E"/>
    <w:rPr>
      <w:i/>
      <w:iCs/>
    </w:rPr>
  </w:style>
  <w:style w:type="character" w:styleId="Textedelespacerserv">
    <w:name w:val="Placeholder Text"/>
    <w:basedOn w:val="Policepardfaut"/>
    <w:uiPriority w:val="99"/>
    <w:semiHidden/>
    <w:rsid w:val="006044F7"/>
    <w:rPr>
      <w:color w:val="808080"/>
    </w:rPr>
  </w:style>
  <w:style w:type="paragraph" w:customStyle="1" w:styleId="paragraphe0">
    <w:name w:val="paragraphe"/>
    <w:qFormat/>
    <w:rsid w:val="00956349"/>
    <w:pPr>
      <w:numPr>
        <w:ilvl w:val="12"/>
      </w:numPr>
      <w:shd w:val="clear" w:color="auto" w:fill="FFFFFF"/>
      <w:spacing w:before="1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F43754"/>
  </w:style>
  <w:style w:type="character" w:styleId="Rfrencelgre">
    <w:name w:val="Subtle Reference"/>
    <w:basedOn w:val="Policepardfaut"/>
    <w:uiPriority w:val="31"/>
    <w:qFormat/>
    <w:rsid w:val="00F43754"/>
    <w:rPr>
      <w:smallCaps/>
      <w:color w:val="CC8E60" w:themeColor="accent2"/>
      <w:u w:val="single"/>
    </w:rPr>
  </w:style>
  <w:style w:type="paragraph" w:customStyle="1" w:styleId="pucepouvoir">
    <w:name w:val="puce_pouvoir"/>
    <w:basedOn w:val="Normal"/>
    <w:qFormat/>
    <w:rsid w:val="00BA4FF3"/>
    <w:pPr>
      <w:numPr>
        <w:numId w:val="4"/>
      </w:numPr>
      <w:spacing w:before="480" w:after="0" w:line="240" w:lineRule="auto"/>
    </w:pPr>
    <w:rPr>
      <w:rFonts w:ascii="Arial Gras" w:eastAsia="Times New Roman" w:hAnsi="Arial Gras" w:cs="Arial"/>
      <w:b/>
      <w:sz w:val="22"/>
      <w:szCs w:val="20"/>
      <w:lang w:eastAsia="fr-FR"/>
    </w:rPr>
  </w:style>
  <w:style w:type="paragraph" w:customStyle="1" w:styleId="fcase1ertab">
    <w:name w:val="f_case_1ertab"/>
    <w:basedOn w:val="Normal"/>
    <w:rsid w:val="00BA4FF3"/>
    <w:pPr>
      <w:tabs>
        <w:tab w:val="left" w:pos="426"/>
      </w:tabs>
      <w:spacing w:after="0" w:line="240" w:lineRule="auto"/>
      <w:ind w:left="709" w:hanging="709"/>
    </w:pPr>
    <w:rPr>
      <w:rFonts w:ascii="Univers" w:eastAsia="Times New Roman" w:hAnsi="Univers" w:cs="Times New Roman"/>
      <w:szCs w:val="20"/>
      <w:lang w:eastAsia="fr-FR"/>
    </w:rPr>
  </w:style>
  <w:style w:type="paragraph" w:customStyle="1" w:styleId="fcasegauche">
    <w:name w:val="f_case_gauche"/>
    <w:basedOn w:val="Normal"/>
    <w:rsid w:val="00BA4FF3"/>
    <w:pPr>
      <w:spacing w:after="60" w:line="240" w:lineRule="auto"/>
      <w:ind w:left="284" w:hanging="284"/>
    </w:pPr>
    <w:rPr>
      <w:rFonts w:ascii="Univers (WN)" w:eastAsia="Times New Roman" w:hAnsi="Univers (WN)" w:cs="Times New Roman"/>
      <w:szCs w:val="20"/>
      <w:lang w:eastAsia="fr-FR"/>
    </w:rPr>
  </w:style>
  <w:style w:type="paragraph" w:customStyle="1" w:styleId="CarCar1">
    <w:name w:val="Car Car1"/>
    <w:basedOn w:val="Normal"/>
    <w:rsid w:val="00BA4FF3"/>
    <w:pPr>
      <w:spacing w:line="240" w:lineRule="exact"/>
    </w:pPr>
    <w:rPr>
      <w:rFonts w:ascii="Arial Narrow" w:eastAsia="Times New Roman" w:hAnsi="Arial Narrow" w:cs="Times New Roman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04F40"/>
    <w:pPr>
      <w:spacing w:after="120" w:line="240" w:lineRule="auto"/>
      <w:ind w:left="283" w:firstLine="284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04F40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8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0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jol001\Documents\Proc&#233;dures\Doc%20type%20MAPA\CCP%20ty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4211D403084FD6BBEDBFFD350FCF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165817-3F37-4784-A5C2-E44B2B553002}"/>
      </w:docPartPr>
      <w:docPartBody>
        <w:p w:rsidR="00636C88" w:rsidRDefault="005761A0" w:rsidP="005761A0">
          <w:pPr>
            <w:pStyle w:val="834211D403084FD6BBEDBFFD350FCF0D8"/>
          </w:pPr>
          <w:r w:rsidRPr="00660DF3">
            <w:rPr>
              <w:rStyle w:val="Textedelespacerserv"/>
              <w:rFonts w:eastAsiaTheme="majorEastAsia"/>
              <w:b/>
              <w:color w:val="0000FF"/>
            </w:rPr>
            <w:t>Choisissez un élément.</w:t>
          </w:r>
        </w:p>
      </w:docPartBody>
    </w:docPart>
    <w:docPart>
      <w:docPartPr>
        <w:name w:val="9395EA9D7F734DA4A4BF83AA2AF96E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F221F2-28C8-41BD-B8FE-EB62A5ACBF05}"/>
      </w:docPartPr>
      <w:docPartBody>
        <w:p w:rsidR="008E58DD" w:rsidRDefault="0082672E" w:rsidP="0082672E">
          <w:pPr>
            <w:pStyle w:val="9395EA9D7F734DA4A4BF83AA2AF96E553"/>
          </w:pPr>
          <w:r w:rsidRPr="00755BF5">
            <w:rPr>
              <w:rStyle w:val="Textedelespacerserv"/>
              <w:b/>
              <w:color w:val="0000FF"/>
            </w:rPr>
            <w:t>Choisissez un élément.</w:t>
          </w:r>
        </w:p>
      </w:docPartBody>
    </w:docPart>
    <w:docPart>
      <w:docPartPr>
        <w:name w:val="451FA5E0859743BDA646319DEF905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68AE35-9A2F-40CA-A81C-E256FCB17646}"/>
      </w:docPartPr>
      <w:docPartBody>
        <w:p w:rsidR="00683E3F" w:rsidRDefault="00392166" w:rsidP="00392166">
          <w:pPr>
            <w:pStyle w:val="451FA5E0859743BDA646319DEF905ACB"/>
          </w:pPr>
          <w:r>
            <w:rPr>
              <w:b/>
              <w:color w:val="0033CC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11A67"/>
    <w:multiLevelType w:val="multilevel"/>
    <w:tmpl w:val="36666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1471858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F4D"/>
    <w:rsid w:val="0007792E"/>
    <w:rsid w:val="001533DD"/>
    <w:rsid w:val="00193C47"/>
    <w:rsid w:val="001C32AF"/>
    <w:rsid w:val="002B61D8"/>
    <w:rsid w:val="00392166"/>
    <w:rsid w:val="004D7FD7"/>
    <w:rsid w:val="005677A0"/>
    <w:rsid w:val="005761A0"/>
    <w:rsid w:val="00636C88"/>
    <w:rsid w:val="00683E3F"/>
    <w:rsid w:val="008216DA"/>
    <w:rsid w:val="0082672E"/>
    <w:rsid w:val="008E58DD"/>
    <w:rsid w:val="00A91186"/>
    <w:rsid w:val="00AA13E0"/>
    <w:rsid w:val="00B14807"/>
    <w:rsid w:val="00B14C08"/>
    <w:rsid w:val="00C2730C"/>
    <w:rsid w:val="00C66571"/>
    <w:rsid w:val="00F95F4D"/>
    <w:rsid w:val="00F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677A0"/>
    <w:rPr>
      <w:color w:val="808080"/>
    </w:rPr>
  </w:style>
  <w:style w:type="paragraph" w:customStyle="1" w:styleId="834211D403084FD6BBEDBFFD350FCF0D8">
    <w:name w:val="834211D403084FD6BBEDBFFD350FCF0D8"/>
    <w:rsid w:val="005761A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451FA5E0859743BDA646319DEF905ACB">
    <w:name w:val="451FA5E0859743BDA646319DEF905ACB"/>
    <w:rsid w:val="00392166"/>
    <w:pPr>
      <w:spacing w:before="120" w:after="0" w:line="240" w:lineRule="auto"/>
      <w:ind w:left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95EA9D7F734DA4A4BF83AA2AF96E553">
    <w:name w:val="9395EA9D7F734DA4A4BF83AA2AF96E553"/>
    <w:rsid w:val="0082672E"/>
    <w:pPr>
      <w:spacing w:after="160" w:line="256" w:lineRule="auto"/>
      <w:jc w:val="both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FEFC-AA94-40A6-836E-11BD183C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 type.dotx</Template>
  <TotalTime>51</TotalTime>
  <Pages>8</Pages>
  <Words>862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Pujol</dc:creator>
  <cp:lastModifiedBy>Hugo Hamoudi</cp:lastModifiedBy>
  <cp:revision>25</cp:revision>
  <cp:lastPrinted>2018-05-23T12:05:00Z</cp:lastPrinted>
  <dcterms:created xsi:type="dcterms:W3CDTF">2022-05-16T12:53:00Z</dcterms:created>
  <dcterms:modified xsi:type="dcterms:W3CDTF">2026-02-18T11:05:00Z</dcterms:modified>
</cp:coreProperties>
</file>