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41DA" w14:textId="33E22542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5E53DFC" w14:textId="77777777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687B4B5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6F2C3428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0DD9C969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p w14:paraId="771083C1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56"/>
      </w:tblGrid>
      <w:tr w:rsidR="00F82F2C" w:rsidRPr="00304636" w14:paraId="190A0EA1" w14:textId="77777777" w:rsidTr="00F82F2C">
        <w:tc>
          <w:tcPr>
            <w:tcW w:w="9629" w:type="dxa"/>
            <w:shd w:val="clear" w:color="auto" w:fill="4472C4" w:themeFill="accent5"/>
          </w:tcPr>
          <w:p w14:paraId="4F9B6F4F" w14:textId="583B13D9" w:rsidR="00533725" w:rsidRPr="00304636" w:rsidRDefault="00861989" w:rsidP="00A72767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="Marianne" w:hAnsi="Marianne" w:cs="Arial"/>
                <w:b/>
                <w:color w:val="FFFFFF" w:themeColor="background1"/>
                <w:sz w:val="20"/>
              </w:rPr>
            </w:pPr>
            <w:r w:rsidRP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t xml:space="preserve">Marché N° </w: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begin"/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instrText xml:space="preserve"> COMMENTS  2026_FCS_001_NTE  \* MERGEFORMAT </w:instrTex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separate"/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t>2026_FCS_001_NTE</w: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end"/>
            </w:r>
          </w:p>
        </w:tc>
      </w:tr>
    </w:tbl>
    <w:p w14:paraId="31E003AA" w14:textId="77777777" w:rsidR="00185395" w:rsidRPr="00304636" w:rsidRDefault="00185395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36"/>
      </w:tblGrid>
      <w:tr w:rsidR="00185395" w:rsidRPr="00304636" w14:paraId="70FF7B4D" w14:textId="77777777" w:rsidTr="00185395">
        <w:tc>
          <w:tcPr>
            <w:tcW w:w="9346" w:type="dxa"/>
          </w:tcPr>
          <w:p w14:paraId="79F96E0A" w14:textId="0CEF6E75" w:rsidR="00185395" w:rsidRPr="00304636" w:rsidRDefault="00BD6DA4" w:rsidP="00861989">
            <w:pPr>
              <w:spacing w:before="120" w:after="120"/>
              <w:ind w:left="273" w:right="419"/>
              <w:jc w:val="center"/>
              <w:rPr>
                <w:rFonts w:ascii="Marianne" w:hAnsi="Marianne" w:cs="Arial"/>
                <w:b/>
                <w:bCs/>
              </w:rPr>
            </w:pPr>
            <w:r w:rsidRPr="00BD6DA4">
              <w:rPr>
                <w:rFonts w:ascii="Marianne" w:hAnsi="Marianne" w:cs="Arial"/>
                <w:b/>
                <w:bCs/>
              </w:rPr>
              <w:t>MISE A DISPOSITION, IMPLANTATION ET EXPLOITATION DE DISTRIBUTEURS DE RESTAURATION D’APPOINT PAR AUTOMATE DE PLATS A TARIFICATION SOCIALE</w:t>
            </w:r>
          </w:p>
        </w:tc>
      </w:tr>
    </w:tbl>
    <w:p w14:paraId="142A3AFA" w14:textId="77777777" w:rsidR="00F82F2C" w:rsidRPr="00304636" w:rsidRDefault="00F82F2C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46"/>
      </w:tblGrid>
      <w:tr w:rsidR="00F82F2C" w:rsidRPr="00304636" w14:paraId="37617774" w14:textId="77777777" w:rsidTr="00F82F2C">
        <w:tc>
          <w:tcPr>
            <w:tcW w:w="9346" w:type="dxa"/>
            <w:shd w:val="clear" w:color="auto" w:fill="4472C4" w:themeFill="accent5"/>
          </w:tcPr>
          <w:p w14:paraId="619A931D" w14:textId="77777777" w:rsidR="00F82F2C" w:rsidRDefault="00F82F2C" w:rsidP="00EE2B59">
            <w:pPr>
              <w:pStyle w:val="Corpsdetexte"/>
              <w:shd w:val="clear" w:color="auto" w:fill="auto"/>
              <w:spacing w:before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 w:rsidRPr="00304636"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CADRE DE REPONSE TECHNIQUE</w:t>
            </w:r>
          </w:p>
          <w:p w14:paraId="78E6730D" w14:textId="77777777" w:rsidR="00EE2B59" w:rsidRDefault="00EE2B59" w:rsidP="00EE2B59">
            <w:pPr>
              <w:pStyle w:val="Corpsdetexte"/>
              <w:shd w:val="clear" w:color="auto" w:fill="auto"/>
              <w:spacing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CRT</w:t>
            </w:r>
          </w:p>
          <w:p w14:paraId="332541FE" w14:textId="5BC68A1E" w:rsidR="00A10639" w:rsidRPr="00304636" w:rsidRDefault="00D26CFB" w:rsidP="00EE2B59">
            <w:pPr>
              <w:pStyle w:val="Corpsdetexte"/>
              <w:shd w:val="clear" w:color="auto" w:fill="auto"/>
              <w:spacing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 w:rsidRPr="00D26CFB"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Lot 2 : département 49</w:t>
            </w:r>
          </w:p>
        </w:tc>
      </w:tr>
    </w:tbl>
    <w:p w14:paraId="3130703D" w14:textId="77777777" w:rsidR="00185395" w:rsidRPr="00304636" w:rsidRDefault="00185395" w:rsidP="00185395">
      <w:pPr>
        <w:pStyle w:val="Corpsdetexte"/>
        <w:spacing w:before="240" w:after="240"/>
        <w:ind w:right="0"/>
        <w:rPr>
          <w:rFonts w:ascii="Marianne" w:hAnsi="Marianne" w:cs="Arial"/>
          <w:sz w:val="20"/>
        </w:rPr>
      </w:pPr>
    </w:p>
    <w:p w14:paraId="2A4E987F" w14:textId="77777777" w:rsidR="00971866" w:rsidRPr="00304636" w:rsidRDefault="00971866" w:rsidP="00126F42">
      <w:pPr>
        <w:jc w:val="both"/>
        <w:rPr>
          <w:rFonts w:ascii="Marianne" w:hAnsi="Marianne" w:cs="Arial"/>
        </w:rPr>
      </w:pPr>
    </w:p>
    <w:p w14:paraId="243D0CCA" w14:textId="77777777" w:rsidR="00830471" w:rsidRPr="00304636" w:rsidRDefault="00830471" w:rsidP="00126F42">
      <w:pPr>
        <w:jc w:val="both"/>
        <w:rPr>
          <w:rFonts w:ascii="Marianne" w:hAnsi="Marianne" w:cs="Arial"/>
          <w:bCs/>
          <w:color w:val="000000"/>
        </w:rPr>
      </w:pPr>
    </w:p>
    <w:p w14:paraId="55207441" w14:textId="77777777" w:rsidR="00830471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ACHETEUR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918B768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Centre Régional des Œuvres Universitaires et Scolaires (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Pr="00304636">
        <w:rPr>
          <w:rFonts w:ascii="Marianne" w:hAnsi="Marianne" w:cs="Arial"/>
          <w:bCs/>
          <w:color w:val="000000"/>
        </w:rPr>
        <w:t>) de Nantes Pays de la Loire</w:t>
      </w:r>
    </w:p>
    <w:p w14:paraId="2440E9CC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2 bd Guy Mollet BP 52213</w:t>
      </w:r>
    </w:p>
    <w:p w14:paraId="695608D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44322 NANTES cedex 3</w:t>
      </w:r>
    </w:p>
    <w:p w14:paraId="249E99E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73839679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1A309273" w14:textId="77777777" w:rsidR="00F82F2C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REPRESENTANT DU POUVOIR ADJUDICATEUR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46F0E3B" w14:textId="23FEE1E9" w:rsidR="00F82F2C" w:rsidRPr="00304636" w:rsidRDefault="00BD6DA4" w:rsidP="00F82F2C">
      <w:pPr>
        <w:jc w:val="both"/>
        <w:rPr>
          <w:rFonts w:ascii="Marianne" w:hAnsi="Marianne" w:cs="Arial"/>
          <w:bCs/>
          <w:color w:val="000000"/>
        </w:rPr>
      </w:pPr>
      <w:r>
        <w:rPr>
          <w:rFonts w:ascii="Marianne" w:hAnsi="Marianne" w:cs="Arial"/>
          <w:bCs/>
          <w:color w:val="000000"/>
        </w:rPr>
        <w:t>Madame Nathalie BOURSIER</w:t>
      </w:r>
      <w:r w:rsidR="00F82F2C" w:rsidRPr="00304636">
        <w:rPr>
          <w:rFonts w:ascii="Marianne" w:hAnsi="Marianne" w:cs="Arial"/>
          <w:bCs/>
          <w:color w:val="000000"/>
        </w:rPr>
        <w:t>, Direct</w:t>
      </w:r>
      <w:r w:rsidR="00347C90">
        <w:rPr>
          <w:rFonts w:ascii="Marianne" w:hAnsi="Marianne" w:cs="Arial"/>
          <w:bCs/>
          <w:color w:val="000000"/>
        </w:rPr>
        <w:t>r</w:t>
      </w:r>
      <w:r>
        <w:rPr>
          <w:rFonts w:ascii="Marianne" w:hAnsi="Marianne" w:cs="Arial"/>
          <w:bCs/>
          <w:color w:val="000000"/>
        </w:rPr>
        <w:t>ice</w:t>
      </w:r>
      <w:r w:rsidR="00F82F2C" w:rsidRPr="00304636">
        <w:rPr>
          <w:rFonts w:ascii="Marianne" w:hAnsi="Marianne" w:cs="Arial"/>
          <w:bCs/>
          <w:color w:val="000000"/>
        </w:rPr>
        <w:t xml:space="preserve"> général</w:t>
      </w:r>
      <w:r>
        <w:rPr>
          <w:rFonts w:ascii="Marianne" w:hAnsi="Marianne" w:cs="Arial"/>
          <w:bCs/>
          <w:color w:val="000000"/>
        </w:rPr>
        <w:t>e</w:t>
      </w:r>
      <w:r w:rsidR="00F82F2C" w:rsidRPr="00304636">
        <w:rPr>
          <w:rFonts w:ascii="Marianne" w:hAnsi="Marianne" w:cs="Arial"/>
          <w:bCs/>
          <w:color w:val="000000"/>
        </w:rPr>
        <w:t xml:space="preserve"> du 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="00F82F2C" w:rsidRPr="00304636">
        <w:rPr>
          <w:rFonts w:ascii="Marianne" w:hAnsi="Marianne" w:cs="Arial"/>
          <w:bCs/>
          <w:color w:val="000000"/>
        </w:rPr>
        <w:t xml:space="preserve"> de Nantes Pays de la Loire</w:t>
      </w:r>
    </w:p>
    <w:p w14:paraId="4381E013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Tél. : 02.40.37.13.30</w:t>
      </w:r>
    </w:p>
    <w:p w14:paraId="687E0F4B" w14:textId="77777777" w:rsidR="00830471" w:rsidRPr="00304636" w:rsidRDefault="00830471" w:rsidP="00F82F2C">
      <w:pPr>
        <w:jc w:val="both"/>
        <w:rPr>
          <w:rFonts w:ascii="Marianne" w:hAnsi="Marianne" w:cs="Arial"/>
          <w:bCs/>
          <w:color w:val="000000"/>
        </w:rPr>
      </w:pPr>
    </w:p>
    <w:p w14:paraId="094F7073" w14:textId="77777777" w:rsidR="00BD4877" w:rsidRPr="00D8435C" w:rsidRDefault="00BD4877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</w:p>
    <w:p w14:paraId="471D9AA5" w14:textId="07A969E0" w:rsidR="00AF7126" w:rsidRPr="00D8435C" w:rsidRDefault="00AF7126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  <w:r w:rsidRPr="00D8435C">
        <w:rPr>
          <w:rFonts w:ascii="Marianne" w:hAnsi="Marianne" w:cs="Arial"/>
          <w:b/>
          <w:bCs/>
          <w:smallCaps/>
        </w:rPr>
        <w:br w:type="page"/>
      </w:r>
    </w:p>
    <w:p w14:paraId="55C28315" w14:textId="77777777" w:rsidR="00562D2E" w:rsidRPr="00304636" w:rsidRDefault="006F574E" w:rsidP="00C92727">
      <w:pPr>
        <w:shd w:val="clear" w:color="auto" w:fill="FFFFFF"/>
        <w:spacing w:before="480" w:after="480"/>
        <w:jc w:val="center"/>
        <w:rPr>
          <w:rFonts w:ascii="Marianne" w:hAnsi="Marianne" w:cs="Arial"/>
          <w:b/>
          <w:bCs/>
          <w:smallCaps/>
          <w:color w:val="4472C4" w:themeColor="accent5"/>
        </w:rPr>
      </w:pPr>
      <w:r w:rsidRPr="00304636">
        <w:rPr>
          <w:rFonts w:ascii="Marianne" w:hAnsi="Marianne" w:cs="Arial"/>
          <w:b/>
          <w:bCs/>
          <w:smallCaps/>
          <w:color w:val="4472C4" w:themeColor="accent5"/>
        </w:rPr>
        <w:lastRenderedPageBreak/>
        <w:t>SOMMAIRE</w:t>
      </w:r>
    </w:p>
    <w:p w14:paraId="228B0DA3" w14:textId="17F5A29F" w:rsidR="000A5E82" w:rsidRDefault="00031827">
      <w:pPr>
        <w:pStyle w:val="TM1"/>
        <w:tabs>
          <w:tab w:val="left" w:pos="4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04636">
        <w:rPr>
          <w:rFonts w:ascii="Marianne" w:hAnsi="Marianne" w:cs="Arial"/>
          <w:bCs w:val="0"/>
          <w:u w:val="single"/>
        </w:rPr>
        <w:fldChar w:fldCharType="begin"/>
      </w:r>
      <w:r w:rsidRPr="00304636">
        <w:rPr>
          <w:rFonts w:ascii="Marianne" w:hAnsi="Marianne" w:cs="Arial"/>
          <w:bCs w:val="0"/>
          <w:u w:val="single"/>
        </w:rPr>
        <w:instrText xml:space="preserve"> TOC \h \z \t "Titre 1B;1;Titre 2.1B;2" </w:instrText>
      </w:r>
      <w:r w:rsidRPr="00304636">
        <w:rPr>
          <w:rFonts w:ascii="Marianne" w:hAnsi="Marianne" w:cs="Arial"/>
          <w:bCs w:val="0"/>
          <w:u w:val="single"/>
        </w:rPr>
        <w:fldChar w:fldCharType="separate"/>
      </w:r>
      <w:hyperlink w:anchor="_Toc222143550" w:history="1">
        <w:r w:rsidR="000A5E82" w:rsidRPr="002A6546">
          <w:rPr>
            <w:rStyle w:val="Lienhypertexte"/>
            <w:rFonts w:ascii="Marianne" w:hAnsi="Marianne"/>
            <w:noProof/>
          </w:rPr>
          <w:t>1.</w:t>
        </w:r>
        <w:r w:rsidR="000A5E82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0A5E82" w:rsidRPr="002A6546">
          <w:rPr>
            <w:rStyle w:val="Lienhypertexte"/>
            <w:rFonts w:ascii="Marianne" w:hAnsi="Marianne"/>
            <w:noProof/>
          </w:rPr>
          <w:t>Presentation du candiat</w:t>
        </w:r>
        <w:r w:rsidR="000A5E82">
          <w:rPr>
            <w:noProof/>
            <w:webHidden/>
          </w:rPr>
          <w:tab/>
        </w:r>
        <w:r w:rsidR="000A5E82">
          <w:rPr>
            <w:noProof/>
            <w:webHidden/>
          </w:rPr>
          <w:fldChar w:fldCharType="begin"/>
        </w:r>
        <w:r w:rsidR="000A5E82">
          <w:rPr>
            <w:noProof/>
            <w:webHidden/>
          </w:rPr>
          <w:instrText xml:space="preserve"> PAGEREF _Toc222143550 \h </w:instrText>
        </w:r>
        <w:r w:rsidR="000A5E82">
          <w:rPr>
            <w:noProof/>
            <w:webHidden/>
          </w:rPr>
        </w:r>
        <w:r w:rsidR="000A5E82">
          <w:rPr>
            <w:noProof/>
            <w:webHidden/>
          </w:rPr>
          <w:fldChar w:fldCharType="separate"/>
        </w:r>
        <w:r w:rsidR="000A5E82">
          <w:rPr>
            <w:noProof/>
            <w:webHidden/>
          </w:rPr>
          <w:t>3</w:t>
        </w:r>
        <w:r w:rsidR="000A5E82">
          <w:rPr>
            <w:noProof/>
            <w:webHidden/>
          </w:rPr>
          <w:fldChar w:fldCharType="end"/>
        </w:r>
      </w:hyperlink>
    </w:p>
    <w:p w14:paraId="4B96E4C8" w14:textId="698AB673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1" w:history="1">
        <w:r w:rsidRPr="002A6546">
          <w:rPr>
            <w:rStyle w:val="Lienhypertexte"/>
            <w:noProof/>
          </w:rPr>
          <w:t>1.1.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Présentation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D399D4" w14:textId="0231041E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2" w:history="1">
        <w:r w:rsidRPr="002A6546">
          <w:rPr>
            <w:rStyle w:val="Lienhypertexte"/>
            <w:noProof/>
          </w:rPr>
          <w:t>1.2.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Référent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C15DAA" w14:textId="63617519" w:rsidR="000A5E82" w:rsidRDefault="000A5E82">
      <w:pPr>
        <w:pStyle w:val="TM1"/>
        <w:tabs>
          <w:tab w:val="left" w:pos="6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22143553" w:history="1">
        <w:r w:rsidRPr="002A6546">
          <w:rPr>
            <w:rStyle w:val="Lienhypertexte"/>
            <w:rFonts w:ascii="Marianne" w:hAnsi="Mariann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rFonts w:ascii="Marianne" w:hAnsi="Marianne"/>
            <w:noProof/>
          </w:rPr>
          <w:t>Valeur technique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332224" w14:textId="2F1188DC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4" w:history="1">
        <w:r w:rsidRPr="002A6546">
          <w:rPr>
            <w:rStyle w:val="Lienhypertexte"/>
            <w:noProof/>
          </w:rPr>
          <w:t>2.1.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La variété et qualité des produits de la gamme,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B1A1B0" w14:textId="269ED867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5" w:history="1">
        <w:r w:rsidRPr="002A6546">
          <w:rPr>
            <w:rStyle w:val="Lienhypertexte"/>
            <w:noProof/>
          </w:rPr>
          <w:t>2.2.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La qualité des produits testés,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9491E9" w14:textId="6218EF8F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6" w:history="1">
        <w:r w:rsidRPr="002A6546">
          <w:rPr>
            <w:rStyle w:val="Lienhypertexte"/>
            <w:noProof/>
          </w:rPr>
          <w:t>2.3.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moyens humains et matériels dédiés à la production et au service,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AE8197" w14:textId="4F8B0263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7" w:history="1">
        <w:r w:rsidRPr="002A6546">
          <w:rPr>
            <w:rStyle w:val="Lienhypertexte"/>
            <w:noProof/>
          </w:rPr>
          <w:t>2.4.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L’organisation liée à la gestion des commandes, de l’approvisionnement, de la maintenance,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AE77EA" w14:textId="22151E0C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8" w:history="1">
        <w:r w:rsidRPr="002A6546">
          <w:rPr>
            <w:rStyle w:val="Lienhypertexte"/>
            <w:noProof/>
          </w:rPr>
          <w:t>2.5.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équipements de distribution et de monétique, 5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3B21CD" w14:textId="52788F3D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9" w:history="1">
        <w:r w:rsidRPr="002A6546">
          <w:rPr>
            <w:rStyle w:val="Lienhypertexte"/>
            <w:noProof/>
          </w:rPr>
          <w:t>2.6.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mesures prises par le candidat en faveur du développement durable, 5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6CD906" w14:textId="668C8E7C" w:rsidR="00097BF0" w:rsidRPr="00304636" w:rsidRDefault="00031827" w:rsidP="00097BF0">
      <w:pPr>
        <w:pStyle w:val="Corpsperso1"/>
        <w:rPr>
          <w:rFonts w:ascii="Marianne" w:hAnsi="Marianne"/>
          <w:sz w:val="20"/>
          <w:u w:val="single"/>
        </w:rPr>
      </w:pPr>
      <w:r w:rsidRPr="00304636">
        <w:rPr>
          <w:rFonts w:ascii="Marianne" w:hAnsi="Marianne"/>
          <w:sz w:val="20"/>
          <w:u w:val="single"/>
        </w:rPr>
        <w:fldChar w:fldCharType="end"/>
      </w:r>
      <w:bookmarkStart w:id="0" w:name="_Toc66356320"/>
    </w:p>
    <w:p w14:paraId="79C46FC1" w14:textId="77777777" w:rsidR="00097BF0" w:rsidRPr="00304636" w:rsidRDefault="00097BF0" w:rsidP="00097BF0">
      <w:pPr>
        <w:pStyle w:val="Corpsperso1"/>
        <w:rPr>
          <w:rFonts w:ascii="Marianne" w:hAnsi="Marianne"/>
          <w:sz w:val="20"/>
          <w:u w:val="single"/>
        </w:rPr>
      </w:pPr>
    </w:p>
    <w:tbl>
      <w:tblPr>
        <w:tblStyle w:val="Grilledutableau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346"/>
      </w:tblGrid>
      <w:tr w:rsidR="00097BF0" w:rsidRPr="00304636" w14:paraId="6BF8A50F" w14:textId="77777777" w:rsidTr="00097BF0">
        <w:tc>
          <w:tcPr>
            <w:tcW w:w="9346" w:type="dxa"/>
          </w:tcPr>
          <w:p w14:paraId="01DDC286" w14:textId="77C174DD" w:rsidR="00097BF0" w:rsidRPr="00304636" w:rsidRDefault="00097BF0" w:rsidP="00E9783A">
            <w:pPr>
              <w:pStyle w:val="Corpsperso1"/>
              <w:spacing w:before="240" w:after="240"/>
              <w:jc w:val="center"/>
              <w:rPr>
                <w:rFonts w:ascii="Marianne" w:hAnsi="Marianne" w:cstheme="minorHAnsi"/>
                <w:b/>
                <w:smallCaps/>
                <w:color w:val="FF0000"/>
                <w:sz w:val="20"/>
                <w:u w:val="single"/>
              </w:rPr>
            </w:pPr>
            <w:r w:rsidRPr="00304636">
              <w:rPr>
                <w:rFonts w:ascii="Marianne" w:hAnsi="Marianne" w:cstheme="minorHAnsi"/>
                <w:b/>
                <w:color w:val="FF0000"/>
                <w:sz w:val="20"/>
              </w:rPr>
              <w:t xml:space="preserve">INSTRUCTIONS </w:t>
            </w:r>
          </w:p>
          <w:p w14:paraId="5479DAFE" w14:textId="48E1936E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présent cadre constitue la réponse technique du candidat au marché</w:t>
            </w:r>
            <w:r w:rsidRPr="00D876C8">
              <w:rPr>
                <w:rFonts w:ascii="Marianne" w:hAnsi="Marianne" w:cs="Calibri"/>
                <w:sz w:val="20"/>
              </w:rPr>
              <w:t xml:space="preserve"> </w:t>
            </w:r>
            <w:r>
              <w:rPr>
                <w:rFonts w:ascii="Marianne" w:hAnsi="Marianne"/>
                <w:bCs w:val="0"/>
                <w:sz w:val="20"/>
              </w:rPr>
              <w:t>N°</w:t>
            </w:r>
            <w:sdt>
              <w:sdtPr>
                <w:rPr>
                  <w:rFonts w:ascii="Marianne" w:hAnsi="Marianne"/>
                  <w:bCs w:val="0"/>
                  <w:sz w:val="20"/>
                </w:rPr>
                <w:alias w:val="Commentaires "/>
                <w:tag w:val=""/>
                <w:id w:val="902648050"/>
                <w:placeholder>
                  <w:docPart w:val="A1750DE27AF544EA933A7B4D328655C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0A5E82">
                  <w:rPr>
                    <w:rFonts w:ascii="Marianne" w:hAnsi="Marianne"/>
                    <w:bCs w:val="0"/>
                    <w:sz w:val="20"/>
                  </w:rPr>
                  <w:t>2026_FCS_001_NTE</w:t>
                </w:r>
              </w:sdtContent>
            </w:sdt>
            <w:r w:rsidR="00272B73">
              <w:rPr>
                <w:rFonts w:ascii="Marianne" w:hAnsi="Marianne"/>
                <w:bCs w:val="0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du Crous de Nantes Pays de la Loire.</w:t>
            </w:r>
          </w:p>
          <w:p w14:paraId="61D31D29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Ce cadre permet de juger la valeur de l’offre du candidat au regard de l’organisation, des moyens spécifiques et des engagements que le candidat met en œuvre pour l’exécution du marché.</w:t>
            </w:r>
          </w:p>
          <w:p w14:paraId="79C8789B" w14:textId="6945A011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En cas de groupement, un seul cadre est rempli pour l’ensemble des membres du groupement.</w:t>
            </w:r>
          </w:p>
          <w:p w14:paraId="6356D314" w14:textId="1A800C33" w:rsidR="00627C72" w:rsidRPr="00627C72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>Le candidat veillera à apporter une réponse adaptée au présent marché.</w:t>
            </w:r>
            <w:r>
              <w:rPr>
                <w:rFonts w:ascii="Marianne" w:hAnsi="Marianne" w:cstheme="minorHAnsi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Le document doit être cohérent et rédigé de manière à répondre spécifiquement aux besoins exprimés et aux résultats attendus.</w:t>
            </w:r>
          </w:p>
          <w:p w14:paraId="30FA2194" w14:textId="77777777" w:rsidR="00627C72" w:rsidRPr="00304636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 xml:space="preserve">Le CRT doit être renseigné dans son intégralité. </w:t>
            </w:r>
            <w:r w:rsidRPr="00304636">
              <w:rPr>
                <w:rFonts w:ascii="Marianne" w:hAnsi="Marianne" w:cstheme="minorHAnsi"/>
                <w:color w:val="000000"/>
                <w:kern w:val="3"/>
                <w:sz w:val="20"/>
              </w:rPr>
              <w:t>Aucune modification sur le fond ou la forme n’est tolérée, hormis l’</w:t>
            </w:r>
            <w:r w:rsidRPr="00304636">
              <w:rPr>
                <w:rFonts w:ascii="Marianne" w:hAnsi="Marianne" w:cstheme="minorHAnsi"/>
                <w:sz w:val="20"/>
              </w:rPr>
              <w:t>ajout de lignes dans les parties existantes.</w:t>
            </w:r>
          </w:p>
          <w:p w14:paraId="575BA3EF" w14:textId="18C42251" w:rsidR="00627C72" w:rsidRPr="00700E7C" w:rsidRDefault="00627C72" w:rsidP="00627C72">
            <w:pPr>
              <w:pStyle w:val="Corpsperso1"/>
              <w:rPr>
                <w:rFonts w:ascii="Marianne" w:hAnsi="Marianne" w:cstheme="minorHAnsi"/>
                <w:b/>
                <w:bCs w:val="0"/>
                <w:sz w:val="20"/>
              </w:rPr>
            </w:pPr>
            <w:bookmarkStart w:id="1" w:name="_Toc69660225"/>
            <w:r w:rsidRPr="00700E7C">
              <w:rPr>
                <w:rFonts w:ascii="Marianne" w:hAnsi="Marianne" w:cstheme="minorHAnsi"/>
                <w:b/>
                <w:bCs w:val="0"/>
                <w:sz w:val="20"/>
              </w:rPr>
              <w:t>La notation du critère Valeur Technique sera basée uniquement sur le présent Cadre de Réponse Technique, aucune partie supplémentaire, aucun renvoi ou pièces-jointe ne sera pris en considération</w:t>
            </w:r>
            <w:bookmarkEnd w:id="1"/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, hormis </w:t>
            </w:r>
            <w:r w:rsidR="00B8609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les échantillons, </w:t>
            </w:r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>les fiches techniques et l’annexe Liste des produits, que le candidat est tenu de fournir.</w:t>
            </w:r>
          </w:p>
          <w:p w14:paraId="1CEB356E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Son niveau de qualité et la cohérence des informations transmises constituent des éléments déterminants dans l’analyse de l’offre.</w:t>
            </w:r>
          </w:p>
          <w:p w14:paraId="5AEABB13" w14:textId="7791515C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cadre de réponse technique est un document contractuel.</w:t>
            </w:r>
          </w:p>
          <w:p w14:paraId="7A17BEBC" w14:textId="77777777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A ce titre, le candidat sera tenu de mettre en œuvre l’organisation, les procédés, les techniques exposés dans son offre. De même il mettra à disposition des intervenants disposant de profils et certifications identiques ou équivalents à ceux présentés.</w:t>
            </w:r>
          </w:p>
          <w:p w14:paraId="06364B6F" w14:textId="63F05808" w:rsidR="00097BF0" w:rsidRP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Les dispositions prévues dans le cahier des clauses administratives particulières (CCP), notamment les pénalités, s’appliquent si les engagements du cadre de réponse technique ne sont pas tenus.</w:t>
            </w:r>
          </w:p>
        </w:tc>
      </w:tr>
    </w:tbl>
    <w:p w14:paraId="5D72CBFF" w14:textId="77777777" w:rsidR="00097BF0" w:rsidRPr="00304636" w:rsidRDefault="00097BF0" w:rsidP="00097BF0">
      <w:pPr>
        <w:pStyle w:val="Corpsperso1"/>
        <w:rPr>
          <w:rFonts w:ascii="Marianne" w:hAnsi="Marianne" w:cstheme="minorHAnsi"/>
          <w:sz w:val="20"/>
          <w:u w:val="single"/>
        </w:rPr>
      </w:pPr>
    </w:p>
    <w:bookmarkEnd w:id="0"/>
    <w:p w14:paraId="145AA60E" w14:textId="7186CD1D" w:rsidR="00097BF0" w:rsidRPr="00304636" w:rsidRDefault="00097BF0" w:rsidP="00097BF0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 w:rsidRPr="00304636">
        <w:rPr>
          <w:rFonts w:ascii="Marianne" w:hAnsi="Marianne"/>
        </w:rPr>
        <w:br w:type="page"/>
      </w:r>
    </w:p>
    <w:p w14:paraId="5869B4CF" w14:textId="77777777" w:rsidR="00F01181" w:rsidRPr="00304636" w:rsidRDefault="007630F6" w:rsidP="00031827">
      <w:pPr>
        <w:pStyle w:val="Titre1B"/>
        <w:rPr>
          <w:rFonts w:ascii="Marianne" w:hAnsi="Marianne"/>
          <w:sz w:val="20"/>
        </w:rPr>
      </w:pPr>
      <w:bookmarkStart w:id="2" w:name="_Toc66356321"/>
      <w:bookmarkStart w:id="3" w:name="_Toc222143550"/>
      <w:r w:rsidRPr="00304636">
        <w:rPr>
          <w:rFonts w:ascii="Marianne" w:hAnsi="Marianne"/>
          <w:sz w:val="20"/>
        </w:rPr>
        <w:lastRenderedPageBreak/>
        <w:t>Presentation du candiat</w:t>
      </w:r>
      <w:bookmarkEnd w:id="2"/>
      <w:bookmarkEnd w:id="3"/>
    </w:p>
    <w:p w14:paraId="6A4A44E9" w14:textId="7D01BA73" w:rsidR="008A54B5" w:rsidRPr="00304636" w:rsidRDefault="00B221F7" w:rsidP="00700E7C">
      <w:pPr>
        <w:pStyle w:val="Titre21B"/>
      </w:pPr>
      <w:bookmarkStart w:id="4" w:name="_Toc222143551"/>
      <w:r w:rsidRPr="00304636">
        <w:t>Présentation de l’entreprise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075"/>
      </w:tblGrid>
      <w:tr w:rsidR="00B221F7" w:rsidRPr="00304636" w14:paraId="18F7E8FF" w14:textId="77777777" w:rsidTr="009320E2">
        <w:trPr>
          <w:trHeight w:val="510"/>
        </w:trPr>
        <w:tc>
          <w:tcPr>
            <w:tcW w:w="9346" w:type="dxa"/>
            <w:gridSpan w:val="2"/>
            <w:vAlign w:val="center"/>
          </w:tcPr>
          <w:p w14:paraId="3E428512" w14:textId="2D052ADC" w:rsidR="00B221F7" w:rsidRPr="00304636" w:rsidRDefault="00700E7C" w:rsidP="00E71D68">
            <w:pPr>
              <w:rPr>
                <w:rFonts w:ascii="Marianne" w:hAnsi="Marianne" w:cstheme="minorHAnsi"/>
              </w:rPr>
            </w:pPr>
            <w:bookmarkStart w:id="5" w:name="_Hlk520897241"/>
            <w:r>
              <w:rPr>
                <w:rFonts w:ascii="Marianne" w:hAnsi="Marianne" w:cstheme="minorHAnsi"/>
              </w:rPr>
              <w:t xml:space="preserve">Candidat </w:t>
            </w:r>
            <w:r w:rsidR="00B221F7" w:rsidRPr="00304636">
              <w:rPr>
                <w:rFonts w:ascii="Marianne" w:hAnsi="Marianne" w:cstheme="minorHAnsi"/>
              </w:rPr>
              <w:t>(ou groupement)</w:t>
            </w:r>
            <w:r w:rsidR="00B221F7" w:rsidRPr="00304636">
              <w:rPr>
                <w:rFonts w:ascii="Calibri" w:hAnsi="Calibri" w:cs="Calibri"/>
              </w:rPr>
              <w:t> </w:t>
            </w:r>
            <w:r w:rsidR="00B221F7" w:rsidRPr="00304636">
              <w:rPr>
                <w:rFonts w:ascii="Marianne" w:hAnsi="Marianne" w:cstheme="minorHAnsi"/>
              </w:rPr>
              <w:t>:</w:t>
            </w:r>
          </w:p>
        </w:tc>
      </w:tr>
      <w:tr w:rsidR="00B221F7" w:rsidRPr="00304636" w14:paraId="7A1FE5EC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9B22FDD" w14:textId="116033F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Nom de l</w:t>
            </w:r>
            <w:r w:rsidR="00700E7C">
              <w:rPr>
                <w:rFonts w:ascii="Marianne" w:hAnsi="Marianne" w:cstheme="minorHAnsi"/>
              </w:rPr>
              <w:t>’entreprise</w:t>
            </w:r>
          </w:p>
        </w:tc>
        <w:tc>
          <w:tcPr>
            <w:tcW w:w="6075" w:type="dxa"/>
            <w:vAlign w:val="center"/>
          </w:tcPr>
          <w:p w14:paraId="43E31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4E18E66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34C47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Adresse du siège social</w:t>
            </w:r>
          </w:p>
        </w:tc>
        <w:tc>
          <w:tcPr>
            <w:tcW w:w="6075" w:type="dxa"/>
            <w:vAlign w:val="center"/>
          </w:tcPr>
          <w:p w14:paraId="703FA673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E89E129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D89F488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Représentant légal</w:t>
            </w:r>
          </w:p>
        </w:tc>
        <w:tc>
          <w:tcPr>
            <w:tcW w:w="6075" w:type="dxa"/>
            <w:vAlign w:val="center"/>
          </w:tcPr>
          <w:p w14:paraId="3076F460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636E2B0B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0A737151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Mandataire (si groupement)</w:t>
            </w:r>
          </w:p>
        </w:tc>
        <w:tc>
          <w:tcPr>
            <w:tcW w:w="6075" w:type="dxa"/>
            <w:vAlign w:val="center"/>
          </w:tcPr>
          <w:p w14:paraId="09CEF3DD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</w:tbl>
    <w:p w14:paraId="71F5C4B1" w14:textId="77777777" w:rsidR="00670930" w:rsidRPr="00670930" w:rsidRDefault="00670930" w:rsidP="00700E7C">
      <w:pPr>
        <w:pStyle w:val="Titre21B"/>
      </w:pPr>
      <w:bookmarkStart w:id="6" w:name="_Toc117860602"/>
      <w:bookmarkStart w:id="7" w:name="_Toc222143552"/>
      <w:bookmarkStart w:id="8" w:name="_Toc66356322"/>
      <w:bookmarkEnd w:id="5"/>
      <w:r w:rsidRPr="00670930">
        <w:t>Référent marché</w:t>
      </w:r>
      <w:bookmarkEnd w:id="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85"/>
      </w:tblGrid>
      <w:tr w:rsidR="00670930" w:rsidRPr="00D876C8" w14:paraId="28448133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7C87A30C" w14:textId="07E592D8" w:rsidR="00670930" w:rsidRPr="00D876C8" w:rsidRDefault="00670930" w:rsidP="003E539B">
            <w:pPr>
              <w:rPr>
                <w:rFonts w:ascii="Marianne" w:hAnsi="Marianne" w:cstheme="minorHAnsi"/>
              </w:rPr>
            </w:pPr>
            <w:bookmarkStart w:id="9" w:name="_Hlk520897726"/>
            <w:r w:rsidRPr="00D876C8">
              <w:rPr>
                <w:rFonts w:ascii="Marianne" w:hAnsi="Marianne" w:cstheme="minorHAnsi"/>
              </w:rPr>
              <w:t>Prénom</w:t>
            </w:r>
            <w:r w:rsidR="00700E7C">
              <w:rPr>
                <w:rFonts w:ascii="Marianne" w:hAnsi="Marianne" w:cstheme="minorHAnsi"/>
              </w:rPr>
              <w:t>, Nom</w:t>
            </w:r>
          </w:p>
        </w:tc>
        <w:tc>
          <w:tcPr>
            <w:tcW w:w="6085" w:type="dxa"/>
            <w:vAlign w:val="center"/>
          </w:tcPr>
          <w:p w14:paraId="7A870129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5274F58C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71D4C6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Fonction</w:t>
            </w:r>
          </w:p>
        </w:tc>
        <w:tc>
          <w:tcPr>
            <w:tcW w:w="6085" w:type="dxa"/>
            <w:vAlign w:val="center"/>
          </w:tcPr>
          <w:p w14:paraId="6A0810AF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4AA24DD1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BFCCBE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Téléphone</w:t>
            </w:r>
          </w:p>
        </w:tc>
        <w:tc>
          <w:tcPr>
            <w:tcW w:w="6085" w:type="dxa"/>
            <w:vAlign w:val="center"/>
          </w:tcPr>
          <w:p w14:paraId="5C2676A4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CFF532E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4F901567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Adresse courriel</w:t>
            </w:r>
          </w:p>
        </w:tc>
        <w:tc>
          <w:tcPr>
            <w:tcW w:w="6085" w:type="dxa"/>
            <w:vAlign w:val="center"/>
          </w:tcPr>
          <w:p w14:paraId="6591FF63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8225AA4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5A26D9DC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Fax</w:t>
            </w:r>
          </w:p>
        </w:tc>
        <w:tc>
          <w:tcPr>
            <w:tcW w:w="6085" w:type="dxa"/>
            <w:vAlign w:val="center"/>
          </w:tcPr>
          <w:p w14:paraId="1F80B812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bookmarkEnd w:id="9"/>
    </w:tbl>
    <w:p w14:paraId="25B6D428" w14:textId="787A3885" w:rsidR="00670930" w:rsidRDefault="00670930" w:rsidP="00670930">
      <w:pPr>
        <w:pStyle w:val="Corpsperso1"/>
      </w:pPr>
    </w:p>
    <w:p w14:paraId="03D74134" w14:textId="77777777" w:rsidR="00670930" w:rsidRDefault="00670930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167BAEE" w14:textId="6491072B" w:rsidR="00AF0AEF" w:rsidRDefault="002825E7" w:rsidP="009C7564">
      <w:pPr>
        <w:pStyle w:val="Titre1B"/>
        <w:spacing w:before="480"/>
        <w:ind w:left="357" w:hanging="357"/>
        <w:rPr>
          <w:rFonts w:ascii="Marianne" w:hAnsi="Marianne"/>
          <w:sz w:val="20"/>
        </w:rPr>
      </w:pPr>
      <w:bookmarkStart w:id="10" w:name="_Toc222143553"/>
      <w:r w:rsidRPr="00304636">
        <w:rPr>
          <w:rFonts w:ascii="Marianne" w:hAnsi="Marianne"/>
          <w:sz w:val="20"/>
        </w:rPr>
        <w:lastRenderedPageBreak/>
        <w:t>Valeur</w:t>
      </w:r>
      <w:r w:rsidR="00AF0AEF" w:rsidRPr="00304636">
        <w:rPr>
          <w:rFonts w:ascii="Marianne" w:hAnsi="Marianne"/>
          <w:sz w:val="20"/>
        </w:rPr>
        <w:t xml:space="preserve"> technique</w:t>
      </w:r>
      <w:bookmarkEnd w:id="8"/>
      <w:bookmarkEnd w:id="10"/>
    </w:p>
    <w:p w14:paraId="19D181BC" w14:textId="66FA1F61" w:rsidR="00700E7C" w:rsidRDefault="00700E7C" w:rsidP="00700E7C">
      <w:pPr>
        <w:pStyle w:val="Corpsperso1"/>
      </w:pPr>
      <w:r w:rsidRPr="00041590">
        <w:t xml:space="preserve">Appréciée au regard du cadre de réponse technique (CRT), </w:t>
      </w:r>
      <w:r w:rsidR="00041590" w:rsidRPr="00041590">
        <w:t xml:space="preserve">de son </w:t>
      </w:r>
      <w:r w:rsidRPr="00041590">
        <w:t xml:space="preserve">annexe </w:t>
      </w:r>
      <w:r w:rsidR="00041590" w:rsidRPr="00041590">
        <w:t xml:space="preserve">Liste des </w:t>
      </w:r>
      <w:r w:rsidRPr="00041590">
        <w:t>produits et des échantillons transmis par le candidat.</w:t>
      </w:r>
      <w:r w:rsidR="00EE2B59" w:rsidRPr="00041590">
        <w:t xml:space="preserve"> </w:t>
      </w:r>
      <w:r w:rsidRPr="00041590">
        <w:t xml:space="preserve">La note sur 50 sera calculée sur la base des critères </w:t>
      </w:r>
      <w:r w:rsidR="00EE2B59" w:rsidRPr="00041590">
        <w:t>énoncés dans l’article 7.6.2 du Règlement de la Consultation.</w:t>
      </w:r>
    </w:p>
    <w:p w14:paraId="637B291B" w14:textId="6EF1DB6A" w:rsidR="009C7894" w:rsidRPr="00304636" w:rsidRDefault="00700E7C" w:rsidP="00700E7C">
      <w:pPr>
        <w:pStyle w:val="Titre21B"/>
      </w:pPr>
      <w:bookmarkStart w:id="11" w:name="_Toc222143554"/>
      <w:r w:rsidRPr="00700E7C">
        <w:t>La variété et qualité des produits de la gamme, 10 points</w:t>
      </w:r>
      <w:bookmarkEnd w:id="11"/>
    </w:p>
    <w:p w14:paraId="1EB4EEE6" w14:textId="66646BCE" w:rsidR="00813C95" w:rsidRPr="0099331D" w:rsidRDefault="00813C95" w:rsidP="0099331D">
      <w:pPr>
        <w:pStyle w:val="Corpsperso1italique"/>
      </w:pPr>
      <w:r w:rsidRPr="0099331D">
        <w:t xml:space="preserve">Le candidat veillera à </w:t>
      </w:r>
      <w:r w:rsidR="00700E7C" w:rsidRPr="0099331D">
        <w:t>transmettre les éléments</w:t>
      </w:r>
      <w:r w:rsidRPr="0099331D">
        <w:t xml:space="preserve"> suivants</w:t>
      </w:r>
      <w:r w:rsidR="00700E7C" w:rsidRPr="0099331D">
        <w:t xml:space="preserve"> en annexe au CRT</w:t>
      </w:r>
      <w:r w:rsidRPr="0099331D">
        <w:rPr>
          <w:rFonts w:ascii="Calibri" w:hAnsi="Calibri" w:cs="Calibri"/>
        </w:rPr>
        <w:t> </w:t>
      </w:r>
      <w:r w:rsidRPr="0099331D">
        <w:t>:</w:t>
      </w:r>
    </w:p>
    <w:p w14:paraId="3B8470C3" w14:textId="77777777" w:rsidR="00700E7C" w:rsidRPr="0099331D" w:rsidRDefault="00700E7C" w:rsidP="0099331D">
      <w:pPr>
        <w:pStyle w:val="Listeperso2italique"/>
      </w:pPr>
      <w:r w:rsidRPr="0099331D">
        <w:t>Annexe au CRT – liste des produits</w:t>
      </w:r>
    </w:p>
    <w:p w14:paraId="20F12AEE" w14:textId="7E4F7A76" w:rsidR="00700E7C" w:rsidRPr="0099331D" w:rsidRDefault="00700E7C" w:rsidP="0099331D">
      <w:pPr>
        <w:pStyle w:val="Listeperso2italique"/>
      </w:pPr>
      <w:r w:rsidRPr="0099331D">
        <w:t>Fiches techniques des produits</w:t>
      </w:r>
    </w:p>
    <w:p w14:paraId="2A4A7600" w14:textId="6998FE07" w:rsidR="00AF0AEF" w:rsidRPr="0099331D" w:rsidRDefault="00EE2B59" w:rsidP="0099331D">
      <w:pPr>
        <w:pStyle w:val="Corpsperso1italique"/>
      </w:pPr>
      <w:r w:rsidRPr="0099331D">
        <w:t>Aucune rédaction spécifique n’est requise dans le présent CRT pour ce critère.</w:t>
      </w:r>
    </w:p>
    <w:p w14:paraId="4FA84B49" w14:textId="77777777" w:rsidR="00EE2B59" w:rsidRDefault="00EE2B59" w:rsidP="00EE2B59">
      <w:pPr>
        <w:pStyle w:val="Corpsperso1"/>
      </w:pPr>
    </w:p>
    <w:p w14:paraId="54CDD827" w14:textId="77777777" w:rsidR="0099331D" w:rsidRDefault="0099331D" w:rsidP="00EE2B59">
      <w:pPr>
        <w:pStyle w:val="Corpsperso1"/>
      </w:pPr>
    </w:p>
    <w:p w14:paraId="7056FDFF" w14:textId="77777777" w:rsidR="0099331D" w:rsidRDefault="0099331D" w:rsidP="00EE2B59">
      <w:pPr>
        <w:pStyle w:val="Corpsperso1"/>
      </w:pPr>
    </w:p>
    <w:p w14:paraId="4053DAB8" w14:textId="77777777" w:rsidR="00C13F6C" w:rsidRPr="00304636" w:rsidRDefault="00C13F6C" w:rsidP="00EE2B59">
      <w:pPr>
        <w:pStyle w:val="Corpsperso1"/>
      </w:pPr>
    </w:p>
    <w:p w14:paraId="0C49BFCF" w14:textId="7753CE55" w:rsidR="009C7894" w:rsidRPr="00304636" w:rsidRDefault="00700E7C" w:rsidP="00700E7C">
      <w:pPr>
        <w:pStyle w:val="Titre21B"/>
      </w:pPr>
      <w:bookmarkStart w:id="12" w:name="_Toc222143555"/>
      <w:r w:rsidRPr="00700E7C">
        <w:t>La qualité des produits testés, 10 points</w:t>
      </w:r>
      <w:bookmarkEnd w:id="12"/>
    </w:p>
    <w:p w14:paraId="6D4759BF" w14:textId="17E842CE" w:rsidR="00670930" w:rsidRDefault="00813C95" w:rsidP="0099331D">
      <w:pPr>
        <w:pStyle w:val="Corpsperso1italique"/>
      </w:pPr>
      <w:r w:rsidRPr="00762449">
        <w:t xml:space="preserve">Le candidat veillera à </w:t>
      </w:r>
      <w:r w:rsidR="00700E7C">
        <w:t>fournir les é</w:t>
      </w:r>
      <w:r w:rsidR="00700E7C" w:rsidRPr="00700E7C">
        <w:t>chantillons obligatoires</w:t>
      </w:r>
      <w:r w:rsidR="00700E7C">
        <w:t>, selon les modalités indiquées à l’article 6.4 du Règlement de la Consultation.</w:t>
      </w:r>
    </w:p>
    <w:p w14:paraId="720718AF" w14:textId="6FF12BDA" w:rsidR="00700E7C" w:rsidRDefault="00700E7C" w:rsidP="0099331D">
      <w:pPr>
        <w:pStyle w:val="Corpsperso1italique"/>
      </w:pPr>
      <w:r>
        <w:t xml:space="preserve">Aucune rédaction </w:t>
      </w:r>
      <w:r w:rsidR="00EE2B59">
        <w:t>spécifique n’est requise dans le présent CRT</w:t>
      </w:r>
      <w:r>
        <w:t xml:space="preserve"> pour ce critère.</w:t>
      </w:r>
    </w:p>
    <w:p w14:paraId="5C6E28D9" w14:textId="77777777" w:rsidR="00EE2B59" w:rsidRDefault="00EE2B59" w:rsidP="00EE2B59">
      <w:pPr>
        <w:pStyle w:val="Corpsperso1"/>
      </w:pPr>
    </w:p>
    <w:p w14:paraId="07C35B77" w14:textId="77777777" w:rsidR="00C13F6C" w:rsidRDefault="00C13F6C" w:rsidP="00EE2B59">
      <w:pPr>
        <w:pStyle w:val="Corpsperso1"/>
      </w:pPr>
    </w:p>
    <w:p w14:paraId="4382F3A6" w14:textId="77777777" w:rsidR="0099331D" w:rsidRDefault="0099331D" w:rsidP="00EE2B59">
      <w:pPr>
        <w:pStyle w:val="Corpsperso1"/>
      </w:pPr>
    </w:p>
    <w:p w14:paraId="0FE23FDD" w14:textId="77777777" w:rsidR="0099331D" w:rsidRPr="00304636" w:rsidRDefault="0099331D" w:rsidP="00EE2B59">
      <w:pPr>
        <w:pStyle w:val="Corpsperso1"/>
      </w:pPr>
    </w:p>
    <w:p w14:paraId="602A555D" w14:textId="280AEC83" w:rsidR="00E13F49" w:rsidRDefault="00E13F49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rPr>
          <w:rFonts w:ascii="Marianne" w:hAnsi="Marianne"/>
        </w:rPr>
        <w:br w:type="page"/>
      </w:r>
    </w:p>
    <w:p w14:paraId="43BCCCF0" w14:textId="77777777" w:rsidR="00EE2B59" w:rsidRPr="00EE2B59" w:rsidRDefault="00EE2B59" w:rsidP="00D8435C">
      <w:pPr>
        <w:pStyle w:val="Titre21B"/>
      </w:pPr>
      <w:bookmarkStart w:id="13" w:name="_Toc222143556"/>
      <w:r w:rsidRPr="00EE2B59">
        <w:lastRenderedPageBreak/>
        <w:t>Les moyens humains et matériels dédiés à la production et au service, 10 points</w:t>
      </w:r>
      <w:bookmarkEnd w:id="13"/>
    </w:p>
    <w:p w14:paraId="09143C9A" w14:textId="01F6E971" w:rsidR="00AF2B7D" w:rsidRPr="00762449" w:rsidRDefault="00304636" w:rsidP="0099331D">
      <w:pPr>
        <w:pStyle w:val="Corpsperso1italique"/>
      </w:pPr>
      <w:r w:rsidRPr="00762449">
        <w:t xml:space="preserve">Le candidat veillera </w:t>
      </w:r>
      <w:r w:rsidR="00EE2B59">
        <w:t>à présenter entre-autres les éléments suivants</w:t>
      </w:r>
      <w:r w:rsidR="00EE2B59">
        <w:rPr>
          <w:rFonts w:ascii="Calibri" w:hAnsi="Calibri" w:cs="Calibri"/>
        </w:rPr>
        <w:t> :</w:t>
      </w:r>
    </w:p>
    <w:p w14:paraId="34989725" w14:textId="77777777" w:rsidR="00832B5E" w:rsidRPr="00832B5E" w:rsidRDefault="00832B5E" w:rsidP="00832B5E">
      <w:pPr>
        <w:pStyle w:val="Listeperso2italique"/>
      </w:pPr>
      <w:r w:rsidRPr="00832B5E">
        <w:t>Calendrier progressif de déploiement des appareils par ville et méthodologie employée</w:t>
      </w:r>
    </w:p>
    <w:p w14:paraId="7ADD739B" w14:textId="77777777" w:rsidR="00EE2B59" w:rsidRDefault="00EE2B59" w:rsidP="0099331D">
      <w:pPr>
        <w:pStyle w:val="Listeperso2italique"/>
      </w:pPr>
      <w:r>
        <w:t xml:space="preserve">Pilotage du marché, </w:t>
      </w:r>
      <w:r w:rsidRPr="004128CE">
        <w:t>profil des intervenants, niveau d’expertise</w:t>
      </w:r>
      <w:r>
        <w:t>.</w:t>
      </w:r>
    </w:p>
    <w:p w14:paraId="1CA8F500" w14:textId="77777777" w:rsidR="00EE2B59" w:rsidRPr="004128CE" w:rsidRDefault="00EE2B59" w:rsidP="0099331D">
      <w:pPr>
        <w:pStyle w:val="Listeperso2italique"/>
      </w:pPr>
      <w:r>
        <w:t>Moyens matériels mis en œuvre par le candidat pour la production des repas, la distribution, la maintenance des distributeurs</w:t>
      </w:r>
    </w:p>
    <w:p w14:paraId="18CBC5DD" w14:textId="77777777" w:rsidR="00EE2B59" w:rsidRPr="004128CE" w:rsidRDefault="00EE2B59" w:rsidP="0099331D">
      <w:pPr>
        <w:pStyle w:val="Listeperso2italique"/>
      </w:pPr>
      <w:r>
        <w:t>E</w:t>
      </w:r>
      <w:r w:rsidRPr="004128CE">
        <w:t>xemples de réalisations similaires</w:t>
      </w:r>
    </w:p>
    <w:p w14:paraId="2457BD51" w14:textId="77777777" w:rsidR="00EE2B59" w:rsidRPr="00304636" w:rsidRDefault="00EE2B59" w:rsidP="00AF2B7D">
      <w:pPr>
        <w:pStyle w:val="Corpsperso1"/>
      </w:pPr>
    </w:p>
    <w:p w14:paraId="5A65B84A" w14:textId="31781EDA" w:rsidR="00304636" w:rsidRPr="00304636" w:rsidRDefault="00304636" w:rsidP="005A44E1">
      <w:pPr>
        <w:pStyle w:val="Corpsperso1"/>
      </w:pPr>
    </w:p>
    <w:p w14:paraId="68446437" w14:textId="7011DFD9" w:rsidR="00304636" w:rsidRPr="00304636" w:rsidRDefault="00304636" w:rsidP="005A44E1">
      <w:pPr>
        <w:pStyle w:val="Corpsperso1"/>
      </w:pPr>
    </w:p>
    <w:p w14:paraId="373CEAD8" w14:textId="2BC7EF18" w:rsidR="00304636" w:rsidRPr="00304636" w:rsidRDefault="00304636" w:rsidP="005A44E1">
      <w:pPr>
        <w:pStyle w:val="Corpsperso1"/>
      </w:pPr>
    </w:p>
    <w:p w14:paraId="302C341A" w14:textId="7B311237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29B2BED4" w14:textId="37416BEF" w:rsidR="0099331D" w:rsidRDefault="0099331D" w:rsidP="0099331D">
      <w:pPr>
        <w:pStyle w:val="Titre21B"/>
      </w:pPr>
      <w:bookmarkStart w:id="14" w:name="_Toc222143557"/>
      <w:r>
        <w:lastRenderedPageBreak/>
        <w:t>L’organisation liée à la gestion des commandes, de l’approvisionnement, de la maintenance, 10 points</w:t>
      </w:r>
      <w:bookmarkEnd w:id="14"/>
    </w:p>
    <w:p w14:paraId="3972C20C" w14:textId="6F374E72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494FA0E2" w14:textId="390D0930" w:rsidR="0099331D" w:rsidRDefault="0099331D" w:rsidP="0099331D">
      <w:pPr>
        <w:pStyle w:val="Listeperso2italique"/>
      </w:pPr>
      <w:r>
        <w:t>Conditions de commande, conditions de livraison, service après-vente</w:t>
      </w:r>
    </w:p>
    <w:p w14:paraId="0EDBDE17" w14:textId="0CBA4747" w:rsidR="0099331D" w:rsidRDefault="0099331D" w:rsidP="0099331D">
      <w:pPr>
        <w:pStyle w:val="Listeperso2italique"/>
      </w:pPr>
      <w:r>
        <w:t>Gestion des approvisionnements, organisation des tournées, fréquence</w:t>
      </w:r>
    </w:p>
    <w:p w14:paraId="2494B6CD" w14:textId="69FCE225" w:rsidR="00304636" w:rsidRDefault="0099331D" w:rsidP="0099331D">
      <w:pPr>
        <w:pStyle w:val="Listeperso2italique"/>
      </w:pPr>
      <w:r>
        <w:t>Nettoyage, maintenance préventive des équipements, gestion des dysfonctionnements</w:t>
      </w:r>
    </w:p>
    <w:p w14:paraId="3CB45603" w14:textId="77777777" w:rsidR="0099331D" w:rsidRDefault="0099331D" w:rsidP="005A44E1">
      <w:pPr>
        <w:pStyle w:val="Corpsperso1"/>
      </w:pPr>
    </w:p>
    <w:p w14:paraId="61458868" w14:textId="77777777" w:rsidR="0099331D" w:rsidRDefault="0099331D" w:rsidP="005A44E1">
      <w:pPr>
        <w:pStyle w:val="Corpsperso1"/>
      </w:pPr>
    </w:p>
    <w:p w14:paraId="59A2440E" w14:textId="77777777" w:rsidR="0099331D" w:rsidRDefault="0099331D" w:rsidP="005A44E1">
      <w:pPr>
        <w:pStyle w:val="Corpsperso1"/>
      </w:pPr>
    </w:p>
    <w:p w14:paraId="101FE408" w14:textId="77777777" w:rsidR="0099331D" w:rsidRDefault="0099331D" w:rsidP="005A44E1">
      <w:pPr>
        <w:pStyle w:val="Corpsperso1"/>
      </w:pPr>
    </w:p>
    <w:p w14:paraId="505ADE85" w14:textId="491766AA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7207ABF" w14:textId="3D2D90B6" w:rsidR="0099331D" w:rsidRDefault="0099331D" w:rsidP="0099331D">
      <w:pPr>
        <w:pStyle w:val="Titre21B"/>
      </w:pPr>
      <w:bookmarkStart w:id="15" w:name="_Toc222143558"/>
      <w:r>
        <w:lastRenderedPageBreak/>
        <w:t>Les équipements de distribution et de monétique, 5 points</w:t>
      </w:r>
      <w:bookmarkEnd w:id="15"/>
    </w:p>
    <w:p w14:paraId="3807FA3E" w14:textId="36BC000C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6411D005" w14:textId="79010ACB" w:rsidR="0099331D" w:rsidRDefault="0099331D" w:rsidP="0099331D">
      <w:pPr>
        <w:pStyle w:val="Listeperso2italique"/>
      </w:pPr>
      <w:r>
        <w:t>Fiches techniques des distributeurs et des équipements monétiques à fournir</w:t>
      </w:r>
    </w:p>
    <w:p w14:paraId="21CA5323" w14:textId="236A1E6D" w:rsidR="0099331D" w:rsidRDefault="0099331D" w:rsidP="0099331D">
      <w:pPr>
        <w:pStyle w:val="Listeperso2italique"/>
      </w:pPr>
      <w:r>
        <w:t>Présentation du projet de développement de l’API du Cnous*</w:t>
      </w:r>
    </w:p>
    <w:p w14:paraId="50D505D3" w14:textId="77777777" w:rsidR="0099331D" w:rsidRPr="00304636" w:rsidRDefault="0099331D" w:rsidP="005A44E1">
      <w:pPr>
        <w:pStyle w:val="Corpsperso1"/>
      </w:pPr>
    </w:p>
    <w:p w14:paraId="6A121F38" w14:textId="4C764B18" w:rsidR="00304636" w:rsidRDefault="00304636" w:rsidP="005A44E1">
      <w:pPr>
        <w:pStyle w:val="Corpsperso1"/>
      </w:pPr>
    </w:p>
    <w:p w14:paraId="6284313E" w14:textId="77777777" w:rsidR="0099331D" w:rsidRDefault="0099331D" w:rsidP="005A44E1">
      <w:pPr>
        <w:pStyle w:val="Corpsperso1"/>
      </w:pPr>
    </w:p>
    <w:p w14:paraId="3F386EA5" w14:textId="77777777" w:rsidR="0099331D" w:rsidRDefault="0099331D" w:rsidP="005A44E1">
      <w:pPr>
        <w:pStyle w:val="Corpsperso1"/>
      </w:pPr>
    </w:p>
    <w:p w14:paraId="67A3AC4C" w14:textId="0D15BB8D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C70CBE1" w14:textId="7DC4C38A" w:rsidR="0099331D" w:rsidRDefault="0099331D" w:rsidP="0099331D">
      <w:pPr>
        <w:pStyle w:val="Titre21B"/>
      </w:pPr>
      <w:bookmarkStart w:id="16" w:name="_Toc222143559"/>
      <w:r>
        <w:lastRenderedPageBreak/>
        <w:t>Les mesures prises par le candidat en faveur du développement durable, 5 points</w:t>
      </w:r>
      <w:bookmarkEnd w:id="16"/>
    </w:p>
    <w:p w14:paraId="15C8BED5" w14:textId="3DB2A43E" w:rsidR="0099331D" w:rsidRPr="00304636" w:rsidRDefault="0099331D" w:rsidP="0099331D">
      <w:pPr>
        <w:pStyle w:val="Corpsperso1italique"/>
      </w:pPr>
      <w:r>
        <w:t>Dans le cadre strict de l’exécution du marché, le candidat veillera à développer les volets environnementaux et sociaux des actions mises en œuvre.</w:t>
      </w:r>
    </w:p>
    <w:p w14:paraId="712BBF0B" w14:textId="25E605F5" w:rsidR="00304636" w:rsidRDefault="00304636" w:rsidP="005A44E1">
      <w:pPr>
        <w:pStyle w:val="Corpsperso1"/>
      </w:pPr>
    </w:p>
    <w:p w14:paraId="3C23BD64" w14:textId="77777777" w:rsidR="0099331D" w:rsidRDefault="0099331D" w:rsidP="005A44E1">
      <w:pPr>
        <w:pStyle w:val="Corpsperso1"/>
      </w:pPr>
    </w:p>
    <w:p w14:paraId="352A53AC" w14:textId="77777777" w:rsidR="0099331D" w:rsidRPr="00304636" w:rsidRDefault="0099331D" w:rsidP="005A44E1">
      <w:pPr>
        <w:pStyle w:val="Corpsperso1"/>
      </w:pPr>
    </w:p>
    <w:p w14:paraId="047F59C1" w14:textId="5A411354" w:rsidR="00304636" w:rsidRPr="00304636" w:rsidRDefault="00304636" w:rsidP="005A44E1">
      <w:pPr>
        <w:pStyle w:val="Corpsperso1"/>
      </w:pPr>
    </w:p>
    <w:tbl>
      <w:tblPr>
        <w:tblStyle w:val="Grilledutableau"/>
        <w:tblW w:w="0" w:type="auto"/>
        <w:tblInd w:w="3823" w:type="dxa"/>
        <w:tblLook w:val="04A0" w:firstRow="1" w:lastRow="0" w:firstColumn="1" w:lastColumn="0" w:noHBand="0" w:noVBand="1"/>
      </w:tblPr>
      <w:tblGrid>
        <w:gridCol w:w="5523"/>
      </w:tblGrid>
      <w:tr w:rsidR="00304636" w:rsidRPr="00304636" w14:paraId="70F72B5A" w14:textId="77777777" w:rsidTr="00304636">
        <w:tc>
          <w:tcPr>
            <w:tcW w:w="5523" w:type="dxa"/>
          </w:tcPr>
          <w:p w14:paraId="27588021" w14:textId="77777777" w:rsidR="00304636" w:rsidRPr="00304636" w:rsidRDefault="00304636" w:rsidP="003046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Marianne" w:hAnsi="Marianne" w:cs="Calibri"/>
                <w:color w:val="000000"/>
              </w:rPr>
            </w:pPr>
            <w:r w:rsidRPr="00304636">
              <w:rPr>
                <w:rFonts w:ascii="Marianne" w:hAnsi="Marianne" w:cs="Calibri"/>
                <w:color w:val="000000"/>
              </w:rPr>
              <w:t>Nom de la personne habilitée à engager la société</w:t>
            </w:r>
            <w:r w:rsidRPr="00304636">
              <w:rPr>
                <w:rFonts w:ascii="Marianne" w:hAnsi="Marianne" w:cs="Calibri"/>
                <w:color w:val="000000"/>
              </w:rPr>
              <w:br/>
            </w:r>
            <w:r w:rsidRPr="00304636">
              <w:rPr>
                <w:rFonts w:ascii="Marianne" w:hAnsi="Marianne" w:cs="Calibri"/>
                <w:i/>
                <w:iCs/>
                <w:color w:val="000000"/>
              </w:rPr>
              <w:t>(identique à celui mentionné dans la lettre de candidature et l'acte d'engagement)</w:t>
            </w:r>
            <w:r w:rsidRPr="00304636">
              <w:rPr>
                <w:rFonts w:ascii="Marianne" w:hAnsi="Marianne" w:cs="Calibri"/>
                <w:color w:val="000000"/>
              </w:rPr>
              <w:br/>
              <w:t>Date, signature et cachet de l'entreprise</w:t>
            </w:r>
          </w:p>
          <w:p w14:paraId="64CAB2A3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87B1AD1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D73F3ED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939B4AC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D92BA05" w14:textId="16753332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</w:tc>
      </w:tr>
    </w:tbl>
    <w:p w14:paraId="0D8F739B" w14:textId="77777777" w:rsidR="00304636" w:rsidRPr="00304636" w:rsidRDefault="00304636" w:rsidP="00304636">
      <w:pPr>
        <w:pStyle w:val="Listeperso2"/>
        <w:numPr>
          <w:ilvl w:val="0"/>
          <w:numId w:val="0"/>
        </w:numPr>
        <w:ind w:left="1135" w:hanging="284"/>
        <w:rPr>
          <w:rFonts w:ascii="Marianne" w:hAnsi="Marianne"/>
          <w:sz w:val="20"/>
        </w:rPr>
      </w:pPr>
    </w:p>
    <w:sectPr w:rsidR="00304636" w:rsidRPr="00304636" w:rsidSect="00627C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1275" w:bottom="1134" w:left="1276" w:header="720" w:footer="54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7464B" w14:textId="77777777" w:rsidR="009E68FE" w:rsidRDefault="009E68FE">
      <w:r>
        <w:separator/>
      </w:r>
    </w:p>
  </w:endnote>
  <w:endnote w:type="continuationSeparator" w:id="0">
    <w:p w14:paraId="76A9F88C" w14:textId="77777777" w:rsidR="009E68FE" w:rsidRDefault="009E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BC2" w14:textId="77777777" w:rsidR="007630F6" w:rsidRPr="00A525D0" w:rsidRDefault="007630F6" w:rsidP="00A525D0">
    <w:pPr>
      <w:pStyle w:val="Pieddepag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QUOTE  "CCAP N° 2020_FCS_009" \* Upper  \* MERGEFORMAT </w:instrText>
    </w:r>
    <w:r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sz w:val="22"/>
        <w:szCs w:val="22"/>
      </w:rPr>
      <w:t>CCAP N° 2020_FCS_009</w:t>
    </w:r>
    <w:r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ab/>
    </w:r>
    <w:r w:rsidRPr="00240096">
      <w:rPr>
        <w:rFonts w:ascii="Calibri" w:hAnsi="Calibri"/>
        <w:sz w:val="22"/>
        <w:szCs w:val="22"/>
      </w:rPr>
      <w:tab/>
      <w:t xml:space="preserve">Page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PAGE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11</w:t>
    </w:r>
    <w:r w:rsidRPr="00240096"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 xml:space="preserve"> sur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NUMPAGES </w:instrText>
    </w:r>
    <w:r w:rsidRPr="00240096"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noProof/>
        <w:sz w:val="22"/>
        <w:szCs w:val="22"/>
      </w:rPr>
      <w:t>6</w:t>
    </w:r>
    <w:r w:rsidRPr="00240096"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CE92" w14:textId="62B44DED" w:rsidR="007630F6" w:rsidRPr="00F82F2C" w:rsidRDefault="009E68FE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1992666054"/>
        <w:placeholder>
          <w:docPart w:val="E4BC976322FE47C1A31EC8E3481E1DD3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8907B0">
          <w:rPr>
            <w:rStyle w:val="Textedelespacerserv"/>
          </w:rPr>
          <w:t>[Catégorie ]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267978754"/>
        <w:placeholder>
          <w:docPart w:val="B4441B47202E48A5A6E201EA448E3E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A5E82">
          <w:rPr>
            <w:rFonts w:ascii="Arial" w:hAnsi="Arial" w:cs="Arial"/>
            <w:color w:val="FFFFFF" w:themeColor="background1"/>
          </w:rPr>
          <w:t>2026_FCS_001_NTE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8BC3" w14:textId="3EC459C4" w:rsidR="007630F6" w:rsidRPr="00F82F2C" w:rsidRDefault="009E68FE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-1510673067"/>
        <w:placeholder>
          <w:docPart w:val="3E7A5A4EBCF94135803A8E745CD9D480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0A5E82">
          <w:rPr>
            <w:rStyle w:val="Textedelespacerserv"/>
          </w:rPr>
          <w:t>[Catégorie ]</w:t>
        </w:r>
      </w:sdtContent>
    </w:sdt>
    <w:r w:rsidR="007630F6" w:rsidRPr="000A5E82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826411915"/>
        <w:placeholder>
          <w:docPart w:val="9B5F609C2EBC4C43802E3AEBE033E3C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A5E82" w:rsidRPr="000A5E82">
          <w:rPr>
            <w:rFonts w:ascii="Arial" w:hAnsi="Arial" w:cs="Arial"/>
            <w:color w:val="FFFFFF" w:themeColor="background1"/>
          </w:rPr>
          <w:t>2026_FCS_001_NTE</w:t>
        </w:r>
      </w:sdtContent>
    </w:sdt>
    <w:r w:rsidR="007630F6" w:rsidRPr="000A5E82">
      <w:rPr>
        <w:rFonts w:ascii="Calibri" w:hAnsi="Calibri"/>
        <w:color w:val="FFFFFF" w:themeColor="background1"/>
        <w:sz w:val="22"/>
        <w:szCs w:val="22"/>
      </w:rPr>
      <w:tab/>
    </w:r>
    <w:r w:rsidR="007630F6" w:rsidRPr="000A5E82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0A5E82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7630F6" w:rsidRPr="000A5E82">
      <w:rPr>
        <w:rFonts w:ascii="Calibri" w:hAnsi="Calibri"/>
        <w:noProof/>
        <w:color w:val="FFFFFF" w:themeColor="background1"/>
        <w:sz w:val="22"/>
        <w:szCs w:val="22"/>
      </w:rPr>
      <w:t>1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0A5E82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0A5E82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214CA8" w:rsidRPr="000A5E82">
      <w:rPr>
        <w:rFonts w:ascii="Calibri" w:hAnsi="Calibri"/>
        <w:noProof/>
        <w:color w:val="FFFFFF" w:themeColor="background1"/>
        <w:sz w:val="22"/>
        <w:szCs w:val="22"/>
      </w:rPr>
      <w:t>6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888C7" w14:textId="77777777" w:rsidR="009E68FE" w:rsidRDefault="009E68FE">
      <w:r>
        <w:separator/>
      </w:r>
    </w:p>
  </w:footnote>
  <w:footnote w:type="continuationSeparator" w:id="0">
    <w:p w14:paraId="75588A45" w14:textId="77777777" w:rsidR="009E68FE" w:rsidRDefault="009E6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2998" w14:textId="77777777" w:rsidR="007630F6" w:rsidRDefault="007630F6">
    <w:pPr>
      <w:pStyle w:val="En-t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A321" w14:textId="1626C2E3" w:rsidR="007630F6" w:rsidRDefault="007630F6">
    <w:pPr>
      <w:pStyle w:val="En-tte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0837" w14:textId="680F2C78" w:rsidR="00627C72" w:rsidRDefault="00627C72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929E5AA" wp14:editId="48E26678">
          <wp:simplePos x="0" y="0"/>
          <wp:positionH relativeFrom="column">
            <wp:posOffset>-200025</wp:posOffset>
          </wp:positionH>
          <wp:positionV relativeFrom="page">
            <wp:posOffset>476250</wp:posOffset>
          </wp:positionV>
          <wp:extent cx="1804670" cy="1804670"/>
          <wp:effectExtent l="0" t="0" r="5080" b="5080"/>
          <wp:wrapSquare wrapText="bothSides"/>
          <wp:docPr id="42" name="Image 42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42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ECF5736" wp14:editId="3AFD707A">
          <wp:simplePos x="0" y="0"/>
          <wp:positionH relativeFrom="margin">
            <wp:align>right</wp:align>
          </wp:positionH>
          <wp:positionV relativeFrom="margin">
            <wp:posOffset>13335</wp:posOffset>
          </wp:positionV>
          <wp:extent cx="902335" cy="895985"/>
          <wp:effectExtent l="0" t="0" r="0" b="0"/>
          <wp:wrapSquare wrapText="bothSides"/>
          <wp:docPr id="43" name="Image 43" descr="Une image contenant texte, Police, logo, cerc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 43" descr="Une image contenant texte, Police, logo, cerc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0D83"/>
    <w:multiLevelType w:val="multilevel"/>
    <w:tmpl w:val="4F027EEA"/>
    <w:lvl w:ilvl="0">
      <w:start w:val="1"/>
      <w:numFmt w:val="decimal"/>
      <w:pStyle w:val="Titre2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9359A7"/>
    <w:multiLevelType w:val="multilevel"/>
    <w:tmpl w:val="5ABC605E"/>
    <w:lvl w:ilvl="0">
      <w:start w:val="1"/>
      <w:numFmt w:val="decimal"/>
      <w:pStyle w:val="Titre1B"/>
      <w:lvlText w:val="%1."/>
      <w:lvlJc w:val="left"/>
      <w:pPr>
        <w:ind w:left="360" w:hanging="360"/>
      </w:pPr>
    </w:lvl>
    <w:lvl w:ilvl="1">
      <w:start w:val="1"/>
      <w:numFmt w:val="decimal"/>
      <w:pStyle w:val="Titre21B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EC205E"/>
    <w:multiLevelType w:val="hybridMultilevel"/>
    <w:tmpl w:val="F91C42EC"/>
    <w:lvl w:ilvl="0" w:tplc="B67C5478">
      <w:start w:val="1"/>
      <w:numFmt w:val="bullet"/>
      <w:pStyle w:val="Listeperso2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41621"/>
    <w:multiLevelType w:val="hybridMultilevel"/>
    <w:tmpl w:val="38C8C614"/>
    <w:lvl w:ilvl="0" w:tplc="A90A8730">
      <w:start w:val="1"/>
      <w:numFmt w:val="bullet"/>
      <w:pStyle w:val="Listepers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F5C17"/>
    <w:multiLevelType w:val="multilevel"/>
    <w:tmpl w:val="A810F61E"/>
    <w:lvl w:ilvl="0">
      <w:start w:val="1"/>
      <w:numFmt w:val="decimal"/>
      <w:pStyle w:val="Titreperso1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Titreperso2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num w:numId="1" w16cid:durableId="1805153375">
    <w:abstractNumId w:val="3"/>
  </w:num>
  <w:num w:numId="2" w16cid:durableId="927927924">
    <w:abstractNumId w:val="2"/>
  </w:num>
  <w:num w:numId="3" w16cid:durableId="1415206883">
    <w:abstractNumId w:val="4"/>
  </w:num>
  <w:num w:numId="4" w16cid:durableId="489519839">
    <w:abstractNumId w:val="0"/>
  </w:num>
  <w:num w:numId="5" w16cid:durableId="253055081">
    <w:abstractNumId w:val="1"/>
  </w:num>
  <w:num w:numId="6" w16cid:durableId="1524049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9098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0"/>
    <w:rsid w:val="000209B6"/>
    <w:rsid w:val="00031827"/>
    <w:rsid w:val="00041590"/>
    <w:rsid w:val="00050443"/>
    <w:rsid w:val="00050544"/>
    <w:rsid w:val="000533BC"/>
    <w:rsid w:val="0005682F"/>
    <w:rsid w:val="00075934"/>
    <w:rsid w:val="0007697C"/>
    <w:rsid w:val="00084861"/>
    <w:rsid w:val="00085D9C"/>
    <w:rsid w:val="00086C3B"/>
    <w:rsid w:val="00092E9C"/>
    <w:rsid w:val="00096DA9"/>
    <w:rsid w:val="00097BF0"/>
    <w:rsid w:val="000A58E7"/>
    <w:rsid w:val="000A5E82"/>
    <w:rsid w:val="000B6089"/>
    <w:rsid w:val="000C2EA1"/>
    <w:rsid w:val="000C325D"/>
    <w:rsid w:val="000C7D3C"/>
    <w:rsid w:val="000D2622"/>
    <w:rsid w:val="000D7026"/>
    <w:rsid w:val="000E1E60"/>
    <w:rsid w:val="000E49FD"/>
    <w:rsid w:val="000F315F"/>
    <w:rsid w:val="0010070B"/>
    <w:rsid w:val="0011148E"/>
    <w:rsid w:val="00111DBD"/>
    <w:rsid w:val="00112981"/>
    <w:rsid w:val="0011503C"/>
    <w:rsid w:val="00117F59"/>
    <w:rsid w:val="001216E4"/>
    <w:rsid w:val="00122B6B"/>
    <w:rsid w:val="0012493C"/>
    <w:rsid w:val="00124BD6"/>
    <w:rsid w:val="00125BB1"/>
    <w:rsid w:val="00126F42"/>
    <w:rsid w:val="00127320"/>
    <w:rsid w:val="00127470"/>
    <w:rsid w:val="00133894"/>
    <w:rsid w:val="001349DD"/>
    <w:rsid w:val="0014317B"/>
    <w:rsid w:val="0014438D"/>
    <w:rsid w:val="00150E15"/>
    <w:rsid w:val="00151411"/>
    <w:rsid w:val="0015314E"/>
    <w:rsid w:val="001534E5"/>
    <w:rsid w:val="00153941"/>
    <w:rsid w:val="00160120"/>
    <w:rsid w:val="00175842"/>
    <w:rsid w:val="00177724"/>
    <w:rsid w:val="0017795C"/>
    <w:rsid w:val="00180519"/>
    <w:rsid w:val="00185395"/>
    <w:rsid w:val="001972F1"/>
    <w:rsid w:val="001A0B6D"/>
    <w:rsid w:val="001A2E25"/>
    <w:rsid w:val="001A3254"/>
    <w:rsid w:val="001A33CF"/>
    <w:rsid w:val="001A700E"/>
    <w:rsid w:val="001B08BD"/>
    <w:rsid w:val="001B3678"/>
    <w:rsid w:val="001C29C0"/>
    <w:rsid w:val="001C7145"/>
    <w:rsid w:val="001C7A72"/>
    <w:rsid w:val="001D01D4"/>
    <w:rsid w:val="001E5520"/>
    <w:rsid w:val="001E706A"/>
    <w:rsid w:val="001F1FFC"/>
    <w:rsid w:val="001F2DDE"/>
    <w:rsid w:val="001F32D4"/>
    <w:rsid w:val="001F747E"/>
    <w:rsid w:val="00202693"/>
    <w:rsid w:val="002047E1"/>
    <w:rsid w:val="00206A3B"/>
    <w:rsid w:val="00214CA8"/>
    <w:rsid w:val="00221C66"/>
    <w:rsid w:val="00222D2A"/>
    <w:rsid w:val="00233450"/>
    <w:rsid w:val="0023695C"/>
    <w:rsid w:val="00240096"/>
    <w:rsid w:val="00242177"/>
    <w:rsid w:val="00243BA9"/>
    <w:rsid w:val="00251B25"/>
    <w:rsid w:val="002557E0"/>
    <w:rsid w:val="00264DD2"/>
    <w:rsid w:val="00272B73"/>
    <w:rsid w:val="002825E7"/>
    <w:rsid w:val="00282677"/>
    <w:rsid w:val="002940A7"/>
    <w:rsid w:val="002A02F6"/>
    <w:rsid w:val="002A4AC2"/>
    <w:rsid w:val="002C019E"/>
    <w:rsid w:val="002C4067"/>
    <w:rsid w:val="002C6B69"/>
    <w:rsid w:val="002C7938"/>
    <w:rsid w:val="002D1CF7"/>
    <w:rsid w:val="002D2FA9"/>
    <w:rsid w:val="002D4C35"/>
    <w:rsid w:val="002F7617"/>
    <w:rsid w:val="00302E8B"/>
    <w:rsid w:val="0030314B"/>
    <w:rsid w:val="00304636"/>
    <w:rsid w:val="00305F1D"/>
    <w:rsid w:val="00305FA5"/>
    <w:rsid w:val="00313F88"/>
    <w:rsid w:val="00314161"/>
    <w:rsid w:val="003169E3"/>
    <w:rsid w:val="0032038C"/>
    <w:rsid w:val="00322774"/>
    <w:rsid w:val="00327B82"/>
    <w:rsid w:val="0033026B"/>
    <w:rsid w:val="003305DA"/>
    <w:rsid w:val="00333525"/>
    <w:rsid w:val="0033481E"/>
    <w:rsid w:val="003363D0"/>
    <w:rsid w:val="00342CF7"/>
    <w:rsid w:val="00347113"/>
    <w:rsid w:val="00347C90"/>
    <w:rsid w:val="00350A08"/>
    <w:rsid w:val="00351927"/>
    <w:rsid w:val="00352F33"/>
    <w:rsid w:val="00353BE5"/>
    <w:rsid w:val="00354683"/>
    <w:rsid w:val="00357635"/>
    <w:rsid w:val="00361A8E"/>
    <w:rsid w:val="00361DAB"/>
    <w:rsid w:val="00362690"/>
    <w:rsid w:val="00364A9A"/>
    <w:rsid w:val="00365D46"/>
    <w:rsid w:val="003721A6"/>
    <w:rsid w:val="00373163"/>
    <w:rsid w:val="00380362"/>
    <w:rsid w:val="0038760D"/>
    <w:rsid w:val="0039071B"/>
    <w:rsid w:val="0039388E"/>
    <w:rsid w:val="00394431"/>
    <w:rsid w:val="003A1ADE"/>
    <w:rsid w:val="003A27C5"/>
    <w:rsid w:val="003B2414"/>
    <w:rsid w:val="003B42DC"/>
    <w:rsid w:val="003C1178"/>
    <w:rsid w:val="003C387F"/>
    <w:rsid w:val="003C53E2"/>
    <w:rsid w:val="003D2816"/>
    <w:rsid w:val="003D2E87"/>
    <w:rsid w:val="003D4055"/>
    <w:rsid w:val="003D6DED"/>
    <w:rsid w:val="003E4685"/>
    <w:rsid w:val="003E60A9"/>
    <w:rsid w:val="003E7B38"/>
    <w:rsid w:val="003F0E9F"/>
    <w:rsid w:val="003F11F3"/>
    <w:rsid w:val="003F295E"/>
    <w:rsid w:val="0040067B"/>
    <w:rsid w:val="00403323"/>
    <w:rsid w:val="004044A4"/>
    <w:rsid w:val="00404D92"/>
    <w:rsid w:val="00423E85"/>
    <w:rsid w:val="00425B16"/>
    <w:rsid w:val="00426EFA"/>
    <w:rsid w:val="004277A7"/>
    <w:rsid w:val="004277AC"/>
    <w:rsid w:val="0043274B"/>
    <w:rsid w:val="00436E62"/>
    <w:rsid w:val="004370DB"/>
    <w:rsid w:val="00460041"/>
    <w:rsid w:val="00466494"/>
    <w:rsid w:val="00475FEE"/>
    <w:rsid w:val="00481512"/>
    <w:rsid w:val="00483748"/>
    <w:rsid w:val="0049135C"/>
    <w:rsid w:val="00496419"/>
    <w:rsid w:val="004A1560"/>
    <w:rsid w:val="004A1647"/>
    <w:rsid w:val="004A4E12"/>
    <w:rsid w:val="004B0E22"/>
    <w:rsid w:val="004B2A59"/>
    <w:rsid w:val="004B3A7D"/>
    <w:rsid w:val="004B7537"/>
    <w:rsid w:val="004C0237"/>
    <w:rsid w:val="004D35F7"/>
    <w:rsid w:val="004D5CF1"/>
    <w:rsid w:val="004D60CC"/>
    <w:rsid w:val="004D7763"/>
    <w:rsid w:val="004E59B5"/>
    <w:rsid w:val="004E7D1F"/>
    <w:rsid w:val="004F3F7A"/>
    <w:rsid w:val="004F5E9D"/>
    <w:rsid w:val="004F61E8"/>
    <w:rsid w:val="004F62A9"/>
    <w:rsid w:val="00505701"/>
    <w:rsid w:val="00506405"/>
    <w:rsid w:val="00506B24"/>
    <w:rsid w:val="00507B4D"/>
    <w:rsid w:val="00512E78"/>
    <w:rsid w:val="00517B3D"/>
    <w:rsid w:val="0052496B"/>
    <w:rsid w:val="00525A02"/>
    <w:rsid w:val="00525A36"/>
    <w:rsid w:val="00526E72"/>
    <w:rsid w:val="00527CEA"/>
    <w:rsid w:val="00530152"/>
    <w:rsid w:val="00530582"/>
    <w:rsid w:val="005332A8"/>
    <w:rsid w:val="00533725"/>
    <w:rsid w:val="00540D3C"/>
    <w:rsid w:val="00541C1F"/>
    <w:rsid w:val="00542A95"/>
    <w:rsid w:val="005455E3"/>
    <w:rsid w:val="00550B9A"/>
    <w:rsid w:val="00554D77"/>
    <w:rsid w:val="00560047"/>
    <w:rsid w:val="00562D2E"/>
    <w:rsid w:val="0056609A"/>
    <w:rsid w:val="0056695A"/>
    <w:rsid w:val="005679AF"/>
    <w:rsid w:val="005707F7"/>
    <w:rsid w:val="00571E4D"/>
    <w:rsid w:val="005745F7"/>
    <w:rsid w:val="005767F2"/>
    <w:rsid w:val="00582303"/>
    <w:rsid w:val="00582611"/>
    <w:rsid w:val="005829AE"/>
    <w:rsid w:val="00584D24"/>
    <w:rsid w:val="005854B0"/>
    <w:rsid w:val="005953B5"/>
    <w:rsid w:val="00595CC4"/>
    <w:rsid w:val="005A44E1"/>
    <w:rsid w:val="005B276D"/>
    <w:rsid w:val="005B55F0"/>
    <w:rsid w:val="005C0033"/>
    <w:rsid w:val="005C0E4A"/>
    <w:rsid w:val="005C32AF"/>
    <w:rsid w:val="005C7CE2"/>
    <w:rsid w:val="005E1174"/>
    <w:rsid w:val="005E6290"/>
    <w:rsid w:val="005F1A96"/>
    <w:rsid w:val="005F38EC"/>
    <w:rsid w:val="005F4E90"/>
    <w:rsid w:val="00600627"/>
    <w:rsid w:val="00600FB7"/>
    <w:rsid w:val="00602873"/>
    <w:rsid w:val="00606A5D"/>
    <w:rsid w:val="00606F6F"/>
    <w:rsid w:val="0061080D"/>
    <w:rsid w:val="0061380E"/>
    <w:rsid w:val="006147DF"/>
    <w:rsid w:val="00623945"/>
    <w:rsid w:val="00627C72"/>
    <w:rsid w:val="00632E94"/>
    <w:rsid w:val="0063698A"/>
    <w:rsid w:val="00645294"/>
    <w:rsid w:val="006468B3"/>
    <w:rsid w:val="006528C8"/>
    <w:rsid w:val="00653B98"/>
    <w:rsid w:val="006635ED"/>
    <w:rsid w:val="0066398C"/>
    <w:rsid w:val="00664FBC"/>
    <w:rsid w:val="00670930"/>
    <w:rsid w:val="006716B9"/>
    <w:rsid w:val="006734FF"/>
    <w:rsid w:val="00676E5A"/>
    <w:rsid w:val="00677F4B"/>
    <w:rsid w:val="0068313F"/>
    <w:rsid w:val="00691F98"/>
    <w:rsid w:val="0069581E"/>
    <w:rsid w:val="0069589D"/>
    <w:rsid w:val="006A131B"/>
    <w:rsid w:val="006A4F08"/>
    <w:rsid w:val="006B271B"/>
    <w:rsid w:val="006B2B25"/>
    <w:rsid w:val="006B3EEB"/>
    <w:rsid w:val="006C0FF0"/>
    <w:rsid w:val="006C2222"/>
    <w:rsid w:val="006C635C"/>
    <w:rsid w:val="006D2519"/>
    <w:rsid w:val="006D7571"/>
    <w:rsid w:val="006E5528"/>
    <w:rsid w:val="006F0360"/>
    <w:rsid w:val="006F2E24"/>
    <w:rsid w:val="006F574E"/>
    <w:rsid w:val="006F75E1"/>
    <w:rsid w:val="00700E7C"/>
    <w:rsid w:val="007023B0"/>
    <w:rsid w:val="0070592C"/>
    <w:rsid w:val="00705E03"/>
    <w:rsid w:val="00712127"/>
    <w:rsid w:val="0071269A"/>
    <w:rsid w:val="00714C33"/>
    <w:rsid w:val="00721D76"/>
    <w:rsid w:val="00726B60"/>
    <w:rsid w:val="007307FC"/>
    <w:rsid w:val="0073356C"/>
    <w:rsid w:val="00737649"/>
    <w:rsid w:val="00737A0D"/>
    <w:rsid w:val="00743A81"/>
    <w:rsid w:val="007523FB"/>
    <w:rsid w:val="00755528"/>
    <w:rsid w:val="00755E90"/>
    <w:rsid w:val="00762449"/>
    <w:rsid w:val="00762699"/>
    <w:rsid w:val="007628B1"/>
    <w:rsid w:val="00762D9C"/>
    <w:rsid w:val="007630F6"/>
    <w:rsid w:val="00771D7F"/>
    <w:rsid w:val="00773A5E"/>
    <w:rsid w:val="00773F35"/>
    <w:rsid w:val="00776962"/>
    <w:rsid w:val="00776F10"/>
    <w:rsid w:val="00781673"/>
    <w:rsid w:val="00782D37"/>
    <w:rsid w:val="0078606C"/>
    <w:rsid w:val="00786BC6"/>
    <w:rsid w:val="007937E8"/>
    <w:rsid w:val="007977A0"/>
    <w:rsid w:val="007A1A9C"/>
    <w:rsid w:val="007B2A18"/>
    <w:rsid w:val="007B434F"/>
    <w:rsid w:val="007B53C1"/>
    <w:rsid w:val="007B6DFC"/>
    <w:rsid w:val="007C5D0E"/>
    <w:rsid w:val="007C5FF8"/>
    <w:rsid w:val="007C7B27"/>
    <w:rsid w:val="007D11EA"/>
    <w:rsid w:val="007D6F52"/>
    <w:rsid w:val="007E05B2"/>
    <w:rsid w:val="007E217B"/>
    <w:rsid w:val="007E58BA"/>
    <w:rsid w:val="007F0620"/>
    <w:rsid w:val="00800E1A"/>
    <w:rsid w:val="00813C95"/>
    <w:rsid w:val="00815DEA"/>
    <w:rsid w:val="00817E25"/>
    <w:rsid w:val="00820144"/>
    <w:rsid w:val="00830471"/>
    <w:rsid w:val="00832926"/>
    <w:rsid w:val="00832B5E"/>
    <w:rsid w:val="00833EBE"/>
    <w:rsid w:val="0083622B"/>
    <w:rsid w:val="008367BB"/>
    <w:rsid w:val="00842EE6"/>
    <w:rsid w:val="00846F42"/>
    <w:rsid w:val="00850351"/>
    <w:rsid w:val="0085175B"/>
    <w:rsid w:val="00856A24"/>
    <w:rsid w:val="0085799C"/>
    <w:rsid w:val="00861173"/>
    <w:rsid w:val="00861659"/>
    <w:rsid w:val="0086193F"/>
    <w:rsid w:val="00861989"/>
    <w:rsid w:val="00863FB9"/>
    <w:rsid w:val="00870ED5"/>
    <w:rsid w:val="008755F9"/>
    <w:rsid w:val="008773EA"/>
    <w:rsid w:val="008804A5"/>
    <w:rsid w:val="008852E9"/>
    <w:rsid w:val="0088541E"/>
    <w:rsid w:val="00890C67"/>
    <w:rsid w:val="00891056"/>
    <w:rsid w:val="00894776"/>
    <w:rsid w:val="00894AC1"/>
    <w:rsid w:val="008A0909"/>
    <w:rsid w:val="008A54B5"/>
    <w:rsid w:val="008A7C6C"/>
    <w:rsid w:val="008B248B"/>
    <w:rsid w:val="008B5F8E"/>
    <w:rsid w:val="008B7CEC"/>
    <w:rsid w:val="008D6159"/>
    <w:rsid w:val="008E090B"/>
    <w:rsid w:val="008E1980"/>
    <w:rsid w:val="008E1B61"/>
    <w:rsid w:val="008E5C9E"/>
    <w:rsid w:val="008E5FB7"/>
    <w:rsid w:val="008F3657"/>
    <w:rsid w:val="008F55F5"/>
    <w:rsid w:val="008F6D56"/>
    <w:rsid w:val="0090219F"/>
    <w:rsid w:val="009024B9"/>
    <w:rsid w:val="00902FCB"/>
    <w:rsid w:val="00906D8F"/>
    <w:rsid w:val="0092018C"/>
    <w:rsid w:val="00921668"/>
    <w:rsid w:val="00927096"/>
    <w:rsid w:val="00931B22"/>
    <w:rsid w:val="009320E2"/>
    <w:rsid w:val="009351FA"/>
    <w:rsid w:val="009377CB"/>
    <w:rsid w:val="00940455"/>
    <w:rsid w:val="00940D40"/>
    <w:rsid w:val="009441EE"/>
    <w:rsid w:val="00946E2C"/>
    <w:rsid w:val="00953206"/>
    <w:rsid w:val="0095396A"/>
    <w:rsid w:val="00955963"/>
    <w:rsid w:val="0096045B"/>
    <w:rsid w:val="00960730"/>
    <w:rsid w:val="00962C03"/>
    <w:rsid w:val="0097026A"/>
    <w:rsid w:val="0097173C"/>
    <w:rsid w:val="00971866"/>
    <w:rsid w:val="009730FD"/>
    <w:rsid w:val="0099331D"/>
    <w:rsid w:val="009A3194"/>
    <w:rsid w:val="009A35B1"/>
    <w:rsid w:val="009B54F4"/>
    <w:rsid w:val="009C075F"/>
    <w:rsid w:val="009C6398"/>
    <w:rsid w:val="009C68DD"/>
    <w:rsid w:val="009C7564"/>
    <w:rsid w:val="009C7894"/>
    <w:rsid w:val="009D3403"/>
    <w:rsid w:val="009D7665"/>
    <w:rsid w:val="009E65B1"/>
    <w:rsid w:val="009E68FE"/>
    <w:rsid w:val="009E6F1F"/>
    <w:rsid w:val="009F1635"/>
    <w:rsid w:val="009F3356"/>
    <w:rsid w:val="009F7368"/>
    <w:rsid w:val="009F78F0"/>
    <w:rsid w:val="009F7B21"/>
    <w:rsid w:val="00A00EBE"/>
    <w:rsid w:val="00A03FAE"/>
    <w:rsid w:val="00A04DBD"/>
    <w:rsid w:val="00A05433"/>
    <w:rsid w:val="00A068A7"/>
    <w:rsid w:val="00A07A53"/>
    <w:rsid w:val="00A10639"/>
    <w:rsid w:val="00A26051"/>
    <w:rsid w:val="00A30A21"/>
    <w:rsid w:val="00A4565E"/>
    <w:rsid w:val="00A525D0"/>
    <w:rsid w:val="00A6042A"/>
    <w:rsid w:val="00A60DE4"/>
    <w:rsid w:val="00A61D15"/>
    <w:rsid w:val="00A675CD"/>
    <w:rsid w:val="00A72389"/>
    <w:rsid w:val="00A72767"/>
    <w:rsid w:val="00A84012"/>
    <w:rsid w:val="00A941CD"/>
    <w:rsid w:val="00A95B6F"/>
    <w:rsid w:val="00A96109"/>
    <w:rsid w:val="00A97695"/>
    <w:rsid w:val="00AA1EE8"/>
    <w:rsid w:val="00AA3A9C"/>
    <w:rsid w:val="00AA3D5D"/>
    <w:rsid w:val="00AA4314"/>
    <w:rsid w:val="00AA4AFF"/>
    <w:rsid w:val="00AB12A6"/>
    <w:rsid w:val="00AB49AD"/>
    <w:rsid w:val="00AC4130"/>
    <w:rsid w:val="00AC47E6"/>
    <w:rsid w:val="00AC566B"/>
    <w:rsid w:val="00AD103A"/>
    <w:rsid w:val="00AD4272"/>
    <w:rsid w:val="00AD4524"/>
    <w:rsid w:val="00AD6959"/>
    <w:rsid w:val="00AE0D63"/>
    <w:rsid w:val="00AE4DFC"/>
    <w:rsid w:val="00AF0AEF"/>
    <w:rsid w:val="00AF2B7D"/>
    <w:rsid w:val="00AF5805"/>
    <w:rsid w:val="00AF7126"/>
    <w:rsid w:val="00B00A64"/>
    <w:rsid w:val="00B10994"/>
    <w:rsid w:val="00B10AE6"/>
    <w:rsid w:val="00B11509"/>
    <w:rsid w:val="00B13D2F"/>
    <w:rsid w:val="00B221F7"/>
    <w:rsid w:val="00B22959"/>
    <w:rsid w:val="00B22D69"/>
    <w:rsid w:val="00B27305"/>
    <w:rsid w:val="00B27CCC"/>
    <w:rsid w:val="00B309A6"/>
    <w:rsid w:val="00B33215"/>
    <w:rsid w:val="00B403D5"/>
    <w:rsid w:val="00B408E8"/>
    <w:rsid w:val="00B54DD9"/>
    <w:rsid w:val="00B5677B"/>
    <w:rsid w:val="00B631B2"/>
    <w:rsid w:val="00B63809"/>
    <w:rsid w:val="00B7245D"/>
    <w:rsid w:val="00B73BBA"/>
    <w:rsid w:val="00B8165D"/>
    <w:rsid w:val="00B83ED6"/>
    <w:rsid w:val="00B86094"/>
    <w:rsid w:val="00B8635A"/>
    <w:rsid w:val="00B93AD1"/>
    <w:rsid w:val="00BA06DC"/>
    <w:rsid w:val="00BA39EC"/>
    <w:rsid w:val="00BA3AA8"/>
    <w:rsid w:val="00BA3FC6"/>
    <w:rsid w:val="00BC0277"/>
    <w:rsid w:val="00BC0D6E"/>
    <w:rsid w:val="00BC2A0B"/>
    <w:rsid w:val="00BC313F"/>
    <w:rsid w:val="00BC67C5"/>
    <w:rsid w:val="00BC72A1"/>
    <w:rsid w:val="00BC7DB8"/>
    <w:rsid w:val="00BD25F6"/>
    <w:rsid w:val="00BD4500"/>
    <w:rsid w:val="00BD4877"/>
    <w:rsid w:val="00BD49B6"/>
    <w:rsid w:val="00BD6DA4"/>
    <w:rsid w:val="00BE2060"/>
    <w:rsid w:val="00BE2F2F"/>
    <w:rsid w:val="00BE47EE"/>
    <w:rsid w:val="00BF00BB"/>
    <w:rsid w:val="00C0136C"/>
    <w:rsid w:val="00C04DEC"/>
    <w:rsid w:val="00C074AC"/>
    <w:rsid w:val="00C10D45"/>
    <w:rsid w:val="00C113B3"/>
    <w:rsid w:val="00C13F6C"/>
    <w:rsid w:val="00C13FF2"/>
    <w:rsid w:val="00C1415B"/>
    <w:rsid w:val="00C176E5"/>
    <w:rsid w:val="00C24630"/>
    <w:rsid w:val="00C31042"/>
    <w:rsid w:val="00C322E1"/>
    <w:rsid w:val="00C338AB"/>
    <w:rsid w:val="00C37988"/>
    <w:rsid w:val="00C37F1F"/>
    <w:rsid w:val="00C43CC6"/>
    <w:rsid w:val="00C445A0"/>
    <w:rsid w:val="00C44AD0"/>
    <w:rsid w:val="00C47DA7"/>
    <w:rsid w:val="00C62475"/>
    <w:rsid w:val="00C67457"/>
    <w:rsid w:val="00C737C0"/>
    <w:rsid w:val="00C7665B"/>
    <w:rsid w:val="00C77762"/>
    <w:rsid w:val="00C77FCA"/>
    <w:rsid w:val="00C85F17"/>
    <w:rsid w:val="00C92727"/>
    <w:rsid w:val="00C94C36"/>
    <w:rsid w:val="00CA17DE"/>
    <w:rsid w:val="00CB0B27"/>
    <w:rsid w:val="00CB1C7A"/>
    <w:rsid w:val="00CB5391"/>
    <w:rsid w:val="00CB53A7"/>
    <w:rsid w:val="00CB7F43"/>
    <w:rsid w:val="00CC08A1"/>
    <w:rsid w:val="00CC2B28"/>
    <w:rsid w:val="00CC315B"/>
    <w:rsid w:val="00CD04B4"/>
    <w:rsid w:val="00CD29D4"/>
    <w:rsid w:val="00CE588D"/>
    <w:rsid w:val="00CE5EF1"/>
    <w:rsid w:val="00CE5F71"/>
    <w:rsid w:val="00CE6DE6"/>
    <w:rsid w:val="00CF07C4"/>
    <w:rsid w:val="00CF4DC6"/>
    <w:rsid w:val="00CF7715"/>
    <w:rsid w:val="00D01CC6"/>
    <w:rsid w:val="00D05FB8"/>
    <w:rsid w:val="00D1106F"/>
    <w:rsid w:val="00D11461"/>
    <w:rsid w:val="00D1639A"/>
    <w:rsid w:val="00D1698D"/>
    <w:rsid w:val="00D20D88"/>
    <w:rsid w:val="00D21A03"/>
    <w:rsid w:val="00D21E19"/>
    <w:rsid w:val="00D22C70"/>
    <w:rsid w:val="00D24BFD"/>
    <w:rsid w:val="00D26B99"/>
    <w:rsid w:val="00D26CFB"/>
    <w:rsid w:val="00D34EF3"/>
    <w:rsid w:val="00D36A56"/>
    <w:rsid w:val="00D37465"/>
    <w:rsid w:val="00D43E7C"/>
    <w:rsid w:val="00D452D5"/>
    <w:rsid w:val="00D46CA6"/>
    <w:rsid w:val="00D501D7"/>
    <w:rsid w:val="00D518BE"/>
    <w:rsid w:val="00D52DF7"/>
    <w:rsid w:val="00D53836"/>
    <w:rsid w:val="00D555D1"/>
    <w:rsid w:val="00D62C90"/>
    <w:rsid w:val="00D74319"/>
    <w:rsid w:val="00D76EA6"/>
    <w:rsid w:val="00D802B4"/>
    <w:rsid w:val="00D814DA"/>
    <w:rsid w:val="00D81D45"/>
    <w:rsid w:val="00D82C42"/>
    <w:rsid w:val="00D8435C"/>
    <w:rsid w:val="00D847C0"/>
    <w:rsid w:val="00D84EF5"/>
    <w:rsid w:val="00D90D5B"/>
    <w:rsid w:val="00D96E53"/>
    <w:rsid w:val="00DA203F"/>
    <w:rsid w:val="00DA3745"/>
    <w:rsid w:val="00DA7EC6"/>
    <w:rsid w:val="00DB2122"/>
    <w:rsid w:val="00DC0253"/>
    <w:rsid w:val="00DC651C"/>
    <w:rsid w:val="00DE10FC"/>
    <w:rsid w:val="00DE5D0A"/>
    <w:rsid w:val="00DF4FD9"/>
    <w:rsid w:val="00DF6208"/>
    <w:rsid w:val="00E008A1"/>
    <w:rsid w:val="00E00C4D"/>
    <w:rsid w:val="00E04351"/>
    <w:rsid w:val="00E1016A"/>
    <w:rsid w:val="00E11831"/>
    <w:rsid w:val="00E13F49"/>
    <w:rsid w:val="00E2496C"/>
    <w:rsid w:val="00E26297"/>
    <w:rsid w:val="00E3465A"/>
    <w:rsid w:val="00E3704B"/>
    <w:rsid w:val="00E429E9"/>
    <w:rsid w:val="00E47DB3"/>
    <w:rsid w:val="00E507CC"/>
    <w:rsid w:val="00E53C3F"/>
    <w:rsid w:val="00E53D47"/>
    <w:rsid w:val="00E5422B"/>
    <w:rsid w:val="00E5514E"/>
    <w:rsid w:val="00E55B82"/>
    <w:rsid w:val="00E6142F"/>
    <w:rsid w:val="00E61AD2"/>
    <w:rsid w:val="00E63C73"/>
    <w:rsid w:val="00E662D1"/>
    <w:rsid w:val="00E66A1E"/>
    <w:rsid w:val="00E72575"/>
    <w:rsid w:val="00E75665"/>
    <w:rsid w:val="00E75E96"/>
    <w:rsid w:val="00E85073"/>
    <w:rsid w:val="00E9360F"/>
    <w:rsid w:val="00E96F8F"/>
    <w:rsid w:val="00E976CB"/>
    <w:rsid w:val="00E9783A"/>
    <w:rsid w:val="00EA1B2A"/>
    <w:rsid w:val="00EB42BD"/>
    <w:rsid w:val="00EB5754"/>
    <w:rsid w:val="00EB6E73"/>
    <w:rsid w:val="00EB701B"/>
    <w:rsid w:val="00EB76F0"/>
    <w:rsid w:val="00EC020C"/>
    <w:rsid w:val="00EC0F39"/>
    <w:rsid w:val="00EC3474"/>
    <w:rsid w:val="00ED1F89"/>
    <w:rsid w:val="00ED4B5A"/>
    <w:rsid w:val="00ED7592"/>
    <w:rsid w:val="00ED781E"/>
    <w:rsid w:val="00EE02B3"/>
    <w:rsid w:val="00EE2B59"/>
    <w:rsid w:val="00EE6E65"/>
    <w:rsid w:val="00EF127D"/>
    <w:rsid w:val="00EF3245"/>
    <w:rsid w:val="00EF7C38"/>
    <w:rsid w:val="00F01181"/>
    <w:rsid w:val="00F0131C"/>
    <w:rsid w:val="00F04E33"/>
    <w:rsid w:val="00F05613"/>
    <w:rsid w:val="00F060E3"/>
    <w:rsid w:val="00F07E7A"/>
    <w:rsid w:val="00F14276"/>
    <w:rsid w:val="00F16169"/>
    <w:rsid w:val="00F17C14"/>
    <w:rsid w:val="00F224F8"/>
    <w:rsid w:val="00F23092"/>
    <w:rsid w:val="00F23845"/>
    <w:rsid w:val="00F25FB7"/>
    <w:rsid w:val="00F31E0D"/>
    <w:rsid w:val="00F34A9D"/>
    <w:rsid w:val="00F408B3"/>
    <w:rsid w:val="00F46837"/>
    <w:rsid w:val="00F46D2E"/>
    <w:rsid w:val="00F47B9E"/>
    <w:rsid w:val="00F50681"/>
    <w:rsid w:val="00F533BD"/>
    <w:rsid w:val="00F53EAC"/>
    <w:rsid w:val="00F6001A"/>
    <w:rsid w:val="00F6712C"/>
    <w:rsid w:val="00F724B0"/>
    <w:rsid w:val="00F73A83"/>
    <w:rsid w:val="00F73BC4"/>
    <w:rsid w:val="00F73D65"/>
    <w:rsid w:val="00F80FEE"/>
    <w:rsid w:val="00F82F2C"/>
    <w:rsid w:val="00F9048B"/>
    <w:rsid w:val="00F9059F"/>
    <w:rsid w:val="00F9317A"/>
    <w:rsid w:val="00F94FA4"/>
    <w:rsid w:val="00F950A4"/>
    <w:rsid w:val="00FA1090"/>
    <w:rsid w:val="00FA1206"/>
    <w:rsid w:val="00FA5C73"/>
    <w:rsid w:val="00FB0966"/>
    <w:rsid w:val="00FB12AA"/>
    <w:rsid w:val="00FB2F79"/>
    <w:rsid w:val="00FB7B2D"/>
    <w:rsid w:val="00FC0039"/>
    <w:rsid w:val="00FC14A0"/>
    <w:rsid w:val="00FC3614"/>
    <w:rsid w:val="00FC3CC5"/>
    <w:rsid w:val="00FC3F00"/>
    <w:rsid w:val="00FD03BE"/>
    <w:rsid w:val="00FD31E7"/>
    <w:rsid w:val="00FE0172"/>
    <w:rsid w:val="00FE42D7"/>
    <w:rsid w:val="00FF25CB"/>
    <w:rsid w:val="00FF3AB3"/>
    <w:rsid w:val="00FF3E23"/>
    <w:rsid w:val="00FF432D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AE37B"/>
  <w15:chartTrackingRefBased/>
  <w15:docId w15:val="{BBE87372-21D5-4195-AAA1-0FD6C960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B2A5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rsid w:val="00FB7B2D"/>
    <w:pPr>
      <w:keepNext/>
      <w:shd w:val="clear" w:color="auto" w:fill="FF0000"/>
      <w:spacing w:line="240" w:lineRule="exact"/>
      <w:ind w:left="851" w:right="-1" w:firstLine="851"/>
      <w:outlineLvl w:val="0"/>
    </w:pPr>
    <w:rPr>
      <w:rFonts w:ascii="Arial Narrow" w:hAnsi="Arial Narrow"/>
      <w:b/>
      <w:bCs/>
      <w:color w:val="FFFFFF"/>
      <w:sz w:val="24"/>
    </w:rPr>
  </w:style>
  <w:style w:type="paragraph" w:styleId="Titre2">
    <w:name w:val="heading 2"/>
    <w:basedOn w:val="Normal"/>
    <w:next w:val="Normal"/>
    <w:link w:val="Titre2Car"/>
    <w:rsid w:val="00691F98"/>
    <w:pPr>
      <w:keepNext/>
      <w:ind w:left="851" w:right="-1" w:firstLine="5103"/>
      <w:jc w:val="right"/>
      <w:outlineLvl w:val="1"/>
    </w:pPr>
    <w:rPr>
      <w:rFonts w:ascii="Arial Narrow" w:hAnsi="Arial Narrow"/>
      <w:b/>
      <w:i/>
      <w:sz w:val="22"/>
    </w:rPr>
  </w:style>
  <w:style w:type="paragraph" w:styleId="Titre3">
    <w:name w:val="heading 3"/>
    <w:basedOn w:val="Normal"/>
    <w:next w:val="Normal"/>
    <w:pPr>
      <w:keepNext/>
      <w:ind w:left="851" w:right="-1" w:firstLine="851"/>
      <w:jc w:val="center"/>
      <w:outlineLvl w:val="2"/>
    </w:pPr>
    <w:rPr>
      <w:rFonts w:ascii="Arial" w:hAnsi="Arial"/>
      <w:b/>
      <w:bCs/>
      <w:sz w:val="24"/>
    </w:rPr>
  </w:style>
  <w:style w:type="paragraph" w:styleId="Titre4">
    <w:name w:val="heading 4"/>
    <w:basedOn w:val="Normal"/>
    <w:next w:val="Normal"/>
    <w:pPr>
      <w:keepNext/>
      <w:ind w:left="851" w:right="283" w:firstLine="851"/>
      <w:jc w:val="both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pPr>
      <w:keepNext/>
      <w:ind w:left="2282" w:right="-1" w:firstLine="210"/>
      <w:jc w:val="both"/>
      <w:outlineLvl w:val="4"/>
    </w:pPr>
    <w:rPr>
      <w:rFonts w:ascii="Arial" w:hAnsi="Arial"/>
      <w:sz w:val="24"/>
    </w:rPr>
  </w:style>
  <w:style w:type="paragraph" w:styleId="Titre6">
    <w:name w:val="heading 6"/>
    <w:aliases w:val="Titre 6 Car Car Car"/>
    <w:basedOn w:val="Normal"/>
    <w:next w:val="Normal"/>
    <w:pPr>
      <w:keepNext/>
      <w:ind w:right="-1"/>
      <w:jc w:val="center"/>
      <w:outlineLvl w:val="5"/>
    </w:pPr>
    <w:rPr>
      <w:rFonts w:ascii="Arial" w:hAnsi="Arial" w:cs="Arial"/>
      <w:b/>
      <w:iCs/>
      <w:sz w:val="24"/>
      <w:szCs w:val="24"/>
      <w:u w:val="single"/>
    </w:rPr>
  </w:style>
  <w:style w:type="paragraph" w:styleId="Titre7">
    <w:name w:val="heading 7"/>
    <w:basedOn w:val="Normal"/>
    <w:next w:val="Normal"/>
    <w:pPr>
      <w:keepNext/>
      <w:ind w:right="-1"/>
      <w:outlineLvl w:val="6"/>
    </w:pPr>
    <w:rPr>
      <w:rFonts w:ascii="Arial" w:hAnsi="Arial" w:cs="Arial"/>
      <w:b/>
      <w:iCs/>
      <w:sz w:val="24"/>
      <w:szCs w:val="24"/>
      <w:u w:val="single"/>
    </w:rPr>
  </w:style>
  <w:style w:type="paragraph" w:styleId="Titre8">
    <w:name w:val="heading 8"/>
    <w:basedOn w:val="Normal"/>
    <w:next w:val="Normal"/>
    <w:pPr>
      <w:keepNext/>
      <w:ind w:right="-1"/>
      <w:jc w:val="center"/>
      <w:outlineLvl w:val="7"/>
    </w:pPr>
    <w:rPr>
      <w:rFonts w:ascii="Arial" w:hAnsi="Arial" w:cs="Arial"/>
      <w:b/>
      <w:sz w:val="24"/>
      <w:szCs w:val="24"/>
      <w:u w:val="single"/>
    </w:rPr>
  </w:style>
  <w:style w:type="paragraph" w:styleId="Titre9">
    <w:name w:val="heading 9"/>
    <w:basedOn w:val="Normal"/>
    <w:next w:val="Normal"/>
    <w:pPr>
      <w:keepNext/>
      <w:ind w:right="-1"/>
      <w:outlineLvl w:val="8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851" w:right="-1" w:firstLine="850"/>
      <w:jc w:val="both"/>
    </w:pPr>
    <w:rPr>
      <w:rFonts w:ascii="Arial" w:hAnsi="Arial"/>
      <w:bCs/>
      <w:sz w:val="24"/>
    </w:rPr>
  </w:style>
  <w:style w:type="paragraph" w:styleId="Corpsdetexte">
    <w:name w:val="Body Text"/>
    <w:basedOn w:val="Normal"/>
    <w:pPr>
      <w:shd w:val="clear" w:color="auto" w:fill="FFFFFF"/>
      <w:ind w:right="-1"/>
      <w:jc w:val="both"/>
    </w:pPr>
    <w:rPr>
      <w:rFonts w:ascii="Arial" w:hAnsi="Arial"/>
      <w:sz w:val="24"/>
    </w:rPr>
  </w:style>
  <w:style w:type="paragraph" w:customStyle="1" w:styleId="Normalcentr1">
    <w:name w:val="Normal centré1"/>
    <w:basedOn w:val="Normal"/>
    <w:pPr>
      <w:tabs>
        <w:tab w:val="left" w:pos="1701"/>
      </w:tabs>
      <w:ind w:left="851" w:right="453"/>
      <w:jc w:val="both"/>
    </w:pPr>
    <w:rPr>
      <w:rFonts w:ascii="Arial" w:hAnsi="Arial"/>
      <w:sz w:val="24"/>
    </w:rPr>
  </w:style>
  <w:style w:type="paragraph" w:customStyle="1" w:styleId="Corpsdetexte21">
    <w:name w:val="Corps de texte 21"/>
    <w:basedOn w:val="Normal"/>
    <w:pPr>
      <w:ind w:left="2124" w:firstLine="6"/>
    </w:pPr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pPr>
      <w:shd w:val="clear" w:color="auto" w:fill="FFFFFF"/>
      <w:ind w:right="-1" w:firstLine="705"/>
      <w:jc w:val="both"/>
    </w:pPr>
    <w:rPr>
      <w:rFonts w:ascii="Arial" w:hAnsi="Arial"/>
      <w:sz w:val="24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pPr>
      <w:overflowPunct/>
      <w:autoSpaceDE/>
      <w:autoSpaceDN/>
      <w:adjustRightInd/>
      <w:jc w:val="center"/>
      <w:textAlignment w:val="auto"/>
    </w:pPr>
    <w:rPr>
      <w:b/>
      <w:bCs/>
      <w:sz w:val="44"/>
      <w:szCs w:val="24"/>
      <w:u w:val="single"/>
    </w:rPr>
  </w:style>
  <w:style w:type="paragraph" w:styleId="Corpsdetexte2">
    <w:name w:val="Body Text 2"/>
    <w:basedOn w:val="Normal"/>
    <w:pPr>
      <w:shd w:val="clear" w:color="auto" w:fill="FFFFFF"/>
      <w:ind w:right="-1"/>
      <w:jc w:val="both"/>
    </w:pPr>
    <w:rPr>
      <w:rFonts w:ascii="Arial" w:eastAsia="Batang" w:hAnsi="Arial" w:cs="Arial"/>
      <w:sz w:val="22"/>
    </w:rPr>
  </w:style>
  <w:style w:type="paragraph" w:styleId="Retraitcorpsdetexte2">
    <w:name w:val="Body Text Indent 2"/>
    <w:basedOn w:val="Normal"/>
    <w:pPr>
      <w:numPr>
        <w:ilvl w:val="12"/>
      </w:numPr>
      <w:suppressAutoHyphens/>
      <w:ind w:firstLine="709"/>
      <w:jc w:val="both"/>
    </w:pPr>
    <w:rPr>
      <w:rFonts w:ascii="Arial" w:hAnsi="Arial" w:cs="Arial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jc w:val="center"/>
    </w:pPr>
    <w:rPr>
      <w:b/>
      <w:sz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NormalWeb">
    <w:name w:val="Normal (Web)"/>
    <w:basedOn w:val="Normal"/>
    <w:rsid w:val="00771D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rsid w:val="00771D7F"/>
    <w:rPr>
      <w:b/>
      <w:bCs/>
    </w:rPr>
  </w:style>
  <w:style w:type="character" w:customStyle="1" w:styleId="Titre6CarCarCarCar">
    <w:name w:val="Titre 6 Car Car Car Car"/>
    <w:rsid w:val="00C24630"/>
    <w:rPr>
      <w:sz w:val="22"/>
      <w:szCs w:val="22"/>
      <w:u w:val="single"/>
      <w:lang w:val="fr-FR" w:eastAsia="fr-FR" w:bidi="ar-SA"/>
    </w:rPr>
  </w:style>
  <w:style w:type="paragraph" w:styleId="Sous-titre">
    <w:name w:val="Subtitle"/>
    <w:basedOn w:val="Normal"/>
    <w:next w:val="Normal"/>
    <w:link w:val="Sous-titreCar"/>
    <w:rsid w:val="00B403D5"/>
    <w:pPr>
      <w:spacing w:after="60"/>
      <w:outlineLvl w:val="1"/>
    </w:pPr>
    <w:rPr>
      <w:rFonts w:ascii="Arial Narrow" w:hAnsi="Arial Narrow"/>
      <w:b/>
      <w:i/>
      <w:sz w:val="22"/>
      <w:szCs w:val="24"/>
      <w:lang w:val="x-none" w:eastAsia="x-none"/>
    </w:rPr>
  </w:style>
  <w:style w:type="character" w:customStyle="1" w:styleId="Sous-titreCar">
    <w:name w:val="Sous-titre Car"/>
    <w:link w:val="Sous-titre"/>
    <w:rsid w:val="00B403D5"/>
    <w:rPr>
      <w:rFonts w:ascii="Arial Narrow" w:hAnsi="Arial Narrow"/>
      <w:b/>
      <w:i/>
      <w:sz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3D6DED"/>
    <w:pPr>
      <w:keepLines/>
      <w:overflowPunct/>
      <w:autoSpaceDE/>
      <w:autoSpaceDN/>
      <w:adjustRightInd/>
      <w:spacing w:before="480" w:line="276" w:lineRule="auto"/>
      <w:ind w:left="0" w:right="0" w:firstLine="0"/>
      <w:textAlignment w:val="auto"/>
      <w:outlineLvl w:val="9"/>
    </w:pPr>
    <w:rPr>
      <w:rFonts w:ascii="Cambria" w:hAnsi="Cambria"/>
      <w:i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D6DED"/>
    <w:pPr>
      <w:ind w:left="200"/>
    </w:pPr>
    <w:rPr>
      <w:rFonts w:asciiTheme="minorHAnsi" w:hAnsiTheme="minorHAnsi"/>
      <w:smallCaps/>
    </w:rPr>
  </w:style>
  <w:style w:type="paragraph" w:styleId="TM1">
    <w:name w:val="toc 1"/>
    <w:basedOn w:val="Normal"/>
    <w:next w:val="Normal"/>
    <w:autoRedefine/>
    <w:uiPriority w:val="39"/>
    <w:rsid w:val="003D6DED"/>
    <w:pPr>
      <w:spacing w:before="120" w:after="120"/>
    </w:pPr>
    <w:rPr>
      <w:rFonts w:asciiTheme="minorHAnsi" w:hAnsiTheme="minorHAnsi"/>
      <w:b/>
      <w:bCs/>
      <w:caps/>
    </w:rPr>
  </w:style>
  <w:style w:type="character" w:customStyle="1" w:styleId="RetraitcorpsdetexteCar">
    <w:name w:val="Retrait corps de texte Car"/>
    <w:link w:val="Retraitcorpsdetexte"/>
    <w:rsid w:val="00E11831"/>
    <w:rPr>
      <w:rFonts w:ascii="Arial" w:hAnsi="Arial"/>
      <w:sz w:val="24"/>
      <w:shd w:val="clear" w:color="auto" w:fill="FFFFFF"/>
    </w:rPr>
  </w:style>
  <w:style w:type="paragraph" w:customStyle="1" w:styleId="Puces1">
    <w:name w:val="Puces1"/>
    <w:basedOn w:val="Corpsdetexte"/>
    <w:autoRedefine/>
    <w:rsid w:val="00EB701B"/>
    <w:pPr>
      <w:ind w:left="709" w:right="0" w:firstLine="709"/>
    </w:pPr>
    <w:rPr>
      <w:rFonts w:ascii="Arial Narrow" w:hAnsi="Arial Narrow" w:cs="Arial"/>
      <w:sz w:val="22"/>
      <w:szCs w:val="22"/>
    </w:rPr>
  </w:style>
  <w:style w:type="paragraph" w:customStyle="1" w:styleId="Style24">
    <w:name w:val="Style24"/>
    <w:basedOn w:val="Normal"/>
    <w:rsid w:val="00EB701B"/>
    <w:pPr>
      <w:widowControl w:val="0"/>
      <w:overflowPunct/>
      <w:spacing w:line="240" w:lineRule="exact"/>
      <w:ind w:firstLine="851"/>
      <w:textAlignment w:val="auto"/>
    </w:pPr>
    <w:rPr>
      <w:rFonts w:ascii="Arial Narrow" w:hAnsi="Arial Narrow"/>
      <w:sz w:val="24"/>
      <w:szCs w:val="24"/>
    </w:rPr>
  </w:style>
  <w:style w:type="paragraph" w:customStyle="1" w:styleId="ftiret">
    <w:name w:val="f_tiret"/>
    <w:basedOn w:val="Normal"/>
    <w:rsid w:val="00D555D1"/>
    <w:pPr>
      <w:tabs>
        <w:tab w:val="left" w:pos="426"/>
      </w:tabs>
      <w:overflowPunct/>
      <w:autoSpaceDE/>
      <w:autoSpaceDN/>
      <w:adjustRightInd/>
      <w:spacing w:before="60"/>
      <w:ind w:left="142" w:hanging="142"/>
      <w:jc w:val="both"/>
      <w:textAlignment w:val="auto"/>
    </w:pPr>
    <w:rPr>
      <w:rFonts w:ascii="Univers (WN)" w:hAnsi="Univers (WN)"/>
    </w:rPr>
  </w:style>
  <w:style w:type="character" w:styleId="Textedelespacerserv">
    <w:name w:val="Placeholder Text"/>
    <w:basedOn w:val="Policepardfaut"/>
    <w:uiPriority w:val="99"/>
    <w:semiHidden/>
    <w:rsid w:val="008E090B"/>
    <w:rPr>
      <w:color w:val="808080"/>
    </w:rPr>
  </w:style>
  <w:style w:type="paragraph" w:customStyle="1" w:styleId="Titreperso1">
    <w:name w:val="Titre perso 1"/>
    <w:basedOn w:val="Normal"/>
    <w:next w:val="Corpsperso1"/>
    <w:link w:val="Titreperso1Car"/>
    <w:autoRedefine/>
    <w:rsid w:val="007630F6"/>
    <w:pPr>
      <w:numPr>
        <w:numId w:val="3"/>
      </w:numPr>
      <w:spacing w:before="360" w:after="360"/>
      <w:ind w:left="426"/>
      <w:jc w:val="both"/>
    </w:pPr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Titreperso2">
    <w:name w:val="Titre perso 2"/>
    <w:basedOn w:val="Titre2"/>
    <w:next w:val="Corpsperso1"/>
    <w:link w:val="Titreperso2Car"/>
    <w:rsid w:val="00F34A9D"/>
    <w:pPr>
      <w:numPr>
        <w:ilvl w:val="1"/>
        <w:numId w:val="3"/>
      </w:numPr>
      <w:spacing w:before="240" w:after="240"/>
      <w:ind w:right="0"/>
      <w:jc w:val="both"/>
    </w:pPr>
    <w:rPr>
      <w:rFonts w:asciiTheme="minorHAnsi" w:hAnsiTheme="minorHAnsi" w:cs="Arial"/>
      <w:i w:val="0"/>
      <w:color w:val="4472C4" w:themeColor="accent5"/>
    </w:rPr>
  </w:style>
  <w:style w:type="character" w:customStyle="1" w:styleId="Titreperso1Car">
    <w:name w:val="Titre perso 1 Car"/>
    <w:basedOn w:val="Policepardfaut"/>
    <w:link w:val="Titreperso1"/>
    <w:rsid w:val="007630F6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1">
    <w:name w:val="Corps perso 1"/>
    <w:basedOn w:val="Titreperso1"/>
    <w:link w:val="Corpsperso1Car"/>
    <w:qFormat/>
    <w:rsid w:val="00AE0D63"/>
    <w:pPr>
      <w:numPr>
        <w:numId w:val="0"/>
      </w:numPr>
      <w:suppressAutoHyphens/>
      <w:spacing w:before="120" w:after="120"/>
    </w:pPr>
    <w:rPr>
      <w:b w:val="0"/>
      <w:caps w:val="0"/>
      <w:color w:val="auto"/>
    </w:rPr>
  </w:style>
  <w:style w:type="character" w:customStyle="1" w:styleId="Titre2Car">
    <w:name w:val="Titre 2 Car"/>
    <w:basedOn w:val="Policepardfaut"/>
    <w:link w:val="Titre2"/>
    <w:rsid w:val="008A54B5"/>
    <w:rPr>
      <w:rFonts w:ascii="Arial Narrow" w:hAnsi="Arial Narrow"/>
      <w:b/>
      <w:i/>
      <w:sz w:val="22"/>
    </w:rPr>
  </w:style>
  <w:style w:type="character" w:customStyle="1" w:styleId="Titreperso2Car">
    <w:name w:val="Titre perso 2 Car"/>
    <w:basedOn w:val="Titre2Car"/>
    <w:link w:val="Titreperso2"/>
    <w:rsid w:val="00F34A9D"/>
    <w:rPr>
      <w:rFonts w:asciiTheme="minorHAnsi" w:hAnsiTheme="minorHAnsi" w:cs="Arial"/>
      <w:b/>
      <w:i w:val="0"/>
      <w:color w:val="4472C4" w:themeColor="accent5"/>
      <w:sz w:val="22"/>
    </w:rPr>
  </w:style>
  <w:style w:type="paragraph" w:customStyle="1" w:styleId="Listeperso1">
    <w:name w:val="Liste perso 1"/>
    <w:basedOn w:val="Corpsperso1"/>
    <w:link w:val="Listeperso1Car"/>
    <w:qFormat/>
    <w:rsid w:val="007307FC"/>
    <w:pPr>
      <w:numPr>
        <w:numId w:val="1"/>
      </w:numPr>
    </w:pPr>
  </w:style>
  <w:style w:type="character" w:customStyle="1" w:styleId="Corpsperso1Car">
    <w:name w:val="Corps perso 1 Car"/>
    <w:basedOn w:val="Titreperso1Car"/>
    <w:link w:val="Corpsperso1"/>
    <w:rsid w:val="00AE0D63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Listeperso2">
    <w:name w:val="Liste perso 2"/>
    <w:basedOn w:val="Corpsperso1"/>
    <w:link w:val="Listeperso2Car"/>
    <w:qFormat/>
    <w:rsid w:val="00DE10FC"/>
    <w:pPr>
      <w:numPr>
        <w:numId w:val="2"/>
      </w:numPr>
      <w:spacing w:before="0" w:after="80"/>
      <w:ind w:left="1135" w:hanging="284"/>
    </w:pPr>
  </w:style>
  <w:style w:type="character" w:customStyle="1" w:styleId="Listeperso1Car">
    <w:name w:val="Liste perso 1 Car"/>
    <w:basedOn w:val="Corpsperso1Car"/>
    <w:link w:val="Listeperso1"/>
    <w:rsid w:val="007307FC"/>
    <w:rPr>
      <w:rFonts w:asciiTheme="minorHAnsi" w:hAnsiTheme="minorHAnsi" w:cs="Arial"/>
      <w:b w:val="0"/>
      <w:bCs/>
      <w:caps w:val="0"/>
      <w:color w:val="EA0000"/>
      <w:sz w:val="22"/>
    </w:rPr>
  </w:style>
  <w:style w:type="paragraph" w:styleId="Notedebasdepage">
    <w:name w:val="footnote text"/>
    <w:basedOn w:val="Normal"/>
    <w:link w:val="NotedebasdepageCar"/>
    <w:rsid w:val="00DF6208"/>
  </w:style>
  <w:style w:type="character" w:customStyle="1" w:styleId="Listeperso2Car">
    <w:name w:val="Liste perso 2 Car"/>
    <w:basedOn w:val="Corpsperso1Car"/>
    <w:link w:val="Listeperso2"/>
    <w:rsid w:val="00DE10FC"/>
    <w:rPr>
      <w:rFonts w:asciiTheme="minorHAnsi" w:hAnsiTheme="minorHAnsi" w:cs="Arial"/>
      <w:b w:val="0"/>
      <w:bCs/>
      <w:caps w:val="0"/>
      <w:color w:val="EA0000"/>
      <w:sz w:val="22"/>
    </w:rPr>
  </w:style>
  <w:style w:type="character" w:customStyle="1" w:styleId="NotedebasdepageCar">
    <w:name w:val="Note de bas de page Car"/>
    <w:basedOn w:val="Policepardfaut"/>
    <w:link w:val="Notedebasdepage"/>
    <w:rsid w:val="00DF6208"/>
  </w:style>
  <w:style w:type="character" w:styleId="Appelnotedebasdep">
    <w:name w:val="footnote reference"/>
    <w:basedOn w:val="Policepardfaut"/>
    <w:rsid w:val="00DF6208"/>
    <w:rPr>
      <w:vertAlign w:val="superscript"/>
    </w:rPr>
  </w:style>
  <w:style w:type="paragraph" w:customStyle="1" w:styleId="Titreperso3">
    <w:name w:val="Titre perso 3"/>
    <w:basedOn w:val="Titreperso2"/>
    <w:next w:val="Corpsperso1"/>
    <w:link w:val="Titreperso3Car"/>
    <w:qFormat/>
    <w:rsid w:val="00B22959"/>
    <w:pPr>
      <w:numPr>
        <w:ilvl w:val="2"/>
      </w:numPr>
      <w:spacing w:before="120" w:after="120"/>
    </w:pPr>
    <w:rPr>
      <w:color w:val="8EAADB" w:themeColor="accent5" w:themeTint="99"/>
    </w:rPr>
  </w:style>
  <w:style w:type="paragraph" w:styleId="Paragraphedeliste">
    <w:name w:val="List Paragraph"/>
    <w:basedOn w:val="Normal"/>
    <w:uiPriority w:val="34"/>
    <w:rsid w:val="006635ED"/>
    <w:pPr>
      <w:ind w:left="720"/>
      <w:contextualSpacing/>
    </w:pPr>
  </w:style>
  <w:style w:type="character" w:customStyle="1" w:styleId="Titreperso3Car">
    <w:name w:val="Titre perso 3 Car"/>
    <w:basedOn w:val="Titreperso2Car"/>
    <w:link w:val="Titreperso3"/>
    <w:rsid w:val="00B22959"/>
    <w:rPr>
      <w:rFonts w:asciiTheme="minorHAnsi" w:hAnsiTheme="minorHAnsi" w:cs="Arial"/>
      <w:b/>
      <w:i w:val="0"/>
      <w:color w:val="8EAADB" w:themeColor="accent5" w:themeTint="99"/>
      <w:sz w:val="22"/>
    </w:rPr>
  </w:style>
  <w:style w:type="character" w:customStyle="1" w:styleId="TitreCar">
    <w:name w:val="Titre Car"/>
    <w:link w:val="Titre"/>
    <w:uiPriority w:val="10"/>
    <w:rsid w:val="002C7938"/>
    <w:rPr>
      <w:b/>
      <w:bCs/>
      <w:sz w:val="44"/>
      <w:szCs w:val="24"/>
      <w:u w:val="single"/>
    </w:rPr>
  </w:style>
  <w:style w:type="paragraph" w:styleId="TM3">
    <w:name w:val="toc 3"/>
    <w:basedOn w:val="Normal"/>
    <w:next w:val="Normal"/>
    <w:autoRedefine/>
    <w:uiPriority w:val="39"/>
    <w:rsid w:val="00562D2E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rsid w:val="00562D2E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562D2E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562D2E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562D2E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562D2E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562D2E"/>
    <w:pPr>
      <w:ind w:left="1600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rsid w:val="0053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erso1rouge">
    <w:name w:val="Titre perso 1 rouge"/>
    <w:basedOn w:val="Titreperso1"/>
    <w:link w:val="Titreperso1rougeCar"/>
    <w:rsid w:val="00EC0F39"/>
  </w:style>
  <w:style w:type="character" w:customStyle="1" w:styleId="Titreperso1rougeCar">
    <w:name w:val="Titre perso 1 rouge Car"/>
    <w:basedOn w:val="Titreperso1Car"/>
    <w:link w:val="Titreperso1rouge"/>
    <w:rsid w:val="00EC0F39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2">
    <w:name w:val="Corps perso 2"/>
    <w:basedOn w:val="Corpsperso1"/>
    <w:link w:val="Corpsperso2Car"/>
    <w:rsid w:val="00DE10FC"/>
    <w:pPr>
      <w:spacing w:before="0" w:after="0"/>
      <w:ind w:left="709"/>
    </w:pPr>
  </w:style>
  <w:style w:type="character" w:customStyle="1" w:styleId="FontStyle38">
    <w:name w:val="Font Style38"/>
    <w:uiPriority w:val="99"/>
    <w:rsid w:val="00A95B6F"/>
    <w:rPr>
      <w:rFonts w:ascii="Arial" w:hAnsi="Arial" w:cs="Arial"/>
      <w:color w:val="000000"/>
      <w:sz w:val="20"/>
      <w:szCs w:val="20"/>
    </w:rPr>
  </w:style>
  <w:style w:type="character" w:customStyle="1" w:styleId="Corpsperso2Car">
    <w:name w:val="Corps perso 2 Car"/>
    <w:basedOn w:val="Corpsperso1Car"/>
    <w:link w:val="Corpsperso2"/>
    <w:rsid w:val="00DE10FC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Style15">
    <w:name w:val="Style15"/>
    <w:basedOn w:val="Normal"/>
    <w:rsid w:val="00A95B6F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Titre1B">
    <w:name w:val="Titre 1B"/>
    <w:basedOn w:val="Titreperso1"/>
    <w:link w:val="Titre1BCar"/>
    <w:autoRedefine/>
    <w:qFormat/>
    <w:rsid w:val="00031827"/>
    <w:pPr>
      <w:numPr>
        <w:numId w:val="5"/>
      </w:numPr>
    </w:pPr>
    <w:rPr>
      <w:color w:val="4472C4" w:themeColor="accent5"/>
    </w:rPr>
  </w:style>
  <w:style w:type="paragraph" w:customStyle="1" w:styleId="Titre2B">
    <w:name w:val="Titre 2B"/>
    <w:basedOn w:val="Titre1B"/>
    <w:next w:val="Corpsperso1"/>
    <w:link w:val="Titre2BCar"/>
    <w:autoRedefine/>
    <w:qFormat/>
    <w:rsid w:val="007977A0"/>
    <w:pPr>
      <w:numPr>
        <w:numId w:val="4"/>
      </w:numPr>
    </w:pPr>
    <w:rPr>
      <w:color w:val="CC00CC"/>
    </w:rPr>
  </w:style>
  <w:style w:type="character" w:customStyle="1" w:styleId="Titre1BCar">
    <w:name w:val="Titre 1B Car"/>
    <w:basedOn w:val="Titreperso1Car"/>
    <w:link w:val="Titre1B"/>
    <w:rsid w:val="00031827"/>
    <w:rPr>
      <w:rFonts w:asciiTheme="minorHAnsi" w:hAnsiTheme="minorHAnsi" w:cs="Arial"/>
      <w:b/>
      <w:bCs/>
      <w:caps/>
      <w:color w:val="4472C4" w:themeColor="accent5"/>
      <w:sz w:val="22"/>
    </w:rPr>
  </w:style>
  <w:style w:type="character" w:customStyle="1" w:styleId="Titre2BCar">
    <w:name w:val="Titre 2B Car"/>
    <w:basedOn w:val="Titreperso2Car"/>
    <w:link w:val="Titre2B"/>
    <w:rsid w:val="007977A0"/>
    <w:rPr>
      <w:rFonts w:asciiTheme="minorHAnsi" w:hAnsiTheme="minorHAnsi" w:cs="Arial"/>
      <w:b/>
      <w:bCs/>
      <w:i w:val="0"/>
      <w:caps/>
      <w:color w:val="CC00CC"/>
      <w:sz w:val="22"/>
    </w:rPr>
  </w:style>
  <w:style w:type="paragraph" w:customStyle="1" w:styleId="Titre21B">
    <w:name w:val="Titre 2.1B"/>
    <w:basedOn w:val="Titre1B"/>
    <w:link w:val="Titre21BCar"/>
    <w:qFormat/>
    <w:rsid w:val="00700E7C"/>
    <w:pPr>
      <w:numPr>
        <w:ilvl w:val="1"/>
      </w:numPr>
      <w:ind w:left="993" w:hanging="567"/>
    </w:pPr>
    <w:rPr>
      <w:rFonts w:ascii="Marianne" w:hAnsi="Marianne"/>
      <w:color w:val="CC00FF"/>
      <w:sz w:val="20"/>
    </w:rPr>
  </w:style>
  <w:style w:type="character" w:customStyle="1" w:styleId="Titre21BCar">
    <w:name w:val="Titre 2.1B Car"/>
    <w:basedOn w:val="Titre1BCar"/>
    <w:link w:val="Titre21B"/>
    <w:rsid w:val="00700E7C"/>
    <w:rPr>
      <w:rFonts w:ascii="Marianne" w:hAnsi="Marianne" w:cs="Arial"/>
      <w:b/>
      <w:bCs/>
      <w:caps/>
      <w:color w:val="CC00FF"/>
      <w:sz w:val="22"/>
    </w:rPr>
  </w:style>
  <w:style w:type="table" w:customStyle="1" w:styleId="TableNormal">
    <w:name w:val="Table Normal"/>
    <w:uiPriority w:val="2"/>
    <w:semiHidden/>
    <w:unhideWhenUsed/>
    <w:qFormat/>
    <w:rsid w:val="001758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5842"/>
    <w:pPr>
      <w:widowControl w:val="0"/>
      <w:overflowPunct/>
      <w:adjustRightInd/>
      <w:textAlignment w:val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517B3D"/>
    <w:rPr>
      <w:sz w:val="16"/>
      <w:szCs w:val="16"/>
    </w:rPr>
  </w:style>
  <w:style w:type="paragraph" w:styleId="Commentaire">
    <w:name w:val="annotation text"/>
    <w:basedOn w:val="Normal"/>
    <w:link w:val="CommentaireCar"/>
    <w:rsid w:val="00517B3D"/>
  </w:style>
  <w:style w:type="character" w:customStyle="1" w:styleId="CommentaireCar">
    <w:name w:val="Commentaire Car"/>
    <w:basedOn w:val="Policepardfaut"/>
    <w:link w:val="Commentaire"/>
    <w:rsid w:val="00517B3D"/>
  </w:style>
  <w:style w:type="paragraph" w:styleId="Objetducommentaire">
    <w:name w:val="annotation subject"/>
    <w:basedOn w:val="Commentaire"/>
    <w:next w:val="Commentaire"/>
    <w:link w:val="ObjetducommentaireCar"/>
    <w:rsid w:val="00517B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17B3D"/>
    <w:rPr>
      <w:b/>
      <w:bCs/>
    </w:rPr>
  </w:style>
  <w:style w:type="paragraph" w:styleId="Textedebulles">
    <w:name w:val="Balloon Text"/>
    <w:basedOn w:val="Normal"/>
    <w:link w:val="TextedebullesCar"/>
    <w:rsid w:val="00517B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17B3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176E5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  <w:style w:type="paragraph" w:customStyle="1" w:styleId="Listeperso2italique">
    <w:name w:val="Liste perso 2 italique"/>
    <w:basedOn w:val="Listeperso2"/>
    <w:link w:val="Listeperso2italiqueCar"/>
    <w:qFormat/>
    <w:rsid w:val="0099331D"/>
    <w:rPr>
      <w:rFonts w:ascii="Marianne" w:hAnsi="Marianne"/>
      <w:i/>
      <w:iCs/>
      <w:color w:val="4472C4" w:themeColor="accent5"/>
      <w:sz w:val="20"/>
    </w:rPr>
  </w:style>
  <w:style w:type="character" w:customStyle="1" w:styleId="Listeperso2italiqueCar">
    <w:name w:val="Liste perso 2 italique Car"/>
    <w:basedOn w:val="Listeperso2Car"/>
    <w:link w:val="Listeperso2italique"/>
    <w:rsid w:val="0099331D"/>
    <w:rPr>
      <w:rFonts w:ascii="Marianne" w:hAnsi="Marianne" w:cs="Arial"/>
      <w:b w:val="0"/>
      <w:bCs/>
      <w:i/>
      <w:iCs/>
      <w:caps w:val="0"/>
      <w:color w:val="4472C4" w:themeColor="accent5"/>
      <w:sz w:val="22"/>
    </w:rPr>
  </w:style>
  <w:style w:type="paragraph" w:customStyle="1" w:styleId="Corpsperso1italique">
    <w:name w:val="Corps perso 1 italique"/>
    <w:basedOn w:val="Corpsperso1"/>
    <w:link w:val="Corpsperso1italiqueCar"/>
    <w:qFormat/>
    <w:rsid w:val="0099331D"/>
    <w:rPr>
      <w:rFonts w:ascii="Marianne" w:hAnsi="Marianne"/>
      <w:i/>
      <w:color w:val="4472C4" w:themeColor="accent5"/>
      <w:sz w:val="20"/>
    </w:rPr>
  </w:style>
  <w:style w:type="character" w:customStyle="1" w:styleId="Corpsperso1italiqueCar">
    <w:name w:val="Corps perso 1 italique Car"/>
    <w:basedOn w:val="Corpsperso1Car"/>
    <w:link w:val="Corpsperso1italique"/>
    <w:rsid w:val="0099331D"/>
    <w:rPr>
      <w:rFonts w:ascii="Marianne" w:hAnsi="Marianne" w:cs="Arial"/>
      <w:b w:val="0"/>
      <w:bCs/>
      <w:i/>
      <w:caps w:val="0"/>
      <w:color w:val="4472C4" w:themeColor="accent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MREGCOA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BC976322FE47C1A31EC8E3481E1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C2DFF-80EA-4AE6-917D-6BE427E2B38E}"/>
      </w:docPartPr>
      <w:docPartBody>
        <w:p w:rsidR="002026E1" w:rsidRDefault="00986111"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B4441B47202E48A5A6E201EA448E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6A1A8E-4234-4FAA-B84A-6D4EB8FE4AD8}"/>
      </w:docPartPr>
      <w:docPartBody>
        <w:p w:rsidR="002026E1" w:rsidRDefault="00986111"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3E7A5A4EBCF94135803A8E745CD9D4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74136-4BC5-4BC0-B88B-C76DF68A5C13}"/>
      </w:docPartPr>
      <w:docPartBody>
        <w:p w:rsidR="000D4D72" w:rsidRDefault="000D4D72" w:rsidP="000D4D72">
          <w:pPr>
            <w:pStyle w:val="3E7A5A4EBCF94135803A8E745CD9D480"/>
          </w:pPr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9B5F609C2EBC4C43802E3AEBE033E3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1CDFF-6159-416C-B331-1F252BD63184}"/>
      </w:docPartPr>
      <w:docPartBody>
        <w:p w:rsidR="000D4D72" w:rsidRDefault="000D4D72" w:rsidP="000D4D72">
          <w:pPr>
            <w:pStyle w:val="9B5F609C2EBC4C43802E3AEBE033E3C6"/>
          </w:pPr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A1750DE27AF544EA933A7B4D328655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DB8534-9DCC-4130-9078-964F80EBE493}"/>
      </w:docPartPr>
      <w:docPartBody>
        <w:p w:rsidR="0093550D" w:rsidRDefault="001C6BF5">
          <w:r w:rsidRPr="00106D13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11"/>
    <w:rsid w:val="0001417B"/>
    <w:rsid w:val="00047C27"/>
    <w:rsid w:val="000D463E"/>
    <w:rsid w:val="000D4D72"/>
    <w:rsid w:val="001349DD"/>
    <w:rsid w:val="00153071"/>
    <w:rsid w:val="0016645B"/>
    <w:rsid w:val="00180F9A"/>
    <w:rsid w:val="0019436A"/>
    <w:rsid w:val="001C6BF5"/>
    <w:rsid w:val="002026E1"/>
    <w:rsid w:val="002557E0"/>
    <w:rsid w:val="0029739E"/>
    <w:rsid w:val="002E0ADA"/>
    <w:rsid w:val="00315E90"/>
    <w:rsid w:val="00363920"/>
    <w:rsid w:val="00382DAE"/>
    <w:rsid w:val="003954E3"/>
    <w:rsid w:val="00424EF5"/>
    <w:rsid w:val="004C0033"/>
    <w:rsid w:val="004C18C2"/>
    <w:rsid w:val="004D1DB2"/>
    <w:rsid w:val="00504FED"/>
    <w:rsid w:val="005269E7"/>
    <w:rsid w:val="00526C2B"/>
    <w:rsid w:val="00530582"/>
    <w:rsid w:val="00540DA0"/>
    <w:rsid w:val="005508DC"/>
    <w:rsid w:val="00553341"/>
    <w:rsid w:val="005B55F0"/>
    <w:rsid w:val="0061380E"/>
    <w:rsid w:val="0061556D"/>
    <w:rsid w:val="0065122E"/>
    <w:rsid w:val="006A1C9E"/>
    <w:rsid w:val="006A52E0"/>
    <w:rsid w:val="006C36ED"/>
    <w:rsid w:val="007023B0"/>
    <w:rsid w:val="007240ED"/>
    <w:rsid w:val="007559E8"/>
    <w:rsid w:val="00782B19"/>
    <w:rsid w:val="007F2ABB"/>
    <w:rsid w:val="0081507E"/>
    <w:rsid w:val="00827685"/>
    <w:rsid w:val="008625DA"/>
    <w:rsid w:val="008B1E4C"/>
    <w:rsid w:val="008B4D60"/>
    <w:rsid w:val="008F0599"/>
    <w:rsid w:val="0093550D"/>
    <w:rsid w:val="00943EA4"/>
    <w:rsid w:val="0097218D"/>
    <w:rsid w:val="00986111"/>
    <w:rsid w:val="00A747E8"/>
    <w:rsid w:val="00AB1843"/>
    <w:rsid w:val="00AC51A2"/>
    <w:rsid w:val="00AD4A79"/>
    <w:rsid w:val="00AE5F20"/>
    <w:rsid w:val="00AF4431"/>
    <w:rsid w:val="00B7458E"/>
    <w:rsid w:val="00C236D9"/>
    <w:rsid w:val="00C35ACF"/>
    <w:rsid w:val="00C45BD7"/>
    <w:rsid w:val="00CB1C7A"/>
    <w:rsid w:val="00CB42A4"/>
    <w:rsid w:val="00CD1018"/>
    <w:rsid w:val="00D107AD"/>
    <w:rsid w:val="00D66997"/>
    <w:rsid w:val="00DB731C"/>
    <w:rsid w:val="00DC18FC"/>
    <w:rsid w:val="00ED4CD1"/>
    <w:rsid w:val="00F009E3"/>
    <w:rsid w:val="00F451A0"/>
    <w:rsid w:val="00F47839"/>
    <w:rsid w:val="00F61A66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6BF5"/>
    <w:rPr>
      <w:color w:val="808080"/>
    </w:rPr>
  </w:style>
  <w:style w:type="paragraph" w:customStyle="1" w:styleId="3E7A5A4EBCF94135803A8E745CD9D480">
    <w:name w:val="3E7A5A4EBCF94135803A8E745CD9D480"/>
    <w:rsid w:val="000D4D72"/>
  </w:style>
  <w:style w:type="paragraph" w:customStyle="1" w:styleId="9B5F609C2EBC4C43802E3AEBE033E3C6">
    <w:name w:val="9B5F609C2EBC4C43802E3AEBE033E3C6"/>
    <w:rsid w:val="000D4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9f66d7-de1f-44f9-a022-67c12295a3b7" xsi:nil="true"/>
    <Afficher_x0020_sur_x0020_l_x0027 xmlns="919f66d7-de1f-44f9-a022-67c12295a3b7">false</Afficher_x0020_sur_x0020_l_x0027>
    <lcf76f155ced4ddcb4097134ff3c332f xmlns="44bc7436-105a-44e5-b01a-727b94c31d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Word" ma:contentTypeID="0x0101002BD9DD3B6B1247DEAB85154DD245A926007BFF71CB90C81645955C85B9F34C8797" ma:contentTypeVersion="94" ma:contentTypeDescription="" ma:contentTypeScope="" ma:versionID="31a7b9e7082feb90ef2111be36e80e66">
  <xsd:schema xmlns:xsd="http://www.w3.org/2001/XMLSchema" xmlns:xs="http://www.w3.org/2001/XMLSchema" xmlns:p="http://schemas.microsoft.com/office/2006/metadata/properties" xmlns:ns1="http://schemas.microsoft.com/sharepoint/v3" xmlns:ns2="919f66d7-de1f-44f9-a022-67c12295a3b7" xmlns:ns3="44bc7436-105a-44e5-b01a-727b94c31d78" xmlns:ns4="77ecf89e-7253-469b-8c8c-6aaa77a34873" targetNamespace="http://schemas.microsoft.com/office/2006/metadata/properties" ma:root="true" ma:fieldsID="083471f7f0ae16fe6c03b4b118bae021" ns1:_="" ns2:_="" ns3:_="" ns4:_="">
    <xsd:import namespace="http://schemas.microsoft.com/sharepoint/v3"/>
    <xsd:import namespace="919f66d7-de1f-44f9-a022-67c12295a3b7"/>
    <xsd:import namespace="44bc7436-105a-44e5-b01a-727b94c31d78"/>
    <xsd:import namespace="77ecf89e-7253-469b-8c8c-6aaa77a34873"/>
    <xsd:element name="properties">
      <xsd:complexType>
        <xsd:sequence>
          <xsd:element name="documentManagement">
            <xsd:complexType>
              <xsd:all>
                <xsd:element ref="ns1:Author" minOccurs="0"/>
                <xsd:element ref="ns2:Afficher_x0020_sur_x0020_l_x0027" minOccurs="0"/>
                <xsd:element ref="ns1:Editor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4" nillable="true" ma:displayName="Créé par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4" nillable="true" ma:displayName="Modifié par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66d7-de1f-44f9-a022-67c12295a3b7" elementFormDefault="qualified">
    <xsd:import namespace="http://schemas.microsoft.com/office/2006/documentManagement/types"/>
    <xsd:import namespace="http://schemas.microsoft.com/office/infopath/2007/PartnerControls"/>
    <xsd:element name="Afficher_x0020_sur_x0020_l_x0027" ma:index="9" nillable="true" ma:displayName="Afficher sur accueil" ma:default="0" ma:description="" ma:internalName="Afficher_x0020_sur_x0020_l_x0027" ma:readOnly="false">
      <xsd:simpleType>
        <xsd:restriction base="dms:Boolean"/>
      </xsd:simpleType>
    </xsd:element>
    <xsd:element name="TaxCatchAll" ma:index="31" nillable="true" ma:displayName="Colonne Attraper tout de Taxonomie" ma:hidden="true" ma:list="{b78cb642-0f3a-4b62-b007-f999f318cb8a}" ma:internalName="TaxCatchAll" ma:showField="CatchAllData" ma:web="919f66d7-de1f-44f9-a022-67c12295a3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c7436-105a-44e5-b01a-727b94c31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0" nillable="true" ma:taxonomy="true" ma:internalName="lcf76f155ced4ddcb4097134ff3c332f" ma:taxonomyFieldName="MediaServiceImageTags" ma:displayName="Balises d’images" ma:readOnly="false" ma:fieldId="{5cf76f15-5ced-4ddc-b409-7134ff3c332f}" ma:taxonomyMulti="true" ma:sspId="c0597e2e-992b-4d46-b7a0-ee1016708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cf89e-7253-469b-8c8c-6aaa77a34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0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E7C87-FBB4-49B9-BCA0-780FF110B4B5}">
  <ds:schemaRefs>
    <ds:schemaRef ds:uri="http://schemas.microsoft.com/office/2006/metadata/properties"/>
    <ds:schemaRef ds:uri="http://schemas.microsoft.com/office/infopath/2007/PartnerControls"/>
    <ds:schemaRef ds:uri="919f66d7-de1f-44f9-a022-67c12295a3b7"/>
    <ds:schemaRef ds:uri="44bc7436-105a-44e5-b01a-727b94c31d78"/>
  </ds:schemaRefs>
</ds:datastoreItem>
</file>

<file path=customXml/itemProps2.xml><?xml version="1.0" encoding="utf-8"?>
<ds:datastoreItem xmlns:ds="http://schemas.openxmlformats.org/officeDocument/2006/customXml" ds:itemID="{D37201C6-7915-49B6-B33E-1DCAADA5A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C66D2-E33B-4940-8D9B-102A84885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9f66d7-de1f-44f9-a022-67c12295a3b7"/>
    <ds:schemaRef ds:uri="44bc7436-105a-44e5-b01a-727b94c31d78"/>
    <ds:schemaRef ds:uri="77ecf89e-7253-469b-8c8c-6aaa77a34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257115-E930-4D8F-816B-2BE540CB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MREGCOAO</Template>
  <TotalTime>254</TotalTime>
  <Pages>8</Pages>
  <Words>950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Nantes Pays de la Loire</Company>
  <LinksUpToDate>false</LinksUpToDate>
  <CharactersWithSpaces>6169</CharactersWithSpaces>
  <SharedDoc>false</SharedDoc>
  <HLinks>
    <vt:vector size="18" baseType="variant">
      <vt:variant>
        <vt:i4>7536726</vt:i4>
      </vt:variant>
      <vt:variant>
        <vt:i4>6</vt:i4>
      </vt:variant>
      <vt:variant>
        <vt:i4>0</vt:i4>
      </vt:variant>
      <vt:variant>
        <vt:i4>5</vt:i4>
      </vt:variant>
      <vt:variant>
        <vt:lpwstr>mailto:greffe.ta-nantes@juradm.fr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>2026_FCS_001_NTE</dc:description>
  <cp:lastModifiedBy>Johanna Weil</cp:lastModifiedBy>
  <cp:revision>31</cp:revision>
  <cp:lastPrinted>2021-02-08T07:13:00Z</cp:lastPrinted>
  <dcterms:created xsi:type="dcterms:W3CDTF">2021-02-10T17:00:00Z</dcterms:created>
  <dcterms:modified xsi:type="dcterms:W3CDTF">2026-02-16T13:41:00Z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0x0101002BD9DD3B6B1247DEAB85154DD245A926007BFF71CB90C81645955C85B9F34C8797</vt:lpwstr>
  </property>
</Properties>
</file>