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CC46" w14:textId="77777777" w:rsidR="000D7BDC" w:rsidRDefault="000D7BDC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699C6089" w14:textId="77777777" w:rsidR="000D7BDC" w:rsidRDefault="000D7BDC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0D7BDC" w14:paraId="25A21142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05012" w14:textId="77777777" w:rsidR="000D7BDC" w:rsidRDefault="003B547F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78E7529D" wp14:editId="5D594326">
                  <wp:extent cx="1285920" cy="1162110"/>
                  <wp:effectExtent l="0" t="0" r="9480" b="0"/>
                  <wp:docPr id="1428758379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9662" w14:textId="77777777" w:rsidR="000D7BDC" w:rsidRDefault="003B547F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4471FB38" wp14:editId="63BF7B31">
                  <wp:extent cx="1123889" cy="1276228"/>
                  <wp:effectExtent l="0" t="0" r="61" b="122"/>
                  <wp:docPr id="657179551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7CDAEE" w14:textId="77777777" w:rsidR="000D7BDC" w:rsidRDefault="000D7BDC">
      <w:pPr>
        <w:pStyle w:val="RedaliaNormal"/>
      </w:pPr>
    </w:p>
    <w:p w14:paraId="31E7C104" w14:textId="77777777" w:rsidR="000D7BDC" w:rsidRDefault="000D7BDC">
      <w:pPr>
        <w:pStyle w:val="RedaliaNormal"/>
      </w:pPr>
    </w:p>
    <w:p w14:paraId="22E48727" w14:textId="77777777" w:rsidR="000D7BDC" w:rsidRDefault="000D7BDC">
      <w:pPr>
        <w:pStyle w:val="RedaliaNormal"/>
      </w:pPr>
    </w:p>
    <w:p w14:paraId="3421AEB2" w14:textId="77777777" w:rsidR="000D7BDC" w:rsidRDefault="003B547F">
      <w:pPr>
        <w:pStyle w:val="RedaliaNormal"/>
        <w:jc w:val="right"/>
      </w:pPr>
      <w:r>
        <w:t>Numéro de la consultation : 2026MA000050</w:t>
      </w:r>
    </w:p>
    <w:p w14:paraId="0B37C01A" w14:textId="77777777" w:rsidR="000D7BDC" w:rsidRDefault="000D7BDC">
      <w:pPr>
        <w:pStyle w:val="RedaliaNormal"/>
        <w:jc w:val="right"/>
      </w:pPr>
    </w:p>
    <w:p w14:paraId="74D16C53" w14:textId="77777777" w:rsidR="000D7BDC" w:rsidRDefault="003B547F">
      <w:pPr>
        <w:pStyle w:val="RedaliaNormal"/>
        <w:jc w:val="right"/>
      </w:pPr>
      <w:r>
        <w:t>Numéro du Contrat : à renseigner par l'ADEME à la notification</w:t>
      </w:r>
    </w:p>
    <w:p w14:paraId="2135A5EA" w14:textId="77777777" w:rsidR="000D7BDC" w:rsidRDefault="000D7BDC">
      <w:pPr>
        <w:pStyle w:val="RedaliaNormal"/>
        <w:jc w:val="right"/>
      </w:pPr>
    </w:p>
    <w:p w14:paraId="222ABBEE" w14:textId="77777777" w:rsidR="000D7BDC" w:rsidRDefault="003B547F">
      <w:pPr>
        <w:pStyle w:val="RedaliaNormal"/>
        <w:jc w:val="right"/>
      </w:pPr>
      <w:r>
        <w:t>Service :</w:t>
      </w:r>
    </w:p>
    <w:p w14:paraId="5C785C98" w14:textId="77777777" w:rsidR="000D7BDC" w:rsidRDefault="003B547F">
      <w:pPr>
        <w:pStyle w:val="RedaliaNormal"/>
        <w:jc w:val="right"/>
      </w:pPr>
      <w:r>
        <w:t>66 - Service Transports et Mobilité</w:t>
      </w:r>
    </w:p>
    <w:p w14:paraId="108529D5" w14:textId="77777777" w:rsidR="000D7BDC" w:rsidRDefault="000D7BDC">
      <w:pPr>
        <w:pStyle w:val="RedaliaNormal"/>
        <w:jc w:val="right"/>
      </w:pPr>
    </w:p>
    <w:p w14:paraId="5FA29875" w14:textId="77777777" w:rsidR="000D7BDC" w:rsidRDefault="000D7BDC">
      <w:pPr>
        <w:pStyle w:val="RedaliaNormal"/>
      </w:pPr>
    </w:p>
    <w:p w14:paraId="7BBFB6AA" w14:textId="77777777" w:rsidR="000D7BDC" w:rsidRDefault="000D7BDC">
      <w:pPr>
        <w:pStyle w:val="RedaliaNormal"/>
      </w:pPr>
    </w:p>
    <w:p w14:paraId="04CF82C2" w14:textId="77777777" w:rsidR="000D7BDC" w:rsidRDefault="000D7BD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27D80EA4" w14:textId="77777777" w:rsidR="000D7BDC" w:rsidRDefault="003B547F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ACTE D’ENGAGEMENT (AE)</w:t>
      </w:r>
    </w:p>
    <w:p w14:paraId="26B66BF7" w14:textId="77777777" w:rsidR="000D7BDC" w:rsidRDefault="000D7BD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3F58BA06" w14:textId="77777777" w:rsidR="000D7BDC" w:rsidRDefault="003B547F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Enquête Parc Auto 2026</w:t>
      </w:r>
    </w:p>
    <w:p w14:paraId="49E5431C" w14:textId="77777777" w:rsidR="000D7BDC" w:rsidRDefault="000D7BD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7B4C5539" w14:textId="77777777" w:rsidR="000D7BDC" w:rsidRDefault="000D7BDC">
      <w:pPr>
        <w:pStyle w:val="RedaliaNormal"/>
      </w:pPr>
    </w:p>
    <w:p w14:paraId="3A6E538F" w14:textId="77777777" w:rsidR="000D7BDC" w:rsidRDefault="000D7BDC">
      <w:pPr>
        <w:pStyle w:val="RedaliaNormal"/>
      </w:pPr>
    </w:p>
    <w:p w14:paraId="35886580" w14:textId="77777777" w:rsidR="000D7BDC" w:rsidRDefault="000D7BDC">
      <w:pPr>
        <w:pStyle w:val="RedaliaNormal"/>
        <w:jc w:val="center"/>
        <w:rPr>
          <w:b/>
          <w:bCs/>
          <w:sz w:val="24"/>
          <w:szCs w:val="24"/>
        </w:rPr>
      </w:pPr>
    </w:p>
    <w:p w14:paraId="4CAA9D17" w14:textId="77777777" w:rsidR="000D7BDC" w:rsidRDefault="000D7BDC">
      <w:pPr>
        <w:pStyle w:val="RedaliaNormal"/>
        <w:pageBreakBefore/>
      </w:pPr>
    </w:p>
    <w:p w14:paraId="48596108" w14:textId="77777777" w:rsidR="000D7BDC" w:rsidRDefault="003B547F">
      <w:pPr>
        <w:pStyle w:val="RdaliaTitreparagraphe"/>
      </w:pPr>
      <w:r>
        <w:t>Acheteur</w:t>
      </w:r>
    </w:p>
    <w:p w14:paraId="27EC5C67" w14:textId="77777777" w:rsidR="000D7BDC" w:rsidRDefault="003B547F">
      <w:pPr>
        <w:pStyle w:val="RedaliaNormal"/>
      </w:pPr>
      <w:r>
        <w:t>L'Agence de l'Environnement et de la Maîtrise de l'Energie, établissement public de l'Etat à caractère industriel et commercial, régi par les articles L131-3 à L131-7 et R131-1 à R131-26 du code de l’environnement ayant son siège social :</w:t>
      </w:r>
    </w:p>
    <w:p w14:paraId="31A1B5DC" w14:textId="77777777" w:rsidR="000D7BDC" w:rsidRDefault="003B547F">
      <w:pPr>
        <w:pStyle w:val="RedaliaNormal"/>
      </w:pPr>
      <w:r>
        <w:t>20 Avenue du Grésillé – BP 90406 – 49004 ANGERS Cédex 01 inscrite au registre du commerce d’ANGERS sous le n° 385 290 309</w:t>
      </w:r>
    </w:p>
    <w:p w14:paraId="23CA759E" w14:textId="77777777" w:rsidR="000D7BDC" w:rsidRDefault="003B547F">
      <w:pPr>
        <w:pStyle w:val="RedaliaNormal"/>
      </w:pPr>
      <w:proofErr w:type="gramStart"/>
      <w:r>
        <w:t>représentée</w:t>
      </w:r>
      <w:proofErr w:type="gramEnd"/>
      <w:r>
        <w:t xml:space="preserve"> par Madame Patricia BLANC</w:t>
      </w:r>
    </w:p>
    <w:p w14:paraId="290EE6D2" w14:textId="77777777" w:rsidR="000D7BDC" w:rsidRDefault="003B547F">
      <w:pPr>
        <w:pStyle w:val="RedaliaNormal"/>
      </w:pPr>
      <w:proofErr w:type="gramStart"/>
      <w:r>
        <w:t>agissant</w:t>
      </w:r>
      <w:proofErr w:type="gramEnd"/>
      <w:r>
        <w:t xml:space="preserve"> en qualité de Directrice générale déléguée</w:t>
      </w:r>
    </w:p>
    <w:p w14:paraId="3BB9D783" w14:textId="77777777" w:rsidR="000D7BDC" w:rsidRDefault="000D7BDC">
      <w:pPr>
        <w:pStyle w:val="RedaliaNormal"/>
      </w:pPr>
    </w:p>
    <w:p w14:paraId="638D9288" w14:textId="77777777" w:rsidR="000D7BDC" w:rsidRDefault="003B547F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l'ADEME »</w:t>
      </w:r>
    </w:p>
    <w:p w14:paraId="493B525C" w14:textId="77777777" w:rsidR="000D7BDC" w:rsidRDefault="003B547F">
      <w:pPr>
        <w:pStyle w:val="RedaliaNormal"/>
      </w:pPr>
      <w:proofErr w:type="gramStart"/>
      <w:r>
        <w:t>d’une</w:t>
      </w:r>
      <w:proofErr w:type="gramEnd"/>
      <w:r>
        <w:t xml:space="preserve"> part</w:t>
      </w:r>
    </w:p>
    <w:p w14:paraId="03D35CEE" w14:textId="77777777" w:rsidR="000D7BDC" w:rsidRDefault="000D7BDC">
      <w:pPr>
        <w:pStyle w:val="RedaliaNormal"/>
      </w:pPr>
    </w:p>
    <w:p w14:paraId="5EA0D134" w14:textId="77777777" w:rsidR="000D7BDC" w:rsidRDefault="003B547F">
      <w:pPr>
        <w:pStyle w:val="RedaliaNormal"/>
        <w:rPr>
          <w:b/>
          <w:bCs/>
        </w:rPr>
      </w:pPr>
      <w:r>
        <w:rPr>
          <w:b/>
          <w:bCs/>
        </w:rPr>
        <w:t>Et :</w:t>
      </w:r>
    </w:p>
    <w:p w14:paraId="5A86A150" w14:textId="77777777" w:rsidR="000D7BDC" w:rsidRDefault="000D7BDC">
      <w:pPr>
        <w:pStyle w:val="RedaliaNormal"/>
      </w:pPr>
    </w:p>
    <w:p w14:paraId="79E769B4" w14:textId="77777777" w:rsidR="000D7BDC" w:rsidRDefault="003B547F">
      <w:pPr>
        <w:pStyle w:val="RedaliaNormal"/>
      </w:pPr>
      <w:r>
        <w:t>La société, forme juridique : ………………………………………………………………………….</w:t>
      </w:r>
    </w:p>
    <w:p w14:paraId="3DCF10F5" w14:textId="77777777" w:rsidR="000D7BDC" w:rsidRDefault="003B547F">
      <w:pPr>
        <w:pStyle w:val="RedaliaNormal"/>
      </w:pPr>
      <w:r>
        <w:t>Siège social : ………………………………………………………………………………………...…</w:t>
      </w:r>
    </w:p>
    <w:p w14:paraId="4BCA5681" w14:textId="77777777" w:rsidR="000D7BDC" w:rsidRDefault="003B547F">
      <w:pPr>
        <w:pStyle w:val="RedaliaNormal"/>
      </w:pPr>
      <w:r>
        <w:t>N° SIRET : ………………………………………………………………………………………………</w:t>
      </w:r>
    </w:p>
    <w:p w14:paraId="2C6561FD" w14:textId="77777777" w:rsidR="000D7BDC" w:rsidRDefault="003B547F">
      <w:pPr>
        <w:pStyle w:val="RedaliaNormal"/>
      </w:pPr>
      <w:proofErr w:type="gramStart"/>
      <w:r>
        <w:t>représentée</w:t>
      </w:r>
      <w:proofErr w:type="gramEnd"/>
      <w:r>
        <w:t xml:space="preserve"> par : ……………………………………………………………………………………....</w:t>
      </w:r>
    </w:p>
    <w:p w14:paraId="486CF98E" w14:textId="77777777" w:rsidR="000D7BDC" w:rsidRDefault="003B547F">
      <w:pPr>
        <w:pStyle w:val="RedaliaNormal"/>
      </w:pPr>
      <w:proofErr w:type="gramStart"/>
      <w:r>
        <w:t>agissant</w:t>
      </w:r>
      <w:proofErr w:type="gramEnd"/>
      <w:r>
        <w:t xml:space="preserve"> en qualité de : 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7AEA3D7" w14:textId="77777777" w:rsidR="000D7BDC" w:rsidRDefault="000D7BDC">
      <w:pPr>
        <w:pStyle w:val="RedaliaNormal"/>
      </w:pPr>
    </w:p>
    <w:p w14:paraId="21D02E1F" w14:textId="77777777" w:rsidR="000D7BDC" w:rsidRDefault="003B547F">
      <w:pPr>
        <w:pStyle w:val="RedaliaNormal"/>
      </w:pPr>
      <w:proofErr w:type="gramStart"/>
      <w:r>
        <w:t>désignée</w:t>
      </w:r>
      <w:proofErr w:type="gramEnd"/>
      <w:r>
        <w:t xml:space="preserve"> ci-après par </w:t>
      </w:r>
      <w:r>
        <w:rPr>
          <w:b/>
          <w:bCs/>
        </w:rPr>
        <w:t>« le titulaire »</w:t>
      </w:r>
    </w:p>
    <w:p w14:paraId="4A862BE2" w14:textId="77777777" w:rsidR="000D7BDC" w:rsidRDefault="003B547F">
      <w:pPr>
        <w:pStyle w:val="RedaliaNormal"/>
      </w:pPr>
      <w:proofErr w:type="gramStart"/>
      <w:r>
        <w:t>d'autre</w:t>
      </w:r>
      <w:proofErr w:type="gramEnd"/>
      <w:r>
        <w:t xml:space="preserve"> part.</w:t>
      </w:r>
    </w:p>
    <w:p w14:paraId="184E6807" w14:textId="77777777" w:rsidR="000D7BDC" w:rsidRDefault="000D7BDC">
      <w:pPr>
        <w:pStyle w:val="RedaliaNormal"/>
      </w:pPr>
    </w:p>
    <w:p w14:paraId="12F98FBD" w14:textId="77777777" w:rsidR="000D7BDC" w:rsidRDefault="000D7BDC">
      <w:pPr>
        <w:pStyle w:val="RedaliaNormal"/>
      </w:pPr>
    </w:p>
    <w:p w14:paraId="0B0C0C2C" w14:textId="77777777" w:rsidR="000D7BDC" w:rsidRDefault="003B547F">
      <w:pPr>
        <w:pStyle w:val="RedaliaNormal"/>
        <w:rPr>
          <w:b/>
          <w:bCs/>
        </w:rPr>
      </w:pPr>
      <w:r>
        <w:rPr>
          <w:b/>
          <w:bCs/>
        </w:rPr>
        <w:t>Ci-après désignées individuellement par la « Partie » ou collectivement par les « Parties ».</w:t>
      </w:r>
    </w:p>
    <w:p w14:paraId="683BA489" w14:textId="77777777" w:rsidR="000D7BDC" w:rsidRDefault="000D7BDC">
      <w:pPr>
        <w:pStyle w:val="RedaliaNormal"/>
        <w:rPr>
          <w:b/>
          <w:bCs/>
        </w:rPr>
      </w:pPr>
    </w:p>
    <w:p w14:paraId="53241095" w14:textId="77777777" w:rsidR="000D7BDC" w:rsidRDefault="000D7BDC">
      <w:pPr>
        <w:pStyle w:val="RedaliaNormal"/>
      </w:pPr>
    </w:p>
    <w:p w14:paraId="299D04CA" w14:textId="77777777" w:rsidR="000D7BDC" w:rsidRDefault="000D7BDC">
      <w:pPr>
        <w:pStyle w:val="RedaliaNormal"/>
      </w:pPr>
    </w:p>
    <w:p w14:paraId="07CD7900" w14:textId="77777777" w:rsidR="000D7BDC" w:rsidRDefault="000D7BDC">
      <w:pPr>
        <w:pStyle w:val="RedaliaNormal"/>
        <w:pageBreakBefore/>
      </w:pPr>
    </w:p>
    <w:p w14:paraId="70A7B0A4" w14:textId="77777777" w:rsidR="000D7BDC" w:rsidRDefault="003B547F">
      <w:pPr>
        <w:pStyle w:val="RdaliaTitredossier"/>
      </w:pPr>
      <w:r>
        <w:t>Sommaire</w:t>
      </w:r>
    </w:p>
    <w:p w14:paraId="6C3073E5" w14:textId="77777777" w:rsidR="000D7BDC" w:rsidRDefault="003B547F">
      <w:pPr>
        <w:pStyle w:val="TM1"/>
      </w:pPr>
      <w:r>
        <w:rPr>
          <w:b w:val="0"/>
          <w:kern w:val="0"/>
          <w:sz w:val="48"/>
        </w:rPr>
        <w:fldChar w:fldCharType="begin"/>
      </w:r>
      <w:r>
        <w:instrText xml:space="preserve"> TOC \o "1-3" \u \h </w:instrText>
      </w:r>
      <w:r>
        <w:rPr>
          <w:b w:val="0"/>
          <w:kern w:val="0"/>
          <w:sz w:val="48"/>
        </w:rPr>
        <w:fldChar w:fldCharType="separate"/>
      </w:r>
      <w:hyperlink r:id="rId9" w:history="1">
        <w:r>
          <w:t>1.  Contractant</w:t>
        </w:r>
        <w:r>
          <w:tab/>
          <w:t>4</w:t>
        </w:r>
      </w:hyperlink>
    </w:p>
    <w:p w14:paraId="19DAFCD3" w14:textId="77777777" w:rsidR="000D7BDC" w:rsidRDefault="003B547F">
      <w:pPr>
        <w:pStyle w:val="TM1"/>
      </w:pPr>
      <w:hyperlink r:id="rId10" w:history="1">
        <w:r>
          <w:t>2.  Objet du marché</w:t>
        </w:r>
        <w:r>
          <w:tab/>
          <w:t>5</w:t>
        </w:r>
      </w:hyperlink>
    </w:p>
    <w:p w14:paraId="0121DC09" w14:textId="77777777" w:rsidR="000D7BDC" w:rsidRDefault="003B547F">
      <w:pPr>
        <w:pStyle w:val="TM1"/>
      </w:pPr>
      <w:hyperlink r:id="rId11" w:history="1">
        <w:r>
          <w:t>3.  Durée du marché – Délais d’exécution</w:t>
        </w:r>
        <w:r>
          <w:tab/>
          <w:t>5</w:t>
        </w:r>
      </w:hyperlink>
    </w:p>
    <w:p w14:paraId="0B02ED49" w14:textId="77777777" w:rsidR="000D7BDC" w:rsidRDefault="003B547F">
      <w:pPr>
        <w:pStyle w:val="TM2"/>
      </w:pPr>
      <w:hyperlink r:id="rId12" w:history="1">
        <w:r>
          <w:t>3.1  Reconduction</w:t>
        </w:r>
        <w:r>
          <w:tab/>
          <w:t>5</w:t>
        </w:r>
      </w:hyperlink>
    </w:p>
    <w:p w14:paraId="0A55BCDA" w14:textId="77777777" w:rsidR="000D7BDC" w:rsidRDefault="003B547F">
      <w:pPr>
        <w:pStyle w:val="TM1"/>
      </w:pPr>
      <w:hyperlink r:id="rId13" w:history="1">
        <w:r>
          <w:t>4.  Dispositions financières</w:t>
        </w:r>
        <w:r>
          <w:tab/>
          <w:t>5</w:t>
        </w:r>
      </w:hyperlink>
    </w:p>
    <w:p w14:paraId="163AA012" w14:textId="77777777" w:rsidR="000D7BDC" w:rsidRDefault="003B547F">
      <w:pPr>
        <w:pStyle w:val="TM2"/>
      </w:pPr>
      <w:hyperlink r:id="rId14" w:history="1">
        <w:r>
          <w:t>4.1  Montant de la rémunération</w:t>
        </w:r>
        <w:r>
          <w:tab/>
          <w:t>5</w:t>
        </w:r>
      </w:hyperlink>
    </w:p>
    <w:p w14:paraId="621B9C74" w14:textId="77777777" w:rsidR="000D7BDC" w:rsidRDefault="003B547F">
      <w:pPr>
        <w:pStyle w:val="TM2"/>
      </w:pPr>
      <w:hyperlink r:id="rId15" w:history="1">
        <w:r>
          <w:t>4.2  Modalités de versement de la rémunération</w:t>
        </w:r>
        <w:r>
          <w:tab/>
          <w:t>5</w:t>
        </w:r>
      </w:hyperlink>
    </w:p>
    <w:p w14:paraId="584E0264" w14:textId="77777777" w:rsidR="000D7BDC" w:rsidRDefault="003B547F">
      <w:pPr>
        <w:pStyle w:val="TM3"/>
      </w:pPr>
      <w:hyperlink r:id="rId16" w:history="1">
        <w:r>
          <w:t>4.2.1  Montant et remboursement de l’avance</w:t>
        </w:r>
        <w:r>
          <w:tab/>
          <w:t>5</w:t>
        </w:r>
      </w:hyperlink>
    </w:p>
    <w:p w14:paraId="43BE9C3B" w14:textId="77777777" w:rsidR="000D7BDC" w:rsidRDefault="003B547F">
      <w:pPr>
        <w:pStyle w:val="TM3"/>
      </w:pPr>
      <w:hyperlink r:id="rId17" w:history="1">
        <w:r>
          <w:t>4.2.2  Modalités de paiement</w:t>
        </w:r>
        <w:r>
          <w:tab/>
          <w:t>6</w:t>
        </w:r>
      </w:hyperlink>
    </w:p>
    <w:p w14:paraId="027C5E7A" w14:textId="77777777" w:rsidR="000D7BDC" w:rsidRDefault="003B547F">
      <w:pPr>
        <w:pStyle w:val="TM1"/>
      </w:pPr>
      <w:hyperlink r:id="rId18" w:history="1">
        <w:r>
          <w:t>5.  Responsables respectifs et coordonnées</w:t>
        </w:r>
        <w:r>
          <w:tab/>
          <w:t>6</w:t>
        </w:r>
      </w:hyperlink>
    </w:p>
    <w:p w14:paraId="78411607" w14:textId="77777777" w:rsidR="000D7BDC" w:rsidRDefault="003B547F">
      <w:pPr>
        <w:pStyle w:val="TM1"/>
      </w:pPr>
      <w:hyperlink r:id="rId19" w:history="1">
        <w:r>
          <w:t>6.  Annexes de l’acte d’engagement</w:t>
        </w:r>
        <w:r>
          <w:tab/>
          <w:t>6</w:t>
        </w:r>
      </w:hyperlink>
    </w:p>
    <w:p w14:paraId="73F71516" w14:textId="77777777" w:rsidR="000D7BDC" w:rsidRDefault="003B547F">
      <w:r>
        <w:rPr>
          <w:b/>
          <w:kern w:val="3"/>
          <w:sz w:val="24"/>
        </w:rPr>
        <w:fldChar w:fldCharType="end"/>
      </w:r>
    </w:p>
    <w:p w14:paraId="68F0D836" w14:textId="77777777" w:rsidR="000D7BDC" w:rsidRDefault="000D7BDC">
      <w:pPr>
        <w:pStyle w:val="RedaliaNormal"/>
      </w:pPr>
    </w:p>
    <w:p w14:paraId="7AA38D1E" w14:textId="77777777" w:rsidR="000D7BDC" w:rsidRDefault="000D7BDC">
      <w:pPr>
        <w:pStyle w:val="RedaliaNormal"/>
        <w:pageBreakBefore/>
      </w:pPr>
    </w:p>
    <w:p w14:paraId="6F69C19D" w14:textId="77777777" w:rsidR="000D7BDC" w:rsidRDefault="003B547F">
      <w:pPr>
        <w:pStyle w:val="RedaliaTitre1"/>
      </w:pPr>
      <w:bookmarkStart w:id="2" w:name="_Toc192648939"/>
      <w:bookmarkStart w:id="3" w:name="__RefHeading___Toc13443_3699722834"/>
      <w:bookmarkStart w:id="4" w:name="_Toc174160389"/>
      <w:r>
        <w:t>Contractant</w:t>
      </w:r>
      <w:bookmarkEnd w:id="2"/>
      <w:bookmarkEnd w:id="3"/>
      <w:bookmarkEnd w:id="4"/>
    </w:p>
    <w:p w14:paraId="47359ED8" w14:textId="77777777" w:rsidR="000D7BDC" w:rsidRDefault="003B547F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6F1B9337" w14:textId="77777777" w:rsidR="000D7BDC" w:rsidRDefault="003B547F">
      <w:pPr>
        <w:pStyle w:val="RdaliaRetraitniveau2"/>
        <w:numPr>
          <w:ilvl w:val="0"/>
          <w:numId w:val="9"/>
        </w:numPr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0FEBA184" w14:textId="77777777" w:rsidR="000D7BDC" w:rsidRDefault="003B547F">
      <w:pPr>
        <w:pStyle w:val="RdaliaRetraitniveau2"/>
      </w:pPr>
      <w:r>
        <w:t>J’AFFIRME, sous peine de résiliation de plein droit du marché, que je suis titulaire d'une police d'assurance garantissant l'ensemble des responsabilités que j'encours.</w:t>
      </w:r>
    </w:p>
    <w:p w14:paraId="5D9FF43B" w14:textId="77777777" w:rsidR="000D7BDC" w:rsidRDefault="003B547F">
      <w:pPr>
        <w:pStyle w:val="RdaliaRetraitniveau2"/>
      </w:pPr>
      <w:r>
        <w:t>Je CONFIRME, sous peine de résiliation de plein droit du marché, que les sous-traitants proposés sont également titulaires de polices d’assurances garantissant les responsabilités qu’ils encourent.</w:t>
      </w:r>
    </w:p>
    <w:p w14:paraId="5C696CE0" w14:textId="01DF8503" w:rsidR="000D7BDC" w:rsidRDefault="003B547F">
      <w:pPr>
        <w:pStyle w:val="RedaliaNormal"/>
      </w:pPr>
      <w:r>
        <w:t>L'offre ainsi présentée ne nous lie toutefois que si l’attribution du marché a lieu dans un délai de 6 mois à</w:t>
      </w:r>
      <w:r>
        <w:t xml:space="preserve"> compter de la date limite de réception des offres finales.</w:t>
      </w:r>
    </w:p>
    <w:p w14:paraId="5382A75D" w14:textId="77777777" w:rsidR="000D7BDC" w:rsidRDefault="000D7BDC">
      <w:pPr>
        <w:pStyle w:val="RedaliaNormal"/>
      </w:pPr>
    </w:p>
    <w:p w14:paraId="565B7A65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5" w:name="formcheckbox_off_11"/>
      <w:r>
        <w:rPr>
          <w:rFonts w:ascii="Wingdings" w:eastAsia="Wingdings" w:hAnsi="Wingdings" w:cs="Wingdings"/>
        </w:rPr>
        <w:t>¨</w:t>
      </w:r>
      <w:bookmarkEnd w:id="5"/>
      <w:r>
        <w:t xml:space="preserve"> </w:t>
      </w:r>
      <w:r>
        <w:rPr>
          <w:b/>
        </w:rPr>
        <w:t>Le signataire :</w:t>
      </w:r>
    </w:p>
    <w:p w14:paraId="0E7345D8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6" w:name="formcheckbox_off_12"/>
      <w:r>
        <w:rPr>
          <w:rFonts w:ascii="Wingdings" w:eastAsia="Wingdings" w:hAnsi="Wingdings" w:cs="Wingdings"/>
        </w:rPr>
        <w:t>¨</w:t>
      </w:r>
      <w:bookmarkEnd w:id="6"/>
      <w:r>
        <w:t xml:space="preserve"> s’engage, sur la base de son offre et pour son propre compte à exécuter les prestations demandées dans les conditions définies ci-</w:t>
      </w:r>
      <w:proofErr w:type="gramStart"/>
      <w:r>
        <w:t>après;</w:t>
      </w:r>
      <w:proofErr w:type="gramEnd"/>
    </w:p>
    <w:p w14:paraId="774B1814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3"/>
      <w:r>
        <w:rPr>
          <w:rFonts w:ascii="Wingdings" w:eastAsia="Wingdings" w:hAnsi="Wingdings" w:cs="Wingdings"/>
        </w:rPr>
        <w:t>¨</w:t>
      </w:r>
      <w:bookmarkEnd w:id="7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</w:t>
      </w:r>
      <w:proofErr w:type="gramStart"/>
      <w:r>
        <w:t>après;</w:t>
      </w:r>
      <w:proofErr w:type="gramEnd"/>
    </w:p>
    <w:p w14:paraId="16E7A257" w14:textId="77777777" w:rsidR="000D7BDC" w:rsidRDefault="000D7BDC">
      <w:pPr>
        <w:pStyle w:val="RedaliaNormal"/>
      </w:pPr>
    </w:p>
    <w:p w14:paraId="4F4BACCF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8" w:name="formcheckbox_off_14"/>
      <w:r>
        <w:rPr>
          <w:rFonts w:ascii="Wingdings" w:eastAsia="Wingdings" w:hAnsi="Wingdings" w:cs="Wingdings"/>
        </w:rPr>
        <w:t>¨</w:t>
      </w:r>
      <w:bookmarkEnd w:id="8"/>
      <w:r>
        <w:t xml:space="preserve"> </w:t>
      </w:r>
      <w:r>
        <w:rPr>
          <w:b/>
        </w:rPr>
        <w:t>Le mandataire (1) :</w:t>
      </w:r>
    </w:p>
    <w:p w14:paraId="25316CCC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9" w:name="formcheckbox_off_15"/>
      <w:r>
        <w:rPr>
          <w:rFonts w:ascii="Wingdings" w:eastAsia="Wingdings" w:hAnsi="Wingdings" w:cs="Wingdings"/>
        </w:rPr>
        <w:t>¨</w:t>
      </w:r>
      <w:bookmarkEnd w:id="9"/>
      <w:r>
        <w:t xml:space="preserve"> du groupement solidaire</w:t>
      </w:r>
    </w:p>
    <w:p w14:paraId="7427A1A7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6"/>
      <w:r>
        <w:rPr>
          <w:rFonts w:ascii="Wingdings" w:eastAsia="Wingdings" w:hAnsi="Wingdings" w:cs="Wingdings"/>
        </w:rPr>
        <w:t>¨</w:t>
      </w:r>
      <w:bookmarkEnd w:id="10"/>
      <w:r>
        <w:t xml:space="preserve"> solidaire du groupement conjoint</w:t>
      </w:r>
    </w:p>
    <w:p w14:paraId="2F7171D0" w14:textId="77777777" w:rsidR="000D7BDC" w:rsidRDefault="003B547F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</w:t>
      </w:r>
      <w:proofErr w:type="gramStart"/>
      <w:r>
        <w:t>après;</w:t>
      </w:r>
      <w:proofErr w:type="gramEnd"/>
    </w:p>
    <w:p w14:paraId="2E281301" w14:textId="77777777" w:rsidR="000D7BDC" w:rsidRDefault="000D7BDC">
      <w:pPr>
        <w:pStyle w:val="RedaliaNormal"/>
      </w:pPr>
    </w:p>
    <w:p w14:paraId="526DCA0E" w14:textId="77777777" w:rsidR="000D7BDC" w:rsidRDefault="000D7BDC">
      <w:pPr>
        <w:pStyle w:val="RedaliaNormal"/>
      </w:pPr>
    </w:p>
    <w:p w14:paraId="58ED59DE" w14:textId="77777777" w:rsidR="000D7BDC" w:rsidRDefault="003B547F">
      <w:pPr>
        <w:pStyle w:val="RdaliaLgende"/>
      </w:pPr>
      <w:r>
        <w:t>(1) Cocher la case correspondante à la nature de votre groupement.</w:t>
      </w:r>
    </w:p>
    <w:p w14:paraId="249D913C" w14:textId="77777777" w:rsidR="000D7BDC" w:rsidRDefault="003B547F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4BD980BD" w14:textId="77777777" w:rsidR="000D7BDC" w:rsidRDefault="003B547F">
      <w:pPr>
        <w:pStyle w:val="RdaliaLgende"/>
      </w:pPr>
      <w:r>
        <w:t>(3) Dans le cas d'un groupement, indiquer les coordonnées du mandataire.</w:t>
      </w:r>
    </w:p>
    <w:p w14:paraId="722CB99C" w14:textId="77777777" w:rsidR="000D7BDC" w:rsidRDefault="000D7BDC">
      <w:pPr>
        <w:pStyle w:val="RedaliaNormal"/>
      </w:pPr>
    </w:p>
    <w:p w14:paraId="38D9858A" w14:textId="77777777" w:rsidR="000D7BDC" w:rsidRDefault="003B547F">
      <w:pPr>
        <w:pStyle w:val="RedaliaNormal"/>
        <w:jc w:val="left"/>
      </w:pPr>
      <w:r>
        <w:t>Nom commercial et dénomination sociale du candidat (3) :</w:t>
      </w:r>
    </w:p>
    <w:p w14:paraId="0BE4E051" w14:textId="77777777" w:rsidR="000D7BDC" w:rsidRDefault="003B547F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667E4D74" w14:textId="77777777" w:rsidR="000D7BDC" w:rsidRDefault="003B547F">
      <w:pPr>
        <w:pStyle w:val="RedaliaNormal"/>
        <w:jc w:val="left"/>
      </w:pPr>
      <w:r>
        <w:t>Adresse de l’établissement :</w:t>
      </w:r>
    </w:p>
    <w:p w14:paraId="166E46AA" w14:textId="77777777" w:rsidR="000D7BDC" w:rsidRDefault="003B547F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1F99B456" w14:textId="77777777" w:rsidR="000D7BDC" w:rsidRDefault="003B547F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66A81324" w14:textId="77777777" w:rsidR="000D7BDC" w:rsidRDefault="003B547F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8F34C5B" w14:textId="77777777" w:rsidR="000D7BDC" w:rsidRDefault="003B547F">
      <w:pPr>
        <w:pStyle w:val="RedaliaNormal"/>
        <w:jc w:val="left"/>
      </w:pPr>
      <w:r>
        <w:t>Adresse du siège social (si différente de l’établissement) :</w:t>
      </w:r>
    </w:p>
    <w:p w14:paraId="08C517B4" w14:textId="77777777" w:rsidR="000D7BDC" w:rsidRDefault="003B547F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C2B034D" w14:textId="77777777" w:rsidR="000D7BDC" w:rsidRDefault="003B547F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692A4935" w14:textId="77777777" w:rsidR="000D7BDC" w:rsidRDefault="003B547F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164764DA" w14:textId="77777777" w:rsidR="000D7BDC" w:rsidRDefault="003B547F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4BF4B691" w14:textId="77777777" w:rsidR="000D7BDC" w:rsidRDefault="003B547F">
      <w:pPr>
        <w:pStyle w:val="RedaliaNormal"/>
        <w:jc w:val="left"/>
      </w:pPr>
      <w:r>
        <w:t>Téléphone : ...................................................</w:t>
      </w:r>
    </w:p>
    <w:p w14:paraId="060CBB6F" w14:textId="77777777" w:rsidR="000D7BDC" w:rsidRDefault="003B547F">
      <w:pPr>
        <w:pStyle w:val="RedaliaNormal"/>
        <w:jc w:val="left"/>
      </w:pPr>
      <w:r>
        <w:t xml:space="preserve">Télécopie : </w:t>
      </w:r>
      <w:r>
        <w:t>....................................................</w:t>
      </w:r>
    </w:p>
    <w:p w14:paraId="317F543D" w14:textId="77777777" w:rsidR="000D7BDC" w:rsidRDefault="003B547F">
      <w:pPr>
        <w:pStyle w:val="RedaliaNormal"/>
        <w:jc w:val="left"/>
      </w:pPr>
      <w:r>
        <w:t>SIRET : .........................................................</w:t>
      </w:r>
    </w:p>
    <w:p w14:paraId="7CCF6380" w14:textId="77777777" w:rsidR="000D7BDC" w:rsidRDefault="003B547F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3B29204F" w14:textId="77777777" w:rsidR="000D7BDC" w:rsidRDefault="003B547F">
      <w:pPr>
        <w:pStyle w:val="RedaliaNormal"/>
        <w:jc w:val="left"/>
      </w:pPr>
      <w:r>
        <w:t>Numéro de TVA intracommunautaire : .........................................................</w:t>
      </w:r>
    </w:p>
    <w:p w14:paraId="33C94573" w14:textId="77777777" w:rsidR="000D7BDC" w:rsidRDefault="000D7BDC">
      <w:pPr>
        <w:pStyle w:val="RedaliaNormal"/>
        <w:jc w:val="left"/>
      </w:pPr>
    </w:p>
    <w:p w14:paraId="4B7A22F2" w14:textId="77777777" w:rsidR="000D7BDC" w:rsidRDefault="003B547F">
      <w:pPr>
        <w:pStyle w:val="RedaliaNormal"/>
      </w:pPr>
      <w:r>
        <w:t>Références bancaires :</w:t>
      </w:r>
    </w:p>
    <w:p w14:paraId="279B7369" w14:textId="77777777" w:rsidR="000D7BDC" w:rsidRDefault="003B547F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11A7404A" w14:textId="77777777" w:rsidR="000D7BDC" w:rsidRDefault="003B547F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5A12C0" w14:textId="77777777" w:rsidR="000D7BDC" w:rsidRDefault="003B547F">
      <w:pPr>
        <w:pStyle w:val="RedaliaTitre1"/>
      </w:pPr>
      <w:bookmarkStart w:id="11" w:name="_Toc483841853"/>
      <w:bookmarkStart w:id="12" w:name="_Toc104977343"/>
      <w:bookmarkStart w:id="13" w:name="__RefHeading___Toc13445_3699722834"/>
      <w:bookmarkEnd w:id="11"/>
      <w:bookmarkEnd w:id="12"/>
      <w:r>
        <w:t>Objet du marché</w:t>
      </w:r>
      <w:bookmarkEnd w:id="13"/>
    </w:p>
    <w:p w14:paraId="128E2E9D" w14:textId="77777777" w:rsidR="000D7BDC" w:rsidRDefault="003B547F">
      <w:pPr>
        <w:pStyle w:val="RedaliaNormal"/>
      </w:pPr>
      <w:r>
        <w:t>Le présent marché a pour objet : Etude pour la réalisation d'une enquête permettant de collecter les données nécessaires à la description du parc automobile et à son utilisation par les ménages français.</w:t>
      </w:r>
    </w:p>
    <w:p w14:paraId="739EEEDC" w14:textId="77777777" w:rsidR="000D7BDC" w:rsidRDefault="000D7BDC">
      <w:pPr>
        <w:pStyle w:val="RedaliaNormal"/>
      </w:pPr>
    </w:p>
    <w:p w14:paraId="333E661C" w14:textId="77777777" w:rsidR="000D7BDC" w:rsidRDefault="003B547F">
      <w:pPr>
        <w:pStyle w:val="RedaliaTitre1"/>
      </w:pPr>
      <w:bookmarkStart w:id="14" w:name="_Toc526222883"/>
      <w:bookmarkStart w:id="15" w:name="_Toc104977344"/>
      <w:bookmarkStart w:id="16" w:name="__RefHeading___Toc13447_3699722834"/>
      <w:bookmarkStart w:id="17" w:name="_Toc483841854"/>
      <w:r>
        <w:t>Durée du marché – Délais</w:t>
      </w:r>
      <w:bookmarkEnd w:id="14"/>
      <w:r>
        <w:t xml:space="preserve"> d’exécution</w:t>
      </w:r>
      <w:bookmarkEnd w:id="15"/>
      <w:bookmarkEnd w:id="16"/>
      <w:bookmarkEnd w:id="17"/>
    </w:p>
    <w:p w14:paraId="7BE00122" w14:textId="1D01130C" w:rsidR="000D7BDC" w:rsidRDefault="003B547F">
      <w:pPr>
        <w:pStyle w:val="RedaliaNormal"/>
      </w:pPr>
      <w:r>
        <w:t>Le présent marché est conclu pour une durée de 10</w:t>
      </w:r>
      <w:r>
        <w:t xml:space="preserve"> mois à</w:t>
      </w:r>
      <w:r>
        <w:t xml:space="preserve"> compter de sa date de notification définie à l'article « </w:t>
      </w:r>
      <w:r>
        <w:rPr>
          <w:i/>
          <w:iCs/>
        </w:rPr>
        <w:t>Validité</w:t>
      </w:r>
      <w:r>
        <w:t> » du Cahier des Clauses Administratives Particulières.</w:t>
      </w:r>
    </w:p>
    <w:p w14:paraId="5B9861B2" w14:textId="77777777" w:rsidR="000D7BDC" w:rsidRDefault="003B547F">
      <w:pPr>
        <w:pStyle w:val="RedaliaTitre2"/>
      </w:pPr>
      <w:bookmarkStart w:id="18" w:name="__RefHeading___Toc13449_3699722834"/>
      <w:r>
        <w:t>Reconduction</w:t>
      </w:r>
      <w:bookmarkEnd w:id="18"/>
    </w:p>
    <w:p w14:paraId="7FE8DCAD" w14:textId="77777777" w:rsidR="000D7BDC" w:rsidRDefault="003B547F">
      <w:pPr>
        <w:pStyle w:val="RedaliaNormal"/>
      </w:pPr>
      <w:r>
        <w:t>Le marché ne sera pas reconduit.</w:t>
      </w:r>
    </w:p>
    <w:p w14:paraId="2366D215" w14:textId="77777777" w:rsidR="000D7BDC" w:rsidRDefault="003B547F">
      <w:pPr>
        <w:pStyle w:val="RedaliaTitre1"/>
      </w:pPr>
      <w:bookmarkStart w:id="19" w:name="_Toc104977347"/>
      <w:bookmarkStart w:id="20" w:name="__RefHeading___Toc13451_3699722834"/>
      <w:r>
        <w:t>Dispositions financières</w:t>
      </w:r>
      <w:bookmarkEnd w:id="19"/>
      <w:bookmarkEnd w:id="20"/>
    </w:p>
    <w:p w14:paraId="3A964593" w14:textId="77777777" w:rsidR="000D7BDC" w:rsidRDefault="003B547F">
      <w:pPr>
        <w:pStyle w:val="RedaliaTitre2"/>
      </w:pPr>
      <w:bookmarkStart w:id="21" w:name="_Toc104977348"/>
      <w:bookmarkStart w:id="22" w:name="__RefHeading___Toc13453_3699722834"/>
      <w:r>
        <w:t>Montant de la rémunération</w:t>
      </w:r>
      <w:bookmarkEnd w:id="21"/>
      <w:bookmarkEnd w:id="22"/>
    </w:p>
    <w:p w14:paraId="31F7D8FE" w14:textId="77777777" w:rsidR="000D7BDC" w:rsidRDefault="003B547F">
      <w:pPr>
        <w:pStyle w:val="RedaliaNormal"/>
      </w:pPr>
      <w:r>
        <w:t>Les prestations faisant l’objet du marché seront rémunérées par application du montant global et forfaitaire précisé ci-dessous.</w:t>
      </w:r>
    </w:p>
    <w:p w14:paraId="0C4C51C8" w14:textId="77777777" w:rsidR="000D7BDC" w:rsidRDefault="000D7BDC">
      <w:pPr>
        <w:pStyle w:val="RedaliaNormal"/>
      </w:pPr>
    </w:p>
    <w:p w14:paraId="66EA2066" w14:textId="77777777" w:rsidR="000D7BDC" w:rsidRDefault="003B547F">
      <w:pPr>
        <w:pStyle w:val="RedaliaNormal"/>
      </w:pPr>
      <w:r>
        <w:t xml:space="preserve">Montant Hors taxe (en chiffres) (€) : </w:t>
      </w:r>
      <w:r>
        <w:tab/>
      </w:r>
    </w:p>
    <w:p w14:paraId="3EE9D27B" w14:textId="77777777" w:rsidR="000D7BDC" w:rsidRDefault="003B547F">
      <w:pPr>
        <w:pStyle w:val="RedaliaNormal"/>
      </w:pPr>
      <w:r>
        <w:t>Montant TVA au taux de …</w:t>
      </w:r>
      <w:proofErr w:type="gramStart"/>
      <w:r>
        <w:t>…….</w:t>
      </w:r>
      <w:proofErr w:type="gramEnd"/>
      <w:r>
        <w:t xml:space="preserve">. % : </w:t>
      </w:r>
      <w:r>
        <w:tab/>
      </w:r>
    </w:p>
    <w:p w14:paraId="2B3C81F7" w14:textId="77777777" w:rsidR="000D7BDC" w:rsidRDefault="003B547F">
      <w:pPr>
        <w:pStyle w:val="RedaliaNormal"/>
      </w:pPr>
      <w:r>
        <w:t xml:space="preserve">Montant TTC (en chiffres) (€) : </w:t>
      </w:r>
      <w:r>
        <w:tab/>
      </w:r>
    </w:p>
    <w:p w14:paraId="4B52ACEF" w14:textId="77777777" w:rsidR="000D7BDC" w:rsidRDefault="003B547F">
      <w:pPr>
        <w:pStyle w:val="RedaliaNormal"/>
      </w:pPr>
      <w:r>
        <w:t xml:space="preserve">Montant TTC (en lettres) (€) : </w:t>
      </w:r>
      <w:r>
        <w:tab/>
      </w:r>
    </w:p>
    <w:p w14:paraId="3DC11C40" w14:textId="77777777" w:rsidR="000D7BDC" w:rsidRDefault="003B547F">
      <w:pPr>
        <w:pStyle w:val="RedaliaNormal"/>
      </w:pPr>
      <w:r>
        <w:t>Le montant de l’offre comprend l’ensemble des dépenses nécessaires à l’exécution du marché : visites, réunions, déplacements.</w:t>
      </w:r>
    </w:p>
    <w:p w14:paraId="34658B68" w14:textId="77777777" w:rsidR="000D7BDC" w:rsidRDefault="000D7BDC">
      <w:pPr>
        <w:pStyle w:val="RedaliaNormal"/>
      </w:pPr>
    </w:p>
    <w:p w14:paraId="36A1EB8D" w14:textId="77777777" w:rsidR="000D7BDC" w:rsidRDefault="000D7BDC">
      <w:pPr>
        <w:pStyle w:val="RedaliaNormal"/>
      </w:pPr>
    </w:p>
    <w:p w14:paraId="7CD640BC" w14:textId="77777777" w:rsidR="000D7BDC" w:rsidRDefault="003B547F">
      <w:pPr>
        <w:pStyle w:val="RedaliaNormal"/>
      </w:pPr>
      <w:r>
        <w:t xml:space="preserve">En cas de </w:t>
      </w:r>
      <w:r>
        <w:t xml:space="preserve">groupement, la répartition détaillée des prestations et des missions par phase à exécuter par chacun des membres du groupement et le montant du marché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427E5532" w14:textId="77777777" w:rsidR="000D7BDC" w:rsidRDefault="000D7BDC">
      <w:pPr>
        <w:pStyle w:val="RedaliaNormal"/>
      </w:pPr>
    </w:p>
    <w:p w14:paraId="03974465" w14:textId="77777777" w:rsidR="000D7BDC" w:rsidRDefault="003B547F">
      <w:pPr>
        <w:pStyle w:val="RedaliaNormal"/>
      </w:pPr>
      <w:r>
        <w:t xml:space="preserve">Les données de base </w:t>
      </w:r>
      <w:r>
        <w:t>correspondant aux prestations commandées utilisées pour déterminer le prix fixé ci-dessus, sont indiquées en annexe du présent Acte d’Engagement.</w:t>
      </w:r>
    </w:p>
    <w:p w14:paraId="5D279960" w14:textId="77777777" w:rsidR="000D7BDC" w:rsidRDefault="000D7BDC">
      <w:pPr>
        <w:pStyle w:val="RedaliaNormal"/>
      </w:pPr>
    </w:p>
    <w:p w14:paraId="5333EB0A" w14:textId="77777777" w:rsidR="000D7BDC" w:rsidRDefault="003B547F">
      <w:pPr>
        <w:pStyle w:val="RedaliaTitre2"/>
      </w:pPr>
      <w:bookmarkStart w:id="23" w:name="_Toc104977349"/>
      <w:bookmarkStart w:id="24" w:name="__RefHeading___Toc13455_3699722834"/>
      <w:r>
        <w:t>Modalités de versement de la rémunération</w:t>
      </w:r>
      <w:bookmarkEnd w:id="23"/>
      <w:bookmarkEnd w:id="24"/>
    </w:p>
    <w:p w14:paraId="09CCBF72" w14:textId="77777777" w:rsidR="000D7BDC" w:rsidRDefault="003B547F">
      <w:pPr>
        <w:pStyle w:val="RedaliaTitre3"/>
      </w:pPr>
      <w:bookmarkStart w:id="25" w:name="__RefHeading___Toc13457_3699722834"/>
      <w:r>
        <w:t>Montant et remboursement de l’avance</w:t>
      </w:r>
      <w:bookmarkEnd w:id="25"/>
    </w:p>
    <w:p w14:paraId="0ED91F9B" w14:textId="77777777" w:rsidR="000D7BDC" w:rsidRDefault="003B547F">
      <w:pPr>
        <w:pStyle w:val="RedaliaNormal"/>
      </w:pPr>
      <w:r>
        <w:t xml:space="preserve">Une avance de 20% du montant initial du marché, soit ………………………. Euros T.T.C, sera versée au titulaire après l’entrée en vigueur du marché. Si le titulaire relève de la catégorie </w:t>
      </w:r>
      <w:r>
        <w:lastRenderedPageBreak/>
        <w:t>« grande entreprise » ce versement sera subordonné à la réception préalable par l’ADEME d’une demande écrite du titulaire.</w:t>
      </w:r>
    </w:p>
    <w:p w14:paraId="3A9E30B6" w14:textId="77777777" w:rsidR="000D7BDC" w:rsidRDefault="000D7BDC">
      <w:pPr>
        <w:pStyle w:val="RedaliaNormal"/>
      </w:pPr>
    </w:p>
    <w:p w14:paraId="61BF80D2" w14:textId="77777777" w:rsidR="000D7BDC" w:rsidRDefault="003B547F">
      <w:pPr>
        <w:pStyle w:val="RedaliaNormal"/>
      </w:pPr>
      <w:r>
        <w:t>Le remboursement de l’avance sera opéré, par précompte, soit sur le montant du solde lorsqu’il n’y a pas d’acompte soit sur le montant des sommes dues à titre d’acompte(s).</w:t>
      </w:r>
    </w:p>
    <w:p w14:paraId="0ABDD5CE" w14:textId="77777777" w:rsidR="000D7BDC" w:rsidRDefault="003B547F">
      <w:pPr>
        <w:pStyle w:val="RedaliaTitre3"/>
      </w:pPr>
      <w:bookmarkStart w:id="26" w:name="__RefHeading___Toc13459_3699722834"/>
      <w:r>
        <w:t>Modalités de paiement</w:t>
      </w:r>
      <w:bookmarkEnd w:id="26"/>
    </w:p>
    <w:p w14:paraId="2FBFE753" w14:textId="77777777" w:rsidR="000D7BDC" w:rsidRDefault="000D7BDC">
      <w:pPr>
        <w:pStyle w:val="RedaliaNormal"/>
      </w:pPr>
    </w:p>
    <w:p w14:paraId="701A2A6D" w14:textId="77777777" w:rsidR="000D7BDC" w:rsidRDefault="003B547F">
      <w:pPr>
        <w:pStyle w:val="RedaliaNormal"/>
      </w:pPr>
      <w:r>
        <w:t xml:space="preserve">100 % pour solde, soit .............. </w:t>
      </w:r>
      <w:proofErr w:type="gramStart"/>
      <w:r>
        <w:t>euros</w:t>
      </w:r>
      <w:proofErr w:type="gramEnd"/>
      <w:r>
        <w:t xml:space="preserve"> T.T.C à l’approbation par l'ADEME du rapport final définitif tel que prévu à l’article "Modalités d'exécution" du CCAP et sur présentation d’une facture du montant des prestations réalisées correspondantes.</w:t>
      </w:r>
    </w:p>
    <w:p w14:paraId="36DA782E" w14:textId="77777777" w:rsidR="000D7BDC" w:rsidRDefault="003B547F">
      <w:pPr>
        <w:pStyle w:val="RedaliaTitre1"/>
      </w:pPr>
      <w:bookmarkStart w:id="27" w:name="__RefHeading___Toc13461_3699722834"/>
      <w:r>
        <w:t>Responsables respectifs et coordonnées</w:t>
      </w:r>
      <w:bookmarkEnd w:id="27"/>
    </w:p>
    <w:p w14:paraId="76415BCB" w14:textId="77777777" w:rsidR="000D7BDC" w:rsidRDefault="003B547F">
      <w:pPr>
        <w:pStyle w:val="RedaliaNormal"/>
        <w:rPr>
          <w:b/>
          <w:bCs/>
        </w:rPr>
      </w:pPr>
      <w:r>
        <w:rPr>
          <w:b/>
          <w:bCs/>
        </w:rPr>
        <w:t>a) pour l'ADEME</w:t>
      </w:r>
    </w:p>
    <w:p w14:paraId="446B67D7" w14:textId="77777777" w:rsidR="000D7BDC" w:rsidRDefault="003B547F">
      <w:pPr>
        <w:pStyle w:val="RedaliaNormal"/>
      </w:pPr>
      <w:r>
        <w:t>Pierre TAILLANT sera chargé(e) de suivre l'exécution du présent marché.</w:t>
      </w:r>
    </w:p>
    <w:p w14:paraId="677B8EED" w14:textId="77777777" w:rsidR="000D7BDC" w:rsidRDefault="000D7BDC">
      <w:pPr>
        <w:pStyle w:val="RedaliaNormal"/>
      </w:pPr>
    </w:p>
    <w:p w14:paraId="0A27028D" w14:textId="77777777" w:rsidR="000D7BDC" w:rsidRDefault="003B547F">
      <w:pPr>
        <w:pStyle w:val="RedaliaNormal"/>
        <w:rPr>
          <w:b/>
          <w:bCs/>
        </w:rPr>
      </w:pPr>
      <w:r>
        <w:rPr>
          <w:b/>
          <w:bCs/>
        </w:rPr>
        <w:t>b) pour le titulaire</w:t>
      </w:r>
    </w:p>
    <w:p w14:paraId="159996A5" w14:textId="77777777" w:rsidR="000D7BDC" w:rsidRDefault="003B547F">
      <w:pPr>
        <w:pStyle w:val="RedaliaNormal"/>
      </w:pPr>
      <w:r>
        <w:t>Monsieur / Madame..........................................................sera chargé(e) de l'exécution du présent marché.</w:t>
      </w:r>
    </w:p>
    <w:p w14:paraId="4034ECFE" w14:textId="77777777" w:rsidR="000D7BDC" w:rsidRDefault="003B547F">
      <w:pPr>
        <w:pStyle w:val="RedaliaTitre1"/>
      </w:pPr>
      <w:bookmarkStart w:id="28" w:name="__RefHeading___Toc13463_3699722834"/>
      <w:r>
        <w:t>Annexes de l’acte d’engagement</w:t>
      </w:r>
      <w:bookmarkEnd w:id="28"/>
    </w:p>
    <w:p w14:paraId="497496D4" w14:textId="77777777" w:rsidR="000D7BDC" w:rsidRDefault="003B547F">
      <w:pPr>
        <w:pStyle w:val="RedaliaNormal"/>
      </w:pPr>
      <w:r>
        <w:t>Les annexes du présent acte d'engagement sont :</w:t>
      </w:r>
    </w:p>
    <w:p w14:paraId="18CB1298" w14:textId="77777777" w:rsidR="000D7BDC" w:rsidRDefault="003B547F">
      <w:pPr>
        <w:pStyle w:val="RedaliaNormal"/>
      </w:pPr>
      <w:r>
        <w:t>- l'annexe financière ;</w:t>
      </w:r>
    </w:p>
    <w:p w14:paraId="419500F3" w14:textId="77777777" w:rsidR="000D7BDC" w:rsidRDefault="003B547F">
      <w:pPr>
        <w:pStyle w:val="RedaliaNormal"/>
      </w:pPr>
      <w:r>
        <w:t>- la désignation des co-traitants et la répartition des prestations.</w:t>
      </w:r>
    </w:p>
    <w:p w14:paraId="0C5238CE" w14:textId="77777777" w:rsidR="000D7BDC" w:rsidRDefault="000D7BDC">
      <w:pPr>
        <w:pStyle w:val="RedaliaNormal"/>
      </w:pPr>
    </w:p>
    <w:p w14:paraId="4959F819" w14:textId="77777777" w:rsidR="000D7BDC" w:rsidRDefault="000D7BDC">
      <w:pPr>
        <w:pStyle w:val="RedaliaNormal"/>
      </w:pPr>
    </w:p>
    <w:p w14:paraId="1B8FB8F1" w14:textId="77777777" w:rsidR="000D7BDC" w:rsidRDefault="000D7BDC">
      <w:pPr>
        <w:pStyle w:val="RedaliaNormal"/>
      </w:pPr>
    </w:p>
    <w:p w14:paraId="73B6B191" w14:textId="77777777" w:rsidR="000D7BDC" w:rsidRDefault="000D7BDC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7"/>
        <w:gridCol w:w="2725"/>
      </w:tblGrid>
      <w:tr w:rsidR="000D7BDC" w14:paraId="09BB61F6" w14:textId="77777777">
        <w:tblPrEx>
          <w:tblCellMar>
            <w:top w:w="0" w:type="dxa"/>
            <w:bottom w:w="0" w:type="dxa"/>
          </w:tblCellMar>
        </w:tblPrEx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6F479" w14:textId="77777777" w:rsidR="000D7BDC" w:rsidRDefault="003B547F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 Titulaire,</w:t>
            </w:r>
          </w:p>
          <w:p w14:paraId="659D95E7" w14:textId="77777777" w:rsidR="000D7BDC" w:rsidRDefault="003B547F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(Nom, Prénom et qualité)</w:t>
            </w:r>
          </w:p>
        </w:tc>
        <w:tc>
          <w:tcPr>
            <w:tcW w:w="27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CB7DA" w14:textId="77777777" w:rsidR="000D7BDC" w:rsidRDefault="003B547F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l’ADEME</w:t>
            </w:r>
          </w:p>
          <w:p w14:paraId="5676067A" w14:textId="77777777" w:rsidR="000D7BDC" w:rsidRDefault="003B547F">
            <w:pPr>
              <w:pStyle w:val="RedaliaNormal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et</w:t>
            </w:r>
            <w:proofErr w:type="gramEnd"/>
            <w:r>
              <w:rPr>
                <w:rFonts w:cs="Calibri"/>
              </w:rPr>
              <w:t xml:space="preserve"> par délégation,</w:t>
            </w:r>
          </w:p>
          <w:p w14:paraId="08E35FD3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15DFCB8A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45903537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48564EC7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3219134B" w14:textId="77777777" w:rsidR="000D7BDC" w:rsidRDefault="003B547F">
            <w:pPr>
              <w:pStyle w:val="RedaliaNormal"/>
              <w:rPr>
                <w:rFonts w:cs="Calibri"/>
                <w:color w:val="FFFFFF"/>
              </w:rPr>
            </w:pPr>
            <w:r>
              <w:rPr>
                <w:rFonts w:cs="Calibri"/>
                <w:color w:val="FFFFFF"/>
              </w:rPr>
              <w:t>#signature#</w:t>
            </w:r>
          </w:p>
          <w:p w14:paraId="0705E669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08650C89" w14:textId="77777777" w:rsidR="000D7BDC" w:rsidRDefault="000D7BDC">
            <w:pPr>
              <w:pStyle w:val="RedaliaNormal"/>
              <w:rPr>
                <w:rFonts w:cs="Calibri"/>
              </w:rPr>
            </w:pPr>
          </w:p>
          <w:p w14:paraId="279E94B3" w14:textId="77777777" w:rsidR="000D7BDC" w:rsidRDefault="000D7BDC">
            <w:pPr>
              <w:pStyle w:val="RedaliaNormal"/>
              <w:rPr>
                <w:rFonts w:cs="Calibri"/>
              </w:rPr>
            </w:pPr>
          </w:p>
        </w:tc>
      </w:tr>
    </w:tbl>
    <w:p w14:paraId="74A9C00E" w14:textId="77777777" w:rsidR="000D7BDC" w:rsidRDefault="000D7BDC">
      <w:pPr>
        <w:pStyle w:val="RedaliaNormal"/>
      </w:pPr>
    </w:p>
    <w:p w14:paraId="2F39C0F0" w14:textId="77777777" w:rsidR="000D7BDC" w:rsidRDefault="000D7BDC">
      <w:pPr>
        <w:pStyle w:val="RedaliaNormal"/>
      </w:pPr>
    </w:p>
    <w:p w14:paraId="55AB87BC" w14:textId="77777777" w:rsidR="000D7BDC" w:rsidRDefault="000D7BDC">
      <w:pPr>
        <w:pStyle w:val="RedaliaNormal"/>
        <w:pageBreakBefore/>
      </w:pPr>
    </w:p>
    <w:p w14:paraId="30831B41" w14:textId="77777777" w:rsidR="000D7BDC" w:rsidRDefault="003B547F">
      <w:pPr>
        <w:pStyle w:val="RdaliaTitredossier"/>
      </w:pPr>
      <w:r>
        <w:t>Annexe à l’acte d’engagement</w:t>
      </w:r>
    </w:p>
    <w:p w14:paraId="30B94BEE" w14:textId="77777777" w:rsidR="000D7BDC" w:rsidRDefault="000D7BDC">
      <w:pPr>
        <w:pStyle w:val="RdaliaTitredossier"/>
        <w:rPr>
          <w:sz w:val="28"/>
          <w:szCs w:val="10"/>
        </w:rPr>
      </w:pPr>
    </w:p>
    <w:p w14:paraId="4FA2AF98" w14:textId="77777777" w:rsidR="000D7BDC" w:rsidRDefault="003B547F">
      <w:pPr>
        <w:pStyle w:val="RdaliaTitredossier"/>
        <w:rPr>
          <w:sz w:val="44"/>
          <w:szCs w:val="18"/>
        </w:rPr>
      </w:pPr>
      <w:r>
        <w:rPr>
          <w:sz w:val="44"/>
          <w:szCs w:val="18"/>
        </w:rPr>
        <w:t>DESIGNATION DES CO-TRAITANTS ET REPARTITION DES PRESTATIONS</w:t>
      </w:r>
    </w:p>
    <w:p w14:paraId="2F3734A9" w14:textId="77777777" w:rsidR="000D7BDC" w:rsidRDefault="000D7BDC">
      <w:pPr>
        <w:pStyle w:val="RedaliaNormal"/>
        <w:rPr>
          <w:sz w:val="18"/>
          <w:szCs w:val="16"/>
        </w:rPr>
      </w:pPr>
    </w:p>
    <w:tbl>
      <w:tblPr>
        <w:tblW w:w="107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1984"/>
        <w:gridCol w:w="1984"/>
        <w:gridCol w:w="1984"/>
        <w:gridCol w:w="1984"/>
      </w:tblGrid>
      <w:tr w:rsidR="000D7BDC" w14:paraId="7E409F25" w14:textId="77777777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EBF415" w14:textId="77777777" w:rsidR="000D7BDC" w:rsidRDefault="003B547F">
            <w:pPr>
              <w:pStyle w:val="RedaliaNormal"/>
              <w:jc w:val="center"/>
            </w:pPr>
            <w:r>
              <w:rPr>
                <w:b/>
                <w:bCs/>
                <w:sz w:val="20"/>
                <w:szCs w:val="18"/>
              </w:rPr>
              <w:t>Désignation de l’entreprise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FFCEC7" w14:textId="77777777" w:rsidR="000D7BDC" w:rsidRDefault="003B547F">
            <w:pPr>
              <w:pStyle w:val="RedaliaNormal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Co-traitant n°1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9AC7998" w14:textId="77777777" w:rsidR="000D7BDC" w:rsidRDefault="003B547F">
            <w:pPr>
              <w:pStyle w:val="RedaliaNormal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Co-traitant n°2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8C172C5" w14:textId="77777777" w:rsidR="000D7BDC" w:rsidRDefault="003B547F">
            <w:pPr>
              <w:pStyle w:val="RedaliaNormal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Co-traitant n°3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05CAC0A" w14:textId="77777777" w:rsidR="000D7BDC" w:rsidRDefault="003B547F">
            <w:pPr>
              <w:pStyle w:val="RedaliaNormal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Co-traitant n°4</w:t>
            </w:r>
          </w:p>
        </w:tc>
      </w:tr>
      <w:tr w:rsidR="000D7BDC" w14:paraId="6EF55F4B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0265265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La société, forme juridique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3A99C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FE9300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A2BDB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516DFE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  <w:tr w:rsidR="000D7BDC" w14:paraId="65A69C3F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655BF06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Siège social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E2FE8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0B23F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52E1FE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B4B593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  <w:tr w:rsidR="000D7BDC" w14:paraId="38A533F2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43C5008B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N° </w:t>
            </w:r>
            <w:r>
              <w:rPr>
                <w:b/>
                <w:bCs/>
                <w:sz w:val="20"/>
              </w:rPr>
              <w:t>SIRET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29E4C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6FC698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267CB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F4C7E3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  <w:tr w:rsidR="000D7BDC" w14:paraId="488C124C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4C694A5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Représentée par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414D97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4A76EC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C0DFC7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5596EF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  <w:tr w:rsidR="000D7BDC" w14:paraId="33DCA70F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40A6CA09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Agissant en qualité de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A183F3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FE276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AF92E6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A346B7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  <w:tr w:rsidR="000D7BDC" w14:paraId="7C2A28A7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301B65A" w14:textId="77777777" w:rsidR="000D7BDC" w:rsidRDefault="003B547F">
            <w:pPr>
              <w:pStyle w:val="RedaliaNormal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Adresse de l’établissement (si différent du siège social) 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D749B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F5D4F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1B9B56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2DAA1" w14:textId="77777777" w:rsidR="000D7BDC" w:rsidRDefault="000D7BDC">
            <w:pPr>
              <w:pStyle w:val="RedaliaNormal"/>
              <w:jc w:val="center"/>
              <w:rPr>
                <w:sz w:val="20"/>
              </w:rPr>
            </w:pPr>
          </w:p>
        </w:tc>
      </w:tr>
    </w:tbl>
    <w:p w14:paraId="78668A85" w14:textId="77777777" w:rsidR="000D7BDC" w:rsidRDefault="000D7BDC">
      <w:pPr>
        <w:pStyle w:val="RedaliaNormal"/>
        <w:rPr>
          <w:sz w:val="14"/>
          <w:szCs w:val="12"/>
        </w:rPr>
      </w:pPr>
    </w:p>
    <w:p w14:paraId="10DD1A43" w14:textId="77777777" w:rsidR="000D7BDC" w:rsidRDefault="000D7BDC">
      <w:pPr>
        <w:pStyle w:val="RedaliaNormal"/>
        <w:pageBreakBefore/>
      </w:pPr>
    </w:p>
    <w:tbl>
      <w:tblPr>
        <w:tblW w:w="102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694"/>
        <w:gridCol w:w="1985"/>
        <w:gridCol w:w="1701"/>
        <w:gridCol w:w="1842"/>
      </w:tblGrid>
      <w:tr w:rsidR="000D7BDC" w14:paraId="48DE8C39" w14:textId="77777777">
        <w:tblPrEx>
          <w:tblCellMar>
            <w:top w:w="0" w:type="dxa"/>
            <w:bottom w:w="0" w:type="dxa"/>
          </w:tblCellMar>
        </w:tblPrEx>
        <w:trPr>
          <w:cantSplit/>
          <w:trHeight w:val="388"/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D453F41" w14:textId="77777777" w:rsidR="000D7BDC" w:rsidRDefault="003B547F">
            <w:pPr>
              <w:pStyle w:val="Redalia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Désignation de l’entreprise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4985BF5" w14:textId="77777777" w:rsidR="000D7BDC" w:rsidRDefault="003B547F">
            <w:pPr>
              <w:pStyle w:val="Redalia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 concernées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40C9A72" w14:textId="77777777" w:rsidR="000D7BDC" w:rsidRDefault="003B547F">
            <w:pPr>
              <w:pStyle w:val="Redalia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 (€)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28DFC75" w14:textId="77777777" w:rsidR="000D7BDC" w:rsidRDefault="003B547F">
            <w:pPr>
              <w:pStyle w:val="Redalia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T.V.A.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C1ABD58" w14:textId="77777777" w:rsidR="000D7BDC" w:rsidRDefault="003B547F">
            <w:pPr>
              <w:pStyle w:val="Redalia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TTC (€)</w:t>
            </w:r>
          </w:p>
        </w:tc>
      </w:tr>
      <w:tr w:rsidR="000D7BDC" w14:paraId="2DD7093A" w14:textId="77777777">
        <w:tblPrEx>
          <w:tblCellMar>
            <w:top w:w="0" w:type="dxa"/>
            <w:bottom w:w="0" w:type="dxa"/>
          </w:tblCellMar>
        </w:tblPrEx>
        <w:trPr>
          <w:cantSplit/>
          <w:trHeight w:val="1417"/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CB63A7B" w14:textId="77777777" w:rsidR="000D7BDC" w:rsidRDefault="003B547F">
            <w:pPr>
              <w:pStyle w:val="RedaliaContenudetableau"/>
              <w:jc w:val="left"/>
            </w:pPr>
            <w:r>
              <w:t xml:space="preserve">Dénomination </w:t>
            </w:r>
            <w:r>
              <w:t>sociale 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5EE3702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6EC115A6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00687DEA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43B3302E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4C4C3B10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382C1AF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A4D2D7D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0D7BDC" w14:paraId="475E3513" w14:textId="77777777">
        <w:tblPrEx>
          <w:tblCellMar>
            <w:top w:w="0" w:type="dxa"/>
            <w:bottom w:w="0" w:type="dxa"/>
          </w:tblCellMar>
        </w:tblPrEx>
        <w:trPr>
          <w:cantSplit/>
          <w:trHeight w:val="1417"/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D89B05E" w14:textId="77777777" w:rsidR="000D7BDC" w:rsidRDefault="003B547F">
            <w:pPr>
              <w:pStyle w:val="RedaliaContenudetableau"/>
              <w:jc w:val="left"/>
            </w:pPr>
            <w:r>
              <w:t>Dénomination sociale 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63FC5C4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2792ABD9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40D76DC9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239B9C93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23D2841A" w14:textId="77777777" w:rsidR="000D7BDC" w:rsidRDefault="000D7BDC">
            <w:pPr>
              <w:pStyle w:val="RedaliaContenudetableau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5E22A4F9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21FC1E4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0D7BDC" w14:paraId="28C7D7C5" w14:textId="77777777">
        <w:tblPrEx>
          <w:tblCellMar>
            <w:top w:w="0" w:type="dxa"/>
            <w:bottom w:w="0" w:type="dxa"/>
          </w:tblCellMar>
        </w:tblPrEx>
        <w:trPr>
          <w:cantSplit/>
          <w:trHeight w:val="1417"/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426ED74" w14:textId="77777777" w:rsidR="000D7BDC" w:rsidRDefault="003B547F">
            <w:pPr>
              <w:pStyle w:val="RedaliaContenudetableau"/>
              <w:jc w:val="left"/>
            </w:pPr>
            <w:r>
              <w:t>Dénomination sociale 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4701C8F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3C04743D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11EC1D48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2A2C13D2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8012FC2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09228D3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2351086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0D7BDC" w14:paraId="15975FB4" w14:textId="77777777">
        <w:tblPrEx>
          <w:tblCellMar>
            <w:top w:w="0" w:type="dxa"/>
            <w:bottom w:w="0" w:type="dxa"/>
          </w:tblCellMar>
        </w:tblPrEx>
        <w:trPr>
          <w:cantSplit/>
          <w:trHeight w:val="1417"/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15AD7A69" w14:textId="77777777" w:rsidR="000D7BDC" w:rsidRDefault="003B547F">
            <w:pPr>
              <w:pStyle w:val="RedaliaContenudetableau"/>
              <w:jc w:val="left"/>
            </w:pPr>
            <w:r>
              <w:t>Dénomination sociale 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B3DB974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4A007088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0DE9DFA3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  <w:p w14:paraId="6035159A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F8AA749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5407C67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5F15004" w14:textId="77777777" w:rsidR="000D7BDC" w:rsidRDefault="000D7BDC">
            <w:pPr>
              <w:pStyle w:val="RedaliaContenudetableau"/>
              <w:jc w:val="center"/>
              <w:rPr>
                <w:sz w:val="16"/>
              </w:rPr>
            </w:pPr>
          </w:p>
        </w:tc>
      </w:tr>
      <w:tr w:rsidR="000D7BDC" w14:paraId="53DA47A3" w14:textId="77777777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985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3F4358" w14:textId="77777777" w:rsidR="000D7BDC" w:rsidRDefault="000D7BDC">
            <w:pPr>
              <w:pStyle w:val="RedaliaNormal"/>
              <w:rPr>
                <w:sz w:val="12"/>
                <w:szCs w:val="10"/>
              </w:rPr>
            </w:pPr>
          </w:p>
          <w:p w14:paraId="750787B1" w14:textId="77777777" w:rsidR="000D7BDC" w:rsidRDefault="000D7BDC">
            <w:pPr>
              <w:pStyle w:val="RedaliaNormal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3CED93E7" w14:textId="77777777" w:rsidR="000D7BDC" w:rsidRDefault="003B547F">
            <w:pPr>
              <w:pStyle w:val="RedaliaNormal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Totaux 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014FCF7A" w14:textId="77777777" w:rsidR="000D7BDC" w:rsidRDefault="000D7BDC">
            <w:pPr>
              <w:pStyle w:val="RedaliaNormal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6DD72487" w14:textId="77777777" w:rsidR="000D7BDC" w:rsidRDefault="000D7BDC">
            <w:pPr>
              <w:pStyle w:val="RedaliaNormal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14:paraId="71A14B7F" w14:textId="77777777" w:rsidR="000D7BDC" w:rsidRDefault="000D7BDC">
            <w:pPr>
              <w:pStyle w:val="RedaliaNormal"/>
              <w:jc w:val="center"/>
              <w:rPr>
                <w:sz w:val="16"/>
              </w:rPr>
            </w:pPr>
          </w:p>
        </w:tc>
      </w:tr>
    </w:tbl>
    <w:p w14:paraId="77FB25D5" w14:textId="77777777" w:rsidR="000D7BDC" w:rsidRDefault="000D7BDC">
      <w:pPr>
        <w:rPr>
          <w:sz w:val="16"/>
          <w:szCs w:val="14"/>
        </w:rPr>
      </w:pPr>
    </w:p>
    <w:sectPr w:rsidR="000D7BDC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3FE77" w14:textId="77777777" w:rsidR="003B547F" w:rsidRDefault="003B547F">
      <w:r>
        <w:separator/>
      </w:r>
    </w:p>
  </w:endnote>
  <w:endnote w:type="continuationSeparator" w:id="0">
    <w:p w14:paraId="26599396" w14:textId="77777777" w:rsidR="003B547F" w:rsidRDefault="003B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B1B42" w14:textId="77777777" w:rsidR="003B547F" w:rsidRDefault="003B547F">
    <w:pPr>
      <w:rPr>
        <w:i/>
        <w:vanish/>
        <w:sz w:val="16"/>
      </w:rPr>
    </w:pPr>
  </w:p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0A14C6" w14:paraId="007218D4" w14:textId="77777777">
      <w:tblPrEx>
        <w:tblCellMar>
          <w:top w:w="0" w:type="dxa"/>
          <w:bottom w:w="0" w:type="dxa"/>
        </w:tblCellMar>
      </w:tblPrEx>
      <w:tc>
        <w:tcPr>
          <w:tcW w:w="3070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711A65D" w14:textId="77777777" w:rsidR="003B547F" w:rsidRDefault="003B547F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5B28337F" w14:textId="77777777" w:rsidR="003B547F" w:rsidRDefault="003B547F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04C76B0" w14:textId="77777777" w:rsidR="003B547F" w:rsidRDefault="003B547F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D5354" w14:textId="77777777" w:rsidR="003B547F" w:rsidRDefault="003B547F">
      <w:r>
        <w:rPr>
          <w:color w:val="000000"/>
        </w:rPr>
        <w:separator/>
      </w:r>
    </w:p>
  </w:footnote>
  <w:footnote w:type="continuationSeparator" w:id="0">
    <w:p w14:paraId="1167AD13" w14:textId="77777777" w:rsidR="003B547F" w:rsidRDefault="003B5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0A14C6" w14:paraId="4111B967" w14:textId="77777777">
      <w:tblPrEx>
        <w:tblCellMar>
          <w:top w:w="0" w:type="dxa"/>
          <w:bottom w:w="0" w:type="dxa"/>
        </w:tblCellMar>
      </w:tblPrEx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B013A14" w14:textId="77777777" w:rsidR="003B547F" w:rsidRDefault="003B547F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191DCEC9" w14:textId="77777777" w:rsidR="003B547F" w:rsidRDefault="003B547F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2792AD5E" w14:textId="77777777" w:rsidR="003B547F" w:rsidRDefault="003B547F">
          <w:pPr>
            <w:pStyle w:val="RdaliaLgende"/>
            <w:jc w:val="right"/>
          </w:pPr>
          <w:r>
            <w:t>Procédure : 2026MA000050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80A"/>
    <w:multiLevelType w:val="multilevel"/>
    <w:tmpl w:val="D924ED90"/>
    <w:styleLink w:val="LFO21"/>
    <w:lvl w:ilvl="0"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" w15:restartNumberingAfterBreak="0">
    <w:nsid w:val="1E7C2E34"/>
    <w:multiLevelType w:val="multilevel"/>
    <w:tmpl w:val="7E865654"/>
    <w:styleLink w:val="LFO6"/>
    <w:lvl w:ilvl="0"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00F203D"/>
    <w:multiLevelType w:val="multilevel"/>
    <w:tmpl w:val="19B81AAA"/>
    <w:styleLink w:val="LFO22"/>
    <w:lvl w:ilvl="0"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Times New Roman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Times New Roman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Times New Roman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3" w15:restartNumberingAfterBreak="0">
    <w:nsid w:val="504D633C"/>
    <w:multiLevelType w:val="multilevel"/>
    <w:tmpl w:val="63DC592E"/>
    <w:styleLink w:val="LFO24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736AC"/>
    <w:multiLevelType w:val="multilevel"/>
    <w:tmpl w:val="3CA63E16"/>
    <w:styleLink w:val="Outline"/>
    <w:lvl w:ilvl="0">
      <w:start w:val="1"/>
      <w:numFmt w:val="decimal"/>
      <w:pStyle w:val="RedaliaTitre1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lvlText w:val="%1.%2.%3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8E725E5"/>
    <w:multiLevelType w:val="multilevel"/>
    <w:tmpl w:val="0114A106"/>
    <w:styleLink w:val="LFO23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BF3948"/>
    <w:multiLevelType w:val="multilevel"/>
    <w:tmpl w:val="5EE84D52"/>
    <w:styleLink w:val="LFO1"/>
    <w:lvl w:ilvl="0">
      <w:numFmt w:val="bullet"/>
      <w:pStyle w:val="RdaliaTableau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7F2335C0"/>
    <w:multiLevelType w:val="multilevel"/>
    <w:tmpl w:val="8488FB5C"/>
    <w:styleLink w:val="LFO5"/>
    <w:lvl w:ilvl="0"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554006935">
    <w:abstractNumId w:val="4"/>
  </w:num>
  <w:num w:numId="2" w16cid:durableId="1601841404">
    <w:abstractNumId w:val="6"/>
  </w:num>
  <w:num w:numId="3" w16cid:durableId="1258751636">
    <w:abstractNumId w:val="7"/>
  </w:num>
  <w:num w:numId="4" w16cid:durableId="876544216">
    <w:abstractNumId w:val="1"/>
  </w:num>
  <w:num w:numId="5" w16cid:durableId="488597369">
    <w:abstractNumId w:val="0"/>
  </w:num>
  <w:num w:numId="6" w16cid:durableId="696347350">
    <w:abstractNumId w:val="2"/>
  </w:num>
  <w:num w:numId="7" w16cid:durableId="1809930180">
    <w:abstractNumId w:val="5"/>
  </w:num>
  <w:num w:numId="8" w16cid:durableId="1182743262">
    <w:abstractNumId w:val="3"/>
  </w:num>
  <w:num w:numId="9" w16cid:durableId="155766698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D7BDC"/>
    <w:rsid w:val="000D7BDC"/>
    <w:rsid w:val="00111AFA"/>
    <w:rsid w:val="003B547F"/>
    <w:rsid w:val="00D9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CC7A"/>
  <w15:docId w15:val="{1185DD36-A604-436E-88A3-F72AE2A4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 w:cs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160"/>
      <w:outlineLvl w:val="0"/>
    </w:pPr>
    <w:rPr>
      <w:b/>
      <w:kern w:val="3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RedaliaTitre1">
    <w:name w:val="Redalia Titre 1"/>
    <w:basedOn w:val="Normal"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Normal"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Courriercivilit">
    <w:name w:val="Courrier civilité"/>
    <w:basedOn w:val="Normal"/>
    <w:pPr>
      <w:tabs>
        <w:tab w:val="left" w:pos="1134"/>
      </w:tabs>
    </w:pPr>
  </w:style>
  <w:style w:type="paragraph" w:customStyle="1" w:styleId="Courrierdate">
    <w:name w:val="Courrier date"/>
    <w:basedOn w:val="Normal"/>
    <w:pPr>
      <w:jc w:val="right"/>
    </w:pPr>
  </w:style>
  <w:style w:type="paragraph" w:customStyle="1" w:styleId="Courrierdest">
    <w:name w:val="Courrier dest"/>
    <w:basedOn w:val="Normal"/>
  </w:style>
  <w:style w:type="paragraph" w:customStyle="1" w:styleId="Courriersign">
    <w:name w:val="Courrier sign"/>
    <w:basedOn w:val="Courrierdest"/>
    <w:rPr>
      <w:caps/>
    </w:rPr>
  </w:style>
  <w:style w:type="paragraph" w:customStyle="1" w:styleId="Courriertext">
    <w:name w:val="Courrier text"/>
    <w:basedOn w:val="Normal"/>
    <w:pPr>
      <w:jc w:val="both"/>
    </w:pPr>
  </w:style>
  <w:style w:type="paragraph" w:customStyle="1" w:styleId="Dossierune">
    <w:name w:val="Dossier une"/>
    <w:basedOn w:val="Normal"/>
    <w:pPr>
      <w:jc w:val="center"/>
    </w:pPr>
    <w:rPr>
      <w:sz w:val="72"/>
    </w:rPr>
  </w:style>
  <w:style w:type="paragraph" w:customStyle="1" w:styleId="Dossierobjet">
    <w:name w:val="Dossier objet"/>
    <w:basedOn w:val="Dossierune"/>
    <w:rPr>
      <w:sz w:val="48"/>
    </w:rPr>
  </w:style>
  <w:style w:type="paragraph" w:customStyle="1" w:styleId="DossierobjetRdalia">
    <w:name w:val="Dossier objet Rédalia"/>
    <w:basedOn w:val="Dossierobjet"/>
    <w:next w:val="Normal"/>
    <w:rPr>
      <w:sz w:val="36"/>
    </w:rPr>
  </w:style>
  <w:style w:type="paragraph" w:customStyle="1" w:styleId="Dossiertitre">
    <w:name w:val="Dossier titre"/>
    <w:basedOn w:val="Dossierobjet"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pPr>
      <w:jc w:val="left"/>
    </w:pPr>
    <w:rPr>
      <w:sz w:val="32"/>
    </w:rPr>
  </w:style>
  <w:style w:type="paragraph" w:customStyle="1" w:styleId="Enttecentre">
    <w:name w:val="Entête centre"/>
    <w:basedOn w:val="Normal"/>
    <w:pPr>
      <w:jc w:val="center"/>
    </w:pPr>
  </w:style>
  <w:style w:type="paragraph" w:customStyle="1" w:styleId="Enttedrte">
    <w:name w:val="Entête drte"/>
    <w:basedOn w:val="Normal"/>
    <w:pPr>
      <w:jc w:val="right"/>
    </w:pPr>
  </w:style>
  <w:style w:type="paragraph" w:customStyle="1" w:styleId="Enttegche">
    <w:name w:val="Entête gche"/>
    <w:basedOn w:val="Normal"/>
  </w:style>
  <w:style w:type="paragraph" w:customStyle="1" w:styleId="Enttemilieu">
    <w:name w:val="Entête milieu"/>
    <w:basedOn w:val="Normal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Pr>
      <w:b/>
      <w:sz w:val="28"/>
    </w:rPr>
  </w:style>
  <w:style w:type="paragraph" w:customStyle="1" w:styleId="Piedpagecentre">
    <w:name w:val="Piedpage centre"/>
    <w:basedOn w:val="Normal"/>
    <w:pPr>
      <w:jc w:val="center"/>
    </w:pPr>
  </w:style>
  <w:style w:type="paragraph" w:customStyle="1" w:styleId="Piedpagedrte">
    <w:name w:val="Piedpage drte"/>
    <w:basedOn w:val="Normal"/>
    <w:pPr>
      <w:jc w:val="right"/>
    </w:pPr>
  </w:style>
  <w:style w:type="paragraph" w:customStyle="1" w:styleId="Piedpagegche">
    <w:name w:val="Piedpage gche"/>
    <w:basedOn w:val="Normal"/>
  </w:style>
  <w:style w:type="paragraph" w:customStyle="1" w:styleId="Tableau10centre">
    <w:name w:val="Tableau 10 centre"/>
    <w:basedOn w:val="Normal"/>
    <w:pPr>
      <w:jc w:val="center"/>
    </w:pPr>
  </w:style>
  <w:style w:type="paragraph" w:customStyle="1" w:styleId="Tableau10drte">
    <w:name w:val="Tableau 10 drte"/>
    <w:basedOn w:val="Normal"/>
    <w:pPr>
      <w:jc w:val="right"/>
    </w:pPr>
  </w:style>
  <w:style w:type="paragraph" w:customStyle="1" w:styleId="Tableau10gche">
    <w:name w:val="Tableau 10 gche"/>
    <w:basedOn w:val="Normal"/>
  </w:style>
  <w:style w:type="paragraph" w:customStyle="1" w:styleId="Tableau11centre">
    <w:name w:val="Tableau 11 centre"/>
    <w:basedOn w:val="Normal"/>
    <w:pPr>
      <w:jc w:val="center"/>
    </w:pPr>
  </w:style>
  <w:style w:type="paragraph" w:customStyle="1" w:styleId="Tableau11drte">
    <w:name w:val="Tableau 11 drte"/>
    <w:basedOn w:val="Normal"/>
    <w:pPr>
      <w:jc w:val="right"/>
    </w:pPr>
  </w:style>
  <w:style w:type="paragraph" w:customStyle="1" w:styleId="Tableau11gche">
    <w:name w:val="Tableau 11 gche"/>
    <w:basedOn w:val="Normal"/>
  </w:style>
  <w:style w:type="paragraph" w:customStyle="1" w:styleId="Tableau8centre">
    <w:name w:val="Tableau 8 centre"/>
    <w:basedOn w:val="Normal"/>
    <w:pPr>
      <w:jc w:val="center"/>
    </w:pPr>
    <w:rPr>
      <w:sz w:val="16"/>
    </w:rPr>
  </w:style>
  <w:style w:type="paragraph" w:customStyle="1" w:styleId="Tableau8drte">
    <w:name w:val="Tableau 8 drte"/>
    <w:basedOn w:val="Normal"/>
    <w:pPr>
      <w:jc w:val="right"/>
    </w:pPr>
    <w:rPr>
      <w:sz w:val="16"/>
    </w:rPr>
  </w:style>
  <w:style w:type="paragraph" w:customStyle="1" w:styleId="Tableau8gche">
    <w:name w:val="Tableau 8 gche"/>
    <w:basedOn w:val="Normal"/>
    <w:rPr>
      <w:sz w:val="16"/>
    </w:rPr>
  </w:style>
  <w:style w:type="paragraph" w:customStyle="1" w:styleId="Titredetableau">
    <w:name w:val="Titre de tableau"/>
    <w:basedOn w:val="Tableau11centre"/>
    <w:rPr>
      <w:b/>
    </w:rPr>
  </w:style>
  <w:style w:type="paragraph" w:customStyle="1" w:styleId="TitreN1">
    <w:name w:val="Titre N1"/>
    <w:basedOn w:val="Titre1"/>
    <w:pPr>
      <w:ind w:left="283" w:hanging="283"/>
    </w:pPr>
  </w:style>
  <w:style w:type="paragraph" w:customStyle="1" w:styleId="TitreN2">
    <w:name w:val="Titre N2"/>
    <w:basedOn w:val="Titre2"/>
    <w:pPr>
      <w:ind w:left="283" w:hanging="283"/>
    </w:pPr>
  </w:style>
  <w:style w:type="paragraph" w:customStyle="1" w:styleId="TitreN3">
    <w:name w:val="Titre N3"/>
    <w:basedOn w:val="Titre3"/>
    <w:pPr>
      <w:ind w:left="283" w:hanging="283"/>
    </w:pPr>
  </w:style>
  <w:style w:type="paragraph" w:customStyle="1" w:styleId="TitreN4">
    <w:name w:val="Titre N4"/>
    <w:basedOn w:val="Titre4"/>
    <w:pPr>
      <w:ind w:left="850" w:hanging="283"/>
    </w:pPr>
  </w:style>
  <w:style w:type="paragraph" w:customStyle="1" w:styleId="TitreN5">
    <w:name w:val="Titre N5"/>
    <w:basedOn w:val="Titre5"/>
    <w:pPr>
      <w:ind w:left="1417" w:hanging="283"/>
    </w:pPr>
  </w:style>
  <w:style w:type="paragraph" w:styleId="TM1">
    <w:name w:val="toc 1"/>
    <w:basedOn w:val="Titre1"/>
    <w:next w:val="Normal"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Normal"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Normal"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Normal"/>
    <w:pPr>
      <w:keepNext w:val="0"/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Normal"/>
    <w:p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Normal"/>
    <w:next w:val="Normal"/>
    <w:pPr>
      <w:tabs>
        <w:tab w:val="right" w:leader="dot" w:pos="9000"/>
      </w:tabs>
    </w:pPr>
    <w:rPr>
      <w:b/>
      <w:bCs/>
      <w:color w:val="0000FF"/>
    </w:rPr>
  </w:style>
  <w:style w:type="paragraph" w:customStyle="1" w:styleId="RdaliaCondens">
    <w:name w:val="Rédalia : Condensé"/>
    <w:basedOn w:val="Normal"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Normal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pPr>
      <w:numPr>
        <w:numId w:val="4"/>
      </w:numPr>
    </w:pPr>
  </w:style>
  <w:style w:type="paragraph" w:customStyle="1" w:styleId="RdaliaTableau">
    <w:name w:val="Rédalia : Tableau"/>
    <w:basedOn w:val="RedaliaNormal"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pPr>
      <w:jc w:val="center"/>
    </w:pPr>
    <w:rPr>
      <w:b/>
    </w:rPr>
  </w:style>
  <w:style w:type="paragraph" w:customStyle="1" w:styleId="RdaliaTitredossier">
    <w:name w:val="Rédalia : Titre dossier"/>
    <w:basedOn w:val="Dossierune"/>
    <w:rPr>
      <w:sz w:val="48"/>
    </w:rPr>
  </w:style>
  <w:style w:type="paragraph" w:customStyle="1" w:styleId="RdaliaTitreparagraphe">
    <w:name w:val="Rédalia : Titre paragraphe"/>
    <w:basedOn w:val="Dossiertitre"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Normal"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Normal"/>
    <w:rPr>
      <w:szCs w:val="22"/>
    </w:rPr>
  </w:style>
  <w:style w:type="paragraph" w:customStyle="1" w:styleId="Conciliatitre">
    <w:name w:val="Concilia titre"/>
    <w:basedOn w:val="Concilianormal"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Normal"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rPr>
      <w:rFonts w:ascii="Wingdings" w:eastAsia="Wingdings" w:hAnsi="Wingdings" w:cs="Wingdings"/>
    </w:rPr>
  </w:style>
  <w:style w:type="paragraph" w:customStyle="1" w:styleId="LIACondense">
    <w:name w:val="LIA : Condense"/>
    <w:basedOn w:val="LIANormal"/>
    <w:autoRedefine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Normal"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pPr>
      <w:jc w:val="left"/>
    </w:pPr>
  </w:style>
  <w:style w:type="paragraph" w:customStyle="1" w:styleId="STabCentre">
    <w:name w:val="STab Centre"/>
    <w:basedOn w:val="Normal"/>
    <w:pPr>
      <w:jc w:val="center"/>
    </w:pPr>
  </w:style>
  <w:style w:type="paragraph" w:customStyle="1" w:styleId="LiaLibell">
    <w:name w:val="Lia_Libellé"/>
    <w:basedOn w:val="Normal"/>
    <w:rPr>
      <w:b/>
    </w:rPr>
  </w:style>
  <w:style w:type="paragraph" w:customStyle="1" w:styleId="LiaDescription">
    <w:name w:val="Lia_Description"/>
    <w:basedOn w:val="Normal"/>
  </w:style>
  <w:style w:type="paragraph" w:customStyle="1" w:styleId="LiaUnit">
    <w:name w:val="Lia_Unité"/>
    <w:basedOn w:val="Normal"/>
    <w:rPr>
      <w:i/>
    </w:rPr>
  </w:style>
  <w:style w:type="paragraph" w:customStyle="1" w:styleId="DCENormal">
    <w:name w:val="DCE Normal"/>
    <w:basedOn w:val="Normal"/>
    <w:pPr>
      <w:jc w:val="both"/>
    </w:pPr>
    <w:rPr>
      <w:sz w:val="24"/>
    </w:rPr>
  </w:style>
  <w:style w:type="paragraph" w:customStyle="1" w:styleId="DCETableau">
    <w:name w:val="DCE Tableau"/>
    <w:basedOn w:val="Normal"/>
  </w:style>
  <w:style w:type="paragraph" w:customStyle="1" w:styleId="DCETitreTableau">
    <w:name w:val="DCE TitreTableau"/>
    <w:basedOn w:val="Normal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pPr>
      <w:jc w:val="center"/>
    </w:pPr>
  </w:style>
  <w:style w:type="paragraph" w:styleId="TM6">
    <w:name w:val="toc 6"/>
    <w:basedOn w:val="Normal"/>
    <w:next w:val="Normal"/>
    <w:autoRedefine/>
    <w:pPr>
      <w:ind w:left="1000"/>
    </w:pPr>
  </w:style>
  <w:style w:type="paragraph" w:styleId="TM7">
    <w:name w:val="toc 7"/>
    <w:basedOn w:val="Normal"/>
    <w:next w:val="Normal"/>
    <w:autoRedefine/>
    <w:pPr>
      <w:ind w:left="1200"/>
    </w:pPr>
  </w:style>
  <w:style w:type="paragraph" w:styleId="TM8">
    <w:name w:val="toc 8"/>
    <w:basedOn w:val="Normal"/>
    <w:next w:val="Normal"/>
    <w:autoRedefine/>
    <w:pPr>
      <w:ind w:left="1400"/>
    </w:pPr>
  </w:style>
  <w:style w:type="paragraph" w:styleId="TM9">
    <w:name w:val="toc 9"/>
    <w:basedOn w:val="Normal"/>
    <w:next w:val="Normal"/>
    <w:autoRedefine/>
    <w:pPr>
      <w:ind w:left="1600"/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RedaliaRetrait2avecpuce">
    <w:name w:val="Redalia : Retrait 2 avec puce"/>
    <w:basedOn w:val="RedaliaRetraitavecpuce"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Pr>
      <w:sz w:val="18"/>
      <w:szCs w:val="18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textAlignment w:val="baseline"/>
    </w:pPr>
    <w:rPr>
      <w:rFonts w:ascii="Verdana" w:eastAsia="Verdana" w:hAnsi="Verdana" w:cs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pPr>
      <w:jc w:val="center"/>
    </w:pPr>
    <w:rPr>
      <w:b/>
      <w:sz w:val="40"/>
    </w:rPr>
  </w:style>
  <w:style w:type="paragraph" w:customStyle="1" w:styleId="adresse">
    <w:name w:val="adresse"/>
    <w:basedOn w:val="Normal"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Normal"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Normal"/>
    <w:rPr>
      <w:rFonts w:ascii="Webdings" w:eastAsia="Webdings" w:hAnsi="Webdings" w:cs="Webdings"/>
    </w:rPr>
  </w:style>
  <w:style w:type="paragraph" w:customStyle="1" w:styleId="LIARetrait">
    <w:name w:val="LIA : Retrait"/>
    <w:basedOn w:val="LIANormal"/>
    <w:pPr>
      <w:ind w:firstLine="709"/>
    </w:pPr>
    <w:rPr>
      <w:sz w:val="20"/>
      <w:szCs w:val="20"/>
    </w:rPr>
  </w:style>
  <w:style w:type="paragraph" w:customStyle="1" w:styleId="LIATOTAL">
    <w:name w:val="LIA : TOTAL"/>
    <w:basedOn w:val="Normal"/>
    <w:pPr>
      <w:jc w:val="right"/>
    </w:pPr>
    <w:rPr>
      <w:b/>
      <w:bCs/>
    </w:rPr>
  </w:style>
  <w:style w:type="paragraph" w:customStyle="1" w:styleId="rfrence">
    <w:name w:val="référence"/>
    <w:basedOn w:val="Normal"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rPr>
      <w:sz w:val="16"/>
      <w:szCs w:val="16"/>
    </w:rPr>
  </w:style>
  <w:style w:type="paragraph" w:customStyle="1" w:styleId="texte">
    <w:name w:val="texte"/>
    <w:basedOn w:val="Normal"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pPr>
      <w:keepLines/>
      <w:spacing w:before="1920"/>
      <w:jc w:val="center"/>
    </w:pPr>
    <w:rPr>
      <w:rFonts w:ascii="Verdana" w:eastAsia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Normal"/>
    <w:pPr>
      <w:keepLines/>
      <w:widowControl/>
      <w:spacing w:before="0" w:after="0" w:line="256" w:lineRule="auto"/>
    </w:pPr>
    <w:rPr>
      <w:rFonts w:ascii="Calibri Light" w:eastAsia="Calibri Light" w:hAnsi="Calibri Light" w:cs="Calibri Light"/>
      <w:b w:val="0"/>
      <w:color w:val="2E74B5"/>
      <w:kern w:val="0"/>
      <w:szCs w:val="32"/>
    </w:rPr>
  </w:style>
  <w:style w:type="paragraph" w:customStyle="1" w:styleId="western">
    <w:name w:val="western"/>
    <w:basedOn w:val="Normal"/>
    <w:pPr>
      <w:widowControl/>
      <w:spacing w:before="100" w:after="142" w:line="276" w:lineRule="auto"/>
      <w:ind w:right="-23" w:firstLine="578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ormalWeb">
    <w:name w:val="Normal (Web)"/>
    <w:basedOn w:val="Normal"/>
    <w:pPr>
      <w:widowControl/>
      <w:spacing w:before="100" w:after="142" w:line="276" w:lineRule="auto"/>
      <w:ind w:right="-23" w:firstLine="578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character" w:customStyle="1" w:styleId="Titre1Car">
    <w:name w:val="Titre 1 Car"/>
    <w:rPr>
      <w:rFonts w:ascii="Arial" w:eastAsia="Arial" w:hAnsi="Arial" w:cs="Arial"/>
      <w:b/>
      <w:kern w:val="3"/>
      <w:sz w:val="32"/>
    </w:rPr>
  </w:style>
  <w:style w:type="character" w:customStyle="1" w:styleId="Titre2Car">
    <w:name w:val="Titre 2 Car"/>
    <w:rPr>
      <w:rFonts w:ascii="Arial" w:eastAsia="Arial" w:hAnsi="Arial" w:cs="Arial"/>
      <w:sz w:val="28"/>
      <w:u w:val="single"/>
    </w:rPr>
  </w:style>
  <w:style w:type="character" w:customStyle="1" w:styleId="Titre3Car">
    <w:name w:val="Titre 3 Car"/>
    <w:rPr>
      <w:rFonts w:ascii="Arial" w:eastAsia="Arial" w:hAnsi="Arial" w:cs="Arial"/>
      <w:sz w:val="24"/>
      <w:u w:val="single"/>
    </w:rPr>
  </w:style>
  <w:style w:type="character" w:customStyle="1" w:styleId="Titre4Car">
    <w:name w:val="Titre 4 Car"/>
    <w:rPr>
      <w:rFonts w:ascii="Arial" w:eastAsia="Arial" w:hAnsi="Arial" w:cs="Arial"/>
      <w:i/>
      <w:sz w:val="24"/>
    </w:rPr>
  </w:style>
  <w:style w:type="character" w:customStyle="1" w:styleId="Titre5Car">
    <w:name w:val="Titre 5 Car"/>
    <w:rPr>
      <w:rFonts w:ascii="Arial" w:eastAsia="Arial" w:hAnsi="Arial" w:cs="Arial"/>
      <w:i/>
      <w:sz w:val="22"/>
    </w:rPr>
  </w:style>
  <w:style w:type="character" w:customStyle="1" w:styleId="Titre6Car">
    <w:name w:val="Titre 6 Car"/>
    <w:basedOn w:val="Policepardfaut"/>
    <w:rPr>
      <w:rFonts w:ascii="Arial" w:eastAsia="Arial" w:hAnsi="Arial" w:cs="Arial"/>
      <w:b/>
      <w:bCs/>
      <w:sz w:val="22"/>
    </w:rPr>
  </w:style>
  <w:style w:type="character" w:styleId="Lienhypertexte">
    <w:name w:val="Hyperlink"/>
    <w:rPr>
      <w:rFonts w:ascii="Arial" w:eastAsia="Arial" w:hAnsi="Arial" w:cs="Arial"/>
      <w:color w:val="0000FF"/>
      <w:u w:val="single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2"/>
    </w:rPr>
  </w:style>
  <w:style w:type="character" w:customStyle="1" w:styleId="PieddepageCar">
    <w:name w:val="Pied de page Car"/>
    <w:basedOn w:val="Policepardfaut"/>
    <w:rPr>
      <w:rFonts w:ascii="Arial" w:eastAsia="Arial" w:hAnsi="Arial" w:cs="Arial"/>
      <w:sz w:val="22"/>
    </w:rPr>
  </w:style>
  <w:style w:type="character" w:styleId="Numrodepage">
    <w:name w:val="page number"/>
    <w:basedOn w:val="Policepardfaut"/>
    <w:rPr>
      <w:rFonts w:ascii="Times New Roman" w:eastAsia="Times New Roman" w:hAnsi="Times New Roman" w:cs="Times New Roman"/>
    </w:rPr>
  </w:style>
  <w:style w:type="character" w:customStyle="1" w:styleId="DateCar">
    <w:name w:val="Date Car"/>
    <w:rPr>
      <w:rFonts w:ascii="Arial" w:eastAsia="Arial" w:hAnsi="Arial" w:cs="Arial"/>
      <w:sz w:val="22"/>
    </w:rPr>
  </w:style>
  <w:style w:type="character" w:customStyle="1" w:styleId="IconeWeb">
    <w:name w:val="IconeWeb"/>
    <w:basedOn w:val="Policepardfaut"/>
    <w:rPr>
      <w:rFonts w:ascii="Webdings" w:eastAsia="Webdings" w:hAnsi="Webdings" w:cs="Webdings"/>
    </w:rPr>
  </w:style>
  <w:style w:type="character" w:customStyle="1" w:styleId="EmailStyle136">
    <w:name w:val="EmailStyle1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71">
    <w:name w:val="EmailStyle1371"/>
    <w:rPr>
      <w:rFonts w:ascii="Arial" w:eastAsia="Arial" w:hAnsi="Arial" w:cs="Arial"/>
      <w:color w:val="auto"/>
      <w:sz w:val="16"/>
    </w:rPr>
  </w:style>
  <w:style w:type="character" w:customStyle="1" w:styleId="EmailStyle1381">
    <w:name w:val="EmailStyle1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39">
    <w:name w:val="EmailStyle139"/>
    <w:rPr>
      <w:rFonts w:ascii="Arial" w:eastAsia="Arial" w:hAnsi="Arial" w:cs="Arial"/>
      <w:color w:val="auto"/>
      <w:sz w:val="16"/>
    </w:rPr>
  </w:style>
  <w:style w:type="character" w:customStyle="1" w:styleId="EmailStyle140">
    <w:name w:val="EmailStyle1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11">
    <w:name w:val="EmailStyle1411"/>
    <w:rPr>
      <w:rFonts w:ascii="Arial" w:eastAsia="Arial" w:hAnsi="Arial" w:cs="Arial"/>
      <w:color w:val="auto"/>
      <w:sz w:val="16"/>
    </w:rPr>
  </w:style>
  <w:style w:type="character" w:customStyle="1" w:styleId="EmailStyle1421">
    <w:name w:val="EmailStyle1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3">
    <w:name w:val="EmailStyle143"/>
    <w:rPr>
      <w:rFonts w:ascii="Arial" w:eastAsia="Arial" w:hAnsi="Arial" w:cs="Arial"/>
      <w:color w:val="auto"/>
      <w:sz w:val="16"/>
    </w:rPr>
  </w:style>
  <w:style w:type="character" w:customStyle="1" w:styleId="EmailStyle144">
    <w:name w:val="EmailStyle1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51">
    <w:name w:val="EmailStyle1451"/>
    <w:rPr>
      <w:rFonts w:ascii="Arial" w:eastAsia="Arial" w:hAnsi="Arial" w:cs="Arial"/>
      <w:color w:val="auto"/>
      <w:sz w:val="16"/>
    </w:rPr>
  </w:style>
  <w:style w:type="character" w:customStyle="1" w:styleId="EmailStyle1461">
    <w:name w:val="EmailStyle1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7">
    <w:name w:val="EmailStyle147"/>
    <w:rPr>
      <w:rFonts w:ascii="Arial" w:eastAsia="Arial" w:hAnsi="Arial" w:cs="Arial"/>
      <w:color w:val="auto"/>
      <w:sz w:val="16"/>
    </w:rPr>
  </w:style>
  <w:style w:type="character" w:customStyle="1" w:styleId="EmailStyle148">
    <w:name w:val="EmailStyle1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491">
    <w:name w:val="EmailStyle1491"/>
    <w:rPr>
      <w:rFonts w:ascii="Arial" w:eastAsia="Arial" w:hAnsi="Arial" w:cs="Arial"/>
      <w:color w:val="auto"/>
      <w:sz w:val="16"/>
    </w:rPr>
  </w:style>
  <w:style w:type="character" w:customStyle="1" w:styleId="EmailStyle1501">
    <w:name w:val="EmailStyle1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1">
    <w:name w:val="EmailStyle151"/>
    <w:rPr>
      <w:rFonts w:ascii="Arial" w:eastAsia="Arial" w:hAnsi="Arial" w:cs="Arial"/>
      <w:color w:val="auto"/>
      <w:sz w:val="16"/>
    </w:rPr>
  </w:style>
  <w:style w:type="character" w:customStyle="1" w:styleId="EmailStyle152">
    <w:name w:val="EmailStyle1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31">
    <w:name w:val="EmailStyle1531"/>
    <w:rPr>
      <w:rFonts w:ascii="Arial" w:eastAsia="Arial" w:hAnsi="Arial" w:cs="Arial"/>
      <w:color w:val="auto"/>
      <w:sz w:val="16"/>
    </w:rPr>
  </w:style>
  <w:style w:type="character" w:customStyle="1" w:styleId="EmailStyle1541">
    <w:name w:val="EmailStyle1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5">
    <w:name w:val="EmailStyle155"/>
    <w:rPr>
      <w:rFonts w:ascii="Arial" w:eastAsia="Arial" w:hAnsi="Arial" w:cs="Arial"/>
      <w:color w:val="auto"/>
      <w:sz w:val="16"/>
    </w:rPr>
  </w:style>
  <w:style w:type="character" w:customStyle="1" w:styleId="EmailStyle156">
    <w:name w:val="EmailStyle1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71">
    <w:name w:val="EmailStyle1571"/>
    <w:rPr>
      <w:rFonts w:ascii="Arial" w:eastAsia="Arial" w:hAnsi="Arial" w:cs="Arial"/>
      <w:color w:val="auto"/>
      <w:sz w:val="16"/>
    </w:rPr>
  </w:style>
  <w:style w:type="character" w:customStyle="1" w:styleId="EmailStyle1581">
    <w:name w:val="EmailStyle15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59">
    <w:name w:val="EmailStyle159"/>
    <w:rPr>
      <w:rFonts w:ascii="Arial" w:eastAsia="Arial" w:hAnsi="Arial" w:cs="Arial"/>
      <w:color w:val="auto"/>
      <w:sz w:val="16"/>
    </w:rPr>
  </w:style>
  <w:style w:type="character" w:customStyle="1" w:styleId="EmailStyle160">
    <w:name w:val="EmailStyle1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11">
    <w:name w:val="EmailStyle1611"/>
    <w:rPr>
      <w:rFonts w:ascii="Arial" w:eastAsia="Arial" w:hAnsi="Arial" w:cs="Arial"/>
      <w:color w:val="auto"/>
      <w:sz w:val="16"/>
    </w:rPr>
  </w:style>
  <w:style w:type="character" w:customStyle="1" w:styleId="EmailStyle1621">
    <w:name w:val="EmailStyle16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3">
    <w:name w:val="EmailStyle163"/>
    <w:rPr>
      <w:rFonts w:ascii="Arial" w:eastAsia="Arial" w:hAnsi="Arial" w:cs="Arial"/>
      <w:color w:val="auto"/>
      <w:sz w:val="16"/>
    </w:rPr>
  </w:style>
  <w:style w:type="character" w:customStyle="1" w:styleId="EmailStyle164">
    <w:name w:val="EmailStyle1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51">
    <w:name w:val="EmailStyle1651"/>
    <w:rPr>
      <w:rFonts w:ascii="Arial" w:eastAsia="Arial" w:hAnsi="Arial" w:cs="Arial"/>
      <w:color w:val="auto"/>
      <w:sz w:val="16"/>
    </w:rPr>
  </w:style>
  <w:style w:type="character" w:customStyle="1" w:styleId="EmailStyle1661">
    <w:name w:val="EmailStyle16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7">
    <w:name w:val="EmailStyle167"/>
    <w:rPr>
      <w:rFonts w:ascii="Arial" w:eastAsia="Arial" w:hAnsi="Arial" w:cs="Arial"/>
      <w:color w:val="auto"/>
      <w:sz w:val="16"/>
    </w:rPr>
  </w:style>
  <w:style w:type="character" w:customStyle="1" w:styleId="EmailStyle168">
    <w:name w:val="EmailStyle16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69">
    <w:name w:val="EmailStyle169"/>
    <w:rPr>
      <w:rFonts w:ascii="Arial" w:eastAsia="Arial" w:hAnsi="Arial" w:cs="Arial"/>
      <w:color w:val="auto"/>
      <w:sz w:val="16"/>
    </w:rPr>
  </w:style>
  <w:style w:type="character" w:customStyle="1" w:styleId="EmailStyle170">
    <w:name w:val="EmailStyle17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1">
    <w:name w:val="EmailStyle171"/>
    <w:rPr>
      <w:rFonts w:ascii="Arial" w:eastAsia="Arial" w:hAnsi="Arial" w:cs="Arial"/>
      <w:color w:val="auto"/>
      <w:sz w:val="16"/>
    </w:rPr>
  </w:style>
  <w:style w:type="character" w:customStyle="1" w:styleId="EmailStyle172">
    <w:name w:val="EmailStyle17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3">
    <w:name w:val="EmailStyle173"/>
    <w:rPr>
      <w:rFonts w:ascii="Arial" w:eastAsia="Arial" w:hAnsi="Arial" w:cs="Arial"/>
      <w:color w:val="auto"/>
      <w:sz w:val="16"/>
    </w:rPr>
  </w:style>
  <w:style w:type="character" w:customStyle="1" w:styleId="EmailStyle174">
    <w:name w:val="EmailStyle17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5">
    <w:name w:val="EmailStyle175"/>
    <w:rPr>
      <w:rFonts w:ascii="Arial" w:eastAsia="Arial" w:hAnsi="Arial" w:cs="Arial"/>
      <w:color w:val="auto"/>
      <w:sz w:val="16"/>
    </w:rPr>
  </w:style>
  <w:style w:type="character" w:customStyle="1" w:styleId="EmailStyle176">
    <w:name w:val="EmailStyle17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7">
    <w:name w:val="EmailStyle177"/>
    <w:rPr>
      <w:rFonts w:ascii="Arial" w:eastAsia="Arial" w:hAnsi="Arial" w:cs="Arial"/>
      <w:color w:val="auto"/>
      <w:sz w:val="16"/>
    </w:rPr>
  </w:style>
  <w:style w:type="character" w:customStyle="1" w:styleId="EmailStyle178">
    <w:name w:val="EmailStyle17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79">
    <w:name w:val="EmailStyle179"/>
    <w:rPr>
      <w:rFonts w:ascii="Arial" w:eastAsia="Arial" w:hAnsi="Arial" w:cs="Arial"/>
      <w:color w:val="auto"/>
      <w:sz w:val="16"/>
    </w:rPr>
  </w:style>
  <w:style w:type="character" w:customStyle="1" w:styleId="EmailStyle1801">
    <w:name w:val="EmailStyle18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11">
    <w:name w:val="EmailStyle1811"/>
    <w:rPr>
      <w:rFonts w:ascii="Arial" w:eastAsia="Arial" w:hAnsi="Arial" w:cs="Arial"/>
      <w:color w:val="auto"/>
      <w:sz w:val="16"/>
    </w:rPr>
  </w:style>
  <w:style w:type="character" w:customStyle="1" w:styleId="EmailStyle1821">
    <w:name w:val="EmailStyle18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31">
    <w:name w:val="EmailStyle1831"/>
    <w:rPr>
      <w:rFonts w:ascii="Arial" w:eastAsia="Arial" w:hAnsi="Arial" w:cs="Arial"/>
      <w:color w:val="auto"/>
      <w:sz w:val="16"/>
    </w:rPr>
  </w:style>
  <w:style w:type="character" w:customStyle="1" w:styleId="EmailStyle1841">
    <w:name w:val="EmailStyle18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51">
    <w:name w:val="EmailStyle1851"/>
    <w:rPr>
      <w:rFonts w:ascii="Arial" w:eastAsia="Arial" w:hAnsi="Arial" w:cs="Arial"/>
      <w:color w:val="auto"/>
      <w:sz w:val="16"/>
    </w:rPr>
  </w:style>
  <w:style w:type="character" w:customStyle="1" w:styleId="EmailStyle1861">
    <w:name w:val="EmailStyle18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71">
    <w:name w:val="EmailStyle1871"/>
    <w:rPr>
      <w:rFonts w:ascii="Arial" w:eastAsia="Arial" w:hAnsi="Arial" w:cs="Arial"/>
      <w:color w:val="auto"/>
      <w:sz w:val="16"/>
    </w:rPr>
  </w:style>
  <w:style w:type="character" w:customStyle="1" w:styleId="EmailStyle1881">
    <w:name w:val="EmailStyle18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891">
    <w:name w:val="EmailStyle1891"/>
    <w:rPr>
      <w:rFonts w:ascii="Arial" w:eastAsia="Arial" w:hAnsi="Arial" w:cs="Arial"/>
      <w:color w:val="auto"/>
      <w:sz w:val="16"/>
    </w:rPr>
  </w:style>
  <w:style w:type="character" w:customStyle="1" w:styleId="EmailStyle1901">
    <w:name w:val="EmailStyle19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11">
    <w:name w:val="EmailStyle1911"/>
    <w:rPr>
      <w:rFonts w:ascii="Arial" w:eastAsia="Arial" w:hAnsi="Arial" w:cs="Arial"/>
      <w:color w:val="auto"/>
      <w:sz w:val="16"/>
    </w:rPr>
  </w:style>
  <w:style w:type="character" w:customStyle="1" w:styleId="EmailStyle1921">
    <w:name w:val="EmailStyle19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31">
    <w:name w:val="EmailStyle1931"/>
    <w:rPr>
      <w:rFonts w:ascii="Arial" w:eastAsia="Arial" w:hAnsi="Arial" w:cs="Arial"/>
      <w:color w:val="auto"/>
      <w:sz w:val="16"/>
    </w:rPr>
  </w:style>
  <w:style w:type="character" w:customStyle="1" w:styleId="EmailStyle1941">
    <w:name w:val="EmailStyle19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51">
    <w:name w:val="EmailStyle1951"/>
    <w:rPr>
      <w:rFonts w:ascii="Arial" w:eastAsia="Arial" w:hAnsi="Arial" w:cs="Arial"/>
      <w:color w:val="auto"/>
      <w:sz w:val="16"/>
    </w:rPr>
  </w:style>
  <w:style w:type="character" w:customStyle="1" w:styleId="EmailStyle1961">
    <w:name w:val="EmailStyle19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71">
    <w:name w:val="EmailStyle1971"/>
    <w:rPr>
      <w:rFonts w:ascii="Arial" w:eastAsia="Arial" w:hAnsi="Arial" w:cs="Arial"/>
      <w:color w:val="auto"/>
      <w:sz w:val="16"/>
    </w:rPr>
  </w:style>
  <w:style w:type="character" w:customStyle="1" w:styleId="EmailStyle1981">
    <w:name w:val="EmailStyle19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1991">
    <w:name w:val="EmailStyle1991"/>
    <w:rPr>
      <w:rFonts w:ascii="Arial" w:eastAsia="Arial" w:hAnsi="Arial" w:cs="Arial"/>
      <w:color w:val="auto"/>
      <w:sz w:val="16"/>
    </w:rPr>
  </w:style>
  <w:style w:type="character" w:customStyle="1" w:styleId="EmailStyle2001">
    <w:name w:val="EmailStyle20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11">
    <w:name w:val="EmailStyle2011"/>
    <w:rPr>
      <w:rFonts w:ascii="Arial" w:eastAsia="Arial" w:hAnsi="Arial" w:cs="Arial"/>
      <w:color w:val="auto"/>
      <w:sz w:val="16"/>
    </w:rPr>
  </w:style>
  <w:style w:type="character" w:customStyle="1" w:styleId="EmailStyle2021">
    <w:name w:val="EmailStyle20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31">
    <w:name w:val="EmailStyle2031"/>
    <w:rPr>
      <w:rFonts w:ascii="Arial" w:eastAsia="Arial" w:hAnsi="Arial" w:cs="Arial"/>
      <w:color w:val="auto"/>
      <w:sz w:val="16"/>
    </w:rPr>
  </w:style>
  <w:style w:type="character" w:customStyle="1" w:styleId="EmailStyle2041">
    <w:name w:val="EmailStyle20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51">
    <w:name w:val="EmailStyle2051"/>
    <w:rPr>
      <w:rFonts w:ascii="Arial" w:eastAsia="Arial" w:hAnsi="Arial" w:cs="Arial"/>
      <w:color w:val="auto"/>
      <w:sz w:val="16"/>
    </w:rPr>
  </w:style>
  <w:style w:type="character" w:customStyle="1" w:styleId="EmailStyle2061">
    <w:name w:val="EmailStyle20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71">
    <w:name w:val="EmailStyle2071"/>
    <w:rPr>
      <w:rFonts w:ascii="Arial" w:eastAsia="Arial" w:hAnsi="Arial" w:cs="Arial"/>
      <w:color w:val="auto"/>
      <w:sz w:val="16"/>
    </w:rPr>
  </w:style>
  <w:style w:type="character" w:customStyle="1" w:styleId="EmailStyle2081">
    <w:name w:val="EmailStyle20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091">
    <w:name w:val="EmailStyle2091"/>
    <w:rPr>
      <w:rFonts w:ascii="Arial" w:eastAsia="Arial" w:hAnsi="Arial" w:cs="Arial"/>
      <w:color w:val="auto"/>
      <w:sz w:val="16"/>
    </w:rPr>
  </w:style>
  <w:style w:type="character" w:customStyle="1" w:styleId="EmailStyle2101">
    <w:name w:val="EmailStyle21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11">
    <w:name w:val="EmailStyle2111"/>
    <w:rPr>
      <w:rFonts w:ascii="Arial" w:eastAsia="Arial" w:hAnsi="Arial" w:cs="Arial"/>
      <w:color w:val="auto"/>
      <w:sz w:val="16"/>
    </w:rPr>
  </w:style>
  <w:style w:type="character" w:customStyle="1" w:styleId="EmailStyle2121">
    <w:name w:val="EmailStyle21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31">
    <w:name w:val="EmailStyle2131"/>
    <w:rPr>
      <w:rFonts w:ascii="Arial" w:eastAsia="Arial" w:hAnsi="Arial" w:cs="Arial"/>
      <w:color w:val="auto"/>
      <w:sz w:val="16"/>
    </w:rPr>
  </w:style>
  <w:style w:type="character" w:customStyle="1" w:styleId="EmailStyle2141">
    <w:name w:val="EmailStyle2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51">
    <w:name w:val="EmailStyle2151"/>
    <w:rPr>
      <w:rFonts w:ascii="Arial" w:eastAsia="Arial" w:hAnsi="Arial" w:cs="Arial"/>
      <w:color w:val="auto"/>
      <w:sz w:val="16"/>
    </w:rPr>
  </w:style>
  <w:style w:type="character" w:customStyle="1" w:styleId="EmailStyle2161">
    <w:name w:val="EmailStyle2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71">
    <w:name w:val="EmailStyle2171"/>
    <w:rPr>
      <w:rFonts w:ascii="Arial" w:eastAsia="Arial" w:hAnsi="Arial" w:cs="Arial"/>
      <w:color w:val="auto"/>
      <w:sz w:val="16"/>
    </w:rPr>
  </w:style>
  <w:style w:type="character" w:customStyle="1" w:styleId="EmailStyle2181">
    <w:name w:val="EmailStyle2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191">
    <w:name w:val="EmailStyle2191"/>
    <w:rPr>
      <w:rFonts w:ascii="Arial" w:eastAsia="Arial" w:hAnsi="Arial" w:cs="Arial"/>
      <w:color w:val="auto"/>
      <w:sz w:val="16"/>
    </w:rPr>
  </w:style>
  <w:style w:type="character" w:customStyle="1" w:styleId="EmailStyle2201">
    <w:name w:val="EmailStyle2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11">
    <w:name w:val="EmailStyle2211"/>
    <w:rPr>
      <w:rFonts w:ascii="Arial" w:eastAsia="Arial" w:hAnsi="Arial" w:cs="Arial"/>
      <w:color w:val="auto"/>
      <w:sz w:val="16"/>
    </w:rPr>
  </w:style>
  <w:style w:type="character" w:customStyle="1" w:styleId="EmailStyle2221">
    <w:name w:val="EmailStyle2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31">
    <w:name w:val="EmailStyle2231"/>
    <w:rPr>
      <w:rFonts w:ascii="Arial" w:eastAsia="Arial" w:hAnsi="Arial" w:cs="Arial"/>
      <w:color w:val="auto"/>
      <w:sz w:val="16"/>
    </w:rPr>
  </w:style>
  <w:style w:type="character" w:customStyle="1" w:styleId="EmailStyle224">
    <w:name w:val="EmailStyle22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5">
    <w:name w:val="EmailStyle225"/>
    <w:rPr>
      <w:rFonts w:ascii="Arial" w:eastAsia="Arial" w:hAnsi="Arial" w:cs="Arial"/>
      <w:color w:val="auto"/>
      <w:sz w:val="16"/>
    </w:rPr>
  </w:style>
  <w:style w:type="character" w:customStyle="1" w:styleId="EmailStyle226">
    <w:name w:val="EmailStyle22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7">
    <w:name w:val="EmailStyle227"/>
    <w:rPr>
      <w:rFonts w:ascii="Arial" w:eastAsia="Arial" w:hAnsi="Arial" w:cs="Arial"/>
      <w:color w:val="auto"/>
      <w:sz w:val="16"/>
    </w:rPr>
  </w:style>
  <w:style w:type="character" w:customStyle="1" w:styleId="EmailStyle228">
    <w:name w:val="EmailStyle22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29">
    <w:name w:val="EmailStyle229"/>
    <w:rPr>
      <w:rFonts w:ascii="Arial" w:eastAsia="Arial" w:hAnsi="Arial" w:cs="Arial"/>
      <w:color w:val="auto"/>
      <w:sz w:val="16"/>
    </w:rPr>
  </w:style>
  <w:style w:type="character" w:customStyle="1" w:styleId="EmailStyle230">
    <w:name w:val="EmailStyle23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1">
    <w:name w:val="EmailStyle231"/>
    <w:rPr>
      <w:rFonts w:ascii="Arial" w:eastAsia="Arial" w:hAnsi="Arial" w:cs="Arial"/>
      <w:color w:val="auto"/>
      <w:sz w:val="16"/>
    </w:rPr>
  </w:style>
  <w:style w:type="character" w:customStyle="1" w:styleId="EmailStyle232">
    <w:name w:val="EmailStyle23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3">
    <w:name w:val="EmailStyle233"/>
    <w:rPr>
      <w:rFonts w:ascii="Arial" w:eastAsia="Arial" w:hAnsi="Arial" w:cs="Arial"/>
      <w:color w:val="auto"/>
      <w:sz w:val="16"/>
    </w:rPr>
  </w:style>
  <w:style w:type="character" w:customStyle="1" w:styleId="EmailStyle234">
    <w:name w:val="EmailStyle23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5">
    <w:name w:val="EmailStyle235"/>
    <w:rPr>
      <w:rFonts w:ascii="Arial" w:eastAsia="Arial" w:hAnsi="Arial" w:cs="Arial"/>
      <w:color w:val="auto"/>
      <w:sz w:val="16"/>
    </w:rPr>
  </w:style>
  <w:style w:type="character" w:customStyle="1" w:styleId="EmailStyle236">
    <w:name w:val="EmailStyle23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7">
    <w:name w:val="EmailStyle237"/>
    <w:rPr>
      <w:rFonts w:ascii="Arial" w:eastAsia="Arial" w:hAnsi="Arial" w:cs="Arial"/>
      <w:color w:val="auto"/>
      <w:sz w:val="16"/>
    </w:rPr>
  </w:style>
  <w:style w:type="character" w:customStyle="1" w:styleId="EmailStyle238">
    <w:name w:val="EmailStyle23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39">
    <w:name w:val="EmailStyle239"/>
    <w:rPr>
      <w:rFonts w:ascii="Arial" w:eastAsia="Arial" w:hAnsi="Arial" w:cs="Arial"/>
      <w:color w:val="auto"/>
      <w:sz w:val="16"/>
    </w:rPr>
  </w:style>
  <w:style w:type="character" w:customStyle="1" w:styleId="EmailStyle240">
    <w:name w:val="EmailStyle24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1">
    <w:name w:val="EmailStyle241"/>
    <w:rPr>
      <w:rFonts w:ascii="Arial" w:eastAsia="Arial" w:hAnsi="Arial" w:cs="Arial"/>
      <w:color w:val="auto"/>
      <w:sz w:val="16"/>
    </w:rPr>
  </w:style>
  <w:style w:type="character" w:customStyle="1" w:styleId="EmailStyle242">
    <w:name w:val="EmailStyle24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3">
    <w:name w:val="EmailStyle243"/>
    <w:rPr>
      <w:rFonts w:ascii="Arial" w:eastAsia="Arial" w:hAnsi="Arial" w:cs="Arial"/>
      <w:color w:val="auto"/>
      <w:sz w:val="16"/>
    </w:rPr>
  </w:style>
  <w:style w:type="character" w:customStyle="1" w:styleId="EmailStyle244">
    <w:name w:val="EmailStyle24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5">
    <w:name w:val="EmailStyle245"/>
    <w:rPr>
      <w:rFonts w:ascii="Arial" w:eastAsia="Arial" w:hAnsi="Arial" w:cs="Arial"/>
      <w:color w:val="auto"/>
      <w:sz w:val="16"/>
    </w:rPr>
  </w:style>
  <w:style w:type="character" w:customStyle="1" w:styleId="EmailStyle246">
    <w:name w:val="EmailStyle24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7">
    <w:name w:val="EmailStyle247"/>
    <w:rPr>
      <w:rFonts w:ascii="Arial" w:eastAsia="Arial" w:hAnsi="Arial" w:cs="Arial"/>
      <w:color w:val="auto"/>
      <w:sz w:val="16"/>
    </w:rPr>
  </w:style>
  <w:style w:type="character" w:customStyle="1" w:styleId="EmailStyle248">
    <w:name w:val="EmailStyle24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49">
    <w:name w:val="EmailStyle249"/>
    <w:rPr>
      <w:rFonts w:ascii="Arial" w:eastAsia="Arial" w:hAnsi="Arial" w:cs="Arial"/>
      <w:color w:val="auto"/>
      <w:sz w:val="16"/>
    </w:rPr>
  </w:style>
  <w:style w:type="character" w:customStyle="1" w:styleId="EmailStyle250">
    <w:name w:val="EmailStyle25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1">
    <w:name w:val="EmailStyle251"/>
    <w:rPr>
      <w:rFonts w:ascii="Arial" w:eastAsia="Arial" w:hAnsi="Arial" w:cs="Arial"/>
      <w:color w:val="auto"/>
      <w:sz w:val="16"/>
    </w:rPr>
  </w:style>
  <w:style w:type="character" w:customStyle="1" w:styleId="EmailStyle252">
    <w:name w:val="EmailStyle25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3">
    <w:name w:val="EmailStyle253"/>
    <w:rPr>
      <w:rFonts w:ascii="Arial" w:eastAsia="Arial" w:hAnsi="Arial" w:cs="Arial"/>
      <w:color w:val="auto"/>
      <w:sz w:val="16"/>
    </w:rPr>
  </w:style>
  <w:style w:type="character" w:customStyle="1" w:styleId="EmailStyle254">
    <w:name w:val="EmailStyle25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5">
    <w:name w:val="EmailStyle255"/>
    <w:rPr>
      <w:rFonts w:ascii="Arial" w:eastAsia="Arial" w:hAnsi="Arial" w:cs="Arial"/>
      <w:color w:val="auto"/>
      <w:sz w:val="16"/>
    </w:rPr>
  </w:style>
  <w:style w:type="character" w:customStyle="1" w:styleId="EmailStyle256">
    <w:name w:val="EmailStyle25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7">
    <w:name w:val="EmailStyle257"/>
    <w:rPr>
      <w:rFonts w:ascii="Arial" w:eastAsia="Arial" w:hAnsi="Arial" w:cs="Arial"/>
      <w:color w:val="auto"/>
      <w:sz w:val="16"/>
    </w:rPr>
  </w:style>
  <w:style w:type="character" w:customStyle="1" w:styleId="EmailStyle258">
    <w:name w:val="EmailStyle258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59">
    <w:name w:val="EmailStyle259"/>
    <w:rPr>
      <w:rFonts w:ascii="Arial" w:eastAsia="Arial" w:hAnsi="Arial" w:cs="Arial"/>
      <w:color w:val="auto"/>
      <w:sz w:val="16"/>
    </w:rPr>
  </w:style>
  <w:style w:type="character" w:customStyle="1" w:styleId="EmailStyle260">
    <w:name w:val="EmailStyle260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1">
    <w:name w:val="EmailStyle261"/>
    <w:rPr>
      <w:rFonts w:ascii="Arial" w:eastAsia="Arial" w:hAnsi="Arial" w:cs="Arial"/>
      <w:color w:val="auto"/>
      <w:sz w:val="16"/>
    </w:rPr>
  </w:style>
  <w:style w:type="character" w:customStyle="1" w:styleId="EmailStyle262">
    <w:name w:val="EmailStyle262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3">
    <w:name w:val="EmailStyle263"/>
    <w:rPr>
      <w:rFonts w:ascii="Arial" w:eastAsia="Arial" w:hAnsi="Arial" w:cs="Arial"/>
      <w:color w:val="auto"/>
      <w:sz w:val="16"/>
    </w:rPr>
  </w:style>
  <w:style w:type="character" w:customStyle="1" w:styleId="EmailStyle264">
    <w:name w:val="EmailStyle264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5">
    <w:name w:val="EmailStyle265"/>
    <w:rPr>
      <w:rFonts w:ascii="Arial" w:eastAsia="Arial" w:hAnsi="Arial" w:cs="Arial"/>
      <w:color w:val="auto"/>
      <w:sz w:val="16"/>
    </w:rPr>
  </w:style>
  <w:style w:type="character" w:customStyle="1" w:styleId="EmailStyle266">
    <w:name w:val="EmailStyle266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67">
    <w:name w:val="EmailStyle267"/>
    <w:rPr>
      <w:rFonts w:ascii="Arial" w:eastAsia="Arial" w:hAnsi="Arial" w:cs="Arial"/>
      <w:color w:val="auto"/>
      <w:sz w:val="16"/>
    </w:rPr>
  </w:style>
  <w:style w:type="character" w:customStyle="1" w:styleId="EmailStyle269">
    <w:name w:val="EmailStyle26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0">
    <w:name w:val="EmailStyle270"/>
    <w:rPr>
      <w:rFonts w:ascii="Arial" w:eastAsia="Arial" w:hAnsi="Arial" w:cs="Arial"/>
      <w:color w:val="auto"/>
      <w:sz w:val="16"/>
    </w:rPr>
  </w:style>
  <w:style w:type="character" w:customStyle="1" w:styleId="EmailStyle271">
    <w:name w:val="EmailStyle27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2">
    <w:name w:val="EmailStyle272"/>
    <w:rPr>
      <w:rFonts w:ascii="Arial" w:eastAsia="Arial" w:hAnsi="Arial" w:cs="Arial"/>
      <w:color w:val="auto"/>
      <w:sz w:val="16"/>
    </w:rPr>
  </w:style>
  <w:style w:type="character" w:customStyle="1" w:styleId="EmailStyle273">
    <w:name w:val="EmailStyle27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4">
    <w:name w:val="EmailStyle274"/>
    <w:rPr>
      <w:rFonts w:ascii="Arial" w:eastAsia="Arial" w:hAnsi="Arial" w:cs="Arial"/>
      <w:color w:val="auto"/>
      <w:sz w:val="16"/>
    </w:rPr>
  </w:style>
  <w:style w:type="character" w:customStyle="1" w:styleId="EmailStyle275">
    <w:name w:val="EmailStyle27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6">
    <w:name w:val="EmailStyle276"/>
    <w:rPr>
      <w:rFonts w:ascii="Arial" w:eastAsia="Arial" w:hAnsi="Arial" w:cs="Arial"/>
      <w:color w:val="auto"/>
      <w:sz w:val="16"/>
    </w:rPr>
  </w:style>
  <w:style w:type="character" w:customStyle="1" w:styleId="EmailStyle277">
    <w:name w:val="EmailStyle27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78">
    <w:name w:val="EmailStyle278"/>
    <w:rPr>
      <w:rFonts w:ascii="Arial" w:eastAsia="Arial" w:hAnsi="Arial" w:cs="Arial"/>
      <w:color w:val="auto"/>
      <w:sz w:val="16"/>
    </w:rPr>
  </w:style>
  <w:style w:type="character" w:customStyle="1" w:styleId="EmailStyle279">
    <w:name w:val="EmailStyle27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0">
    <w:name w:val="EmailStyle280"/>
    <w:rPr>
      <w:rFonts w:ascii="Arial" w:eastAsia="Arial" w:hAnsi="Arial" w:cs="Arial"/>
      <w:color w:val="auto"/>
      <w:sz w:val="16"/>
    </w:rPr>
  </w:style>
  <w:style w:type="character" w:customStyle="1" w:styleId="EmailStyle281">
    <w:name w:val="EmailStyle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2">
    <w:name w:val="EmailStyle282"/>
    <w:rPr>
      <w:rFonts w:ascii="Arial" w:eastAsia="Arial" w:hAnsi="Arial" w:cs="Arial"/>
      <w:color w:val="auto"/>
      <w:sz w:val="16"/>
    </w:rPr>
  </w:style>
  <w:style w:type="character" w:customStyle="1" w:styleId="EmailStyle283">
    <w:name w:val="EmailStyle28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4">
    <w:name w:val="EmailStyle284"/>
    <w:rPr>
      <w:rFonts w:ascii="Arial" w:eastAsia="Arial" w:hAnsi="Arial" w:cs="Arial"/>
      <w:color w:val="auto"/>
      <w:sz w:val="16"/>
    </w:rPr>
  </w:style>
  <w:style w:type="character" w:customStyle="1" w:styleId="EmailStyle285">
    <w:name w:val="EmailStyle28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6">
    <w:name w:val="EmailStyle286"/>
    <w:rPr>
      <w:rFonts w:ascii="Arial" w:eastAsia="Arial" w:hAnsi="Arial" w:cs="Arial"/>
      <w:color w:val="auto"/>
      <w:sz w:val="16"/>
    </w:rPr>
  </w:style>
  <w:style w:type="character" w:customStyle="1" w:styleId="EmailStyle287">
    <w:name w:val="EmailStyle28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88">
    <w:name w:val="EmailStyle288"/>
    <w:rPr>
      <w:rFonts w:ascii="Arial" w:eastAsia="Arial" w:hAnsi="Arial" w:cs="Arial"/>
      <w:color w:val="auto"/>
      <w:sz w:val="16"/>
    </w:rPr>
  </w:style>
  <w:style w:type="character" w:customStyle="1" w:styleId="EmailStyle289">
    <w:name w:val="EmailStyle28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0">
    <w:name w:val="EmailStyle290"/>
    <w:rPr>
      <w:rFonts w:ascii="Arial" w:eastAsia="Arial" w:hAnsi="Arial" w:cs="Arial"/>
      <w:color w:val="auto"/>
      <w:sz w:val="16"/>
    </w:rPr>
  </w:style>
  <w:style w:type="character" w:customStyle="1" w:styleId="EmailStyle291">
    <w:name w:val="EmailStyle29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2">
    <w:name w:val="EmailStyle292"/>
    <w:rPr>
      <w:rFonts w:ascii="Arial" w:eastAsia="Arial" w:hAnsi="Arial" w:cs="Arial"/>
      <w:color w:val="auto"/>
      <w:sz w:val="16"/>
    </w:rPr>
  </w:style>
  <w:style w:type="character" w:customStyle="1" w:styleId="EmailStyle293">
    <w:name w:val="EmailStyle29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4">
    <w:name w:val="EmailStyle294"/>
    <w:rPr>
      <w:rFonts w:ascii="Arial" w:eastAsia="Arial" w:hAnsi="Arial" w:cs="Arial"/>
      <w:color w:val="auto"/>
      <w:sz w:val="16"/>
    </w:rPr>
  </w:style>
  <w:style w:type="character" w:customStyle="1" w:styleId="EmailStyle295">
    <w:name w:val="EmailStyle29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6">
    <w:name w:val="EmailStyle296"/>
    <w:rPr>
      <w:rFonts w:ascii="Arial" w:eastAsia="Arial" w:hAnsi="Arial" w:cs="Arial"/>
      <w:color w:val="auto"/>
      <w:sz w:val="16"/>
    </w:rPr>
  </w:style>
  <w:style w:type="character" w:customStyle="1" w:styleId="EmailStyle297">
    <w:name w:val="EmailStyle29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298">
    <w:name w:val="EmailStyle298"/>
    <w:rPr>
      <w:rFonts w:ascii="Arial" w:eastAsia="Arial" w:hAnsi="Arial" w:cs="Arial"/>
      <w:color w:val="auto"/>
      <w:sz w:val="16"/>
    </w:rPr>
  </w:style>
  <w:style w:type="character" w:customStyle="1" w:styleId="EmailStyle299">
    <w:name w:val="EmailStyle29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0">
    <w:name w:val="EmailStyle300"/>
    <w:rPr>
      <w:rFonts w:ascii="Arial" w:eastAsia="Arial" w:hAnsi="Arial" w:cs="Arial"/>
      <w:color w:val="auto"/>
      <w:sz w:val="16"/>
    </w:rPr>
  </w:style>
  <w:style w:type="character" w:customStyle="1" w:styleId="EmailStyle301">
    <w:name w:val="EmailStyle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2">
    <w:name w:val="EmailStyle302"/>
    <w:rPr>
      <w:rFonts w:ascii="Arial" w:eastAsia="Arial" w:hAnsi="Arial" w:cs="Arial"/>
      <w:color w:val="auto"/>
      <w:sz w:val="16"/>
    </w:rPr>
  </w:style>
  <w:style w:type="character" w:customStyle="1" w:styleId="EmailStyle303">
    <w:name w:val="EmailStyle303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4">
    <w:name w:val="EmailStyle304"/>
    <w:rPr>
      <w:rFonts w:ascii="Arial" w:eastAsia="Arial" w:hAnsi="Arial" w:cs="Arial"/>
      <w:color w:val="auto"/>
      <w:sz w:val="16"/>
    </w:rPr>
  </w:style>
  <w:style w:type="character" w:customStyle="1" w:styleId="EmailStyle305">
    <w:name w:val="EmailStyle305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6">
    <w:name w:val="EmailStyle306"/>
    <w:rPr>
      <w:rFonts w:ascii="Arial" w:eastAsia="Arial" w:hAnsi="Arial" w:cs="Arial"/>
      <w:color w:val="auto"/>
      <w:sz w:val="16"/>
    </w:rPr>
  </w:style>
  <w:style w:type="character" w:customStyle="1" w:styleId="EmailStyle307">
    <w:name w:val="EmailStyle307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08">
    <w:name w:val="EmailStyle308"/>
    <w:rPr>
      <w:rFonts w:ascii="Arial" w:eastAsia="Arial" w:hAnsi="Arial" w:cs="Arial"/>
      <w:color w:val="auto"/>
      <w:sz w:val="16"/>
    </w:rPr>
  </w:style>
  <w:style w:type="character" w:customStyle="1" w:styleId="EmailStyle309">
    <w:name w:val="EmailStyle309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0">
    <w:name w:val="EmailStyle310"/>
    <w:rPr>
      <w:rFonts w:ascii="Arial" w:eastAsia="Arial" w:hAnsi="Arial" w:cs="Arial"/>
      <w:color w:val="auto"/>
      <w:sz w:val="16"/>
    </w:rPr>
  </w:style>
  <w:style w:type="character" w:customStyle="1" w:styleId="EmailStyle311">
    <w:name w:val="EmailStyle31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2">
    <w:name w:val="EmailStyle312"/>
    <w:rPr>
      <w:rFonts w:ascii="Arial" w:eastAsia="Arial" w:hAnsi="Arial" w:cs="Arial"/>
      <w:color w:val="auto"/>
      <w:sz w:val="16"/>
    </w:rPr>
  </w:style>
  <w:style w:type="character" w:customStyle="1" w:styleId="EmailStyle3141">
    <w:name w:val="EmailStyle31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51">
    <w:name w:val="EmailStyle3151"/>
    <w:rPr>
      <w:rFonts w:ascii="Arial" w:eastAsia="Arial" w:hAnsi="Arial" w:cs="Arial"/>
      <w:color w:val="auto"/>
      <w:sz w:val="16"/>
    </w:rPr>
  </w:style>
  <w:style w:type="character" w:customStyle="1" w:styleId="EmailStyle3161">
    <w:name w:val="EmailStyle31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71">
    <w:name w:val="EmailStyle3171"/>
    <w:rPr>
      <w:rFonts w:ascii="Arial" w:eastAsia="Arial" w:hAnsi="Arial" w:cs="Arial"/>
      <w:color w:val="auto"/>
      <w:sz w:val="16"/>
    </w:rPr>
  </w:style>
  <w:style w:type="character" w:customStyle="1" w:styleId="EmailStyle3181">
    <w:name w:val="EmailStyle31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191">
    <w:name w:val="EmailStyle3191"/>
    <w:rPr>
      <w:rFonts w:ascii="Arial" w:eastAsia="Arial" w:hAnsi="Arial" w:cs="Arial"/>
      <w:color w:val="auto"/>
      <w:sz w:val="16"/>
    </w:rPr>
  </w:style>
  <w:style w:type="character" w:customStyle="1" w:styleId="EmailStyle3201">
    <w:name w:val="EmailStyle32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11">
    <w:name w:val="EmailStyle3211"/>
    <w:rPr>
      <w:rFonts w:ascii="Arial" w:eastAsia="Arial" w:hAnsi="Arial" w:cs="Arial"/>
      <w:color w:val="auto"/>
      <w:sz w:val="16"/>
    </w:rPr>
  </w:style>
  <w:style w:type="character" w:customStyle="1" w:styleId="EmailStyle3221">
    <w:name w:val="EmailStyle32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31">
    <w:name w:val="EmailStyle3231"/>
    <w:rPr>
      <w:rFonts w:ascii="Arial" w:eastAsia="Arial" w:hAnsi="Arial" w:cs="Arial"/>
      <w:color w:val="auto"/>
      <w:sz w:val="16"/>
    </w:rPr>
  </w:style>
  <w:style w:type="character" w:customStyle="1" w:styleId="EmailStyle3241">
    <w:name w:val="EmailStyle32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51">
    <w:name w:val="EmailStyle3251"/>
    <w:rPr>
      <w:rFonts w:ascii="Arial" w:eastAsia="Arial" w:hAnsi="Arial" w:cs="Arial"/>
      <w:color w:val="auto"/>
      <w:sz w:val="16"/>
    </w:rPr>
  </w:style>
  <w:style w:type="character" w:customStyle="1" w:styleId="EmailStyle3261">
    <w:name w:val="EmailStyle32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71">
    <w:name w:val="EmailStyle3271"/>
    <w:rPr>
      <w:rFonts w:ascii="Arial" w:eastAsia="Arial" w:hAnsi="Arial" w:cs="Arial"/>
      <w:color w:val="auto"/>
      <w:sz w:val="16"/>
    </w:rPr>
  </w:style>
  <w:style w:type="character" w:customStyle="1" w:styleId="EmailStyle3281">
    <w:name w:val="EmailStyle32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291">
    <w:name w:val="EmailStyle3291"/>
    <w:rPr>
      <w:rFonts w:ascii="Arial" w:eastAsia="Arial" w:hAnsi="Arial" w:cs="Arial"/>
      <w:color w:val="auto"/>
      <w:sz w:val="16"/>
    </w:rPr>
  </w:style>
  <w:style w:type="character" w:customStyle="1" w:styleId="EmailStyle3301">
    <w:name w:val="EmailStyle33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11">
    <w:name w:val="EmailStyle3311"/>
    <w:rPr>
      <w:rFonts w:ascii="Arial" w:eastAsia="Arial" w:hAnsi="Arial" w:cs="Arial"/>
      <w:color w:val="auto"/>
      <w:sz w:val="16"/>
    </w:rPr>
  </w:style>
  <w:style w:type="character" w:customStyle="1" w:styleId="EmailStyle3321">
    <w:name w:val="EmailStyle33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31">
    <w:name w:val="EmailStyle3331"/>
    <w:rPr>
      <w:rFonts w:ascii="Arial" w:eastAsia="Arial" w:hAnsi="Arial" w:cs="Arial"/>
      <w:color w:val="auto"/>
      <w:sz w:val="16"/>
    </w:rPr>
  </w:style>
  <w:style w:type="character" w:customStyle="1" w:styleId="EmailStyle3341">
    <w:name w:val="EmailStyle33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51">
    <w:name w:val="EmailStyle3351"/>
    <w:rPr>
      <w:rFonts w:ascii="Arial" w:eastAsia="Arial" w:hAnsi="Arial" w:cs="Arial"/>
      <w:color w:val="auto"/>
      <w:sz w:val="16"/>
    </w:rPr>
  </w:style>
  <w:style w:type="character" w:customStyle="1" w:styleId="EmailStyle3361">
    <w:name w:val="EmailStyle33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71">
    <w:name w:val="EmailStyle3371"/>
    <w:rPr>
      <w:rFonts w:ascii="Arial" w:eastAsia="Arial" w:hAnsi="Arial" w:cs="Arial"/>
      <w:color w:val="auto"/>
      <w:sz w:val="16"/>
    </w:rPr>
  </w:style>
  <w:style w:type="character" w:customStyle="1" w:styleId="EmailStyle3381">
    <w:name w:val="EmailStyle33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391">
    <w:name w:val="EmailStyle3391"/>
    <w:rPr>
      <w:rFonts w:ascii="Arial" w:eastAsia="Arial" w:hAnsi="Arial" w:cs="Arial"/>
      <w:color w:val="auto"/>
      <w:sz w:val="16"/>
    </w:rPr>
  </w:style>
  <w:style w:type="character" w:customStyle="1" w:styleId="EmailStyle3401">
    <w:name w:val="EmailStyle34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11">
    <w:name w:val="EmailStyle3411"/>
    <w:rPr>
      <w:rFonts w:ascii="Arial" w:eastAsia="Arial" w:hAnsi="Arial" w:cs="Arial"/>
      <w:color w:val="auto"/>
      <w:sz w:val="16"/>
    </w:rPr>
  </w:style>
  <w:style w:type="character" w:customStyle="1" w:styleId="EmailStyle3421">
    <w:name w:val="EmailStyle34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31">
    <w:name w:val="EmailStyle3431"/>
    <w:rPr>
      <w:rFonts w:ascii="Arial" w:eastAsia="Arial" w:hAnsi="Arial" w:cs="Arial"/>
      <w:color w:val="auto"/>
      <w:sz w:val="16"/>
    </w:rPr>
  </w:style>
  <w:style w:type="character" w:customStyle="1" w:styleId="EmailStyle3441">
    <w:name w:val="EmailStyle34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51">
    <w:name w:val="EmailStyle3451"/>
    <w:rPr>
      <w:rFonts w:ascii="Arial" w:eastAsia="Arial" w:hAnsi="Arial" w:cs="Arial"/>
      <w:color w:val="auto"/>
      <w:sz w:val="16"/>
    </w:rPr>
  </w:style>
  <w:style w:type="character" w:customStyle="1" w:styleId="EmailStyle3461">
    <w:name w:val="EmailStyle34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71">
    <w:name w:val="EmailStyle3471"/>
    <w:rPr>
      <w:rFonts w:ascii="Arial" w:eastAsia="Arial" w:hAnsi="Arial" w:cs="Arial"/>
      <w:color w:val="auto"/>
      <w:sz w:val="16"/>
    </w:rPr>
  </w:style>
  <w:style w:type="character" w:customStyle="1" w:styleId="EmailStyle3481">
    <w:name w:val="EmailStyle348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491">
    <w:name w:val="EmailStyle3491"/>
    <w:rPr>
      <w:rFonts w:ascii="Arial" w:eastAsia="Arial" w:hAnsi="Arial" w:cs="Arial"/>
      <w:color w:val="auto"/>
      <w:sz w:val="16"/>
    </w:rPr>
  </w:style>
  <w:style w:type="character" w:customStyle="1" w:styleId="EmailStyle3501">
    <w:name w:val="EmailStyle350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11">
    <w:name w:val="EmailStyle3511"/>
    <w:rPr>
      <w:rFonts w:ascii="Arial" w:eastAsia="Arial" w:hAnsi="Arial" w:cs="Arial"/>
      <w:color w:val="auto"/>
      <w:sz w:val="16"/>
    </w:rPr>
  </w:style>
  <w:style w:type="character" w:customStyle="1" w:styleId="EmailStyle3521">
    <w:name w:val="EmailStyle352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31">
    <w:name w:val="EmailStyle3531"/>
    <w:rPr>
      <w:rFonts w:ascii="Arial" w:eastAsia="Arial" w:hAnsi="Arial" w:cs="Arial"/>
      <w:color w:val="auto"/>
      <w:sz w:val="16"/>
    </w:rPr>
  </w:style>
  <w:style w:type="character" w:customStyle="1" w:styleId="EmailStyle3541">
    <w:name w:val="EmailStyle354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51">
    <w:name w:val="EmailStyle3551"/>
    <w:rPr>
      <w:rFonts w:ascii="Arial" w:eastAsia="Arial" w:hAnsi="Arial" w:cs="Arial"/>
      <w:color w:val="auto"/>
      <w:sz w:val="16"/>
    </w:rPr>
  </w:style>
  <w:style w:type="character" w:customStyle="1" w:styleId="EmailStyle3561">
    <w:name w:val="EmailStyle3561"/>
    <w:rPr>
      <w:rFonts w:ascii="Century Gothic" w:eastAsia="Century Gothic" w:hAnsi="Century Gothic" w:cs="Century Gothic"/>
      <w:color w:val="auto"/>
      <w:sz w:val="20"/>
    </w:rPr>
  </w:style>
  <w:style w:type="character" w:customStyle="1" w:styleId="EmailStyle3571">
    <w:name w:val="EmailStyle3571"/>
    <w:rPr>
      <w:rFonts w:ascii="Arial" w:eastAsia="Arial" w:hAnsi="Arial" w:cs="Arial"/>
      <w:color w:val="auto"/>
      <w:sz w:val="16"/>
    </w:rPr>
  </w:style>
  <w:style w:type="character" w:customStyle="1" w:styleId="EmailStyle781">
    <w:name w:val="EmailStyle78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10">
    <w:name w:val="EmailStyle110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71">
    <w:name w:val="EmailStyle12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29">
    <w:name w:val="EmailStyle12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11">
    <w:name w:val="EmailStyle13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3">
    <w:name w:val="EmailStyle13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51">
    <w:name w:val="EmailStyle13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7">
    <w:name w:val="EmailStyle13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391">
    <w:name w:val="EmailStyle13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1">
    <w:name w:val="EmailStyle14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31">
    <w:name w:val="EmailStyle14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5">
    <w:name w:val="EmailStyle14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71">
    <w:name w:val="EmailStyle147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49">
    <w:name w:val="EmailStyle149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11">
    <w:name w:val="EmailStyle151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3">
    <w:name w:val="EmailStyle153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51">
    <w:name w:val="EmailStyle155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7">
    <w:name w:val="EmailStyle157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591">
    <w:name w:val="EmailStyle159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1">
    <w:name w:val="EmailStyle16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31">
    <w:name w:val="EmailStyle1631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basedOn w:val="Policepardfaut"/>
    <w:rPr>
      <w:rFonts w:ascii="Arial" w:eastAsia="Arial" w:hAnsi="Arial" w:cs="Arial"/>
      <w:color w:val="auto"/>
      <w:sz w:val="16"/>
      <w:szCs w:val="16"/>
    </w:rPr>
  </w:style>
  <w:style w:type="character" w:customStyle="1" w:styleId="EmailStyle165">
    <w:name w:val="EmailStyle165"/>
    <w:basedOn w:val="Policepardfaut"/>
    <w:rPr>
      <w:rFonts w:ascii="Century Gothic" w:eastAsia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basedOn w:val="Policepardfaut"/>
    <w:rPr>
      <w:rFonts w:ascii="Arial" w:eastAsia="Arial" w:hAnsi="Arial" w:cs="Arial"/>
      <w:color w:val="auto"/>
      <w:sz w:val="16"/>
      <w:szCs w:val="16"/>
    </w:rPr>
  </w:style>
  <w:style w:type="character" w:styleId="Lienhypertextesuivivisit">
    <w:name w:val="FollowedHyperlink"/>
    <w:rPr>
      <w:color w:val="954F72"/>
      <w:u w:val="single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IndexLink">
    <w:name w:val="Index Link"/>
  </w:style>
  <w:style w:type="numbering" w:customStyle="1" w:styleId="LFO1">
    <w:name w:val="LFO1"/>
    <w:basedOn w:val="Aucuneliste"/>
    <w:pPr>
      <w:numPr>
        <w:numId w:val="2"/>
      </w:numPr>
    </w:pPr>
  </w:style>
  <w:style w:type="numbering" w:customStyle="1" w:styleId="LFO5">
    <w:name w:val="LFO5"/>
    <w:basedOn w:val="Aucuneliste"/>
    <w:pPr>
      <w:numPr>
        <w:numId w:val="3"/>
      </w:numPr>
    </w:pPr>
  </w:style>
  <w:style w:type="numbering" w:customStyle="1" w:styleId="LFO6">
    <w:name w:val="LFO6"/>
    <w:basedOn w:val="Aucuneliste"/>
    <w:pPr>
      <w:numPr>
        <w:numId w:val="4"/>
      </w:numPr>
    </w:pPr>
  </w:style>
  <w:style w:type="numbering" w:customStyle="1" w:styleId="LFO21">
    <w:name w:val="LFO21"/>
    <w:basedOn w:val="Aucuneliste"/>
    <w:pPr>
      <w:numPr>
        <w:numId w:val="5"/>
      </w:numPr>
    </w:pPr>
  </w:style>
  <w:style w:type="numbering" w:customStyle="1" w:styleId="LFO22">
    <w:name w:val="LFO22"/>
    <w:basedOn w:val="Aucuneliste"/>
    <w:pPr>
      <w:numPr>
        <w:numId w:val="6"/>
      </w:numPr>
    </w:pPr>
  </w:style>
  <w:style w:type="numbering" w:customStyle="1" w:styleId="LFO23">
    <w:name w:val="LFO23"/>
    <w:basedOn w:val="Aucuneliste"/>
    <w:pPr>
      <w:numPr>
        <w:numId w:val="7"/>
      </w:numPr>
    </w:pPr>
  </w:style>
  <w:style w:type="numbering" w:customStyle="1" w:styleId="LFO24">
    <w:name w:val="LFO24"/>
    <w:basedOn w:val="Aucu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#__RefHeading___Toc13451_3699722834" TargetMode="External"/><Relationship Id="rId18" Type="http://schemas.openxmlformats.org/officeDocument/2006/relationships/hyperlink" Target="#__RefHeading___Toc13461_3699722834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#__RefHeading___Toc13449_3699722834" TargetMode="External"/><Relationship Id="rId17" Type="http://schemas.openxmlformats.org/officeDocument/2006/relationships/hyperlink" Target="#__RefHeading___Toc13459_3699722834" TargetMode="External"/><Relationship Id="rId2" Type="http://schemas.openxmlformats.org/officeDocument/2006/relationships/styles" Target="styles.xml"/><Relationship Id="rId16" Type="http://schemas.openxmlformats.org/officeDocument/2006/relationships/hyperlink" Target="#__RefHeading___Toc13457_3699722834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13447_3699722834" TargetMode="External"/><Relationship Id="rId5" Type="http://schemas.openxmlformats.org/officeDocument/2006/relationships/footnotes" Target="footnotes.xml"/><Relationship Id="rId15" Type="http://schemas.openxmlformats.org/officeDocument/2006/relationships/hyperlink" Target="#__RefHeading___Toc13455_3699722834" TargetMode="External"/><Relationship Id="rId23" Type="http://schemas.openxmlformats.org/officeDocument/2006/relationships/theme" Target="theme/theme1.xml"/><Relationship Id="rId10" Type="http://schemas.openxmlformats.org/officeDocument/2006/relationships/hyperlink" Target="#__RefHeading___Toc13445_3699722834" TargetMode="External"/><Relationship Id="rId19" Type="http://schemas.openxmlformats.org/officeDocument/2006/relationships/hyperlink" Target="#__RefHeading___Toc13463_36997228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#__RefHeading___Toc13443_3699722834" TargetMode="External"/><Relationship Id="rId14" Type="http://schemas.openxmlformats.org/officeDocument/2006/relationships/hyperlink" Target="#__RefHeading___Toc13453_3699722834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prev18058575694816074350.odt/l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</Template>
  <TotalTime>2</TotalTime>
  <Pages>8</Pages>
  <Words>1331</Words>
  <Characters>7322</Characters>
  <Application>Microsoft Office Word</Application>
  <DocSecurity>0</DocSecurity>
  <Lines>61</Lines>
  <Paragraphs>17</Paragraphs>
  <ScaleCrop>false</ScaleCrop>
  <Company>ADEME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MURRAY Valérie</cp:lastModifiedBy>
  <cp:revision>2</cp:revision>
  <dcterms:created xsi:type="dcterms:W3CDTF">2022-08-22T08:23:00Z</dcterms:created>
  <dcterms:modified xsi:type="dcterms:W3CDTF">2026-02-12T09:22:00Z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C:\Users\Raphael\AppData\Local\Temp</vt:lpwstr>
  </property>
  <property fmtid="{D5CDD505-2E9C-101B-9397-08002B2CF9AE}" pid="4" name="DernierElement">
    <vt:lpwstr/>
  </property>
  <property fmtid="{D5CDD505-2E9C-101B-9397-08002B2CF9AE}" pid="5" name="ElementContenant">
    <vt:lpwstr>AE_ADEME</vt:lpwstr>
  </property>
  <property fmtid="{D5CDD505-2E9C-101B-9397-08002B2CF9AE}" pid="6" name="ElementPrecedent">
    <vt:lpwstr/>
  </property>
  <property fmtid="{D5CDD505-2E9C-101B-9397-08002B2CF9AE}" pid="7" name="IdentifiantEdition">
    <vt:lpwstr>AE_ADEME</vt:lpwstr>
  </property>
  <property fmtid="{D5CDD505-2E9C-101B-9397-08002B2CF9AE}" pid="8" name="NomSegment">
    <vt:lpwstr>AE_ADEME</vt:lpwstr>
  </property>
  <property fmtid="{D5CDD505-2E9C-101B-9397-08002B2CF9AE}" pid="9" name="NouveauElement">
    <vt:lpwstr>AE_COM</vt:lpwstr>
  </property>
  <property fmtid="{D5CDD505-2E9C-101B-9397-08002B2CF9AE}" pid="10" name="ResultatCommande">
    <vt:lpwstr>Ok</vt:lpwstr>
  </property>
  <property fmtid="{D5CDD505-2E9C-101B-9397-08002B2CF9AE}" pid="11" name="MSIP_Label_98ce3bfb-fff1-481a-835b-0a342757958d_Enabled">
    <vt:lpwstr>true</vt:lpwstr>
  </property>
  <property fmtid="{D5CDD505-2E9C-101B-9397-08002B2CF9AE}" pid="12" name="MSIP_Label_98ce3bfb-fff1-481a-835b-0a342757958d_SetDate">
    <vt:lpwstr>2026-02-12T09:20:26Z</vt:lpwstr>
  </property>
  <property fmtid="{D5CDD505-2E9C-101B-9397-08002B2CF9AE}" pid="13" name="MSIP_Label_98ce3bfb-fff1-481a-835b-0a342757958d_Method">
    <vt:lpwstr>Standard</vt:lpwstr>
  </property>
  <property fmtid="{D5CDD505-2E9C-101B-9397-08002B2CF9AE}" pid="14" name="MSIP_Label_98ce3bfb-fff1-481a-835b-0a342757958d_Name">
    <vt:lpwstr>C0 - Public</vt:lpwstr>
  </property>
  <property fmtid="{D5CDD505-2E9C-101B-9397-08002B2CF9AE}" pid="15" name="MSIP_Label_98ce3bfb-fff1-481a-835b-0a342757958d_SiteId">
    <vt:lpwstr>cb6c2492-4a85-4b15-85a1-ed94d47e5849</vt:lpwstr>
  </property>
  <property fmtid="{D5CDD505-2E9C-101B-9397-08002B2CF9AE}" pid="16" name="MSIP_Label_98ce3bfb-fff1-481a-835b-0a342757958d_ActionId">
    <vt:lpwstr>11dab47a-99ee-4bd4-81a7-a6d37a9aeaee</vt:lpwstr>
  </property>
  <property fmtid="{D5CDD505-2E9C-101B-9397-08002B2CF9AE}" pid="17" name="MSIP_Label_98ce3bfb-fff1-481a-835b-0a342757958d_ContentBits">
    <vt:lpwstr>0</vt:lpwstr>
  </property>
  <property fmtid="{D5CDD505-2E9C-101B-9397-08002B2CF9AE}" pid="18" name="MSIP_Label_98ce3bfb-fff1-481a-835b-0a342757958d_Tag">
    <vt:lpwstr>10, 3, 0, 1</vt:lpwstr>
  </property>
</Properties>
</file>