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B77D34" w14:textId="031448AD" w:rsidR="00C8084B" w:rsidRDefault="003C5A98" w:rsidP="00C8084B">
      <w:pPr>
        <w:ind w:right="-369"/>
        <w:jc w:val="center"/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D0CF315" wp14:editId="22C37376">
            <wp:simplePos x="0" y="0"/>
            <wp:positionH relativeFrom="column">
              <wp:posOffset>2433802</wp:posOffset>
            </wp:positionH>
            <wp:positionV relativeFrom="paragraph">
              <wp:posOffset>-8143</wp:posOffset>
            </wp:positionV>
            <wp:extent cx="1615440" cy="615950"/>
            <wp:effectExtent l="0" t="0" r="3810" b="0"/>
            <wp:wrapNone/>
            <wp:docPr id="32393545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440" cy="615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B76AEB0" w14:textId="77777777" w:rsidR="0029501B" w:rsidRDefault="0029501B" w:rsidP="00C8084B">
      <w:pPr>
        <w:ind w:right="-369"/>
        <w:jc w:val="center"/>
        <w:rPr>
          <w:rFonts w:ascii="Marianne" w:hAnsi="Marianne" w:cs="Arial"/>
          <w:sz w:val="22"/>
          <w:szCs w:val="22"/>
        </w:rPr>
      </w:pPr>
    </w:p>
    <w:p w14:paraId="60BAA7B7" w14:textId="77777777" w:rsidR="003C5A98" w:rsidRDefault="003C5A98" w:rsidP="00C8084B">
      <w:pPr>
        <w:ind w:right="-369"/>
        <w:jc w:val="center"/>
        <w:rPr>
          <w:rFonts w:ascii="Marianne" w:hAnsi="Marianne" w:cs="Arial"/>
          <w:sz w:val="22"/>
          <w:szCs w:val="22"/>
        </w:rPr>
      </w:pPr>
    </w:p>
    <w:p w14:paraId="4185F971" w14:textId="77777777" w:rsidR="003C5A98" w:rsidRDefault="003C5A98" w:rsidP="00C8084B">
      <w:pPr>
        <w:ind w:right="-369"/>
        <w:jc w:val="center"/>
        <w:rPr>
          <w:rFonts w:ascii="Marianne" w:hAnsi="Marianne" w:cs="Arial"/>
          <w:sz w:val="22"/>
          <w:szCs w:val="22"/>
        </w:rPr>
      </w:pPr>
    </w:p>
    <w:p w14:paraId="041D7557" w14:textId="77777777" w:rsidR="003C5A98" w:rsidRDefault="003C5A98" w:rsidP="00C8084B">
      <w:pPr>
        <w:ind w:right="-369"/>
        <w:jc w:val="center"/>
        <w:rPr>
          <w:rFonts w:ascii="Marianne" w:hAnsi="Marianne" w:cs="Arial"/>
          <w:sz w:val="22"/>
          <w:szCs w:val="22"/>
        </w:rPr>
      </w:pPr>
    </w:p>
    <w:p w14:paraId="0872BA67" w14:textId="77777777" w:rsidR="003C5A98" w:rsidRDefault="003C5A98" w:rsidP="00C8084B">
      <w:pPr>
        <w:ind w:right="-369"/>
        <w:jc w:val="center"/>
        <w:rPr>
          <w:rFonts w:ascii="Marianne" w:hAnsi="Marianne" w:cs="Arial"/>
          <w:sz w:val="22"/>
          <w:szCs w:val="22"/>
        </w:rPr>
      </w:pPr>
    </w:p>
    <w:p w14:paraId="34AD5CB3" w14:textId="77777777" w:rsidR="003C5A98" w:rsidRPr="005A5087" w:rsidRDefault="003C5A98" w:rsidP="00C8084B">
      <w:pPr>
        <w:ind w:right="-369"/>
        <w:jc w:val="center"/>
        <w:rPr>
          <w:rFonts w:ascii="Marianne" w:hAnsi="Marianne" w:cs="Arial"/>
          <w:sz w:val="22"/>
          <w:szCs w:val="22"/>
        </w:rPr>
      </w:pPr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4"/>
      </w:tblGrid>
      <w:tr w:rsidR="00542F4C" w:rsidRPr="005A5087" w14:paraId="6B60CE15" w14:textId="77777777" w:rsidTr="005A5087">
        <w:trPr>
          <w:trHeight w:val="627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8CF0E" w14:textId="77777777" w:rsidR="005A5087" w:rsidRPr="005A5087" w:rsidRDefault="005A5087" w:rsidP="005A5087">
            <w:pPr>
              <w:pBdr>
                <w:bottom w:val="single" w:sz="6" w:space="1" w:color="auto"/>
              </w:pBdr>
              <w:ind w:left="2388" w:hanging="2388"/>
              <w:jc w:val="center"/>
              <w:rPr>
                <w:rFonts w:ascii="Marianne" w:hAnsi="Marianne" w:cs="Arial"/>
                <w:b/>
                <w:sz w:val="28"/>
                <w:szCs w:val="28"/>
              </w:rPr>
            </w:pPr>
            <w:r w:rsidRPr="005A5087">
              <w:rPr>
                <w:rFonts w:ascii="Marianne" w:hAnsi="Marianne" w:cs="Arial"/>
                <w:b/>
                <w:sz w:val="28"/>
                <w:szCs w:val="28"/>
              </w:rPr>
              <w:t>CADRE DE MEMOIRE TECHNIQUE</w:t>
            </w:r>
          </w:p>
          <w:p w14:paraId="6C68FCD4" w14:textId="77777777" w:rsidR="005A5087" w:rsidRDefault="005A5087" w:rsidP="005A5087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bookmarkStart w:id="0" w:name="_Toc136619365"/>
            <w:bookmarkStart w:id="1" w:name="_Toc137458860"/>
            <w:bookmarkStart w:id="2" w:name="_Toc137538603"/>
            <w:bookmarkStart w:id="3" w:name="_Toc137542073"/>
            <w:bookmarkStart w:id="4" w:name="_Toc137542147"/>
            <w:bookmarkStart w:id="5" w:name="_Toc137542221"/>
            <w:bookmarkStart w:id="6" w:name="_Toc138431403"/>
            <w:bookmarkStart w:id="7" w:name="_Toc138431503"/>
            <w:bookmarkStart w:id="8" w:name="_Toc139639805"/>
            <w:bookmarkStart w:id="9" w:name="_Toc140058500"/>
          </w:p>
          <w:p w14:paraId="3F3B376C" w14:textId="20F4DA57" w:rsidR="005A5087" w:rsidRPr="00072F0B" w:rsidRDefault="005A5087" w:rsidP="005A5087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072F0B">
              <w:rPr>
                <w:rFonts w:ascii="Marianne" w:hAnsi="Marianne" w:cs="Arial"/>
                <w:b/>
                <w:bCs/>
                <w:sz w:val="20"/>
                <w:szCs w:val="20"/>
              </w:rPr>
              <w:t>APPEL D’OFFRES OUVERT EUROPEEN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</w:p>
          <w:p w14:paraId="5DC9FBE8" w14:textId="77777777" w:rsidR="005A5087" w:rsidRPr="00072F0B" w:rsidRDefault="005A5087" w:rsidP="005A5087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sz w:val="20"/>
                <w:szCs w:val="20"/>
              </w:rPr>
            </w:pPr>
          </w:p>
          <w:p w14:paraId="51E60D57" w14:textId="77777777" w:rsidR="005A5087" w:rsidRDefault="005A5087" w:rsidP="005A5087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sz w:val="14"/>
                <w:szCs w:val="14"/>
              </w:rPr>
            </w:pPr>
            <w:r w:rsidRPr="00072F0B">
              <w:rPr>
                <w:rFonts w:ascii="Marianne" w:hAnsi="Marianne" w:cs="Arial"/>
                <w:sz w:val="14"/>
                <w:szCs w:val="14"/>
              </w:rPr>
              <w:t>(</w:t>
            </w:r>
            <w:proofErr w:type="gramStart"/>
            <w:r w:rsidRPr="00072F0B">
              <w:rPr>
                <w:rFonts w:ascii="Marianne" w:hAnsi="Marianne" w:cs="Arial"/>
                <w:sz w:val="14"/>
                <w:szCs w:val="14"/>
              </w:rPr>
              <w:t>passé</w:t>
            </w:r>
            <w:proofErr w:type="gramEnd"/>
            <w:r w:rsidRPr="00072F0B">
              <w:rPr>
                <w:rFonts w:ascii="Marianne" w:hAnsi="Marianne" w:cs="Arial"/>
                <w:sz w:val="14"/>
                <w:szCs w:val="14"/>
              </w:rPr>
              <w:t xml:space="preserve"> en application des articles L.2113-10 et R.2113-1, L.2124-2 et R.2124-2, R.2161-2 à R.2161-5 du Code de la commande publique)</w:t>
            </w:r>
          </w:p>
          <w:p w14:paraId="23DAEE4E" w14:textId="77777777" w:rsidR="005A5087" w:rsidRDefault="005A5087" w:rsidP="005A5087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sz w:val="14"/>
                <w:szCs w:val="14"/>
              </w:rPr>
            </w:pPr>
          </w:p>
          <w:p w14:paraId="551A41F2" w14:textId="019A9F39" w:rsidR="005A5087" w:rsidRPr="005A5087" w:rsidRDefault="005A5087" w:rsidP="005A5087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sz w:val="14"/>
                <w:szCs w:val="14"/>
              </w:rPr>
            </w:pPr>
          </w:p>
        </w:tc>
      </w:tr>
      <w:tr w:rsidR="00542F4C" w:rsidRPr="005A5087" w14:paraId="4C9D6333" w14:textId="77777777" w:rsidTr="00873E36">
        <w:trPr>
          <w:trHeight w:val="70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081D0" w14:textId="77777777" w:rsidR="003C5A98" w:rsidRPr="003C5A98" w:rsidRDefault="003C5A98" w:rsidP="003C5A98">
            <w:pPr>
              <w:widowControl w:val="0"/>
              <w:spacing w:before="120" w:after="120"/>
              <w:jc w:val="center"/>
              <w:rPr>
                <w:rFonts w:ascii="Marianne" w:hAnsi="Marianne" w:cs="Arial"/>
                <w:b/>
                <w:spacing w:val="60"/>
                <w:sz w:val="22"/>
                <w:szCs w:val="22"/>
              </w:rPr>
            </w:pPr>
            <w:r w:rsidRPr="003C5A98">
              <w:rPr>
                <w:rFonts w:ascii="Marianne" w:hAnsi="Marianne" w:cs="Arial"/>
                <w:b/>
                <w:spacing w:val="60"/>
                <w:sz w:val="22"/>
                <w:szCs w:val="22"/>
              </w:rPr>
              <w:t xml:space="preserve">ACCORD-CADRE PLURIANNUEL A EXECUTION MIXTE POUR LA CREATION ET </w:t>
            </w:r>
            <w:r w:rsidRPr="003C5A98">
              <w:rPr>
                <w:rFonts w:ascii="Marianne" w:hAnsi="Marianne" w:cs="Arial"/>
                <w:b/>
                <w:bCs/>
                <w:spacing w:val="60"/>
                <w:sz w:val="22"/>
                <w:szCs w:val="22"/>
              </w:rPr>
              <w:t>L’ENTRETIEN DE DESSERTES FORESTIERES</w:t>
            </w:r>
          </w:p>
          <w:p w14:paraId="7BCEEE6A" w14:textId="71610551" w:rsidR="005A5087" w:rsidRPr="005A5087" w:rsidRDefault="003C5A98" w:rsidP="003C5A98">
            <w:pPr>
              <w:pBdr>
                <w:bottom w:val="single" w:sz="6" w:space="1" w:color="auto"/>
              </w:pBdr>
              <w:ind w:left="2388" w:hanging="2388"/>
              <w:jc w:val="center"/>
              <w:rPr>
                <w:rFonts w:ascii="Marianne" w:hAnsi="Marianne" w:cs="Arial"/>
                <w:b/>
                <w:spacing w:val="60"/>
                <w:sz w:val="22"/>
                <w:szCs w:val="22"/>
              </w:rPr>
            </w:pPr>
            <w:r w:rsidRPr="003C5A98">
              <w:rPr>
                <w:rFonts w:ascii="Marianne" w:hAnsi="Marianne" w:cs="Arial"/>
                <w:b/>
                <w:spacing w:val="60"/>
                <w:sz w:val="22"/>
                <w:szCs w:val="22"/>
              </w:rPr>
              <w:t>N°2026-7100-01</w:t>
            </w:r>
          </w:p>
        </w:tc>
      </w:tr>
    </w:tbl>
    <w:p w14:paraId="4CF37DC2" w14:textId="77777777" w:rsidR="00542F4C" w:rsidRPr="005A5087" w:rsidRDefault="00542F4C" w:rsidP="00542F4C">
      <w:pPr>
        <w:widowControl w:val="0"/>
        <w:jc w:val="center"/>
        <w:rPr>
          <w:rFonts w:ascii="Marianne" w:hAnsi="Marianne" w:cs="Arial"/>
          <w:sz w:val="22"/>
          <w:szCs w:val="22"/>
        </w:rPr>
      </w:pPr>
    </w:p>
    <w:p w14:paraId="3F770757" w14:textId="77777777" w:rsidR="00542F4C" w:rsidRPr="005A5087" w:rsidRDefault="00542F4C" w:rsidP="00542F4C">
      <w:pPr>
        <w:pBdr>
          <w:bottom w:val="single" w:sz="6" w:space="1" w:color="auto"/>
        </w:pBdr>
        <w:ind w:left="2388" w:hanging="2388"/>
        <w:jc w:val="center"/>
        <w:rPr>
          <w:rFonts w:ascii="Marianne" w:hAnsi="Marianne" w:cs="Arial"/>
          <w:b/>
        </w:rPr>
      </w:pPr>
    </w:p>
    <w:p w14:paraId="7637596F" w14:textId="610C96F1" w:rsidR="00542F4C" w:rsidRDefault="00542F4C" w:rsidP="00876687">
      <w:pPr>
        <w:pBdr>
          <w:bottom w:val="single" w:sz="6" w:space="1" w:color="auto"/>
        </w:pBdr>
        <w:ind w:left="2388" w:hanging="2388"/>
        <w:rPr>
          <w:rFonts w:ascii="Marianne" w:hAnsi="Marianne" w:cs="Arial"/>
          <w:b/>
          <w:sz w:val="20"/>
          <w:szCs w:val="20"/>
        </w:rPr>
      </w:pPr>
    </w:p>
    <w:p w14:paraId="5E5962F7" w14:textId="77777777" w:rsidR="006121CB" w:rsidRPr="005A5087" w:rsidRDefault="006121CB" w:rsidP="00876687">
      <w:pPr>
        <w:pBdr>
          <w:bottom w:val="single" w:sz="6" w:space="1" w:color="auto"/>
        </w:pBdr>
        <w:ind w:left="2388" w:hanging="2388"/>
        <w:rPr>
          <w:rFonts w:ascii="Marianne" w:hAnsi="Marianne" w:cs="Arial"/>
          <w:b/>
          <w:sz w:val="20"/>
          <w:szCs w:val="20"/>
        </w:rPr>
      </w:pPr>
    </w:p>
    <w:p w14:paraId="2731F7E3" w14:textId="0A82C139" w:rsidR="002E69ED" w:rsidRPr="005A5087" w:rsidRDefault="005A5087" w:rsidP="00876687">
      <w:pPr>
        <w:pBdr>
          <w:bottom w:val="single" w:sz="6" w:space="1" w:color="auto"/>
        </w:pBdr>
        <w:ind w:left="2388" w:hanging="2388"/>
        <w:rPr>
          <w:rFonts w:ascii="Marianne" w:hAnsi="Marianne" w:cs="Arial"/>
          <w:b/>
          <w:sz w:val="20"/>
          <w:szCs w:val="20"/>
        </w:rPr>
      </w:pPr>
      <w:r w:rsidRPr="005A5087">
        <w:rPr>
          <w:rFonts w:ascii="Marianne" w:hAnsi="Marianne" w:cs="Arial"/>
          <w:b/>
          <w:sz w:val="20"/>
          <w:szCs w:val="20"/>
        </w:rPr>
        <w:t>Objet de la consultation</w:t>
      </w:r>
    </w:p>
    <w:p w14:paraId="2BF4A923" w14:textId="77777777" w:rsidR="005A5087" w:rsidRDefault="005A5087" w:rsidP="005A5087">
      <w:pPr>
        <w:rPr>
          <w:rFonts w:ascii="Marianne" w:hAnsi="Marianne" w:cs="Arial"/>
          <w:color w:val="000000"/>
          <w:sz w:val="20"/>
          <w:szCs w:val="22"/>
        </w:rPr>
      </w:pPr>
      <w:bookmarkStart w:id="10" w:name="_Toc81880367"/>
    </w:p>
    <w:p w14:paraId="36F5DD71" w14:textId="60E0D267" w:rsidR="005A5087" w:rsidRDefault="005A5087" w:rsidP="005A5087">
      <w:pPr>
        <w:rPr>
          <w:rFonts w:ascii="Marianne" w:hAnsi="Marianne" w:cs="Arial"/>
          <w:color w:val="000000"/>
          <w:sz w:val="20"/>
          <w:szCs w:val="22"/>
        </w:rPr>
      </w:pPr>
      <w:r w:rsidRPr="00AD53DD">
        <w:rPr>
          <w:rFonts w:ascii="Marianne" w:hAnsi="Marianne" w:cs="Arial"/>
          <w:color w:val="000000"/>
          <w:sz w:val="20"/>
          <w:szCs w:val="22"/>
        </w:rPr>
        <w:t>Le présent accord cadre pluriannuel a pour objet :</w:t>
      </w:r>
    </w:p>
    <w:p w14:paraId="113D1770" w14:textId="77777777" w:rsidR="005A5087" w:rsidRPr="00AD53DD" w:rsidRDefault="005A5087" w:rsidP="005A5087">
      <w:pPr>
        <w:rPr>
          <w:rFonts w:ascii="Marianne" w:hAnsi="Marianne" w:cs="Arial"/>
          <w:color w:val="000000"/>
          <w:sz w:val="10"/>
          <w:szCs w:val="12"/>
        </w:rPr>
      </w:pPr>
    </w:p>
    <w:p w14:paraId="6FB8DFED" w14:textId="77777777" w:rsidR="005A5087" w:rsidRDefault="005A5087" w:rsidP="005A5087">
      <w:pPr>
        <w:ind w:left="993" w:hanging="142"/>
        <w:rPr>
          <w:rFonts w:ascii="Marianne" w:hAnsi="Marianne" w:cs="Arial"/>
          <w:color w:val="000000"/>
          <w:sz w:val="20"/>
          <w:szCs w:val="22"/>
        </w:rPr>
      </w:pPr>
      <w:r w:rsidRPr="00AD53DD">
        <w:rPr>
          <w:rFonts w:ascii="Marianne" w:hAnsi="Marianne" w:cs="Arial"/>
          <w:color w:val="000000"/>
          <w:sz w:val="20"/>
          <w:szCs w:val="22"/>
        </w:rPr>
        <w:t>- la création de routes, de pistes et ouvrages d’art et à la réfection généralisée de routes et de ponts dans le Domaine Forestier Permanent ;</w:t>
      </w:r>
    </w:p>
    <w:p w14:paraId="227388CD" w14:textId="77777777" w:rsidR="005A5087" w:rsidRPr="00AD53DD" w:rsidRDefault="005A5087" w:rsidP="005A5087">
      <w:pPr>
        <w:ind w:left="993" w:hanging="142"/>
        <w:rPr>
          <w:rFonts w:ascii="Marianne" w:hAnsi="Marianne" w:cs="Arial"/>
          <w:color w:val="000000"/>
          <w:sz w:val="10"/>
          <w:szCs w:val="12"/>
        </w:rPr>
      </w:pPr>
    </w:p>
    <w:p w14:paraId="4553E422" w14:textId="77777777" w:rsidR="005A5087" w:rsidRPr="00AD53DD" w:rsidRDefault="005A5087" w:rsidP="005A5087">
      <w:pPr>
        <w:ind w:left="993" w:hanging="142"/>
        <w:rPr>
          <w:rFonts w:ascii="Marianne" w:hAnsi="Marianne" w:cs="Arial"/>
          <w:sz w:val="20"/>
          <w:szCs w:val="20"/>
        </w:rPr>
      </w:pPr>
      <w:r w:rsidRPr="00AD53DD">
        <w:rPr>
          <w:rFonts w:ascii="Marianne" w:hAnsi="Marianne" w:cs="Arial"/>
          <w:color w:val="000000"/>
          <w:sz w:val="20"/>
          <w:szCs w:val="22"/>
        </w:rPr>
        <w:t xml:space="preserve">- l'exécution de services relatifs </w:t>
      </w:r>
      <w:r w:rsidRPr="00500EC3">
        <w:rPr>
          <w:rFonts w:ascii="Marianne" w:hAnsi="Marianne" w:cs="Arial"/>
          <w:color w:val="000000"/>
          <w:sz w:val="20"/>
          <w:szCs w:val="22"/>
        </w:rPr>
        <w:t>à</w:t>
      </w:r>
      <w:r>
        <w:rPr>
          <w:rFonts w:ascii="Marianne" w:hAnsi="Marianne" w:cs="Arial"/>
          <w:color w:val="000000"/>
          <w:sz w:val="20"/>
          <w:szCs w:val="22"/>
        </w:rPr>
        <w:t xml:space="preserve"> l’</w:t>
      </w:r>
      <w:r w:rsidRPr="00AD53DD">
        <w:rPr>
          <w:rFonts w:ascii="Marianne" w:hAnsi="Marianne" w:cs="Arial"/>
          <w:color w:val="000000"/>
          <w:sz w:val="20"/>
          <w:szCs w:val="22"/>
        </w:rPr>
        <w:t>entretien des infrastructures routières</w:t>
      </w:r>
      <w:r w:rsidRPr="00AD53DD">
        <w:rPr>
          <w:rFonts w:ascii="Marianne" w:hAnsi="Marianne" w:cs="Arial"/>
          <w:sz w:val="20"/>
          <w:szCs w:val="20"/>
        </w:rPr>
        <w:t>.</w:t>
      </w:r>
    </w:p>
    <w:p w14:paraId="302CA8E8" w14:textId="0D40BD96" w:rsidR="00542F4C" w:rsidRDefault="00542F4C" w:rsidP="00542F4C">
      <w:pPr>
        <w:rPr>
          <w:rFonts w:ascii="Marianne" w:hAnsi="Marianne" w:cs="Arial"/>
          <w:sz w:val="20"/>
          <w:szCs w:val="20"/>
        </w:rPr>
      </w:pPr>
    </w:p>
    <w:p w14:paraId="07B5D433" w14:textId="77777777" w:rsidR="005A5087" w:rsidRPr="005A5087" w:rsidRDefault="005A5087" w:rsidP="00542F4C">
      <w:pPr>
        <w:rPr>
          <w:rFonts w:ascii="Marianne" w:hAnsi="Marianne" w:cs="Arial"/>
          <w:sz w:val="20"/>
          <w:szCs w:val="20"/>
        </w:rPr>
      </w:pPr>
    </w:p>
    <w:bookmarkEnd w:id="10"/>
    <w:p w14:paraId="5FBDB8A2" w14:textId="77777777" w:rsidR="002E69ED" w:rsidRPr="005A5087" w:rsidRDefault="002E69ED" w:rsidP="002E69ED">
      <w:pPr>
        <w:rPr>
          <w:rFonts w:ascii="Marianne" w:hAnsi="Marianne" w:cs="Arial"/>
          <w:sz w:val="20"/>
          <w:szCs w:val="20"/>
        </w:rPr>
      </w:pPr>
    </w:p>
    <w:p w14:paraId="7EB8B567" w14:textId="72B286AB" w:rsidR="002E69ED" w:rsidRPr="005A5087" w:rsidRDefault="002E69ED" w:rsidP="00876687">
      <w:pPr>
        <w:pBdr>
          <w:bottom w:val="single" w:sz="6" w:space="1" w:color="auto"/>
        </w:pBdr>
        <w:rPr>
          <w:rFonts w:ascii="Marianne" w:hAnsi="Marianne" w:cs="Arial"/>
          <w:b/>
          <w:sz w:val="20"/>
          <w:szCs w:val="20"/>
        </w:rPr>
      </w:pPr>
      <w:r w:rsidRPr="005A5087">
        <w:rPr>
          <w:rFonts w:ascii="Marianne" w:hAnsi="Marianne" w:cs="Arial"/>
          <w:b/>
          <w:sz w:val="20"/>
          <w:szCs w:val="20"/>
        </w:rPr>
        <w:t xml:space="preserve">Pouvoir adjudicateur </w:t>
      </w:r>
    </w:p>
    <w:p w14:paraId="41C65D29" w14:textId="77777777" w:rsidR="005A5087" w:rsidRPr="00AD53DD" w:rsidRDefault="005A5087" w:rsidP="005A5087">
      <w:pPr>
        <w:rPr>
          <w:rFonts w:ascii="Marianne" w:hAnsi="Marianne" w:cs="Arial"/>
          <w:sz w:val="20"/>
          <w:szCs w:val="20"/>
        </w:rPr>
      </w:pPr>
      <w:bookmarkStart w:id="11" w:name="_Hlk141945958"/>
      <w:r w:rsidRPr="00AD53DD">
        <w:rPr>
          <w:rFonts w:ascii="Marianne" w:hAnsi="Marianne" w:cs="Arial"/>
          <w:sz w:val="20"/>
          <w:szCs w:val="20"/>
        </w:rPr>
        <w:t>Le Pouvoir adjudicateur est l’Office national des forêts, établissement public à caractère industriel et commercial, immatriculé sous le numéro unique d’identification SIRET 662</w:t>
      </w:r>
      <w:r w:rsidRPr="00AD53DD">
        <w:rPr>
          <w:rFonts w:ascii="Calibri" w:hAnsi="Calibri" w:cs="Calibri"/>
          <w:sz w:val="20"/>
          <w:szCs w:val="20"/>
        </w:rPr>
        <w:t> </w:t>
      </w:r>
      <w:r w:rsidRPr="00AD53DD">
        <w:rPr>
          <w:rFonts w:ascii="Marianne" w:hAnsi="Marianne" w:cs="Arial"/>
          <w:sz w:val="20"/>
          <w:szCs w:val="20"/>
        </w:rPr>
        <w:t>043</w:t>
      </w:r>
      <w:r w:rsidRPr="00AD53DD">
        <w:rPr>
          <w:rFonts w:ascii="Calibri" w:hAnsi="Calibri" w:cs="Calibri"/>
          <w:sz w:val="20"/>
          <w:szCs w:val="20"/>
        </w:rPr>
        <w:t> </w:t>
      </w:r>
      <w:r w:rsidRPr="00AD53DD">
        <w:rPr>
          <w:rFonts w:ascii="Marianne" w:hAnsi="Marianne" w:cs="Arial"/>
          <w:sz w:val="20"/>
          <w:szCs w:val="20"/>
        </w:rPr>
        <w:t>116 PARIS RCS.</w:t>
      </w:r>
    </w:p>
    <w:p w14:paraId="71F0C82F" w14:textId="77777777" w:rsidR="005A5087" w:rsidRPr="00AD53DD" w:rsidRDefault="005A5087" w:rsidP="005A5087">
      <w:pPr>
        <w:rPr>
          <w:rFonts w:ascii="Marianne" w:hAnsi="Marianne" w:cs="Arial"/>
          <w:sz w:val="20"/>
          <w:szCs w:val="20"/>
        </w:rPr>
      </w:pPr>
    </w:p>
    <w:p w14:paraId="3D3C9F32" w14:textId="77777777" w:rsidR="005A5087" w:rsidRPr="00AD53DD" w:rsidRDefault="005A5087" w:rsidP="005A5087">
      <w:pPr>
        <w:rPr>
          <w:rFonts w:ascii="Marianne" w:hAnsi="Marianne" w:cs="Arial"/>
          <w:b/>
          <w:sz w:val="20"/>
          <w:szCs w:val="20"/>
        </w:rPr>
      </w:pPr>
      <w:r w:rsidRPr="00AD53DD">
        <w:rPr>
          <w:rFonts w:ascii="Marianne" w:hAnsi="Marianne" w:cs="Arial"/>
          <w:sz w:val="20"/>
          <w:szCs w:val="20"/>
        </w:rPr>
        <w:t>Direction Territoriale de Guyane – 541 Route de Montabo - CS 87002 – 97 300 Cayenne.</w:t>
      </w:r>
    </w:p>
    <w:p w14:paraId="59B41F33" w14:textId="77777777" w:rsidR="005A5087" w:rsidRPr="00AD53DD" w:rsidRDefault="005A5087" w:rsidP="005A5087">
      <w:pPr>
        <w:rPr>
          <w:rFonts w:ascii="Marianne" w:hAnsi="Marianne" w:cs="Arial"/>
          <w:sz w:val="20"/>
          <w:szCs w:val="20"/>
        </w:rPr>
      </w:pPr>
      <w:r w:rsidRPr="00AD53DD">
        <w:rPr>
          <w:rFonts w:ascii="Marianne" w:hAnsi="Marianne" w:cs="Arial"/>
          <w:sz w:val="20"/>
          <w:szCs w:val="20"/>
        </w:rPr>
        <w:t>Tél</w:t>
      </w:r>
      <w:r w:rsidRPr="00AD53DD">
        <w:rPr>
          <w:rFonts w:ascii="Calibri" w:hAnsi="Calibri" w:cs="Calibri"/>
          <w:sz w:val="20"/>
          <w:szCs w:val="20"/>
        </w:rPr>
        <w:t> </w:t>
      </w:r>
      <w:r w:rsidRPr="00AD53DD">
        <w:rPr>
          <w:rFonts w:ascii="Marianne" w:hAnsi="Marianne" w:cs="Arial"/>
          <w:sz w:val="20"/>
          <w:szCs w:val="20"/>
        </w:rPr>
        <w:t xml:space="preserve">: 05-94-25-53-70   </w:t>
      </w:r>
      <w:r w:rsidRPr="00AD53DD">
        <w:rPr>
          <w:rFonts w:ascii="Marianne" w:hAnsi="Marianne" w:cs="Arial"/>
          <w:sz w:val="20"/>
          <w:szCs w:val="20"/>
        </w:rPr>
        <w:sym w:font="Wingdings" w:char="F03A"/>
      </w:r>
      <w:r w:rsidRPr="00AD53DD">
        <w:rPr>
          <w:rFonts w:ascii="Marianne" w:hAnsi="Marianne" w:cs="Arial"/>
          <w:sz w:val="20"/>
          <w:szCs w:val="20"/>
        </w:rPr>
        <w:t xml:space="preserve"> </w:t>
      </w:r>
      <w:hyperlink r:id="rId9" w:history="1">
        <w:r w:rsidRPr="00AD53DD">
          <w:rPr>
            <w:rFonts w:ascii="Marianne" w:hAnsi="Marianne" w:cs="Arial"/>
            <w:color w:val="0000FF"/>
            <w:sz w:val="20"/>
            <w:szCs w:val="20"/>
            <w:u w:val="single"/>
          </w:rPr>
          <w:t>dt.guyane@onf.fr</w:t>
        </w:r>
      </w:hyperlink>
    </w:p>
    <w:bookmarkEnd w:id="11"/>
    <w:p w14:paraId="27E31FAF" w14:textId="77777777" w:rsidR="005A5087" w:rsidRDefault="005A5087" w:rsidP="00876687">
      <w:pPr>
        <w:rPr>
          <w:rFonts w:ascii="Marianne" w:hAnsi="Marianne"/>
        </w:rPr>
      </w:pPr>
    </w:p>
    <w:p w14:paraId="326FF4C7" w14:textId="524F160C" w:rsidR="006121CB" w:rsidRDefault="006121CB" w:rsidP="00876687">
      <w:pPr>
        <w:widowControl w:val="0"/>
        <w:rPr>
          <w:rFonts w:ascii="Marianne" w:hAnsi="Marianne" w:cs="Arial"/>
          <w:sz w:val="20"/>
          <w:szCs w:val="20"/>
        </w:rPr>
      </w:pPr>
    </w:p>
    <w:p w14:paraId="3F0DBE0D" w14:textId="77777777" w:rsidR="005A5087" w:rsidRPr="005A5087" w:rsidRDefault="005A5087" w:rsidP="00876687">
      <w:pPr>
        <w:widowControl w:val="0"/>
        <w:rPr>
          <w:rFonts w:ascii="Marianne" w:hAnsi="Marianne" w:cs="Arial"/>
          <w:sz w:val="20"/>
          <w:szCs w:val="20"/>
        </w:rPr>
      </w:pPr>
    </w:p>
    <w:p w14:paraId="68EB8DB1" w14:textId="4A99BE07" w:rsidR="006121CB" w:rsidRPr="005A5087" w:rsidRDefault="006121CB" w:rsidP="006121CB">
      <w:pPr>
        <w:pBdr>
          <w:bottom w:val="single" w:sz="6" w:space="1" w:color="auto"/>
        </w:pBdr>
        <w:rPr>
          <w:rFonts w:ascii="Marianne" w:hAnsi="Marianne" w:cs="Arial"/>
          <w:b/>
          <w:bCs/>
          <w:sz w:val="20"/>
          <w:szCs w:val="20"/>
        </w:rPr>
      </w:pPr>
      <w:bookmarkStart w:id="12" w:name="_Toc445384549"/>
      <w:bookmarkStart w:id="13" w:name="_Toc447203799"/>
      <w:r w:rsidRPr="005A5087">
        <w:rPr>
          <w:rFonts w:ascii="Marianne" w:hAnsi="Marianne" w:cs="Arial"/>
          <w:b/>
          <w:bCs/>
          <w:sz w:val="20"/>
          <w:szCs w:val="20"/>
        </w:rPr>
        <w:t>Service auprès duquel des renseignements d'ordre technique peuvent être obtenus</w:t>
      </w:r>
      <w:bookmarkEnd w:id="12"/>
      <w:bookmarkEnd w:id="13"/>
      <w:r w:rsidRPr="005A5087">
        <w:rPr>
          <w:rFonts w:ascii="Marianne" w:hAnsi="Marianne" w:cs="Arial"/>
          <w:b/>
          <w:bCs/>
          <w:sz w:val="20"/>
          <w:szCs w:val="20"/>
        </w:rPr>
        <w:t xml:space="preserve"> </w:t>
      </w:r>
    </w:p>
    <w:p w14:paraId="26B12AEA" w14:textId="33C4CE62" w:rsidR="006121CB" w:rsidRPr="005A5087" w:rsidRDefault="006121CB" w:rsidP="006121CB">
      <w:pPr>
        <w:rPr>
          <w:rFonts w:ascii="Marianne" w:hAnsi="Marianne"/>
          <w:sz w:val="20"/>
          <w:szCs w:val="20"/>
        </w:rPr>
      </w:pPr>
      <w:r w:rsidRPr="005A5087">
        <w:rPr>
          <w:rFonts w:ascii="Marianne" w:hAnsi="Marianne"/>
          <w:sz w:val="20"/>
          <w:szCs w:val="20"/>
        </w:rPr>
        <w:t>La personne habilitée à donner des renseignements d'ordre juridique, administratif et technique est :</w:t>
      </w:r>
    </w:p>
    <w:p w14:paraId="75C817B7" w14:textId="77777777" w:rsidR="006121CB" w:rsidRPr="005A5087" w:rsidRDefault="006121CB" w:rsidP="006121CB">
      <w:pPr>
        <w:ind w:left="360"/>
        <w:rPr>
          <w:rFonts w:ascii="Marianne" w:hAnsi="Marianne" w:cs="Arial"/>
          <w:spacing w:val="60"/>
          <w:sz w:val="16"/>
          <w:szCs w:val="16"/>
          <w:highlight w:val="cyan"/>
        </w:rPr>
      </w:pPr>
    </w:p>
    <w:p w14:paraId="5CE0BDD4" w14:textId="77777777" w:rsidR="00324151" w:rsidRPr="00324151" w:rsidRDefault="00324151" w:rsidP="00324151">
      <w:pPr>
        <w:rPr>
          <w:rFonts w:ascii="Marianne" w:hAnsi="Marianne"/>
          <w:sz w:val="20"/>
          <w:szCs w:val="16"/>
        </w:rPr>
      </w:pPr>
      <w:r w:rsidRPr="00324151">
        <w:rPr>
          <w:rFonts w:ascii="Marianne" w:hAnsi="Marianne"/>
          <w:sz w:val="20"/>
          <w:szCs w:val="16"/>
        </w:rPr>
        <w:t>Madame Aurélie CUVELIER, cheffe du service Bois et Gestion Durable</w:t>
      </w:r>
    </w:p>
    <w:p w14:paraId="34DF59C3" w14:textId="77777777" w:rsidR="00324151" w:rsidRPr="00324151" w:rsidRDefault="00324151" w:rsidP="00324151">
      <w:pPr>
        <w:rPr>
          <w:rFonts w:ascii="Marianne" w:hAnsi="Marianne"/>
          <w:sz w:val="20"/>
          <w:szCs w:val="16"/>
        </w:rPr>
      </w:pPr>
      <w:r w:rsidRPr="00324151">
        <w:rPr>
          <w:rFonts w:ascii="Marianne" w:hAnsi="Marianne"/>
          <w:sz w:val="20"/>
          <w:szCs w:val="16"/>
        </w:rPr>
        <w:t xml:space="preserve">541 Route de </w:t>
      </w:r>
      <w:proofErr w:type="spellStart"/>
      <w:r w:rsidRPr="00324151">
        <w:rPr>
          <w:rFonts w:ascii="Marianne" w:hAnsi="Marianne"/>
          <w:sz w:val="20"/>
          <w:szCs w:val="16"/>
        </w:rPr>
        <w:t>Montabo</w:t>
      </w:r>
      <w:proofErr w:type="spellEnd"/>
      <w:r w:rsidRPr="00324151">
        <w:rPr>
          <w:rFonts w:ascii="Marianne" w:hAnsi="Marianne"/>
          <w:sz w:val="20"/>
          <w:szCs w:val="16"/>
        </w:rPr>
        <w:t xml:space="preserve"> - CS 87002 – 97 300 Cayenne – </w:t>
      </w:r>
      <w:r w:rsidRPr="00324151">
        <w:rPr>
          <w:rFonts w:ascii="Marianne" w:hAnsi="Marianne"/>
          <w:sz w:val="20"/>
          <w:szCs w:val="16"/>
        </w:rPr>
        <w:sym w:font="Wingdings" w:char="F03A"/>
      </w:r>
      <w:r w:rsidRPr="00324151">
        <w:rPr>
          <w:rFonts w:ascii="Calibri" w:hAnsi="Calibri" w:cs="Calibri"/>
          <w:sz w:val="20"/>
          <w:szCs w:val="16"/>
        </w:rPr>
        <w:t> </w:t>
      </w:r>
      <w:r w:rsidRPr="00324151">
        <w:rPr>
          <w:rFonts w:ascii="Marianne" w:hAnsi="Marianne"/>
          <w:sz w:val="20"/>
          <w:szCs w:val="16"/>
        </w:rPr>
        <w:t xml:space="preserve"> </w:t>
      </w:r>
      <w:hyperlink r:id="rId10" w:history="1">
        <w:r w:rsidRPr="00324151">
          <w:rPr>
            <w:rStyle w:val="Lienhypertexte"/>
            <w:rFonts w:ascii="Marianne" w:hAnsi="Marianne"/>
            <w:sz w:val="20"/>
            <w:szCs w:val="16"/>
          </w:rPr>
          <w:t>aurelie.cuvelier@onf.fr</w:t>
        </w:r>
      </w:hyperlink>
      <w:r w:rsidRPr="00324151">
        <w:rPr>
          <w:rFonts w:ascii="Marianne" w:hAnsi="Marianne"/>
          <w:sz w:val="20"/>
          <w:szCs w:val="16"/>
        </w:rPr>
        <w:t xml:space="preserve"> – </w:t>
      </w:r>
      <w:r w:rsidRPr="00324151">
        <w:rPr>
          <w:rFonts w:ascii="Marianne" w:hAnsi="Marianne"/>
          <w:sz w:val="20"/>
          <w:szCs w:val="16"/>
        </w:rPr>
        <w:sym w:font="Wingdings" w:char="F029"/>
      </w:r>
      <w:r w:rsidRPr="00324151">
        <w:rPr>
          <w:rFonts w:ascii="Marianne" w:hAnsi="Marianne"/>
          <w:sz w:val="20"/>
          <w:szCs w:val="16"/>
        </w:rPr>
        <w:t xml:space="preserve"> 06 94 24 17 32</w:t>
      </w:r>
    </w:p>
    <w:p w14:paraId="653EFCCD" w14:textId="20FB1EFE" w:rsidR="006121CB" w:rsidRPr="005A5087" w:rsidRDefault="006121CB" w:rsidP="006121CB">
      <w:pPr>
        <w:rPr>
          <w:rFonts w:ascii="Marianne" w:hAnsi="Marianne"/>
          <w:sz w:val="20"/>
          <w:szCs w:val="16"/>
        </w:rPr>
      </w:pPr>
    </w:p>
    <w:p w14:paraId="3C752249" w14:textId="77777777" w:rsidR="006121CB" w:rsidRPr="005A5087" w:rsidRDefault="006121CB" w:rsidP="006121CB">
      <w:pPr>
        <w:rPr>
          <w:rFonts w:ascii="Marianne" w:hAnsi="Marianne"/>
        </w:rPr>
      </w:pPr>
    </w:p>
    <w:p w14:paraId="77F49222" w14:textId="1339C658" w:rsidR="00876687" w:rsidRPr="005A5087" w:rsidRDefault="00876687" w:rsidP="00876687">
      <w:pPr>
        <w:rPr>
          <w:rFonts w:ascii="Marianne" w:hAnsi="Marianne"/>
          <w:szCs w:val="20"/>
        </w:rPr>
      </w:pPr>
    </w:p>
    <w:p w14:paraId="3231AB86" w14:textId="77777777" w:rsidR="008531B1" w:rsidRPr="005A5087" w:rsidRDefault="008531B1" w:rsidP="00876687">
      <w:pPr>
        <w:rPr>
          <w:rFonts w:ascii="Marianne" w:hAnsi="Marianne"/>
        </w:rPr>
        <w:sectPr w:rsidR="008531B1" w:rsidRPr="005A5087" w:rsidSect="008A0846">
          <w:footerReference w:type="even" r:id="rId11"/>
          <w:footerReference w:type="default" r:id="rId12"/>
          <w:pgSz w:w="11907" w:h="16840" w:code="9"/>
          <w:pgMar w:top="851" w:right="851" w:bottom="851" w:left="851" w:header="567" w:footer="567" w:gutter="0"/>
          <w:pgNumType w:start="1"/>
          <w:cols w:space="720" w:equalWidth="0">
            <w:col w:w="10178" w:space="709"/>
          </w:cols>
        </w:sectPr>
      </w:pPr>
    </w:p>
    <w:p w14:paraId="368E1324" w14:textId="77777777" w:rsidR="00336910" w:rsidRPr="005A5087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Marianne" w:hAnsi="Marianne" w:cs="Arial"/>
          <w:b/>
          <w:sz w:val="20"/>
          <w:szCs w:val="20"/>
        </w:rPr>
      </w:pPr>
      <w:bookmarkStart w:id="14" w:name="_Toc525705725"/>
      <w:bookmarkStart w:id="15" w:name="_Toc134337386"/>
      <w:r w:rsidRPr="005A5087">
        <w:rPr>
          <w:rFonts w:ascii="Marianne" w:hAnsi="Marianne" w:cs="Arial"/>
          <w:b/>
          <w:sz w:val="20"/>
          <w:szCs w:val="20"/>
        </w:rPr>
        <w:lastRenderedPageBreak/>
        <w:t>AVERTISSEMENT</w:t>
      </w:r>
    </w:p>
    <w:p w14:paraId="03810F4B" w14:textId="2D978928" w:rsidR="00336910" w:rsidRPr="005A5087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Marianne" w:hAnsi="Marianne" w:cs="Arial"/>
          <w:sz w:val="20"/>
          <w:szCs w:val="20"/>
        </w:rPr>
      </w:pPr>
      <w:r w:rsidRPr="005A5087">
        <w:rPr>
          <w:rFonts w:ascii="Marianne" w:hAnsi="Marianne" w:cs="Arial"/>
          <w:sz w:val="20"/>
          <w:szCs w:val="20"/>
        </w:rPr>
        <w:t>Les candidats devront établir leur mémoire technique en respectant strictement l'organisation du présent cadre</w:t>
      </w:r>
      <w:r w:rsidR="00AF247A" w:rsidRPr="005A5087">
        <w:rPr>
          <w:rFonts w:ascii="Marianne" w:hAnsi="Marianne" w:cs="Arial"/>
          <w:sz w:val="20"/>
          <w:szCs w:val="20"/>
        </w:rPr>
        <w:t>.</w:t>
      </w:r>
    </w:p>
    <w:p w14:paraId="0934611A" w14:textId="77777777" w:rsidR="00336910" w:rsidRPr="005A5087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Marianne" w:hAnsi="Marianne" w:cs="Arial"/>
          <w:sz w:val="20"/>
          <w:szCs w:val="20"/>
        </w:rPr>
      </w:pPr>
      <w:r w:rsidRPr="005A5087">
        <w:rPr>
          <w:rFonts w:ascii="Marianne" w:hAnsi="Marianne" w:cs="Arial"/>
          <w:sz w:val="20"/>
          <w:szCs w:val="20"/>
        </w:rPr>
        <w:t>Ils pourront ajouter tous renseignements complémentaires qu'ils juger</w:t>
      </w:r>
      <w:r w:rsidR="0093498D" w:rsidRPr="005A5087">
        <w:rPr>
          <w:rFonts w:ascii="Marianne" w:hAnsi="Marianne" w:cs="Arial"/>
          <w:sz w:val="20"/>
          <w:szCs w:val="20"/>
        </w:rPr>
        <w:t>aient utiles en fin de document.</w:t>
      </w:r>
    </w:p>
    <w:p w14:paraId="397DE668" w14:textId="67EAEB6C" w:rsidR="00336910" w:rsidRPr="005A5087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Marianne" w:hAnsi="Marianne" w:cs="Arial"/>
          <w:sz w:val="20"/>
          <w:szCs w:val="20"/>
        </w:rPr>
      </w:pPr>
      <w:r w:rsidRPr="005A5087">
        <w:rPr>
          <w:rFonts w:ascii="Marianne" w:hAnsi="Marianne" w:cs="Arial"/>
          <w:sz w:val="20"/>
          <w:szCs w:val="20"/>
        </w:rPr>
        <w:t xml:space="preserve">Ce document servira au jugement de </w:t>
      </w:r>
      <w:r w:rsidR="006121CB" w:rsidRPr="005A5087">
        <w:rPr>
          <w:rFonts w:ascii="Marianne" w:hAnsi="Marianne" w:cs="Arial"/>
          <w:sz w:val="20"/>
          <w:szCs w:val="20"/>
        </w:rPr>
        <w:t xml:space="preserve">la valeur technique de </w:t>
      </w:r>
      <w:r w:rsidRPr="005A5087">
        <w:rPr>
          <w:rFonts w:ascii="Marianne" w:hAnsi="Marianne" w:cs="Arial"/>
          <w:sz w:val="20"/>
          <w:szCs w:val="20"/>
        </w:rPr>
        <w:t xml:space="preserve">l'offre. </w:t>
      </w:r>
    </w:p>
    <w:p w14:paraId="6F5AE2B0" w14:textId="6E6A57DE" w:rsidR="00876687" w:rsidRPr="005A5087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Marianne" w:hAnsi="Marianne" w:cs="Arial"/>
          <w:sz w:val="20"/>
          <w:szCs w:val="20"/>
        </w:rPr>
      </w:pPr>
      <w:r w:rsidRPr="005A5087">
        <w:rPr>
          <w:rFonts w:ascii="Marianne" w:hAnsi="Marianne" w:cs="Arial"/>
          <w:sz w:val="20"/>
          <w:szCs w:val="20"/>
        </w:rPr>
        <w:t xml:space="preserve">Le candidat est évalué sur </w:t>
      </w:r>
      <w:r w:rsidR="00E67AC2">
        <w:rPr>
          <w:rFonts w:ascii="Marianne" w:hAnsi="Marianne" w:cs="Arial"/>
          <w:sz w:val="20"/>
          <w:szCs w:val="20"/>
        </w:rPr>
        <w:t>4</w:t>
      </w:r>
      <w:r w:rsidRPr="005A5087">
        <w:rPr>
          <w:rFonts w:ascii="Marianne" w:hAnsi="Marianne" w:cs="Arial"/>
          <w:sz w:val="20"/>
          <w:szCs w:val="20"/>
        </w:rPr>
        <w:t>0 p</w:t>
      </w:r>
      <w:r w:rsidR="0093498D" w:rsidRPr="005A5087">
        <w:rPr>
          <w:rFonts w:ascii="Marianne" w:hAnsi="Marianne" w:cs="Arial"/>
          <w:sz w:val="20"/>
          <w:szCs w:val="20"/>
        </w:rPr>
        <w:t xml:space="preserve">oints dont la répartition est détaillée </w:t>
      </w:r>
      <w:r w:rsidR="00AF247A" w:rsidRPr="005A5087">
        <w:rPr>
          <w:rFonts w:ascii="Marianne" w:hAnsi="Marianne" w:cs="Arial"/>
          <w:sz w:val="20"/>
          <w:szCs w:val="20"/>
        </w:rPr>
        <w:t>ci-après</w:t>
      </w:r>
      <w:r w:rsidR="0093498D" w:rsidRPr="005A5087">
        <w:rPr>
          <w:rFonts w:ascii="Marianne" w:hAnsi="Marianne" w:cs="Arial"/>
          <w:sz w:val="20"/>
          <w:szCs w:val="20"/>
        </w:rPr>
        <w:t>.</w:t>
      </w:r>
    </w:p>
    <w:p w14:paraId="255B5398" w14:textId="77777777" w:rsidR="006121CB" w:rsidRPr="005A5087" w:rsidRDefault="006121CB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Marianne" w:hAnsi="Marianne" w:cs="Arial"/>
          <w:sz w:val="20"/>
          <w:szCs w:val="20"/>
        </w:rPr>
      </w:pPr>
    </w:p>
    <w:p w14:paraId="36DAFD8D" w14:textId="77777777" w:rsidR="00217D73" w:rsidRPr="005A5087" w:rsidRDefault="00217D73" w:rsidP="00217D73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tbl>
      <w:tblPr>
        <w:tblW w:w="1037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54"/>
        <w:gridCol w:w="4423"/>
      </w:tblGrid>
      <w:tr w:rsidR="00FD7D54" w:rsidRPr="005A5087" w14:paraId="180592BE" w14:textId="77777777" w:rsidTr="00E4107B">
        <w:trPr>
          <w:cantSplit/>
        </w:trPr>
        <w:tc>
          <w:tcPr>
            <w:tcW w:w="5954" w:type="dxa"/>
            <w:shd w:val="clear" w:color="auto" w:fill="D9D9D9"/>
            <w:vAlign w:val="center"/>
          </w:tcPr>
          <w:p w14:paraId="0A3DCFFC" w14:textId="77777777" w:rsidR="00FD7D54" w:rsidRPr="005A5087" w:rsidRDefault="001345FC" w:rsidP="00EB4DC0">
            <w:pPr>
              <w:pStyle w:val="Titre1"/>
              <w:rPr>
                <w:rFonts w:ascii="Marianne" w:hAnsi="Marianne"/>
                <w:sz w:val="20"/>
                <w:szCs w:val="20"/>
                <w:u w:val="none"/>
              </w:rPr>
            </w:pPr>
            <w:r w:rsidRPr="005A5087">
              <w:rPr>
                <w:rFonts w:ascii="Marianne" w:hAnsi="Marianne"/>
                <w:sz w:val="20"/>
                <w:szCs w:val="20"/>
                <w:u w:val="none"/>
              </w:rPr>
              <w:t>Moyens materiels</w:t>
            </w:r>
            <w:r w:rsidR="00DD13AE" w:rsidRPr="005A5087">
              <w:rPr>
                <w:rFonts w:ascii="Marianne" w:hAnsi="Marianne"/>
                <w:sz w:val="20"/>
                <w:szCs w:val="20"/>
                <w:u w:val="none"/>
              </w:rPr>
              <w:t xml:space="preserve"> </w:t>
            </w:r>
          </w:p>
        </w:tc>
        <w:tc>
          <w:tcPr>
            <w:tcW w:w="4423" w:type="dxa"/>
            <w:shd w:val="clear" w:color="auto" w:fill="D9D9D9"/>
            <w:vAlign w:val="center"/>
          </w:tcPr>
          <w:p w14:paraId="0060AE26" w14:textId="2001793C" w:rsidR="00FD7D54" w:rsidRPr="005A5087" w:rsidRDefault="00E67AC2" w:rsidP="00FE001A">
            <w:pPr>
              <w:pStyle w:val="texte1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sz w:val="20"/>
                <w:szCs w:val="20"/>
              </w:rPr>
              <w:t xml:space="preserve">12 </w:t>
            </w:r>
            <w:r w:rsidRPr="005A5087">
              <w:rPr>
                <w:rFonts w:ascii="Marianne" w:hAnsi="Marianne" w:cs="Arial"/>
                <w:b/>
                <w:sz w:val="20"/>
                <w:szCs w:val="20"/>
              </w:rPr>
              <w:t>POINTS</w:t>
            </w:r>
          </w:p>
        </w:tc>
      </w:tr>
      <w:tr w:rsidR="00765B98" w:rsidRPr="005A5087" w14:paraId="41F9588D" w14:textId="77777777" w:rsidTr="001040FB">
        <w:trPr>
          <w:cantSplit/>
        </w:trPr>
        <w:tc>
          <w:tcPr>
            <w:tcW w:w="10377" w:type="dxa"/>
            <w:gridSpan w:val="2"/>
            <w:vAlign w:val="center"/>
          </w:tcPr>
          <w:p w14:paraId="2D73269A" w14:textId="77777777" w:rsidR="00765B98" w:rsidRPr="005A5087" w:rsidRDefault="00765B98" w:rsidP="00677DC6">
            <w:pPr>
              <w:pStyle w:val="texte1"/>
              <w:jc w:val="left"/>
              <w:rPr>
                <w:rFonts w:ascii="Marianne" w:hAnsi="Marianne" w:cs="Arial"/>
                <w:sz w:val="20"/>
                <w:szCs w:val="20"/>
              </w:rPr>
            </w:pPr>
          </w:p>
          <w:p w14:paraId="359CBE55" w14:textId="11DE9527" w:rsidR="00765B98" w:rsidRPr="005A5087" w:rsidRDefault="00765B98" w:rsidP="00677DC6">
            <w:pPr>
              <w:pStyle w:val="texte1"/>
              <w:jc w:val="left"/>
              <w:rPr>
                <w:rFonts w:ascii="Marianne" w:hAnsi="Marianne" w:cs="Arial"/>
                <w:sz w:val="20"/>
                <w:szCs w:val="20"/>
              </w:rPr>
            </w:pPr>
            <w:r w:rsidRPr="005A5087">
              <w:rPr>
                <w:rFonts w:ascii="Marianne" w:hAnsi="Marianne" w:cs="Arial"/>
                <w:sz w:val="20"/>
                <w:szCs w:val="20"/>
              </w:rPr>
              <w:t>Le candidat présente</w:t>
            </w:r>
            <w:r>
              <w:rPr>
                <w:rFonts w:ascii="Marianne" w:hAnsi="Marianne" w:cs="Arial"/>
                <w:sz w:val="20"/>
                <w:szCs w:val="20"/>
              </w:rPr>
              <w:t>ra</w:t>
            </w:r>
            <w:r w:rsidRPr="005A5087">
              <w:rPr>
                <w:rFonts w:ascii="Marianne" w:hAnsi="Marianne" w:cs="Arial"/>
                <w:sz w:val="20"/>
                <w:szCs w:val="20"/>
              </w:rPr>
              <w:t xml:space="preserve"> les moyens matériels mobilisés pour la réalisation des prestations et travaux</w:t>
            </w:r>
            <w:r w:rsidRPr="005A5087">
              <w:rPr>
                <w:rFonts w:ascii="Calibri" w:hAnsi="Calibri" w:cs="Calibri"/>
                <w:sz w:val="20"/>
                <w:szCs w:val="20"/>
              </w:rPr>
              <w:t> </w:t>
            </w:r>
            <w:r w:rsidRPr="005A5087">
              <w:rPr>
                <w:rFonts w:ascii="Marianne" w:hAnsi="Marianne" w:cs="Arial"/>
                <w:sz w:val="20"/>
                <w:szCs w:val="20"/>
              </w:rPr>
              <w:t>:</w:t>
            </w:r>
          </w:p>
          <w:p w14:paraId="593E9B4B" w14:textId="77777777" w:rsidR="00765B98" w:rsidRDefault="00765B98" w:rsidP="00677DC6">
            <w:pPr>
              <w:pStyle w:val="texte1"/>
              <w:jc w:val="left"/>
              <w:rPr>
                <w:rFonts w:ascii="Marianne" w:hAnsi="Marianne" w:cs="Arial"/>
                <w:sz w:val="20"/>
                <w:szCs w:val="20"/>
              </w:rPr>
            </w:pPr>
          </w:p>
          <w:p w14:paraId="58C67758" w14:textId="45F4E752" w:rsidR="00765B98" w:rsidRDefault="00765B98" w:rsidP="006825DB">
            <w:pPr>
              <w:pStyle w:val="texte1"/>
              <w:numPr>
                <w:ilvl w:val="0"/>
                <w:numId w:val="14"/>
              </w:numPr>
              <w:jc w:val="left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Il détaillera l’ensemble du matériel sont il dispose pour l’exécution de ce marché en particulier le matériel lourd pour lequel il détaillera les caractéristiques techniques.</w:t>
            </w:r>
          </w:p>
          <w:p w14:paraId="7359F6EF" w14:textId="186B11CF" w:rsidR="00765B98" w:rsidRPr="005A5087" w:rsidRDefault="00765B98" w:rsidP="006825DB">
            <w:pPr>
              <w:pStyle w:val="texte1"/>
              <w:numPr>
                <w:ilvl w:val="0"/>
                <w:numId w:val="14"/>
              </w:numPr>
              <w:jc w:val="left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 xml:space="preserve">Le candidat indiquera l’année d’acquisition de ce matériel ainsi que le détail des factures d’entretien </w:t>
            </w:r>
          </w:p>
          <w:p w14:paraId="7100ACFD" w14:textId="64CAA759" w:rsidR="00765B98" w:rsidRPr="005A5087" w:rsidRDefault="00765B98" w:rsidP="00765B98">
            <w:pPr>
              <w:pStyle w:val="texte1"/>
              <w:jc w:val="left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</w:tr>
      <w:tr w:rsidR="00EB4DC0" w:rsidRPr="005A5087" w14:paraId="05520140" w14:textId="77777777" w:rsidTr="00EB4DC0">
        <w:trPr>
          <w:cantSplit/>
        </w:trPr>
        <w:tc>
          <w:tcPr>
            <w:tcW w:w="5954" w:type="dxa"/>
            <w:shd w:val="clear" w:color="auto" w:fill="D9D9D9" w:themeFill="background1" w:themeFillShade="D9"/>
            <w:vAlign w:val="center"/>
          </w:tcPr>
          <w:p w14:paraId="15C6EFC5" w14:textId="77777777" w:rsidR="00EB4DC0" w:rsidRPr="005A5087" w:rsidRDefault="00EB4DC0" w:rsidP="00EB4DC0">
            <w:pPr>
              <w:pStyle w:val="Titre1"/>
              <w:rPr>
                <w:rFonts w:ascii="Marianne" w:hAnsi="Marianne"/>
                <w:sz w:val="20"/>
                <w:szCs w:val="20"/>
                <w:u w:val="none"/>
              </w:rPr>
            </w:pPr>
            <w:r w:rsidRPr="005A5087">
              <w:rPr>
                <w:rFonts w:ascii="Marianne" w:hAnsi="Marianne"/>
                <w:sz w:val="20"/>
                <w:szCs w:val="20"/>
                <w:u w:val="none"/>
              </w:rPr>
              <w:t>MOYENS HUMAINS</w:t>
            </w:r>
          </w:p>
        </w:tc>
        <w:tc>
          <w:tcPr>
            <w:tcW w:w="4423" w:type="dxa"/>
            <w:shd w:val="clear" w:color="auto" w:fill="D9D9D9" w:themeFill="background1" w:themeFillShade="D9"/>
            <w:vAlign w:val="center"/>
          </w:tcPr>
          <w:p w14:paraId="0BE9042E" w14:textId="2C1CD62D" w:rsidR="00EB4DC0" w:rsidRPr="005A5087" w:rsidRDefault="005A5087" w:rsidP="00EB4DC0">
            <w:pPr>
              <w:pStyle w:val="Titre1"/>
              <w:numPr>
                <w:ilvl w:val="0"/>
                <w:numId w:val="0"/>
              </w:numPr>
              <w:ind w:left="1622"/>
              <w:rPr>
                <w:rFonts w:ascii="Marianne" w:hAnsi="Marianne"/>
                <w:sz w:val="20"/>
                <w:szCs w:val="20"/>
                <w:u w:val="none"/>
              </w:rPr>
            </w:pPr>
            <w:r>
              <w:rPr>
                <w:rFonts w:ascii="Marianne" w:hAnsi="Marianne"/>
                <w:sz w:val="20"/>
                <w:szCs w:val="20"/>
                <w:u w:val="none"/>
              </w:rPr>
              <w:t>1</w:t>
            </w:r>
            <w:r w:rsidR="00E67AC2">
              <w:rPr>
                <w:rFonts w:ascii="Marianne" w:hAnsi="Marianne"/>
                <w:sz w:val="20"/>
                <w:szCs w:val="20"/>
                <w:u w:val="none"/>
              </w:rPr>
              <w:t>0</w:t>
            </w:r>
            <w:r w:rsidR="00EB4DC0" w:rsidRPr="005A5087">
              <w:rPr>
                <w:rFonts w:ascii="Marianne" w:hAnsi="Marianne"/>
                <w:sz w:val="20"/>
                <w:szCs w:val="20"/>
                <w:u w:val="none"/>
              </w:rPr>
              <w:t xml:space="preserve"> POINTS</w:t>
            </w:r>
          </w:p>
        </w:tc>
      </w:tr>
      <w:tr w:rsidR="00765B98" w:rsidRPr="005A5087" w14:paraId="02C3C877" w14:textId="77777777" w:rsidTr="009A125C">
        <w:trPr>
          <w:cantSplit/>
        </w:trPr>
        <w:tc>
          <w:tcPr>
            <w:tcW w:w="10377" w:type="dxa"/>
            <w:gridSpan w:val="2"/>
          </w:tcPr>
          <w:p w14:paraId="7FE5E8E3" w14:textId="77777777" w:rsidR="00765B98" w:rsidRPr="005A5087" w:rsidRDefault="00765B98" w:rsidP="00EB4DC0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</w:p>
          <w:p w14:paraId="32243A89" w14:textId="77777777" w:rsidR="00765B98" w:rsidRPr="005A5087" w:rsidRDefault="00765B98" w:rsidP="00EB4DC0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  <w:r w:rsidRPr="005A5087">
              <w:rPr>
                <w:rFonts w:ascii="Marianne" w:hAnsi="Marianne" w:cs="Arial"/>
                <w:sz w:val="20"/>
                <w:szCs w:val="20"/>
              </w:rPr>
              <w:t>Le candidat présentera les moyens humains mobilisés pour la réalisation des prestations et travaux</w:t>
            </w:r>
            <w:r w:rsidRPr="005A5087">
              <w:rPr>
                <w:rFonts w:ascii="Calibri" w:hAnsi="Calibri" w:cs="Calibri"/>
                <w:sz w:val="20"/>
                <w:szCs w:val="20"/>
              </w:rPr>
              <w:t> </w:t>
            </w:r>
            <w:r w:rsidRPr="005A5087">
              <w:rPr>
                <w:rFonts w:ascii="Marianne" w:hAnsi="Marianne" w:cs="Arial"/>
                <w:sz w:val="20"/>
                <w:szCs w:val="20"/>
              </w:rPr>
              <w:t xml:space="preserve">: </w:t>
            </w:r>
          </w:p>
          <w:p w14:paraId="32E66D2A" w14:textId="0A34638B" w:rsidR="00765B98" w:rsidRPr="005A5087" w:rsidRDefault="00765B98" w:rsidP="006825DB">
            <w:pPr>
              <w:pStyle w:val="texte1"/>
              <w:numPr>
                <w:ilvl w:val="0"/>
                <w:numId w:val="15"/>
              </w:numPr>
              <w:rPr>
                <w:rFonts w:ascii="Marianne" w:hAnsi="Marianne" w:cs="Arial"/>
                <w:sz w:val="20"/>
                <w:szCs w:val="20"/>
              </w:rPr>
            </w:pPr>
            <w:r w:rsidRPr="005A5087">
              <w:rPr>
                <w:rFonts w:ascii="Marianne" w:hAnsi="Marianne" w:cs="Arial"/>
                <w:sz w:val="20"/>
                <w:szCs w:val="20"/>
              </w:rPr>
              <w:t xml:space="preserve">Il désignera un </w:t>
            </w:r>
            <w:r w:rsidRPr="005A5087">
              <w:rPr>
                <w:rFonts w:ascii="Marianne" w:hAnsi="Marianne" w:cs="Arial"/>
                <w:b/>
                <w:sz w:val="20"/>
                <w:szCs w:val="20"/>
              </w:rPr>
              <w:t>chef d’équipe interlocuteur unique</w:t>
            </w:r>
            <w:r w:rsidRPr="005A5087">
              <w:rPr>
                <w:rFonts w:ascii="Marianne" w:hAnsi="Marianne" w:cs="Arial"/>
                <w:sz w:val="20"/>
                <w:szCs w:val="20"/>
              </w:rPr>
              <w:t xml:space="preserve"> du maître d’ouvrage/ maître d’œuvre, </w:t>
            </w:r>
            <w:r w:rsidRPr="005A5087">
              <w:rPr>
                <w:rFonts w:ascii="Marianne" w:hAnsi="Marianne" w:cs="Arial"/>
                <w:b/>
                <w:sz w:val="20"/>
                <w:szCs w:val="20"/>
              </w:rPr>
              <w:t>et décrira son profil</w:t>
            </w:r>
            <w:r w:rsidRPr="005A5087">
              <w:rPr>
                <w:rFonts w:ascii="Calibri" w:hAnsi="Calibri" w:cs="Calibri"/>
                <w:b/>
                <w:sz w:val="20"/>
                <w:szCs w:val="20"/>
              </w:rPr>
              <w:t xml:space="preserve"> et</w:t>
            </w:r>
            <w:r>
              <w:rPr>
                <w:rFonts w:ascii="Marianne" w:hAnsi="Marianne" w:cs="Arial"/>
                <w:sz w:val="20"/>
                <w:szCs w:val="20"/>
              </w:rPr>
              <w:t xml:space="preserve"> transmettra ses coordonnées</w:t>
            </w:r>
          </w:p>
          <w:p w14:paraId="4CF6C477" w14:textId="77777777" w:rsidR="00765B98" w:rsidRPr="005A5087" w:rsidRDefault="00765B98" w:rsidP="006825DB">
            <w:pPr>
              <w:pStyle w:val="texte1"/>
              <w:numPr>
                <w:ilvl w:val="0"/>
                <w:numId w:val="15"/>
              </w:numPr>
              <w:rPr>
                <w:rFonts w:ascii="Marianne" w:hAnsi="Marianne" w:cs="Arial"/>
                <w:sz w:val="20"/>
                <w:szCs w:val="20"/>
              </w:rPr>
            </w:pPr>
            <w:r w:rsidRPr="005A5087">
              <w:rPr>
                <w:rFonts w:ascii="Marianne" w:hAnsi="Marianne" w:cs="Arial"/>
                <w:sz w:val="20"/>
                <w:szCs w:val="20"/>
              </w:rPr>
              <w:t xml:space="preserve">Il présentera </w:t>
            </w:r>
            <w:r w:rsidRPr="005A5087">
              <w:rPr>
                <w:rFonts w:ascii="Marianne" w:hAnsi="Marianne" w:cs="Arial"/>
                <w:b/>
                <w:sz w:val="20"/>
                <w:szCs w:val="20"/>
              </w:rPr>
              <w:t xml:space="preserve">l’équipe </w:t>
            </w:r>
            <w:r w:rsidRPr="005A5087">
              <w:rPr>
                <w:rFonts w:ascii="Marianne" w:hAnsi="Marianne" w:cs="Arial"/>
                <w:sz w:val="20"/>
                <w:szCs w:val="20"/>
              </w:rPr>
              <w:t>qu’il entend déployer pour la réalisation des prestations (curriculum vitae…).</w:t>
            </w:r>
          </w:p>
          <w:p w14:paraId="65513C4A" w14:textId="77777777" w:rsidR="00765B98" w:rsidRPr="005A5087" w:rsidRDefault="00765B98" w:rsidP="007A30CE">
            <w:pPr>
              <w:pStyle w:val="texte1"/>
              <w:jc w:val="left"/>
              <w:rPr>
                <w:rFonts w:ascii="Marianne" w:hAnsi="Marianne" w:cs="Arial"/>
                <w:i/>
                <w:sz w:val="16"/>
                <w:szCs w:val="16"/>
              </w:rPr>
            </w:pPr>
          </w:p>
          <w:p w14:paraId="3DDA8241" w14:textId="77777777" w:rsidR="00765B98" w:rsidRPr="005A5087" w:rsidRDefault="00765B98" w:rsidP="00765B98">
            <w:pPr>
              <w:pStyle w:val="texte1"/>
              <w:jc w:val="left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366F2D" w:rsidRPr="005A5087" w14:paraId="66797189" w14:textId="77777777" w:rsidTr="001345FC">
        <w:trPr>
          <w:cantSplit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EE3055" w14:textId="51C17FBB" w:rsidR="00366F2D" w:rsidRPr="005A5087" w:rsidRDefault="00D3174A" w:rsidP="001A1C55">
            <w:pPr>
              <w:pStyle w:val="Titre1"/>
              <w:rPr>
                <w:rFonts w:ascii="Marianne" w:hAnsi="Marianne"/>
                <w:sz w:val="20"/>
                <w:szCs w:val="20"/>
                <w:u w:val="none"/>
              </w:rPr>
            </w:pPr>
            <w:bookmarkStart w:id="16" w:name="_Hlk135660418"/>
            <w:r w:rsidRPr="005A5087">
              <w:rPr>
                <w:rFonts w:ascii="Marianne" w:hAnsi="Marianne"/>
                <w:sz w:val="20"/>
                <w:szCs w:val="20"/>
                <w:u w:val="none"/>
              </w:rPr>
              <w:t>methodologie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C10213" w14:textId="7245E0AA" w:rsidR="00366F2D" w:rsidRPr="005A5087" w:rsidRDefault="00E67AC2" w:rsidP="00443EBE">
            <w:pPr>
              <w:pStyle w:val="texte1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sz w:val="20"/>
                <w:szCs w:val="20"/>
              </w:rPr>
              <w:t>18</w:t>
            </w:r>
            <w:r w:rsidR="006B6DFB" w:rsidRPr="005A5087">
              <w:rPr>
                <w:rFonts w:ascii="Marianne" w:hAnsi="Marianne" w:cs="Arial"/>
                <w:b/>
                <w:sz w:val="20"/>
                <w:szCs w:val="20"/>
              </w:rPr>
              <w:t xml:space="preserve"> POINTS</w:t>
            </w:r>
          </w:p>
        </w:tc>
      </w:tr>
      <w:bookmarkEnd w:id="16"/>
      <w:tr w:rsidR="00765B98" w:rsidRPr="005A5087" w14:paraId="2EF6BA49" w14:textId="77777777" w:rsidTr="006E7F6C">
        <w:trPr>
          <w:cantSplit/>
        </w:trPr>
        <w:tc>
          <w:tcPr>
            <w:tcW w:w="10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05A95" w14:textId="77777777" w:rsidR="00765B98" w:rsidRPr="005A5087" w:rsidRDefault="00765B98" w:rsidP="00677DC6">
            <w:pPr>
              <w:pStyle w:val="texte1"/>
              <w:jc w:val="left"/>
              <w:rPr>
                <w:rFonts w:ascii="Marianne" w:hAnsi="Marianne" w:cs="Arial"/>
                <w:sz w:val="20"/>
                <w:szCs w:val="20"/>
              </w:rPr>
            </w:pPr>
          </w:p>
          <w:p w14:paraId="7D7FD6AC" w14:textId="23CF62D1" w:rsidR="00765B98" w:rsidRPr="005A5087" w:rsidRDefault="00765B98" w:rsidP="00D3174A">
            <w:pPr>
              <w:pStyle w:val="texte1"/>
              <w:jc w:val="left"/>
              <w:rPr>
                <w:rFonts w:ascii="Marianne" w:hAnsi="Marianne" w:cs="Arial"/>
                <w:sz w:val="20"/>
                <w:szCs w:val="20"/>
              </w:rPr>
            </w:pPr>
            <w:r w:rsidRPr="005A5087">
              <w:rPr>
                <w:rFonts w:ascii="Marianne" w:hAnsi="Marianne" w:cs="Arial"/>
                <w:sz w:val="20"/>
                <w:szCs w:val="20"/>
              </w:rPr>
              <w:t xml:space="preserve">Le candidat fournira une note précisant la méthodologie pour l’exécution des prestations en insistant </w:t>
            </w:r>
            <w:r w:rsidR="006825DB">
              <w:rPr>
                <w:rFonts w:ascii="Marianne" w:hAnsi="Marianne" w:cs="Arial"/>
                <w:sz w:val="20"/>
                <w:szCs w:val="20"/>
              </w:rPr>
              <w:t xml:space="preserve">tout particulièrement </w:t>
            </w:r>
            <w:r w:rsidRPr="005A5087">
              <w:rPr>
                <w:rFonts w:ascii="Marianne" w:hAnsi="Marianne" w:cs="Arial"/>
                <w:sz w:val="20"/>
                <w:szCs w:val="20"/>
              </w:rPr>
              <w:t>sur</w:t>
            </w:r>
            <w:r w:rsidR="006825DB">
              <w:rPr>
                <w:rFonts w:ascii="Calibri" w:hAnsi="Calibri" w:cs="Calibri"/>
                <w:sz w:val="20"/>
                <w:szCs w:val="20"/>
              </w:rPr>
              <w:t> :</w:t>
            </w:r>
          </w:p>
          <w:p w14:paraId="2C5B8ECE" w14:textId="49BE5DB5" w:rsidR="00765B98" w:rsidRPr="005A5087" w:rsidRDefault="006825DB" w:rsidP="006825DB">
            <w:pPr>
              <w:pStyle w:val="texte1"/>
              <w:numPr>
                <w:ilvl w:val="0"/>
                <w:numId w:val="16"/>
              </w:numPr>
              <w:jc w:val="left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Le respect de l’environnement</w:t>
            </w:r>
          </w:p>
          <w:p w14:paraId="4F82344D" w14:textId="4E1FAF94" w:rsidR="00765B98" w:rsidRDefault="006825DB" w:rsidP="006825DB">
            <w:pPr>
              <w:pStyle w:val="texte1"/>
              <w:numPr>
                <w:ilvl w:val="0"/>
                <w:numId w:val="16"/>
              </w:numPr>
              <w:jc w:val="left"/>
              <w:rPr>
                <w:rFonts w:ascii="Marianne" w:hAnsi="Marianne" w:cs="Arial"/>
                <w:sz w:val="20"/>
                <w:szCs w:val="20"/>
              </w:rPr>
            </w:pPr>
            <w:r w:rsidRPr="005A5087">
              <w:rPr>
                <w:rFonts w:ascii="Marianne" w:hAnsi="Marianne" w:cs="Arial"/>
                <w:sz w:val="20"/>
                <w:szCs w:val="20"/>
              </w:rPr>
              <w:t>L’optimisation</w:t>
            </w:r>
            <w:r w:rsidR="00765B98" w:rsidRPr="005A5087">
              <w:rPr>
                <w:rFonts w:ascii="Marianne" w:hAnsi="Marianne" w:cs="Arial"/>
                <w:sz w:val="20"/>
                <w:szCs w:val="20"/>
              </w:rPr>
              <w:t xml:space="preserve"> </w:t>
            </w:r>
            <w:r w:rsidR="00E67AC2">
              <w:rPr>
                <w:rFonts w:ascii="Marianne" w:hAnsi="Marianne" w:cs="Arial"/>
                <w:sz w:val="20"/>
                <w:szCs w:val="20"/>
              </w:rPr>
              <w:t>des délais d’exécution et</w:t>
            </w:r>
            <w:r w:rsidR="00765B98" w:rsidRPr="005A5087">
              <w:rPr>
                <w:rFonts w:ascii="Marianne" w:hAnsi="Marianne" w:cs="Arial"/>
                <w:sz w:val="20"/>
                <w:szCs w:val="20"/>
              </w:rPr>
              <w:t xml:space="preserve"> l’organisation des </w:t>
            </w:r>
            <w:r w:rsidR="00E67AC2" w:rsidRPr="005A5087">
              <w:rPr>
                <w:rFonts w:ascii="Marianne" w:hAnsi="Marianne" w:cs="Arial"/>
                <w:sz w:val="20"/>
                <w:szCs w:val="20"/>
              </w:rPr>
              <w:t>chantiers</w:t>
            </w:r>
            <w:r w:rsidR="00E67AC2">
              <w:rPr>
                <w:rFonts w:ascii="Calibri" w:hAnsi="Calibri" w:cs="Calibri"/>
                <w:sz w:val="20"/>
                <w:szCs w:val="20"/>
              </w:rPr>
              <w:t>,</w:t>
            </w:r>
            <w:r w:rsidR="00E67AC2">
              <w:rPr>
                <w:rFonts w:ascii="Marianne" w:hAnsi="Marianne" w:cs="Arial"/>
                <w:sz w:val="20"/>
                <w:szCs w:val="20"/>
              </w:rPr>
              <w:t xml:space="preserve"> avec une mise en exergue des moyens humains et matériels</w:t>
            </w:r>
            <w:r w:rsidR="00765B98" w:rsidRPr="005A5087">
              <w:rPr>
                <w:rFonts w:ascii="Marianne" w:hAnsi="Marianne" w:cs="Arial"/>
                <w:sz w:val="20"/>
                <w:szCs w:val="20"/>
              </w:rPr>
              <w:t>.</w:t>
            </w:r>
          </w:p>
          <w:p w14:paraId="4D634D4B" w14:textId="77777777" w:rsidR="00765B98" w:rsidRPr="005A5087" w:rsidRDefault="00765B98" w:rsidP="00561CC3">
            <w:pPr>
              <w:pStyle w:val="texte1"/>
              <w:jc w:val="left"/>
              <w:rPr>
                <w:rFonts w:ascii="Marianne" w:hAnsi="Marianne" w:cs="Arial"/>
                <w:i/>
                <w:sz w:val="16"/>
                <w:szCs w:val="16"/>
              </w:rPr>
            </w:pPr>
          </w:p>
          <w:p w14:paraId="1678AFA3" w14:textId="3D6B0FB6" w:rsidR="00765B98" w:rsidRPr="005A5087" w:rsidRDefault="00765B98" w:rsidP="00765B98">
            <w:pPr>
              <w:pStyle w:val="texte1"/>
              <w:jc w:val="left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</w:tr>
      <w:bookmarkEnd w:id="14"/>
      <w:bookmarkEnd w:id="15"/>
    </w:tbl>
    <w:p w14:paraId="01EEFF56" w14:textId="77777777" w:rsidR="00DF5704" w:rsidRPr="005A5087" w:rsidRDefault="00DF5704" w:rsidP="00DF5704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sectPr w:rsidR="00DF5704" w:rsidRPr="005A5087" w:rsidSect="00DF5704">
      <w:headerReference w:type="default" r:id="rId13"/>
      <w:footerReference w:type="default" r:id="rId14"/>
      <w:pgSz w:w="11907" w:h="16840" w:code="9"/>
      <w:pgMar w:top="851" w:right="851" w:bottom="426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49FCD1" w14:textId="77777777" w:rsidR="00D839EB" w:rsidRDefault="00D839EB">
      <w:r>
        <w:separator/>
      </w:r>
    </w:p>
  </w:endnote>
  <w:endnote w:type="continuationSeparator" w:id="0">
    <w:p w14:paraId="016EEA2E" w14:textId="77777777" w:rsidR="00D839EB" w:rsidRDefault="00D83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(W1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01196F" w14:textId="77777777" w:rsidR="00E46834" w:rsidRDefault="00E46834" w:rsidP="00CF697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6</w:t>
    </w:r>
    <w:r>
      <w:rPr>
        <w:rStyle w:val="Numrodepage"/>
      </w:rPr>
      <w:fldChar w:fldCharType="end"/>
    </w:r>
  </w:p>
  <w:p w14:paraId="46399CAA" w14:textId="77777777" w:rsidR="00E46834" w:rsidRDefault="00E46834" w:rsidP="002648C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656E0" w14:textId="77777777" w:rsidR="00E46834" w:rsidRDefault="00E46834" w:rsidP="00CF697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5676E3">
      <w:rPr>
        <w:rStyle w:val="Numrodepage"/>
        <w:noProof/>
      </w:rPr>
      <w:t>1</w:t>
    </w:r>
    <w:r>
      <w:rPr>
        <w:rStyle w:val="Numrodepage"/>
      </w:rPr>
      <w:fldChar w:fldCharType="end"/>
    </w:r>
  </w:p>
  <w:sdt>
    <w:sdtPr>
      <w:rPr>
        <w:rFonts w:asciiTheme="minorHAnsi" w:hAnsiTheme="minorHAnsi"/>
      </w:rPr>
      <w:id w:val="-1769616900"/>
      <w:docPartObj>
        <w:docPartGallery w:val="Page Numbers (Top of Page)"/>
        <w:docPartUnique/>
      </w:docPartObj>
    </w:sdtPr>
    <w:sdtEndPr/>
    <w:sdtContent>
      <w:p w14:paraId="2BFF9762" w14:textId="7EB8FCBF" w:rsidR="00E46834" w:rsidRPr="000E1615" w:rsidRDefault="000E1615" w:rsidP="0025635D">
        <w:pPr>
          <w:pStyle w:val="Pieddepage"/>
          <w:tabs>
            <w:tab w:val="right" w:pos="9639"/>
          </w:tabs>
          <w:rPr>
            <w:rFonts w:asciiTheme="minorHAnsi" w:hAnsiTheme="minorHAnsi"/>
          </w:rPr>
        </w:pPr>
        <w:r>
          <w:rPr>
            <w:rFonts w:asciiTheme="minorHAnsi" w:hAnsiTheme="minorHAnsi"/>
          </w:rPr>
          <w:t>Cadre de mémoire technique Marché n°</w:t>
        </w:r>
        <w:r w:rsidR="00876687">
          <w:rPr>
            <w:rFonts w:asciiTheme="minorHAnsi" w:hAnsiTheme="minorHAnsi"/>
          </w:rPr>
          <w:t xml:space="preserve">2023 7100 </w:t>
        </w:r>
        <w:r>
          <w:rPr>
            <w:rFonts w:asciiTheme="minorHAnsi" w:hAnsiTheme="minorHAnsi"/>
          </w:rPr>
          <w:t>31</w:t>
        </w:r>
        <w:r w:rsidR="0025635D">
          <w:rPr>
            <w:rFonts w:asciiTheme="minorHAnsi" w:hAnsiTheme="minorHAnsi"/>
          </w:rPr>
          <w:tab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3663994"/>
      <w:docPartObj>
        <w:docPartGallery w:val="Page Numbers (Bottom of Page)"/>
        <w:docPartUnique/>
      </w:docPartObj>
    </w:sdtPr>
    <w:sdtEndPr/>
    <w:sdtContent>
      <w:p w14:paraId="29FA5BEE" w14:textId="77777777" w:rsidR="00DD13AE" w:rsidRDefault="00DD13AE">
        <w:pPr>
          <w:pStyle w:val="Pieddepage"/>
          <w:jc w:val="right"/>
        </w:pPr>
        <w:r w:rsidRPr="00DD13AE">
          <w:rPr>
            <w:sz w:val="18"/>
            <w:szCs w:val="18"/>
          </w:rPr>
          <w:fldChar w:fldCharType="begin"/>
        </w:r>
        <w:r w:rsidRPr="00DD13AE">
          <w:rPr>
            <w:sz w:val="18"/>
            <w:szCs w:val="18"/>
          </w:rPr>
          <w:instrText>PAGE   \* MERGEFORMAT</w:instrText>
        </w:r>
        <w:r w:rsidRPr="00DD13AE">
          <w:rPr>
            <w:sz w:val="18"/>
            <w:szCs w:val="18"/>
          </w:rPr>
          <w:fldChar w:fldCharType="separate"/>
        </w:r>
        <w:r w:rsidR="005676E3">
          <w:rPr>
            <w:noProof/>
            <w:sz w:val="18"/>
            <w:szCs w:val="18"/>
          </w:rPr>
          <w:t>2</w:t>
        </w:r>
        <w:r w:rsidRPr="00DD13AE">
          <w:rPr>
            <w:sz w:val="18"/>
            <w:szCs w:val="18"/>
          </w:rPr>
          <w:fldChar w:fldCharType="end"/>
        </w:r>
      </w:p>
    </w:sdtContent>
  </w:sdt>
  <w:p w14:paraId="04A58CEF" w14:textId="77777777" w:rsidR="00E46834" w:rsidRDefault="00E46834" w:rsidP="004E3FE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F341AC" w14:textId="77777777" w:rsidR="00D839EB" w:rsidRDefault="00D839EB">
      <w:r>
        <w:separator/>
      </w:r>
    </w:p>
  </w:footnote>
  <w:footnote w:type="continuationSeparator" w:id="0">
    <w:p w14:paraId="6A01721F" w14:textId="77777777" w:rsidR="00D839EB" w:rsidRDefault="00D839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09214" w14:textId="77777777" w:rsidR="00E46834" w:rsidRPr="004E3FEB" w:rsidRDefault="00E46834" w:rsidP="004E3FE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1041C"/>
    <w:multiLevelType w:val="multilevel"/>
    <w:tmpl w:val="41AE2F06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67" w:firstLine="0"/>
      </w:pPr>
      <w:rPr>
        <w:rFonts w:hint="default"/>
        <w:sz w:val="20"/>
        <w:szCs w:val="20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72C756D"/>
    <w:multiLevelType w:val="multilevel"/>
    <w:tmpl w:val="73AC1F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29584EEA"/>
    <w:multiLevelType w:val="hybridMultilevel"/>
    <w:tmpl w:val="454004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732ECA"/>
    <w:multiLevelType w:val="hybridMultilevel"/>
    <w:tmpl w:val="8D50AFDA"/>
    <w:lvl w:ilvl="0" w:tplc="49B2A13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9C3244"/>
    <w:multiLevelType w:val="hybridMultilevel"/>
    <w:tmpl w:val="2F4256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F03C5"/>
    <w:multiLevelType w:val="hybridMultilevel"/>
    <w:tmpl w:val="B0C4CB82"/>
    <w:lvl w:ilvl="0" w:tplc="E5D48A80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F36EF"/>
    <w:multiLevelType w:val="hybridMultilevel"/>
    <w:tmpl w:val="AF96A1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750E67"/>
    <w:multiLevelType w:val="hybridMultilevel"/>
    <w:tmpl w:val="F24E3322"/>
    <w:lvl w:ilvl="0" w:tplc="16A64E58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7A54B6"/>
    <w:multiLevelType w:val="hybridMultilevel"/>
    <w:tmpl w:val="1A5C849A"/>
    <w:lvl w:ilvl="0" w:tplc="23F86A3C">
      <w:start w:val="54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521BDD"/>
    <w:multiLevelType w:val="hybridMultilevel"/>
    <w:tmpl w:val="54EC7BF2"/>
    <w:lvl w:ilvl="0" w:tplc="49B2A13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143439">
    <w:abstractNumId w:val="0"/>
  </w:num>
  <w:num w:numId="2" w16cid:durableId="1102149594">
    <w:abstractNumId w:val="7"/>
  </w:num>
  <w:num w:numId="3" w16cid:durableId="465121251">
    <w:abstractNumId w:val="5"/>
  </w:num>
  <w:num w:numId="4" w16cid:durableId="683703869">
    <w:abstractNumId w:val="0"/>
    <w:lvlOverride w:ilvl="0">
      <w:startOverride w:val="2"/>
    </w:lvlOverride>
  </w:num>
  <w:num w:numId="5" w16cid:durableId="1009647668">
    <w:abstractNumId w:val="0"/>
  </w:num>
  <w:num w:numId="6" w16cid:durableId="117194270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76607306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73222122">
    <w:abstractNumId w:val="0"/>
  </w:num>
  <w:num w:numId="9" w16cid:durableId="1646474451">
    <w:abstractNumId w:val="0"/>
  </w:num>
  <w:num w:numId="10" w16cid:durableId="1135761491">
    <w:abstractNumId w:val="8"/>
  </w:num>
  <w:num w:numId="11" w16cid:durableId="1400440290">
    <w:abstractNumId w:val="3"/>
  </w:num>
  <w:num w:numId="12" w16cid:durableId="1278565263">
    <w:abstractNumId w:val="9"/>
  </w:num>
  <w:num w:numId="13" w16cid:durableId="684793532">
    <w:abstractNumId w:val="1"/>
  </w:num>
  <w:num w:numId="14" w16cid:durableId="861213855">
    <w:abstractNumId w:val="6"/>
  </w:num>
  <w:num w:numId="15" w16cid:durableId="1679188546">
    <w:abstractNumId w:val="4"/>
  </w:num>
  <w:num w:numId="16" w16cid:durableId="165919317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activeWritingStyle w:appName="MSWord" w:lang="fr-FR" w:vendorID="9" w:dllVersion="512" w:checkStyle="1"/>
  <w:proofState w:spelling="clean" w:grammar="clean"/>
  <w:attachedTemplate r:id="rId1"/>
  <w:stylePaneFormatFilter w:val="2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7C"/>
    <w:rsid w:val="00005D6A"/>
    <w:rsid w:val="000172A2"/>
    <w:rsid w:val="00020A57"/>
    <w:rsid w:val="00030CA8"/>
    <w:rsid w:val="000364AC"/>
    <w:rsid w:val="000412EE"/>
    <w:rsid w:val="0005014F"/>
    <w:rsid w:val="00050E66"/>
    <w:rsid w:val="000661D0"/>
    <w:rsid w:val="000778DA"/>
    <w:rsid w:val="00090F9B"/>
    <w:rsid w:val="000918FC"/>
    <w:rsid w:val="00093E38"/>
    <w:rsid w:val="000B3523"/>
    <w:rsid w:val="000B5778"/>
    <w:rsid w:val="000B5E57"/>
    <w:rsid w:val="000E1615"/>
    <w:rsid w:val="000E490A"/>
    <w:rsid w:val="000F265D"/>
    <w:rsid w:val="000F4DB1"/>
    <w:rsid w:val="0010673E"/>
    <w:rsid w:val="00117461"/>
    <w:rsid w:val="00125990"/>
    <w:rsid w:val="0013065D"/>
    <w:rsid w:val="001345FC"/>
    <w:rsid w:val="0013700F"/>
    <w:rsid w:val="00141E7F"/>
    <w:rsid w:val="001556E3"/>
    <w:rsid w:val="00160E3E"/>
    <w:rsid w:val="00181B46"/>
    <w:rsid w:val="00182B06"/>
    <w:rsid w:val="0018316F"/>
    <w:rsid w:val="0019171F"/>
    <w:rsid w:val="00192CA5"/>
    <w:rsid w:val="001976A4"/>
    <w:rsid w:val="001A1C55"/>
    <w:rsid w:val="001B7096"/>
    <w:rsid w:val="001C2C0F"/>
    <w:rsid w:val="001D663B"/>
    <w:rsid w:val="001D7A4D"/>
    <w:rsid w:val="001F0F09"/>
    <w:rsid w:val="001F34C6"/>
    <w:rsid w:val="001F5E6D"/>
    <w:rsid w:val="00213A39"/>
    <w:rsid w:val="00217D73"/>
    <w:rsid w:val="00222C27"/>
    <w:rsid w:val="00223835"/>
    <w:rsid w:val="00243A21"/>
    <w:rsid w:val="0025635D"/>
    <w:rsid w:val="00256B8E"/>
    <w:rsid w:val="002648C3"/>
    <w:rsid w:val="00271B1F"/>
    <w:rsid w:val="00287896"/>
    <w:rsid w:val="00290A03"/>
    <w:rsid w:val="0029501B"/>
    <w:rsid w:val="002A53CE"/>
    <w:rsid w:val="002B4B77"/>
    <w:rsid w:val="002C0315"/>
    <w:rsid w:val="002D4C71"/>
    <w:rsid w:val="002E69ED"/>
    <w:rsid w:val="00302027"/>
    <w:rsid w:val="00324151"/>
    <w:rsid w:val="00330553"/>
    <w:rsid w:val="00336910"/>
    <w:rsid w:val="00351649"/>
    <w:rsid w:val="00356527"/>
    <w:rsid w:val="00366F2D"/>
    <w:rsid w:val="003A093D"/>
    <w:rsid w:val="003C1600"/>
    <w:rsid w:val="003C5A98"/>
    <w:rsid w:val="003D1AF7"/>
    <w:rsid w:val="003D598A"/>
    <w:rsid w:val="0040404E"/>
    <w:rsid w:val="00404BE0"/>
    <w:rsid w:val="00423D7C"/>
    <w:rsid w:val="00443EBE"/>
    <w:rsid w:val="00445194"/>
    <w:rsid w:val="0045614F"/>
    <w:rsid w:val="00464571"/>
    <w:rsid w:val="0046792A"/>
    <w:rsid w:val="00473CAB"/>
    <w:rsid w:val="00476EF1"/>
    <w:rsid w:val="00485D38"/>
    <w:rsid w:val="004A7CFB"/>
    <w:rsid w:val="004B11FE"/>
    <w:rsid w:val="004C5304"/>
    <w:rsid w:val="004E10BF"/>
    <w:rsid w:val="004E3A11"/>
    <w:rsid w:val="004E3FEB"/>
    <w:rsid w:val="004F0586"/>
    <w:rsid w:val="004F0E2B"/>
    <w:rsid w:val="004F1122"/>
    <w:rsid w:val="00502BD5"/>
    <w:rsid w:val="00504728"/>
    <w:rsid w:val="00506F04"/>
    <w:rsid w:val="00520146"/>
    <w:rsid w:val="00537609"/>
    <w:rsid w:val="00537E85"/>
    <w:rsid w:val="00537FE0"/>
    <w:rsid w:val="00542F4C"/>
    <w:rsid w:val="0054476C"/>
    <w:rsid w:val="005617A2"/>
    <w:rsid w:val="00561CC3"/>
    <w:rsid w:val="005676E3"/>
    <w:rsid w:val="005965AD"/>
    <w:rsid w:val="00597828"/>
    <w:rsid w:val="005A2BAD"/>
    <w:rsid w:val="005A5087"/>
    <w:rsid w:val="005A696B"/>
    <w:rsid w:val="005B272D"/>
    <w:rsid w:val="005B2CA8"/>
    <w:rsid w:val="005C1775"/>
    <w:rsid w:val="005D1F63"/>
    <w:rsid w:val="005D72CD"/>
    <w:rsid w:val="005E0420"/>
    <w:rsid w:val="005E11AD"/>
    <w:rsid w:val="005E55B9"/>
    <w:rsid w:val="005F6743"/>
    <w:rsid w:val="00600053"/>
    <w:rsid w:val="006121CB"/>
    <w:rsid w:val="00631676"/>
    <w:rsid w:val="006401DE"/>
    <w:rsid w:val="00643E7D"/>
    <w:rsid w:val="00650199"/>
    <w:rsid w:val="00650DB5"/>
    <w:rsid w:val="006530D0"/>
    <w:rsid w:val="0066217E"/>
    <w:rsid w:val="00675B5F"/>
    <w:rsid w:val="00677DC6"/>
    <w:rsid w:val="006825DB"/>
    <w:rsid w:val="006857DB"/>
    <w:rsid w:val="00690E32"/>
    <w:rsid w:val="0069720C"/>
    <w:rsid w:val="006A527C"/>
    <w:rsid w:val="006A7800"/>
    <w:rsid w:val="006B6DFB"/>
    <w:rsid w:val="006B7B48"/>
    <w:rsid w:val="006C1F31"/>
    <w:rsid w:val="006C2818"/>
    <w:rsid w:val="006E18DF"/>
    <w:rsid w:val="006F2ED9"/>
    <w:rsid w:val="00701FDA"/>
    <w:rsid w:val="00704620"/>
    <w:rsid w:val="00704F70"/>
    <w:rsid w:val="007126B5"/>
    <w:rsid w:val="0072200D"/>
    <w:rsid w:val="00725612"/>
    <w:rsid w:val="0074787C"/>
    <w:rsid w:val="0075477E"/>
    <w:rsid w:val="007558D1"/>
    <w:rsid w:val="007564AC"/>
    <w:rsid w:val="00765B98"/>
    <w:rsid w:val="00771100"/>
    <w:rsid w:val="007763DE"/>
    <w:rsid w:val="0078395C"/>
    <w:rsid w:val="007A30CE"/>
    <w:rsid w:val="007A4517"/>
    <w:rsid w:val="007C572B"/>
    <w:rsid w:val="007D138A"/>
    <w:rsid w:val="007E3365"/>
    <w:rsid w:val="008010C3"/>
    <w:rsid w:val="00804426"/>
    <w:rsid w:val="008056F2"/>
    <w:rsid w:val="00833CF3"/>
    <w:rsid w:val="00841B04"/>
    <w:rsid w:val="0084216F"/>
    <w:rsid w:val="008531B1"/>
    <w:rsid w:val="00860A41"/>
    <w:rsid w:val="00861117"/>
    <w:rsid w:val="00867CB8"/>
    <w:rsid w:val="008715EE"/>
    <w:rsid w:val="00876687"/>
    <w:rsid w:val="00883968"/>
    <w:rsid w:val="008A0846"/>
    <w:rsid w:val="008A16F4"/>
    <w:rsid w:val="008A7047"/>
    <w:rsid w:val="008A70A4"/>
    <w:rsid w:val="008A769F"/>
    <w:rsid w:val="008C0CFB"/>
    <w:rsid w:val="008D7D91"/>
    <w:rsid w:val="008F27A4"/>
    <w:rsid w:val="00901443"/>
    <w:rsid w:val="00906D4C"/>
    <w:rsid w:val="009154FA"/>
    <w:rsid w:val="00917FAC"/>
    <w:rsid w:val="00931969"/>
    <w:rsid w:val="0093498D"/>
    <w:rsid w:val="00946012"/>
    <w:rsid w:val="00961169"/>
    <w:rsid w:val="00964168"/>
    <w:rsid w:val="009646E9"/>
    <w:rsid w:val="009655A2"/>
    <w:rsid w:val="00990DE9"/>
    <w:rsid w:val="0099506B"/>
    <w:rsid w:val="009A67E0"/>
    <w:rsid w:val="009B6EC8"/>
    <w:rsid w:val="009C5F03"/>
    <w:rsid w:val="009E00C3"/>
    <w:rsid w:val="009E2E2C"/>
    <w:rsid w:val="009F5C3F"/>
    <w:rsid w:val="009F79CD"/>
    <w:rsid w:val="00A01A9D"/>
    <w:rsid w:val="00A11207"/>
    <w:rsid w:val="00A17E47"/>
    <w:rsid w:val="00A23690"/>
    <w:rsid w:val="00A30256"/>
    <w:rsid w:val="00A327DF"/>
    <w:rsid w:val="00A35C01"/>
    <w:rsid w:val="00A408DB"/>
    <w:rsid w:val="00A507E7"/>
    <w:rsid w:val="00A54B08"/>
    <w:rsid w:val="00A62DB4"/>
    <w:rsid w:val="00A70B55"/>
    <w:rsid w:val="00A715AE"/>
    <w:rsid w:val="00A85F87"/>
    <w:rsid w:val="00A96874"/>
    <w:rsid w:val="00AA019E"/>
    <w:rsid w:val="00AA0A31"/>
    <w:rsid w:val="00AB407D"/>
    <w:rsid w:val="00AB5F5A"/>
    <w:rsid w:val="00AB737E"/>
    <w:rsid w:val="00AC21E5"/>
    <w:rsid w:val="00AC2D20"/>
    <w:rsid w:val="00AE63FF"/>
    <w:rsid w:val="00AF247A"/>
    <w:rsid w:val="00AF33BD"/>
    <w:rsid w:val="00B0044F"/>
    <w:rsid w:val="00B14D93"/>
    <w:rsid w:val="00B226A4"/>
    <w:rsid w:val="00B272E2"/>
    <w:rsid w:val="00B66121"/>
    <w:rsid w:val="00B91DB4"/>
    <w:rsid w:val="00B93911"/>
    <w:rsid w:val="00BA6F43"/>
    <w:rsid w:val="00BB5E01"/>
    <w:rsid w:val="00BB5F5B"/>
    <w:rsid w:val="00BD1834"/>
    <w:rsid w:val="00BE0E97"/>
    <w:rsid w:val="00BE1F1C"/>
    <w:rsid w:val="00BE5C46"/>
    <w:rsid w:val="00C14875"/>
    <w:rsid w:val="00C35B98"/>
    <w:rsid w:val="00C41180"/>
    <w:rsid w:val="00C431EA"/>
    <w:rsid w:val="00C51444"/>
    <w:rsid w:val="00C57E03"/>
    <w:rsid w:val="00C666C2"/>
    <w:rsid w:val="00C8084B"/>
    <w:rsid w:val="00C86334"/>
    <w:rsid w:val="00C95AE5"/>
    <w:rsid w:val="00CA1B34"/>
    <w:rsid w:val="00CB59E2"/>
    <w:rsid w:val="00CC1269"/>
    <w:rsid w:val="00CC36C7"/>
    <w:rsid w:val="00CC68B5"/>
    <w:rsid w:val="00CD38AE"/>
    <w:rsid w:val="00CD57E2"/>
    <w:rsid w:val="00CE28E5"/>
    <w:rsid w:val="00CE347C"/>
    <w:rsid w:val="00CF697D"/>
    <w:rsid w:val="00D13ECA"/>
    <w:rsid w:val="00D206D5"/>
    <w:rsid w:val="00D22D6B"/>
    <w:rsid w:val="00D2337A"/>
    <w:rsid w:val="00D246DC"/>
    <w:rsid w:val="00D25619"/>
    <w:rsid w:val="00D3174A"/>
    <w:rsid w:val="00D35523"/>
    <w:rsid w:val="00D364F5"/>
    <w:rsid w:val="00D50CCD"/>
    <w:rsid w:val="00D62D93"/>
    <w:rsid w:val="00D643E7"/>
    <w:rsid w:val="00D64B26"/>
    <w:rsid w:val="00D80C70"/>
    <w:rsid w:val="00D8299C"/>
    <w:rsid w:val="00D839EB"/>
    <w:rsid w:val="00D86329"/>
    <w:rsid w:val="00D94233"/>
    <w:rsid w:val="00DA28AE"/>
    <w:rsid w:val="00DB0FA0"/>
    <w:rsid w:val="00DB35CE"/>
    <w:rsid w:val="00DC330C"/>
    <w:rsid w:val="00DD13AE"/>
    <w:rsid w:val="00DD214A"/>
    <w:rsid w:val="00DD34EC"/>
    <w:rsid w:val="00DE3EFC"/>
    <w:rsid w:val="00DF0ACC"/>
    <w:rsid w:val="00DF5704"/>
    <w:rsid w:val="00DF656A"/>
    <w:rsid w:val="00DF6C98"/>
    <w:rsid w:val="00E00A7C"/>
    <w:rsid w:val="00E133B2"/>
    <w:rsid w:val="00E23F23"/>
    <w:rsid w:val="00E2497F"/>
    <w:rsid w:val="00E24C5E"/>
    <w:rsid w:val="00E35269"/>
    <w:rsid w:val="00E369DA"/>
    <w:rsid w:val="00E4107B"/>
    <w:rsid w:val="00E46834"/>
    <w:rsid w:val="00E51A28"/>
    <w:rsid w:val="00E51B3A"/>
    <w:rsid w:val="00E55052"/>
    <w:rsid w:val="00E63197"/>
    <w:rsid w:val="00E67AC2"/>
    <w:rsid w:val="00E80337"/>
    <w:rsid w:val="00E85FA1"/>
    <w:rsid w:val="00E86B9F"/>
    <w:rsid w:val="00E8749F"/>
    <w:rsid w:val="00E927F7"/>
    <w:rsid w:val="00E9559E"/>
    <w:rsid w:val="00EB1CEC"/>
    <w:rsid w:val="00EB4DC0"/>
    <w:rsid w:val="00EC3EE1"/>
    <w:rsid w:val="00ED0771"/>
    <w:rsid w:val="00EE4ABE"/>
    <w:rsid w:val="00F13B95"/>
    <w:rsid w:val="00F15201"/>
    <w:rsid w:val="00F25325"/>
    <w:rsid w:val="00F4063F"/>
    <w:rsid w:val="00F443F2"/>
    <w:rsid w:val="00F4560B"/>
    <w:rsid w:val="00F53926"/>
    <w:rsid w:val="00F57CC1"/>
    <w:rsid w:val="00F60469"/>
    <w:rsid w:val="00F70088"/>
    <w:rsid w:val="00F764B0"/>
    <w:rsid w:val="00F82B34"/>
    <w:rsid w:val="00F91750"/>
    <w:rsid w:val="00F91C8D"/>
    <w:rsid w:val="00F92BFA"/>
    <w:rsid w:val="00FB387D"/>
    <w:rsid w:val="00FC179C"/>
    <w:rsid w:val="00FC2258"/>
    <w:rsid w:val="00FC4FCA"/>
    <w:rsid w:val="00FD14BD"/>
    <w:rsid w:val="00FD662D"/>
    <w:rsid w:val="00FD7D54"/>
    <w:rsid w:val="00FE001A"/>
    <w:rsid w:val="00FF5B36"/>
    <w:rsid w:val="00FF6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7E0933"/>
  <w15:docId w15:val="{21036F63-88AF-41ED-B530-268E59E82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655A2"/>
    <w:pPr>
      <w:jc w:val="both"/>
    </w:pPr>
    <w:rPr>
      <w:rFonts w:ascii="Times New (W1)" w:hAnsi="Times New (W1)"/>
      <w:sz w:val="24"/>
      <w:szCs w:val="24"/>
    </w:rPr>
  </w:style>
  <w:style w:type="paragraph" w:styleId="Titre1">
    <w:name w:val="heading 1"/>
    <w:basedOn w:val="Normal"/>
    <w:next w:val="Normal"/>
    <w:qFormat/>
    <w:rsid w:val="00A01A9D"/>
    <w:pPr>
      <w:keepNext/>
      <w:numPr>
        <w:numId w:val="1"/>
      </w:numPr>
      <w:spacing w:before="120" w:after="120"/>
      <w:jc w:val="left"/>
      <w:outlineLvl w:val="0"/>
    </w:pPr>
    <w:rPr>
      <w:rFonts w:ascii="Arial (W1)" w:hAnsi="Arial (W1)" w:cs="Arial"/>
      <w:b/>
      <w:bCs/>
      <w:caps/>
      <w:sz w:val="28"/>
      <w:szCs w:val="28"/>
      <w:u w:val="single"/>
    </w:rPr>
  </w:style>
  <w:style w:type="paragraph" w:styleId="Titre2">
    <w:name w:val="heading 2"/>
    <w:basedOn w:val="Normal"/>
    <w:next w:val="texte1"/>
    <w:qFormat/>
    <w:rsid w:val="006B7B48"/>
    <w:pPr>
      <w:keepNext/>
      <w:numPr>
        <w:ilvl w:val="1"/>
        <w:numId w:val="1"/>
      </w:numPr>
      <w:spacing w:before="120" w:after="120"/>
      <w:jc w:val="left"/>
      <w:outlineLvl w:val="1"/>
    </w:pPr>
    <w:rPr>
      <w:rFonts w:ascii="Arial" w:hAnsi="Arial" w:cs="Arial"/>
      <w:b/>
      <w:bCs/>
      <w:sz w:val="28"/>
      <w:szCs w:val="28"/>
    </w:rPr>
  </w:style>
  <w:style w:type="paragraph" w:styleId="Titre3">
    <w:name w:val="heading 3"/>
    <w:basedOn w:val="Normal"/>
    <w:next w:val="Normal"/>
    <w:qFormat/>
    <w:rsid w:val="00E2497F"/>
    <w:pPr>
      <w:numPr>
        <w:ilvl w:val="2"/>
        <w:numId w:val="1"/>
      </w:numPr>
      <w:spacing w:before="60" w:after="60"/>
      <w:outlineLvl w:val="2"/>
    </w:pPr>
    <w:rPr>
      <w:rFonts w:ascii="Times New Roman" w:hAnsi="Times New Roman"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ascii="Arial" w:hAnsi="Arial" w:cs="Arial"/>
      <w:b/>
      <w:bCs/>
      <w:color w:val="000080"/>
      <w:u w:val="single"/>
      <w:lang w:val="en-GB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b/>
      <w:bCs/>
      <w:u w:val="single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tabs>
        <w:tab w:val="left" w:pos="1296"/>
      </w:tabs>
      <w:spacing w:before="240" w:after="60"/>
      <w:ind w:left="1296" w:hanging="1296"/>
      <w:outlineLvl w:val="6"/>
    </w:pPr>
    <w:rPr>
      <w:rFonts w:ascii="Arial" w:hAnsi="Arial" w:cs="Arial"/>
    </w:rPr>
  </w:style>
  <w:style w:type="paragraph" w:styleId="Titre8">
    <w:name w:val="heading 8"/>
    <w:basedOn w:val="Normal"/>
    <w:next w:val="Normal"/>
    <w:qFormat/>
    <w:pPr>
      <w:tabs>
        <w:tab w:val="left" w:pos="1440"/>
      </w:tabs>
      <w:spacing w:before="240" w:after="60"/>
      <w:ind w:left="1440" w:hanging="1440"/>
      <w:outlineLvl w:val="7"/>
    </w:pPr>
    <w:rPr>
      <w:rFonts w:ascii="Arial" w:hAnsi="Arial" w:cs="Arial"/>
      <w:i/>
      <w:iCs/>
    </w:rPr>
  </w:style>
  <w:style w:type="paragraph" w:styleId="Titre9">
    <w:name w:val="heading 9"/>
    <w:basedOn w:val="Normal"/>
    <w:next w:val="Normal"/>
    <w:qFormat/>
    <w:pPr>
      <w:tabs>
        <w:tab w:val="left" w:pos="1584"/>
      </w:tabs>
      <w:spacing w:before="240" w:after="6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TM1">
    <w:name w:val="toc 1"/>
    <w:basedOn w:val="Normal"/>
    <w:next w:val="Normal"/>
    <w:semiHidden/>
    <w:pPr>
      <w:keepNext/>
    </w:pPr>
    <w:rPr>
      <w:b/>
      <w:bCs/>
      <w:u w:val="single"/>
    </w:rPr>
  </w:style>
  <w:style w:type="paragraph" w:styleId="TM2">
    <w:name w:val="toc 2"/>
    <w:basedOn w:val="Normal"/>
    <w:next w:val="Normal"/>
    <w:semiHidden/>
    <w:pPr>
      <w:ind w:left="240"/>
    </w:pPr>
  </w:style>
  <w:style w:type="paragraph" w:styleId="TM3">
    <w:name w:val="toc 3"/>
    <w:basedOn w:val="Normal"/>
    <w:next w:val="Normal"/>
    <w:semiHidden/>
    <w:pPr>
      <w:ind w:left="480"/>
    </w:pPr>
  </w:style>
  <w:style w:type="paragraph" w:styleId="TM4">
    <w:name w:val="toc 4"/>
    <w:basedOn w:val="Normal"/>
    <w:next w:val="Normal"/>
    <w:semiHidden/>
    <w:pPr>
      <w:ind w:left="720"/>
    </w:pPr>
  </w:style>
  <w:style w:type="paragraph" w:styleId="TM5">
    <w:name w:val="toc 5"/>
    <w:basedOn w:val="Normal"/>
    <w:next w:val="Normal"/>
    <w:semiHidden/>
    <w:pPr>
      <w:ind w:left="960"/>
    </w:pPr>
  </w:style>
  <w:style w:type="paragraph" w:styleId="TM6">
    <w:name w:val="toc 6"/>
    <w:basedOn w:val="Normal"/>
    <w:next w:val="Normal"/>
    <w:semiHidden/>
    <w:pPr>
      <w:ind w:left="1200"/>
    </w:pPr>
  </w:style>
  <w:style w:type="paragraph" w:styleId="TM7">
    <w:name w:val="toc 7"/>
    <w:basedOn w:val="Normal"/>
    <w:next w:val="Normal"/>
    <w:semiHidden/>
    <w:pPr>
      <w:ind w:left="1440"/>
    </w:pPr>
  </w:style>
  <w:style w:type="paragraph" w:styleId="TM8">
    <w:name w:val="toc 8"/>
    <w:basedOn w:val="Normal"/>
    <w:next w:val="Normal"/>
    <w:semiHidden/>
    <w:pPr>
      <w:ind w:left="1680"/>
    </w:pPr>
  </w:style>
  <w:style w:type="paragraph" w:styleId="TM9">
    <w:name w:val="toc 9"/>
    <w:basedOn w:val="Normal"/>
    <w:next w:val="Normal"/>
    <w:semiHidden/>
    <w:pPr>
      <w:ind w:left="1920"/>
    </w:pPr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Notedebasdepage">
    <w:name w:val="footnote text"/>
    <w:basedOn w:val="Normal"/>
    <w:semiHidden/>
    <w:pPr>
      <w:jc w:val="left"/>
    </w:pPr>
  </w:style>
  <w:style w:type="paragraph" w:styleId="TitreTR">
    <w:name w:val="toa heading"/>
    <w:basedOn w:val="Normal"/>
    <w:next w:val="Normal"/>
    <w:semiHidden/>
    <w:pPr>
      <w:spacing w:before="120"/>
      <w:jc w:val="left"/>
    </w:pPr>
    <w:rPr>
      <w:rFonts w:ascii="Arial" w:hAnsi="Arial" w:cs="Arial"/>
      <w:b/>
      <w:bCs/>
    </w:rPr>
  </w:style>
  <w:style w:type="paragraph" w:customStyle="1" w:styleId="texte1">
    <w:name w:val="texte 1"/>
    <w:basedOn w:val="Normal"/>
    <w:link w:val="texte1Car"/>
    <w:qFormat/>
    <w:rsid w:val="00F82B34"/>
    <w:pPr>
      <w:spacing w:after="100"/>
      <w:ind w:right="38"/>
    </w:pPr>
    <w:rPr>
      <w:rFonts w:ascii="Times New Roman" w:hAnsi="Times New Roman"/>
    </w:rPr>
  </w:style>
  <w:style w:type="character" w:styleId="Marquedecommentaire">
    <w:name w:val="annotation reference"/>
    <w:basedOn w:val="Policepardfaut"/>
    <w:rsid w:val="00EE4ABE"/>
    <w:rPr>
      <w:rFonts w:ascii="Times New Roman" w:hAnsi="Times New Roman"/>
      <w:vanish/>
      <w:color w:val="333399"/>
      <w:sz w:val="24"/>
      <w:vertAlign w:val="superscript"/>
    </w:rPr>
  </w:style>
  <w:style w:type="paragraph" w:customStyle="1" w:styleId="objet">
    <w:name w:val="objet"/>
    <w:basedOn w:val="Normal"/>
    <w:semiHidden/>
    <w:pPr>
      <w:jc w:val="left"/>
    </w:pPr>
    <w:rPr>
      <w:rFonts w:ascii="Times" w:hAnsi="Times" w:cs="Times"/>
      <w:sz w:val="18"/>
      <w:szCs w:val="18"/>
    </w:rPr>
  </w:style>
  <w:style w:type="paragraph" w:customStyle="1" w:styleId="signature">
    <w:name w:val="•signature"/>
    <w:basedOn w:val="Normal"/>
    <w:semiHidden/>
    <w:pPr>
      <w:ind w:left="5940" w:right="295"/>
      <w:jc w:val="center"/>
    </w:pPr>
    <w:rPr>
      <w:rFonts w:ascii="Times New Roman" w:hAnsi="Times New Roman"/>
    </w:rPr>
  </w:style>
  <w:style w:type="paragraph" w:styleId="Commentaire">
    <w:name w:val="annotation text"/>
    <w:basedOn w:val="Normal"/>
    <w:link w:val="CommentaireCar"/>
    <w:semiHidden/>
    <w:pPr>
      <w:jc w:val="left"/>
    </w:pPr>
    <w:rPr>
      <w:rFonts w:ascii="Times" w:hAnsi="Times" w:cs="Times"/>
      <w:sz w:val="20"/>
      <w:szCs w:val="20"/>
    </w:rPr>
  </w:style>
  <w:style w:type="paragraph" w:styleId="Textedebulles">
    <w:name w:val="Balloon Text"/>
    <w:basedOn w:val="Normal"/>
    <w:semiHidden/>
    <w:rsid w:val="00E80337"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rsid w:val="00FC225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StyleMarquedecommentaire">
    <w:name w:val="Style Marque de commentaire +"/>
    <w:basedOn w:val="Marquedecommentaire"/>
    <w:semiHidden/>
    <w:rsid w:val="003D598A"/>
    <w:rPr>
      <w:rFonts w:ascii="Times New Roman" w:hAnsi="Times New Roman"/>
      <w:vanish w:val="0"/>
      <w:color w:val="0000FF"/>
      <w:sz w:val="24"/>
      <w:vertAlign w:val="superscript"/>
    </w:rPr>
  </w:style>
  <w:style w:type="character" w:customStyle="1" w:styleId="Aubaile">
    <w:name w:val="Aubaile"/>
    <w:basedOn w:val="Policepardfaut"/>
    <w:semiHidden/>
    <w:rsid w:val="00FD7D54"/>
    <w:rPr>
      <w:rFonts w:ascii="Comic Sans MS" w:hAnsi="Comic Sans MS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styleId="Objetducommentaire">
    <w:name w:val="annotation subject"/>
    <w:basedOn w:val="Commentaire"/>
    <w:next w:val="Commentaire"/>
    <w:link w:val="ObjetducommentaireCar"/>
    <w:rsid w:val="001976A4"/>
    <w:pPr>
      <w:jc w:val="both"/>
    </w:pPr>
    <w:rPr>
      <w:rFonts w:ascii="Times New (W1)" w:hAnsi="Times New (W1)" w:cs="Times New Roman"/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1976A4"/>
    <w:rPr>
      <w:rFonts w:ascii="Times" w:hAnsi="Times" w:cs="Times"/>
    </w:rPr>
  </w:style>
  <w:style w:type="character" w:customStyle="1" w:styleId="ObjetducommentaireCar">
    <w:name w:val="Objet du commentaire Car"/>
    <w:basedOn w:val="CommentaireCar"/>
    <w:link w:val="Objetducommentaire"/>
    <w:rsid w:val="001976A4"/>
    <w:rPr>
      <w:rFonts w:ascii="Times New (W1)" w:hAnsi="Times New (W1)" w:cs="Times"/>
      <w:b/>
      <w:bCs/>
    </w:rPr>
  </w:style>
  <w:style w:type="paragraph" w:styleId="Titre">
    <w:name w:val="Title"/>
    <w:basedOn w:val="Normal"/>
    <w:link w:val="TitreCar"/>
    <w:autoRedefine/>
    <w:uiPriority w:val="99"/>
    <w:qFormat/>
    <w:rsid w:val="00C8084B"/>
    <w:pPr>
      <w:overflowPunct w:val="0"/>
      <w:autoSpaceDE w:val="0"/>
      <w:autoSpaceDN w:val="0"/>
      <w:adjustRightInd w:val="0"/>
      <w:ind w:right="-369"/>
      <w:jc w:val="center"/>
      <w:textAlignment w:val="baseline"/>
    </w:pPr>
    <w:rPr>
      <w:rFonts w:ascii="Arial" w:hAnsi="Arial" w:cs="Arial"/>
      <w:b/>
      <w:bCs/>
      <w:kern w:val="28"/>
      <w:sz w:val="20"/>
      <w:szCs w:val="20"/>
      <w:u w:val="single"/>
    </w:rPr>
  </w:style>
  <w:style w:type="character" w:customStyle="1" w:styleId="TitreCar">
    <w:name w:val="Titre Car"/>
    <w:basedOn w:val="Policepardfaut"/>
    <w:link w:val="Titre"/>
    <w:uiPriority w:val="99"/>
    <w:rsid w:val="00C8084B"/>
    <w:rPr>
      <w:rFonts w:ascii="Arial" w:hAnsi="Arial" w:cs="Arial"/>
      <w:b/>
      <w:bCs/>
      <w:kern w:val="28"/>
      <w:u w:val="single"/>
    </w:rPr>
  </w:style>
  <w:style w:type="paragraph" w:customStyle="1" w:styleId="Texte">
    <w:name w:val="Texte"/>
    <w:link w:val="TexteCar"/>
    <w:rsid w:val="00C8084B"/>
    <w:pPr>
      <w:overflowPunct w:val="0"/>
      <w:autoSpaceDE w:val="0"/>
      <w:autoSpaceDN w:val="0"/>
      <w:adjustRightInd w:val="0"/>
      <w:spacing w:before="40" w:after="20"/>
      <w:jc w:val="both"/>
      <w:textAlignment w:val="baseline"/>
    </w:pPr>
    <w:rPr>
      <w:sz w:val="22"/>
      <w:szCs w:val="22"/>
    </w:rPr>
  </w:style>
  <w:style w:type="character" w:customStyle="1" w:styleId="TexteCar">
    <w:name w:val="Texte Car"/>
    <w:link w:val="Texte"/>
    <w:rsid w:val="00C8084B"/>
    <w:rPr>
      <w:sz w:val="22"/>
      <w:szCs w:val="22"/>
    </w:rPr>
  </w:style>
  <w:style w:type="paragraph" w:styleId="Corpsdetexte2">
    <w:name w:val="Body Text 2"/>
    <w:basedOn w:val="Normal"/>
    <w:link w:val="Corpsdetexte2Car"/>
    <w:rsid w:val="002E69ED"/>
    <w:rPr>
      <w:rFonts w:ascii="Bookman Old Style" w:hAnsi="Bookman Old Style" w:cs="Arial"/>
      <w:sz w:val="20"/>
      <w:szCs w:val="20"/>
    </w:rPr>
  </w:style>
  <w:style w:type="character" w:customStyle="1" w:styleId="Corpsdetexte2Car">
    <w:name w:val="Corps de texte 2 Car"/>
    <w:basedOn w:val="Policepardfaut"/>
    <w:link w:val="Corpsdetexte2"/>
    <w:rsid w:val="002E69ED"/>
    <w:rPr>
      <w:rFonts w:ascii="Bookman Old Style" w:hAnsi="Bookman Old Style" w:cs="Arial"/>
    </w:rPr>
  </w:style>
  <w:style w:type="character" w:customStyle="1" w:styleId="En-tteCar">
    <w:name w:val="En-tête Car"/>
    <w:link w:val="En-tte"/>
    <w:rsid w:val="002E69ED"/>
    <w:rPr>
      <w:rFonts w:ascii="Times New (W1)" w:hAnsi="Times New (W1)"/>
      <w:sz w:val="22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DD13AE"/>
    <w:rPr>
      <w:rFonts w:ascii="Times New (W1)" w:hAnsi="Times New (W1)"/>
      <w:sz w:val="24"/>
      <w:szCs w:val="24"/>
    </w:rPr>
  </w:style>
  <w:style w:type="paragraph" w:styleId="Rvision">
    <w:name w:val="Revision"/>
    <w:hidden/>
    <w:uiPriority w:val="99"/>
    <w:semiHidden/>
    <w:rsid w:val="001F5E6D"/>
    <w:rPr>
      <w:rFonts w:ascii="Times New (W1)" w:hAnsi="Times New (W1)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1F5E6D"/>
    <w:pPr>
      <w:ind w:left="720"/>
      <w:contextualSpacing/>
    </w:pPr>
    <w:rPr>
      <w:rFonts w:ascii="Times New Roman" w:hAnsi="Times New Roman"/>
    </w:rPr>
  </w:style>
  <w:style w:type="character" w:customStyle="1" w:styleId="texte1Car">
    <w:name w:val="texte 1 Car"/>
    <w:link w:val="texte1"/>
    <w:rsid w:val="007A30CE"/>
    <w:rPr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3241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urelie.cuvelier@onf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t.guyane@onf.fr" TargetMode="Externa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od&#232;les%20LIC\LIC%20Document%20cour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676DA-8EB0-4006-9AC9-C550B5A5D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LIC Document court</Template>
  <TotalTime>48</TotalTime>
  <Pages>2</Pages>
  <Words>400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Titre</vt:lpstr>
    </vt:vector>
  </TitlesOfParts>
  <Company>L'Informatique Communicante</Company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</dc:title>
  <dc:creator>Mercier Anthony</dc:creator>
  <cp:lastModifiedBy>MARCELLAN Philippe</cp:lastModifiedBy>
  <cp:revision>6</cp:revision>
  <cp:lastPrinted>2017-04-03T09:28:00Z</cp:lastPrinted>
  <dcterms:created xsi:type="dcterms:W3CDTF">2023-09-07T15:01:00Z</dcterms:created>
  <dcterms:modified xsi:type="dcterms:W3CDTF">2026-02-04T18:32:00Z</dcterms:modified>
</cp:coreProperties>
</file>