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13CDD9B" w14:textId="77777777" w:rsidR="00C3566F" w:rsidRDefault="00C3566F">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3566F" w14:paraId="4D793F0B" w14:textId="77777777">
        <w:tc>
          <w:tcPr>
            <w:tcW w:w="10419" w:type="dxa"/>
            <w:shd w:val="clear" w:color="auto" w:fill="auto"/>
          </w:tcPr>
          <w:p w14:paraId="570E6B29" w14:textId="77777777" w:rsidR="00C3566F" w:rsidRDefault="00C3566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47630BF" wp14:editId="5538E22E">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F31EB4B" w14:textId="77777777" w:rsidR="00C3566F" w:rsidRDefault="00C3566F">
            <w:pPr>
              <w:pStyle w:val="Pieddepage"/>
              <w:tabs>
                <w:tab w:val="clear" w:pos="4536"/>
                <w:tab w:val="clear" w:pos="9072"/>
              </w:tabs>
              <w:jc w:val="center"/>
              <w:rPr>
                <w:rFonts w:ascii="Arial" w:hAnsi="Arial" w:cs="Arial"/>
              </w:rPr>
            </w:pPr>
          </w:p>
          <w:p w14:paraId="191C8F90" w14:textId="77777777" w:rsidR="00C3566F" w:rsidRDefault="00C3566F">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7BC4FB1" w14:textId="77777777" w:rsidR="00C3566F" w:rsidRDefault="00C3566F">
            <w:pPr>
              <w:pStyle w:val="Pieddepage"/>
              <w:tabs>
                <w:tab w:val="clear" w:pos="4536"/>
                <w:tab w:val="clear" w:pos="9072"/>
              </w:tabs>
              <w:jc w:val="center"/>
            </w:pPr>
            <w:r>
              <w:rPr>
                <w:rFonts w:ascii="Arial" w:hAnsi="Arial" w:cs="Arial"/>
                <w:b/>
                <w:sz w:val="18"/>
                <w:szCs w:val="18"/>
              </w:rPr>
              <w:t>Direction des Affaires Juridiques</w:t>
            </w:r>
          </w:p>
          <w:p w14:paraId="0E4A24FA" w14:textId="77777777" w:rsidR="00C3566F" w:rsidRDefault="00C3566F">
            <w:pPr>
              <w:pStyle w:val="Pieddepage"/>
              <w:tabs>
                <w:tab w:val="clear" w:pos="4536"/>
                <w:tab w:val="clear" w:pos="9072"/>
              </w:tabs>
              <w:jc w:val="center"/>
            </w:pPr>
          </w:p>
        </w:tc>
      </w:tr>
    </w:tbl>
    <w:p w14:paraId="3F7479FD" w14:textId="77777777" w:rsidR="00C3566F" w:rsidRDefault="00C3566F">
      <w:pPr>
        <w:sectPr w:rsidR="00C3566F" w:rsidSect="00C3566F">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3566F" w14:paraId="58203324" w14:textId="77777777">
        <w:tc>
          <w:tcPr>
            <w:tcW w:w="9285" w:type="dxa"/>
            <w:shd w:val="clear" w:color="auto" w:fill="66CCFF"/>
          </w:tcPr>
          <w:p w14:paraId="7278B573" w14:textId="77777777" w:rsidR="00C3566F" w:rsidRDefault="00C3566F">
            <w:pPr>
              <w:pStyle w:val="Titre8"/>
              <w:tabs>
                <w:tab w:val="right" w:pos="9639"/>
              </w:tabs>
              <w:spacing w:before="120" w:after="120"/>
              <w:rPr>
                <w:caps/>
                <w:sz w:val="28"/>
                <w:szCs w:val="28"/>
              </w:rPr>
            </w:pPr>
            <w:r>
              <w:rPr>
                <w:b w:val="0"/>
              </w:rPr>
              <w:t>MARCH</w:t>
            </w:r>
            <w:r>
              <w:rPr>
                <w:b w:val="0"/>
                <w:caps/>
              </w:rPr>
              <w:t>é</w:t>
            </w:r>
            <w:r>
              <w:rPr>
                <w:b w:val="0"/>
              </w:rPr>
              <w:t>S PUBLICS</w:t>
            </w:r>
          </w:p>
          <w:p w14:paraId="1BD5F51D" w14:textId="77777777" w:rsidR="00C3566F" w:rsidRDefault="00C3566F">
            <w:pPr>
              <w:pStyle w:val="Titre8"/>
              <w:tabs>
                <w:tab w:val="right" w:pos="9639"/>
              </w:tabs>
              <w:rPr>
                <w:caps/>
                <w:sz w:val="28"/>
                <w:szCs w:val="28"/>
              </w:rPr>
            </w:pPr>
            <w:r>
              <w:rPr>
                <w:caps/>
                <w:sz w:val="28"/>
                <w:szCs w:val="28"/>
              </w:rPr>
              <w:t>Lettre de candidature</w:t>
            </w:r>
          </w:p>
          <w:p w14:paraId="7A292895" w14:textId="77777777" w:rsidR="00C3566F" w:rsidRDefault="00C3566F">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1806CE2C" w14:textId="77777777" w:rsidR="00C3566F" w:rsidRDefault="00C3566F">
            <w:pPr>
              <w:pStyle w:val="Titre8"/>
              <w:tabs>
                <w:tab w:val="right" w:pos="9639"/>
              </w:tabs>
              <w:spacing w:before="120" w:after="120"/>
            </w:pPr>
            <w:r>
              <w:rPr>
                <w:caps/>
                <w:sz w:val="28"/>
                <w:szCs w:val="28"/>
              </w:rPr>
              <w:t>Dc1</w:t>
            </w:r>
          </w:p>
        </w:tc>
      </w:tr>
      <w:tr w:rsidR="00C3566F" w14:paraId="1525A562" w14:textId="77777777" w:rsidTr="00AE730C">
        <w:tc>
          <w:tcPr>
            <w:tcW w:w="10277" w:type="dxa"/>
            <w:gridSpan w:val="2"/>
            <w:shd w:val="clear" w:color="auto" w:fill="auto"/>
          </w:tcPr>
          <w:p w14:paraId="6656DF04" w14:textId="77777777" w:rsidR="00C3566F" w:rsidRDefault="00C3566F">
            <w:pPr>
              <w:pStyle w:val="Titre2"/>
              <w:snapToGrid w:val="0"/>
              <w:jc w:val="both"/>
              <w:rPr>
                <w:rFonts w:ascii="Arial" w:hAnsi="Arial" w:cs="Arial"/>
                <w:b w:val="0"/>
                <w:bCs w:val="0"/>
                <w:i/>
                <w:iCs/>
                <w:sz w:val="18"/>
                <w:szCs w:val="18"/>
              </w:rPr>
            </w:pPr>
          </w:p>
          <w:p w14:paraId="2DB68EB8" w14:textId="77777777" w:rsidR="00C3566F" w:rsidRDefault="00C3566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4F8E02C2" w14:textId="77777777" w:rsidR="00C3566F" w:rsidRDefault="00C3566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60CA51F" w14:textId="77777777" w:rsidR="00C3566F" w:rsidRPr="004D1DF9" w:rsidRDefault="00C3566F" w:rsidP="004D1DF9"/>
          <w:p w14:paraId="7E27452A" w14:textId="77777777" w:rsidR="00C3566F" w:rsidRDefault="00C3566F"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43955139" w14:textId="77777777" w:rsidR="00C3566F" w:rsidRPr="004D1DF9" w:rsidRDefault="00C3566F" w:rsidP="004D1DF9"/>
          <w:p w14:paraId="5259C003" w14:textId="77777777" w:rsidR="00C3566F" w:rsidRPr="009B14B4" w:rsidRDefault="00C3566F"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82817CB" w14:textId="77777777" w:rsidR="00C3566F" w:rsidRPr="00EB4DEA" w:rsidRDefault="00C3566F" w:rsidP="00EB4DEA"/>
        </w:tc>
      </w:tr>
      <w:tr w:rsidR="00C3566F" w14:paraId="0772D9A7" w14:textId="77777777">
        <w:tc>
          <w:tcPr>
            <w:tcW w:w="10277" w:type="dxa"/>
            <w:gridSpan w:val="2"/>
            <w:shd w:val="clear" w:color="auto" w:fill="auto"/>
          </w:tcPr>
          <w:p w14:paraId="604663E3" w14:textId="77777777" w:rsidR="00C3566F" w:rsidRDefault="00C3566F">
            <w:pPr>
              <w:tabs>
                <w:tab w:val="left" w:pos="-142"/>
                <w:tab w:val="left" w:pos="4111"/>
              </w:tabs>
              <w:snapToGrid w:val="0"/>
              <w:jc w:val="both"/>
              <w:rPr>
                <w:rFonts w:ascii="Arial" w:hAnsi="Arial" w:cs="Arial"/>
                <w:b/>
                <w:bCs/>
              </w:rPr>
            </w:pPr>
          </w:p>
        </w:tc>
      </w:tr>
      <w:tr w:rsidR="00C3566F" w14:paraId="1D9E9AC7" w14:textId="77777777">
        <w:tc>
          <w:tcPr>
            <w:tcW w:w="10277" w:type="dxa"/>
            <w:gridSpan w:val="2"/>
            <w:shd w:val="clear" w:color="auto" w:fill="66CCFF"/>
          </w:tcPr>
          <w:p w14:paraId="5C149B81" w14:textId="77777777" w:rsidR="00C3566F" w:rsidRDefault="00C3566F"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68A481E2" w14:textId="77777777" w:rsidR="00C3566F" w:rsidRPr="0097319D" w:rsidRDefault="00C3566F">
      <w:pPr>
        <w:pStyle w:val="En-tte"/>
        <w:tabs>
          <w:tab w:val="clear" w:pos="4536"/>
          <w:tab w:val="clear" w:pos="9072"/>
        </w:tabs>
        <w:rPr>
          <w:rFonts w:ascii="Arial" w:hAnsi="Arial" w:cs="Arial"/>
        </w:rPr>
      </w:pPr>
    </w:p>
    <w:p w14:paraId="0A17A0C8" w14:textId="77777777" w:rsidR="00C3566F" w:rsidRPr="0097319D" w:rsidRDefault="00C3566F" w:rsidP="00C41DEF">
      <w:pPr>
        <w:tabs>
          <w:tab w:val="center" w:pos="7371"/>
        </w:tabs>
        <w:jc w:val="center"/>
        <w:rPr>
          <w:rFonts w:ascii="Arial" w:hAnsi="Arial" w:cs="Arial"/>
        </w:rPr>
      </w:pPr>
      <w:r w:rsidRPr="0097319D">
        <w:rPr>
          <w:rFonts w:ascii="Arial" w:hAnsi="Arial" w:cs="Arial"/>
          <w:b/>
          <w:bCs/>
          <w:color w:val="000000"/>
          <w:sz w:val="18"/>
          <w:szCs w:val="18"/>
        </w:rPr>
        <w:t xml:space="preserve">Centre Hospitalier Universitaire de Bordeaux </w:t>
      </w:r>
      <w:r w:rsidRPr="0097319D">
        <w:rPr>
          <w:rFonts w:ascii="Arial" w:hAnsi="Arial" w:cs="Arial"/>
          <w:color w:val="000000"/>
          <w:sz w:val="18"/>
          <w:szCs w:val="18"/>
        </w:rPr>
        <w:br/>
        <w:t>12 Rue DUBERNAT</w:t>
      </w:r>
      <w:r w:rsidRPr="0097319D">
        <w:rPr>
          <w:rFonts w:ascii="Arial" w:hAnsi="Arial" w:cs="Arial"/>
          <w:color w:val="000000"/>
          <w:sz w:val="18"/>
          <w:szCs w:val="18"/>
        </w:rPr>
        <w:br/>
        <w:t>33404 Talence CEDEX</w:t>
      </w:r>
      <w:r w:rsidRPr="0097319D">
        <w:rPr>
          <w:rFonts w:ascii="Arial" w:hAnsi="Arial" w:cs="Arial"/>
          <w:color w:val="000000"/>
          <w:sz w:val="18"/>
          <w:szCs w:val="18"/>
        </w:rPr>
        <w:br/>
      </w:r>
      <w:r w:rsidRPr="0097319D">
        <w:rPr>
          <w:rFonts w:ascii="Arial" w:hAnsi="Arial" w:cs="Arial"/>
        </w:rPr>
        <w:t xml:space="preserve">Direction des </w:t>
      </w:r>
      <w:r w:rsidR="00CE03B0">
        <w:rPr>
          <w:rFonts w:ascii="Arial" w:hAnsi="Arial" w:cs="Arial"/>
        </w:rPr>
        <w:t>Travaux et de la Stratégie Patrimoniale</w:t>
      </w:r>
    </w:p>
    <w:p w14:paraId="477FDECA" w14:textId="77777777" w:rsidR="00C3566F" w:rsidRPr="0097319D" w:rsidRDefault="00C3566F" w:rsidP="00C41DEF">
      <w:pPr>
        <w:tabs>
          <w:tab w:val="center" w:pos="7371"/>
        </w:tabs>
        <w:jc w:val="center"/>
        <w:rPr>
          <w:rFonts w:ascii="Arial" w:hAnsi="Arial" w:cs="Arial"/>
        </w:rPr>
      </w:pPr>
      <w:r w:rsidRPr="0097319D">
        <w:rPr>
          <w:rFonts w:ascii="Arial" w:hAnsi="Arial" w:cs="Arial"/>
        </w:rPr>
        <w:t>Pôle Nouvel Hôpital et Ressources Opérationnelles</w:t>
      </w:r>
    </w:p>
    <w:p w14:paraId="0F92C5D3" w14:textId="77777777" w:rsidR="00C3566F" w:rsidRDefault="00C3566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14:paraId="2066CAC1" w14:textId="77777777">
        <w:trPr>
          <w:trHeight w:val="160"/>
        </w:trPr>
        <w:tc>
          <w:tcPr>
            <w:tcW w:w="10277" w:type="dxa"/>
            <w:shd w:val="clear" w:color="auto" w:fill="66CCFF"/>
          </w:tcPr>
          <w:p w14:paraId="0CBBEC59" w14:textId="77777777" w:rsidR="00C3566F" w:rsidRDefault="00C3566F">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27D1F56" w14:textId="77777777" w:rsidR="00C3566F" w:rsidRPr="002440D7" w:rsidRDefault="00C3566F">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3527FC30" w14:textId="77777777" w:rsidR="00C3566F" w:rsidRDefault="00C3566F">
      <w:pPr>
        <w:rPr>
          <w:rFonts w:ascii="Arial" w:hAnsi="Arial" w:cs="Arial"/>
          <w:b/>
          <w:bCs/>
        </w:rPr>
      </w:pPr>
    </w:p>
    <w:p w14:paraId="5A027E06" w14:textId="4CE79E20" w:rsidR="00C3566F" w:rsidRPr="00071A34" w:rsidRDefault="0014288D">
      <w:pPr>
        <w:rPr>
          <w:rFonts w:ascii="Trebuchet MS" w:hAnsi="Trebuchet MS"/>
          <w:b/>
          <w:sz w:val="28"/>
        </w:rPr>
      </w:pPr>
      <w:r w:rsidRPr="004E60E9">
        <w:rPr>
          <w:rFonts w:ascii="Trebuchet MS" w:eastAsia="Trebuchet MS" w:hAnsi="Trebuchet MS" w:cs="Trebuchet MS"/>
          <w:b/>
          <w:sz w:val="28"/>
        </w:rPr>
        <w:fldChar w:fldCharType="begin"/>
      </w:r>
      <w:r w:rsidRPr="004E60E9">
        <w:rPr>
          <w:rFonts w:ascii="Trebuchet MS" w:eastAsia="Trebuchet MS" w:hAnsi="Trebuchet MS" w:cs="Trebuchet MS"/>
          <w:b/>
          <w:sz w:val="28"/>
        </w:rPr>
        <w:instrText xml:space="preserve"> MERGEFIELD Intitulé_consultation </w:instrText>
      </w:r>
      <w:r w:rsidRPr="004E60E9">
        <w:rPr>
          <w:rFonts w:ascii="Trebuchet MS" w:eastAsia="Trebuchet MS" w:hAnsi="Trebuchet MS" w:cs="Trebuchet MS"/>
          <w:b/>
          <w:sz w:val="28"/>
        </w:rPr>
        <w:fldChar w:fldCharType="separate"/>
      </w:r>
      <w:r w:rsidRPr="0003676E">
        <w:rPr>
          <w:rFonts w:ascii="Trebuchet MS" w:eastAsia="Trebuchet MS" w:hAnsi="Trebuchet MS" w:cs="Trebuchet MS"/>
          <w:b/>
          <w:noProof/>
          <w:sz w:val="28"/>
        </w:rPr>
        <w:t>Maintenance préven</w:t>
      </w:r>
      <w:r>
        <w:rPr>
          <w:rFonts w:ascii="Trebuchet MS" w:eastAsia="Trebuchet MS" w:hAnsi="Trebuchet MS" w:cs="Trebuchet MS"/>
          <w:b/>
          <w:noProof/>
          <w:sz w:val="28"/>
        </w:rPr>
        <w:t>tive et corrective des</w:t>
      </w:r>
      <w:r w:rsidR="0035606D">
        <w:rPr>
          <w:rFonts w:ascii="Trebuchet MS" w:eastAsia="Trebuchet MS" w:hAnsi="Trebuchet MS" w:cs="Trebuchet MS"/>
          <w:b/>
          <w:noProof/>
          <w:sz w:val="28"/>
        </w:rPr>
        <w:t xml:space="preserve"> centrales d'air comprimé à usage médical</w:t>
      </w:r>
      <w:r w:rsidRPr="004E60E9">
        <w:rPr>
          <w:rFonts w:ascii="Trebuchet MS" w:eastAsia="Trebuchet MS" w:hAnsi="Trebuchet MS" w:cs="Trebuchet MS"/>
          <w:b/>
          <w:sz w:val="28"/>
        </w:rPr>
        <w:fldChar w:fldCharType="end"/>
      </w:r>
      <w:r w:rsidRPr="004E60E9">
        <w:rPr>
          <w:rFonts w:ascii="Trebuchet MS" w:eastAsia="Trebuchet MS" w:hAnsi="Trebuchet MS" w:cs="Trebuchet MS"/>
          <w:b/>
          <w:sz w:val="28"/>
        </w:rPr>
        <w:t xml:space="preserve"> au</w:t>
      </w:r>
      <w:r w:rsidRPr="00001D14">
        <w:rPr>
          <w:rFonts w:ascii="Trebuchet MS" w:eastAsia="Trebuchet MS" w:hAnsi="Trebuchet MS" w:cs="Trebuchet MS"/>
          <w:b/>
          <w:sz w:val="28"/>
        </w:rPr>
        <w:t xml:space="preserve"> profit du </w:t>
      </w:r>
      <w:r>
        <w:rPr>
          <w:rFonts w:ascii="Trebuchet MS" w:eastAsia="Trebuchet MS" w:hAnsi="Trebuchet MS" w:cs="Trebuchet MS"/>
          <w:b/>
          <w:sz w:val="28"/>
        </w:rPr>
        <w:t xml:space="preserve">GHT Alliance </w:t>
      </w:r>
      <w:r w:rsidR="0017510F">
        <w:rPr>
          <w:rFonts w:ascii="Trebuchet MS" w:eastAsia="Trebuchet MS" w:hAnsi="Trebuchet MS" w:cs="Trebuchet MS"/>
          <w:b/>
          <w:sz w:val="28"/>
        </w:rPr>
        <w:t>de Gironde</w:t>
      </w:r>
    </w:p>
    <w:p w14:paraId="2CA99C0D" w14:textId="77777777" w:rsidR="00071A34" w:rsidRDefault="00071A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14:paraId="4A7913A7" w14:textId="77777777">
        <w:tc>
          <w:tcPr>
            <w:tcW w:w="10277" w:type="dxa"/>
            <w:shd w:val="clear" w:color="auto" w:fill="66CCFF"/>
          </w:tcPr>
          <w:p w14:paraId="01D45978" w14:textId="77777777" w:rsidR="00C3566F" w:rsidRDefault="00C3566F">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1F3DD51" w14:textId="77777777" w:rsidR="00C3566F" w:rsidRDefault="00C3566F">
      <w:pPr>
        <w:spacing w:before="120"/>
        <w:rPr>
          <w:rFonts w:ascii="Arial" w:hAnsi="Arial" w:cs="Arial"/>
        </w:rPr>
      </w:pPr>
      <w:r>
        <w:rPr>
          <w:rFonts w:ascii="Arial" w:hAnsi="Arial" w:cs="Arial"/>
          <w:i/>
          <w:sz w:val="18"/>
          <w:szCs w:val="18"/>
        </w:rPr>
        <w:t>(Cocher la case correspondante.)</w:t>
      </w:r>
    </w:p>
    <w:p w14:paraId="237E2945" w14:textId="77777777" w:rsidR="00C3566F" w:rsidRDefault="00C3566F">
      <w:pPr>
        <w:pStyle w:val="Titre1"/>
        <w:ind w:left="0" w:hanging="432"/>
        <w:rPr>
          <w:rFonts w:ascii="Arial" w:hAnsi="Arial" w:cs="Arial"/>
          <w:b w:val="0"/>
          <w:bCs w:val="0"/>
        </w:rPr>
      </w:pPr>
    </w:p>
    <w:p w14:paraId="3A02026D" w14:textId="77777777" w:rsidR="00C3566F" w:rsidRDefault="00C3566F">
      <w:pPr>
        <w:pStyle w:val="Titre1"/>
        <w:ind w:left="0"/>
        <w:rPr>
          <w:rFonts w:ascii="Arial" w:hAnsi="Arial" w:cs="Arial"/>
          <w:b w:val="0"/>
          <w:bCs w:val="0"/>
        </w:rPr>
      </w:pPr>
      <w:r>
        <w:rPr>
          <w:rFonts w:ascii="Arial" w:hAnsi="Arial" w:cs="Arial"/>
          <w:b w:val="0"/>
          <w:bCs w:val="0"/>
        </w:rPr>
        <w:t>La candidature est présentée :</w:t>
      </w:r>
    </w:p>
    <w:p w14:paraId="7A23D893" w14:textId="77777777" w:rsidR="00C3566F" w:rsidRDefault="00C3566F">
      <w:pPr>
        <w:pStyle w:val="Titre1"/>
        <w:ind w:left="0" w:hanging="432"/>
        <w:rPr>
          <w:rFonts w:ascii="Arial" w:hAnsi="Arial" w:cs="Arial"/>
          <w:b w:val="0"/>
          <w:bCs w:val="0"/>
        </w:rPr>
      </w:pPr>
    </w:p>
    <w:p w14:paraId="4C387C75" w14:textId="77777777" w:rsidR="00C3566F" w:rsidRDefault="00C3566F">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17510F">
        <w:fldChar w:fldCharType="separate"/>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14:paraId="2E0B747D" w14:textId="77777777" w:rsidR="00C3566F" w:rsidRDefault="00C3566F" w:rsidP="00775F55">
      <w:pPr>
        <w:numPr>
          <w:ilvl w:val="0"/>
          <w:numId w:val="1"/>
        </w:numPr>
        <w:rPr>
          <w:rFonts w:ascii="Arial" w:hAnsi="Arial" w:cs="Arial"/>
        </w:rPr>
      </w:pPr>
    </w:p>
    <w:p w14:paraId="0880AD0A" w14:textId="77777777" w:rsidR="00C3566F" w:rsidRDefault="00C3566F"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7510F">
        <w:fldChar w:fldCharType="separate"/>
      </w:r>
      <w:r>
        <w:fldChar w:fldCharType="end"/>
      </w:r>
      <w:r>
        <w:rPr>
          <w:rFonts w:ascii="Arial" w:hAnsi="Arial" w:cs="Arial"/>
        </w:rPr>
        <w:t> pour tous les lots de la procédure de passation du marché public ;</w:t>
      </w:r>
    </w:p>
    <w:p w14:paraId="4B7B1300" w14:textId="77777777" w:rsidR="00C3566F" w:rsidRDefault="00C3566F">
      <w:pPr>
        <w:pStyle w:val="En-tte"/>
        <w:tabs>
          <w:tab w:val="clear" w:pos="4536"/>
          <w:tab w:val="clear" w:pos="9072"/>
        </w:tabs>
        <w:rPr>
          <w:rFonts w:ascii="Arial" w:hAnsi="Arial" w:cs="Arial"/>
        </w:rPr>
      </w:pPr>
    </w:p>
    <w:p w14:paraId="4B94D3F2" w14:textId="77777777" w:rsidR="00C3566F" w:rsidRDefault="00C3566F"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7510F">
        <w:fldChar w:fldCharType="separate"/>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793C8CD" w14:textId="77777777" w:rsidR="00C3566F" w:rsidRDefault="00C3566F">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C3566F" w14:paraId="54F5DB81" w14:textId="77777777" w:rsidTr="00C3566F">
        <w:tc>
          <w:tcPr>
            <w:tcW w:w="10419" w:type="dxa"/>
            <w:shd w:val="clear" w:color="auto" w:fill="66CCFF"/>
          </w:tcPr>
          <w:p w14:paraId="6B8B2ACD" w14:textId="77777777" w:rsidR="00C3566F" w:rsidRDefault="00C3566F">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76F2C664" w14:textId="77777777" w:rsidR="00C3566F" w:rsidRDefault="00C3566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AB1E50F" w14:textId="77777777" w:rsidR="00C3566F" w:rsidRDefault="00C3566F">
      <w:pPr>
        <w:pStyle w:val="En-tte"/>
        <w:tabs>
          <w:tab w:val="clear" w:pos="4536"/>
          <w:tab w:val="clear" w:pos="9072"/>
        </w:tabs>
        <w:rPr>
          <w:rFonts w:ascii="Arial" w:hAnsi="Arial" w:cs="Arial"/>
        </w:rPr>
      </w:pPr>
    </w:p>
    <w:p w14:paraId="75AD5EAA" w14:textId="77777777" w:rsidR="00C3566F" w:rsidRDefault="00C3566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7510F">
        <w:fldChar w:fldCharType="separate"/>
      </w:r>
      <w:r>
        <w:fldChar w:fldCharType="end"/>
      </w:r>
      <w:r>
        <w:rPr>
          <w:rFonts w:ascii="Arial" w:hAnsi="Arial" w:cs="Arial"/>
          <w:b/>
          <w:bCs/>
        </w:rPr>
        <w:t> </w:t>
      </w:r>
      <w:r>
        <w:rPr>
          <w:rFonts w:ascii="Arial" w:hAnsi="Arial" w:cs="Arial"/>
        </w:rPr>
        <w:t>Le candidat se présente seul :</w:t>
      </w:r>
    </w:p>
    <w:p w14:paraId="1715A761" w14:textId="77777777" w:rsidR="00C3566F" w:rsidRDefault="00C3566F">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34C30563" w14:textId="77777777" w:rsidR="00C3566F" w:rsidRDefault="00C3566F">
      <w:pPr>
        <w:pStyle w:val="En-tte"/>
        <w:tabs>
          <w:tab w:val="clear" w:pos="4536"/>
          <w:tab w:val="clear" w:pos="9072"/>
        </w:tabs>
        <w:rPr>
          <w:rFonts w:ascii="Arial" w:hAnsi="Arial" w:cs="Arial"/>
        </w:rPr>
      </w:pPr>
    </w:p>
    <w:p w14:paraId="38B275F1"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1636343" w14:textId="77777777" w:rsidR="00C3566F" w:rsidRDefault="00C3566F" w:rsidP="00775F55">
      <w:pPr>
        <w:pStyle w:val="En-tte"/>
        <w:ind w:left="360"/>
        <w:rPr>
          <w:rFonts w:ascii="Arial" w:hAnsi="Arial" w:cs="Arial"/>
        </w:rPr>
      </w:pPr>
    </w:p>
    <w:p w14:paraId="4CE3CA78" w14:textId="77777777" w:rsidR="00C3566F" w:rsidRDefault="00C3566F" w:rsidP="00775F55">
      <w:pPr>
        <w:pStyle w:val="En-tte"/>
        <w:ind w:left="360"/>
        <w:rPr>
          <w:rFonts w:ascii="Arial" w:hAnsi="Arial" w:cs="Arial"/>
        </w:rPr>
      </w:pPr>
    </w:p>
    <w:p w14:paraId="59DB4239" w14:textId="77777777" w:rsidR="00C3566F" w:rsidRPr="00775F55" w:rsidRDefault="00C3566F" w:rsidP="00775F55">
      <w:pPr>
        <w:pStyle w:val="En-tte"/>
        <w:ind w:left="360"/>
        <w:rPr>
          <w:rFonts w:ascii="Arial" w:hAnsi="Arial" w:cs="Arial"/>
        </w:rPr>
      </w:pPr>
    </w:p>
    <w:p w14:paraId="4B885C5F"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94C9648" w14:textId="77777777" w:rsidR="00C3566F" w:rsidRDefault="00C3566F" w:rsidP="00775F55">
      <w:pPr>
        <w:pStyle w:val="En-tte"/>
        <w:ind w:left="360"/>
        <w:rPr>
          <w:rFonts w:ascii="Arial" w:hAnsi="Arial" w:cs="Arial"/>
        </w:rPr>
      </w:pPr>
    </w:p>
    <w:p w14:paraId="1A2E25F8" w14:textId="77777777" w:rsidR="00C3566F" w:rsidRDefault="00C3566F" w:rsidP="00775F55">
      <w:pPr>
        <w:pStyle w:val="En-tte"/>
        <w:ind w:left="360"/>
        <w:rPr>
          <w:rFonts w:ascii="Arial" w:hAnsi="Arial" w:cs="Arial"/>
        </w:rPr>
      </w:pPr>
    </w:p>
    <w:p w14:paraId="77735E74" w14:textId="77777777" w:rsidR="00C3566F" w:rsidRPr="00775F55" w:rsidRDefault="00C3566F" w:rsidP="00775F55">
      <w:pPr>
        <w:pStyle w:val="En-tte"/>
        <w:ind w:left="360"/>
        <w:rPr>
          <w:rFonts w:ascii="Arial" w:hAnsi="Arial" w:cs="Arial"/>
        </w:rPr>
      </w:pPr>
    </w:p>
    <w:p w14:paraId="1FFB6D4C"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B9CB87B" w14:textId="77777777" w:rsidR="00C3566F" w:rsidRDefault="00C3566F" w:rsidP="00775F55">
      <w:pPr>
        <w:pStyle w:val="En-tte"/>
        <w:ind w:left="360"/>
        <w:rPr>
          <w:rFonts w:ascii="Arial" w:hAnsi="Arial" w:cs="Arial"/>
        </w:rPr>
      </w:pPr>
    </w:p>
    <w:p w14:paraId="165DFF2F" w14:textId="77777777" w:rsidR="00C3566F" w:rsidRDefault="00C3566F" w:rsidP="00775F55">
      <w:pPr>
        <w:pStyle w:val="En-tte"/>
        <w:ind w:left="360"/>
        <w:rPr>
          <w:rFonts w:ascii="Arial" w:hAnsi="Arial" w:cs="Arial"/>
        </w:rPr>
      </w:pPr>
    </w:p>
    <w:p w14:paraId="2F135FE7" w14:textId="77777777" w:rsidR="00C3566F" w:rsidRPr="00775F55" w:rsidRDefault="00C3566F" w:rsidP="00775F55">
      <w:pPr>
        <w:pStyle w:val="En-tte"/>
        <w:ind w:left="360"/>
        <w:rPr>
          <w:rFonts w:ascii="Arial" w:hAnsi="Arial" w:cs="Arial"/>
        </w:rPr>
      </w:pPr>
    </w:p>
    <w:p w14:paraId="1552F2BE"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3723FD" w14:textId="77777777" w:rsidR="00C3566F" w:rsidRDefault="00C3566F" w:rsidP="00775F55">
      <w:pPr>
        <w:pStyle w:val="En-tte"/>
        <w:ind w:left="360"/>
        <w:rPr>
          <w:rFonts w:ascii="Arial" w:hAnsi="Arial" w:cs="Arial"/>
        </w:rPr>
      </w:pPr>
    </w:p>
    <w:p w14:paraId="206C66E5" w14:textId="77777777" w:rsidR="00C3566F" w:rsidRDefault="00C3566F" w:rsidP="00775F55">
      <w:pPr>
        <w:pStyle w:val="En-tte"/>
        <w:ind w:left="360"/>
        <w:rPr>
          <w:rFonts w:ascii="Arial" w:hAnsi="Arial" w:cs="Arial"/>
        </w:rPr>
      </w:pPr>
    </w:p>
    <w:p w14:paraId="79B42BB1" w14:textId="77777777" w:rsidR="00C3566F" w:rsidRPr="00775F55" w:rsidRDefault="00C3566F" w:rsidP="00775F55">
      <w:pPr>
        <w:pStyle w:val="En-tte"/>
        <w:ind w:left="360"/>
        <w:rPr>
          <w:rFonts w:ascii="Arial" w:hAnsi="Arial" w:cs="Arial"/>
        </w:rPr>
      </w:pPr>
    </w:p>
    <w:p w14:paraId="0FFD109A" w14:textId="77777777" w:rsidR="00C3566F" w:rsidRPr="00775F55" w:rsidRDefault="00C3566F"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7A729B9D" w14:textId="77777777" w:rsidR="00C3566F" w:rsidRPr="00775F55" w:rsidRDefault="00C3566F" w:rsidP="00775F55">
      <w:pPr>
        <w:pStyle w:val="En-tte"/>
        <w:ind w:left="360"/>
        <w:rPr>
          <w:rFonts w:ascii="Arial" w:hAnsi="Arial" w:cs="Arial"/>
        </w:rPr>
      </w:pPr>
    </w:p>
    <w:p w14:paraId="19C8D4AB" w14:textId="77777777" w:rsidR="00C3566F" w:rsidRPr="00775F55" w:rsidRDefault="00C3566F" w:rsidP="00775F55">
      <w:pPr>
        <w:pStyle w:val="En-tte"/>
        <w:ind w:left="360"/>
        <w:rPr>
          <w:rFonts w:ascii="Arial" w:hAnsi="Arial" w:cs="Arial"/>
        </w:rPr>
      </w:pPr>
    </w:p>
    <w:p w14:paraId="489356B3" w14:textId="77777777" w:rsidR="00C3566F" w:rsidRDefault="00C3566F">
      <w:pPr>
        <w:pStyle w:val="En-tte"/>
        <w:tabs>
          <w:tab w:val="clear" w:pos="4536"/>
          <w:tab w:val="clear" w:pos="9072"/>
        </w:tabs>
        <w:rPr>
          <w:rFonts w:ascii="Arial" w:hAnsi="Arial" w:cs="Arial"/>
        </w:rPr>
      </w:pPr>
    </w:p>
    <w:p w14:paraId="5771DBCE" w14:textId="77777777" w:rsidR="00C3566F" w:rsidRDefault="00C3566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7510F">
        <w:fldChar w:fldCharType="separate"/>
      </w:r>
      <w:r>
        <w:fldChar w:fldCharType="end"/>
      </w:r>
      <w:r>
        <w:rPr>
          <w:rFonts w:ascii="Arial" w:hAnsi="Arial" w:cs="Arial"/>
          <w:b/>
          <w:bCs/>
        </w:rPr>
        <w:t> </w:t>
      </w:r>
      <w:r>
        <w:rPr>
          <w:rFonts w:ascii="Arial" w:hAnsi="Arial" w:cs="Arial"/>
        </w:rPr>
        <w:t>Le candidat est un groupement d’entreprises :</w:t>
      </w:r>
    </w:p>
    <w:p w14:paraId="460A5251" w14:textId="77777777" w:rsidR="00C3566F" w:rsidRDefault="00C3566F">
      <w:pPr>
        <w:spacing w:before="60"/>
        <w:rPr>
          <w:rFonts w:ascii="Arial" w:hAnsi="Arial" w:cs="Arial"/>
          <w:iCs/>
        </w:rPr>
      </w:pPr>
    </w:p>
    <w:p w14:paraId="1504B728" w14:textId="77777777" w:rsidR="00C3566F" w:rsidRDefault="00C3566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7510F">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7510F">
        <w:fldChar w:fldCharType="separate"/>
      </w:r>
      <w:r>
        <w:fldChar w:fldCharType="end"/>
      </w:r>
      <w:r>
        <w:rPr>
          <w:rFonts w:ascii="Arial" w:hAnsi="Arial" w:cs="Arial"/>
          <w:iCs/>
        </w:rPr>
        <w:t> </w:t>
      </w:r>
      <w:r>
        <w:rPr>
          <w:rFonts w:ascii="Arial" w:hAnsi="Arial" w:cs="Arial"/>
        </w:rPr>
        <w:t>solidaire</w:t>
      </w:r>
    </w:p>
    <w:p w14:paraId="70F3492D" w14:textId="77777777" w:rsidR="00C3566F" w:rsidRDefault="00C3566F">
      <w:pPr>
        <w:rPr>
          <w:rFonts w:ascii="Arial" w:hAnsi="Arial" w:cs="Arial"/>
        </w:rPr>
      </w:pPr>
    </w:p>
    <w:p w14:paraId="404B46C6" w14:textId="77777777" w:rsidR="00C3566F" w:rsidRDefault="00C3566F">
      <w:pPr>
        <w:rPr>
          <w:rFonts w:ascii="Arial" w:hAnsi="Arial" w:cs="Arial"/>
        </w:rPr>
      </w:pPr>
    </w:p>
    <w:p w14:paraId="22E6E47C" w14:textId="77777777" w:rsidR="00C3566F" w:rsidRDefault="00C3566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ED838A0" w14:textId="77777777" w:rsidR="00C3566F" w:rsidRDefault="00C3566F">
      <w:pPr>
        <w:spacing w:before="60"/>
        <w:rPr>
          <w:rFonts w:ascii="Arial" w:hAnsi="Arial" w:cs="Arial"/>
          <w:iCs/>
        </w:rPr>
      </w:pPr>
    </w:p>
    <w:p w14:paraId="180101DB" w14:textId="77777777" w:rsidR="00C3566F" w:rsidRDefault="00C3566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7510F">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7510F">
        <w:fldChar w:fldCharType="separate"/>
      </w:r>
      <w:r>
        <w:fldChar w:fldCharType="end"/>
      </w:r>
      <w:r>
        <w:rPr>
          <w:rFonts w:ascii="Arial" w:hAnsi="Arial" w:cs="Arial"/>
          <w:iCs/>
        </w:rPr>
        <w:t xml:space="preserve"> Oui</w:t>
      </w:r>
    </w:p>
    <w:p w14:paraId="79B0FD15" w14:textId="77777777" w:rsidR="00C3566F" w:rsidRDefault="00C3566F">
      <w:pPr>
        <w:jc w:val="both"/>
        <w:rPr>
          <w:rFonts w:ascii="Arial" w:hAnsi="Arial" w:cs="Arial"/>
        </w:rPr>
      </w:pPr>
    </w:p>
    <w:p w14:paraId="15E9F642" w14:textId="77777777" w:rsidR="00C3566F" w:rsidRDefault="00C3566F">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C3566F" w14:paraId="4743A6D8" w14:textId="77777777" w:rsidTr="00B02DE5">
        <w:tc>
          <w:tcPr>
            <w:tcW w:w="10490" w:type="dxa"/>
            <w:shd w:val="clear" w:color="auto" w:fill="66CCFF"/>
          </w:tcPr>
          <w:p w14:paraId="4B98FD8B" w14:textId="77777777" w:rsidR="00C3566F" w:rsidRDefault="00C3566F">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9649526" w14:textId="77777777" w:rsidR="00C3566F" w:rsidRDefault="00C3566F"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2BA7CC3" w14:textId="77777777" w:rsidR="00C3566F" w:rsidRDefault="00C3566F">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3566F" w14:paraId="25A5A227"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7513A40" w14:textId="77777777" w:rsidR="00C3566F" w:rsidRDefault="00C3566F">
            <w:pPr>
              <w:snapToGrid w:val="0"/>
              <w:jc w:val="center"/>
              <w:rPr>
                <w:rFonts w:ascii="Arial" w:hAnsi="Arial" w:cs="Arial"/>
                <w:b/>
              </w:rPr>
            </w:pPr>
          </w:p>
          <w:p w14:paraId="02349B5F" w14:textId="77777777" w:rsidR="00C3566F" w:rsidRDefault="00C3566F">
            <w:pPr>
              <w:jc w:val="center"/>
              <w:rPr>
                <w:rFonts w:ascii="Arial" w:hAnsi="Arial" w:cs="Arial"/>
                <w:b/>
              </w:rPr>
            </w:pPr>
          </w:p>
          <w:p w14:paraId="37393134" w14:textId="77777777" w:rsidR="00C3566F" w:rsidRDefault="00C3566F">
            <w:pPr>
              <w:jc w:val="center"/>
              <w:rPr>
                <w:rFonts w:ascii="Arial" w:hAnsi="Arial" w:cs="Arial"/>
                <w:b/>
              </w:rPr>
            </w:pPr>
            <w:r>
              <w:rPr>
                <w:rFonts w:ascii="Arial" w:hAnsi="Arial" w:cs="Arial"/>
                <w:b/>
              </w:rPr>
              <w:t>N°</w:t>
            </w:r>
          </w:p>
          <w:p w14:paraId="28215962" w14:textId="77777777" w:rsidR="00C3566F" w:rsidRDefault="00C3566F">
            <w:pPr>
              <w:jc w:val="center"/>
              <w:rPr>
                <w:rFonts w:ascii="Arial" w:hAnsi="Arial" w:cs="Arial"/>
                <w:b/>
              </w:rPr>
            </w:pPr>
            <w:r>
              <w:rPr>
                <w:rFonts w:ascii="Arial" w:hAnsi="Arial" w:cs="Arial"/>
                <w:b/>
              </w:rPr>
              <w:t>du</w:t>
            </w:r>
          </w:p>
          <w:p w14:paraId="226EC5A4" w14:textId="77777777" w:rsidR="00C3566F" w:rsidRDefault="00C3566F">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EA0F188" w14:textId="77777777" w:rsidR="00C3566F" w:rsidRDefault="00C3566F">
            <w:pPr>
              <w:snapToGrid w:val="0"/>
              <w:jc w:val="center"/>
              <w:rPr>
                <w:rFonts w:ascii="Arial" w:hAnsi="Arial" w:cs="Arial"/>
                <w:b/>
              </w:rPr>
            </w:pPr>
          </w:p>
          <w:p w14:paraId="4F5EB6C9" w14:textId="77777777" w:rsidR="00C3566F" w:rsidRDefault="00C3566F">
            <w:pPr>
              <w:jc w:val="center"/>
              <w:rPr>
                <w:rFonts w:ascii="Arial" w:hAnsi="Arial" w:cs="Arial"/>
                <w:b/>
              </w:rPr>
            </w:pPr>
            <w:r>
              <w:rPr>
                <w:rFonts w:ascii="Arial" w:hAnsi="Arial" w:cs="Arial"/>
                <w:b/>
              </w:rPr>
              <w:t>Nom commercial et dénomination sociale, adresse de l’établissement (*),</w:t>
            </w:r>
          </w:p>
          <w:p w14:paraId="7F9728B0" w14:textId="77777777" w:rsidR="00C3566F" w:rsidRDefault="00C3566F">
            <w:pPr>
              <w:jc w:val="center"/>
              <w:rPr>
                <w:rFonts w:ascii="Arial" w:hAnsi="Arial" w:cs="Arial"/>
                <w:b/>
              </w:rPr>
            </w:pPr>
            <w:r>
              <w:rPr>
                <w:rFonts w:ascii="Arial" w:hAnsi="Arial" w:cs="Arial"/>
                <w:b/>
              </w:rPr>
              <w:t>adresse électronique, numéros de téléphone et de télécopie, numéro SIRET</w:t>
            </w:r>
          </w:p>
          <w:p w14:paraId="6500E8D0" w14:textId="77777777" w:rsidR="00C3566F" w:rsidRDefault="00C3566F">
            <w:pPr>
              <w:jc w:val="center"/>
              <w:rPr>
                <w:rFonts w:ascii="Arial" w:hAnsi="Arial" w:cs="Arial"/>
                <w:b/>
              </w:rPr>
            </w:pPr>
            <w:r>
              <w:rPr>
                <w:rFonts w:ascii="Arial" w:hAnsi="Arial" w:cs="Arial"/>
                <w:b/>
              </w:rPr>
              <w:t>des membres du groupement (***)</w:t>
            </w:r>
          </w:p>
          <w:p w14:paraId="6EF05D95" w14:textId="77777777" w:rsidR="00C3566F" w:rsidRDefault="00C3566F">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6431E29" w14:textId="77777777" w:rsidR="00C3566F" w:rsidRDefault="00C3566F">
            <w:pPr>
              <w:pStyle w:val="Titre5"/>
              <w:snapToGrid w:val="0"/>
            </w:pPr>
          </w:p>
          <w:p w14:paraId="27E8B648" w14:textId="77777777" w:rsidR="00C3566F" w:rsidRDefault="00C3566F">
            <w:pPr>
              <w:pStyle w:val="Titre5"/>
            </w:pPr>
            <w:r>
              <w:t>Prestations exécutées par les membres du groupement (**)</w:t>
            </w:r>
          </w:p>
        </w:tc>
      </w:tr>
      <w:tr w:rsidR="00C3566F" w14:paraId="340FBD0F" w14:textId="77777777" w:rsidTr="00C1386A">
        <w:trPr>
          <w:trHeight w:val="1021"/>
        </w:trPr>
        <w:tc>
          <w:tcPr>
            <w:tcW w:w="851" w:type="dxa"/>
            <w:tcBorders>
              <w:top w:val="single" w:sz="4" w:space="0" w:color="000000"/>
              <w:left w:val="single" w:sz="4" w:space="0" w:color="000000"/>
            </w:tcBorders>
            <w:shd w:val="clear" w:color="auto" w:fill="CCFFFF"/>
          </w:tcPr>
          <w:p w14:paraId="5E4A7C45" w14:textId="77777777" w:rsidR="00C3566F" w:rsidRDefault="00C3566F">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A8E558E" w14:textId="77777777" w:rsidR="00C3566F" w:rsidRDefault="00C3566F">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1751767" w14:textId="77777777" w:rsidR="00C3566F" w:rsidRDefault="00C3566F">
            <w:pPr>
              <w:snapToGrid w:val="0"/>
              <w:jc w:val="both"/>
              <w:rPr>
                <w:rFonts w:ascii="Arial" w:hAnsi="Arial" w:cs="Arial"/>
              </w:rPr>
            </w:pPr>
          </w:p>
        </w:tc>
      </w:tr>
      <w:tr w:rsidR="00C3566F" w14:paraId="5DFF0E1F" w14:textId="77777777" w:rsidTr="00C1386A">
        <w:trPr>
          <w:trHeight w:val="1021"/>
        </w:trPr>
        <w:tc>
          <w:tcPr>
            <w:tcW w:w="851" w:type="dxa"/>
            <w:tcBorders>
              <w:left w:val="single" w:sz="4" w:space="0" w:color="000000"/>
            </w:tcBorders>
            <w:shd w:val="clear" w:color="auto" w:fill="auto"/>
          </w:tcPr>
          <w:p w14:paraId="5AD4BEFD" w14:textId="77777777" w:rsidR="00C3566F" w:rsidRDefault="00C3566F">
            <w:pPr>
              <w:snapToGrid w:val="0"/>
              <w:jc w:val="both"/>
              <w:rPr>
                <w:rFonts w:ascii="Arial" w:hAnsi="Arial" w:cs="Arial"/>
              </w:rPr>
            </w:pPr>
          </w:p>
        </w:tc>
        <w:tc>
          <w:tcPr>
            <w:tcW w:w="4394" w:type="dxa"/>
            <w:tcBorders>
              <w:left w:val="single" w:sz="4" w:space="0" w:color="000000"/>
            </w:tcBorders>
            <w:shd w:val="clear" w:color="auto" w:fill="auto"/>
          </w:tcPr>
          <w:p w14:paraId="2EAFE83F" w14:textId="77777777" w:rsidR="00C3566F" w:rsidRDefault="00C3566F">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D6D87CA" w14:textId="77777777" w:rsidR="00C3566F" w:rsidRDefault="00C3566F">
            <w:pPr>
              <w:snapToGrid w:val="0"/>
              <w:jc w:val="both"/>
              <w:rPr>
                <w:rFonts w:ascii="Arial" w:hAnsi="Arial" w:cs="Arial"/>
              </w:rPr>
            </w:pPr>
          </w:p>
        </w:tc>
      </w:tr>
      <w:tr w:rsidR="00C3566F" w14:paraId="0DA73ADD" w14:textId="77777777" w:rsidTr="00C1386A">
        <w:trPr>
          <w:trHeight w:val="1021"/>
        </w:trPr>
        <w:tc>
          <w:tcPr>
            <w:tcW w:w="851" w:type="dxa"/>
            <w:tcBorders>
              <w:left w:val="single" w:sz="4" w:space="0" w:color="000000"/>
            </w:tcBorders>
            <w:shd w:val="clear" w:color="auto" w:fill="CCFFFF"/>
          </w:tcPr>
          <w:p w14:paraId="1CCDAEE1" w14:textId="77777777" w:rsidR="00C3566F" w:rsidRDefault="00C3566F">
            <w:pPr>
              <w:snapToGrid w:val="0"/>
              <w:jc w:val="both"/>
              <w:rPr>
                <w:rFonts w:ascii="Arial" w:hAnsi="Arial" w:cs="Arial"/>
              </w:rPr>
            </w:pPr>
          </w:p>
        </w:tc>
        <w:tc>
          <w:tcPr>
            <w:tcW w:w="4394" w:type="dxa"/>
            <w:tcBorders>
              <w:left w:val="single" w:sz="4" w:space="0" w:color="000000"/>
            </w:tcBorders>
            <w:shd w:val="clear" w:color="auto" w:fill="CCFFFF"/>
          </w:tcPr>
          <w:p w14:paraId="19BAABA2" w14:textId="77777777" w:rsidR="00C3566F" w:rsidRDefault="00C3566F">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9571AAD" w14:textId="77777777" w:rsidR="00C3566F" w:rsidRDefault="00C3566F">
            <w:pPr>
              <w:snapToGrid w:val="0"/>
              <w:jc w:val="both"/>
              <w:rPr>
                <w:rFonts w:ascii="Arial" w:hAnsi="Arial" w:cs="Arial"/>
              </w:rPr>
            </w:pPr>
          </w:p>
        </w:tc>
      </w:tr>
      <w:tr w:rsidR="00C3566F" w14:paraId="3BE0CC16" w14:textId="77777777" w:rsidTr="00C1386A">
        <w:trPr>
          <w:trHeight w:val="1021"/>
        </w:trPr>
        <w:tc>
          <w:tcPr>
            <w:tcW w:w="851" w:type="dxa"/>
            <w:tcBorders>
              <w:left w:val="single" w:sz="4" w:space="0" w:color="000000"/>
              <w:bottom w:val="single" w:sz="4" w:space="0" w:color="000000"/>
            </w:tcBorders>
            <w:shd w:val="clear" w:color="auto" w:fill="auto"/>
          </w:tcPr>
          <w:p w14:paraId="6389E5DB" w14:textId="77777777" w:rsidR="00C3566F" w:rsidRDefault="00C3566F">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C43FDE4" w14:textId="77777777" w:rsidR="00C3566F" w:rsidRDefault="00C3566F">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76FECEC" w14:textId="77777777" w:rsidR="00C3566F" w:rsidRDefault="00C3566F">
            <w:pPr>
              <w:snapToGrid w:val="0"/>
              <w:jc w:val="both"/>
              <w:rPr>
                <w:rFonts w:ascii="Arial" w:hAnsi="Arial" w:cs="Arial"/>
              </w:rPr>
            </w:pPr>
          </w:p>
        </w:tc>
      </w:tr>
    </w:tbl>
    <w:p w14:paraId="3A02443B" w14:textId="77777777" w:rsidR="00C3566F" w:rsidRDefault="00C3566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40055EB" w14:textId="77777777" w:rsidR="00C3566F" w:rsidRDefault="00C3566F">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1BECBA9E" w14:textId="77777777" w:rsidR="00C3566F" w:rsidRDefault="00C3566F">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63BFF33F" w14:textId="77777777" w:rsidR="00C3566F" w:rsidRDefault="00C3566F" w:rsidP="000A4B86">
      <w:pPr>
        <w:jc w:val="both"/>
        <w:rPr>
          <w:rFonts w:ascii="Arial" w:hAnsi="Arial" w:cs="Arial"/>
          <w:sz w:val="18"/>
          <w:szCs w:val="18"/>
        </w:rPr>
      </w:pPr>
    </w:p>
    <w:p w14:paraId="55E3AC66" w14:textId="77777777" w:rsidR="00C3566F" w:rsidRDefault="00C3566F">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3566F" w14:paraId="7DC98AFC" w14:textId="77777777">
        <w:tc>
          <w:tcPr>
            <w:tcW w:w="10419" w:type="dxa"/>
            <w:shd w:val="clear" w:color="auto" w:fill="66CCFF"/>
          </w:tcPr>
          <w:p w14:paraId="1A59B034" w14:textId="77777777" w:rsidR="00C3566F" w:rsidRDefault="00C3566F"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7E5EC6B" w14:textId="77777777" w:rsidR="00C3566F" w:rsidRDefault="00C3566F"/>
    <w:p w14:paraId="0AAB9CEA" w14:textId="77777777" w:rsidR="00C3566F" w:rsidRPr="00AE730C" w:rsidRDefault="00C3566F">
      <w:pPr>
        <w:rPr>
          <w:rFonts w:ascii="Arial" w:hAnsi="Arial" w:cs="Arial"/>
        </w:rPr>
      </w:pPr>
      <w:r>
        <w:rPr>
          <w:rFonts w:ascii="Arial" w:hAnsi="Arial" w:cs="Arial"/>
          <w:b/>
          <w:sz w:val="22"/>
          <w:szCs w:val="22"/>
        </w:rPr>
        <w:t>F1 – Exclusions de la procédure</w:t>
      </w:r>
    </w:p>
    <w:p w14:paraId="74AF80E4" w14:textId="77777777" w:rsidR="00C3566F" w:rsidRPr="00536431" w:rsidRDefault="00C3566F"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BF09A66" w14:textId="77777777" w:rsidR="00C3566F" w:rsidRDefault="00C3566F"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2860005D" w14:textId="77777777" w:rsidR="00C3566F" w:rsidRPr="005E12D0" w:rsidRDefault="00C3566F"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5FACA4D" w14:textId="77777777" w:rsidR="00C3566F" w:rsidRDefault="00C3566F" w:rsidP="001D588C">
      <w:pPr>
        <w:tabs>
          <w:tab w:val="left" w:pos="576"/>
        </w:tabs>
        <w:spacing w:before="80"/>
        <w:ind w:left="567"/>
        <w:jc w:val="both"/>
        <w:rPr>
          <w:rFonts w:ascii="Arial" w:hAnsi="Arial" w:cs="Arial"/>
        </w:rPr>
      </w:pPr>
    </w:p>
    <w:p w14:paraId="012FAFA3" w14:textId="77777777" w:rsidR="00C3566F" w:rsidRPr="005E12D0" w:rsidRDefault="00C3566F"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17510F">
        <w:fldChar w:fldCharType="separate"/>
      </w:r>
      <w:r>
        <w:fldChar w:fldCharType="end"/>
      </w:r>
    </w:p>
    <w:p w14:paraId="1D71B484" w14:textId="77777777" w:rsidR="00C3566F" w:rsidRDefault="00C3566F">
      <w:pPr>
        <w:jc w:val="both"/>
        <w:rPr>
          <w:rFonts w:ascii="Arial" w:hAnsi="Arial" w:cs="Arial"/>
        </w:rPr>
      </w:pPr>
    </w:p>
    <w:p w14:paraId="2E26FD8D" w14:textId="77777777" w:rsidR="00C3566F" w:rsidRDefault="00C3566F"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8D9E826" w14:textId="77777777" w:rsidR="00C3566F" w:rsidRDefault="00C3566F" w:rsidP="00775F55">
      <w:pPr>
        <w:jc w:val="both"/>
        <w:rPr>
          <w:rFonts w:ascii="Arial" w:hAnsi="Arial" w:cs="Arial"/>
          <w:sz w:val="18"/>
          <w:szCs w:val="18"/>
        </w:rPr>
      </w:pPr>
    </w:p>
    <w:p w14:paraId="4AABB470" w14:textId="77777777" w:rsidR="00C3566F" w:rsidRDefault="00C3566F">
      <w:pPr>
        <w:jc w:val="both"/>
        <w:rPr>
          <w:rFonts w:ascii="Arial" w:hAnsi="Arial" w:cs="Arial"/>
        </w:rPr>
      </w:pPr>
    </w:p>
    <w:p w14:paraId="3835F87A" w14:textId="77777777" w:rsidR="00C3566F" w:rsidRDefault="00C3566F"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98A42EE" w14:textId="77777777" w:rsidR="00C3566F" w:rsidRDefault="00C3566F" w:rsidP="00507C52">
      <w:pPr>
        <w:pStyle w:val="En-tte"/>
        <w:tabs>
          <w:tab w:val="clear" w:pos="4536"/>
          <w:tab w:val="clear" w:pos="9072"/>
          <w:tab w:val="left" w:pos="864"/>
        </w:tabs>
        <w:rPr>
          <w:rFonts w:ascii="Arial" w:hAnsi="Arial" w:cs="Arial"/>
        </w:rPr>
      </w:pPr>
    </w:p>
    <w:p w14:paraId="18365970" w14:textId="77777777" w:rsidR="00C3566F" w:rsidRPr="00411396" w:rsidRDefault="00C3566F"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811E145" w14:textId="77777777" w:rsidR="00C3566F" w:rsidRPr="00F15FE2" w:rsidRDefault="00C3566F"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0FC0E1F" w14:textId="77777777" w:rsidR="00C3566F" w:rsidRPr="00411396" w:rsidRDefault="00C3566F" w:rsidP="00507C52">
      <w:pPr>
        <w:pStyle w:val="En-tte"/>
        <w:tabs>
          <w:tab w:val="left" w:pos="864"/>
        </w:tabs>
        <w:rPr>
          <w:rFonts w:ascii="Arial" w:hAnsi="Arial" w:cs="Arial"/>
        </w:rPr>
      </w:pPr>
    </w:p>
    <w:p w14:paraId="40B6B76B" w14:textId="77777777" w:rsidR="00C3566F" w:rsidRPr="00411396" w:rsidRDefault="00C3566F" w:rsidP="00775F55">
      <w:pPr>
        <w:pStyle w:val="En-tte"/>
        <w:tabs>
          <w:tab w:val="left" w:pos="864"/>
        </w:tabs>
        <w:ind w:left="426"/>
        <w:rPr>
          <w:rFonts w:ascii="Arial" w:hAnsi="Arial" w:cs="Arial"/>
        </w:rPr>
      </w:pPr>
      <w:r w:rsidRPr="00411396">
        <w:rPr>
          <w:rFonts w:ascii="Arial" w:hAnsi="Arial" w:cs="Arial"/>
        </w:rPr>
        <w:t>- Adresse internet :</w:t>
      </w:r>
    </w:p>
    <w:p w14:paraId="3CA75CE3" w14:textId="77777777" w:rsidR="00C3566F" w:rsidRPr="00411396" w:rsidRDefault="00C3566F" w:rsidP="00775F55">
      <w:pPr>
        <w:pStyle w:val="En-tte"/>
        <w:tabs>
          <w:tab w:val="left" w:pos="864"/>
        </w:tabs>
        <w:ind w:left="426"/>
        <w:rPr>
          <w:rFonts w:ascii="Arial" w:hAnsi="Arial" w:cs="Arial"/>
        </w:rPr>
      </w:pPr>
    </w:p>
    <w:p w14:paraId="7BA34235" w14:textId="77777777" w:rsidR="00C3566F" w:rsidRDefault="00C3566F" w:rsidP="00775F55">
      <w:pPr>
        <w:pStyle w:val="En-tte"/>
        <w:tabs>
          <w:tab w:val="left" w:pos="864"/>
        </w:tabs>
        <w:ind w:left="426"/>
        <w:rPr>
          <w:rFonts w:ascii="Arial" w:hAnsi="Arial" w:cs="Arial"/>
        </w:rPr>
      </w:pPr>
    </w:p>
    <w:p w14:paraId="412FF1FA" w14:textId="77777777" w:rsidR="00C3566F" w:rsidRPr="00411396" w:rsidRDefault="00C3566F" w:rsidP="00775F55">
      <w:pPr>
        <w:pStyle w:val="En-tte"/>
        <w:tabs>
          <w:tab w:val="left" w:pos="864"/>
        </w:tabs>
        <w:ind w:left="426"/>
        <w:rPr>
          <w:rFonts w:ascii="Arial" w:hAnsi="Arial" w:cs="Arial"/>
        </w:rPr>
      </w:pPr>
    </w:p>
    <w:p w14:paraId="6762CE12" w14:textId="77777777" w:rsidR="00C3566F" w:rsidRPr="00411396" w:rsidRDefault="00C3566F"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548888F7" w14:textId="77777777" w:rsidR="00C3566F" w:rsidRPr="00411396" w:rsidRDefault="00C3566F" w:rsidP="00775F55">
      <w:pPr>
        <w:pStyle w:val="En-tte"/>
        <w:tabs>
          <w:tab w:val="left" w:pos="864"/>
        </w:tabs>
        <w:ind w:left="426"/>
        <w:rPr>
          <w:rFonts w:ascii="Arial" w:hAnsi="Arial" w:cs="Arial"/>
        </w:rPr>
      </w:pPr>
    </w:p>
    <w:p w14:paraId="14FB524F" w14:textId="77777777" w:rsidR="00C3566F" w:rsidRPr="00411396" w:rsidRDefault="00C3566F" w:rsidP="00775F55">
      <w:pPr>
        <w:pStyle w:val="En-tte"/>
        <w:tabs>
          <w:tab w:val="left" w:pos="864"/>
        </w:tabs>
        <w:ind w:left="426"/>
        <w:rPr>
          <w:rFonts w:ascii="Arial" w:hAnsi="Arial" w:cs="Arial"/>
        </w:rPr>
      </w:pPr>
    </w:p>
    <w:p w14:paraId="08916DBB" w14:textId="77777777" w:rsidR="00C3566F" w:rsidRDefault="00C3566F">
      <w:pPr>
        <w:jc w:val="both"/>
        <w:rPr>
          <w:rFonts w:ascii="Arial" w:hAnsi="Arial" w:cs="Arial"/>
        </w:rPr>
      </w:pPr>
    </w:p>
    <w:p w14:paraId="4E2B47EB" w14:textId="77777777" w:rsidR="00C3566F" w:rsidRDefault="00C3566F">
      <w:pPr>
        <w:jc w:val="both"/>
        <w:rPr>
          <w:rFonts w:ascii="Arial" w:hAnsi="Arial" w:cs="Arial"/>
        </w:rPr>
      </w:pPr>
    </w:p>
    <w:p w14:paraId="6D72E9EB" w14:textId="77777777" w:rsidR="00C3566F" w:rsidRDefault="00C3566F">
      <w:pPr>
        <w:jc w:val="both"/>
        <w:rPr>
          <w:rFonts w:ascii="Arial" w:hAnsi="Arial" w:cs="Arial"/>
        </w:rPr>
      </w:pPr>
      <w:r>
        <w:rPr>
          <w:rFonts w:ascii="Arial" w:hAnsi="Arial" w:cs="Arial"/>
          <w:b/>
          <w:sz w:val="22"/>
          <w:szCs w:val="22"/>
        </w:rPr>
        <w:t>F3 - Capacités</w:t>
      </w:r>
    </w:p>
    <w:p w14:paraId="6C84DD9F" w14:textId="77777777" w:rsidR="00C3566F" w:rsidRDefault="00C3566F">
      <w:pPr>
        <w:jc w:val="both"/>
        <w:rPr>
          <w:rFonts w:ascii="Arial" w:hAnsi="Arial" w:cs="Arial"/>
        </w:rPr>
      </w:pPr>
    </w:p>
    <w:p w14:paraId="40370357" w14:textId="77777777" w:rsidR="00C3566F" w:rsidRDefault="00C3566F">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987EDB6" w14:textId="77777777" w:rsidR="00C3566F" w:rsidRDefault="00C3566F">
      <w:pPr>
        <w:rPr>
          <w:rFonts w:ascii="Arial" w:hAnsi="Arial" w:cs="Arial"/>
        </w:rPr>
      </w:pPr>
      <w:r>
        <w:rPr>
          <w:rFonts w:ascii="Arial" w:hAnsi="Arial" w:cs="Arial"/>
          <w:i/>
          <w:sz w:val="18"/>
          <w:szCs w:val="18"/>
        </w:rPr>
        <w:t>(Cocher la case correspondante.)</w:t>
      </w:r>
    </w:p>
    <w:p w14:paraId="0EB70F13" w14:textId="77777777" w:rsidR="00C3566F" w:rsidRDefault="00C3566F">
      <w:pPr>
        <w:rPr>
          <w:rFonts w:ascii="Arial" w:hAnsi="Arial" w:cs="Arial"/>
        </w:rPr>
      </w:pPr>
    </w:p>
    <w:p w14:paraId="1FCA08F9" w14:textId="77777777" w:rsidR="00C3566F" w:rsidRDefault="00C3566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7510F">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7510F">
        <w:fldChar w:fldCharType="separate"/>
      </w:r>
      <w:r>
        <w:fldChar w:fldCharType="end"/>
      </w:r>
      <w:r>
        <w:t> </w:t>
      </w:r>
      <w:r>
        <w:rPr>
          <w:rFonts w:ascii="Arial" w:hAnsi="Arial" w:cs="Arial"/>
        </w:rPr>
        <w:t>les documents établissant ses capacités, tels que demandés dans les documents de la consultation (*).</w:t>
      </w:r>
    </w:p>
    <w:p w14:paraId="24C6ED5C" w14:textId="77777777" w:rsidR="00C3566F" w:rsidRDefault="00C3566F">
      <w:pPr>
        <w:ind w:left="4536" w:hanging="3990"/>
        <w:jc w:val="both"/>
        <w:rPr>
          <w:rFonts w:ascii="Arial" w:hAnsi="Arial" w:cs="Arial"/>
        </w:rPr>
      </w:pPr>
    </w:p>
    <w:p w14:paraId="7E8C9F09" w14:textId="77777777" w:rsidR="00C3566F" w:rsidRDefault="00C3566F"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3BE1A72" w14:textId="77777777" w:rsidR="00C3566F" w:rsidRDefault="00C3566F">
      <w:pPr>
        <w:ind w:left="4536" w:hanging="3990"/>
        <w:jc w:val="both"/>
        <w:rPr>
          <w:rFonts w:ascii="Arial" w:hAnsi="Arial" w:cs="Arial"/>
        </w:rPr>
      </w:pPr>
    </w:p>
    <w:p w14:paraId="5F09831E" w14:textId="77777777" w:rsidR="00C3566F" w:rsidRDefault="00C3566F">
      <w:pPr>
        <w:ind w:left="4536" w:hanging="3990"/>
        <w:jc w:val="both"/>
        <w:rPr>
          <w:rFonts w:ascii="Arial" w:hAnsi="Arial" w:cs="Arial"/>
        </w:rPr>
      </w:pPr>
    </w:p>
    <w:p w14:paraId="0AF811E9" w14:textId="77777777" w:rsidR="00C3566F" w:rsidRDefault="00C3566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14:paraId="7AEDEF68" w14:textId="77777777">
        <w:tc>
          <w:tcPr>
            <w:tcW w:w="10277" w:type="dxa"/>
            <w:shd w:val="clear" w:color="auto" w:fill="66CCFF"/>
          </w:tcPr>
          <w:p w14:paraId="69D3BC5B" w14:textId="77777777" w:rsidR="00C3566F" w:rsidRDefault="00C3566F" w:rsidP="00386724">
            <w:r>
              <w:rPr>
                <w:rFonts w:ascii="Arial" w:hAnsi="Arial" w:cs="Arial"/>
                <w:b/>
                <w:bCs/>
                <w:sz w:val="22"/>
                <w:szCs w:val="22"/>
              </w:rPr>
              <w:t xml:space="preserve">G - Désignation du mandataire </w:t>
            </w:r>
            <w:r>
              <w:rPr>
                <w:rFonts w:ascii="Arial" w:hAnsi="Arial" w:cs="Arial"/>
                <w:b/>
                <w:i/>
              </w:rPr>
              <w:t>(en cas de groupement)</w:t>
            </w:r>
          </w:p>
        </w:tc>
      </w:tr>
    </w:tbl>
    <w:p w14:paraId="15066EC2" w14:textId="77777777" w:rsidR="00C3566F" w:rsidRDefault="00C3566F">
      <w:pPr>
        <w:jc w:val="both"/>
      </w:pPr>
    </w:p>
    <w:p w14:paraId="32D3B343" w14:textId="77777777" w:rsidR="00C3566F" w:rsidRDefault="00C3566F">
      <w:pPr>
        <w:rPr>
          <w:rFonts w:ascii="Arial" w:hAnsi="Arial" w:cs="Arial"/>
          <w:i/>
          <w:sz w:val="18"/>
          <w:szCs w:val="18"/>
        </w:rPr>
      </w:pPr>
      <w:r>
        <w:rPr>
          <w:rFonts w:ascii="Arial" w:hAnsi="Arial" w:cs="Arial"/>
        </w:rPr>
        <w:t>Les membres du groupement désignent le mandataire suivant :</w:t>
      </w:r>
    </w:p>
    <w:p w14:paraId="7E90E050" w14:textId="77777777" w:rsidR="00C3566F" w:rsidRDefault="00C3566F">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16FA4823" w14:textId="77777777" w:rsidR="00C3566F" w:rsidRDefault="00C3566F">
      <w:pPr>
        <w:rPr>
          <w:rFonts w:ascii="Arial" w:hAnsi="Arial" w:cs="Arial"/>
        </w:rPr>
      </w:pPr>
    </w:p>
    <w:p w14:paraId="1AAE2FEC"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77135F8" w14:textId="77777777" w:rsidR="00C3566F" w:rsidRDefault="00C3566F" w:rsidP="00775F55">
      <w:pPr>
        <w:pStyle w:val="En-tte"/>
        <w:ind w:left="360"/>
        <w:rPr>
          <w:rFonts w:ascii="Arial" w:hAnsi="Arial" w:cs="Arial"/>
        </w:rPr>
      </w:pPr>
    </w:p>
    <w:p w14:paraId="3D303EA4" w14:textId="77777777" w:rsidR="00C3566F" w:rsidRDefault="00C3566F" w:rsidP="00775F55">
      <w:pPr>
        <w:pStyle w:val="En-tte"/>
        <w:ind w:left="360"/>
        <w:rPr>
          <w:rFonts w:ascii="Arial" w:hAnsi="Arial" w:cs="Arial"/>
        </w:rPr>
      </w:pPr>
    </w:p>
    <w:p w14:paraId="7EDFE15B" w14:textId="77777777" w:rsidR="00C3566F" w:rsidRPr="00775F55" w:rsidRDefault="00C3566F" w:rsidP="00775F55">
      <w:pPr>
        <w:pStyle w:val="En-tte"/>
        <w:ind w:left="360"/>
        <w:rPr>
          <w:rFonts w:ascii="Arial" w:hAnsi="Arial" w:cs="Arial"/>
        </w:rPr>
      </w:pPr>
    </w:p>
    <w:p w14:paraId="6DD560B5"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DEBFB50" w14:textId="77777777" w:rsidR="00C3566F" w:rsidRDefault="00C3566F" w:rsidP="00775F55">
      <w:pPr>
        <w:pStyle w:val="En-tte"/>
        <w:ind w:left="360"/>
        <w:rPr>
          <w:rFonts w:ascii="Arial" w:hAnsi="Arial" w:cs="Arial"/>
        </w:rPr>
      </w:pPr>
    </w:p>
    <w:p w14:paraId="5114F3C5" w14:textId="77777777" w:rsidR="00C3566F" w:rsidRDefault="00C3566F" w:rsidP="00775F55">
      <w:pPr>
        <w:pStyle w:val="En-tte"/>
        <w:ind w:left="360"/>
        <w:rPr>
          <w:rFonts w:ascii="Arial" w:hAnsi="Arial" w:cs="Arial"/>
        </w:rPr>
      </w:pPr>
    </w:p>
    <w:p w14:paraId="2BD89FE3" w14:textId="77777777" w:rsidR="00C3566F" w:rsidRPr="00775F55" w:rsidRDefault="00C3566F" w:rsidP="00775F55">
      <w:pPr>
        <w:pStyle w:val="En-tte"/>
        <w:ind w:left="360"/>
        <w:rPr>
          <w:rFonts w:ascii="Arial" w:hAnsi="Arial" w:cs="Arial"/>
        </w:rPr>
      </w:pPr>
    </w:p>
    <w:p w14:paraId="307AA0B5"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B74000A" w14:textId="77777777" w:rsidR="00C3566F" w:rsidRDefault="00C3566F" w:rsidP="00775F55">
      <w:pPr>
        <w:pStyle w:val="En-tte"/>
        <w:ind w:left="360"/>
        <w:rPr>
          <w:rFonts w:ascii="Arial" w:hAnsi="Arial" w:cs="Arial"/>
        </w:rPr>
      </w:pPr>
    </w:p>
    <w:p w14:paraId="5C3279FD" w14:textId="77777777" w:rsidR="00C3566F" w:rsidRDefault="00C3566F" w:rsidP="00775F55">
      <w:pPr>
        <w:pStyle w:val="En-tte"/>
        <w:ind w:left="360"/>
        <w:rPr>
          <w:rFonts w:ascii="Arial" w:hAnsi="Arial" w:cs="Arial"/>
        </w:rPr>
      </w:pPr>
    </w:p>
    <w:p w14:paraId="177ED094" w14:textId="77777777" w:rsidR="00C3566F" w:rsidRPr="00775F55" w:rsidRDefault="00C3566F" w:rsidP="00775F55">
      <w:pPr>
        <w:pStyle w:val="En-tte"/>
        <w:ind w:left="360"/>
        <w:rPr>
          <w:rFonts w:ascii="Arial" w:hAnsi="Arial" w:cs="Arial"/>
        </w:rPr>
      </w:pPr>
    </w:p>
    <w:p w14:paraId="7714864B"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970E4DA" w14:textId="77777777" w:rsidR="00C3566F" w:rsidRDefault="00C3566F" w:rsidP="00775F55">
      <w:pPr>
        <w:pStyle w:val="En-tte"/>
        <w:ind w:left="360"/>
        <w:rPr>
          <w:rFonts w:ascii="Arial" w:hAnsi="Arial" w:cs="Arial"/>
        </w:rPr>
      </w:pPr>
    </w:p>
    <w:p w14:paraId="2B0877E8" w14:textId="77777777" w:rsidR="00C3566F" w:rsidRDefault="00C3566F" w:rsidP="00775F55">
      <w:pPr>
        <w:pStyle w:val="En-tte"/>
        <w:ind w:left="360"/>
        <w:rPr>
          <w:rFonts w:ascii="Arial" w:hAnsi="Arial" w:cs="Arial"/>
        </w:rPr>
      </w:pPr>
    </w:p>
    <w:p w14:paraId="7EECCAA8" w14:textId="77777777" w:rsidR="00C3566F" w:rsidRPr="00775F55" w:rsidRDefault="00C3566F" w:rsidP="00775F55">
      <w:pPr>
        <w:pStyle w:val="En-tte"/>
        <w:ind w:left="360"/>
        <w:rPr>
          <w:rFonts w:ascii="Arial" w:hAnsi="Arial" w:cs="Arial"/>
        </w:rPr>
      </w:pPr>
    </w:p>
    <w:p w14:paraId="5D2784E4" w14:textId="77777777" w:rsidR="00C3566F" w:rsidRPr="00775F55" w:rsidRDefault="00C3566F"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0221464" w14:textId="77777777" w:rsidR="00C3566F" w:rsidRPr="00775F55" w:rsidRDefault="00C3566F" w:rsidP="00775F55">
      <w:pPr>
        <w:pStyle w:val="En-tte"/>
        <w:ind w:left="360"/>
        <w:rPr>
          <w:rFonts w:ascii="Arial" w:hAnsi="Arial" w:cs="Arial"/>
        </w:rPr>
      </w:pPr>
    </w:p>
    <w:p w14:paraId="467519F1" w14:textId="77777777" w:rsidR="00C3566F" w:rsidRPr="00775F55" w:rsidRDefault="00C3566F" w:rsidP="00775F55">
      <w:pPr>
        <w:pStyle w:val="En-tte"/>
        <w:ind w:left="360"/>
        <w:rPr>
          <w:rFonts w:ascii="Arial" w:hAnsi="Arial" w:cs="Arial"/>
        </w:rPr>
      </w:pPr>
    </w:p>
    <w:p w14:paraId="157115AF" w14:textId="77777777" w:rsidR="00C3566F" w:rsidRDefault="00C3566F">
      <w:pPr>
        <w:rPr>
          <w:rFonts w:ascii="Arial" w:hAnsi="Arial" w:cs="Arial"/>
        </w:rPr>
      </w:pPr>
    </w:p>
    <w:p w14:paraId="2E5999F7" w14:textId="77777777" w:rsidR="00C3566F" w:rsidRDefault="00C3566F">
      <w:pPr>
        <w:rPr>
          <w:rFonts w:ascii="Arial" w:hAnsi="Arial" w:cs="Arial"/>
        </w:rPr>
      </w:pPr>
    </w:p>
    <w:p w14:paraId="3E7465D5" w14:textId="77777777" w:rsidR="00C3566F" w:rsidRDefault="00C3566F"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127372B3" w14:textId="77777777" w:rsidR="00C3566F" w:rsidRDefault="00C3566F">
      <w:pPr>
        <w:rPr>
          <w:rFonts w:ascii="Arial" w:hAnsi="Arial" w:cs="Arial"/>
        </w:rPr>
      </w:pPr>
    </w:p>
    <w:p w14:paraId="7203FA17" w14:textId="77777777" w:rsidR="00C3566F" w:rsidRDefault="00C3566F">
      <w:pPr>
        <w:tabs>
          <w:tab w:val="left" w:pos="3402"/>
          <w:tab w:val="left" w:pos="6237"/>
          <w:tab w:val="left" w:pos="9072"/>
        </w:tabs>
        <w:spacing w:before="120" w:after="120"/>
        <w:rPr>
          <w:rFonts w:ascii="Arial" w:hAnsi="Arial" w:cs="Arial"/>
          <w:sz w:val="16"/>
          <w:szCs w:val="16"/>
        </w:rPr>
      </w:pPr>
    </w:p>
    <w:p w14:paraId="1D9E45FC" w14:textId="77777777" w:rsidR="00C3566F" w:rsidRDefault="00C3566F">
      <w:pPr>
        <w:tabs>
          <w:tab w:val="left" w:pos="3402"/>
          <w:tab w:val="left" w:pos="6237"/>
          <w:tab w:val="left" w:pos="9072"/>
        </w:tabs>
        <w:spacing w:before="120" w:after="120"/>
        <w:rPr>
          <w:rFonts w:ascii="Arial" w:hAnsi="Arial" w:cs="Arial"/>
          <w:sz w:val="16"/>
          <w:szCs w:val="16"/>
        </w:rPr>
      </w:pPr>
    </w:p>
    <w:p w14:paraId="5BEF9150" w14:textId="77777777" w:rsidR="00C3566F" w:rsidRDefault="00C3566F">
      <w:pPr>
        <w:tabs>
          <w:tab w:val="left" w:pos="3402"/>
          <w:tab w:val="left" w:pos="6237"/>
          <w:tab w:val="left" w:pos="9072"/>
        </w:tabs>
        <w:spacing w:before="120" w:after="120"/>
        <w:rPr>
          <w:rFonts w:ascii="Arial" w:hAnsi="Arial" w:cs="Arial"/>
          <w:sz w:val="16"/>
          <w:szCs w:val="16"/>
        </w:rPr>
      </w:pPr>
    </w:p>
    <w:p w14:paraId="10A68FD1" w14:textId="77777777" w:rsidR="00C3566F" w:rsidRDefault="00C3566F">
      <w:pPr>
        <w:tabs>
          <w:tab w:val="left" w:pos="3402"/>
          <w:tab w:val="left" w:pos="6237"/>
          <w:tab w:val="left" w:pos="9072"/>
        </w:tabs>
        <w:spacing w:before="120" w:after="120"/>
        <w:rPr>
          <w:rFonts w:ascii="Arial" w:hAnsi="Arial" w:cs="Arial"/>
          <w:sz w:val="16"/>
          <w:szCs w:val="16"/>
        </w:rPr>
      </w:pPr>
    </w:p>
    <w:p w14:paraId="60E81206" w14:textId="77777777" w:rsidR="00C3566F" w:rsidRDefault="00C3566F">
      <w:pPr>
        <w:tabs>
          <w:tab w:val="left" w:pos="3402"/>
          <w:tab w:val="left" w:pos="6237"/>
          <w:tab w:val="left" w:pos="9072"/>
        </w:tabs>
        <w:spacing w:before="120" w:after="120"/>
        <w:rPr>
          <w:rFonts w:ascii="Arial" w:hAnsi="Arial" w:cs="Arial"/>
          <w:sz w:val="16"/>
          <w:szCs w:val="16"/>
        </w:rPr>
      </w:pPr>
    </w:p>
    <w:p w14:paraId="42086CDC" w14:textId="77777777" w:rsidR="00C3566F" w:rsidRDefault="00C3566F">
      <w:pPr>
        <w:tabs>
          <w:tab w:val="left" w:pos="3402"/>
          <w:tab w:val="left" w:pos="6237"/>
          <w:tab w:val="left" w:pos="9072"/>
        </w:tabs>
        <w:spacing w:before="120" w:after="120"/>
        <w:rPr>
          <w:rFonts w:ascii="Arial" w:hAnsi="Arial" w:cs="Arial"/>
          <w:sz w:val="16"/>
          <w:szCs w:val="16"/>
        </w:rPr>
      </w:pPr>
    </w:p>
    <w:p w14:paraId="5845175A" w14:textId="77777777" w:rsidR="00C3566F" w:rsidRDefault="00C3566F">
      <w:pPr>
        <w:tabs>
          <w:tab w:val="left" w:pos="3402"/>
          <w:tab w:val="left" w:pos="6237"/>
          <w:tab w:val="left" w:pos="9072"/>
        </w:tabs>
        <w:spacing w:before="120" w:after="120"/>
        <w:rPr>
          <w:rFonts w:ascii="Arial" w:hAnsi="Arial" w:cs="Arial"/>
          <w:sz w:val="16"/>
          <w:szCs w:val="16"/>
        </w:rPr>
      </w:pPr>
    </w:p>
    <w:p w14:paraId="6D9DB2F5" w14:textId="77777777" w:rsidR="00E2571B" w:rsidRPr="00E2571B" w:rsidRDefault="00E2571B" w:rsidP="00E2571B"/>
    <w:p w14:paraId="55E743FC" w14:textId="77777777" w:rsidR="00E2571B" w:rsidRPr="00E2571B" w:rsidRDefault="00E2571B" w:rsidP="00E2571B"/>
    <w:p w14:paraId="2427F271" w14:textId="77777777" w:rsidR="00E2571B" w:rsidRPr="00E2571B" w:rsidRDefault="00E2571B" w:rsidP="00E2571B"/>
    <w:p w14:paraId="2B8C8F00" w14:textId="77777777" w:rsidR="00E2571B" w:rsidRPr="00E2571B" w:rsidRDefault="00E2571B" w:rsidP="00E2571B"/>
    <w:p w14:paraId="4A56C472" w14:textId="77777777" w:rsidR="00E2571B" w:rsidRPr="00E2571B" w:rsidRDefault="00E2571B" w:rsidP="00E2571B"/>
    <w:p w14:paraId="7DBB3442" w14:textId="77777777" w:rsidR="00E2571B" w:rsidRPr="00E2571B" w:rsidRDefault="00E2571B" w:rsidP="00E2571B"/>
    <w:p w14:paraId="11D0C8EE" w14:textId="77777777" w:rsidR="00E2571B" w:rsidRPr="00E2571B" w:rsidRDefault="00E2571B" w:rsidP="00E2571B"/>
    <w:p w14:paraId="11B91D2B" w14:textId="77777777" w:rsidR="00E2571B" w:rsidRPr="00E2571B" w:rsidRDefault="00E2571B" w:rsidP="00E2571B"/>
    <w:p w14:paraId="05A0B1C6" w14:textId="77777777" w:rsidR="00E2571B" w:rsidRPr="00E2571B" w:rsidRDefault="00E2571B" w:rsidP="00E2571B"/>
    <w:p w14:paraId="00D0A06C" w14:textId="77777777" w:rsidR="00E2571B" w:rsidRDefault="00E2571B" w:rsidP="00E2571B"/>
    <w:p w14:paraId="5EA6F825" w14:textId="77777777" w:rsidR="00E2571B" w:rsidRDefault="00E2571B" w:rsidP="00E2571B">
      <w:pPr>
        <w:ind w:firstLine="567"/>
      </w:pPr>
    </w:p>
    <w:p w14:paraId="468A8406" w14:textId="77777777" w:rsidR="00E2571B" w:rsidRPr="00E2571B" w:rsidRDefault="00E2571B" w:rsidP="00E2571B"/>
    <w:p w14:paraId="4AF7C4A7" w14:textId="77777777" w:rsidR="00E2571B" w:rsidRPr="00E2571B" w:rsidRDefault="00E2571B" w:rsidP="00E2571B"/>
    <w:p w14:paraId="1E4018C8" w14:textId="77777777" w:rsidR="00E2571B" w:rsidRPr="00E2571B" w:rsidRDefault="00E2571B" w:rsidP="00E2571B"/>
    <w:p w14:paraId="1C036988" w14:textId="77777777" w:rsidR="00E2571B" w:rsidRPr="00E2571B" w:rsidRDefault="00E2571B" w:rsidP="00E2571B"/>
    <w:p w14:paraId="49F434B6" w14:textId="77777777" w:rsidR="00E2571B" w:rsidRPr="00E2571B" w:rsidRDefault="00E2571B" w:rsidP="00E2571B"/>
    <w:p w14:paraId="38970DB3" w14:textId="77777777" w:rsidR="00E2571B" w:rsidRPr="00E2571B" w:rsidRDefault="00E2571B" w:rsidP="00E2571B"/>
    <w:p w14:paraId="15F54EDE" w14:textId="77777777" w:rsidR="00E2571B" w:rsidRPr="00E2571B" w:rsidRDefault="00E2571B" w:rsidP="00E2571B"/>
    <w:p w14:paraId="7EDF4F05" w14:textId="77777777" w:rsidR="00E2571B" w:rsidRPr="00E2571B" w:rsidRDefault="00E2571B" w:rsidP="00E2571B"/>
    <w:p w14:paraId="57E771BE" w14:textId="77777777" w:rsidR="00E2571B" w:rsidRPr="00E2571B" w:rsidRDefault="00E2571B" w:rsidP="00E2571B"/>
    <w:p w14:paraId="65037AD6" w14:textId="77777777" w:rsidR="00E2571B" w:rsidRPr="00E2571B" w:rsidRDefault="00E2571B" w:rsidP="00E2571B"/>
    <w:p w14:paraId="518C4466" w14:textId="77777777" w:rsidR="00E2571B" w:rsidRPr="00E2571B" w:rsidRDefault="00E2571B" w:rsidP="00E2571B"/>
    <w:p w14:paraId="0D28E309" w14:textId="77777777" w:rsidR="00E2571B" w:rsidRPr="00E2571B" w:rsidRDefault="00E2571B" w:rsidP="00E2571B"/>
    <w:p w14:paraId="749A8BE9" w14:textId="77777777" w:rsidR="00E2571B" w:rsidRPr="00E2571B" w:rsidRDefault="00E2571B" w:rsidP="00E2571B"/>
    <w:p w14:paraId="67F659F6" w14:textId="77777777" w:rsidR="00E2571B" w:rsidRPr="00E2571B" w:rsidRDefault="00E2571B" w:rsidP="00E2571B"/>
    <w:p w14:paraId="70E616FE" w14:textId="77777777" w:rsidR="00E2571B" w:rsidRPr="00E2571B" w:rsidRDefault="00E2571B" w:rsidP="00E2571B"/>
    <w:p w14:paraId="460D0C4E" w14:textId="77777777" w:rsidR="00E2571B" w:rsidRDefault="00E2571B" w:rsidP="00E2571B"/>
    <w:p w14:paraId="7D9DD3E4" w14:textId="77777777" w:rsidR="00E2571B" w:rsidRDefault="00E2571B" w:rsidP="00E2571B"/>
    <w:p w14:paraId="2AD6BD94" w14:textId="77777777" w:rsidR="00E2571B" w:rsidRDefault="00E2571B" w:rsidP="00E2571B">
      <w:pPr>
        <w:tabs>
          <w:tab w:val="left" w:pos="3402"/>
          <w:tab w:val="left" w:pos="6237"/>
          <w:tab w:val="left" w:pos="9072"/>
        </w:tabs>
        <w:spacing w:before="120" w:after="120"/>
        <w:rPr>
          <w:rFonts w:ascii="Arial" w:hAnsi="Arial" w:cs="Arial"/>
          <w:sz w:val="16"/>
          <w:szCs w:val="16"/>
        </w:rPr>
        <w:sectPr w:rsidR="00E2571B">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14:paraId="0B33920A" w14:textId="77777777" w:rsidR="00C3566F" w:rsidRPr="00E2571B" w:rsidRDefault="00C3566F" w:rsidP="00E2571B"/>
    <w:sectPr w:rsidR="00C3566F" w:rsidRPr="00E2571B" w:rsidSect="00C3566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45ECB" w14:textId="77777777" w:rsidR="00C3566F" w:rsidRDefault="00C3566F">
      <w:r>
        <w:separator/>
      </w:r>
    </w:p>
  </w:endnote>
  <w:endnote w:type="continuationSeparator" w:id="0">
    <w:p w14:paraId="3356E4A4" w14:textId="77777777" w:rsidR="00C3566F" w:rsidRDefault="00C35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3566F" w14:paraId="6E4EE376" w14:textId="77777777">
      <w:trPr>
        <w:tblHeader/>
      </w:trPr>
      <w:tc>
        <w:tcPr>
          <w:tcW w:w="3048" w:type="dxa"/>
          <w:shd w:val="clear" w:color="auto" w:fill="66CCFF"/>
        </w:tcPr>
        <w:p w14:paraId="184DCD96" w14:textId="77777777" w:rsidR="00C3566F" w:rsidRDefault="00C3566F">
          <w:pPr>
            <w:rPr>
              <w:rFonts w:ascii="Arial" w:hAnsi="Arial" w:cs="Arial"/>
              <w:b/>
              <w:i/>
              <w:iCs/>
            </w:rPr>
          </w:pPr>
          <w:r>
            <w:rPr>
              <w:rFonts w:ascii="Arial" w:hAnsi="Arial" w:cs="Arial"/>
              <w:b/>
              <w:bCs/>
            </w:rPr>
            <w:t>DC1 – Lettre de candidature</w:t>
          </w:r>
        </w:p>
      </w:tc>
      <w:tc>
        <w:tcPr>
          <w:tcW w:w="4961" w:type="dxa"/>
          <w:shd w:val="clear" w:color="auto" w:fill="66CCFF"/>
        </w:tcPr>
        <w:p w14:paraId="7BD4C277" w14:textId="6EBB871C" w:rsidR="00C3566F" w:rsidRDefault="0035606D" w:rsidP="00071A34">
          <w:pPr>
            <w:jc w:val="center"/>
            <w:rPr>
              <w:rFonts w:ascii="Arial" w:hAnsi="Arial" w:cs="Arial"/>
              <w:b/>
              <w:bCs/>
            </w:rPr>
          </w:pPr>
          <w:r>
            <w:rPr>
              <w:rFonts w:ascii="Trebuchet MS" w:hAnsi="Trebuchet MS"/>
              <w:sz w:val="22"/>
              <w:szCs w:val="18"/>
            </w:rPr>
            <w:t>25FS028</w:t>
          </w:r>
        </w:p>
      </w:tc>
      <w:tc>
        <w:tcPr>
          <w:tcW w:w="851" w:type="dxa"/>
          <w:shd w:val="clear" w:color="auto" w:fill="66CCFF"/>
        </w:tcPr>
        <w:p w14:paraId="2C353A4E" w14:textId="77777777" w:rsidR="00C3566F" w:rsidRDefault="00C3566F">
          <w:pPr>
            <w:jc w:val="right"/>
          </w:pPr>
          <w:r>
            <w:rPr>
              <w:rFonts w:ascii="Arial" w:hAnsi="Arial" w:cs="Arial"/>
              <w:b/>
              <w:bCs/>
            </w:rPr>
            <w:t xml:space="preserve">Page :     </w:t>
          </w:r>
        </w:p>
      </w:tc>
      <w:tc>
        <w:tcPr>
          <w:tcW w:w="567" w:type="dxa"/>
          <w:shd w:val="clear" w:color="auto" w:fill="66CCFF"/>
        </w:tcPr>
        <w:p w14:paraId="110A8B8B" w14:textId="77777777" w:rsidR="00C3566F" w:rsidRDefault="00C3566F">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4288D">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5C9818BA" w14:textId="77777777" w:rsidR="00C3566F" w:rsidRDefault="00C3566F">
          <w:pPr>
            <w:jc w:val="center"/>
          </w:pPr>
          <w:r>
            <w:rPr>
              <w:rFonts w:ascii="Arial" w:hAnsi="Arial" w:cs="Arial"/>
              <w:b/>
              <w:bCs/>
            </w:rPr>
            <w:t>/</w:t>
          </w:r>
        </w:p>
      </w:tc>
      <w:tc>
        <w:tcPr>
          <w:tcW w:w="567" w:type="dxa"/>
          <w:shd w:val="clear" w:color="auto" w:fill="66CCFF"/>
        </w:tcPr>
        <w:p w14:paraId="51F9917A" w14:textId="77777777" w:rsidR="00C3566F" w:rsidRDefault="00C3566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4288D">
            <w:rPr>
              <w:rStyle w:val="Numrodepage"/>
              <w:rFonts w:cs="Arial"/>
              <w:b/>
              <w:noProof/>
            </w:rPr>
            <w:t>5</w:t>
          </w:r>
          <w:r>
            <w:rPr>
              <w:rStyle w:val="Numrodepage"/>
              <w:rFonts w:cs="Arial"/>
              <w:b/>
            </w:rPr>
            <w:fldChar w:fldCharType="end"/>
          </w:r>
        </w:p>
      </w:tc>
    </w:tr>
  </w:tbl>
  <w:p w14:paraId="63792684" w14:textId="77777777" w:rsidR="00C3566F" w:rsidRPr="001E2A17" w:rsidRDefault="00C3566F"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9F3E7" w14:textId="77777777" w:rsidR="00C3566F" w:rsidRDefault="00C3566F">
      <w:r>
        <w:separator/>
      </w:r>
    </w:p>
  </w:footnote>
  <w:footnote w:type="continuationSeparator" w:id="0">
    <w:p w14:paraId="3347A6AD" w14:textId="77777777" w:rsidR="00C3566F" w:rsidRDefault="00C3566F">
      <w:r>
        <w:continuationSeparator/>
      </w:r>
    </w:p>
  </w:footnote>
  <w:footnote w:id="1">
    <w:p w14:paraId="282F5510" w14:textId="77777777" w:rsidR="00C3566F" w:rsidRDefault="00C3566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41A0A"/>
    <w:rsid w:val="00056CB1"/>
    <w:rsid w:val="00057419"/>
    <w:rsid w:val="00071A34"/>
    <w:rsid w:val="00080D2A"/>
    <w:rsid w:val="00084F22"/>
    <w:rsid w:val="0009094F"/>
    <w:rsid w:val="000A4B86"/>
    <w:rsid w:val="000E5E39"/>
    <w:rsid w:val="001052F6"/>
    <w:rsid w:val="001101D5"/>
    <w:rsid w:val="00120E4A"/>
    <w:rsid w:val="0014288D"/>
    <w:rsid w:val="0017510F"/>
    <w:rsid w:val="00180C3A"/>
    <w:rsid w:val="00184AEF"/>
    <w:rsid w:val="001A6F88"/>
    <w:rsid w:val="001C3027"/>
    <w:rsid w:val="001D588C"/>
    <w:rsid w:val="001E19E2"/>
    <w:rsid w:val="001E2A17"/>
    <w:rsid w:val="001F2872"/>
    <w:rsid w:val="00203AD5"/>
    <w:rsid w:val="00210677"/>
    <w:rsid w:val="00222C14"/>
    <w:rsid w:val="002247B8"/>
    <w:rsid w:val="00230E9F"/>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DC0"/>
    <w:rsid w:val="002E250C"/>
    <w:rsid w:val="002E5000"/>
    <w:rsid w:val="0030291B"/>
    <w:rsid w:val="003054EB"/>
    <w:rsid w:val="00346F8A"/>
    <w:rsid w:val="0035606D"/>
    <w:rsid w:val="00370C43"/>
    <w:rsid w:val="003842BA"/>
    <w:rsid w:val="00386724"/>
    <w:rsid w:val="00386EA9"/>
    <w:rsid w:val="00391815"/>
    <w:rsid w:val="003B4647"/>
    <w:rsid w:val="003C0BB4"/>
    <w:rsid w:val="003C189F"/>
    <w:rsid w:val="003C3A5C"/>
    <w:rsid w:val="003D02BB"/>
    <w:rsid w:val="003D4066"/>
    <w:rsid w:val="003D49A0"/>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589C"/>
    <w:rsid w:val="00536431"/>
    <w:rsid w:val="005404D8"/>
    <w:rsid w:val="005451F3"/>
    <w:rsid w:val="0055495B"/>
    <w:rsid w:val="005613A6"/>
    <w:rsid w:val="00577B00"/>
    <w:rsid w:val="00590CEB"/>
    <w:rsid w:val="005B1763"/>
    <w:rsid w:val="005B287C"/>
    <w:rsid w:val="005D022A"/>
    <w:rsid w:val="005E12D0"/>
    <w:rsid w:val="006151DE"/>
    <w:rsid w:val="00625F1D"/>
    <w:rsid w:val="00632D63"/>
    <w:rsid w:val="00633D7F"/>
    <w:rsid w:val="00645FD5"/>
    <w:rsid w:val="0065625F"/>
    <w:rsid w:val="0066613A"/>
    <w:rsid w:val="00673463"/>
    <w:rsid w:val="00676069"/>
    <w:rsid w:val="006D5E52"/>
    <w:rsid w:val="006D7224"/>
    <w:rsid w:val="006F26C8"/>
    <w:rsid w:val="00716E26"/>
    <w:rsid w:val="00720606"/>
    <w:rsid w:val="00723F39"/>
    <w:rsid w:val="007336CD"/>
    <w:rsid w:val="007411D9"/>
    <w:rsid w:val="00751002"/>
    <w:rsid w:val="00754100"/>
    <w:rsid w:val="00771D5F"/>
    <w:rsid w:val="00775F55"/>
    <w:rsid w:val="0078027F"/>
    <w:rsid w:val="007C1310"/>
    <w:rsid w:val="007D3787"/>
    <w:rsid w:val="007E094A"/>
    <w:rsid w:val="007E1567"/>
    <w:rsid w:val="007F4A27"/>
    <w:rsid w:val="00811AFD"/>
    <w:rsid w:val="008326E4"/>
    <w:rsid w:val="00835A5B"/>
    <w:rsid w:val="00835DE3"/>
    <w:rsid w:val="00836576"/>
    <w:rsid w:val="00845687"/>
    <w:rsid w:val="0085254F"/>
    <w:rsid w:val="00857B72"/>
    <w:rsid w:val="00864BF3"/>
    <w:rsid w:val="00890E9E"/>
    <w:rsid w:val="0089582C"/>
    <w:rsid w:val="008A11F0"/>
    <w:rsid w:val="008C1F4E"/>
    <w:rsid w:val="008D5A17"/>
    <w:rsid w:val="008E00ED"/>
    <w:rsid w:val="008E1EBA"/>
    <w:rsid w:val="008E4066"/>
    <w:rsid w:val="00922BA4"/>
    <w:rsid w:val="009277A2"/>
    <w:rsid w:val="00960E4C"/>
    <w:rsid w:val="0097024E"/>
    <w:rsid w:val="00970C7C"/>
    <w:rsid w:val="0097319D"/>
    <w:rsid w:val="00981CD3"/>
    <w:rsid w:val="00990786"/>
    <w:rsid w:val="009924C9"/>
    <w:rsid w:val="009A6876"/>
    <w:rsid w:val="009B0B7A"/>
    <w:rsid w:val="009B0EAB"/>
    <w:rsid w:val="009B14B4"/>
    <w:rsid w:val="00A02C06"/>
    <w:rsid w:val="00A039A7"/>
    <w:rsid w:val="00A11A4B"/>
    <w:rsid w:val="00A21907"/>
    <w:rsid w:val="00A32C14"/>
    <w:rsid w:val="00A440EF"/>
    <w:rsid w:val="00A503F3"/>
    <w:rsid w:val="00A50BF9"/>
    <w:rsid w:val="00A520E2"/>
    <w:rsid w:val="00A70828"/>
    <w:rsid w:val="00A75394"/>
    <w:rsid w:val="00A80E9C"/>
    <w:rsid w:val="00AA072A"/>
    <w:rsid w:val="00AC0446"/>
    <w:rsid w:val="00AD1804"/>
    <w:rsid w:val="00AE5974"/>
    <w:rsid w:val="00AE730C"/>
    <w:rsid w:val="00B02DE5"/>
    <w:rsid w:val="00B21062"/>
    <w:rsid w:val="00B2156B"/>
    <w:rsid w:val="00B3141B"/>
    <w:rsid w:val="00B35B53"/>
    <w:rsid w:val="00B569DE"/>
    <w:rsid w:val="00B9664F"/>
    <w:rsid w:val="00BB2EF6"/>
    <w:rsid w:val="00BE48FE"/>
    <w:rsid w:val="00C01A17"/>
    <w:rsid w:val="00C02D34"/>
    <w:rsid w:val="00C1386A"/>
    <w:rsid w:val="00C165E7"/>
    <w:rsid w:val="00C23105"/>
    <w:rsid w:val="00C3566F"/>
    <w:rsid w:val="00C41DEF"/>
    <w:rsid w:val="00C50B6D"/>
    <w:rsid w:val="00C62548"/>
    <w:rsid w:val="00C751EE"/>
    <w:rsid w:val="00C812AC"/>
    <w:rsid w:val="00C82411"/>
    <w:rsid w:val="00C877BA"/>
    <w:rsid w:val="00CB1774"/>
    <w:rsid w:val="00CC3A38"/>
    <w:rsid w:val="00CD0F79"/>
    <w:rsid w:val="00CD4969"/>
    <w:rsid w:val="00CD55BF"/>
    <w:rsid w:val="00CE03B0"/>
    <w:rsid w:val="00D07C18"/>
    <w:rsid w:val="00D7269B"/>
    <w:rsid w:val="00D84A53"/>
    <w:rsid w:val="00DB3307"/>
    <w:rsid w:val="00DC00F7"/>
    <w:rsid w:val="00DC1F30"/>
    <w:rsid w:val="00DD1322"/>
    <w:rsid w:val="00DD1774"/>
    <w:rsid w:val="00DE001E"/>
    <w:rsid w:val="00DE1001"/>
    <w:rsid w:val="00DF7E37"/>
    <w:rsid w:val="00E107A1"/>
    <w:rsid w:val="00E2086D"/>
    <w:rsid w:val="00E2571B"/>
    <w:rsid w:val="00E355F1"/>
    <w:rsid w:val="00E363E9"/>
    <w:rsid w:val="00E47409"/>
    <w:rsid w:val="00E55EE5"/>
    <w:rsid w:val="00E766FF"/>
    <w:rsid w:val="00EB014D"/>
    <w:rsid w:val="00EB4DEA"/>
    <w:rsid w:val="00EC3C60"/>
    <w:rsid w:val="00EF13E3"/>
    <w:rsid w:val="00EF5497"/>
    <w:rsid w:val="00F1191F"/>
    <w:rsid w:val="00F21563"/>
    <w:rsid w:val="00F272D9"/>
    <w:rsid w:val="00F41FB0"/>
    <w:rsid w:val="00F446BF"/>
    <w:rsid w:val="00F63811"/>
    <w:rsid w:val="00F82AC6"/>
    <w:rsid w:val="00F83BE0"/>
    <w:rsid w:val="00F958E3"/>
    <w:rsid w:val="00FA01A3"/>
    <w:rsid w:val="00FB2458"/>
    <w:rsid w:val="00FB4CCD"/>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BD323D7"/>
  <w15:docId w15:val="{ACE93057-C518-40D4-9565-BE8158BD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40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97122-0B2E-46FF-A92C-9BB58B313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25</TotalTime>
  <Pages>5</Pages>
  <Words>2035</Words>
  <Characters>11196</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13205</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MOREL Gauthier</cp:lastModifiedBy>
  <cp:revision>20</cp:revision>
  <cp:lastPrinted>2016-11-02T13:51:00Z</cp:lastPrinted>
  <dcterms:created xsi:type="dcterms:W3CDTF">2020-12-01T11:16:00Z</dcterms:created>
  <dcterms:modified xsi:type="dcterms:W3CDTF">2025-10-22T14:07:00Z</dcterms:modified>
</cp:coreProperties>
</file>