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D4481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609731EA" wp14:editId="2362C722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1F7E3720" wp14:editId="48157CF3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19FDAE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5D25B681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0AD758D8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02781D94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551378B4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670A653C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14DAA975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23A3AE3E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596057F7" w14:textId="52C777E5"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501179">
        <w:rPr>
          <w:rFonts w:ascii="Marianne Light" w:hAnsi="Marianne Light" w:cs="Arial"/>
          <w:sz w:val="18"/>
          <w:szCs w:val="22"/>
        </w:rPr>
        <w:t xml:space="preserve"> 2026M14</w:t>
      </w:r>
    </w:p>
    <w:p w14:paraId="601B7798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18C7EC65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48C4A0EE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3A5E93D1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59598C18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5B606662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1C44AC7F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119A5763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69171CDF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6BB81C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526ECFA4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00209555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7D0D8DAE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42C49A89" w14:textId="77777777" w:rsidTr="00E6236A">
        <w:tc>
          <w:tcPr>
            <w:tcW w:w="4606" w:type="dxa"/>
          </w:tcPr>
          <w:p w14:paraId="0C014813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2836A625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5390977B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6D1032CE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217A02F9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60D0C0E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386465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1144AC2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28D316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DAC2E9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183C38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6F0CAC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E9F87F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92EC7A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2ADED6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578F71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CACC89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B97ED0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E6DB4F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71C30AEA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286A7E5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62E3E3D1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BA7AAC8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4A4F9D09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6B484F10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00E0F20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46671145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B0E6B50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337E7C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0B694560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A5E09" w14:textId="77777777" w:rsidR="00F5711D" w:rsidRDefault="00F5711D" w:rsidP="002262AF">
      <w:r>
        <w:separator/>
      </w:r>
    </w:p>
  </w:endnote>
  <w:endnote w:type="continuationSeparator" w:id="0">
    <w:p w14:paraId="52F79D20" w14:textId="77777777" w:rsidR="00F5711D" w:rsidRDefault="00F5711D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F0A9" w14:textId="77777777" w:rsidR="00300E3B" w:rsidRDefault="00300E3B">
    <w:pPr>
      <w:pStyle w:val="Pieddepage"/>
    </w:pPr>
  </w:p>
  <w:p w14:paraId="4E583EF6" w14:textId="77777777" w:rsidR="00300E3B" w:rsidRPr="00021B4B" w:rsidRDefault="00F74CF8" w:rsidP="00300E3B">
    <w:pPr>
      <w:ind w:left="284" w:right="283"/>
      <w:jc w:val="center"/>
      <w:rPr>
        <w:bCs/>
        <w:sz w:val="16"/>
        <w:szCs w:val="16"/>
      </w:rPr>
    </w:pPr>
    <w:r>
      <w:rPr>
        <w:sz w:val="16"/>
        <w:szCs w:val="16"/>
      </w:rPr>
      <w:t>Affaire n</w:t>
    </w:r>
    <w:proofErr w:type="gramStart"/>
    <w:r>
      <w:rPr>
        <w:sz w:val="16"/>
        <w:szCs w:val="16"/>
      </w:rPr>
      <w:t>°</w:t>
    </w:r>
    <w:r w:rsidR="00300E3B">
      <w:rPr>
        <w:sz w:val="16"/>
        <w:szCs w:val="16"/>
      </w:rPr>
      <w:t xml:space="preserve">  -</w:t>
    </w:r>
    <w:proofErr w:type="gramEnd"/>
    <w:r w:rsidR="00300E3B">
      <w:rPr>
        <w:sz w:val="16"/>
        <w:szCs w:val="16"/>
      </w:rPr>
      <w:t xml:space="preserve"> </w:t>
    </w:r>
    <w:r>
      <w:rPr>
        <w:bCs/>
        <w:sz w:val="16"/>
        <w:szCs w:val="16"/>
      </w:rPr>
      <w:t>objet du marché</w:t>
    </w:r>
    <w:r w:rsidR="00300E3B">
      <w:rPr>
        <w:bCs/>
        <w:sz w:val="16"/>
        <w:szCs w:val="16"/>
      </w:rPr>
      <w:t xml:space="preserve"> </w:t>
    </w:r>
  </w:p>
  <w:p w14:paraId="2A744CB8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76C91" w14:textId="77777777" w:rsidR="00F5711D" w:rsidRDefault="00F5711D" w:rsidP="002262AF">
      <w:r>
        <w:separator/>
      </w:r>
    </w:p>
  </w:footnote>
  <w:footnote w:type="continuationSeparator" w:id="0">
    <w:p w14:paraId="0BEE8B1C" w14:textId="77777777" w:rsidR="00F5711D" w:rsidRDefault="00F5711D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revisionView w:inkAnnotations="0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79"/>
    <w:rsid w:val="0005033A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01179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E4FC6"/>
    <w:rsid w:val="00D56AA5"/>
    <w:rsid w:val="00E04012"/>
    <w:rsid w:val="00E27D25"/>
    <w:rsid w:val="00E6236A"/>
    <w:rsid w:val="00F46D53"/>
    <w:rsid w:val="00F5711D"/>
    <w:rsid w:val="00F74CF8"/>
    <w:rsid w:val="00FA0057"/>
    <w:rsid w:val="00FB59F9"/>
    <w:rsid w:val="00FC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ED9A"/>
  <w15:chartTrackingRefBased/>
  <w15:docId w15:val="{F126C8D3-B896-4787-B274-9EFD7474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Attestation_visite_site.dotx</Template>
  <TotalTime>2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CAVALLIN-ROLLAND Christine</dc:creator>
  <cp:keywords/>
  <dc:description>à joindre au DCE, dans les modalités de la consultation</dc:description>
  <cp:lastModifiedBy>CAVALLIN-ROLLAND Christine</cp:lastModifiedBy>
  <cp:revision>1</cp:revision>
  <dcterms:created xsi:type="dcterms:W3CDTF">2026-01-26T09:26:00Z</dcterms:created>
  <dcterms:modified xsi:type="dcterms:W3CDTF">2026-01-26T09:28:00Z</dcterms:modified>
</cp:coreProperties>
</file>