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055BC9" w:rsidRDefault="007C683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57A2625">
                    <wp:simplePos x="0" y="0"/>
                    <wp:positionH relativeFrom="margin">
                      <wp:posOffset>4853306</wp:posOffset>
                    </wp:positionH>
                    <wp:positionV relativeFrom="page">
                      <wp:posOffset>247650</wp:posOffset>
                    </wp:positionV>
                    <wp:extent cx="157480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480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7C683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7C683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</w:t>
                                </w:r>
                                <w:r w:rsidR="0011763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Pr="007C683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_</w:t>
                                </w:r>
                                <w:r w:rsidR="00F13E9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</w:t>
                                </w:r>
                                <w:r w:rsidR="0011763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  <w:r w:rsidR="005A3834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82.15pt;margin-top:19.5pt;width:124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7C683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7C683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</w:t>
                          </w:r>
                          <w:r w:rsidR="0011763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Pr="007C683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_</w:t>
                          </w:r>
                          <w:r w:rsidR="00F13E9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</w:t>
                          </w:r>
                          <w:r w:rsidR="0011763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</w:t>
                          </w:r>
                          <w:r w:rsidR="005A38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856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421BDD" w:rsidRDefault="009F77E4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F80D2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Technique </w:t>
                                </w:r>
                              </w:p>
                              <w:p w:rsidR="00313E59" w:rsidRPr="00055BC9" w:rsidRDefault="00F80D2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(MT</w:t>
                                </w:r>
                                <w:r w:rsidR="009F77E4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421BDD" w:rsidRDefault="009F77E4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F80D2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Technique </w:t>
                          </w:r>
                        </w:p>
                        <w:p w:rsidR="00313E59" w:rsidRPr="00055BC9" w:rsidRDefault="00F80D2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(MT</w:t>
                          </w:r>
                          <w:r w:rsidR="009F77E4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C94C76" w:rsidP="00117639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2DF656A5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296545</wp:posOffset>
                    </wp:positionV>
                    <wp:extent cx="4394200" cy="948690"/>
                    <wp:effectExtent l="0" t="0" r="2540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4200" cy="94869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8426AD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8426AD">
                                  <w:t xml:space="preserve"> </w:t>
                                </w:r>
                              </w:p>
                              <w:p w:rsidR="00313E59" w:rsidRPr="008426AD" w:rsidRDefault="00313E59" w:rsidP="00D61232">
                                <w:pPr>
                                  <w:ind w:right="1411"/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117639" w:rsidRPr="008426AD"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  <w:t>SID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CD2AF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8" type="#_x0000_t202" style="position:absolute;left:0;text-align:left;margin-left:160.15pt;margin-top:23.35pt;width:346pt;height:7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:rsidR="00313E59" w:rsidRPr="008426AD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8426AD">
                            <w:t xml:space="preserve"> </w:t>
                          </w:r>
                        </w:p>
                        <w:p w:rsidR="00313E59" w:rsidRPr="008426AD" w:rsidRDefault="00313E59" w:rsidP="00D61232">
                          <w:pPr>
                            <w:ind w:right="1411"/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117639" w:rsidRPr="008426AD"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  <w:t>SID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612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8426AD" w:rsidRDefault="00313E5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8426AD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:rsidR="00313E59" w:rsidRPr="008426AD" w:rsidRDefault="0011763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État</w:t>
                                </w:r>
                              </w:p>
                              <w:p w:rsidR="00313E59" w:rsidRPr="008426AD" w:rsidRDefault="00313E5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:rsidR="00313E59" w:rsidRPr="008426AD" w:rsidRDefault="00313E5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9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W6eQ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+1MuxGtoTzg5By0C+Atv6+wu0vmwxNzyHicCG5xeMSPVFAXFI4nSrbgfp2T&#10;RzwSEbWU1LhBBfU/d8wJStQXgxT9OBiN4sqly+jqZogXd6pZn2rMTi8AJzLA98LydIz4oLqjdKBf&#10;cNnnMSqqmOEYu6ChOy5Cu9f4WHAxnycQLpllYWlWlkfXscuRO8/NC3P2SLBI8wfodo1N3vCsxUZL&#10;A/NdAFklEsY+t1099h8XNNH4+JjEF+D0nlCvT97sNwA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z3jVun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:rsidR="00313E59" w:rsidRPr="008426AD" w:rsidRDefault="00313E59">
                          <w:pPr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8426AD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:rsidR="00313E59" w:rsidRPr="008426AD" w:rsidRDefault="0011763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État</w:t>
                          </w:r>
                        </w:p>
                        <w:p w:rsidR="00313E59" w:rsidRPr="008426AD" w:rsidRDefault="00313E5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:rsidR="00313E59" w:rsidRPr="008426AD" w:rsidRDefault="00313E5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:rsidR="00055BC9" w:rsidRDefault="00055BC9"/>
        <w:p w:rsidR="008B4C0A" w:rsidRDefault="008B4C0A"/>
        <w:p w:rsidR="008B4C0A" w:rsidRDefault="008B4C0A"/>
        <w:p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41F06F08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46354</wp:posOffset>
                    </wp:positionV>
                    <wp:extent cx="4394200" cy="1495425"/>
                    <wp:effectExtent l="0" t="0" r="25400" b="2857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4200" cy="14954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C683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Grenoble</w:t>
                                </w:r>
                              </w:p>
                              <w:p w:rsidR="00117639" w:rsidRPr="00395BCD" w:rsidRDefault="00117639" w:rsidP="0011763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6F2FDB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Représenté par le chef de la section exploitation de la maintenance (SEM)</w:t>
                                </w:r>
                              </w:p>
                              <w:p w:rsidR="00313E59" w:rsidRPr="00005185" w:rsidRDefault="00313E59" w:rsidP="0011763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15pt;margin-top:3.65pt;width:346pt;height:11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C683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Grenoble</w:t>
                          </w:r>
                        </w:p>
                        <w:p w:rsidR="00117639" w:rsidRPr="00395BCD" w:rsidRDefault="00117639" w:rsidP="0011763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6F2FDB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Représenté par le chef de la section exploitation de la maintenance (SEM)</w:t>
                          </w:r>
                        </w:p>
                        <w:p w:rsidR="00313E59" w:rsidRPr="00005185" w:rsidRDefault="00313E59" w:rsidP="0011763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B4C0A" w:rsidRDefault="008B4C0A"/>
        <w:p w:rsidR="008B4C0A" w:rsidRDefault="008B4C0A"/>
        <w:p w:rsidR="008B4C0A" w:rsidRDefault="008B4C0A"/>
        <w:p w:rsidR="008B4C0A" w:rsidRDefault="008B4C0A"/>
        <w:p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351790</wp:posOffset>
                    </wp:positionV>
                    <wp:extent cx="7061200" cy="2419350"/>
                    <wp:effectExtent l="0" t="0" r="25400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61200" cy="24193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:rsidR="00D0044E" w:rsidRPr="00005185" w:rsidRDefault="00D0044E" w:rsidP="00D0044E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aintenance préventive et corrective des installations 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anti-intrusion, contrôle d’accès, interphonie et </w:t>
                                </w:r>
                                <w:r w:rsidR="00AF3A6C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vidéosurveillan</w:t>
                                </w:r>
                                <w:bookmarkStart w:id="0" w:name="_GoBack"/>
                                <w:bookmarkEnd w:id="0"/>
                                <w:r w:rsidR="00AF3A6C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ce de la base de défense de Grenoble – Annecy – Chambéry – Gap - Saint-Christol</w:t>
                                </w:r>
                              </w:p>
                              <w:p w:rsidR="007C6830" w:rsidRPr="009E4C04" w:rsidRDefault="00117639" w:rsidP="00D0044E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z w:val="12"/>
                                    <w:szCs w:val="22"/>
                                  </w:rPr>
                                </w:pPr>
                                <w:r w:rsidRPr="009E4C04">
                                  <w:rPr>
                                    <w:rFonts w:ascii="Marianne Light" w:hAnsi="Marianne Light" w:cs="Arial"/>
                                    <w:sz w:val="22"/>
                                    <w:szCs w:val="22"/>
                                  </w:rPr>
                                  <w:t>Département de l’Isère (38</w:t>
                                </w:r>
                                <w:r w:rsidR="00D0044E" w:rsidRPr="009E4C04">
                                  <w:rPr>
                                    <w:rFonts w:ascii="Marianne Light" w:hAnsi="Marianne Light" w:cs="Arial"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7pt;width:556pt;height:190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:rsidR="00D0044E" w:rsidRPr="00005185" w:rsidRDefault="00D0044E" w:rsidP="00D0044E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aintenance préventive et corrective des installations 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anti-intrusion, contrôle d’accès, interphonie et </w:t>
                          </w:r>
                          <w:r w:rsidR="00AF3A6C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vidéosurveillan</w:t>
                          </w:r>
                          <w:bookmarkStart w:id="1" w:name="_GoBack"/>
                          <w:bookmarkEnd w:id="1"/>
                          <w:r w:rsidR="00AF3A6C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ce de la base de défense de Grenoble – Annecy – Chambéry – Gap - Saint-Christol</w:t>
                          </w:r>
                        </w:p>
                        <w:p w:rsidR="007C6830" w:rsidRPr="009E4C04" w:rsidRDefault="00117639" w:rsidP="00D0044E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z w:val="12"/>
                              <w:szCs w:val="22"/>
                            </w:rPr>
                          </w:pPr>
                          <w:r w:rsidRPr="009E4C04">
                            <w:rPr>
                              <w:rFonts w:ascii="Marianne Light" w:hAnsi="Marianne Light" w:cs="Arial"/>
                              <w:sz w:val="22"/>
                              <w:szCs w:val="22"/>
                            </w:rPr>
                            <w:t>Département de l’Isère (38</w:t>
                          </w:r>
                          <w:r w:rsidR="00D0044E" w:rsidRPr="009E4C04">
                            <w:rPr>
                              <w:rFonts w:ascii="Marianne Light" w:hAnsi="Marianne Light" w:cs="Arial"/>
                              <w:sz w:val="22"/>
                              <w:szCs w:val="22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B4C0A" w:rsidRDefault="008B4C0A"/>
        <w:p w:rsidR="008B4C0A" w:rsidRDefault="008B4C0A"/>
        <w:p w:rsidR="008B4C0A" w:rsidRDefault="00421BDD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63073E72" wp14:editId="27F3983F">
                    <wp:simplePos x="0" y="0"/>
                    <wp:positionH relativeFrom="margin">
                      <wp:posOffset>4766310</wp:posOffset>
                    </wp:positionH>
                    <wp:positionV relativeFrom="margin">
                      <wp:posOffset>8389620</wp:posOffset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21BDD" w:rsidRDefault="00421BDD" w:rsidP="00421BDD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63073E72" id="Rectangle 39" o:spid="_x0000_s1032" style="position:absolute;left:0;text-align:left;margin-left:375.3pt;margin-top:660.6pt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421BDD" w:rsidRDefault="00421BDD" w:rsidP="00421BDD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3474AD" w:rsidRDefault="003474AD" w:rsidP="00410AFD">
          <w:pPr>
            <w:sectPr w:rsidR="003474AD" w:rsidSect="00302298">
              <w:footerReference w:type="default" r:id="rId9"/>
              <w:headerReference w:type="first" r:id="rId10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9F77E4" w:rsidRDefault="00AF3A6C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  <w:gridCol w:w="4926"/>
      </w:tblGrid>
      <w:tr w:rsidR="009F77E4" w:rsidRPr="009F77E4" w:rsidTr="00117639">
        <w:trPr>
          <w:trHeight w:val="1339"/>
        </w:trPr>
        <w:tc>
          <w:tcPr>
            <w:tcW w:w="9066" w:type="dxa"/>
            <w:shd w:val="clear" w:color="auto" w:fill="F2F2F2" w:themeFill="background1" w:themeFillShade="F2"/>
          </w:tcPr>
          <w:p w:rsidR="009F77E4" w:rsidRPr="009F77E4" w:rsidRDefault="003D6B6C" w:rsidP="009F7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F77E4">
              <w:rPr>
                <w:b/>
                <w:bCs/>
                <w:sz w:val="22"/>
                <w:szCs w:val="22"/>
              </w:rPr>
              <w:t>Éléments</w:t>
            </w:r>
            <w:r w:rsidR="009F77E4" w:rsidRPr="009F77E4">
              <w:rPr>
                <w:b/>
                <w:bCs/>
                <w:sz w:val="22"/>
                <w:szCs w:val="22"/>
              </w:rPr>
              <w:t xml:space="preserve"> du mémoire </w:t>
            </w:r>
            <w:r w:rsidR="009F77E4" w:rsidRPr="009F77E4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9F77E4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6" w:type="dxa"/>
            <w:shd w:val="clear" w:color="auto" w:fill="F2F2F2" w:themeFill="background1" w:themeFillShade="F2"/>
          </w:tcPr>
          <w:p w:rsidR="009F77E4" w:rsidRPr="009F77E4" w:rsidRDefault="009F77E4" w:rsidP="009F77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F77E4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9F77E4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9F77E4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9F77E4"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 w:rsidR="009F77E4" w:rsidRPr="009F77E4" w:rsidTr="00117639">
        <w:tc>
          <w:tcPr>
            <w:tcW w:w="9066" w:type="dxa"/>
            <w:shd w:val="clear" w:color="auto" w:fill="auto"/>
          </w:tcPr>
          <w:p w:rsidR="009F77E4" w:rsidRPr="00117639" w:rsidRDefault="00117639" w:rsidP="00117639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 w:rsidRPr="00117639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="00F80D29">
              <w:rPr>
                <w:b/>
                <w:bCs/>
              </w:rPr>
              <w:t>Appropriation de la mission</w:t>
            </w:r>
            <w:r w:rsidR="009F77E4" w:rsidRPr="00117639">
              <w:rPr>
                <w:b/>
                <w:bCs/>
              </w:rPr>
              <w:t xml:space="preserve"> : </w:t>
            </w:r>
            <w:r w:rsidR="00F80D29">
              <w:rPr>
                <w:b/>
                <w:bCs/>
              </w:rPr>
              <w:t>8,75</w:t>
            </w:r>
            <w:r w:rsidR="009F77E4" w:rsidRPr="00117639">
              <w:rPr>
                <w:b/>
                <w:bCs/>
              </w:rPr>
              <w:t xml:space="preserve"> points</w:t>
            </w:r>
          </w:p>
          <w:p w:rsidR="009F77E4" w:rsidRPr="009F77E4" w:rsidRDefault="00F80D29" w:rsidP="00801267">
            <w:pPr>
              <w:autoSpaceDE w:val="0"/>
              <w:autoSpaceDN w:val="0"/>
              <w:adjustRightInd w:val="0"/>
              <w:spacing w:before="12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Fournir une décomposition des temps d’intervention associée à la décomposition du prix F2 annuel de maintenance préventive par site et/pi par type d’équipements. </w:t>
            </w:r>
          </w:p>
        </w:tc>
        <w:tc>
          <w:tcPr>
            <w:tcW w:w="4926" w:type="dxa"/>
            <w:shd w:val="clear" w:color="auto" w:fill="auto"/>
          </w:tcPr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c>
          <w:tcPr>
            <w:tcW w:w="9066" w:type="dxa"/>
            <w:shd w:val="clear" w:color="auto" w:fill="auto"/>
          </w:tcPr>
          <w:p w:rsidR="00E15467" w:rsidRPr="00117639" w:rsidRDefault="00E15467" w:rsidP="00E15467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1763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="00F80D29">
              <w:rPr>
                <w:b/>
                <w:bCs/>
              </w:rPr>
              <w:t>Organisation et moyens dédiés à la réalisation des prestations sur le périmètre géographique</w:t>
            </w:r>
            <w:r w:rsidR="00F80D29">
              <w:rPr>
                <w:rFonts w:ascii="Calibri" w:hAnsi="Calibri" w:cs="Calibri"/>
                <w:b/>
                <w:bCs/>
              </w:rPr>
              <w:t> </w:t>
            </w:r>
            <w:r w:rsidR="00F80D29">
              <w:rPr>
                <w:b/>
                <w:bCs/>
              </w:rPr>
              <w:t>:</w:t>
            </w:r>
            <w:r w:rsidRPr="00117639">
              <w:rPr>
                <w:b/>
                <w:bCs/>
              </w:rPr>
              <w:t xml:space="preserve"> </w:t>
            </w:r>
            <w:r w:rsidR="00F80D29">
              <w:rPr>
                <w:b/>
                <w:bCs/>
              </w:rPr>
              <w:t>1</w:t>
            </w:r>
            <w:r>
              <w:rPr>
                <w:b/>
                <w:bCs/>
              </w:rPr>
              <w:t>2</w:t>
            </w:r>
            <w:r w:rsidR="00F80D29">
              <w:rPr>
                <w:b/>
                <w:bCs/>
              </w:rPr>
              <w:t>,25</w:t>
            </w:r>
            <w:r w:rsidRPr="00117639">
              <w:rPr>
                <w:b/>
                <w:bCs/>
              </w:rPr>
              <w:t xml:space="preserve"> points</w:t>
            </w:r>
          </w:p>
          <w:p w:rsidR="00E15467" w:rsidRPr="009F77E4" w:rsidRDefault="00F80D29" w:rsidP="00E15467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Organigramme, nombre de personnels, CV, formation ou qualifications (5,25</w:t>
            </w:r>
            <w:r w:rsidR="00E15467" w:rsidRPr="009F77E4">
              <w:rPr>
                <w:sz w:val="18"/>
                <w:szCs w:val="18"/>
              </w:rPr>
              <w:t xml:space="preserve"> point</w:t>
            </w:r>
            <w:r>
              <w:rPr>
                <w:sz w:val="18"/>
                <w:szCs w:val="18"/>
              </w:rPr>
              <w:t>s</w:t>
            </w:r>
            <w:r w:rsidR="00E15467" w:rsidRPr="009F77E4">
              <w:rPr>
                <w:sz w:val="18"/>
                <w:szCs w:val="18"/>
              </w:rPr>
              <w:t>)</w:t>
            </w:r>
            <w:r w:rsidR="00E15467">
              <w:rPr>
                <w:rFonts w:ascii="Calibri" w:hAnsi="Calibri" w:cs="Calibri"/>
                <w:sz w:val="18"/>
                <w:szCs w:val="18"/>
              </w:rPr>
              <w:t> </w:t>
            </w:r>
            <w:r w:rsidR="00E15467">
              <w:rPr>
                <w:sz w:val="18"/>
                <w:szCs w:val="18"/>
              </w:rPr>
              <w:t>;</w:t>
            </w:r>
          </w:p>
          <w:p w:rsidR="00E15467" w:rsidRPr="009F77E4" w:rsidRDefault="00F80D29" w:rsidP="00F80D29">
            <w:pPr>
              <w:numPr>
                <w:ilvl w:val="1"/>
                <w:numId w:val="25"/>
              </w:numPr>
              <w:autoSpaceDE w:val="0"/>
              <w:autoSpaceDN w:val="0"/>
              <w:adjustRightInd w:val="0"/>
              <w:spacing w:before="120" w:after="120" w:line="240" w:lineRule="auto"/>
              <w:ind w:left="714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 de fonctionnement prévu en heures ouvrables avec moyens et matériels associés. Organisation territoriale du soutien technique (7</w:t>
            </w:r>
            <w:r w:rsidR="00E15467" w:rsidRPr="009F77E4">
              <w:rPr>
                <w:sz w:val="18"/>
                <w:szCs w:val="18"/>
              </w:rPr>
              <w:t xml:space="preserve"> point</w:t>
            </w:r>
            <w:r w:rsidR="00E15467">
              <w:rPr>
                <w:sz w:val="18"/>
                <w:szCs w:val="18"/>
              </w:rPr>
              <w:t>s</w:t>
            </w:r>
            <w:r w:rsidR="00E15467" w:rsidRPr="009F77E4">
              <w:rPr>
                <w:sz w:val="18"/>
                <w:szCs w:val="18"/>
              </w:rPr>
              <w:t>)</w:t>
            </w:r>
            <w:r w:rsidR="000D7E31">
              <w:rPr>
                <w:rFonts w:ascii="Calibri" w:hAnsi="Calibri" w:cs="Calibri"/>
                <w:sz w:val="18"/>
                <w:szCs w:val="18"/>
              </w:rPr>
              <w:t> </w:t>
            </w:r>
            <w:r w:rsidR="000D7E31">
              <w:rPr>
                <w:sz w:val="18"/>
                <w:szCs w:val="18"/>
              </w:rPr>
              <w:t>;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c>
          <w:tcPr>
            <w:tcW w:w="9066" w:type="dxa"/>
            <w:shd w:val="clear" w:color="auto" w:fill="auto"/>
          </w:tcPr>
          <w:p w:rsidR="00E15467" w:rsidRPr="008116EA" w:rsidRDefault="00E15467" w:rsidP="00E15467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8116EA">
              <w:rPr>
                <w:b/>
                <w:bCs/>
              </w:rPr>
              <w:t xml:space="preserve">. </w:t>
            </w:r>
            <w:r w:rsidR="00801267">
              <w:rPr>
                <w:b/>
                <w:bCs/>
              </w:rPr>
              <w:t>Continuité de service</w:t>
            </w:r>
            <w:r w:rsidR="00801267">
              <w:rPr>
                <w:rFonts w:ascii="Calibri" w:hAnsi="Calibri" w:cs="Calibri"/>
                <w:b/>
                <w:bCs/>
              </w:rPr>
              <w:t> </w:t>
            </w:r>
            <w:r w:rsidR="00801267">
              <w:rPr>
                <w:b/>
                <w:bCs/>
              </w:rPr>
              <w:t>: 10,5</w:t>
            </w:r>
            <w:r w:rsidRPr="008116EA">
              <w:rPr>
                <w:b/>
                <w:bCs/>
              </w:rPr>
              <w:t xml:space="preserve"> point</w:t>
            </w:r>
            <w:r w:rsidR="00801267">
              <w:rPr>
                <w:b/>
                <w:bCs/>
              </w:rPr>
              <w:t>s</w:t>
            </w:r>
          </w:p>
          <w:p w:rsidR="00E15467" w:rsidRPr="000D7E31" w:rsidRDefault="00E15467" w:rsidP="00801267">
            <w:pPr>
              <w:autoSpaceDE w:val="0"/>
              <w:autoSpaceDN w:val="0"/>
              <w:adjustRightInd w:val="0"/>
              <w:rPr>
                <w:bCs/>
              </w:rPr>
            </w:pPr>
            <w:r w:rsidRPr="008116EA">
              <w:rPr>
                <w:sz w:val="18"/>
                <w:szCs w:val="18"/>
              </w:rPr>
              <w:t xml:space="preserve">Le candidat </w:t>
            </w:r>
            <w:r w:rsidR="00801267">
              <w:rPr>
                <w:sz w:val="18"/>
                <w:szCs w:val="18"/>
              </w:rPr>
              <w:t>fournit les éléments permettant de juger la prise en compte des niveaux de criticité prévus au marché, et le cas échant, l’organisation de l’astreinte.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rPr>
          <w:trHeight w:val="1468"/>
        </w:trPr>
        <w:tc>
          <w:tcPr>
            <w:tcW w:w="9066" w:type="dxa"/>
            <w:shd w:val="clear" w:color="auto" w:fill="auto"/>
          </w:tcPr>
          <w:p w:rsidR="00E15467" w:rsidRPr="008116EA" w:rsidRDefault="00033901" w:rsidP="00E1546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4</w:t>
            </w:r>
            <w:r w:rsidR="00E15467" w:rsidRPr="008116EA">
              <w:rPr>
                <w:b/>
                <w:bCs/>
              </w:rPr>
              <w:t>. Dispositions sociales spécifiques</w:t>
            </w:r>
            <w:r w:rsidR="00E15467" w:rsidRPr="008116EA">
              <w:rPr>
                <w:rFonts w:ascii="Calibri" w:hAnsi="Calibri" w:cs="Calibri"/>
                <w:b/>
              </w:rPr>
              <w:t> </w:t>
            </w:r>
            <w:r w:rsidR="00E15467" w:rsidRPr="008116EA">
              <w:rPr>
                <w:b/>
              </w:rPr>
              <w:t xml:space="preserve">: </w:t>
            </w:r>
            <w:r w:rsidR="00801267">
              <w:rPr>
                <w:b/>
                <w:bCs/>
              </w:rPr>
              <w:t>3</w:t>
            </w:r>
            <w:r w:rsidR="00E15467" w:rsidRPr="008116EA">
              <w:rPr>
                <w:b/>
                <w:bCs/>
              </w:rPr>
              <w:t>,5 point</w:t>
            </w:r>
            <w:r w:rsidR="00801267">
              <w:rPr>
                <w:b/>
                <w:bCs/>
              </w:rPr>
              <w:t>s</w:t>
            </w:r>
          </w:p>
          <w:p w:rsidR="00E15467" w:rsidRPr="009E4C04" w:rsidRDefault="00E15467" w:rsidP="008012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4C04">
              <w:rPr>
                <w:sz w:val="18"/>
                <w:szCs w:val="18"/>
              </w:rPr>
              <w:t xml:space="preserve">Le candidat décrit </w:t>
            </w:r>
            <w:r w:rsidR="00801267" w:rsidRPr="009E4C04">
              <w:rPr>
                <w:sz w:val="18"/>
                <w:szCs w:val="18"/>
              </w:rPr>
              <w:t xml:space="preserve">les dispositions de sécurité des personnels prises pour limiter les risques liés à l’interférence entre les activités du soumissionnaire, les occupants, les installations, et </w:t>
            </w:r>
            <w:r w:rsidR="00CD3296" w:rsidRPr="009E4C04">
              <w:rPr>
                <w:sz w:val="18"/>
                <w:szCs w:val="18"/>
              </w:rPr>
              <w:t>les matériels</w:t>
            </w:r>
            <w:r w:rsidR="00801267" w:rsidRPr="009E4C04">
              <w:rPr>
                <w:rFonts w:ascii="Calibri" w:hAnsi="Calibri" w:cs="Calibri"/>
                <w:sz w:val="18"/>
                <w:szCs w:val="18"/>
              </w:rPr>
              <w:t> </w:t>
            </w:r>
            <w:r w:rsidR="00801267" w:rsidRPr="009E4C04">
              <w:rPr>
                <w:sz w:val="18"/>
                <w:szCs w:val="18"/>
              </w:rPr>
              <w:t>: EPI, EPC, formations…</w:t>
            </w:r>
          </w:p>
          <w:p w:rsidR="00CD3296" w:rsidRPr="008116EA" w:rsidRDefault="009E4C04" w:rsidP="009E4C0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E4C04">
              <w:rPr>
                <w:sz w:val="18"/>
                <w:szCs w:val="18"/>
              </w:rPr>
              <w:t>Le candidat décrit les d</w:t>
            </w:r>
            <w:r w:rsidR="00CD3296" w:rsidRPr="009E4C04">
              <w:rPr>
                <w:sz w:val="18"/>
                <w:szCs w:val="18"/>
              </w:rPr>
              <w:t>ispositions prises pour la protection des données et informations relatives à la mise en œuvre d</w:t>
            </w:r>
            <w:r>
              <w:rPr>
                <w:sz w:val="18"/>
                <w:szCs w:val="18"/>
              </w:rPr>
              <w:t>’un contrat sensible</w:t>
            </w:r>
            <w:r w:rsidR="00CD3296" w:rsidRPr="009E4C04">
              <w:rPr>
                <w:sz w:val="18"/>
                <w:szCs w:val="18"/>
              </w:rPr>
              <w:t>.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3474AD" w:rsidRPr="002336E0" w:rsidRDefault="003474AD" w:rsidP="002336E0">
      <w:pPr>
        <w:spacing w:after="100" w:afterAutospacing="1"/>
        <w:rPr>
          <w:sz w:val="12"/>
        </w:rPr>
      </w:pPr>
    </w:p>
    <w:sectPr w:rsidR="003474AD" w:rsidRPr="002336E0" w:rsidSect="002336E0">
      <w:pgSz w:w="16838" w:h="11906" w:orient="landscape"/>
      <w:pgMar w:top="1418" w:right="1418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42" w:rsidRDefault="003A2142" w:rsidP="00EA6B59">
      <w:pPr>
        <w:spacing w:after="0" w:line="240" w:lineRule="auto"/>
      </w:pPr>
      <w:r>
        <w:separator/>
      </w:r>
    </w:p>
  </w:endnote>
  <w:endnote w:type="continuationSeparator" w:id="0">
    <w:p w:rsidR="003A2142" w:rsidRDefault="003A2142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E31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42" w:rsidRDefault="003A2142" w:rsidP="00EA6B59">
      <w:pPr>
        <w:spacing w:after="0" w:line="240" w:lineRule="auto"/>
      </w:pPr>
      <w:r>
        <w:separator/>
      </w:r>
    </w:p>
  </w:footnote>
  <w:footnote w:type="continuationSeparator" w:id="0">
    <w:p w:rsidR="003A2142" w:rsidRDefault="003A2142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6314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203F4"/>
    <w:multiLevelType w:val="hybridMultilevel"/>
    <w:tmpl w:val="98A8D860"/>
    <w:lvl w:ilvl="0" w:tplc="040C0019">
      <w:start w:val="1"/>
      <w:numFmt w:val="lowerLetter"/>
      <w:lvlText w:val="%1."/>
      <w:lvlJc w:val="left"/>
      <w:pPr>
        <w:ind w:left="6314" w:hanging="360"/>
      </w:p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5"/>
    <w:lvlOverride w:ilvl="0">
      <w:lvl w:ilvl="0" w:tplc="040C000F">
        <w:start w:val="1"/>
        <w:numFmt w:val="lowerLetter"/>
        <w:lvlText w:val="%1."/>
        <w:lvlJc w:val="left"/>
        <w:pPr>
          <w:ind w:left="6314" w:hanging="360"/>
        </w:pPr>
        <w:rPr>
          <w:rFonts w:hint="default"/>
        </w:rPr>
      </w:lvl>
    </w:lvlOverride>
    <w:lvlOverride w:ilvl="1">
      <w:lvl w:ilvl="1" w:tplc="040C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3901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7E31"/>
    <w:rsid w:val="000E63CB"/>
    <w:rsid w:val="000F275F"/>
    <w:rsid w:val="000F38D9"/>
    <w:rsid w:val="00104D53"/>
    <w:rsid w:val="001125C0"/>
    <w:rsid w:val="00117639"/>
    <w:rsid w:val="00122955"/>
    <w:rsid w:val="001240C9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36E0"/>
    <w:rsid w:val="0023454E"/>
    <w:rsid w:val="002476A1"/>
    <w:rsid w:val="00250321"/>
    <w:rsid w:val="00260DA9"/>
    <w:rsid w:val="00262BB6"/>
    <w:rsid w:val="00267BD7"/>
    <w:rsid w:val="002A0B70"/>
    <w:rsid w:val="002A3FFD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A2142"/>
    <w:rsid w:val="003B204E"/>
    <w:rsid w:val="003B455F"/>
    <w:rsid w:val="003C45DC"/>
    <w:rsid w:val="003D38B7"/>
    <w:rsid w:val="003D6B6C"/>
    <w:rsid w:val="004014A7"/>
    <w:rsid w:val="00403987"/>
    <w:rsid w:val="00410AFD"/>
    <w:rsid w:val="00412B51"/>
    <w:rsid w:val="00420410"/>
    <w:rsid w:val="00421BDD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6E19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25F6B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A383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1B2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6830"/>
    <w:rsid w:val="007C7503"/>
    <w:rsid w:val="007F2911"/>
    <w:rsid w:val="007F7034"/>
    <w:rsid w:val="00800A0D"/>
    <w:rsid w:val="00801267"/>
    <w:rsid w:val="008116EA"/>
    <w:rsid w:val="00826D76"/>
    <w:rsid w:val="008426AD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4C04"/>
    <w:rsid w:val="009E762F"/>
    <w:rsid w:val="009F2578"/>
    <w:rsid w:val="009F6923"/>
    <w:rsid w:val="009F77E4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AF3A6C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B16DF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4C76"/>
    <w:rsid w:val="00C96EEA"/>
    <w:rsid w:val="00CA3057"/>
    <w:rsid w:val="00CA3F4C"/>
    <w:rsid w:val="00CA5953"/>
    <w:rsid w:val="00CD3296"/>
    <w:rsid w:val="00CE7412"/>
    <w:rsid w:val="00CF06D8"/>
    <w:rsid w:val="00D0044E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7936"/>
    <w:rsid w:val="00DE0DDC"/>
    <w:rsid w:val="00DF05C2"/>
    <w:rsid w:val="00E012C2"/>
    <w:rsid w:val="00E1546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537C"/>
    <w:rsid w:val="00F02DF2"/>
    <w:rsid w:val="00F13E9D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80D2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3F77C5-F6B9-4AAC-87A6-454E32B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42</TotalTime>
  <Pages>2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DESMONCEAUX Régis TSEF</cp:lastModifiedBy>
  <cp:revision>14</cp:revision>
  <cp:lastPrinted>2023-05-16T14:35:00Z</cp:lastPrinted>
  <dcterms:created xsi:type="dcterms:W3CDTF">2025-02-24T08:30:00Z</dcterms:created>
  <dcterms:modified xsi:type="dcterms:W3CDTF">2025-12-18T11:36:00Z</dcterms:modified>
</cp:coreProperties>
</file>