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2BDD077C" w:rsidR="00995AF1" w:rsidRDefault="00995AF1" w:rsidP="00995AF1">
      <w:pPr>
        <w:pStyle w:val="PdgRefmarch"/>
      </w:pPr>
      <w:bookmarkStart w:id="0" w:name="Ref_marché"/>
      <w:r>
        <w:t>AC-NANTES_SCUS_</w:t>
      </w:r>
      <w:r w:rsidR="000850C8">
        <w:t>26-003</w:t>
      </w:r>
      <w:bookmarkEnd w:id="0"/>
    </w:p>
    <w:p w14:paraId="6382805D" w14:textId="77777777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prestations intellectuelles</w:t>
      </w:r>
      <w:bookmarkEnd w:id="1"/>
    </w:p>
    <w:p w14:paraId="208363ED" w14:textId="552F2F60" w:rsidR="00995AF1" w:rsidRPr="00C307FC" w:rsidRDefault="00995AF1" w:rsidP="00995AF1">
      <w:pPr>
        <w:pStyle w:val="PdgObjetdumarch0"/>
      </w:pPr>
      <w:bookmarkStart w:id="2" w:name="Mission_lot"/>
      <w:r w:rsidRPr="003819F9">
        <w:t>Mission</w:t>
      </w:r>
      <w:r w:rsidR="0092355D">
        <w:t>s</w:t>
      </w:r>
      <w:r>
        <w:t xml:space="preserve"> d</w:t>
      </w:r>
      <w:r w:rsidR="0092355D">
        <w:t>e contrôle technique de la construction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r>
              <w:t>la région académique Pays de la Loire</w:t>
            </w:r>
            <w:bookmarkEnd w:id="3"/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C633FBD" w14:textId="77777777" w:rsidR="007471D0" w:rsidRPr="007471D0" w:rsidRDefault="007471D0" w:rsidP="007471D0">
            <w:pPr>
              <w:pStyle w:val="PdgOpration"/>
              <w:rPr>
                <w:sz w:val="22"/>
                <w:szCs w:val="14"/>
              </w:rPr>
            </w:pPr>
            <w:bookmarkStart w:id="4" w:name="Opération"/>
            <w:r w:rsidRPr="007471D0">
              <w:rPr>
                <w:sz w:val="22"/>
                <w:szCs w:val="14"/>
              </w:rPr>
              <w:t>Construction d’un restaurant universitaire et d’une maison des étudiants au Mans</w:t>
            </w:r>
            <w:bookmarkEnd w:id="4"/>
          </w:p>
          <w:p w14:paraId="2E2DA2AC" w14:textId="5690ED55" w:rsidR="00995AF1" w:rsidRPr="007471D0" w:rsidRDefault="007471D0" w:rsidP="007471D0">
            <w:pPr>
              <w:pStyle w:val="Pdginfos"/>
              <w:rPr>
                <w:bCs w:val="0"/>
              </w:rPr>
            </w:pPr>
            <w:bookmarkStart w:id="5" w:name="Établissementcommune"/>
            <w:r w:rsidRPr="007471D0">
              <w:rPr>
                <w:bCs w:val="0"/>
                <w:szCs w:val="14"/>
              </w:rPr>
              <w:t>CROUS Nantes Pays de la Loire / Le Mans Université</w:t>
            </w:r>
            <w:bookmarkEnd w:id="5"/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43221168" w:rsidR="00995AF1" w:rsidRPr="00B951CA" w:rsidRDefault="000850C8" w:rsidP="00995AF1">
      <w:pPr>
        <w:pStyle w:val="PdgVersion"/>
        <w:jc w:val="right"/>
        <w:rPr>
          <w:b w:val="0"/>
        </w:rPr>
      </w:pPr>
      <w:r>
        <w:rPr>
          <w:b w:val="0"/>
        </w:rPr>
        <w:t>Février 2026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45C16D1E" w:rsidR="00995AF1" w:rsidRPr="00292E33" w:rsidRDefault="002462AF" w:rsidP="00995AF1">
            <w:pPr>
              <w:pStyle w:val="Pdginfos"/>
              <w:spacing w:after="120"/>
              <w:rPr>
                <w:lang w:eastAsia="fr-FR"/>
              </w:rPr>
            </w:pPr>
            <w:r w:rsidRPr="002462AF">
              <w:rPr>
                <w:lang w:eastAsia="fr-FR"/>
              </w:rPr>
              <w:t>71631300-3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DD3ACEB" w14:textId="77777777" w:rsidR="00995AF1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  <w:p w14:paraId="3C9DA27E" w14:textId="77777777" w:rsidR="00995AF1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  <w:p w14:paraId="066F7DA4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77777777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>
        <w:fldChar w:fldCharType="begin"/>
      </w:r>
      <w:r>
        <w:instrText xml:space="preserve"> NUMPAGES  \# "0" \* Arabic  \* MERGEFORMAT </w:instrText>
      </w:r>
      <w:r>
        <w:fldChar w:fldCharType="separate"/>
      </w:r>
      <w:r>
        <w:rPr>
          <w:noProof/>
        </w:rPr>
        <w:t>24</w:t>
      </w:r>
      <w: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43703BE3" w:rsidR="00995AF1" w:rsidRDefault="000850C8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>
        <w:t>AC-NANTES_SCUS_26-003</w:t>
      </w:r>
      <w:r>
        <w:fldChar w:fldCharType="end"/>
      </w:r>
    </w:p>
    <w:p w14:paraId="7635535A" w14:textId="77777777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prestations intellectuelles</w:t>
      </w:r>
    </w:p>
    <w:p w14:paraId="76CB9642" w14:textId="6308B986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6411C4" w:rsidRPr="003819F9">
        <w:t>Mission</w:t>
      </w:r>
      <w:r w:rsidR="006411C4">
        <w:t>s de contrôle technique de la construction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0476FF1" w14:textId="62D539F7" w:rsidR="00995AF1" w:rsidRPr="007471D0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bookmarkStart w:id="8" w:name="_Hlk127276369"/>
      <w:r w:rsidR="007471D0">
        <w:t>.</w:t>
      </w:r>
    </w:p>
    <w:p w14:paraId="6F9E33AF" w14:textId="3E8946CE" w:rsidR="00995AF1" w:rsidRPr="00EC5BF0" w:rsidRDefault="007471D0" w:rsidP="00995AF1">
      <w:pPr>
        <w:pStyle w:val="Corpsitalique"/>
        <w:rPr>
          <w:i w:val="0"/>
        </w:rPr>
      </w:pPr>
      <w:r>
        <w:rPr>
          <w:rFonts w:ascii="Times New Roman" w:hAnsi="Times New Roman"/>
          <w:noProof/>
          <w:sz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94FAE2" wp14:editId="336E3357">
                <wp:simplePos x="0" y="0"/>
                <wp:positionH relativeFrom="margin">
                  <wp:align>right</wp:align>
                </wp:positionH>
                <wp:positionV relativeFrom="paragraph">
                  <wp:posOffset>1077686</wp:posOffset>
                </wp:positionV>
                <wp:extent cx="6334125" cy="1022985"/>
                <wp:effectExtent l="0" t="0" r="9525" b="5715"/>
                <wp:wrapNone/>
                <wp:docPr id="33" name="Groupe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4125" cy="1022985"/>
                          <a:chOff x="0" y="0"/>
                          <a:chExt cx="6334125" cy="1023169"/>
                        </a:xfrm>
                      </wpg:grpSpPr>
                      <wpg:grpSp>
                        <wpg:cNvPr id="6" name="Groupe 6"/>
                        <wpg:cNvGrpSpPr/>
                        <wpg:grpSpPr>
                          <a:xfrm>
                            <a:off x="0" y="0"/>
                            <a:ext cx="6334125" cy="1023169"/>
                            <a:chOff x="0" y="0"/>
                            <a:chExt cx="6334444" cy="1023169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0" y="0"/>
                              <a:ext cx="4136046" cy="723900"/>
                              <a:chOff x="0" y="0"/>
                              <a:chExt cx="4136404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3190254" y="124216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68745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1" name="Image 2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91503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18" name="Zone de texte 20"/>
                          <wps:cNvSpPr txBox="1"/>
                          <wps:spPr>
                            <a:xfrm>
                              <a:off x="0" y="752506"/>
                              <a:ext cx="6334444" cy="2706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69A091" w14:textId="77777777" w:rsidR="007471D0" w:rsidRDefault="007471D0" w:rsidP="007471D0">
                                <w:pPr>
                                  <w:pStyle w:val="Corpsdetexte"/>
                                </w:pPr>
                                <w:r>
                                  <w:t>Ce projet est financé dans le cadre du contrat de plan État-Région Pays de la Loire.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7748" y="84055"/>
                            <a:ext cx="561927" cy="561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81224" y="7786"/>
                            <a:ext cx="704156" cy="703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94FAE2" id="Groupe 33" o:spid="_x0000_s1026" style="position:absolute;left:0;text-align:left;margin-left:447.55pt;margin-top:84.85pt;width:498.75pt;height:80.55pt;z-index:251659264;mso-position-horizontal:right;mso-position-horizontal-relative:margin;mso-width-relative:margin;mso-height-relative:margin" coordsize="63341,1023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">
                <v:group id="Groupe 6" o:spid="_x0000_s1027" style="position:absolute;width:63341;height:10231" coordsize="63344,10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e 17" o:spid="_x0000_s1028" style="position:absolute;width:41360;height:7239" coordsize="4136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9" o:spid="_x0000_s1029" type="#_x0000_t75" style="position:absolute;left:31902;top:124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">
                      <v:imagedata r:id="rId15" o:title="" croptop="17184f" cropbottom="16887f"/>
                    </v:shape>
                    <v:shape id="Image 20" o:spid="_x0000_s1030" type="#_x0000_t75" style="position:absolute;left:17687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">
                      <v:imagedata r:id="rId16" o:title=""/>
                    </v:shape>
                    <v:shape id="Image 21" o:spid="_x0000_s1031" type="#_x0000_t75" style="position:absolute;top:915;width:13087;height:5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" o:spid="_x0000_s1032" type="#_x0000_t202" style="position:absolute;top:7525;width:63344;height:2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7B69A091" w14:textId="77777777" w:rsidR="007471D0" w:rsidRDefault="007471D0" w:rsidP="007471D0">
                          <w:pPr>
                            <w:pStyle w:val="Corpsdetexte"/>
                          </w:pPr>
                          <w:r>
                            <w:t>Ce projet est financé dans le cadre du contrat de plan État-Région Pays de la Loire.</w:t>
                          </w:r>
                        </w:p>
                      </w:txbxContent>
                    </v:textbox>
                  </v:shape>
                </v:group>
                <v:shape id="Image 8" o:spid="_x0000_s1033" type="#_x0000_t75" style="position:absolute;left:57277;top:840;width:5619;height:5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">
                  <v:imagedata r:id="rId18" o:title=""/>
                </v:shape>
                <v:shape id="Image 16" o:spid="_x0000_s1034" type="#_x0000_t75" style="position:absolute;left:45812;top:77;width:7041;height:7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">
                  <v:imagedata r:id="rId19" o:title=""/>
                </v:shape>
                <w10:wrap anchorx="margin"/>
              </v:group>
            </w:pict>
          </mc:Fallback>
        </mc:AlternateContent>
      </w: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lastRenderedPageBreak/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E41017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E41017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77777777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6.3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6.3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77777777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6.1, 1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6.2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6.3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3EE6C138" w14:textId="77777777" w:rsidR="00995AF1" w:rsidRDefault="00995AF1" w:rsidP="00995AF1">
      <w:pPr>
        <w:pStyle w:val="Corpsdetexte"/>
        <w:rPr>
          <w:lang w:eastAsia="fr-FR"/>
        </w:rPr>
      </w:pPr>
      <w:r>
        <w:rPr>
          <w:lang w:eastAsia="fr-FR"/>
        </w:rPr>
        <w:t>La bonne exécution des prestations ci-après dépend essentiellement de la/des personne(s) physique(s) suivantes :</w:t>
      </w:r>
    </w:p>
    <w:p w14:paraId="7E1AA699" w14:textId="2ADB136A" w:rsidR="00F53450" w:rsidRDefault="00F53450" w:rsidP="00F53450">
      <w:pPr>
        <w:pStyle w:val="CorpsListe"/>
        <w:rPr>
          <w:lang w:eastAsia="fr-FR"/>
        </w:rPr>
      </w:pPr>
      <w:r>
        <w:rPr>
          <w:lang w:eastAsia="fr-FR"/>
        </w:rPr>
        <w:t>Contrôleur technique (interlocuteur principal)</w:t>
      </w:r>
    </w:p>
    <w:p w14:paraId="4428C7CC" w14:textId="666F3DD2" w:rsidR="00D83780" w:rsidRDefault="00D83780" w:rsidP="00D83780">
      <w:pPr>
        <w:pStyle w:val="Titren1surlign"/>
      </w:pPr>
      <w:r w:rsidRPr="00660D94">
        <w:lastRenderedPageBreak/>
        <w:t>Personne(s) physique(s) affect</w:t>
      </w:r>
      <w:r w:rsidR="00FE0E33">
        <w:t>é</w:t>
      </w:r>
      <w:r w:rsidRPr="00660D94">
        <w:t xml:space="preserve">e(s) </w:t>
      </w:r>
      <w:r w:rsidR="00691FAF">
        <w:t>aux missions</w:t>
      </w:r>
    </w:p>
    <w:p w14:paraId="6B85BB24" w14:textId="482C93F8" w:rsidR="00D83780" w:rsidRDefault="00D83780" w:rsidP="00D83780">
      <w:pPr>
        <w:pStyle w:val="Corpsdetexte"/>
      </w:pPr>
      <w:r w:rsidRPr="004D6EF7">
        <w:t>La/les personne(s) physique(s) chargée(s) de l'exécution d</w:t>
      </w:r>
      <w:r>
        <w:t>es</w:t>
      </w:r>
      <w:r w:rsidRPr="004D6EF7">
        <w:t xml:space="preserve"> mission</w:t>
      </w:r>
      <w:r>
        <w:t>s</w:t>
      </w:r>
      <w:r w:rsidRPr="004D6EF7">
        <w:t xml:space="preserve"> de </w:t>
      </w:r>
      <w:r w:rsidR="009014F7">
        <w:t>contrôle technique</w:t>
      </w:r>
      <w:r w:rsidRPr="004D6EF7">
        <w:t xml:space="preserve"> est/sont</w:t>
      </w:r>
      <w:r w:rsidRPr="004D6EF7">
        <w:rPr>
          <w:rFonts w:ascii="Calibri" w:hAnsi="Calibri" w:cs="Calibri"/>
        </w:rPr>
        <w:t> </w:t>
      </w:r>
      <w:r w:rsidRPr="004D6EF7">
        <w:t>:</w:t>
      </w:r>
    </w:p>
    <w:tbl>
      <w:tblPr>
        <w:tblW w:w="951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07"/>
        <w:gridCol w:w="321"/>
        <w:gridCol w:w="7782"/>
      </w:tblGrid>
      <w:tr w:rsidR="00D83780" w:rsidRPr="004D6EF7" w14:paraId="24B66088" w14:textId="77777777" w:rsidTr="00F8303B">
        <w:trPr>
          <w:tblHeader/>
          <w:tblCellSpacing w:w="0" w:type="dxa"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6952B6" w14:textId="77777777" w:rsidR="00D83780" w:rsidRPr="004D6EF7" w:rsidRDefault="00D83780" w:rsidP="00F8303B">
            <w:pPr>
              <w:pStyle w:val="TableauCentr0"/>
              <w:rPr>
                <w:b/>
                <w:lang w:eastAsia="fr-FR"/>
              </w:rPr>
            </w:pPr>
            <w:r w:rsidRPr="004D6EF7">
              <w:rPr>
                <w:b/>
                <w:lang w:eastAsia="fr-FR"/>
              </w:rPr>
              <w:t>Phase</w:t>
            </w: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796C2B1" w14:textId="77777777" w:rsidR="00D83780" w:rsidRPr="004D6EF7" w:rsidRDefault="00D83780" w:rsidP="00F8303B">
            <w:pPr>
              <w:pStyle w:val="TableauCentr0"/>
              <w:rPr>
                <w:b/>
                <w:lang w:eastAsia="fr-FR"/>
              </w:rPr>
            </w:pPr>
            <w:r w:rsidRPr="004D6EF7">
              <w:rPr>
                <w:b/>
                <w:lang w:eastAsia="fr-FR"/>
              </w:rPr>
              <w:t>(1)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DB7F171" w14:textId="77777777" w:rsidR="00D83780" w:rsidRPr="004D6EF7" w:rsidRDefault="00D83780" w:rsidP="00F8303B">
            <w:pPr>
              <w:pStyle w:val="TableauCentr0"/>
              <w:rPr>
                <w:b/>
                <w:lang w:eastAsia="fr-FR"/>
              </w:rPr>
            </w:pPr>
            <w:r w:rsidRPr="004D6EF7">
              <w:rPr>
                <w:b/>
                <w:lang w:eastAsia="fr-FR"/>
              </w:rPr>
              <w:t>Désignation de la personne physique</w:t>
            </w:r>
          </w:p>
        </w:tc>
      </w:tr>
      <w:tr w:rsidR="00D83780" w:rsidRPr="004D6EF7" w14:paraId="3176A063" w14:textId="77777777" w:rsidTr="00F8303B">
        <w:trPr>
          <w:tblCellSpacing w:w="0" w:type="dxa"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3A20B24" w14:textId="77777777" w:rsidR="00D83780" w:rsidRPr="004D6EF7" w:rsidRDefault="00D83780" w:rsidP="00F8303B">
            <w:pPr>
              <w:pStyle w:val="Tableaudroite0"/>
              <w:rPr>
                <w:lang w:eastAsia="fr-FR"/>
              </w:rPr>
            </w:pPr>
            <w:r w:rsidRPr="004D6EF7">
              <w:rPr>
                <w:lang w:eastAsia="fr-FR"/>
              </w:rPr>
              <w:t>Conception</w:t>
            </w: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A920D5C" w14:textId="77777777" w:rsidR="00D83780" w:rsidRPr="004D6EF7" w:rsidRDefault="00D83780" w:rsidP="00F8303B">
            <w:pPr>
              <w:pStyle w:val="TableauCentr0"/>
              <w:rPr>
                <w:lang w:eastAsia="fr-FR"/>
              </w:rPr>
            </w:pP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01785D8" w14:textId="77777777" w:rsidR="00D83780" w:rsidRPr="004D6EF7" w:rsidRDefault="00D83780" w:rsidP="00F8303B">
            <w:pPr>
              <w:pStyle w:val="TableauDroite"/>
              <w:rPr>
                <w:lang w:eastAsia="fr-FR"/>
              </w:rPr>
            </w:pPr>
          </w:p>
        </w:tc>
      </w:tr>
      <w:tr w:rsidR="00D83780" w:rsidRPr="004D6EF7" w14:paraId="663C4ED8" w14:textId="77777777" w:rsidTr="00F8303B">
        <w:trPr>
          <w:tblCellSpacing w:w="0" w:type="dxa"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EF3C58A" w14:textId="77777777" w:rsidR="00D83780" w:rsidRPr="004D6EF7" w:rsidRDefault="00D83780" w:rsidP="00F8303B">
            <w:pPr>
              <w:pStyle w:val="Tableaudroite0"/>
              <w:jc w:val="center"/>
              <w:rPr>
                <w:lang w:eastAsia="fr-FR"/>
              </w:rPr>
            </w:pPr>
            <w:r w:rsidRPr="004D6EF7">
              <w:rPr>
                <w:lang w:eastAsia="fr-FR"/>
              </w:rPr>
              <w:t>Réalisation</w:t>
            </w:r>
          </w:p>
        </w:tc>
        <w:tc>
          <w:tcPr>
            <w:tcW w:w="3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EE1539" w14:textId="77777777" w:rsidR="00D83780" w:rsidRPr="004D6EF7" w:rsidRDefault="00D83780" w:rsidP="00F8303B">
            <w:pPr>
              <w:pStyle w:val="TableauCentr0"/>
              <w:rPr>
                <w:lang w:eastAsia="fr-FR"/>
              </w:rPr>
            </w:pPr>
          </w:p>
        </w:tc>
        <w:tc>
          <w:tcPr>
            <w:tcW w:w="77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0B12098" w14:textId="77777777" w:rsidR="00D83780" w:rsidRPr="004D6EF7" w:rsidRDefault="00D83780" w:rsidP="00F8303B">
            <w:pPr>
              <w:pStyle w:val="TableauDroite"/>
              <w:rPr>
                <w:lang w:eastAsia="fr-FR"/>
              </w:rPr>
            </w:pPr>
          </w:p>
        </w:tc>
      </w:tr>
    </w:tbl>
    <w:p w14:paraId="32A99654" w14:textId="77777777" w:rsidR="00D83780" w:rsidRDefault="00D83780" w:rsidP="00E41017">
      <w:pPr>
        <w:pStyle w:val="Corpsdetexte"/>
        <w:numPr>
          <w:ilvl w:val="0"/>
          <w:numId w:val="20"/>
        </w:numPr>
        <w:rPr>
          <w:sz w:val="18"/>
        </w:rPr>
      </w:pPr>
      <w:r w:rsidRPr="004D6EF7">
        <w:rPr>
          <w:sz w:val="18"/>
        </w:rPr>
        <w:t>Numéro du cotraitant en cas de groupement</w:t>
      </w:r>
    </w:p>
    <w:p w14:paraId="2EF8D089" w14:textId="0A384081" w:rsidR="00D83780" w:rsidRPr="004D6EF7" w:rsidRDefault="00D83780" w:rsidP="00D83780">
      <w:pPr>
        <w:pStyle w:val="Corpsdetexte"/>
      </w:pPr>
      <w:r w:rsidRPr="004D6EF7">
        <w:t xml:space="preserve">Elles doivent respecter les règles d'incompatibilité édictées par les articles </w:t>
      </w:r>
      <w:r w:rsidR="009014F7">
        <w:rPr>
          <w:rStyle w:val="ct-span"/>
        </w:rPr>
        <w:t xml:space="preserve">L. 111-25 et </w:t>
      </w:r>
      <w:r w:rsidR="00E41017" w:rsidRPr="00E41017">
        <w:rPr>
          <w:rStyle w:val="ct-span"/>
        </w:rPr>
        <w:t>R125-4</w:t>
      </w:r>
      <w:r w:rsidR="00E41017">
        <w:t xml:space="preserve"> du Code de la construction et de l’habitation</w:t>
      </w:r>
      <w:r w:rsidRPr="004D6EF7">
        <w:t>.</w:t>
      </w:r>
    </w:p>
    <w:p w14:paraId="57455045" w14:textId="77777777" w:rsidR="00995AF1" w:rsidRPr="00795CD8" w:rsidRDefault="00995AF1" w:rsidP="00995AF1">
      <w:pPr>
        <w:pStyle w:val="Titren1surlign"/>
      </w:pPr>
      <w:r w:rsidRPr="00795CD8">
        <w:t>Prestations et prix</w:t>
      </w:r>
    </w:p>
    <w:p w14:paraId="19255D9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Les tâches essentielles qui devront être effectuées directement par le titulaire sont :</w:t>
      </w:r>
    </w:p>
    <w:p w14:paraId="4984C46C" w14:textId="77777777" w:rsidR="00995AF1" w:rsidRPr="00795CD8" w:rsidRDefault="00995AF1" w:rsidP="00995AF1">
      <w:pPr>
        <w:pStyle w:val="Corpsdetexte"/>
        <w:rPr>
          <w:lang w:eastAsia="fr-FR"/>
        </w:rPr>
      </w:pPr>
      <w:bookmarkStart w:id="13" w:name="A2_1_p0B_a"/>
      <w:bookmarkEnd w:id="13"/>
      <w:r>
        <w:rPr>
          <w:lang w:eastAsia="fr-FR"/>
        </w:rPr>
        <w:t>Rédaction des livrables</w:t>
      </w:r>
      <w:r w:rsidRPr="00795CD8">
        <w:rPr>
          <w:lang w:eastAsia="fr-FR"/>
        </w:rPr>
        <w:t>.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Pr="00795CD8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573184F4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Il n'est pas prévu de décomposition en tranches, l'opération de travaux n'est pas allotie.</w:t>
      </w:r>
    </w:p>
    <w:p w14:paraId="21C65A10" w14:textId="77777777" w:rsidR="00995AF1" w:rsidRPr="00E90723" w:rsidRDefault="00995AF1" w:rsidP="00995AF1">
      <w:pPr>
        <w:pStyle w:val="Corpsdetexte"/>
        <w:rPr>
          <w:lang w:eastAsia="fr-FR"/>
        </w:rPr>
      </w:pPr>
      <w:r w:rsidRPr="00E90723">
        <w:rPr>
          <w:lang w:eastAsia="fr-FR"/>
        </w:rPr>
        <w:t>Les travaux seront rémunérés par application d'un prix global forfaitaire égal à</w:t>
      </w:r>
      <w:r w:rsidRPr="00E90723">
        <w:rPr>
          <w:rFonts w:ascii="Calibri" w:hAnsi="Calibri" w:cs="Calibri"/>
          <w:lang w:eastAsia="fr-FR"/>
        </w:rPr>
        <w:t> </w:t>
      </w:r>
      <w:r w:rsidRPr="00E90723">
        <w:rPr>
          <w:lang w:eastAsia="fr-FR"/>
        </w:rPr>
        <w:t>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F20840" w:rsidRPr="00E90723" w14:paraId="5166B2E1" w14:textId="77777777" w:rsidTr="000119FE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34565" w14:textId="77777777" w:rsidR="00F20840" w:rsidRPr="00E90723" w:rsidRDefault="00F20840" w:rsidP="00E41017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1A16FA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F01BC8" w14:textId="77777777" w:rsidR="00F20840" w:rsidRPr="00E90723" w:rsidRDefault="00F20840" w:rsidP="006D63E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3C8D7E02" w14:textId="77777777" w:rsidTr="000119FE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E938E1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7F317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5B42A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1307A4D5" w14:textId="77777777" w:rsidTr="000119FE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7E8E6" w14:textId="77777777" w:rsidR="00F20840" w:rsidRPr="00E90723" w:rsidRDefault="00F20840" w:rsidP="00E4101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1E6EAF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B891314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ADC87F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F18F00" w14:textId="77777777" w:rsidR="00F20840" w:rsidRPr="00E90723" w:rsidRDefault="00F20840" w:rsidP="006D63E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27FBCC2F" w14:textId="77777777" w:rsidTr="000119FE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B2AD7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B73B12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1E785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5C43B72C" w14:textId="77777777" w:rsidTr="000119FE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D4EC03" w14:textId="77777777" w:rsidR="00F20840" w:rsidRPr="00E90723" w:rsidRDefault="00F20840" w:rsidP="00E41017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06EE6C3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9979F1C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8BFBE99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FFF416" w14:textId="77777777" w:rsidR="00F20840" w:rsidRPr="00E90723" w:rsidRDefault="00F20840" w:rsidP="006D63E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648F4DB6" w14:textId="77777777" w:rsidTr="000119FE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0241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7E4756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39246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058CAFAD" w14:textId="77777777" w:rsidTr="000119FE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A5277D" w14:textId="77777777" w:rsidR="00F20840" w:rsidRPr="00E90723" w:rsidRDefault="00F20840" w:rsidP="00E41017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2E8E797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094506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A9E7B8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2B774E" w14:textId="77777777" w:rsidR="00F20840" w:rsidRPr="00E90723" w:rsidRDefault="00F20840" w:rsidP="006D63E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5164FC26" w14:textId="77777777" w:rsidTr="000119FE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3C2624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8FDF95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15349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64D283F1" w14:textId="77777777" w:rsidTr="000119FE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A1579" w14:textId="77777777" w:rsidR="00F20840" w:rsidRPr="00E90723" w:rsidRDefault="00F20840" w:rsidP="00E41017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B868A5E" w14:textId="77777777" w:rsidR="00F20840" w:rsidRPr="00E90723" w:rsidRDefault="00F20840" w:rsidP="006D63E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76EF98" w14:textId="77777777" w:rsidR="00F20840" w:rsidRPr="00E90723" w:rsidRDefault="00F20840" w:rsidP="006D63E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0B6C520C" w14:textId="77777777" w:rsidTr="000119FE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C99B3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1707A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4A2F4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07DDF9E8" w14:textId="77777777" w:rsidTr="000119FE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943CF2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F2FEA9" w14:textId="77777777" w:rsidR="00F20840" w:rsidRPr="00E90723" w:rsidRDefault="00F20840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205EB4" w14:textId="77777777" w:rsidR="00F20840" w:rsidRPr="00E90723" w:rsidRDefault="00F20840" w:rsidP="006D63E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F20840" w:rsidRPr="00E90723" w14:paraId="645B172F" w14:textId="77777777" w:rsidTr="000119FE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C8FCF0" w14:textId="77777777" w:rsidR="00F20840" w:rsidRPr="00E90723" w:rsidRDefault="00F20840" w:rsidP="006D63E3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E9C8436" w14:textId="77777777" w:rsidR="00F20840" w:rsidRPr="00E90723" w:rsidRDefault="00F20840" w:rsidP="006D63E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90394" w14:textId="77777777" w:rsidR="00F20840" w:rsidRPr="00E90723" w:rsidRDefault="00F20840" w:rsidP="006D63E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11EFC648" w:rsidR="00995AF1" w:rsidRPr="000119FE" w:rsidRDefault="000119FE" w:rsidP="000119FE">
      <w:pPr>
        <w:pStyle w:val="Titren5"/>
        <w:rPr>
          <w:lang w:eastAsia="fr-FR"/>
        </w:rPr>
      </w:pPr>
      <w:r>
        <w:rPr>
          <w:lang w:eastAsia="fr-FR"/>
        </w:rPr>
        <w:t>P</w:t>
      </w:r>
      <w:r w:rsidRPr="00322FEA">
        <w:rPr>
          <w:lang w:eastAsia="fr-FR"/>
        </w:rPr>
        <w:t>restations supplémentaires éventuelles</w:t>
      </w:r>
    </w:p>
    <w:p w14:paraId="1364C4C2" w14:textId="77777777" w:rsidR="000119FE" w:rsidRDefault="000119FE" w:rsidP="000119FE">
      <w:pPr>
        <w:pStyle w:val="Corpsdetexte"/>
        <w:spacing w:before="120"/>
        <w:rPr>
          <w:lang w:eastAsia="fr-FR"/>
        </w:rPr>
      </w:pPr>
      <w:r>
        <w:rPr>
          <w:lang w:eastAsia="fr-FR"/>
        </w:rPr>
        <w:t>La mission complémentaire – Étude de sécurité publique (ESP) – est fixée à</w:t>
      </w:r>
      <w:r>
        <w:rPr>
          <w:rFonts w:ascii="Calibri" w:hAnsi="Calibri" w:cs="Calibri"/>
          <w:lang w:eastAsia="fr-FR"/>
        </w:rPr>
        <w:t> </w:t>
      </w:r>
      <w:r>
        <w:rPr>
          <w:lang w:eastAsia="fr-FR"/>
        </w:rPr>
        <w:t>:</w:t>
      </w:r>
    </w:p>
    <w:tbl>
      <w:tblPr>
        <w:tblW w:w="888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0119FE" w:rsidRPr="00E90723" w14:paraId="4A14229E" w14:textId="77777777" w:rsidTr="00450591">
        <w:trPr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DCF5FC" w14:textId="77777777" w:rsidR="000119FE" w:rsidRPr="00E90723" w:rsidRDefault="000119FE" w:rsidP="000119FE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Montant hors TVA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D57E2C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6053F" w14:textId="77777777" w:rsidR="000119FE" w:rsidRPr="00E90723" w:rsidRDefault="000119FE" w:rsidP="0045059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0119FE" w:rsidRPr="00E90723" w14:paraId="57F438F6" w14:textId="77777777" w:rsidTr="00450591">
        <w:trPr>
          <w:trHeight w:hRule="exact" w:val="57"/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0F459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AB1DB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F5E8E4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0119FE" w:rsidRPr="00E90723" w14:paraId="6936D889" w14:textId="77777777" w:rsidTr="00450591">
        <w:trPr>
          <w:tblCellSpacing w:w="0" w:type="dxa"/>
          <w:jc w:val="center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A0FCE" w14:textId="77777777" w:rsidR="000119FE" w:rsidRPr="00E90723" w:rsidRDefault="000119FE" w:rsidP="000119FE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7D34E5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2ED9D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D427142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FFD262" w14:textId="77777777" w:rsidR="000119FE" w:rsidRPr="00E90723" w:rsidRDefault="000119FE" w:rsidP="0045059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0119FE" w:rsidRPr="00E90723" w14:paraId="168579EB" w14:textId="77777777" w:rsidTr="00450591">
        <w:trPr>
          <w:trHeight w:hRule="exact" w:val="57"/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1DDEED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FE1E2A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7F2AC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0119FE" w:rsidRPr="00E90723" w14:paraId="4E4963A6" w14:textId="77777777" w:rsidTr="00450591">
        <w:trPr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2E026" w14:textId="77777777" w:rsidR="000119FE" w:rsidRPr="00E90723" w:rsidRDefault="000119FE" w:rsidP="000119FE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87DD8FD" w14:textId="77777777" w:rsidR="000119FE" w:rsidRPr="00E90723" w:rsidRDefault="000119FE" w:rsidP="0045059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FA2AD1" w14:textId="77777777" w:rsidR="000119FE" w:rsidRPr="00E90723" w:rsidRDefault="000119FE" w:rsidP="0045059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0119FE" w:rsidRPr="00E90723" w14:paraId="1124F4A5" w14:textId="77777777" w:rsidTr="00450591">
        <w:trPr>
          <w:trHeight w:hRule="exact" w:val="57"/>
          <w:tblCellSpacing w:w="0" w:type="dxa"/>
          <w:jc w:val="center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0BB55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F9887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B3535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0119FE" w:rsidRPr="00E90723" w14:paraId="3BC983CC" w14:textId="77777777" w:rsidTr="00450591">
        <w:trPr>
          <w:tblCellSpacing w:w="0" w:type="dxa"/>
          <w:jc w:val="center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A0EDE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FA94BF0" w14:textId="77777777" w:rsidR="000119FE" w:rsidRPr="00E90723" w:rsidRDefault="000119FE" w:rsidP="0045059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3289B" w14:textId="77777777" w:rsidR="000119FE" w:rsidRPr="00E90723" w:rsidRDefault="000119FE" w:rsidP="0045059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0119FE" w:rsidRPr="00E90723" w14:paraId="4B4EA8CC" w14:textId="77777777" w:rsidTr="00450591">
        <w:trPr>
          <w:tblCellSpacing w:w="0" w:type="dxa"/>
          <w:jc w:val="center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CD1F982" w14:textId="77777777" w:rsidR="000119FE" w:rsidRPr="00E90723" w:rsidRDefault="000119FE" w:rsidP="0045059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E5DC63E" w14:textId="77777777" w:rsidR="000119FE" w:rsidRPr="00E90723" w:rsidRDefault="000119FE" w:rsidP="0045059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B2671" w14:textId="77777777" w:rsidR="000119FE" w:rsidRPr="00E90723" w:rsidRDefault="000119FE" w:rsidP="0045059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8C68839" w14:textId="77777777" w:rsidR="000119FE" w:rsidRPr="00795CD8" w:rsidRDefault="000119FE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995AF1">
      <w:pPr>
        <w:pStyle w:val="Corpsdetexte"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4335C58E" w14:textId="77777777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63A25AEF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6D63E3">
        <w:rPr>
          <w:b/>
          <w:color w:val="000000"/>
          <w:lang w:eastAsia="fr-FR"/>
        </w:rPr>
        <w:t>Prestataire</w:t>
      </w:r>
      <w:r w:rsidRPr="00E90723">
        <w:rPr>
          <w:b/>
          <w:lang w:eastAsia="fr-FR"/>
        </w:rPr>
        <w:t xml:space="preserve"> 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E41017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E41017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lastRenderedPageBreak/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4E94534A" w:rsidR="00995AF1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2B4C225D" w14:textId="77777777" w:rsidR="00D83780" w:rsidRPr="00E90723" w:rsidRDefault="00D83780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9266D0C" w14:textId="05F8153B" w:rsidR="00995AF1" w:rsidRPr="00795CD8" w:rsidRDefault="00995AF1" w:rsidP="00E11BB4">
      <w:pPr>
        <w:pStyle w:val="Titren1surlign"/>
        <w:pageBreakBefore/>
      </w:pPr>
      <w:r w:rsidRPr="00795CD8">
        <w:lastRenderedPageBreak/>
        <w:t>D</w:t>
      </w:r>
      <w:r w:rsidR="00363C23">
        <w:t>urée du marché et d</w:t>
      </w:r>
      <w:r w:rsidRPr="00795CD8">
        <w:t>élai</w:t>
      </w:r>
      <w:r w:rsidR="00363C23">
        <w:t>s</w:t>
      </w:r>
      <w:r w:rsidRPr="00795CD8">
        <w:t xml:space="preserve"> </w:t>
      </w:r>
      <w:r w:rsidRPr="00485546">
        <w:t>d'exécution</w:t>
      </w:r>
    </w:p>
    <w:p w14:paraId="2269584A" w14:textId="46E49124" w:rsidR="00363C23" w:rsidRDefault="00363C23" w:rsidP="00363C23">
      <w:pPr>
        <w:pStyle w:val="Titren2"/>
      </w:pPr>
      <w:r>
        <w:t>Durée du marché</w:t>
      </w:r>
    </w:p>
    <w:p w14:paraId="3E6CC8CE" w14:textId="77777777" w:rsidR="00363C23" w:rsidRDefault="00363C23" w:rsidP="00363C23">
      <w:pPr>
        <w:pStyle w:val="Corpsdetexte"/>
      </w:pPr>
      <w:r>
        <w:t>Les prestations seront exécutées à compter de la date de la notification du marché.</w:t>
      </w:r>
    </w:p>
    <w:p w14:paraId="3D1E0003" w14:textId="083AC0FF" w:rsidR="00C44E9E" w:rsidRDefault="00363C23" w:rsidP="00363C23">
      <w:pPr>
        <w:pStyle w:val="Corpsdetexte"/>
        <w:rPr>
          <w:rFonts w:ascii="Calibri" w:hAnsi="Calibri" w:cs="Calibri"/>
        </w:rPr>
      </w:pPr>
      <w:r>
        <w:t xml:space="preserve">Elles s'achèveront à la date </w:t>
      </w:r>
      <w:r w:rsidR="00401080">
        <w:t>d’admission</w:t>
      </w:r>
      <w:r>
        <w:t xml:space="preserve"> du </w:t>
      </w:r>
      <w:r w:rsidR="00401080">
        <w:t>rapport de synthèse à l’issue de la période de parfait achèvement</w:t>
      </w:r>
      <w:r w:rsidR="00401080">
        <w:rPr>
          <w:rFonts w:ascii="Calibri" w:hAnsi="Calibri" w:cs="Calibri"/>
        </w:rPr>
        <w:t>.</w:t>
      </w:r>
    </w:p>
    <w:p w14:paraId="0337D7B8" w14:textId="2F0A6B6B" w:rsidR="00401080" w:rsidRDefault="00401080" w:rsidP="00401080">
      <w:pPr>
        <w:pStyle w:val="Titren2"/>
      </w:pPr>
      <w:r w:rsidRPr="00401080">
        <w:t>Délais d'exécution des prestations</w:t>
      </w:r>
    </w:p>
    <w:p w14:paraId="328DA442" w14:textId="1E2B0D7F" w:rsidR="00401080" w:rsidRDefault="00401080" w:rsidP="00995AF1">
      <w:pPr>
        <w:pStyle w:val="Corpsdetexte"/>
      </w:pPr>
      <w:r w:rsidRPr="00401080">
        <w:t xml:space="preserve">Les stipulations correspondantes figurent </w:t>
      </w:r>
      <w:r w:rsidR="00013070">
        <w:t>à</w:t>
      </w:r>
      <w:r w:rsidRPr="00401080">
        <w:t xml:space="preserve"> </w:t>
      </w:r>
      <w:r w:rsidR="00013070">
        <w:t>l’</w:t>
      </w:r>
      <w:r w:rsidRPr="00401080">
        <w:t>article</w:t>
      </w:r>
      <w:r w:rsidR="00013070">
        <w:t xml:space="preserve"> 4.2 du</w:t>
      </w:r>
      <w:r w:rsidR="005B5BA7">
        <w:t xml:space="preserve"> </w:t>
      </w:r>
      <w:proofErr w:type="spellStart"/>
      <w:r w:rsidR="00013070">
        <w:t>CCAP</w:t>
      </w:r>
      <w:proofErr w:type="spellEnd"/>
      <w:r w:rsidR="00013070">
        <w:t>.</w:t>
      </w:r>
    </w:p>
    <w:p w14:paraId="3B73C405" w14:textId="77777777" w:rsidR="00995AF1" w:rsidRPr="00795CD8" w:rsidRDefault="00995AF1" w:rsidP="00995AF1">
      <w:pPr>
        <w:pStyle w:val="Titren1surlign"/>
      </w:pPr>
      <w:r w:rsidRPr="00795CD8">
        <w:t>P</w:t>
      </w:r>
      <w:r>
        <w:t>aiements</w:t>
      </w:r>
    </w:p>
    <w:p w14:paraId="6333BBD2" w14:textId="03199B9C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</w:t>
      </w:r>
      <w:r w:rsidR="002518BB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2</w:t>
      </w:r>
      <w:r w:rsidR="002518BB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proofErr w:type="gram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du</w:t>
      </w:r>
      <w:proofErr w:type="gram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20FCEA54" w14:textId="77777777" w:rsidR="00547DE5" w:rsidRPr="00795CD8" w:rsidRDefault="00547DE5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2B9567B" w14:textId="74A3CEB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bookmarkStart w:id="14" w:name="_Hlk170396083"/>
      <w:r w:rsidR="006D63E3">
        <w:rPr>
          <w:b/>
          <w:lang w:eastAsia="fr-FR"/>
        </w:rPr>
        <w:t>Prestataire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unique</w:t>
      </w:r>
      <w:bookmarkEnd w:id="14"/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5D0246" w:rsidRPr="00BE5E77" w14:paraId="2C438986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982FD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bookmarkStart w:id="15" w:name="_Hlk170394870"/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FC85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5496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EF82D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0FEA75B9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FB5D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E2FB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383E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485B7C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2DA4B75B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2ED3C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43E505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B5E2E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CFB6C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4C3A8046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1AF29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8ED6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18A039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C784B2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0975EDE2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57CE9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CD2BD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4D87E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62C03F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7225DC38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3A509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F0B02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6232B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60017D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2A7363C3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E38F2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5B6545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48DB3D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0F7E7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347DD33D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7031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E354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E361D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ECA2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E2F4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D8B35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4CA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DD3972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1ACA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7914E0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22B49C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77995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42822F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892E4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10E2A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49602F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BDFE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8E820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1266B6EC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DAD2A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89149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E72FF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79AB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51CBAD1C" w14:textId="77777777" w:rsidTr="006D63E3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8432CF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9DF615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6570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75616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5F57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47DD82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8BEF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A2325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31BA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9C8DC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5B9A6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0473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8562F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0EF6B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B48FC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224B9A08" w14:textId="77777777" w:rsidTr="006D63E3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BCE28B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26EEAEFA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60ECD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AB5F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D3B7F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458CD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3A1070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959931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22B40F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62735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EF02C1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498A85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3D31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D57A0A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B787F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E78FEF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973B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289CDA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16369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38AE60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864DD9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6567C7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4B3780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D0D2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0E817C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8A5699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2922A5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22DF8B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E6BBE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C34FA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D499FC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240EDF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5B4EF1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F0236F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8C0F6D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38819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D16D02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64F9AB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0D3E1DAD" w14:textId="77777777" w:rsidTr="006D63E3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B808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4BF55D5D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5218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43447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B6416A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F84D2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B3F21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5AFC9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987149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3EEE3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456EA6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B2B8C4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66DE3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68BC5A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70E9BA3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675BF5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E3A41A6" w14:textId="77777777" w:rsidR="005D0246" w:rsidRPr="00BE5E77" w:rsidRDefault="005D0246" w:rsidP="006D63E3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5D0246" w:rsidRPr="00BE5E77" w14:paraId="758ECAEF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B8D8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415E98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6ABEE" w14:textId="77777777" w:rsidR="005D0246" w:rsidRPr="00BE5E77" w:rsidRDefault="005D0246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bookmarkEnd w:id="15"/>
    </w:tbl>
    <w:p w14:paraId="58C75A99" w14:textId="77777777" w:rsidR="005D0246" w:rsidRDefault="005D024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6188D103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15E7A966" w14:textId="213AF3BF" w:rsidR="00436A12" w:rsidRPr="00795CD8" w:rsidRDefault="00995AF1" w:rsidP="00436A1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436A12" w:rsidRPr="00436A12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436A12" w:rsidRPr="00795CD8" w14:paraId="3C960E9D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A777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6AA2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BBAB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242E0C8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BB6F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56D9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A23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B2A4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9D594AC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B628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4094E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9C5C0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83155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B6FF5EF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578E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D124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258F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C30F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52F3FF0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3AA91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76AED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DC71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6ABF0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44DEE85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B4D69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8669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A4C0F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8BA53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49A9B43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43F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F542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0B808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4EB5A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2E4D35E4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30E8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19C9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26D7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DF85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8EBB940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19313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81C61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992F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8A89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58509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7AF0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A19B8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8153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B26E9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8822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4CA1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A6EC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37F9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A472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7DBC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F69DB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D08B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1508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657DDD1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2EB93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83A80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D2E25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42523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7E050CA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E587B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94942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4951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D8E6B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8571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D11DC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70967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49230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D1AE9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AC9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FE7B8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6570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D608C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1B949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1FED5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A6CE366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87FB5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C348D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CF79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1C32CA7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5C9FE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EAD8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038A1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D4F50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936F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4E22E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9EDAB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3907D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F159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1BB17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7344B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02CA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5E968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C297C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45B77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9C01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F68C0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7820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4F07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B99A2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5AFE3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D6709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AA6C6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0DAEE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FC3EB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FE2E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B096A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8F68B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B21B1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601B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CCAC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D2E4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264EA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A3970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9E6FE1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AF1B9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27F31773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94DB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B9BA7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432B26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CCC1956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75E2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450EE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58DDD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2CCC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B7DCE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2F44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82C1A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4D014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3715A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47649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EBC1E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7AF09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A6DC99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DBB12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727CC0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624769C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F4F9C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FBCD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9C1A4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9335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FE73A3B" w14:textId="77777777" w:rsidR="00436A12" w:rsidRDefault="00436A12" w:rsidP="00436A12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436A12" w:rsidRPr="00795CD8" w14:paraId="67769AB1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1B11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2A58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5096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BC182A7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9762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D7A28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3948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E6A7D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2E2E43D6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BE063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0C1F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D3E9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F6693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1170151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D23B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FD51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E69E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1DCF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E8DF2CE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A579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E390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7EBC3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6D7B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5B99AB4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8773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F2638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E1174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69B1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B5F9142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70A5D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96D04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C1A70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0E8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E52FF4A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545ED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6BA4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E589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7793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82E8E36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1883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82D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875BD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BAA3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DC8A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7DC9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C5E3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0CE4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B5F9A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36FAD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420A6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52A3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8261D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1573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C37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6174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66D17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F56B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6B003EF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127E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8A74B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BA5D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06B08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4515E9C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93EB8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C040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F15F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AC90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FB82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78DED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092E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69EA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2232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C1E0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90AF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85D1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BAC28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562D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D11D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0F6417E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75EC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C363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3E9873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D26912D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B752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0A7F6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C7A17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8AFBE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EF597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47DDB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113A8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E20D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3F620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A072C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5ED8D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B06BB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21489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EB868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5531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0C4E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AF03A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2BCB7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28D3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7A43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469E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A000D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4DE35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18791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EB6A4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594C0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C7B79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DBC58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658A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F42C3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50947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5B8CD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35F8A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9016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3A8CBD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DA1397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06C9367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C4A5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D6B3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65DA1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7A612A2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F913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539B3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5776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73552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96C11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7A55D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3CD63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2575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0D854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BE415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CA26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50464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0A4F65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B850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A7B4F8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CDECE18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25939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9CC1C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3D88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565A9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9523D7" w14:textId="77777777" w:rsidR="00436A12" w:rsidRPr="00795CD8" w:rsidRDefault="00436A12" w:rsidP="00436A12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436A12" w:rsidRPr="00795CD8" w14:paraId="35E9D9A3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CE6F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669B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2DB0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06820EB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4F154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F1626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8AFB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985A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A413477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3B06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5297B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3017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AC6F9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76DA31F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869FC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AD953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42A16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76D6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0A9072E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17C2C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979F4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5A0E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B9EC4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E3B75B1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51E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EA24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39A1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A3AB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C1F1B7B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1EE0D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4744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D3E9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6809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116BDDC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6E319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71946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57C4E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9DD2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63671A1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7E6D2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2D340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329EE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5F49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84BF9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B7A87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C6296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E53C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5064C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366F8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6123A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0709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C24E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6A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7A30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8701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5000A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6F3D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8EC0C92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1E92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49874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D89FE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7ABE8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DBA550E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1A7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23813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7B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67FB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FEE51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7EAD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81BA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78E94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8F62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8B91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52AA8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42BA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EC354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4F62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241EB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25277885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DAB0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6836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19B12A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197CA8C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756B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D6808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0C760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19E2D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FE6D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E86BD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7D58B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C04C6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EE33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9F240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36B84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74B9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2AA4C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FF915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6F7B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0AFEA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D8233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CBA09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DC8FC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83DA3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780E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F88FE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B59DD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75CDF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6AB2A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38BA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246B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080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9FE8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867AE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24CA8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7B61A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5D589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CA9C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0A9C0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B42829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ED08508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221F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E767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EB347A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EBB73E8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8C5E5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AC92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D2B4F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74E24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1A641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7F729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5C04B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2CC6A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CDD21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21CB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1385D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029D9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365784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6F3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28E78C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6B3B37C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A656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1A76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07CC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FAE0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F96268" w14:textId="77777777" w:rsidR="00436A12" w:rsidRPr="00795CD8" w:rsidRDefault="00436A12" w:rsidP="00436A12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436A12" w:rsidRPr="00795CD8" w14:paraId="1AF12616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40F8C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4278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D6C5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EB100E9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ED87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3D34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C460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F70CC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BF93206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7CB85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8EFA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CF5BF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07314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F08203B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0FED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AF8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3F96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3CE2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E3F5D70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C9598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7BEDE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18AD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6F84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AA07039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F05A8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D691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4BFB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AAF3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5E7F095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E311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3F4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DA32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85F9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8969CC8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9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BD2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C86A2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D24B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1C5B725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97AC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B6E64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ACF30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F541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F9CE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4435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77EA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7629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0CE89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4684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19A8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71F6F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D794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1FD5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21ED1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090E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148F3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C716E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2A58C0E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FAE2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98F25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62B8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1BDA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82C2708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FACD8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A8E3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1F220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97A6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89D2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29B3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088A7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4744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DED15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10E95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585E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FB99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FF2C8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5AD3C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BA31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BE9C0CD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E245E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0B39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717822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98AA086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66B3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AED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A1916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535A8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E06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3E17E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27958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A0B7C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B8508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5F3B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94189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81040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84FF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7772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9F9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11DCF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57D4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EAB0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74F90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832DC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80252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D23C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F34DE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FFABD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70680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53468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C5AA8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2B90D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5FC6B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65E8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76106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61113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DD7EB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52D3E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897F8D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9324B9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771DB09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CDEC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BC85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882A7F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90E8F6B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ECC64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8076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52CAE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E313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3FC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177C1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00745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7D173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F03D0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61D0D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94C04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A0983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3FB5F2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7E1C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12A9F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380E8DE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0C1E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3C9AE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083A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6E2A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3727732" w14:textId="77777777" w:rsidR="00436A12" w:rsidRDefault="00436A12" w:rsidP="00436A12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436A12" w:rsidRPr="00795CD8" w14:paraId="6431E108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539E3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EA8BA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BC14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06AB5E2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2EAD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48FCE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ACA8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7DDF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72E246F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0434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263D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AC50E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7CB4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6C6A433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386E4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C276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AFC94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C940C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0BD38C9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96392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1C6EE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D781E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FBA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4912288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38371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6061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436C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F5963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A27B2B6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6B81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1076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F6957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20C1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F860580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FEBD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6D33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E1F5D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A0310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9FC7CB0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DFA8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D1172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16A7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F0FE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2109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384D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2BFBF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E97C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C1DE6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7EBE5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9A33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676F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FA47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5FFB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DF65B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F238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13F04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4B62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2F43644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483E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A41E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EE40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FBC3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B58A6B8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28FA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E591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D446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5732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1FECF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D3CB3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7585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4E24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90A5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DA76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D174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2E35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89E0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23646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D0D3C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CE26F8C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00DAC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D4E5E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845CA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CD05237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E1D4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1641A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2609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A14DE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6CC8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1ECB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7B8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D7C43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8F2C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A5564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EBDCF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892DF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B58A6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8BDFF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D0B2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1EF5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87FFC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6D267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69E95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29925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FBE0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8971F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E5509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19E7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397E3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AB0FC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88B6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D2416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25131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5A5C6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7CFB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0829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199B1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5FED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725D0D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0C97D1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AE80413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EDBA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E519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3BF9B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8E7AA07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12CE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3CE1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6291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331E0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133D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3C334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87CD7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2EBB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795A8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934D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14F53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1145B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8ACFA9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163CA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321F60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454D88B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72BFA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0810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D3BFD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72849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72E6547" w14:textId="2640902C" w:rsidR="00995AF1" w:rsidRPr="00795CD8" w:rsidRDefault="00995AF1" w:rsidP="00436A12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9F027D1" w14:textId="6DA59EBB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5C75C8E" w14:textId="77777777" w:rsidR="00436A12" w:rsidRPr="00795CD8" w:rsidRDefault="00436A12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5E2821F7" w14:textId="7ECF3DB0" w:rsidR="00436A12" w:rsidRPr="00795CD8" w:rsidRDefault="00995AF1" w:rsidP="00436A12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436A12" w:rsidRPr="00436A12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436A12" w:rsidRPr="00795CD8" w14:paraId="1DE22A72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BF0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22FFB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9403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115246E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3196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73456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AACA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F596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727787D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32DE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5F67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ED84B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85EB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2DFD711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628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089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8AEE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AB14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DC4E774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AA50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E9E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C26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B923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143C42C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F00BB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BE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0E6B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B10CC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2AD1C11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9A75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4DEB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1CC8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F549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E20EB1E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A91A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5215C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A149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3A4A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0317D61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E8C42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AC9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1E31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0C5B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DBC5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6F650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833DC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E576F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0DB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8CDB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09FA5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4DEC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733AC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1DC5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9015B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CA7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F8F5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A6BA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7B71447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A3A83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80AE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466AF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1C6D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6FA7AC0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1DBB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A6889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300E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6043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6CA69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3EFAC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09B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9DF3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6099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BBFC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A9E74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1B5EE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15299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E8BBD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A7C2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C71901E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43FEC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1E8D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9E641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41EF5E7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2C96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573F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9DEA9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3DC7B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22E8E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4CEB2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7560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DCDA6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B2BB2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C2305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C45DE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53560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87F6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DD182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F4149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C6B3D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EDB71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95B67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8697A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59F8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5525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E5713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35CE2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32B9C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D308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B77D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01914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2F3BA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0FDD2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A4853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98BE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C43B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1EB8B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A2353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BDFE01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6A5724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E6B1BEC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CC510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4E00B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27D5D2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244559E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B118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BB43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CA15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5F22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A7857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B7915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4F036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436A7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58AA2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84803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7CD5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CC88A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2A220B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CCF37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A56C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C93DBCF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5758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986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4AA46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60A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F64924D" w14:textId="77777777" w:rsidR="00436A12" w:rsidRDefault="00436A12" w:rsidP="00436A12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436A12" w:rsidRPr="00795CD8" w14:paraId="3982138D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4D88C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567C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EA1DB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2E672861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34D28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E4C4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403C1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D4B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822C007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84E42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32BBD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5CD5A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CA06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5F284D7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2D84E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FE91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ADA4B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400E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484FD00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F026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6CCCA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4710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A0AF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7C40E72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AC54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A05F8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7CE92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9385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E4B593B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E9F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9F0F5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D19D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75D3C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830C8A1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B1B1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3B993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2055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28D3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C01E232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8DAB2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EC72E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01D3E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2BFF2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E6D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BC3B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C0B4A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E01F3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1AA76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B7C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5BA20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340E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EBD4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F5BE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4847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FB2FE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6AC82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8D625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9984966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F5C0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B27E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879AB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6723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833EDD2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4A87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00CCD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BEBFC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0ECB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53E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FA75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35EC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A84F5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F87C1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BC929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513CD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8F47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6DDE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AF57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8230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01161E9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7994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0531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A7FB36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545EA1B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E6010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C2847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1C7E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E41C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F5CB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4D35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6D6C6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E5830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E0F0A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7BE35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CE84A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C4165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9AFF3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3DF6E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36343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7F021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F345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07081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CDBC6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C0E2A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C30AF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885C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4BD27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D717E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BC8A2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CCB9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30E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C28B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51D8E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FBF90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8C6D5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4B4B2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8E882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0B405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AF946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DD34F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0D745A3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3300B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B091A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D08DA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923AE3A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775B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8C2FA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0BB27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C95E1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2A4A7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718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EB81B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AF64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261A1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C3D59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E52D9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11B9E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B152BB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B7ED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37E237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D005AB9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DFB5A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94FB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3FD3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609B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1A5348F" w14:textId="77777777" w:rsidR="00436A12" w:rsidRPr="00795CD8" w:rsidRDefault="00436A12" w:rsidP="00436A12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436A12" w:rsidRPr="00795CD8" w14:paraId="6C506C51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DE4B7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29F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A8083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5F8667C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583F8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8B2C9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A55F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034D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100EB98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80945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C799A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5EA9E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8137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1C732BE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5AF4D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EE48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41A00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A5F57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27DFA80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F292A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1765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51D9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C7EE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6C3D2E1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FFE76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5C36C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E2F2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3FAA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A8C96F0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7DBF0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165FB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29FB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6C83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72F1ACF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759A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87BED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B180D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8BB8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6709ED7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45F3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6505D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EBD1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D71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47E9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9B89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AEF6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F93B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1D39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EAC4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9425F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240F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3067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1CE39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55080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22CAE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E637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E55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635EAE2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A5C3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0D77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5D0B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4949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BC4B2B9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809B2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CB96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0770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361F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A24EC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5AA9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5D815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390DA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D881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EBFFE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C517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21DBD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FB960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6887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30D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E4E708F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93E6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B84B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C0EC95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5B36B3E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0FE0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D675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51916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43E36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76B43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D643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BA7D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D3C77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97F59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4DDF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B45DB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7C218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1F0F0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90A1B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97B97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B33D5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3DE5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B54C8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45B53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4666A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DD2D2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19D6D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54776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75C78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74F58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FB908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E3B6F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EF4F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A901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D69D6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60F9C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5AB88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661BA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3F1B1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FE803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8AAA4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D2F10B5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25F04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ED97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6685FC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E643FA5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A0F18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5EB8F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EA84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FAE7A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95737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7B83D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7E4A6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F9A6E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843F4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7BBD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19927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144C6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CC4B4B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56608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C2B9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BE07C52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88C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8D894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8BDD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F6BDE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E0E261E" w14:textId="77777777" w:rsidR="00436A12" w:rsidRPr="00795CD8" w:rsidRDefault="00436A12" w:rsidP="00436A12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436A12" w:rsidRPr="00795CD8" w14:paraId="61E82046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8F59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52472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127F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AF3BDE9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2B17F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422B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5FB6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0990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5F948A5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97F1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1D815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7438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E6DEA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8931DF1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64CBD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BDDA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3298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C31E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2321B312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F09B2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C7FD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40DA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05B5F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A988B3A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F8F2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4C92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5B72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0592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FA1287D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1FF0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2341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45FA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707B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F49F57F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B382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5E37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542D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D346A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F5457F7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BBC8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CC4D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8235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0225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2086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8EBA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51AC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81AF4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2DB58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985C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AE3B0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B283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E2104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684C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6F8C4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4263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A602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6D2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5B64194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BF5D4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F9C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FD714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F09CA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232BFF14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EAA4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D8162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D6A94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85A0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2FE4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2096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F171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6D94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8A4A8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A707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9A5BE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C392D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6171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1331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E1A96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23C33DE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55A0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B045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7A1B8D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043159C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9EB4D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8CC39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3790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B358C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60EB2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95D5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E418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547BA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7DA7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25785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86DC1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6AF4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6E3A5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C0DA6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8736C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4D1AD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BFDA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DDAA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896E3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5512A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B9B47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CEF4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83690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1184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ECEA0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DAFC0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2E76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3BB2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E06AB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ABF4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7F31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76527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74CA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550BF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BBA013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9CE73F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633F3BD9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A0BD7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91561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7A1BF9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E5073B1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7DEA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693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70EA1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D1BDF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7264E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9501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4411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2760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801B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B6319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8D6D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774C1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8AF524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F4E0B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55D7B4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2C0C7B0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73400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BB6E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40FC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E6C6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8B98DD8" w14:textId="77777777" w:rsidR="00436A12" w:rsidRDefault="00436A12" w:rsidP="00436A12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436A12" w:rsidRPr="00795CD8" w14:paraId="6A9B91E2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83685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5C4E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9F340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9E7A42B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884C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AEC4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5686B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A825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C48BC33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1C7A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A46CA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9954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1286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0D2E34E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689D4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65D7A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0FD48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8055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CBCF5C0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7006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882E5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58F4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37477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9AD63C9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C919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A506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4BF30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7F13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0628E8A2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9CE3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8F6A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AB93B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4E1FD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3BC7B7FF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151A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57A7A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8706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D60C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21CE1B39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EA807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4F0C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C53C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8171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1BE1D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B2FB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2980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3F12F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C87B0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3C24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E22E9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1FAE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A30B3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1352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904D7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9A31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F21AF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017AB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027A658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7118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84E3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E977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4615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5B70182B" w14:textId="77777777" w:rsidTr="006D63E3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53FF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45B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3C82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30A2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B9C05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15276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51A5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074D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F31E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A1D9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6D3BC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B6E6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6495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8812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A0447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6F790FF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5C22A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61B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817753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7E841AA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2695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F2AB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E72DC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D365E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F97B7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02DD5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F36E7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E2775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84A6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1AFB15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1F07C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7B45F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9318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D3B5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496C4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CB3E6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4C26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4338A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E1E20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A7C05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8B899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2B90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5EBBA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51AB7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2BDE1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F47E8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A7279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A75D6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B7B23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D4B8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87B942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DB07CC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C6E97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F7313B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428645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C9E81D9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42B287A4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2BFCD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E7A2D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F1D62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18BE04D4" w14:textId="77777777" w:rsidTr="006D63E3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0A6BD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D78844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39A4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18BA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A6551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A1BC8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A8A0C0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2B981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76F9AF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55790E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11D6B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661E83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DAD7C1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7EDCAA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4E4633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436A12" w:rsidRPr="00795CD8" w14:paraId="7FC7178D" w14:textId="77777777" w:rsidTr="006D63E3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CBEB1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5D1E7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265E1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B5636" w14:textId="77777777" w:rsidR="00436A12" w:rsidRPr="00795CD8" w:rsidRDefault="00436A12" w:rsidP="006D63E3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4C36675C" w:rsidR="00995AF1" w:rsidRPr="00795CD8" w:rsidRDefault="00995AF1" w:rsidP="00436A12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6F7E8012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3042B8C" w14:textId="77777777" w:rsidR="00436A12" w:rsidRPr="00795CD8" w:rsidRDefault="00436A12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A52AC06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6D63E3">
        <w:rPr>
          <w:b/>
          <w:lang w:eastAsia="fr-FR"/>
        </w:rPr>
        <w:t>Prestataire</w:t>
      </w:r>
      <w:r w:rsidR="006D63E3" w:rsidRPr="00795CD8">
        <w:rPr>
          <w:lang w:eastAsia="fr-FR"/>
        </w:rPr>
        <w:t xml:space="preserve"> </w:t>
      </w:r>
      <w:r w:rsidR="006D63E3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795CD8" w:rsidRDefault="00995AF1" w:rsidP="00D833EE">
      <w:pPr>
        <w:pStyle w:val="Corpsdetexte"/>
        <w:ind w:left="1134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795CD8">
        <w:rPr>
          <w:b/>
          <w:bCs/>
          <w:u w:val="single"/>
          <w:lang w:eastAsia="fr-FR"/>
        </w:rPr>
        <w:t>refuse</w:t>
      </w:r>
      <w:r w:rsidRPr="00795CD8">
        <w:rPr>
          <w:lang w:eastAsia="fr-FR"/>
        </w:rPr>
        <w:t xml:space="preserve"> de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47BAFEEF" w14:textId="77777777" w:rsidR="00995AF1" w:rsidRPr="00795CD8" w:rsidRDefault="00995AF1" w:rsidP="00D833EE">
      <w:pPr>
        <w:pStyle w:val="Corpsdetexte"/>
        <w:ind w:left="1134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795CD8">
        <w:rPr>
          <w:b/>
          <w:bCs/>
          <w:u w:val="single"/>
          <w:lang w:eastAsia="fr-FR"/>
        </w:rPr>
        <w:t>ne refuse pas</w:t>
      </w:r>
      <w:r w:rsidRPr="00795CD8">
        <w:rPr>
          <w:lang w:eastAsia="fr-FR"/>
        </w:rPr>
        <w:t xml:space="preserve"> de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2D02EEED" w14:textId="77777777" w:rsidR="00995AF1" w:rsidRPr="00795CD8" w:rsidRDefault="00995AF1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995AF1" w:rsidRPr="00795CD8" w14:paraId="3BC7700C" w14:textId="77777777" w:rsidTr="00995AF1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494CE9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lastRenderedPageBreak/>
              <w:t>Fait en un seul original</w:t>
            </w:r>
          </w:p>
        </w:tc>
      </w:tr>
      <w:tr w:rsidR="00995AF1" w:rsidRPr="00795CD8" w14:paraId="381619F9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D223E5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BF9D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0358B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6E22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1FABF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90D5EAD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F321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22F0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38E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579B4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222BAF" w14:textId="77777777" w:rsidTr="00995AF1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0F5C8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995AF1" w:rsidRPr="00795CD8" w14:paraId="7985B1F6" w14:textId="77777777" w:rsidTr="00995AF1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F2C78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DE055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F15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5DFDE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E26A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2512F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954C2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C5A5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E33F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FAC32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1DEFC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7A270" w14:textId="77777777" w:rsidTr="00995AF1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19091B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D6E4EE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BD615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F0241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932D8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02F7436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995AF1" w:rsidRPr="00795CD8" w14:paraId="753E1401" w14:textId="77777777" w:rsidTr="00995AF1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8A071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lastRenderedPageBreak/>
              <w:t>V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isas</w:t>
            </w:r>
          </w:p>
        </w:tc>
      </w:tr>
      <w:tr w:rsidR="00995AF1" w:rsidRPr="00795CD8" w14:paraId="4942614B" w14:textId="77777777" w:rsidTr="00995AF1"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925B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ED5E8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333F3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C0DFA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4F43633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67423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163E4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04AABA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BA912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03D150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25C029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EDCF17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D273C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54B493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4481D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3624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Avis de l'autorité chargée du contrôle budgétaire régional</w:t>
            </w:r>
          </w:p>
          <w:p w14:paraId="5F23CF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CD92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Avis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1881F7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CF945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1DFA1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B3116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52DBD7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36CAE37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20840BA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C059A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23BBD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8D23DB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496D3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29B59D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995AF1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1F9A57A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F21381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870F0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BF3A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33FE6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B31D8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D7D0417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012BF73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995AF1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995AF1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995AF1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6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995AF1">
        <w:trPr>
          <w:cantSplit/>
          <w:tblCellSpacing w:w="0" w:type="dxa"/>
        </w:trPr>
        <w:tc>
          <w:tcPr>
            <w:tcW w:w="9435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lastRenderedPageBreak/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N°___ A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5A367C" w:rsidRDefault="00995AF1" w:rsidP="005A367C">
      <w:pPr>
        <w:pStyle w:val="Titren4"/>
        <w:rPr>
          <w:rStyle w:val="Titren1Car"/>
          <w:b/>
          <w:smallCaps w:val="0"/>
          <w:sz w:val="20"/>
          <w:szCs w:val="22"/>
          <w:shd w:val="clear" w:color="auto" w:fill="auto"/>
        </w:rPr>
      </w:pPr>
      <w:r w:rsidRPr="005A367C">
        <w:rPr>
          <w:rStyle w:val="Titren1Car"/>
          <w:b/>
          <w:smallCaps w:val="0"/>
          <w:sz w:val="20"/>
          <w:szCs w:val="22"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995AF1">
        <w:trPr>
          <w:tblHeader/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995AF1">
        <w:trPr>
          <w:tblHeader/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ACED78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6F7F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70AC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A9E97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1255F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1CB0F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29E3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A4894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D7349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E70C1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CC8B5A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ED06C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229F5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B1EF4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2BABC82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FE602CF" w14:textId="77777777" w:rsidTr="00CF7A27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3061BF8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0FC740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FFC2B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150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A40A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CD9888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94A45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164EF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842825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8F17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893A3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18C71C9" w14:textId="77777777" w:rsidR="00995AF1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3F5D8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A6E6F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C04D6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1661B8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53A928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313733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381E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21DC194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EC253F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55D5E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AF65D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876B3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CDEF2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20B4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AB3CAA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71EFA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40315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D43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BD197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289F0D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0E8FC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51CAB1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DD7B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E2985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DFB6F5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94EE90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5D88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E5AB7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8FC293A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995AF1">
        <w:trPr>
          <w:tblCellSpacing w:w="0" w:type="dxa"/>
          <w:jc w:val="center"/>
        </w:trPr>
        <w:tc>
          <w:tcPr>
            <w:tcW w:w="457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03F3F6" w14:textId="77777777" w:rsidTr="00995AF1">
        <w:trPr>
          <w:tblCellSpacing w:w="0" w:type="dxa"/>
          <w:jc w:val="center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F1318F" w:rsidRDefault="00995AF1" w:rsidP="005A367C">
      <w:pPr>
        <w:pStyle w:val="Titren4"/>
        <w:pageBreakBefore/>
      </w:pPr>
      <w:r w:rsidRPr="00380C47">
        <w:rPr>
          <w:rStyle w:val="Titren1Car"/>
          <w:b/>
          <w:smallCaps w:val="0"/>
          <w:sz w:val="20"/>
          <w:szCs w:val="22"/>
          <w:shd w:val="clear" w:color="auto" w:fill="auto"/>
        </w:rPr>
        <w:lastRenderedPageBreak/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995AF1">
        <w:trPr>
          <w:tblHeader/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D3119A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82AE36C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4F9E775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A809C4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7431979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995AF1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615EDD" w14:textId="77777777" w:rsidTr="00995AF1">
        <w:trPr>
          <w:tblCellSpacing w:w="0" w:type="dxa"/>
          <w:jc w:val="center"/>
        </w:trPr>
        <w:tc>
          <w:tcPr>
            <w:tcW w:w="37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995AF1">
        <w:trPr>
          <w:tblCellSpacing w:w="0" w:type="dxa"/>
          <w:jc w:val="center"/>
        </w:trPr>
        <w:tc>
          <w:tcPr>
            <w:tcW w:w="90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CF7A27">
        <w:trPr>
          <w:tblCellSpacing w:w="0" w:type="dxa"/>
          <w:jc w:val="center"/>
        </w:trPr>
        <w:tc>
          <w:tcPr>
            <w:tcW w:w="2895" w:type="dxa"/>
            <w:gridSpan w:val="5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917569F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02"/>
        <w:gridCol w:w="2121"/>
        <w:gridCol w:w="1800"/>
        <w:gridCol w:w="2427"/>
      </w:tblGrid>
      <w:tr w:rsidR="00995AF1" w:rsidRPr="00795CD8" w14:paraId="21FEA658" w14:textId="77777777" w:rsidTr="00995AF1">
        <w:trPr>
          <w:tblCellSpacing w:w="0" w:type="dxa"/>
          <w:jc w:val="center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995AF1">
        <w:trPr>
          <w:tblCellSpacing w:w="0" w:type="dxa"/>
          <w:jc w:val="center"/>
        </w:trPr>
        <w:tc>
          <w:tcPr>
            <w:tcW w:w="28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27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442"/>
        <w:gridCol w:w="709"/>
        <w:gridCol w:w="739"/>
        <w:gridCol w:w="769"/>
        <w:gridCol w:w="19"/>
        <w:gridCol w:w="2102"/>
        <w:gridCol w:w="19"/>
        <w:gridCol w:w="1781"/>
        <w:gridCol w:w="19"/>
        <w:gridCol w:w="2408"/>
        <w:gridCol w:w="19"/>
      </w:tblGrid>
      <w:tr w:rsidR="00995AF1" w:rsidRPr="00795CD8" w14:paraId="4049C6D9" w14:textId="77777777" w:rsidTr="00CF7A27">
        <w:trPr>
          <w:gridAfter w:val="1"/>
          <w:wAfter w:w="19" w:type="dxa"/>
          <w:tblHeader/>
          <w:tblCellSpacing w:w="0" w:type="dxa"/>
          <w:jc w:val="center"/>
        </w:trPr>
        <w:tc>
          <w:tcPr>
            <w:tcW w:w="3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CF7A27">
        <w:trPr>
          <w:gridAfter w:val="1"/>
          <w:wAfter w:w="19" w:type="dxa"/>
          <w:tblCellSpacing w:w="0" w:type="dxa"/>
          <w:jc w:val="center"/>
        </w:trPr>
        <w:tc>
          <w:tcPr>
            <w:tcW w:w="306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CF7A27">
        <w:trPr>
          <w:gridAfter w:val="1"/>
          <w:wAfter w:w="19" w:type="dxa"/>
          <w:tblCellSpacing w:w="0" w:type="dxa"/>
          <w:jc w:val="center"/>
        </w:trPr>
        <w:tc>
          <w:tcPr>
            <w:tcW w:w="306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CF7A27">
        <w:trPr>
          <w:gridAfter w:val="1"/>
          <w:wAfter w:w="19" w:type="dxa"/>
          <w:tblCellSpacing w:w="0" w:type="dxa"/>
          <w:jc w:val="center"/>
        </w:trPr>
        <w:tc>
          <w:tcPr>
            <w:tcW w:w="3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CF7A27">
        <w:trPr>
          <w:gridAfter w:val="1"/>
          <w:wAfter w:w="19" w:type="dxa"/>
          <w:tblCellSpacing w:w="0" w:type="dxa"/>
          <w:jc w:val="center"/>
        </w:trPr>
        <w:tc>
          <w:tcPr>
            <w:tcW w:w="3060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lastRenderedPageBreak/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CF7A27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CF7A27">
        <w:trPr>
          <w:tblCellSpacing w:w="0" w:type="dxa"/>
          <w:jc w:val="center"/>
        </w:trPr>
        <w:tc>
          <w:tcPr>
            <w:tcW w:w="843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-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363C23" w:rsidRDefault="00363C23" w:rsidP="0079276E">
      <w:r>
        <w:separator/>
      </w:r>
    </w:p>
  </w:endnote>
  <w:endnote w:type="continuationSeparator" w:id="0">
    <w:p w14:paraId="23083257" w14:textId="77777777" w:rsidR="00363C23" w:rsidRDefault="00363C23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77777777" w:rsidR="00363C23" w:rsidRDefault="00363C23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3B00A007" w14:textId="77777777" w:rsidR="00363C23" w:rsidRDefault="00363C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F89D" w14:textId="77777777" w:rsidR="00363C23" w:rsidRDefault="00363C23" w:rsidP="003E4D38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363C23" w14:paraId="0E9BBB05" w14:textId="77777777" w:rsidTr="006D63E3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FB93F7B" w14:textId="4927C52E" w:rsidR="00363C23" w:rsidRDefault="00363C23" w:rsidP="003E4D38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Pr="003819F9">
            <w:t>Mission</w:t>
          </w:r>
          <w:r>
            <w:t>s de contrôle technique de la construction</w:t>
          </w:r>
          <w:r>
            <w:fldChar w:fldCharType="end"/>
          </w:r>
        </w:p>
        <w:p w14:paraId="70C51E1C" w14:textId="075DF4CE" w:rsidR="00363C23" w:rsidRPr="00B90120" w:rsidRDefault="00363C23" w:rsidP="003E4D38">
          <w:pPr>
            <w:pStyle w:val="PiedGras0"/>
            <w:framePr w:wrap="notBeside"/>
          </w:pPr>
          <w:r w:rsidRPr="00B90120">
            <w:rPr>
              <w:rStyle w:val="PiedgrasCar"/>
              <w:rFonts w:cs="Arial"/>
              <w:b/>
            </w:rPr>
            <w:fldChar w:fldCharType="begin"/>
          </w:r>
          <w:r w:rsidRPr="00B90120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B90120">
            <w:rPr>
              <w:rStyle w:val="PiedgrasCar"/>
              <w:rFonts w:cs="Arial"/>
              <w:b/>
            </w:rPr>
          </w:r>
          <w:r w:rsidRPr="00B90120">
            <w:rPr>
              <w:rStyle w:val="PiedgrasCar"/>
              <w:rFonts w:cs="Arial"/>
              <w:b/>
            </w:rPr>
            <w:fldChar w:fldCharType="separate"/>
          </w:r>
          <w:r w:rsidRPr="003E4D38">
            <w:rPr>
              <w:rStyle w:val="PiedgrasCar"/>
              <w:rFonts w:cs="Arial"/>
              <w:b/>
            </w:rPr>
            <w:t>Acte d’engagement</w:t>
          </w:r>
          <w:r w:rsidRPr="00B90120">
            <w:rPr>
              <w:rStyle w:val="PiedgrasCar"/>
              <w:rFonts w:cs="Arial"/>
              <w:b/>
            </w:rPr>
            <w:fldChar w:fldCharType="end"/>
          </w:r>
        </w:p>
        <w:p w14:paraId="55210AE3" w14:textId="16F2D823" w:rsidR="00363C23" w:rsidRDefault="00363C23" w:rsidP="002F6CBE">
          <w:pPr>
            <w:pStyle w:val="Piednormal"/>
            <w:framePr w:wrap="notBesid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2F6CBE" w:rsidRPr="007471D0">
            <w:t>Construction d’un restaurant universitaire et d’une maison des étudiants au Mans</w:t>
          </w:r>
          <w:r>
            <w:fldChar w:fldCharType="end"/>
          </w:r>
        </w:p>
        <w:p w14:paraId="6FAB83E6" w14:textId="6C07C06A" w:rsidR="00363C23" w:rsidRDefault="00363C23" w:rsidP="002F6CBE">
          <w:pPr>
            <w:pStyle w:val="Piednormal"/>
            <w:framePr w:wrap="notBeside"/>
          </w:pPr>
          <w:r>
            <w:fldChar w:fldCharType="begin"/>
          </w:r>
          <w:r>
            <w:instrText xml:space="preserve"> REF Établissementcommune \h  \* MERGEFORMAT </w:instrText>
          </w:r>
          <w:r>
            <w:fldChar w:fldCharType="separate"/>
          </w:r>
          <w:r w:rsidR="002F6CBE" w:rsidRPr="002F6CBE">
            <w:t xml:space="preserve">CROUS Nantes </w:t>
          </w:r>
          <w:r w:rsidR="002F6CBE" w:rsidRPr="007471D0">
            <w:t>Pays de la Loire / Le Mans Université</w:t>
          </w:r>
          <w: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1EFFBCD" w14:textId="77777777" w:rsidR="00363C23" w:rsidRDefault="00363C23" w:rsidP="003E4D38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762769A" w14:textId="77777777" w:rsidR="00363C23" w:rsidRDefault="00363C23" w:rsidP="003E4D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363C23" w:rsidRDefault="00363C23" w:rsidP="0079276E">
      <w:r>
        <w:separator/>
      </w:r>
    </w:p>
  </w:footnote>
  <w:footnote w:type="continuationSeparator" w:id="0">
    <w:p w14:paraId="3F4A2A18" w14:textId="77777777" w:rsidR="00363C23" w:rsidRDefault="00363C23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FE440" w14:textId="77777777" w:rsidR="00125B50" w:rsidRPr="00705E15" w:rsidRDefault="00363C23" w:rsidP="00895519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="00125B50" w:rsidRPr="00705E15">
      <w:t xml:space="preserve">Rectorat de </w:t>
    </w:r>
    <w:r w:rsidR="00125B50">
      <w:t xml:space="preserve">la </w:t>
    </w:r>
    <w:r w:rsidR="00125B50" w:rsidRPr="00895519">
      <w:t>région</w:t>
    </w:r>
    <w:r w:rsidR="00125B50">
      <w:t xml:space="preserve"> académique Pays de la Loire</w:t>
    </w:r>
  </w:p>
  <w:p w14:paraId="18D42044" w14:textId="77777777" w:rsidR="00125B50" w:rsidRPr="00125B50" w:rsidRDefault="00125B50" w:rsidP="00895519">
    <w:pPr>
      <w:pStyle w:val="En-tteService"/>
    </w:pPr>
    <w:r w:rsidRPr="001073D0">
      <w:t>Direction de l'Organisation générale et de l'Enseignement supérieur</w:t>
    </w:r>
    <w:r>
      <w:br/>
    </w:r>
    <w:r w:rsidRPr="001073D0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363C23" w:rsidRPr="00050A75" w:rsidRDefault="00363C23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363C23" w:rsidRPr="003240AC" w:rsidRDefault="00363C23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605D5"/>
    <w:multiLevelType w:val="hybridMultilevel"/>
    <w:tmpl w:val="315C053E"/>
    <w:lvl w:ilvl="0" w:tplc="85FA3E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0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3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4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6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9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1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3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4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27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28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C91203C"/>
    <w:multiLevelType w:val="multilevel"/>
    <w:tmpl w:val="A51A5E22"/>
    <w:numStyleLink w:val="Liste-a-cocher"/>
  </w:abstractNum>
  <w:abstractNum w:abstractNumId="30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5E0EC1"/>
    <w:multiLevelType w:val="hybridMultilevel"/>
    <w:tmpl w:val="6FCE8D8E"/>
    <w:lvl w:ilvl="0" w:tplc="040C0001">
      <w:start w:val="1"/>
      <w:numFmt w:val="bullet"/>
      <w:pStyle w:val="Titre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521381">
    <w:abstractNumId w:val="31"/>
  </w:num>
  <w:num w:numId="2" w16cid:durableId="1365908956">
    <w:abstractNumId w:val="19"/>
  </w:num>
  <w:num w:numId="3" w16cid:durableId="1782845952">
    <w:abstractNumId w:val="18"/>
  </w:num>
  <w:num w:numId="4" w16cid:durableId="2038577315">
    <w:abstractNumId w:val="7"/>
  </w:num>
  <w:num w:numId="5" w16cid:durableId="605816649">
    <w:abstractNumId w:val="0"/>
  </w:num>
  <w:num w:numId="6" w16cid:durableId="1662849248">
    <w:abstractNumId w:val="5"/>
  </w:num>
  <w:num w:numId="7" w16cid:durableId="132409286">
    <w:abstractNumId w:val="29"/>
  </w:num>
  <w:num w:numId="8" w16cid:durableId="1778406204">
    <w:abstractNumId w:val="11"/>
  </w:num>
  <w:num w:numId="9" w16cid:durableId="1929077867">
    <w:abstractNumId w:val="27"/>
  </w:num>
  <w:num w:numId="10" w16cid:durableId="394161752">
    <w:abstractNumId w:val="6"/>
  </w:num>
  <w:num w:numId="11" w16cid:durableId="1400712049">
    <w:abstractNumId w:val="30"/>
  </w:num>
  <w:num w:numId="12" w16cid:durableId="7686383">
    <w:abstractNumId w:val="3"/>
  </w:num>
  <w:num w:numId="13" w16cid:durableId="73473445">
    <w:abstractNumId w:val="8"/>
  </w:num>
  <w:num w:numId="14" w16cid:durableId="1263882226">
    <w:abstractNumId w:val="21"/>
  </w:num>
  <w:num w:numId="15" w16cid:durableId="1285773436">
    <w:abstractNumId w:val="16"/>
    <w:lvlOverride w:ilvl="0">
      <w:startOverride w:val="1"/>
    </w:lvlOverride>
  </w:num>
  <w:num w:numId="16" w16cid:durableId="975069727">
    <w:abstractNumId w:val="25"/>
  </w:num>
  <w:num w:numId="17" w16cid:durableId="168908309">
    <w:abstractNumId w:val="10"/>
  </w:num>
  <w:num w:numId="18" w16cid:durableId="1066539001">
    <w:abstractNumId w:val="14"/>
  </w:num>
  <w:num w:numId="19" w16cid:durableId="1944800477">
    <w:abstractNumId w:val="1"/>
  </w:num>
  <w:num w:numId="20" w16cid:durableId="78450751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119FE"/>
    <w:rsid w:val="00013070"/>
    <w:rsid w:val="00013B09"/>
    <w:rsid w:val="00015220"/>
    <w:rsid w:val="0001578A"/>
    <w:rsid w:val="00017CB2"/>
    <w:rsid w:val="00023726"/>
    <w:rsid w:val="00030967"/>
    <w:rsid w:val="00032ED8"/>
    <w:rsid w:val="00043DAF"/>
    <w:rsid w:val="00045DCD"/>
    <w:rsid w:val="00046EC0"/>
    <w:rsid w:val="00050757"/>
    <w:rsid w:val="00050A75"/>
    <w:rsid w:val="00052780"/>
    <w:rsid w:val="00063B5E"/>
    <w:rsid w:val="00071ADF"/>
    <w:rsid w:val="000738E7"/>
    <w:rsid w:val="0007604D"/>
    <w:rsid w:val="00081F5E"/>
    <w:rsid w:val="000820A4"/>
    <w:rsid w:val="000825AD"/>
    <w:rsid w:val="000850C8"/>
    <w:rsid w:val="00090E9E"/>
    <w:rsid w:val="000924D0"/>
    <w:rsid w:val="000B2813"/>
    <w:rsid w:val="000B2CFB"/>
    <w:rsid w:val="000B3B15"/>
    <w:rsid w:val="000B3D6B"/>
    <w:rsid w:val="000B4435"/>
    <w:rsid w:val="000C1EB5"/>
    <w:rsid w:val="000D7A2F"/>
    <w:rsid w:val="000E3B29"/>
    <w:rsid w:val="000E6784"/>
    <w:rsid w:val="000F1CB9"/>
    <w:rsid w:val="001029E1"/>
    <w:rsid w:val="0010679B"/>
    <w:rsid w:val="001200FD"/>
    <w:rsid w:val="0012122C"/>
    <w:rsid w:val="00125B50"/>
    <w:rsid w:val="0012751C"/>
    <w:rsid w:val="00145649"/>
    <w:rsid w:val="00153A37"/>
    <w:rsid w:val="00154E71"/>
    <w:rsid w:val="001550D1"/>
    <w:rsid w:val="001574FB"/>
    <w:rsid w:val="00163663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62AF"/>
    <w:rsid w:val="00247802"/>
    <w:rsid w:val="002518BB"/>
    <w:rsid w:val="0026436C"/>
    <w:rsid w:val="00265E09"/>
    <w:rsid w:val="002706B4"/>
    <w:rsid w:val="00270767"/>
    <w:rsid w:val="00270D79"/>
    <w:rsid w:val="002722A4"/>
    <w:rsid w:val="00283B69"/>
    <w:rsid w:val="002847D2"/>
    <w:rsid w:val="0028585D"/>
    <w:rsid w:val="00290741"/>
    <w:rsid w:val="00290CE8"/>
    <w:rsid w:val="00293194"/>
    <w:rsid w:val="0029360D"/>
    <w:rsid w:val="002A36DB"/>
    <w:rsid w:val="002A5FAB"/>
    <w:rsid w:val="002B1BCF"/>
    <w:rsid w:val="002C085C"/>
    <w:rsid w:val="002C53DF"/>
    <w:rsid w:val="002D275A"/>
    <w:rsid w:val="002D41B8"/>
    <w:rsid w:val="002D727B"/>
    <w:rsid w:val="002E4030"/>
    <w:rsid w:val="002F4595"/>
    <w:rsid w:val="002F6CBE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5159D"/>
    <w:rsid w:val="00357988"/>
    <w:rsid w:val="003603D5"/>
    <w:rsid w:val="00363C23"/>
    <w:rsid w:val="00387158"/>
    <w:rsid w:val="00390415"/>
    <w:rsid w:val="00392F5C"/>
    <w:rsid w:val="00396045"/>
    <w:rsid w:val="003A5211"/>
    <w:rsid w:val="003A7BC3"/>
    <w:rsid w:val="003B45A1"/>
    <w:rsid w:val="003D1564"/>
    <w:rsid w:val="003D1DE1"/>
    <w:rsid w:val="003D3D28"/>
    <w:rsid w:val="003D6FC8"/>
    <w:rsid w:val="003E3ADA"/>
    <w:rsid w:val="003E4D38"/>
    <w:rsid w:val="003F2312"/>
    <w:rsid w:val="00401080"/>
    <w:rsid w:val="00405EE3"/>
    <w:rsid w:val="00410BE1"/>
    <w:rsid w:val="004111B0"/>
    <w:rsid w:val="004119A3"/>
    <w:rsid w:val="0042101F"/>
    <w:rsid w:val="0042650E"/>
    <w:rsid w:val="00427071"/>
    <w:rsid w:val="00436A12"/>
    <w:rsid w:val="00436D7F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B0D71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959"/>
    <w:rsid w:val="00521BCD"/>
    <w:rsid w:val="00522A96"/>
    <w:rsid w:val="00526B93"/>
    <w:rsid w:val="0053084E"/>
    <w:rsid w:val="00533FB0"/>
    <w:rsid w:val="005373FD"/>
    <w:rsid w:val="005425EB"/>
    <w:rsid w:val="00546420"/>
    <w:rsid w:val="00547DE5"/>
    <w:rsid w:val="00577F4D"/>
    <w:rsid w:val="00583259"/>
    <w:rsid w:val="005926DD"/>
    <w:rsid w:val="005972E3"/>
    <w:rsid w:val="00597383"/>
    <w:rsid w:val="005A367C"/>
    <w:rsid w:val="005A4A30"/>
    <w:rsid w:val="005A4DBF"/>
    <w:rsid w:val="005B11B6"/>
    <w:rsid w:val="005B5BA7"/>
    <w:rsid w:val="005B5D13"/>
    <w:rsid w:val="005B6F0D"/>
    <w:rsid w:val="005C34BB"/>
    <w:rsid w:val="005C4846"/>
    <w:rsid w:val="005C5C23"/>
    <w:rsid w:val="005C7874"/>
    <w:rsid w:val="005D0246"/>
    <w:rsid w:val="005F2E98"/>
    <w:rsid w:val="005F469D"/>
    <w:rsid w:val="005F5B5E"/>
    <w:rsid w:val="00600BB7"/>
    <w:rsid w:val="00601526"/>
    <w:rsid w:val="006018CD"/>
    <w:rsid w:val="006041EE"/>
    <w:rsid w:val="0061733E"/>
    <w:rsid w:val="00622E4F"/>
    <w:rsid w:val="00625D93"/>
    <w:rsid w:val="0063163B"/>
    <w:rsid w:val="006347AF"/>
    <w:rsid w:val="006411C4"/>
    <w:rsid w:val="00642467"/>
    <w:rsid w:val="00644D2A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37C5"/>
    <w:rsid w:val="006751FB"/>
    <w:rsid w:val="006859B0"/>
    <w:rsid w:val="00691FAF"/>
    <w:rsid w:val="006A4ADA"/>
    <w:rsid w:val="006B2796"/>
    <w:rsid w:val="006B7B6E"/>
    <w:rsid w:val="006C5871"/>
    <w:rsid w:val="006D09AD"/>
    <w:rsid w:val="006D1459"/>
    <w:rsid w:val="006D2BDC"/>
    <w:rsid w:val="006D502A"/>
    <w:rsid w:val="006D63E3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5C5"/>
    <w:rsid w:val="00730231"/>
    <w:rsid w:val="00732DC3"/>
    <w:rsid w:val="00742A03"/>
    <w:rsid w:val="007471D0"/>
    <w:rsid w:val="00755F17"/>
    <w:rsid w:val="0076691E"/>
    <w:rsid w:val="00773338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802A20"/>
    <w:rsid w:val="008052F3"/>
    <w:rsid w:val="00807CCD"/>
    <w:rsid w:val="0081060F"/>
    <w:rsid w:val="00821F1C"/>
    <w:rsid w:val="00822782"/>
    <w:rsid w:val="008257E7"/>
    <w:rsid w:val="008314DF"/>
    <w:rsid w:val="00831BE9"/>
    <w:rsid w:val="008323F3"/>
    <w:rsid w:val="00832F3D"/>
    <w:rsid w:val="008347E0"/>
    <w:rsid w:val="00845B40"/>
    <w:rsid w:val="00851458"/>
    <w:rsid w:val="00862E10"/>
    <w:rsid w:val="00874522"/>
    <w:rsid w:val="00874E8E"/>
    <w:rsid w:val="0089070D"/>
    <w:rsid w:val="00892220"/>
    <w:rsid w:val="00895519"/>
    <w:rsid w:val="008A60E2"/>
    <w:rsid w:val="008A73FE"/>
    <w:rsid w:val="008C16ED"/>
    <w:rsid w:val="008C18CA"/>
    <w:rsid w:val="008D7C6E"/>
    <w:rsid w:val="008F7664"/>
    <w:rsid w:val="008F7DFC"/>
    <w:rsid w:val="008F7F41"/>
    <w:rsid w:val="009014F7"/>
    <w:rsid w:val="00903508"/>
    <w:rsid w:val="009104DC"/>
    <w:rsid w:val="00912149"/>
    <w:rsid w:val="00916E29"/>
    <w:rsid w:val="00921487"/>
    <w:rsid w:val="0092355D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900FC"/>
    <w:rsid w:val="009910BE"/>
    <w:rsid w:val="00992DBA"/>
    <w:rsid w:val="00995AF1"/>
    <w:rsid w:val="009A1256"/>
    <w:rsid w:val="009A27B9"/>
    <w:rsid w:val="009B6B2F"/>
    <w:rsid w:val="009C0C96"/>
    <w:rsid w:val="009C0FA0"/>
    <w:rsid w:val="009C141C"/>
    <w:rsid w:val="009C2BF7"/>
    <w:rsid w:val="009D2672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692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35C5"/>
    <w:rsid w:val="00B84D99"/>
    <w:rsid w:val="00BA03B3"/>
    <w:rsid w:val="00BA0C5B"/>
    <w:rsid w:val="00BA681B"/>
    <w:rsid w:val="00BC3B98"/>
    <w:rsid w:val="00BC4BBA"/>
    <w:rsid w:val="00BC6754"/>
    <w:rsid w:val="00BE1A45"/>
    <w:rsid w:val="00BE2D02"/>
    <w:rsid w:val="00BE6504"/>
    <w:rsid w:val="00BE7E2C"/>
    <w:rsid w:val="00BE7EE6"/>
    <w:rsid w:val="00BF4381"/>
    <w:rsid w:val="00C00AD3"/>
    <w:rsid w:val="00C1153C"/>
    <w:rsid w:val="00C213A2"/>
    <w:rsid w:val="00C220A3"/>
    <w:rsid w:val="00C307FC"/>
    <w:rsid w:val="00C30F81"/>
    <w:rsid w:val="00C376EA"/>
    <w:rsid w:val="00C44E9E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F5F"/>
    <w:rsid w:val="00CA2D79"/>
    <w:rsid w:val="00CB2A5D"/>
    <w:rsid w:val="00CB5A1D"/>
    <w:rsid w:val="00CB6B4B"/>
    <w:rsid w:val="00CD5053"/>
    <w:rsid w:val="00CD5E65"/>
    <w:rsid w:val="00CE16E3"/>
    <w:rsid w:val="00CE1BE6"/>
    <w:rsid w:val="00CF7A27"/>
    <w:rsid w:val="00D001D6"/>
    <w:rsid w:val="00D10C52"/>
    <w:rsid w:val="00D111C2"/>
    <w:rsid w:val="00D3556B"/>
    <w:rsid w:val="00D37F51"/>
    <w:rsid w:val="00D42A54"/>
    <w:rsid w:val="00D4795C"/>
    <w:rsid w:val="00D60FCE"/>
    <w:rsid w:val="00D65CFE"/>
    <w:rsid w:val="00D661C0"/>
    <w:rsid w:val="00D764BE"/>
    <w:rsid w:val="00D805EC"/>
    <w:rsid w:val="00D833EE"/>
    <w:rsid w:val="00D83780"/>
    <w:rsid w:val="00D84306"/>
    <w:rsid w:val="00D906A9"/>
    <w:rsid w:val="00D96935"/>
    <w:rsid w:val="00DA2090"/>
    <w:rsid w:val="00DB0A91"/>
    <w:rsid w:val="00DB2A6B"/>
    <w:rsid w:val="00DB4614"/>
    <w:rsid w:val="00DC1848"/>
    <w:rsid w:val="00DC7921"/>
    <w:rsid w:val="00DD2923"/>
    <w:rsid w:val="00DD50D6"/>
    <w:rsid w:val="00DF14D7"/>
    <w:rsid w:val="00DF3162"/>
    <w:rsid w:val="00E05336"/>
    <w:rsid w:val="00E11BB4"/>
    <w:rsid w:val="00E249DF"/>
    <w:rsid w:val="00E41017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F5CF0"/>
    <w:rsid w:val="00F01E88"/>
    <w:rsid w:val="00F043B7"/>
    <w:rsid w:val="00F13579"/>
    <w:rsid w:val="00F20840"/>
    <w:rsid w:val="00F22CF7"/>
    <w:rsid w:val="00F2464C"/>
    <w:rsid w:val="00F25DA3"/>
    <w:rsid w:val="00F261BB"/>
    <w:rsid w:val="00F3175C"/>
    <w:rsid w:val="00F3383B"/>
    <w:rsid w:val="00F36DA2"/>
    <w:rsid w:val="00F471E9"/>
    <w:rsid w:val="00F50E4D"/>
    <w:rsid w:val="00F52A2A"/>
    <w:rsid w:val="00F53450"/>
    <w:rsid w:val="00F542FC"/>
    <w:rsid w:val="00F56427"/>
    <w:rsid w:val="00F63870"/>
    <w:rsid w:val="00F64B87"/>
    <w:rsid w:val="00F67DD9"/>
    <w:rsid w:val="00F710F9"/>
    <w:rsid w:val="00F7722A"/>
    <w:rsid w:val="00FA270E"/>
    <w:rsid w:val="00FA5197"/>
    <w:rsid w:val="00FC4DDA"/>
    <w:rsid w:val="00FC5C06"/>
    <w:rsid w:val="00FC7F93"/>
    <w:rsid w:val="00FD779A"/>
    <w:rsid w:val="00FE0E33"/>
    <w:rsid w:val="00FE3D62"/>
    <w:rsid w:val="00FE5D6F"/>
    <w:rsid w:val="00FE64F3"/>
    <w:rsid w:val="00FE66B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38397C4"/>
  <w15:chartTrackingRefBased/>
  <w15:docId w15:val="{F573B837-3380-4090-A7B4-AEED26F5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95AF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1"/>
      </w:numPr>
      <w:shd w:val="clear" w:color="auto" w:fill="auto"/>
      <w:ind w:left="57" w:hanging="57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895519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895519"/>
    <w:pPr>
      <w:tabs>
        <w:tab w:val="clear" w:pos="4513"/>
      </w:tabs>
      <w:spacing w:before="60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895519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895519"/>
    <w:pPr>
      <w:spacing w:before="0" w:after="72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  <w:style w:type="character" w:customStyle="1" w:styleId="ct-span">
    <w:name w:val="ct-span"/>
    <w:basedOn w:val="Policepardfaut"/>
    <w:rsid w:val="00901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ADDE-157B-4753-9D9C-F5C93D274D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249</TotalTime>
  <Pages>24</Pages>
  <Words>2979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AE-CT</vt:lpstr>
    </vt:vector>
  </TitlesOfParts>
  <Manager>Gilles Blanchard</Manager>
  <Company>Rectorat de la région académique Pays de la Loire</Company>
  <LinksUpToDate>false</LinksUpToDate>
  <CharactersWithSpaces>19329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AE-CT</dc:title>
  <dc:subject>Marché public de prestations intellectuelles - Missions de contrôle technique de la construction</dc:subject>
  <dc:creator>Sebastien l'Hullier</dc:creator>
  <cp:keywords/>
  <cp:lastModifiedBy>L-Hullier Sebastien</cp:lastModifiedBy>
  <cp:revision>40</cp:revision>
  <cp:lastPrinted>2024-06-03T13:20:00Z</cp:lastPrinted>
  <dcterms:created xsi:type="dcterms:W3CDTF">2024-06-04T12:30:00Z</dcterms:created>
  <dcterms:modified xsi:type="dcterms:W3CDTF">2026-02-16T06:21:00Z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