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7CE03A56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740D10">
              <w:rPr>
                <w:rFonts w:asciiTheme="minorHAnsi" w:hAnsiTheme="minorHAnsi" w:cstheme="minorHAnsi"/>
                <w:b/>
                <w:bCs/>
                <w:caps/>
                <w:sz w:val="28"/>
              </w:rPr>
              <w:t>6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D6405F">
              <w:rPr>
                <w:rFonts w:asciiTheme="minorHAnsi" w:hAnsiTheme="minorHAnsi" w:cstheme="minorHAnsi"/>
                <w:b/>
                <w:bCs/>
                <w:caps/>
                <w:sz w:val="28"/>
              </w:rPr>
              <w:t xml:space="preserve">1 – LOT NUMERO </w:t>
            </w:r>
            <w:r w:rsidR="00842E7A">
              <w:rPr>
                <w:rFonts w:asciiTheme="minorHAnsi" w:hAnsiTheme="minorHAnsi" w:cstheme="minorHAnsi"/>
                <w:b/>
                <w:bCs/>
                <w:caps/>
                <w:sz w:val="28"/>
              </w:rPr>
              <w:t>3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288DFE24" w14:textId="77777777" w:rsidR="00FD3E72" w:rsidRDefault="00FD3E72" w:rsidP="00FD3E72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60709E8F" w14:textId="07F27250" w:rsidR="009A275D" w:rsidRPr="00842E7A" w:rsidRDefault="00842E7A" w:rsidP="00AD06EE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842E7A">
                    <w:rPr>
                      <w:rFonts w:asciiTheme="minorHAnsi" w:hAnsiTheme="minorHAnsi" w:cstheme="minorHAnsi"/>
                      <w:b/>
                      <w:u w:val="single"/>
                    </w:rPr>
                    <w:t xml:space="preserve">LOT NUMÉRO 3 </w:t>
                  </w:r>
                  <w:r w:rsidRPr="00842E7A">
                    <w:rPr>
                      <w:rFonts w:asciiTheme="minorHAnsi" w:hAnsiTheme="minorHAnsi" w:cstheme="minorHAnsi"/>
                      <w:b/>
                      <w:u w:val="single"/>
                    </w:rPr>
                    <w:t>:</w:t>
                  </w:r>
                  <w:r w:rsidRPr="00842E7A">
                    <w:rPr>
                      <w:rFonts w:asciiTheme="minorHAnsi" w:hAnsiTheme="minorHAnsi" w:cstheme="minorHAnsi"/>
                      <w:b/>
                    </w:rPr>
                    <w:t xml:space="preserve"> TRAVAUX DE RÉFECTION GÉNÉRALISÉE D’UNE SECTION DE LA ROUTE FORESTIÈRE DE LAVAL EN FORÊT DOMANIALE DU RÉBENTY SUR LE TERRITOIRE DE LA COMMUNE DE MÉRIAL (11140)</w:t>
                  </w:r>
                </w:p>
              </w:tc>
            </w:tr>
          </w:tbl>
          <w:p w14:paraId="27833057" w14:textId="77777777" w:rsidR="001931A0" w:rsidRDefault="001931A0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6BAF6A20" w14:textId="77777777" w:rsidR="00842E7A" w:rsidRPr="00842E7A" w:rsidRDefault="00842E7A" w:rsidP="00842E7A">
      <w:pPr>
        <w:rPr>
          <w:rFonts w:asciiTheme="minorHAnsi" w:hAnsiTheme="minorHAnsi" w:cstheme="minorHAnsi"/>
          <w:spacing w:val="-3"/>
          <w:sz w:val="18"/>
          <w:szCs w:val="18"/>
        </w:rPr>
      </w:pPr>
      <w:bookmarkStart w:id="14" w:name="_Hlk216436867"/>
      <w:r w:rsidRPr="00842E7A">
        <w:rPr>
          <w:rFonts w:asciiTheme="minorHAnsi" w:hAnsiTheme="minorHAnsi" w:cstheme="minorHAnsi"/>
          <w:spacing w:val="-3"/>
          <w:sz w:val="18"/>
          <w:szCs w:val="18"/>
        </w:rPr>
        <w:t>Le présent marché concerne, pour le lot numéro 3, l’exécution de travaux relatifs à la réfection généralisée d’une section revêtue de la route forestière de LAVAL située en forêt Domaniale du RÉBENTY sur le territoire de la commune de MÉRIAL (11140).</w:t>
      </w:r>
    </w:p>
    <w:bookmarkEnd w:id="14"/>
    <w:p w14:paraId="24DB81BA" w14:textId="77777777" w:rsidR="009A275D" w:rsidRDefault="009A275D" w:rsidP="00EE05BC">
      <w:pPr>
        <w:rPr>
          <w:u w:val="single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5" w:name="_Toc525705725"/>
      <w:bookmarkStart w:id="16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pour mise en œuvre des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travaux par type de travaux 30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POINTS</w:t>
            </w:r>
          </w:p>
          <w:p w14:paraId="5E94AA20" w14:textId="1162993C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CC3528">
              <w:rPr>
                <w:rFonts w:asciiTheme="minorHAnsi" w:hAnsiTheme="minorHAnsi" w:cstheme="minorHAnsi"/>
                <w:sz w:val="18"/>
                <w:szCs w:val="18"/>
              </w:rPr>
              <w:t>Fiche technique</w:t>
            </w:r>
            <w:r w:rsidR="00740D1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42E7A">
              <w:rPr>
                <w:rFonts w:asciiTheme="minorHAnsi" w:hAnsiTheme="minorHAnsi" w:cstheme="minorHAnsi"/>
                <w:sz w:val="18"/>
                <w:szCs w:val="18"/>
              </w:rPr>
              <w:t>matériaux mis en œuvre et</w:t>
            </w:r>
            <w:r w:rsidR="00740D10">
              <w:rPr>
                <w:rFonts w:asciiTheme="minorHAnsi" w:hAnsiTheme="minorHAnsi" w:cstheme="minorHAnsi"/>
                <w:sz w:val="18"/>
                <w:szCs w:val="18"/>
              </w:rPr>
              <w:t xml:space="preserve"> méthodologie des </w:t>
            </w:r>
            <w:r w:rsidR="0084073A">
              <w:rPr>
                <w:rFonts w:asciiTheme="minorHAnsi" w:hAnsiTheme="minorHAnsi" w:cstheme="minorHAnsi"/>
                <w:sz w:val="18"/>
                <w:szCs w:val="18"/>
              </w:rPr>
              <w:t xml:space="preserve">travaux </w:t>
            </w:r>
            <w:r w:rsidR="0084073A" w:rsidRPr="00D325BE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6DDB8891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  <w:r w:rsidR="00740D10">
              <w:rPr>
                <w:rFonts w:ascii="Arial" w:hAnsi="Arial"/>
                <w:sz w:val="20"/>
                <w:szCs w:val="20"/>
                <w:u w:val="none"/>
              </w:rPr>
              <w:t xml:space="preserve"> ET DÉLAI D’EXÉCUTION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5"/>
      <w:bookmarkEnd w:id="16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B70E7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40D10"/>
    <w:rsid w:val="00744533"/>
    <w:rsid w:val="0075477E"/>
    <w:rsid w:val="007558D1"/>
    <w:rsid w:val="007564AC"/>
    <w:rsid w:val="007763DE"/>
    <w:rsid w:val="0078395C"/>
    <w:rsid w:val="007A4517"/>
    <w:rsid w:val="007C572B"/>
    <w:rsid w:val="007C74E7"/>
    <w:rsid w:val="007D138A"/>
    <w:rsid w:val="007E3365"/>
    <w:rsid w:val="008010C3"/>
    <w:rsid w:val="00804426"/>
    <w:rsid w:val="008056F2"/>
    <w:rsid w:val="00833CF3"/>
    <w:rsid w:val="0084073A"/>
    <w:rsid w:val="00841B04"/>
    <w:rsid w:val="0084216F"/>
    <w:rsid w:val="00842E7A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43BF3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95AE5"/>
    <w:rsid w:val="00CA1B34"/>
    <w:rsid w:val="00CB59E2"/>
    <w:rsid w:val="00CC1269"/>
    <w:rsid w:val="00CC3528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05F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D644F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1FFC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5</TotalTime>
  <Pages>2</Pages>
  <Words>507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MT</vt:lpstr>
    </vt:vector>
  </TitlesOfParts>
  <Company>ONF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3</cp:revision>
  <cp:lastPrinted>2022-02-01T08:46:00Z</cp:lastPrinted>
  <dcterms:created xsi:type="dcterms:W3CDTF">2025-12-12T13:27:00Z</dcterms:created>
  <dcterms:modified xsi:type="dcterms:W3CDTF">2025-12-12T13:32:00Z</dcterms:modified>
</cp:coreProperties>
</file>