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27E9BD" w14:textId="25E1CBFC" w:rsidR="001D7F31" w:rsidRDefault="00A60E07">
      <w:pPr>
        <w:jc w:val="center"/>
        <w:rPr>
          <w:rFonts w:asciiTheme="minorHAnsi" w:hAnsiTheme="minorHAnsi" w:cstheme="minorHAnsi"/>
        </w:rPr>
      </w:pPr>
      <w:r w:rsidRPr="00F702FB">
        <w:rPr>
          <w:noProof/>
          <w:lang w:eastAsia="fr-FR"/>
        </w:rPr>
        <w:drawing>
          <wp:anchor distT="0" distB="0" distL="0" distR="0" simplePos="0" relativeHeight="251658752" behindDoc="1" locked="0" layoutInCell="0" allowOverlap="1" wp14:anchorId="73A52F25" wp14:editId="20C5EE9D">
            <wp:simplePos x="0" y="0"/>
            <wp:positionH relativeFrom="margin">
              <wp:posOffset>5177155</wp:posOffset>
            </wp:positionH>
            <wp:positionV relativeFrom="margin">
              <wp:posOffset>104775</wp:posOffset>
            </wp:positionV>
            <wp:extent cx="1148080" cy="752475"/>
            <wp:effectExtent l="0" t="0" r="0" b="0"/>
            <wp:wrapSquare wrapText="bothSides"/>
            <wp:docPr id="2" name="Image 1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descr="Une image contenant texte, Police, Graphique, logo&#10;&#10;Le contenu généré par l’IA peut être incorrect."/>
                    <pic:cNvPicPr>
                      <a:picLocks noChangeAspect="1" noChangeArrowheads="1"/>
                    </pic:cNvPicPr>
                  </pic:nvPicPr>
                  <pic:blipFill>
                    <a:blip r:embed="rId7"/>
                    <a:stretch>
                      <a:fillRect/>
                    </a:stretch>
                  </pic:blipFill>
                  <pic:spPr bwMode="auto">
                    <a:xfrm>
                      <a:off x="0" y="0"/>
                      <a:ext cx="1148080" cy="752475"/>
                    </a:xfrm>
                    <a:prstGeom prst="rect">
                      <a:avLst/>
                    </a:prstGeom>
                  </pic:spPr>
                </pic:pic>
              </a:graphicData>
            </a:graphic>
            <wp14:sizeRelH relativeFrom="margin">
              <wp14:pctWidth>0</wp14:pctWidth>
            </wp14:sizeRelH>
            <wp14:sizeRelV relativeFrom="margin">
              <wp14:pctHeight>0</wp14:pctHeight>
            </wp14:sizeRelV>
          </wp:anchor>
        </w:drawing>
      </w:r>
      <w:r w:rsidR="00575E80" w:rsidRPr="00B124BB">
        <w:rPr>
          <w:noProof/>
          <w:lang w:eastAsia="fr-FR"/>
        </w:rPr>
        <w:drawing>
          <wp:anchor distT="0" distB="0" distL="114300" distR="114300" simplePos="0" relativeHeight="251655680" behindDoc="0" locked="0" layoutInCell="1" allowOverlap="1" wp14:anchorId="590E371C" wp14:editId="03D64445">
            <wp:simplePos x="0" y="0"/>
            <wp:positionH relativeFrom="column">
              <wp:posOffset>2540</wp:posOffset>
            </wp:positionH>
            <wp:positionV relativeFrom="paragraph">
              <wp:posOffset>107315</wp:posOffset>
            </wp:positionV>
            <wp:extent cx="1955165" cy="73342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516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3E9BED" w14:textId="3FCAAE97" w:rsidR="001D7F31" w:rsidRPr="001D7F31" w:rsidRDefault="00575E80" w:rsidP="001D7F31">
      <w:pPr>
        <w:rPr>
          <w:rFonts w:asciiTheme="minorHAnsi" w:hAnsiTheme="minorHAnsi" w:cstheme="minorHAnsi"/>
        </w:rPr>
      </w:pPr>
      <w:r>
        <w:rPr>
          <w:rFonts w:asciiTheme="minorHAnsi" w:hAnsiTheme="minorHAnsi" w:cstheme="minorHAnsi"/>
        </w:rPr>
        <w:t xml:space="preserve">                                                                      </w:t>
      </w:r>
    </w:p>
    <w:p w14:paraId="30F0A9A4" w14:textId="5C32C519" w:rsidR="001D7F31" w:rsidRDefault="001D7F31" w:rsidP="001D7F31">
      <w:pPr>
        <w:rPr>
          <w:rFonts w:asciiTheme="minorHAnsi" w:hAnsiTheme="minorHAnsi" w:cstheme="minorHAnsi"/>
        </w:rPr>
      </w:pPr>
    </w:p>
    <w:tbl>
      <w:tblPr>
        <w:tblW w:w="10419" w:type="dxa"/>
        <w:tblLayout w:type="fixed"/>
        <w:tblCellMar>
          <w:left w:w="71" w:type="dxa"/>
          <w:right w:w="71" w:type="dxa"/>
        </w:tblCellMar>
        <w:tblLook w:val="0000" w:firstRow="0" w:lastRow="0" w:firstColumn="0" w:lastColumn="0" w:noHBand="0" w:noVBand="0"/>
      </w:tblPr>
      <w:tblGrid>
        <w:gridCol w:w="10419"/>
      </w:tblGrid>
      <w:tr w:rsidR="00367A5D" w:rsidRPr="00802EDF" w14:paraId="0AAE535F" w14:textId="77777777" w:rsidTr="00575E80">
        <w:tc>
          <w:tcPr>
            <w:tcW w:w="10419" w:type="dxa"/>
          </w:tcPr>
          <w:p w14:paraId="356F5220" w14:textId="4A3C0735" w:rsidR="00367A5D" w:rsidRPr="00802EDF" w:rsidRDefault="00575E80" w:rsidP="00575E80">
            <w:pPr>
              <w:pStyle w:val="Pieddepage"/>
              <w:tabs>
                <w:tab w:val="clear" w:pos="4536"/>
                <w:tab w:val="clear" w:pos="9072"/>
              </w:tabs>
              <w:snapToGrid w:val="0"/>
              <w:rPr>
                <w:rFonts w:asciiTheme="minorHAnsi" w:hAnsiTheme="minorHAnsi" w:cstheme="minorHAnsi"/>
              </w:rPr>
            </w:pPr>
            <w:r>
              <w:rPr>
                <w:rFonts w:asciiTheme="minorHAnsi" w:hAnsiTheme="minorHAnsi" w:cstheme="minorHAnsi"/>
              </w:rPr>
              <w:t xml:space="preserve">            </w:t>
            </w:r>
          </w:p>
        </w:tc>
      </w:tr>
    </w:tbl>
    <w:p w14:paraId="5CC10A66" w14:textId="77777777" w:rsidR="00367A5D" w:rsidRPr="00802EDF" w:rsidRDefault="00367A5D">
      <w:pPr>
        <w:rPr>
          <w:rFonts w:asciiTheme="minorHAnsi" w:hAnsiTheme="minorHAnsi" w:cstheme="minorHAnsi"/>
        </w:rPr>
        <w:sectPr w:rsidR="00367A5D" w:rsidRPr="00802EDF">
          <w:footerReference w:type="default" r:id="rId9"/>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14:paraId="56C17719" w14:textId="77777777" w:rsidTr="001D7F31">
        <w:tc>
          <w:tcPr>
            <w:tcW w:w="9285" w:type="dxa"/>
            <w:shd w:val="clear" w:color="auto" w:fill="00B050"/>
          </w:tcPr>
          <w:p w14:paraId="74B8CF4E" w14:textId="77777777"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14:paraId="70F5E4E2" w14:textId="77777777"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14:paraId="245AB48E" w14:textId="77777777"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14:paraId="46CD6834" w14:textId="77777777"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14:paraId="51236AB5" w14:textId="77777777"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14:paraId="3946B17D" w14:textId="77777777">
        <w:tc>
          <w:tcPr>
            <w:tcW w:w="10277" w:type="dxa"/>
            <w:gridSpan w:val="2"/>
          </w:tcPr>
          <w:p w14:paraId="5702CFA6" w14:textId="77777777" w:rsidR="00367A5D" w:rsidRPr="00802EDF" w:rsidRDefault="00367A5D">
            <w:pPr>
              <w:pStyle w:val="Titre2"/>
              <w:snapToGrid w:val="0"/>
              <w:jc w:val="both"/>
              <w:rPr>
                <w:rFonts w:asciiTheme="minorHAnsi" w:hAnsiTheme="minorHAnsi" w:cstheme="minorHAnsi"/>
                <w:b w:val="0"/>
                <w:bCs w:val="0"/>
                <w:i/>
                <w:iCs/>
                <w:sz w:val="18"/>
                <w:szCs w:val="18"/>
              </w:rPr>
            </w:pPr>
          </w:p>
          <w:p w14:paraId="21E4FDC8" w14:textId="77777777"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14:paraId="68E89967" w14:textId="77777777"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14:paraId="3E51E3A7" w14:textId="77777777"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14:paraId="66975256" w14:textId="77777777"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14:paraId="563E90D2" w14:textId="77777777"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10"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1"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3"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4"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5"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8"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9"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14:paraId="5DFE015E" w14:textId="77777777">
        <w:tc>
          <w:tcPr>
            <w:tcW w:w="10277" w:type="dxa"/>
            <w:gridSpan w:val="2"/>
          </w:tcPr>
          <w:p w14:paraId="6813E325" w14:textId="77777777"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14:paraId="09A66949" w14:textId="77777777" w:rsidTr="001D7F31">
        <w:tc>
          <w:tcPr>
            <w:tcW w:w="10277" w:type="dxa"/>
            <w:gridSpan w:val="2"/>
            <w:shd w:val="clear" w:color="auto" w:fill="00B050"/>
          </w:tcPr>
          <w:p w14:paraId="748767CF"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14:paraId="5021DD60" w14:textId="77777777" w:rsidR="00367A5D" w:rsidRPr="00802EDF" w:rsidRDefault="00367A5D">
      <w:pPr>
        <w:pStyle w:val="En-tte"/>
        <w:tabs>
          <w:tab w:val="clear" w:pos="4536"/>
          <w:tab w:val="clear" w:pos="9072"/>
        </w:tabs>
        <w:rPr>
          <w:rFonts w:asciiTheme="minorHAnsi" w:hAnsiTheme="minorHAnsi" w:cstheme="minorHAnsi"/>
          <w:color w:val="000000"/>
          <w:sz w:val="24"/>
          <w:szCs w:val="24"/>
        </w:rPr>
      </w:pPr>
    </w:p>
    <w:p w14:paraId="3E368D22" w14:textId="77777777"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14:paraId="4DD12259" w14:textId="77777777"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14:paraId="6B1F97BB" w14:textId="77777777"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14:paraId="360CD440" w14:textId="77777777"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14:paraId="253763B5" w14:textId="77777777"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14:paraId="5F2A804C" w14:textId="77777777" w:rsidTr="001D7F31">
        <w:trPr>
          <w:trHeight w:val="160"/>
        </w:trPr>
        <w:tc>
          <w:tcPr>
            <w:tcW w:w="10277" w:type="dxa"/>
            <w:shd w:val="clear" w:color="auto" w:fill="00B050"/>
          </w:tcPr>
          <w:p w14:paraId="58F8E308"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14:paraId="4103D7FE" w14:textId="77777777" w:rsidR="00575E80" w:rsidRPr="00842E76" w:rsidRDefault="00575E80" w:rsidP="00575E80">
      <w:pPr>
        <w:rPr>
          <w:rFonts w:asciiTheme="minorHAnsi" w:hAnsiTheme="minorHAnsi" w:cstheme="minorHAnsi"/>
          <w:sz w:val="24"/>
          <w:szCs w:val="24"/>
        </w:rPr>
      </w:pPr>
      <w:r w:rsidRPr="00842E76">
        <w:rPr>
          <w:rFonts w:asciiTheme="minorHAnsi" w:hAnsiTheme="minorHAnsi" w:cstheme="minorHAnsi"/>
          <w:sz w:val="24"/>
          <w:szCs w:val="24"/>
        </w:rPr>
        <w:t xml:space="preserve">Le présent marché a pour objet la réalisation d’une étude permettant l’amélioration de la gestion des approvisionnements et des déchets du refuge de la Roche Ecrite dans une logique de réduction des impacts sur l’habitat du tuit-tuit par la limitation du recours à l’héliportage. </w:t>
      </w:r>
    </w:p>
    <w:p w14:paraId="2753F9DF" w14:textId="77777777"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14:paraId="7B87E386" w14:textId="77777777" w:rsidTr="001D7F31">
        <w:trPr>
          <w:trHeight w:val="296"/>
        </w:trPr>
        <w:tc>
          <w:tcPr>
            <w:tcW w:w="10277" w:type="dxa"/>
            <w:shd w:val="clear" w:color="auto" w:fill="00B050"/>
          </w:tcPr>
          <w:p w14:paraId="5BA59D14" w14:textId="77777777"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14:paraId="27309506" w14:textId="77777777" w:rsidR="00367A5D" w:rsidRPr="00802EDF" w:rsidRDefault="00367A5D">
      <w:pPr>
        <w:pStyle w:val="Titre1"/>
        <w:ind w:left="0" w:hanging="432"/>
        <w:rPr>
          <w:rFonts w:asciiTheme="minorHAnsi" w:hAnsiTheme="minorHAnsi" w:cstheme="minorHAnsi"/>
          <w:b w:val="0"/>
          <w:bCs w:val="0"/>
          <w:sz w:val="24"/>
          <w:szCs w:val="24"/>
        </w:rPr>
      </w:pPr>
    </w:p>
    <w:p w14:paraId="0DD1DF13" w14:textId="77777777"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14:paraId="476791DA" w14:textId="77777777"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14:paraId="6B5329A4" w14:textId="77777777" w:rsidR="004A1544" w:rsidRPr="004A1544" w:rsidRDefault="004A1544" w:rsidP="004A1544">
      <w:pPr>
        <w:pStyle w:val="western"/>
        <w:rPr>
          <w:rFonts w:asciiTheme="minorHAnsi" w:hAnsiTheme="minorHAnsi" w:cstheme="minorHAnsi"/>
          <w:sz w:val="24"/>
          <w:szCs w:val="24"/>
        </w:rPr>
      </w:pPr>
    </w:p>
    <w:p w14:paraId="7071636C" w14:textId="77777777"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14:paraId="49002756" w14:textId="77777777" w:rsidR="004A1544" w:rsidRPr="004A1544" w:rsidRDefault="004A1544" w:rsidP="004A1544">
      <w:pPr>
        <w:pStyle w:val="western"/>
        <w:rPr>
          <w:rFonts w:asciiTheme="minorHAnsi" w:hAnsiTheme="minorHAnsi" w:cstheme="minorHAnsi"/>
          <w:sz w:val="24"/>
          <w:szCs w:val="24"/>
        </w:rPr>
      </w:pPr>
    </w:p>
    <w:p w14:paraId="25F1E6E2" w14:textId="77777777" w:rsidR="004A1544" w:rsidRPr="004A1544" w:rsidRDefault="004A1544" w:rsidP="004A1544">
      <w:pPr>
        <w:pStyle w:val="western"/>
        <w:rPr>
          <w:rFonts w:asciiTheme="minorHAnsi" w:hAnsiTheme="minorHAnsi" w:cstheme="minorHAnsi"/>
          <w:i/>
          <w:iCs/>
          <w:sz w:val="24"/>
          <w:szCs w:val="24"/>
        </w:rPr>
      </w:pPr>
    </w:p>
    <w:p w14:paraId="4C33415F" w14:textId="77777777"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proofErr w:type="gramStart"/>
      <w:r w:rsidRPr="004A1544">
        <w:rPr>
          <w:rFonts w:asciiTheme="minorHAnsi" w:hAnsiTheme="minorHAnsi" w:cstheme="minorHAnsi"/>
        </w:rPr>
        <w:t>Adresses postale</w:t>
      </w:r>
      <w:proofErr w:type="gramEnd"/>
      <w:r w:rsidRPr="004A1544">
        <w:rPr>
          <w:rFonts w:asciiTheme="minorHAnsi" w:hAnsiTheme="minorHAnsi" w:cstheme="minorHAnsi"/>
        </w:rPr>
        <w:t xml:space="preserve"> et du siège social (si elle est différente de l’adresse postale) :</w:t>
      </w:r>
    </w:p>
    <w:p w14:paraId="655FA81C" w14:textId="77777777" w:rsidR="004A1544" w:rsidRPr="004A1544" w:rsidRDefault="004A1544" w:rsidP="004A1544">
      <w:pPr>
        <w:pStyle w:val="western"/>
        <w:rPr>
          <w:rFonts w:asciiTheme="minorHAnsi" w:hAnsiTheme="minorHAnsi" w:cstheme="minorHAnsi"/>
          <w:sz w:val="24"/>
          <w:szCs w:val="24"/>
        </w:rPr>
      </w:pPr>
    </w:p>
    <w:p w14:paraId="21C128C5" w14:textId="77777777" w:rsidR="004A1544" w:rsidRPr="004A1544" w:rsidRDefault="004A1544" w:rsidP="004A1544">
      <w:pPr>
        <w:pStyle w:val="western"/>
        <w:rPr>
          <w:rFonts w:asciiTheme="minorHAnsi" w:hAnsiTheme="minorHAnsi" w:cstheme="minorHAnsi"/>
          <w:i/>
          <w:iCs/>
          <w:sz w:val="24"/>
          <w:szCs w:val="24"/>
        </w:rPr>
      </w:pPr>
    </w:p>
    <w:p w14:paraId="0A45C4F1" w14:textId="77777777"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14:paraId="31A10DF2" w14:textId="77777777" w:rsidR="004A1544" w:rsidRPr="004A1544" w:rsidRDefault="004A1544" w:rsidP="004A1544">
      <w:pPr>
        <w:pStyle w:val="western"/>
        <w:rPr>
          <w:rFonts w:asciiTheme="minorHAnsi" w:hAnsiTheme="minorHAnsi" w:cstheme="minorHAnsi"/>
          <w:sz w:val="24"/>
          <w:szCs w:val="24"/>
        </w:rPr>
      </w:pPr>
    </w:p>
    <w:p w14:paraId="0AA0BFD4" w14:textId="77777777" w:rsidR="004A1544" w:rsidRPr="004A1544" w:rsidRDefault="004A1544" w:rsidP="004A1544">
      <w:pPr>
        <w:pStyle w:val="western"/>
        <w:rPr>
          <w:rFonts w:asciiTheme="minorHAnsi" w:hAnsiTheme="minorHAnsi" w:cstheme="minorHAnsi"/>
          <w:i/>
          <w:iCs/>
          <w:sz w:val="24"/>
          <w:szCs w:val="24"/>
        </w:rPr>
      </w:pPr>
    </w:p>
    <w:p w14:paraId="53EBE35C" w14:textId="77777777"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14:paraId="1B7E14DE" w14:textId="77777777" w:rsidR="004A1544" w:rsidRPr="004A1544" w:rsidRDefault="004A1544" w:rsidP="004A1544">
      <w:pPr>
        <w:pStyle w:val="western"/>
        <w:rPr>
          <w:rFonts w:asciiTheme="minorHAnsi" w:hAnsiTheme="minorHAnsi" w:cstheme="minorHAnsi"/>
          <w:sz w:val="24"/>
          <w:szCs w:val="24"/>
        </w:rPr>
      </w:pPr>
    </w:p>
    <w:p w14:paraId="4EF35753" w14:textId="77777777" w:rsidR="004A1544" w:rsidRPr="004A1544" w:rsidRDefault="004A1544" w:rsidP="004A1544">
      <w:pPr>
        <w:pStyle w:val="western"/>
        <w:rPr>
          <w:rFonts w:asciiTheme="minorHAnsi" w:hAnsiTheme="minorHAnsi" w:cstheme="minorHAnsi"/>
          <w:i/>
          <w:iCs/>
          <w:sz w:val="24"/>
          <w:szCs w:val="24"/>
        </w:rPr>
      </w:pPr>
    </w:p>
    <w:p w14:paraId="6869DA59" w14:textId="77777777"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1" w:history="1">
        <w:r w:rsidRPr="004A1544">
          <w:rPr>
            <w:rStyle w:val="Lienhypertexte"/>
            <w:rFonts w:asciiTheme="minorHAnsi" w:hAnsiTheme="minorHAnsi" w:cstheme="minorHAnsi"/>
          </w:rPr>
          <w:t>ICD</w:t>
        </w:r>
      </w:hyperlink>
      <w:r w:rsidRPr="004A1544">
        <w:rPr>
          <w:rFonts w:asciiTheme="minorHAnsi" w:hAnsiTheme="minorHAnsi" w:cstheme="minorHAnsi"/>
        </w:rPr>
        <w:t> :</w:t>
      </w:r>
    </w:p>
    <w:p w14:paraId="3FEA884F" w14:textId="77777777" w:rsidR="004A1544" w:rsidRPr="004A1544" w:rsidRDefault="004A1544" w:rsidP="004A1544">
      <w:pPr>
        <w:pStyle w:val="western"/>
        <w:rPr>
          <w:rFonts w:asciiTheme="minorHAnsi" w:hAnsiTheme="minorHAnsi" w:cstheme="minorHAnsi"/>
          <w:sz w:val="24"/>
          <w:szCs w:val="24"/>
        </w:rPr>
      </w:pPr>
    </w:p>
    <w:p w14:paraId="237C21D5" w14:textId="77777777" w:rsidR="004A1544" w:rsidRPr="004A1544" w:rsidRDefault="004A1544" w:rsidP="004A1544">
      <w:pPr>
        <w:pStyle w:val="western"/>
        <w:rPr>
          <w:rFonts w:asciiTheme="minorHAnsi" w:hAnsiTheme="minorHAnsi" w:cstheme="minorHAnsi"/>
          <w:i/>
          <w:iCs/>
          <w:sz w:val="24"/>
          <w:szCs w:val="24"/>
        </w:rPr>
      </w:pPr>
    </w:p>
    <w:p w14:paraId="6C2AA7C4" w14:textId="77777777" w:rsidR="004A1544" w:rsidRPr="004A1544" w:rsidRDefault="004A1544" w:rsidP="004A1544">
      <w:pPr>
        <w:pStyle w:val="western"/>
        <w:rPr>
          <w:rFonts w:asciiTheme="minorHAnsi" w:hAnsiTheme="minorHAnsi" w:cstheme="minorHAnsi"/>
          <w:i/>
          <w:iCs/>
          <w:sz w:val="24"/>
          <w:szCs w:val="24"/>
        </w:rPr>
      </w:pPr>
    </w:p>
    <w:p w14:paraId="3B72FDAB" w14:textId="77777777" w:rsidR="004A1544" w:rsidRPr="004A1544" w:rsidRDefault="004A1544" w:rsidP="004A1544">
      <w:pPr>
        <w:pStyle w:val="western"/>
        <w:rPr>
          <w:rFonts w:asciiTheme="minorHAnsi" w:hAnsiTheme="minorHAnsi" w:cstheme="minorHAnsi"/>
          <w:i/>
          <w:iCs/>
          <w:sz w:val="24"/>
          <w:szCs w:val="24"/>
        </w:rPr>
      </w:pPr>
    </w:p>
    <w:p w14:paraId="457A5F83" w14:textId="77777777"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14:paraId="02AF0EFE" w14:textId="77777777" w:rsidR="004A1544" w:rsidRPr="004A1544" w:rsidRDefault="004A1544" w:rsidP="004A1544">
      <w:pPr>
        <w:pStyle w:val="western"/>
        <w:rPr>
          <w:rFonts w:asciiTheme="minorHAnsi" w:hAnsiTheme="minorHAnsi" w:cstheme="minorHAnsi"/>
          <w:i/>
          <w:iCs/>
          <w:sz w:val="24"/>
          <w:szCs w:val="24"/>
        </w:rPr>
      </w:pPr>
    </w:p>
    <w:p w14:paraId="10DED70E" w14:textId="77777777" w:rsidR="004A1544" w:rsidRPr="004A1544" w:rsidRDefault="004A1544" w:rsidP="004A1544">
      <w:pPr>
        <w:pStyle w:val="western"/>
        <w:rPr>
          <w:rFonts w:asciiTheme="minorHAnsi" w:hAnsiTheme="minorHAnsi" w:cstheme="minorHAnsi"/>
          <w:i/>
          <w:iCs/>
          <w:sz w:val="24"/>
          <w:szCs w:val="24"/>
        </w:rPr>
      </w:pPr>
    </w:p>
    <w:p w14:paraId="4FECF114" w14:textId="77777777" w:rsidR="004A1544" w:rsidRPr="004A1544" w:rsidRDefault="004A1544" w:rsidP="004A1544">
      <w:pPr>
        <w:pStyle w:val="western"/>
        <w:rPr>
          <w:rFonts w:asciiTheme="minorHAnsi" w:hAnsiTheme="minorHAnsi" w:cstheme="minorHAnsi"/>
          <w:i/>
          <w:iCs/>
          <w:sz w:val="24"/>
          <w:szCs w:val="24"/>
        </w:rPr>
      </w:pPr>
    </w:p>
    <w:p w14:paraId="4FE97790" w14:textId="77777777"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2"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3"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4"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5"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14:paraId="4A9CAD59" w14:textId="77777777" w:rsidR="004A1544" w:rsidRPr="004A1544" w:rsidRDefault="004A1544" w:rsidP="004A1544">
      <w:pPr>
        <w:pStyle w:val="western"/>
        <w:rPr>
          <w:rFonts w:asciiTheme="minorHAnsi" w:hAnsiTheme="minorHAnsi" w:cstheme="minorHAnsi"/>
          <w:i/>
          <w:iCs/>
          <w:sz w:val="24"/>
          <w:szCs w:val="24"/>
        </w:rPr>
      </w:pPr>
    </w:p>
    <w:p w14:paraId="77B30798" w14:textId="77777777" w:rsidR="004A1544" w:rsidRPr="004A1544" w:rsidRDefault="00A60E07" w:rsidP="004A1544">
      <w:pPr>
        <w:pStyle w:val="western"/>
        <w:ind w:left="567"/>
        <w:rPr>
          <w:rFonts w:asciiTheme="minorHAnsi" w:hAnsiTheme="minorHAnsi" w:cstheme="minorHAnsi"/>
          <w:i/>
          <w:iCs/>
          <w:sz w:val="24"/>
          <w:szCs w:val="24"/>
        </w:rPr>
      </w:pPr>
      <w:r>
        <w:rPr>
          <w:rFonts w:cstheme="minorHAnsi"/>
          <w:i/>
          <w:iCs/>
          <w:sz w:val="24"/>
          <w:szCs w:val="24"/>
        </w:rPr>
        <w:lastRenderedPageBreak/>
        <w:pict w14:anchorId="467919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5pt">
            <v:imagedata r:id="rId26" o:title=""/>
          </v:shape>
        </w:pict>
      </w:r>
      <w:r w:rsidR="004A1544" w:rsidRPr="004A1544">
        <w:rPr>
          <w:rFonts w:asciiTheme="minorHAnsi" w:hAnsiTheme="minorHAnsi" w:cstheme="minorHAnsi"/>
          <w:i/>
          <w:iCs/>
          <w:sz w:val="24"/>
          <w:szCs w:val="24"/>
        </w:rPr>
        <w:t>Oui</w:t>
      </w:r>
    </w:p>
    <w:p w14:paraId="2A375160" w14:textId="77777777" w:rsidR="004A1544" w:rsidRPr="004A1544" w:rsidRDefault="004A1544" w:rsidP="004A1544">
      <w:pPr>
        <w:pStyle w:val="western"/>
        <w:ind w:left="567"/>
        <w:rPr>
          <w:rFonts w:asciiTheme="minorHAnsi" w:hAnsiTheme="minorHAnsi" w:cstheme="minorHAnsi"/>
          <w:i/>
          <w:iCs/>
          <w:sz w:val="24"/>
          <w:szCs w:val="24"/>
        </w:rPr>
      </w:pPr>
    </w:p>
    <w:p w14:paraId="27398CCB" w14:textId="77777777" w:rsidR="004A1544" w:rsidRPr="004A1544" w:rsidRDefault="00A60E07" w:rsidP="004A1544">
      <w:pPr>
        <w:pStyle w:val="western"/>
        <w:ind w:left="567"/>
        <w:rPr>
          <w:rFonts w:asciiTheme="minorHAnsi" w:hAnsiTheme="minorHAnsi" w:cstheme="minorHAnsi"/>
          <w:i/>
          <w:iCs/>
          <w:sz w:val="24"/>
          <w:szCs w:val="24"/>
        </w:rPr>
      </w:pPr>
      <w:r>
        <w:rPr>
          <w:rFonts w:cstheme="minorHAnsi"/>
          <w:i/>
          <w:iCs/>
          <w:sz w:val="24"/>
          <w:szCs w:val="24"/>
        </w:rPr>
        <w:pict w14:anchorId="2ED9BCCA">
          <v:shape id="_x0000_i1026" type="#_x0000_t75" style="width:16.5pt;height:15pt">
            <v:imagedata r:id="rId26" o:title=""/>
          </v:shape>
        </w:pict>
      </w:r>
      <w:r w:rsidR="004A1544" w:rsidRPr="004A1544">
        <w:rPr>
          <w:rFonts w:asciiTheme="minorHAnsi" w:hAnsiTheme="minorHAnsi" w:cstheme="minorHAnsi"/>
          <w:i/>
          <w:iCs/>
          <w:sz w:val="24"/>
          <w:szCs w:val="24"/>
        </w:rPr>
        <w:t>Non.</w:t>
      </w:r>
    </w:p>
    <w:p w14:paraId="65DB1512" w14:textId="77777777"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14:paraId="20C43EC4" w14:textId="77777777"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7"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8"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14:paraId="23A895E9" w14:textId="77777777"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14:paraId="158BC1AC" w14:textId="77777777" w:rsidR="004A1544" w:rsidRPr="004A1544" w:rsidRDefault="004A1544" w:rsidP="004A1544">
      <w:pPr>
        <w:pStyle w:val="western"/>
        <w:rPr>
          <w:rFonts w:asciiTheme="minorHAnsi" w:hAnsiTheme="minorHAnsi" w:cstheme="minorHAnsi"/>
          <w:i/>
          <w:iCs/>
          <w:sz w:val="24"/>
          <w:szCs w:val="24"/>
        </w:rPr>
      </w:pPr>
    </w:p>
    <w:p w14:paraId="2D91958A" w14:textId="77777777"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14:paraId="2E0D6A8E" w14:textId="77777777"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14:paraId="45228F7F" w14:textId="77777777"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14:paraId="59E7D619" w14:textId="77777777" w:rsidR="004A1544" w:rsidRPr="004A1544" w:rsidRDefault="004A1544">
            <w:pPr>
              <w:pStyle w:val="western"/>
              <w:spacing w:line="144" w:lineRule="atLeast"/>
              <w:rPr>
                <w:rFonts w:asciiTheme="minorHAnsi" w:hAnsiTheme="minorHAnsi" w:cstheme="minorHAnsi"/>
                <w:sz w:val="24"/>
                <w:szCs w:val="24"/>
              </w:rPr>
            </w:pPr>
            <w:proofErr w:type="gramStart"/>
            <w:r w:rsidRPr="004A1544">
              <w:rPr>
                <w:rFonts w:asciiTheme="minorHAnsi" w:hAnsiTheme="minorHAnsi" w:cstheme="minorHAnsi"/>
                <w:b/>
                <w:bCs/>
                <w:sz w:val="24"/>
                <w:szCs w:val="24"/>
              </w:rPr>
              <w:t>ou</w:t>
            </w:r>
            <w:proofErr w:type="gramEnd"/>
            <w:r w:rsidRPr="004A1544">
              <w:rPr>
                <w:rFonts w:asciiTheme="minorHAnsi" w:hAnsiTheme="minorHAnsi" w:cstheme="minorHAnsi"/>
                <w:b/>
                <w:bCs/>
                <w:sz w:val="24"/>
                <w:szCs w:val="24"/>
              </w:rPr>
              <w:t xml:space="preserve"> du membre du groupement</w:t>
            </w:r>
          </w:p>
        </w:tc>
      </w:tr>
      <w:tr w:rsidR="004A1544" w:rsidRPr="004A1544" w14:paraId="7DE5CD30" w14:textId="77777777"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14:paraId="53BD8B86" w14:textId="77777777"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A60E07">
              <w:rPr>
                <w:rFonts w:cstheme="minorHAnsi"/>
              </w:rPr>
              <w:pict w14:anchorId="722C4FCC">
                <v:shape id="_x0000_i1027" type="#_x0000_t75" style="width:16.5pt;height:15pt">
                  <v:imagedata r:id="rId26" o:title=""/>
                </v:shape>
              </w:pict>
            </w:r>
            <w:r w:rsidRPr="004A1544">
              <w:rPr>
                <w:rFonts w:asciiTheme="minorHAnsi" w:hAnsiTheme="minorHAnsi" w:cstheme="minorHAnsi"/>
              </w:rPr>
              <w:t>Entreprise adaptée</w:t>
            </w:r>
          </w:p>
          <w:p w14:paraId="299E6787" w14:textId="77777777"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1"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14:paraId="3CF66356" w14:textId="77777777"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DA40C" w14:textId="77777777"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649B36F9" w14:textId="77777777"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14:paraId="3198EDC3" w14:textId="77777777"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14:paraId="52E61C9E" w14:textId="77777777" w:rsidR="004A1544" w:rsidRPr="004A1544" w:rsidRDefault="004A1544">
            <w:pPr>
              <w:pStyle w:val="western"/>
              <w:ind w:left="170" w:right="170"/>
              <w:rPr>
                <w:rFonts w:asciiTheme="minorHAnsi" w:hAnsiTheme="minorHAnsi" w:cstheme="minorHAnsi"/>
                <w:i/>
                <w:iCs/>
                <w:sz w:val="24"/>
                <w:szCs w:val="24"/>
              </w:rPr>
            </w:pPr>
          </w:p>
          <w:p w14:paraId="60E4BDE0" w14:textId="77777777" w:rsidR="004A1544" w:rsidRPr="004A1544" w:rsidRDefault="004A1544">
            <w:pPr>
              <w:pStyle w:val="western"/>
              <w:ind w:left="170" w:right="170"/>
              <w:rPr>
                <w:rFonts w:asciiTheme="minorHAnsi" w:hAnsiTheme="minorHAnsi" w:cstheme="minorHAnsi"/>
                <w:i/>
                <w:iCs/>
                <w:sz w:val="24"/>
                <w:szCs w:val="24"/>
              </w:rPr>
            </w:pPr>
          </w:p>
          <w:p w14:paraId="42552A78" w14:textId="77777777"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14:paraId="584B0D3E" w14:textId="77777777" w:rsidR="004A1544" w:rsidRPr="004A1544" w:rsidRDefault="004A1544">
            <w:pPr>
              <w:pStyle w:val="western"/>
              <w:ind w:left="170" w:right="170"/>
              <w:rPr>
                <w:rFonts w:asciiTheme="minorHAnsi" w:hAnsiTheme="minorHAnsi" w:cstheme="minorHAnsi"/>
                <w:i/>
                <w:iCs/>
                <w:sz w:val="24"/>
                <w:szCs w:val="24"/>
              </w:rPr>
            </w:pPr>
          </w:p>
          <w:p w14:paraId="5247E095" w14:textId="77777777" w:rsidR="004A1544" w:rsidRPr="004A1544" w:rsidRDefault="004A1544">
            <w:pPr>
              <w:pStyle w:val="western"/>
              <w:ind w:left="170" w:right="170"/>
              <w:rPr>
                <w:rFonts w:asciiTheme="minorHAnsi" w:hAnsiTheme="minorHAnsi" w:cstheme="minorHAnsi"/>
                <w:i/>
                <w:iCs/>
                <w:sz w:val="24"/>
                <w:szCs w:val="24"/>
              </w:rPr>
            </w:pPr>
          </w:p>
          <w:p w14:paraId="2A7FA4E6" w14:textId="77777777" w:rsidR="004A1544" w:rsidRPr="004A1544" w:rsidRDefault="004A1544">
            <w:pPr>
              <w:pStyle w:val="western"/>
              <w:rPr>
                <w:rFonts w:asciiTheme="minorHAnsi" w:hAnsiTheme="minorHAnsi" w:cstheme="minorHAnsi"/>
                <w:sz w:val="24"/>
                <w:szCs w:val="24"/>
              </w:rPr>
            </w:pPr>
          </w:p>
        </w:tc>
      </w:tr>
      <w:tr w:rsidR="004A1544" w:rsidRPr="004A1544" w14:paraId="5C8ECF1E" w14:textId="77777777"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14:paraId="73FDAF22" w14:textId="77777777"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A60E07">
              <w:rPr>
                <w:rFonts w:cstheme="minorHAnsi"/>
              </w:rPr>
              <w:pict w14:anchorId="28FE2AB7">
                <v:shape id="_x0000_i1028" type="#_x0000_t75" style="width:16.5pt;height:15pt">
                  <v:imagedata r:id="rId26" o:title=""/>
                </v:shape>
              </w:pi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2"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xml:space="preserve">. </w:t>
            </w:r>
            <w:proofErr w:type="gramStart"/>
            <w:r w:rsidRPr="004A1544">
              <w:rPr>
                <w:rFonts w:asciiTheme="minorHAnsi" w:hAnsiTheme="minorHAnsi" w:cstheme="minorHAnsi"/>
              </w:rPr>
              <w:t>du</w:t>
            </w:r>
            <w:proofErr w:type="gramEnd"/>
            <w:r w:rsidRPr="004A1544">
              <w:rPr>
                <w:rFonts w:asciiTheme="minorHAnsi" w:hAnsiTheme="minorHAnsi" w:cstheme="minorHAnsi"/>
              </w:rPr>
              <w:t xml:space="preserve"> code de l’action sociale et des familles) ou structures équivalentes</w:t>
            </w:r>
          </w:p>
          <w:p w14:paraId="66349F90" w14:textId="77777777"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DA4D07" w14:textId="77777777"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14:paraId="50C9C6BB" w14:textId="77777777" w:rsidR="004A1544" w:rsidRPr="004A1544" w:rsidRDefault="004A1544">
            <w:pPr>
              <w:pStyle w:val="western"/>
              <w:ind w:left="170" w:right="170"/>
              <w:rPr>
                <w:rFonts w:asciiTheme="minorHAnsi" w:hAnsiTheme="minorHAnsi" w:cstheme="minorHAnsi"/>
                <w:i/>
                <w:iCs/>
                <w:sz w:val="24"/>
                <w:szCs w:val="24"/>
              </w:rPr>
            </w:pPr>
          </w:p>
          <w:p w14:paraId="67D9CED2" w14:textId="77777777"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Lorsqu’il n’y a pas eu de publication de l’arrêté au recueil des actes administratifs, la preuve de la reconnaissance du statut d’établissement ou de service d’aide par le travail ou de structure équivalente sera à produire.</w:t>
            </w:r>
          </w:p>
          <w:p w14:paraId="29E034CB" w14:textId="77777777"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Le cas échéant, indiquer l’adresse internet à laquelle cette preuve est accessible directement et gratuitement, ainsi que l’ensemble des renseignements nécessaires pour y accéder :</w:t>
            </w:r>
          </w:p>
          <w:p w14:paraId="195615CF" w14:textId="77777777" w:rsidR="004A1544" w:rsidRPr="004A1544" w:rsidRDefault="004A1544">
            <w:pPr>
              <w:pStyle w:val="western"/>
              <w:ind w:left="170" w:right="170"/>
              <w:rPr>
                <w:rFonts w:asciiTheme="minorHAnsi" w:hAnsiTheme="minorHAnsi" w:cstheme="minorHAnsi"/>
                <w:i/>
                <w:iCs/>
                <w:sz w:val="24"/>
                <w:szCs w:val="24"/>
              </w:rPr>
            </w:pPr>
          </w:p>
          <w:p w14:paraId="168F534F" w14:textId="77777777"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14:paraId="137BBE84" w14:textId="77777777" w:rsidR="004A1544" w:rsidRPr="004A1544" w:rsidRDefault="004A1544">
            <w:pPr>
              <w:pStyle w:val="western"/>
              <w:ind w:right="170"/>
              <w:rPr>
                <w:rFonts w:asciiTheme="minorHAnsi" w:hAnsiTheme="minorHAnsi" w:cstheme="minorHAnsi"/>
                <w:i/>
                <w:iCs/>
                <w:sz w:val="24"/>
                <w:szCs w:val="24"/>
              </w:rPr>
            </w:pPr>
          </w:p>
          <w:p w14:paraId="0D488601" w14:textId="77777777" w:rsidR="004A1544" w:rsidRPr="004A1544" w:rsidRDefault="004A1544">
            <w:pPr>
              <w:pStyle w:val="western"/>
              <w:ind w:left="170" w:right="170"/>
              <w:rPr>
                <w:rFonts w:asciiTheme="minorHAnsi" w:hAnsiTheme="minorHAnsi" w:cstheme="minorHAnsi"/>
                <w:i/>
                <w:iCs/>
                <w:sz w:val="24"/>
                <w:szCs w:val="24"/>
              </w:rPr>
            </w:pPr>
          </w:p>
          <w:p w14:paraId="324982BF" w14:textId="77777777"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14:paraId="49299D92" w14:textId="77777777" w:rsidR="004A1544" w:rsidRPr="004A1544" w:rsidRDefault="004A1544">
            <w:pPr>
              <w:pStyle w:val="western"/>
              <w:rPr>
                <w:rFonts w:asciiTheme="minorHAnsi" w:hAnsiTheme="minorHAnsi" w:cstheme="minorHAnsi"/>
                <w:sz w:val="24"/>
                <w:szCs w:val="24"/>
              </w:rPr>
            </w:pPr>
          </w:p>
        </w:tc>
      </w:tr>
      <w:tr w:rsidR="004A1544" w:rsidRPr="004A1544" w14:paraId="18D67BD3" w14:textId="77777777"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14:paraId="6DAC8D02" w14:textId="77777777"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A60E07">
              <w:rPr>
                <w:rFonts w:cstheme="minorHAnsi"/>
              </w:rPr>
              <w:pict w14:anchorId="39B96DA5">
                <v:shape id="_x0000_i1029" type="#_x0000_t75" style="width:16.5pt;height:15pt">
                  <v:imagedata r:id="rId26" o:title=""/>
                </v:shape>
              </w:pict>
            </w:r>
            <w:r w:rsidRPr="004A1544">
              <w:rPr>
                <w:rFonts w:asciiTheme="minorHAnsi" w:hAnsiTheme="minorHAnsi" w:cstheme="minorHAnsi"/>
              </w:rPr>
              <w:t>Structures d’insertion par l’activité économique (</w:t>
            </w:r>
            <w:hyperlink r:id="rId33"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14:paraId="0FAA8123" w14:textId="77777777"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28D57D" w14:textId="77777777"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14:paraId="0892D19D" w14:textId="77777777"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14:paraId="0380262B" w14:textId="77777777" w:rsidR="004A1544" w:rsidRPr="004A1544" w:rsidRDefault="004A1544">
            <w:pPr>
              <w:pStyle w:val="western"/>
              <w:ind w:left="170" w:right="170"/>
              <w:rPr>
                <w:rFonts w:asciiTheme="minorHAnsi" w:hAnsiTheme="minorHAnsi" w:cstheme="minorHAnsi"/>
                <w:i/>
                <w:iCs/>
                <w:sz w:val="24"/>
                <w:szCs w:val="24"/>
              </w:rPr>
            </w:pPr>
          </w:p>
          <w:p w14:paraId="6644E096" w14:textId="77777777"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14:paraId="7B68D7B2" w14:textId="77777777" w:rsidR="004A1544" w:rsidRPr="004A1544" w:rsidRDefault="004A1544">
            <w:pPr>
              <w:pStyle w:val="western"/>
              <w:ind w:left="170" w:right="170"/>
              <w:rPr>
                <w:rFonts w:asciiTheme="minorHAnsi" w:hAnsiTheme="minorHAnsi" w:cstheme="minorHAnsi"/>
                <w:i/>
                <w:iCs/>
                <w:sz w:val="24"/>
                <w:szCs w:val="24"/>
              </w:rPr>
            </w:pPr>
          </w:p>
          <w:p w14:paraId="0027B583" w14:textId="77777777" w:rsidR="004A1544" w:rsidRPr="004A1544" w:rsidRDefault="004A1544">
            <w:pPr>
              <w:pStyle w:val="western"/>
              <w:ind w:left="170" w:right="170"/>
              <w:rPr>
                <w:rFonts w:asciiTheme="minorHAnsi" w:hAnsiTheme="minorHAnsi" w:cstheme="minorHAnsi"/>
                <w:i/>
                <w:iCs/>
                <w:sz w:val="24"/>
                <w:szCs w:val="24"/>
              </w:rPr>
            </w:pPr>
          </w:p>
          <w:p w14:paraId="0E6B2129" w14:textId="77777777"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14:paraId="3EE3C8B6" w14:textId="77777777" w:rsidR="004A1544" w:rsidRPr="004A1544" w:rsidRDefault="004A1544">
            <w:pPr>
              <w:pStyle w:val="western"/>
              <w:rPr>
                <w:rFonts w:asciiTheme="minorHAnsi" w:hAnsiTheme="minorHAnsi" w:cstheme="minorHAnsi"/>
                <w:i/>
                <w:iCs/>
                <w:sz w:val="24"/>
                <w:szCs w:val="24"/>
              </w:rPr>
            </w:pPr>
          </w:p>
          <w:p w14:paraId="4397B368" w14:textId="77777777" w:rsidR="004A1544" w:rsidRPr="004A1544" w:rsidRDefault="004A1544">
            <w:pPr>
              <w:pStyle w:val="western"/>
              <w:rPr>
                <w:rFonts w:asciiTheme="minorHAnsi" w:hAnsiTheme="minorHAnsi" w:cstheme="minorHAnsi"/>
                <w:i/>
                <w:iCs/>
                <w:sz w:val="24"/>
                <w:szCs w:val="24"/>
              </w:rPr>
            </w:pPr>
          </w:p>
          <w:p w14:paraId="2DCA7F2A" w14:textId="77777777" w:rsidR="004A1544" w:rsidRPr="004A1544" w:rsidRDefault="004A1544">
            <w:pPr>
              <w:pStyle w:val="western"/>
              <w:rPr>
                <w:rFonts w:asciiTheme="minorHAnsi" w:hAnsiTheme="minorHAnsi" w:cstheme="minorHAnsi"/>
                <w:i/>
                <w:iCs/>
                <w:sz w:val="24"/>
                <w:szCs w:val="24"/>
              </w:rPr>
            </w:pPr>
          </w:p>
          <w:p w14:paraId="4C7D34B1" w14:textId="77777777" w:rsidR="004A1544" w:rsidRPr="004A1544" w:rsidRDefault="004A1544">
            <w:pPr>
              <w:pStyle w:val="western"/>
              <w:rPr>
                <w:rFonts w:asciiTheme="minorHAnsi" w:hAnsiTheme="minorHAnsi" w:cstheme="minorHAnsi"/>
                <w:i/>
                <w:iCs/>
                <w:sz w:val="24"/>
                <w:szCs w:val="24"/>
              </w:rPr>
            </w:pPr>
          </w:p>
          <w:p w14:paraId="7A5B3A3F" w14:textId="77777777" w:rsidR="004A1544" w:rsidRPr="004A1544" w:rsidRDefault="004A1544">
            <w:pPr>
              <w:pStyle w:val="western"/>
              <w:rPr>
                <w:rFonts w:asciiTheme="minorHAnsi" w:hAnsiTheme="minorHAnsi" w:cstheme="minorHAnsi"/>
                <w:sz w:val="24"/>
                <w:szCs w:val="24"/>
              </w:rPr>
            </w:pPr>
          </w:p>
        </w:tc>
      </w:tr>
      <w:tr w:rsidR="004A1544" w:rsidRPr="004A1544" w14:paraId="5255E4AC" w14:textId="77777777"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14:paraId="775907B8" w14:textId="77777777"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A60E07">
              <w:rPr>
                <w:rFonts w:cstheme="minorHAnsi"/>
              </w:rPr>
              <w:pict w14:anchorId="19B03181">
                <v:shape id="_x0000_i1030" type="#_x0000_t75" style="width:16.5pt;height:15pt">
                  <v:imagedata r:id="rId26" o:title=""/>
                </v:shape>
              </w:pict>
            </w:r>
            <w:r w:rsidRPr="004A1544">
              <w:rPr>
                <w:rFonts w:asciiTheme="minorHAnsi" w:hAnsiTheme="minorHAnsi" w:cstheme="minorHAnsi"/>
              </w:rPr>
              <w:t>Entreprises de l’économie sociale et solidaire (</w:t>
            </w:r>
            <w:hyperlink r:id="rId34"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14:paraId="2D8A1548" w14:textId="77777777"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5F3350" w14:textId="77777777"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14:paraId="50405AD4" w14:textId="77777777"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14:paraId="4FE95DE4" w14:textId="77777777" w:rsidR="004A1544" w:rsidRPr="004A1544" w:rsidRDefault="004A1544">
            <w:pPr>
              <w:pStyle w:val="western"/>
              <w:ind w:left="170" w:right="170"/>
              <w:rPr>
                <w:rFonts w:asciiTheme="minorHAnsi" w:hAnsiTheme="minorHAnsi" w:cstheme="minorHAnsi"/>
                <w:i/>
                <w:iCs/>
                <w:sz w:val="24"/>
                <w:szCs w:val="24"/>
              </w:rPr>
            </w:pPr>
          </w:p>
          <w:p w14:paraId="46C3DCBA" w14:textId="77777777"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14:paraId="62F7B0CC" w14:textId="77777777" w:rsidR="004A1544" w:rsidRPr="004A1544" w:rsidRDefault="004A1544">
            <w:pPr>
              <w:pStyle w:val="western"/>
              <w:ind w:left="170" w:right="170"/>
              <w:rPr>
                <w:rFonts w:asciiTheme="minorHAnsi" w:hAnsiTheme="minorHAnsi" w:cstheme="minorHAnsi"/>
                <w:i/>
                <w:iCs/>
                <w:sz w:val="24"/>
                <w:szCs w:val="24"/>
              </w:rPr>
            </w:pPr>
          </w:p>
          <w:p w14:paraId="53466B28" w14:textId="77777777" w:rsidR="004A1544" w:rsidRPr="004A1544" w:rsidRDefault="004A1544">
            <w:pPr>
              <w:pStyle w:val="western"/>
              <w:ind w:left="170" w:right="170"/>
              <w:rPr>
                <w:rFonts w:asciiTheme="minorHAnsi" w:hAnsiTheme="minorHAnsi" w:cstheme="minorHAnsi"/>
                <w:i/>
                <w:iCs/>
                <w:sz w:val="24"/>
                <w:szCs w:val="24"/>
              </w:rPr>
            </w:pPr>
          </w:p>
          <w:p w14:paraId="4F89D0B2" w14:textId="77777777" w:rsidR="004A1544" w:rsidRPr="004A1544" w:rsidRDefault="004A1544">
            <w:pPr>
              <w:pStyle w:val="western"/>
              <w:ind w:left="170" w:right="170"/>
              <w:rPr>
                <w:rFonts w:asciiTheme="minorHAnsi" w:hAnsiTheme="minorHAnsi" w:cstheme="minorHAnsi"/>
                <w:i/>
                <w:iCs/>
                <w:sz w:val="24"/>
                <w:szCs w:val="24"/>
              </w:rPr>
            </w:pPr>
          </w:p>
          <w:p w14:paraId="75181D78" w14:textId="77777777"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14:paraId="392F7882" w14:textId="77777777" w:rsidR="004A1544" w:rsidRPr="004A1544" w:rsidRDefault="004A1544">
            <w:pPr>
              <w:pStyle w:val="western"/>
              <w:ind w:left="170" w:right="170"/>
              <w:rPr>
                <w:rFonts w:asciiTheme="minorHAnsi" w:hAnsiTheme="minorHAnsi" w:cstheme="minorHAnsi"/>
                <w:i/>
                <w:iCs/>
                <w:sz w:val="24"/>
                <w:szCs w:val="24"/>
              </w:rPr>
            </w:pPr>
          </w:p>
          <w:p w14:paraId="6D2EED10" w14:textId="77777777" w:rsidR="004A1544" w:rsidRPr="004A1544" w:rsidRDefault="004A1544">
            <w:pPr>
              <w:pStyle w:val="western"/>
              <w:ind w:left="170" w:right="170"/>
              <w:rPr>
                <w:rFonts w:asciiTheme="minorHAnsi" w:hAnsiTheme="minorHAnsi" w:cstheme="minorHAnsi"/>
                <w:i/>
                <w:iCs/>
                <w:sz w:val="24"/>
                <w:szCs w:val="24"/>
              </w:rPr>
            </w:pPr>
          </w:p>
          <w:p w14:paraId="3C4976D9" w14:textId="77777777" w:rsidR="004A1544" w:rsidRPr="004A1544" w:rsidRDefault="004A1544">
            <w:pPr>
              <w:pStyle w:val="western"/>
              <w:ind w:left="170" w:right="170"/>
              <w:rPr>
                <w:rFonts w:asciiTheme="minorHAnsi" w:hAnsiTheme="minorHAnsi" w:cstheme="minorHAnsi"/>
                <w:i/>
                <w:iCs/>
                <w:sz w:val="24"/>
                <w:szCs w:val="24"/>
              </w:rPr>
            </w:pPr>
          </w:p>
          <w:p w14:paraId="69613C5E" w14:textId="77777777" w:rsidR="004A1544" w:rsidRPr="004A1544" w:rsidRDefault="004A1544">
            <w:pPr>
              <w:pStyle w:val="western"/>
              <w:rPr>
                <w:rFonts w:asciiTheme="minorHAnsi" w:hAnsiTheme="minorHAnsi" w:cstheme="minorHAnsi"/>
                <w:sz w:val="24"/>
                <w:szCs w:val="24"/>
              </w:rPr>
            </w:pPr>
          </w:p>
        </w:tc>
      </w:tr>
    </w:tbl>
    <w:p w14:paraId="4432845C" w14:textId="77777777"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14:paraId="610C8A26" w14:textId="77777777" w:rsidR="004A1544" w:rsidRPr="004A1544" w:rsidRDefault="004A1544" w:rsidP="004A1544">
      <w:pPr>
        <w:pStyle w:val="western"/>
        <w:rPr>
          <w:rFonts w:asciiTheme="minorHAnsi" w:hAnsiTheme="minorHAnsi" w:cstheme="minorHAnsi"/>
          <w:i/>
          <w:iCs/>
          <w:sz w:val="24"/>
          <w:szCs w:val="24"/>
        </w:rPr>
      </w:pPr>
    </w:p>
    <w:p w14:paraId="391CADA5"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35"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36"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14:paraId="1C3E649E" w14:textId="77777777" w:rsidR="004A1544" w:rsidRPr="004A1544" w:rsidRDefault="004A1544" w:rsidP="004A1544">
      <w:pPr>
        <w:pStyle w:val="NormalWeb"/>
        <w:rPr>
          <w:rFonts w:asciiTheme="minorHAnsi" w:hAnsiTheme="minorHAnsi" w:cstheme="minorHAnsi"/>
        </w:rPr>
      </w:pPr>
    </w:p>
    <w:p w14:paraId="20A6B46D" w14:textId="77777777"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14:paraId="366487D3" w14:textId="77777777" w:rsidR="004A1544" w:rsidRPr="004A1544" w:rsidRDefault="004A1544" w:rsidP="004A1544">
      <w:pPr>
        <w:pStyle w:val="NormalWeb"/>
        <w:ind w:left="284"/>
        <w:rPr>
          <w:rFonts w:asciiTheme="minorHAnsi" w:hAnsiTheme="minorHAnsi" w:cstheme="minorHAnsi"/>
        </w:rPr>
      </w:pPr>
    </w:p>
    <w:p w14:paraId="49BB7568" w14:textId="77777777" w:rsidR="004A1544" w:rsidRPr="004A1544" w:rsidRDefault="004A1544" w:rsidP="004A1544">
      <w:pPr>
        <w:pStyle w:val="NormalWeb"/>
        <w:ind w:left="284"/>
        <w:rPr>
          <w:rFonts w:asciiTheme="minorHAnsi" w:hAnsiTheme="minorHAnsi" w:cstheme="minorHAnsi"/>
        </w:rPr>
      </w:pPr>
    </w:p>
    <w:p w14:paraId="3793E2C2" w14:textId="77777777" w:rsidR="004A1544" w:rsidRPr="004A1544" w:rsidRDefault="004A1544" w:rsidP="004A1544">
      <w:pPr>
        <w:pStyle w:val="NormalWeb"/>
        <w:ind w:left="284"/>
        <w:rPr>
          <w:rFonts w:asciiTheme="minorHAnsi" w:hAnsiTheme="minorHAnsi" w:cstheme="minorHAnsi"/>
        </w:rPr>
      </w:pPr>
    </w:p>
    <w:p w14:paraId="3F6F0D5C" w14:textId="77777777"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14:paraId="226056F1" w14:textId="77777777"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4F43131" w14:textId="77777777" w:rsidR="004A1544" w:rsidRPr="004A1544" w:rsidRDefault="004A1544" w:rsidP="004A1544">
      <w:pPr>
        <w:pStyle w:val="NormalWeb"/>
        <w:ind w:left="284"/>
        <w:rPr>
          <w:rFonts w:asciiTheme="minorHAnsi" w:hAnsiTheme="minorHAnsi" w:cstheme="minorHAnsi"/>
        </w:rPr>
      </w:pPr>
    </w:p>
    <w:p w14:paraId="0710163F" w14:textId="77777777" w:rsidR="004A1544" w:rsidRPr="004A1544" w:rsidRDefault="004A1544" w:rsidP="004A1544">
      <w:pPr>
        <w:pStyle w:val="NormalWeb"/>
        <w:ind w:left="284"/>
        <w:rPr>
          <w:rFonts w:asciiTheme="minorHAnsi" w:hAnsiTheme="minorHAnsi" w:cstheme="minorHAnsi"/>
        </w:rPr>
      </w:pPr>
    </w:p>
    <w:p w14:paraId="0F322284" w14:textId="77777777" w:rsidR="004A1544" w:rsidRPr="004A1544" w:rsidRDefault="004A1544" w:rsidP="004A1544">
      <w:pPr>
        <w:pStyle w:val="NormalWeb"/>
        <w:ind w:left="284"/>
        <w:rPr>
          <w:rFonts w:asciiTheme="minorHAnsi" w:hAnsiTheme="minorHAnsi" w:cstheme="minorHAnsi"/>
        </w:rPr>
      </w:pPr>
    </w:p>
    <w:p w14:paraId="1162DB34" w14:textId="77777777"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14:paraId="188004AD" w14:textId="77777777" w:rsidR="004A1544" w:rsidRPr="004A1544" w:rsidRDefault="004A1544" w:rsidP="004A1544">
      <w:pPr>
        <w:pStyle w:val="NormalWeb"/>
        <w:ind w:left="284"/>
        <w:rPr>
          <w:rFonts w:asciiTheme="minorHAnsi" w:hAnsiTheme="minorHAnsi" w:cstheme="minorHAnsi"/>
        </w:rPr>
      </w:pPr>
    </w:p>
    <w:p w14:paraId="02402FD3" w14:textId="77777777"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14:paraId="7377765C" w14:textId="77777777" w:rsidR="004A1544" w:rsidRPr="004A1544" w:rsidRDefault="004A1544" w:rsidP="004A1544">
      <w:pPr>
        <w:pStyle w:val="NormalWeb"/>
        <w:ind w:left="992"/>
        <w:rPr>
          <w:rFonts w:asciiTheme="minorHAnsi" w:hAnsiTheme="minorHAnsi" w:cstheme="minorHAnsi"/>
        </w:rPr>
      </w:pPr>
    </w:p>
    <w:p w14:paraId="490496EB" w14:textId="77777777" w:rsidR="004A1544" w:rsidRPr="004A1544" w:rsidRDefault="004A1544" w:rsidP="004A1544">
      <w:pPr>
        <w:pStyle w:val="NormalWeb"/>
        <w:ind w:left="992"/>
        <w:rPr>
          <w:rFonts w:asciiTheme="minorHAnsi" w:hAnsiTheme="minorHAnsi" w:cstheme="minorHAnsi"/>
        </w:rPr>
      </w:pPr>
    </w:p>
    <w:p w14:paraId="501E8AB7" w14:textId="77777777"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Renseignements nécessaires pour y accéder :</w:t>
      </w:r>
    </w:p>
    <w:p w14:paraId="3EBC640D" w14:textId="77777777" w:rsidR="004A1544" w:rsidRPr="004A1544" w:rsidRDefault="004A1544" w:rsidP="004A1544">
      <w:pPr>
        <w:pStyle w:val="NormalWeb"/>
        <w:ind w:left="992"/>
        <w:rPr>
          <w:rFonts w:asciiTheme="minorHAnsi" w:hAnsiTheme="minorHAnsi" w:cstheme="minorHAnsi"/>
        </w:rPr>
      </w:pPr>
    </w:p>
    <w:p w14:paraId="5C570AD5" w14:textId="77777777" w:rsidR="004A1544" w:rsidRPr="004A1544" w:rsidRDefault="004A1544" w:rsidP="004A1544">
      <w:pPr>
        <w:pStyle w:val="NormalWeb"/>
        <w:ind w:left="992"/>
        <w:rPr>
          <w:rFonts w:asciiTheme="minorHAnsi" w:hAnsiTheme="minorHAnsi" w:cstheme="minorHAnsi"/>
        </w:rPr>
      </w:pPr>
    </w:p>
    <w:p w14:paraId="12476B7E" w14:textId="77777777" w:rsidR="004A1544" w:rsidRPr="004A1544" w:rsidRDefault="004A1544" w:rsidP="004A1544">
      <w:pPr>
        <w:pStyle w:val="NormalWeb"/>
        <w:ind w:left="992"/>
        <w:rPr>
          <w:rFonts w:asciiTheme="minorHAnsi" w:hAnsiTheme="minorHAnsi" w:cstheme="minorHAnsi"/>
        </w:rPr>
      </w:pPr>
    </w:p>
    <w:p w14:paraId="58F379A5" w14:textId="77777777" w:rsidR="004A1544" w:rsidRPr="004A1544" w:rsidRDefault="004A1544" w:rsidP="004A1544">
      <w:pPr>
        <w:pStyle w:val="NormalWeb"/>
        <w:ind w:left="992"/>
        <w:rPr>
          <w:rFonts w:asciiTheme="minorHAnsi" w:hAnsiTheme="minorHAnsi" w:cstheme="minorHAnsi"/>
        </w:rPr>
      </w:pPr>
    </w:p>
    <w:p w14:paraId="0F8E839D"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lastRenderedPageBreak/>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37"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14:paraId="695BDB40" w14:textId="77777777" w:rsidR="004A1544" w:rsidRPr="004A1544" w:rsidRDefault="004A1544" w:rsidP="004A1544">
      <w:pPr>
        <w:pStyle w:val="NormalWeb"/>
        <w:rPr>
          <w:rFonts w:asciiTheme="minorHAnsi" w:hAnsiTheme="minorHAnsi" w:cstheme="minorHAnsi"/>
        </w:rPr>
      </w:pPr>
    </w:p>
    <w:p w14:paraId="03F70F74" w14:textId="77777777" w:rsidR="004A1544" w:rsidRPr="004A1544" w:rsidRDefault="00A60E07" w:rsidP="004A1544">
      <w:pPr>
        <w:pStyle w:val="western"/>
        <w:ind w:left="567"/>
        <w:rPr>
          <w:rFonts w:asciiTheme="minorHAnsi" w:hAnsiTheme="minorHAnsi" w:cstheme="minorHAnsi"/>
          <w:sz w:val="24"/>
          <w:szCs w:val="24"/>
        </w:rPr>
      </w:pPr>
      <w:r>
        <w:rPr>
          <w:rFonts w:cstheme="minorHAnsi"/>
          <w:i/>
          <w:iCs/>
          <w:sz w:val="24"/>
          <w:szCs w:val="24"/>
        </w:rPr>
        <w:pict w14:anchorId="1767DE2F">
          <v:shape id="_x0000_i1031" type="#_x0000_t75" style="width:16.5pt;height:15pt">
            <v:imagedata r:id="rId26" o:title=""/>
          </v:shape>
        </w:pi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14:paraId="38188984" w14:textId="77777777"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14:paraId="20606585" w14:textId="77777777"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14:paraId="4331191F" w14:textId="77777777" w:rsidTr="001D7F31">
        <w:tc>
          <w:tcPr>
            <w:tcW w:w="10419" w:type="dxa"/>
            <w:shd w:val="clear" w:color="auto" w:fill="00B050"/>
          </w:tcPr>
          <w:p w14:paraId="2D236D9E" w14:textId="77777777"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14:paraId="4D9D821E"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14:paraId="2E959A28"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14:paraId="3C47C187" w14:textId="77777777" w:rsidR="004A1544" w:rsidRPr="004A1544" w:rsidRDefault="004A1544" w:rsidP="004A1544">
      <w:pPr>
        <w:pStyle w:val="western"/>
        <w:rPr>
          <w:rFonts w:asciiTheme="minorHAnsi" w:hAnsiTheme="minorHAnsi" w:cstheme="minorHAnsi"/>
        </w:rPr>
      </w:pPr>
    </w:p>
    <w:p w14:paraId="27D83F72"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14:paraId="2E06C55E" w14:textId="77777777" w:rsidR="004A1544" w:rsidRPr="004A1544" w:rsidRDefault="004A1544" w:rsidP="004A1544">
      <w:pPr>
        <w:pStyle w:val="western"/>
        <w:rPr>
          <w:rFonts w:asciiTheme="minorHAnsi" w:hAnsiTheme="minorHAnsi" w:cstheme="minorHAnsi"/>
        </w:rPr>
      </w:pPr>
    </w:p>
    <w:p w14:paraId="54CE6F87" w14:textId="77777777" w:rsidR="004A1544" w:rsidRPr="004A1544" w:rsidRDefault="004A1544" w:rsidP="004A1544">
      <w:pPr>
        <w:pStyle w:val="western"/>
        <w:rPr>
          <w:rFonts w:asciiTheme="minorHAnsi" w:hAnsiTheme="minorHAnsi" w:cstheme="minorHAnsi"/>
        </w:rPr>
      </w:pPr>
    </w:p>
    <w:p w14:paraId="0E9979B8" w14:textId="77777777" w:rsidR="004A1544" w:rsidRPr="004A1544" w:rsidRDefault="004A1544" w:rsidP="004A1544">
      <w:pPr>
        <w:pStyle w:val="western"/>
        <w:rPr>
          <w:rFonts w:asciiTheme="minorHAnsi" w:hAnsiTheme="minorHAnsi" w:cstheme="minorHAnsi"/>
        </w:rPr>
      </w:pPr>
    </w:p>
    <w:p w14:paraId="30DF3BFF" w14:textId="77777777" w:rsidR="004A1544" w:rsidRPr="004A1544" w:rsidRDefault="004A1544" w:rsidP="004A1544">
      <w:pPr>
        <w:pStyle w:val="western"/>
        <w:rPr>
          <w:rFonts w:asciiTheme="minorHAnsi" w:hAnsiTheme="minorHAnsi" w:cstheme="minorHAnsi"/>
        </w:rPr>
      </w:pPr>
    </w:p>
    <w:p w14:paraId="7F0D694B" w14:textId="77777777" w:rsidR="004A1544" w:rsidRPr="004A1544" w:rsidRDefault="004A1544" w:rsidP="004A1544">
      <w:pPr>
        <w:pStyle w:val="western"/>
        <w:rPr>
          <w:rFonts w:asciiTheme="minorHAnsi" w:hAnsiTheme="minorHAnsi" w:cstheme="minorHAnsi"/>
        </w:rPr>
      </w:pPr>
    </w:p>
    <w:p w14:paraId="408D6346" w14:textId="77777777" w:rsidR="004A1544" w:rsidRPr="004A1544" w:rsidRDefault="004A1544" w:rsidP="004A1544">
      <w:pPr>
        <w:pStyle w:val="western"/>
        <w:rPr>
          <w:rFonts w:asciiTheme="minorHAnsi" w:hAnsiTheme="minorHAnsi" w:cstheme="minorHAnsi"/>
        </w:rPr>
      </w:pPr>
    </w:p>
    <w:p w14:paraId="0B26462E" w14:textId="77777777" w:rsidR="004A1544" w:rsidRPr="004A1544" w:rsidRDefault="004A1544" w:rsidP="004A1544">
      <w:pPr>
        <w:pStyle w:val="western"/>
        <w:rPr>
          <w:rFonts w:asciiTheme="minorHAnsi" w:hAnsiTheme="minorHAnsi" w:cstheme="minorHAnsi"/>
        </w:rPr>
      </w:pPr>
    </w:p>
    <w:p w14:paraId="565F0CB4"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14:paraId="177745DC" w14:textId="77777777" w:rsidR="004A1544" w:rsidRPr="004A1544" w:rsidRDefault="004A1544" w:rsidP="004A1544">
      <w:pPr>
        <w:pStyle w:val="western"/>
        <w:rPr>
          <w:rFonts w:asciiTheme="minorHAnsi" w:hAnsiTheme="minorHAnsi" w:cstheme="minorHAnsi"/>
        </w:rPr>
      </w:pPr>
    </w:p>
    <w:p w14:paraId="55BFD50C" w14:textId="77777777" w:rsidR="004A1544" w:rsidRPr="004A1544" w:rsidRDefault="004A1544" w:rsidP="004A1544">
      <w:pPr>
        <w:pStyle w:val="western"/>
        <w:rPr>
          <w:rFonts w:asciiTheme="minorHAnsi" w:hAnsiTheme="minorHAnsi" w:cstheme="minorHAnsi"/>
        </w:rPr>
      </w:pPr>
    </w:p>
    <w:p w14:paraId="3B5D1C2E" w14:textId="77777777" w:rsidR="004A1544" w:rsidRPr="004A1544" w:rsidRDefault="004A1544" w:rsidP="004A1544">
      <w:pPr>
        <w:pStyle w:val="western"/>
        <w:rPr>
          <w:rFonts w:asciiTheme="minorHAnsi" w:hAnsiTheme="minorHAnsi" w:cstheme="minorHAnsi"/>
        </w:rPr>
      </w:pPr>
    </w:p>
    <w:p w14:paraId="7E0EDCFC" w14:textId="77777777" w:rsidR="004A1544" w:rsidRPr="004A1544" w:rsidRDefault="004A1544" w:rsidP="004A1544">
      <w:pPr>
        <w:pStyle w:val="western"/>
        <w:rPr>
          <w:rFonts w:asciiTheme="minorHAnsi" w:hAnsiTheme="minorHAnsi" w:cstheme="minorHAnsi"/>
        </w:rPr>
      </w:pPr>
    </w:p>
    <w:p w14:paraId="1B40AC4E" w14:textId="77777777" w:rsidR="004A1544" w:rsidRPr="004A1544" w:rsidRDefault="004A1544" w:rsidP="004A1544">
      <w:pPr>
        <w:pStyle w:val="western"/>
        <w:rPr>
          <w:rFonts w:asciiTheme="minorHAnsi" w:hAnsiTheme="minorHAnsi" w:cstheme="minorHAnsi"/>
        </w:rPr>
      </w:pPr>
    </w:p>
    <w:p w14:paraId="1B1EF073" w14:textId="77777777" w:rsidR="004A1544" w:rsidRPr="004A1544" w:rsidRDefault="004A1544" w:rsidP="004A1544">
      <w:pPr>
        <w:pStyle w:val="western"/>
        <w:rPr>
          <w:rFonts w:asciiTheme="minorHAnsi" w:hAnsiTheme="minorHAnsi" w:cstheme="minorHAnsi"/>
        </w:rPr>
      </w:pPr>
    </w:p>
    <w:p w14:paraId="0CFB2387" w14:textId="77777777" w:rsidR="004A1544" w:rsidRPr="004A1544" w:rsidRDefault="004A1544" w:rsidP="004A1544">
      <w:pPr>
        <w:pStyle w:val="western"/>
        <w:rPr>
          <w:rFonts w:asciiTheme="minorHAnsi" w:hAnsiTheme="minorHAnsi" w:cstheme="minorHAnsi"/>
        </w:rPr>
      </w:pPr>
    </w:p>
    <w:p w14:paraId="198EAAEB" w14:textId="77777777" w:rsidR="004A1544" w:rsidRPr="004A1544" w:rsidRDefault="004A1544" w:rsidP="004A1544">
      <w:pPr>
        <w:pStyle w:val="western"/>
        <w:rPr>
          <w:rFonts w:asciiTheme="minorHAnsi" w:hAnsiTheme="minorHAnsi" w:cstheme="minorHAnsi"/>
        </w:rPr>
      </w:pPr>
    </w:p>
    <w:p w14:paraId="113FA7AE" w14:textId="77777777"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38"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14:paraId="52107B6D" w14:textId="77777777"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lastRenderedPageBreak/>
        <w:t>(Si l’adresse et les renseignements sont identiques à ceux fournis plus haut se contenter de renvoyer à la rubrique concernée.)</w:t>
      </w:r>
    </w:p>
    <w:p w14:paraId="5D5BEDCC" w14:textId="77777777" w:rsidR="004A1544" w:rsidRPr="004A1544" w:rsidRDefault="004A1544" w:rsidP="004A1544">
      <w:pPr>
        <w:pStyle w:val="western"/>
        <w:rPr>
          <w:rFonts w:asciiTheme="minorHAnsi" w:hAnsiTheme="minorHAnsi" w:cstheme="minorHAnsi"/>
        </w:rPr>
      </w:pPr>
    </w:p>
    <w:p w14:paraId="2ABE85D9" w14:textId="77777777"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14:paraId="6A21AE65" w14:textId="77777777" w:rsidR="004A1544" w:rsidRPr="004A1544" w:rsidRDefault="004A1544" w:rsidP="004A1544">
      <w:pPr>
        <w:pStyle w:val="western"/>
        <w:ind w:left="284"/>
        <w:rPr>
          <w:rFonts w:asciiTheme="minorHAnsi" w:hAnsiTheme="minorHAnsi" w:cstheme="minorHAnsi"/>
          <w:i/>
          <w:iCs/>
        </w:rPr>
      </w:pPr>
    </w:p>
    <w:p w14:paraId="292C4D5B" w14:textId="77777777" w:rsidR="004A1544" w:rsidRPr="004A1544" w:rsidRDefault="004A1544" w:rsidP="004A1544">
      <w:pPr>
        <w:pStyle w:val="western"/>
        <w:ind w:left="284"/>
        <w:rPr>
          <w:rFonts w:asciiTheme="minorHAnsi" w:hAnsiTheme="minorHAnsi" w:cstheme="minorHAnsi"/>
          <w:i/>
          <w:iCs/>
        </w:rPr>
      </w:pPr>
    </w:p>
    <w:p w14:paraId="23A06EC8" w14:textId="77777777" w:rsidR="004A1544" w:rsidRPr="004A1544" w:rsidRDefault="004A1544" w:rsidP="004A1544">
      <w:pPr>
        <w:pStyle w:val="western"/>
        <w:ind w:left="284"/>
        <w:rPr>
          <w:rFonts w:asciiTheme="minorHAnsi" w:hAnsiTheme="minorHAnsi" w:cstheme="minorHAnsi"/>
          <w:i/>
          <w:iCs/>
        </w:rPr>
      </w:pPr>
    </w:p>
    <w:p w14:paraId="5CC6B683" w14:textId="77777777"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14:paraId="4E54A0D9" w14:textId="77777777"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14:paraId="0FD42D6C" w14:textId="77777777" w:rsidTr="001D7F31">
        <w:tc>
          <w:tcPr>
            <w:tcW w:w="10490" w:type="dxa"/>
            <w:shd w:val="clear" w:color="auto" w:fill="00B050"/>
          </w:tcPr>
          <w:p w14:paraId="1FAB75D5" w14:textId="77777777"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14:paraId="59DF2ED2" w14:textId="77777777"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14:paraId="62141D08" w14:textId="77777777"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14:paraId="2EC0A274" w14:textId="77777777"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14:paraId="38AAA794" w14:textId="77777777"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14:paraId="05EBB348" w14:textId="77777777"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14:paraId="3E4994D1" w14:textId="77777777"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14:paraId="27DEF097" w14:textId="77777777"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14:paraId="6AE3C2A3" w14:textId="77777777"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14:paraId="2F250E90" w14:textId="77777777"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14:paraId="3BAC7CA9" w14:textId="77777777" w:rsidR="004A1544" w:rsidRPr="004A1544" w:rsidRDefault="004A1544" w:rsidP="004A1544">
            <w:pPr>
              <w:suppressAutoHyphens w:val="0"/>
              <w:spacing w:before="119" w:after="240"/>
              <w:jc w:val="both"/>
              <w:rPr>
                <w:rFonts w:asciiTheme="minorHAnsi" w:hAnsiTheme="minorHAnsi" w:cstheme="minorHAnsi"/>
                <w:color w:val="000000"/>
                <w:lang w:eastAsia="fr-FR"/>
              </w:rPr>
            </w:pPr>
          </w:p>
          <w:p w14:paraId="63372AC5"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14:paraId="5670BD6D"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14:paraId="3E1FF416"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14:paraId="26450F4E" w14:textId="77777777"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14:paraId="3EAECE77" w14:textId="77777777"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14:paraId="533390C2" w14:textId="77777777" w:rsidR="004A1544" w:rsidRPr="004A1544" w:rsidRDefault="004A1544" w:rsidP="004A1544">
            <w:pPr>
              <w:suppressAutoHyphens w:val="0"/>
              <w:spacing w:before="119" w:after="240"/>
              <w:jc w:val="both"/>
              <w:rPr>
                <w:rFonts w:asciiTheme="minorHAnsi" w:hAnsiTheme="minorHAnsi" w:cstheme="minorHAnsi"/>
                <w:color w:val="000000"/>
                <w:lang w:eastAsia="fr-FR"/>
              </w:rPr>
            </w:pPr>
          </w:p>
          <w:p w14:paraId="7C454108"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14:paraId="07DCD8F4" w14:textId="77777777" w:rsidR="004A1544" w:rsidRPr="004A1544" w:rsidRDefault="004A1544" w:rsidP="004A1544">
            <w:pPr>
              <w:suppressAutoHyphens w:val="0"/>
              <w:spacing w:before="119" w:after="240"/>
              <w:jc w:val="both"/>
              <w:rPr>
                <w:rFonts w:asciiTheme="minorHAnsi" w:hAnsiTheme="minorHAnsi" w:cstheme="minorHAnsi"/>
                <w:color w:val="000000"/>
                <w:lang w:eastAsia="fr-FR"/>
              </w:rPr>
            </w:pPr>
          </w:p>
          <w:p w14:paraId="3E7BC4A9"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14:paraId="2D344DD4" w14:textId="77777777" w:rsidR="004A1544" w:rsidRPr="004A1544" w:rsidRDefault="004A1544" w:rsidP="004A1544">
            <w:pPr>
              <w:suppressAutoHyphens w:val="0"/>
              <w:spacing w:before="119" w:after="240"/>
              <w:jc w:val="both"/>
              <w:rPr>
                <w:rFonts w:asciiTheme="minorHAnsi" w:hAnsiTheme="minorHAnsi" w:cstheme="minorHAnsi"/>
                <w:color w:val="000000"/>
                <w:lang w:eastAsia="fr-FR"/>
              </w:rPr>
            </w:pPr>
          </w:p>
          <w:p w14:paraId="4A9A8DF7" w14:textId="77777777"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14:paraId="4268DD41" w14:textId="77777777"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14:paraId="4BFCF01D" w14:textId="77777777"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Lorsque les informations sur le chiffre d’affaires ne sont pas disponibles pour la totalité de la période demandée, indication de la date à laquelle l’opérateur économique a été créé ou a commencé son activité :</w:t>
      </w:r>
    </w:p>
    <w:p w14:paraId="419458C9" w14:textId="77777777"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14:paraId="731EDF19" w14:textId="77777777"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14:paraId="0261B83F" w14:textId="77777777"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14:paraId="79E60D98" w14:textId="77777777" w:rsidR="00ED693F" w:rsidRPr="00ED693F" w:rsidRDefault="00ED693F" w:rsidP="00ED693F">
      <w:pPr>
        <w:pStyle w:val="western"/>
        <w:rPr>
          <w:rFonts w:ascii="Calibri" w:hAnsi="Calibri" w:cs="Calibri"/>
        </w:rPr>
      </w:pPr>
      <w:r w:rsidRPr="00ED693F">
        <w:rPr>
          <w:rFonts w:ascii="Calibri" w:hAnsi="Calibri" w:cs="Calibri"/>
          <w:sz w:val="24"/>
          <w:szCs w:val="24"/>
        </w:rPr>
        <w:lastRenderedPageBreak/>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9A46FB8" w14:textId="77777777" w:rsidR="00ED693F" w:rsidRPr="00ED693F" w:rsidRDefault="00ED693F" w:rsidP="00ED693F">
      <w:pPr>
        <w:pStyle w:val="western"/>
        <w:rPr>
          <w:rFonts w:ascii="Calibri" w:hAnsi="Calibri" w:cs="Calibri"/>
        </w:rPr>
      </w:pPr>
    </w:p>
    <w:p w14:paraId="045E94D4" w14:textId="77777777"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14:paraId="3B803839" w14:textId="77777777" w:rsidR="00ED693F" w:rsidRPr="00ED693F" w:rsidRDefault="00ED693F" w:rsidP="00ED693F">
      <w:pPr>
        <w:pStyle w:val="western"/>
        <w:rPr>
          <w:rFonts w:ascii="Calibri" w:hAnsi="Calibri" w:cs="Calibri"/>
        </w:rPr>
      </w:pPr>
    </w:p>
    <w:p w14:paraId="40F9A6D1" w14:textId="77777777" w:rsidR="00ED693F" w:rsidRPr="00ED693F" w:rsidRDefault="00A60E07" w:rsidP="00ED693F">
      <w:pPr>
        <w:pStyle w:val="western"/>
        <w:ind w:left="567"/>
        <w:rPr>
          <w:rFonts w:ascii="Calibri" w:hAnsi="Calibri" w:cs="Calibri"/>
          <w:i/>
          <w:iCs/>
        </w:rPr>
      </w:pPr>
      <w:r>
        <w:rPr>
          <w:rFonts w:ascii="Calibri" w:hAnsi="Calibri" w:cs="Calibri"/>
          <w:i/>
          <w:iCs/>
        </w:rPr>
        <w:pict w14:anchorId="06C36D05">
          <v:shape id="_x0000_i1032" type="#_x0000_t75" style="width:16.5pt;height:15pt">
            <v:imagedata r:id="rId26" o:title=""/>
          </v:shape>
        </w:pi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39"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14:paraId="44817E09" w14:textId="77777777"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xml:space="preserve">, les documents de preuve ne seront </w:t>
      </w:r>
      <w:proofErr w:type="gramStart"/>
      <w:r w:rsidRPr="00ED693F">
        <w:rPr>
          <w:rFonts w:ascii="Calibri" w:hAnsi="Calibri" w:cs="Calibri"/>
          <w:i/>
          <w:iCs/>
        </w:rPr>
        <w:t>sollicité</w:t>
      </w:r>
      <w:proofErr w:type="gramEnd"/>
      <w:r w:rsidRPr="00ED693F">
        <w:rPr>
          <w:rFonts w:ascii="Calibri" w:hAnsi="Calibri" w:cs="Calibri"/>
          <w:i/>
          <w:iCs/>
        </w:rPr>
        <w:t xml:space="preserve"> sur ce point qu’avant l’attribution du marché public.)</w:t>
      </w:r>
    </w:p>
    <w:p w14:paraId="36CCFE81" w14:textId="77777777" w:rsidR="00ED693F" w:rsidRPr="00ED693F" w:rsidRDefault="00ED693F" w:rsidP="00ED693F">
      <w:pPr>
        <w:pStyle w:val="NormalWeb"/>
        <w:rPr>
          <w:rFonts w:ascii="Calibri" w:hAnsi="Calibri" w:cs="Calibri"/>
        </w:rPr>
      </w:pPr>
    </w:p>
    <w:p w14:paraId="714C6F88" w14:textId="77777777" w:rsidR="00ED693F" w:rsidRPr="00ED693F" w:rsidRDefault="00ED693F" w:rsidP="00ED693F">
      <w:pPr>
        <w:pStyle w:val="NormalWeb"/>
        <w:rPr>
          <w:rFonts w:ascii="Calibri" w:hAnsi="Calibri" w:cs="Calibri"/>
        </w:rPr>
      </w:pPr>
    </w:p>
    <w:p w14:paraId="1C5F97FD" w14:textId="77777777" w:rsidR="00ED693F" w:rsidRPr="00ED693F" w:rsidRDefault="00ED693F" w:rsidP="00ED693F">
      <w:pPr>
        <w:pStyle w:val="NormalWeb"/>
        <w:rPr>
          <w:rFonts w:ascii="Calibri" w:hAnsi="Calibri" w:cs="Calibri"/>
        </w:rPr>
      </w:pPr>
    </w:p>
    <w:p w14:paraId="1A5687D3" w14:textId="77777777"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0"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14:paraId="04A56500" w14:textId="77777777" w:rsidR="00ED693F" w:rsidRPr="00ED693F" w:rsidRDefault="00ED693F" w:rsidP="00ED693F">
      <w:pPr>
        <w:pStyle w:val="NormalWeb"/>
        <w:rPr>
          <w:rFonts w:ascii="Calibri" w:hAnsi="Calibri" w:cs="Calibri"/>
        </w:rPr>
      </w:pPr>
    </w:p>
    <w:p w14:paraId="58205F14" w14:textId="77777777" w:rsidR="00ED693F" w:rsidRPr="00ED693F" w:rsidRDefault="00ED693F" w:rsidP="00ED693F">
      <w:pPr>
        <w:pStyle w:val="western"/>
        <w:rPr>
          <w:rFonts w:ascii="Calibri" w:hAnsi="Calibri" w:cs="Calibri"/>
        </w:rPr>
      </w:pPr>
    </w:p>
    <w:p w14:paraId="6CEC774D" w14:textId="77777777"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14:paraId="46A9BA89" w14:textId="77777777"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14:paraId="7865F375" w14:textId="77777777" w:rsidR="00ED693F" w:rsidRPr="00ED693F" w:rsidRDefault="00ED693F" w:rsidP="00ED693F">
      <w:pPr>
        <w:pStyle w:val="western"/>
        <w:rPr>
          <w:rFonts w:ascii="Calibri" w:hAnsi="Calibri" w:cs="Calibri"/>
        </w:rPr>
      </w:pPr>
    </w:p>
    <w:p w14:paraId="7A39B999" w14:textId="77777777"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14:paraId="13922A94" w14:textId="77777777" w:rsidR="00ED693F" w:rsidRPr="00ED693F" w:rsidRDefault="00ED693F" w:rsidP="00ED693F">
      <w:pPr>
        <w:pStyle w:val="western"/>
        <w:ind w:left="284"/>
        <w:rPr>
          <w:rFonts w:ascii="Calibri" w:hAnsi="Calibri" w:cs="Calibri"/>
          <w:i/>
          <w:iCs/>
        </w:rPr>
      </w:pPr>
    </w:p>
    <w:p w14:paraId="69783D50" w14:textId="77777777"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14:paraId="44D52631" w14:textId="77777777" w:rsidR="00ED693F" w:rsidRDefault="00ED693F" w:rsidP="00ED693F">
      <w:pPr>
        <w:pStyle w:val="NormalWeb"/>
      </w:pPr>
    </w:p>
    <w:p w14:paraId="4026F081" w14:textId="77777777" w:rsidR="00ED693F" w:rsidRDefault="00ED693F" w:rsidP="00ED693F">
      <w:pPr>
        <w:pStyle w:val="western"/>
      </w:pPr>
    </w:p>
    <w:p w14:paraId="30E56260" w14:textId="77777777" w:rsidR="00ED693F" w:rsidRDefault="00ED693F" w:rsidP="00ED693F">
      <w:pPr>
        <w:pStyle w:val="western"/>
        <w:rPr>
          <w:i/>
          <w:iCs/>
        </w:rPr>
      </w:pPr>
    </w:p>
    <w:p w14:paraId="6AFBCAB9" w14:textId="77777777"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14:paraId="1C9C0F34" w14:textId="77777777" w:rsidTr="001D7F31">
        <w:tc>
          <w:tcPr>
            <w:tcW w:w="10419" w:type="dxa"/>
            <w:shd w:val="clear" w:color="auto" w:fill="00B050"/>
          </w:tcPr>
          <w:p w14:paraId="589D10D8" w14:textId="77777777"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14:paraId="2A00047A" w14:textId="77777777"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14:paraId="5DB873D7" w14:textId="77777777" w:rsidR="00ED693F" w:rsidRPr="00ED693F" w:rsidRDefault="00ED693F" w:rsidP="00ED693F">
      <w:pPr>
        <w:pStyle w:val="NormalWeb"/>
        <w:rPr>
          <w:rFonts w:ascii="Calibri" w:hAnsi="Calibri" w:cs="Calibri"/>
        </w:rPr>
      </w:pPr>
    </w:p>
    <w:p w14:paraId="0840EFCD" w14:textId="77777777" w:rsidR="00ED693F" w:rsidRPr="00ED693F" w:rsidRDefault="00ED693F" w:rsidP="00ED693F">
      <w:pPr>
        <w:pStyle w:val="NormalWeb"/>
        <w:rPr>
          <w:rFonts w:ascii="Calibri" w:hAnsi="Calibri" w:cs="Calibri"/>
        </w:rPr>
      </w:pPr>
      <w:r w:rsidRPr="00ED693F">
        <w:rPr>
          <w:rFonts w:ascii="Calibri" w:hAnsi="Calibri" w:cs="Calibri"/>
          <w:b/>
          <w:bCs/>
        </w:rPr>
        <w:lastRenderedPageBreak/>
        <w:t>F1 - Le candidat ne fournit que les renseignements demandés par l’acheteur au titre de la capacité technique et professionnelle, qu’il peut récapituler ici</w:t>
      </w:r>
    </w:p>
    <w:p w14:paraId="3E3C4624" w14:textId="77777777" w:rsidR="00ED693F" w:rsidRPr="00ED693F" w:rsidRDefault="00ED693F" w:rsidP="00ED693F">
      <w:pPr>
        <w:pStyle w:val="NormalWeb"/>
        <w:rPr>
          <w:rFonts w:ascii="Calibri" w:hAnsi="Calibri" w:cs="Calibri"/>
        </w:rPr>
      </w:pPr>
    </w:p>
    <w:p w14:paraId="295BB589" w14:textId="77777777" w:rsidR="00ED693F" w:rsidRPr="00ED693F" w:rsidRDefault="00ED693F" w:rsidP="00ED693F">
      <w:pPr>
        <w:pStyle w:val="NormalWeb"/>
        <w:rPr>
          <w:rFonts w:ascii="Calibri" w:hAnsi="Calibri" w:cs="Calibri"/>
        </w:rPr>
      </w:pPr>
    </w:p>
    <w:p w14:paraId="3E50162C" w14:textId="77777777" w:rsidR="00ED693F" w:rsidRPr="00ED693F" w:rsidRDefault="00ED693F" w:rsidP="00ED693F">
      <w:pPr>
        <w:pStyle w:val="NormalWeb"/>
        <w:rPr>
          <w:rFonts w:ascii="Calibri" w:hAnsi="Calibri" w:cs="Calibri"/>
        </w:rPr>
      </w:pPr>
    </w:p>
    <w:p w14:paraId="216F61D0" w14:textId="77777777" w:rsidR="00ED693F" w:rsidRPr="00ED693F" w:rsidRDefault="00ED693F" w:rsidP="00ED693F">
      <w:pPr>
        <w:pStyle w:val="NormalWeb"/>
        <w:rPr>
          <w:rFonts w:ascii="Calibri" w:hAnsi="Calibri" w:cs="Calibri"/>
        </w:rPr>
      </w:pPr>
    </w:p>
    <w:p w14:paraId="49083B82" w14:textId="77777777" w:rsidR="00ED693F" w:rsidRPr="00ED693F" w:rsidRDefault="00ED693F" w:rsidP="00ED693F">
      <w:pPr>
        <w:pStyle w:val="NormalWeb"/>
        <w:rPr>
          <w:rFonts w:ascii="Calibri" w:hAnsi="Calibri" w:cs="Calibri"/>
        </w:rPr>
      </w:pPr>
    </w:p>
    <w:p w14:paraId="5BDFC6FD" w14:textId="77777777" w:rsidR="00ED693F" w:rsidRPr="00ED693F" w:rsidRDefault="00ED693F" w:rsidP="00ED693F">
      <w:pPr>
        <w:pStyle w:val="NormalWeb"/>
        <w:rPr>
          <w:rFonts w:ascii="Calibri" w:hAnsi="Calibri" w:cs="Calibri"/>
        </w:rPr>
      </w:pPr>
    </w:p>
    <w:p w14:paraId="32E1ACCE" w14:textId="77777777" w:rsidR="00ED693F" w:rsidRPr="00ED693F" w:rsidRDefault="00ED693F" w:rsidP="00ED693F">
      <w:pPr>
        <w:pStyle w:val="NormalWeb"/>
        <w:rPr>
          <w:rFonts w:ascii="Calibri" w:hAnsi="Calibri" w:cs="Calibri"/>
        </w:rPr>
      </w:pPr>
    </w:p>
    <w:p w14:paraId="16AF2CF6" w14:textId="77777777" w:rsidR="00ED693F" w:rsidRPr="00ED693F" w:rsidRDefault="00ED693F" w:rsidP="00ED693F">
      <w:pPr>
        <w:pStyle w:val="NormalWeb"/>
        <w:rPr>
          <w:rFonts w:ascii="Calibri" w:hAnsi="Calibri" w:cs="Calibri"/>
        </w:rPr>
      </w:pPr>
    </w:p>
    <w:p w14:paraId="595C8FD7" w14:textId="77777777" w:rsidR="00ED693F" w:rsidRPr="00ED693F" w:rsidRDefault="00ED693F" w:rsidP="00ED693F">
      <w:pPr>
        <w:pStyle w:val="NormalWeb"/>
        <w:rPr>
          <w:rFonts w:ascii="Calibri" w:hAnsi="Calibri" w:cs="Calibri"/>
        </w:rPr>
      </w:pPr>
    </w:p>
    <w:p w14:paraId="4F0706F8" w14:textId="77777777" w:rsidR="00ED693F" w:rsidRPr="00ED693F" w:rsidRDefault="00ED693F" w:rsidP="00ED693F">
      <w:pPr>
        <w:pStyle w:val="NormalWeb"/>
        <w:rPr>
          <w:rFonts w:ascii="Calibri" w:hAnsi="Calibri" w:cs="Calibri"/>
        </w:rPr>
      </w:pPr>
    </w:p>
    <w:p w14:paraId="5BA32618" w14:textId="77777777"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1"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14:paraId="1CF943EF" w14:textId="77777777" w:rsidR="00ED693F" w:rsidRPr="00ED693F" w:rsidRDefault="00ED693F" w:rsidP="00ED693F">
      <w:pPr>
        <w:pStyle w:val="NormalWeb"/>
        <w:rPr>
          <w:rFonts w:ascii="Calibri" w:hAnsi="Calibri" w:cs="Calibri"/>
        </w:rPr>
      </w:pPr>
    </w:p>
    <w:p w14:paraId="21AFD9CE" w14:textId="77777777"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14:paraId="72436D3A" w14:textId="77777777"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14:paraId="1FC24F85" w14:textId="77777777" w:rsidR="00ED693F" w:rsidRPr="00ED693F" w:rsidRDefault="00ED693F" w:rsidP="00ED693F">
      <w:pPr>
        <w:pStyle w:val="NormalWeb"/>
        <w:rPr>
          <w:rFonts w:ascii="Calibri" w:hAnsi="Calibri" w:cs="Calibri"/>
        </w:rPr>
      </w:pPr>
    </w:p>
    <w:p w14:paraId="7C71681F" w14:textId="77777777"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14:paraId="25B4600E" w14:textId="77777777" w:rsidR="00ED693F" w:rsidRPr="00ED693F" w:rsidRDefault="00ED693F" w:rsidP="00ED693F">
      <w:pPr>
        <w:pStyle w:val="NormalWeb"/>
        <w:rPr>
          <w:rFonts w:ascii="Calibri" w:hAnsi="Calibri" w:cs="Calibri"/>
        </w:rPr>
      </w:pPr>
    </w:p>
    <w:p w14:paraId="13D5B70E" w14:textId="77777777" w:rsidR="00ED693F" w:rsidRPr="00ED693F" w:rsidRDefault="00ED693F" w:rsidP="00ED693F">
      <w:pPr>
        <w:pStyle w:val="NormalWeb"/>
        <w:rPr>
          <w:rFonts w:ascii="Calibri" w:hAnsi="Calibri" w:cs="Calibri"/>
        </w:rPr>
      </w:pPr>
    </w:p>
    <w:p w14:paraId="08DC4FE2" w14:textId="77777777" w:rsidR="00ED693F" w:rsidRPr="00ED693F" w:rsidRDefault="00ED693F" w:rsidP="00ED693F">
      <w:pPr>
        <w:pStyle w:val="NormalWeb"/>
        <w:rPr>
          <w:rFonts w:ascii="Calibri" w:hAnsi="Calibri" w:cs="Calibri"/>
        </w:rPr>
      </w:pPr>
    </w:p>
    <w:p w14:paraId="06F142A2" w14:textId="77777777"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14:paraId="7095F6CC" w14:textId="77777777" w:rsidR="00ED693F" w:rsidRPr="00ED693F" w:rsidRDefault="00ED693F" w:rsidP="00ED693F">
      <w:pPr>
        <w:pStyle w:val="NormalWeb"/>
        <w:rPr>
          <w:rFonts w:ascii="Calibri" w:hAnsi="Calibri" w:cs="Calibri"/>
        </w:rPr>
      </w:pPr>
    </w:p>
    <w:p w14:paraId="4429E7EB" w14:textId="77777777" w:rsidR="00ED693F" w:rsidRPr="00ED693F" w:rsidRDefault="00ED693F" w:rsidP="00ED693F">
      <w:pPr>
        <w:pStyle w:val="NormalWeb"/>
        <w:rPr>
          <w:rFonts w:ascii="Calibri" w:hAnsi="Calibri" w:cs="Calibri"/>
        </w:rPr>
      </w:pPr>
    </w:p>
    <w:p w14:paraId="16B30D4C" w14:textId="77777777"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14:paraId="3D90C058" w14:textId="77777777"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14:paraId="6E11D7CD" w14:textId="77777777" w:rsidR="00ED693F" w:rsidRPr="00ED693F" w:rsidRDefault="00ED693F">
            <w:pPr>
              <w:pStyle w:val="western"/>
              <w:rPr>
                <w:rFonts w:ascii="Calibri" w:hAnsi="Calibri" w:cs="Calibri"/>
              </w:rPr>
            </w:pPr>
            <w:r w:rsidRPr="00ED693F">
              <w:rPr>
                <w:rFonts w:ascii="Calibri" w:hAnsi="Calibri" w:cs="Calibri"/>
                <w:b/>
                <w:bCs/>
                <w:i/>
                <w:iCs/>
                <w:sz w:val="24"/>
                <w:szCs w:val="24"/>
              </w:rPr>
              <w:t>G - Capacités des opérateurs économiques sur lesquels le candidat individuel ou le membre du groupement s’appuie pour présenter sa candidature.</w:t>
            </w:r>
          </w:p>
        </w:tc>
      </w:tr>
    </w:tbl>
    <w:p w14:paraId="752FC6F5" w14:textId="77777777"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43"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14:paraId="44F0A0C9" w14:textId="77777777"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w:t>
      </w:r>
      <w:r w:rsidRPr="00ED693F">
        <w:rPr>
          <w:rFonts w:ascii="Calibri" w:hAnsi="Calibri" w:cs="Calibri"/>
          <w:sz w:val="24"/>
          <w:szCs w:val="24"/>
        </w:rPr>
        <w:lastRenderedPageBreak/>
        <w:t xml:space="preserve">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14:paraId="5E551B8E" w14:textId="77777777" w:rsidR="00ED693F" w:rsidRPr="00ED693F" w:rsidRDefault="00ED693F" w:rsidP="00ED693F">
      <w:pPr>
        <w:pStyle w:val="western"/>
        <w:rPr>
          <w:rFonts w:ascii="Calibri" w:hAnsi="Calibri" w:cs="Calibri"/>
          <w:i/>
          <w:iCs/>
        </w:rPr>
      </w:pPr>
    </w:p>
    <w:p w14:paraId="020EFCF1" w14:textId="77777777"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14:paraId="140A61AD" w14:textId="77777777"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14:paraId="6D51DF32" w14:textId="77777777"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14:paraId="0F4BA1E5" w14:textId="77777777"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14:paraId="78EC7E97" w14:textId="77777777" w:rsidR="00ED693F" w:rsidRPr="00ED693F" w:rsidRDefault="00ED693F">
            <w:pPr>
              <w:pStyle w:val="western"/>
              <w:rPr>
                <w:rFonts w:ascii="Calibri" w:hAnsi="Calibri" w:cs="Calibri"/>
              </w:rPr>
            </w:pPr>
            <w:r w:rsidRPr="00ED693F">
              <w:rPr>
                <w:rFonts w:ascii="Calibri" w:hAnsi="Calibri" w:cs="Calibri"/>
                <w:b/>
                <w:bCs/>
                <w:i/>
                <w:iCs/>
                <w:sz w:val="24"/>
                <w:szCs w:val="24"/>
              </w:rPr>
              <w:t>N°</w:t>
            </w:r>
          </w:p>
          <w:p w14:paraId="23C169C2" w14:textId="77777777" w:rsidR="00ED693F" w:rsidRPr="00ED693F" w:rsidRDefault="00ED693F">
            <w:pPr>
              <w:pStyle w:val="western"/>
              <w:rPr>
                <w:rFonts w:ascii="Calibri" w:hAnsi="Calibri" w:cs="Calibri"/>
                <w:i/>
                <w:iCs/>
              </w:rPr>
            </w:pPr>
            <w:proofErr w:type="gramStart"/>
            <w:r w:rsidRPr="00ED693F">
              <w:rPr>
                <w:rFonts w:ascii="Calibri" w:hAnsi="Calibri" w:cs="Calibri"/>
                <w:b/>
                <w:bCs/>
                <w:i/>
                <w:iCs/>
                <w:sz w:val="24"/>
                <w:szCs w:val="24"/>
              </w:rPr>
              <w:t>du</w:t>
            </w:r>
            <w:proofErr w:type="gramEnd"/>
          </w:p>
          <w:p w14:paraId="4E02F78A" w14:textId="77777777"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14:paraId="62DF4E95" w14:textId="77777777"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14:paraId="2BD6A816" w14:textId="77777777"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FB146E" w14:textId="77777777"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14:paraId="2BE935EA" w14:textId="77777777"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14:paraId="638E912D" w14:textId="77777777"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14:paraId="6F645405" w14:textId="77777777"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14:paraId="76F83A80" w14:textId="77777777" w:rsidR="00ED693F" w:rsidRPr="00ED693F" w:rsidRDefault="00ED693F">
            <w:pPr>
              <w:pStyle w:val="western"/>
              <w:rPr>
                <w:rFonts w:ascii="Calibri" w:hAnsi="Calibri" w:cs="Calibri"/>
              </w:rPr>
            </w:pPr>
          </w:p>
        </w:tc>
      </w:tr>
      <w:tr w:rsidR="00ED693F" w:rsidRPr="00ED693F" w14:paraId="6C1DB8B7" w14:textId="77777777"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14:paraId="2CC61DC3" w14:textId="77777777"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14:paraId="47708DD1" w14:textId="77777777"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43FD6BCF" w14:textId="77777777" w:rsidR="00ED693F" w:rsidRPr="00ED693F" w:rsidRDefault="00ED693F">
            <w:pPr>
              <w:pStyle w:val="western"/>
              <w:rPr>
                <w:rFonts w:ascii="Calibri" w:hAnsi="Calibri" w:cs="Calibri"/>
              </w:rPr>
            </w:pPr>
          </w:p>
        </w:tc>
      </w:tr>
      <w:tr w:rsidR="00ED693F" w:rsidRPr="00ED693F" w14:paraId="29FD298E" w14:textId="77777777"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14:paraId="4B44407D" w14:textId="77777777"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14:paraId="146AC691" w14:textId="77777777"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14:paraId="5F506345" w14:textId="77777777" w:rsidR="00ED693F" w:rsidRPr="00ED693F" w:rsidRDefault="00ED693F">
            <w:pPr>
              <w:pStyle w:val="western"/>
              <w:rPr>
                <w:rFonts w:ascii="Calibri" w:hAnsi="Calibri" w:cs="Calibri"/>
              </w:rPr>
            </w:pPr>
          </w:p>
        </w:tc>
      </w:tr>
      <w:tr w:rsidR="00ED693F" w:rsidRPr="00ED693F" w14:paraId="05E59D2C" w14:textId="77777777"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14:paraId="702FFE1B" w14:textId="77777777"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14:paraId="7C34439F" w14:textId="77777777"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7C1327AA" w14:textId="77777777" w:rsidR="00ED693F" w:rsidRPr="00ED693F" w:rsidRDefault="00ED693F">
            <w:pPr>
              <w:pStyle w:val="western"/>
              <w:rPr>
                <w:rFonts w:ascii="Calibri" w:hAnsi="Calibri" w:cs="Calibri"/>
              </w:rPr>
            </w:pPr>
          </w:p>
        </w:tc>
      </w:tr>
    </w:tbl>
    <w:p w14:paraId="54CB5090" w14:textId="77777777"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14:paraId="16DE8B44" w14:textId="77777777"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14:paraId="72917934" w14:textId="77777777"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14:paraId="51E3C75C" w14:textId="77777777"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44"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14:paraId="2A63FDD9" w14:textId="77777777"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45"/>
      <w:footerReference w:type="default" r:id="rId46"/>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43B79" w14:textId="77777777" w:rsidR="004A1544" w:rsidRDefault="004A1544">
      <w:r>
        <w:separator/>
      </w:r>
    </w:p>
  </w:endnote>
  <w:endnote w:type="continuationSeparator" w:id="0">
    <w:p w14:paraId="54CA6841" w14:textId="77777777"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14:paraId="2BBD93BD" w14:textId="77777777" w:rsidTr="00773B2F">
      <w:trPr>
        <w:trHeight w:val="737"/>
      </w:trPr>
      <w:tc>
        <w:tcPr>
          <w:tcW w:w="2383" w:type="dxa"/>
          <w:shd w:val="clear" w:color="auto" w:fill="00B050"/>
        </w:tcPr>
        <w:p w14:paraId="679BA95C" w14:textId="77777777"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14:paraId="59BD27BB" w14:textId="0322E764" w:rsidR="00C35206" w:rsidRPr="00270D97" w:rsidRDefault="00C35206" w:rsidP="00270D97">
          <w:pPr>
            <w:jc w:val="center"/>
            <w:rPr>
              <w:rFonts w:asciiTheme="minorHAnsi" w:eastAsia="Wingdings" w:hAnsiTheme="minorHAnsi" w:cstheme="minorHAnsi"/>
              <w:bCs/>
            </w:rPr>
          </w:pPr>
          <w:r>
            <w:rPr>
              <w:rStyle w:val="Policepardfaut5"/>
              <w:rFonts w:asciiTheme="minorHAnsi" w:eastAsia="Wingdings" w:hAnsiTheme="minorHAnsi" w:cstheme="minorHAnsi"/>
              <w:bCs/>
            </w:rPr>
            <w:t xml:space="preserve">Marché N° </w:t>
          </w:r>
          <w:r w:rsidR="00270D97">
            <w:rPr>
              <w:rStyle w:val="Policepardfaut5"/>
              <w:rFonts w:asciiTheme="minorHAnsi" w:eastAsia="Wingdings" w:hAnsiTheme="minorHAnsi" w:cstheme="minorHAnsi"/>
              <w:bCs/>
            </w:rPr>
            <w:t>2025</w:t>
          </w:r>
          <w:r w:rsidR="001E69E8">
            <w:rPr>
              <w:rStyle w:val="Policepardfaut5"/>
              <w:rFonts w:asciiTheme="minorHAnsi" w:eastAsia="Wingdings" w:hAnsiTheme="minorHAnsi" w:cstheme="minorHAnsi"/>
              <w:bCs/>
            </w:rPr>
            <w:t>_PNR_</w:t>
          </w:r>
          <w:r w:rsidR="00575E80">
            <w:rPr>
              <w:rStyle w:val="Policepardfaut5"/>
              <w:rFonts w:asciiTheme="minorHAnsi" w:eastAsia="Wingdings" w:hAnsiTheme="minorHAnsi" w:cstheme="minorHAnsi"/>
              <w:bCs/>
            </w:rPr>
            <w:t>6</w:t>
          </w:r>
          <w:r w:rsidR="001E69E8">
            <w:rPr>
              <w:rStyle w:val="Policepardfaut5"/>
              <w:rFonts w:asciiTheme="minorHAnsi" w:eastAsia="Wingdings" w:hAnsiTheme="minorHAnsi" w:cstheme="minorHAnsi"/>
              <w:bCs/>
            </w:rPr>
            <w:t>2</w:t>
          </w:r>
          <w:r w:rsidRPr="00636205">
            <w:rPr>
              <w:rStyle w:val="Policepardfaut5"/>
              <w:rFonts w:asciiTheme="minorHAnsi" w:eastAsia="Wingdings" w:hAnsiTheme="minorHAnsi" w:cstheme="minorHAnsi"/>
              <w:bCs/>
            </w:rPr>
            <w:t xml:space="preserve"> « </w:t>
          </w:r>
          <w:r w:rsidR="00575E80">
            <w:rPr>
              <w:rStyle w:val="Policepardfaut5"/>
              <w:rFonts w:asciiTheme="minorHAnsi" w:hAnsiTheme="minorHAnsi" w:cstheme="minorHAnsi"/>
              <w:bCs/>
            </w:rPr>
            <w:t xml:space="preserve">Etude pour l’amélioration de la gestion des approvisionnements et des déchets du refuge de la Roche </w:t>
          </w:r>
          <w:proofErr w:type="gramStart"/>
          <w:r w:rsidR="00575E80">
            <w:rPr>
              <w:rStyle w:val="Policepardfaut5"/>
              <w:rFonts w:asciiTheme="minorHAnsi" w:hAnsiTheme="minorHAnsi" w:cstheme="minorHAnsi"/>
              <w:bCs/>
            </w:rPr>
            <w:t>Ecrite</w:t>
          </w:r>
          <w:r w:rsidRPr="00636205">
            <w:rPr>
              <w:rStyle w:val="Policepardfaut5"/>
              <w:rFonts w:asciiTheme="minorHAnsi" w:eastAsia="Wingdings" w:hAnsiTheme="minorHAnsi" w:cstheme="minorHAnsi"/>
              <w:bCs/>
            </w:rPr>
            <w:t>»</w:t>
          </w:r>
          <w:proofErr w:type="gramEnd"/>
        </w:p>
      </w:tc>
      <w:tc>
        <w:tcPr>
          <w:tcW w:w="565" w:type="dxa"/>
          <w:shd w:val="clear" w:color="auto" w:fill="00B050"/>
        </w:tcPr>
        <w:p w14:paraId="48AA0DB2"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14:paraId="3EDC3A8F" w14:textId="77777777"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BC0EED">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14:paraId="21BF5213"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14:paraId="43BC5960"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BC0EED">
            <w:rPr>
              <w:rFonts w:asciiTheme="minorHAnsi" w:hAnsiTheme="minorHAnsi" w:cstheme="minorHAnsi"/>
              <w:bCs/>
              <w:noProof/>
            </w:rPr>
            <w:t>10</w:t>
          </w:r>
          <w:r w:rsidRPr="00636205">
            <w:rPr>
              <w:rFonts w:asciiTheme="minorHAnsi" w:hAnsiTheme="minorHAnsi" w:cstheme="minorHAnsi"/>
              <w:bCs/>
            </w:rPr>
            <w:fldChar w:fldCharType="end"/>
          </w:r>
        </w:p>
      </w:tc>
    </w:tr>
  </w:tbl>
  <w:p w14:paraId="22D987AA" w14:textId="77777777" w:rsidR="00C35206" w:rsidRDefault="00C3520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14:paraId="147EAB92" w14:textId="77777777" w:rsidTr="001D7F31">
      <w:trPr>
        <w:trHeight w:val="737"/>
      </w:trPr>
      <w:tc>
        <w:tcPr>
          <w:tcW w:w="2383" w:type="dxa"/>
          <w:shd w:val="clear" w:color="auto" w:fill="00B050"/>
        </w:tcPr>
        <w:p w14:paraId="37094DE6" w14:textId="77777777"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14:paraId="7AFE3749" w14:textId="34C701E9" w:rsidR="00C35206" w:rsidRPr="00575E80" w:rsidRDefault="00BC0EED" w:rsidP="00575E80">
          <w:pPr>
            <w:jc w:val="center"/>
            <w:rPr>
              <w:rFonts w:asciiTheme="minorHAnsi" w:eastAsia="Wingdings" w:hAnsiTheme="minorHAnsi" w:cstheme="minorHAnsi"/>
              <w:bCs/>
            </w:rPr>
          </w:pPr>
          <w:r>
            <w:rPr>
              <w:rStyle w:val="Policepardfaut5"/>
              <w:rFonts w:asciiTheme="minorHAnsi" w:eastAsia="Wingdings" w:hAnsiTheme="minorHAnsi" w:cstheme="minorHAnsi"/>
              <w:bCs/>
            </w:rPr>
            <w:t>Marché N° 2025_PNR_</w:t>
          </w:r>
          <w:r w:rsidR="00575E80">
            <w:rPr>
              <w:rStyle w:val="Policepardfaut5"/>
              <w:rFonts w:asciiTheme="minorHAnsi" w:eastAsia="Wingdings" w:hAnsiTheme="minorHAnsi" w:cstheme="minorHAnsi"/>
              <w:bCs/>
            </w:rPr>
            <w:t>6</w:t>
          </w:r>
          <w:r>
            <w:rPr>
              <w:rStyle w:val="Policepardfaut5"/>
              <w:rFonts w:asciiTheme="minorHAnsi" w:eastAsia="Wingdings" w:hAnsiTheme="minorHAnsi" w:cstheme="minorHAnsi"/>
              <w:bCs/>
            </w:rPr>
            <w:t>2</w:t>
          </w:r>
          <w:r w:rsidRPr="00636205">
            <w:rPr>
              <w:rStyle w:val="Policepardfaut5"/>
              <w:rFonts w:asciiTheme="minorHAnsi" w:eastAsia="Wingdings" w:hAnsiTheme="minorHAnsi" w:cstheme="minorHAnsi"/>
              <w:bCs/>
            </w:rPr>
            <w:t xml:space="preserve"> « </w:t>
          </w:r>
          <w:r w:rsidR="00575E80">
            <w:rPr>
              <w:rStyle w:val="Policepardfaut5"/>
              <w:rFonts w:asciiTheme="minorHAnsi" w:hAnsiTheme="minorHAnsi" w:cstheme="minorHAnsi"/>
              <w:bCs/>
            </w:rPr>
            <w:t xml:space="preserve">Etude pour l’amélioration de la gestion des approvisionnements et des déchets du refuge de la Roche </w:t>
          </w:r>
          <w:proofErr w:type="gramStart"/>
          <w:r w:rsidR="00575E80">
            <w:rPr>
              <w:rStyle w:val="Policepardfaut5"/>
              <w:rFonts w:asciiTheme="minorHAnsi" w:hAnsiTheme="minorHAnsi" w:cstheme="minorHAnsi"/>
              <w:bCs/>
            </w:rPr>
            <w:t>Ecrite</w:t>
          </w:r>
          <w:r w:rsidRPr="00636205">
            <w:rPr>
              <w:rStyle w:val="Policepardfaut5"/>
              <w:rFonts w:asciiTheme="minorHAnsi" w:eastAsia="Wingdings" w:hAnsiTheme="minorHAnsi" w:cstheme="minorHAnsi"/>
              <w:bCs/>
            </w:rPr>
            <w:t>»</w:t>
          </w:r>
          <w:proofErr w:type="gramEnd"/>
        </w:p>
      </w:tc>
      <w:tc>
        <w:tcPr>
          <w:tcW w:w="565" w:type="dxa"/>
          <w:shd w:val="clear" w:color="auto" w:fill="00B050"/>
        </w:tcPr>
        <w:p w14:paraId="059BD758"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14:paraId="46A10D21" w14:textId="77777777"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BC0EED">
            <w:rPr>
              <w:rStyle w:val="Numrodepage"/>
              <w:rFonts w:asciiTheme="minorHAnsi" w:hAnsiTheme="minorHAnsi" w:cstheme="minorHAnsi"/>
              <w:bCs/>
              <w:noProof/>
            </w:rPr>
            <w:t>2</w:t>
          </w:r>
          <w:r w:rsidRPr="00636205">
            <w:rPr>
              <w:rStyle w:val="Numrodepage"/>
              <w:rFonts w:asciiTheme="minorHAnsi" w:hAnsiTheme="minorHAnsi" w:cstheme="minorHAnsi"/>
              <w:bCs/>
            </w:rPr>
            <w:fldChar w:fldCharType="end"/>
          </w:r>
        </w:p>
      </w:tc>
      <w:tc>
        <w:tcPr>
          <w:tcW w:w="343" w:type="dxa"/>
          <w:shd w:val="clear" w:color="auto" w:fill="00B050"/>
        </w:tcPr>
        <w:p w14:paraId="2B8193BD"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14:paraId="250D90F4" w14:textId="77777777"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BC0EED">
            <w:rPr>
              <w:rFonts w:asciiTheme="minorHAnsi" w:hAnsiTheme="minorHAnsi" w:cstheme="minorHAnsi"/>
              <w:bCs/>
              <w:noProof/>
            </w:rPr>
            <w:t>10</w:t>
          </w:r>
          <w:r w:rsidRPr="00636205">
            <w:rPr>
              <w:rFonts w:asciiTheme="minorHAnsi" w:hAnsiTheme="minorHAnsi" w:cstheme="minorHAnsi"/>
              <w:bCs/>
            </w:rPr>
            <w:fldChar w:fldCharType="end"/>
          </w:r>
        </w:p>
      </w:tc>
    </w:tr>
  </w:tbl>
  <w:p w14:paraId="5A88CC17" w14:textId="77777777"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5639" w14:textId="77777777" w:rsidR="004A1544" w:rsidRDefault="004A1544">
      <w:r>
        <w:separator/>
      </w:r>
    </w:p>
  </w:footnote>
  <w:footnote w:type="continuationSeparator" w:id="0">
    <w:p w14:paraId="406D3182" w14:textId="77777777" w:rsidR="004A1544" w:rsidRDefault="004A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981A6" w14:textId="77777777" w:rsidR="004A1544" w:rsidRDefault="004A15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2319360">
    <w:abstractNumId w:val="0"/>
  </w:num>
  <w:num w:numId="2" w16cid:durableId="986205697">
    <w:abstractNumId w:val="1"/>
  </w:num>
  <w:num w:numId="3" w16cid:durableId="475608101">
    <w:abstractNumId w:val="6"/>
  </w:num>
  <w:num w:numId="4" w16cid:durableId="1052272075">
    <w:abstractNumId w:val="5"/>
  </w:num>
  <w:num w:numId="5" w16cid:durableId="277877736">
    <w:abstractNumId w:val="9"/>
  </w:num>
  <w:num w:numId="6" w16cid:durableId="59984617">
    <w:abstractNumId w:val="2"/>
  </w:num>
  <w:num w:numId="7" w16cid:durableId="1263490546">
    <w:abstractNumId w:val="4"/>
  </w:num>
  <w:num w:numId="8" w16cid:durableId="1587113200">
    <w:abstractNumId w:val="7"/>
  </w:num>
  <w:num w:numId="9" w16cid:durableId="812020979">
    <w:abstractNumId w:val="3"/>
  </w:num>
  <w:num w:numId="10" w16cid:durableId="5465296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15FE"/>
    <w:rsid w:val="00172E37"/>
    <w:rsid w:val="001D7F31"/>
    <w:rsid w:val="001E69E8"/>
    <w:rsid w:val="00270D97"/>
    <w:rsid w:val="002B4921"/>
    <w:rsid w:val="002E6F0B"/>
    <w:rsid w:val="00367A5D"/>
    <w:rsid w:val="003E003A"/>
    <w:rsid w:val="004145B2"/>
    <w:rsid w:val="0041488E"/>
    <w:rsid w:val="004A1544"/>
    <w:rsid w:val="00575E80"/>
    <w:rsid w:val="005B1A74"/>
    <w:rsid w:val="005F278A"/>
    <w:rsid w:val="006B29CB"/>
    <w:rsid w:val="007550E2"/>
    <w:rsid w:val="00773B2F"/>
    <w:rsid w:val="007A3D01"/>
    <w:rsid w:val="00802EDF"/>
    <w:rsid w:val="00811E19"/>
    <w:rsid w:val="008415FE"/>
    <w:rsid w:val="00907B2D"/>
    <w:rsid w:val="009460B3"/>
    <w:rsid w:val="009F3CB6"/>
    <w:rsid w:val="00A60E07"/>
    <w:rsid w:val="00A62401"/>
    <w:rsid w:val="00A64D93"/>
    <w:rsid w:val="00BC0EED"/>
    <w:rsid w:val="00C35206"/>
    <w:rsid w:val="00DF3282"/>
    <w:rsid w:val="00DF53D8"/>
    <w:rsid w:val="00E0117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4]" strokecolor="none [1]" shadowcolor="none [2]"/>
    </o:shapedefaults>
    <o:shapelayout v:ext="edit">
      <o:idmap v:ext="edit" data="1"/>
    </o:shapelayout>
  </w:shapeDefaults>
  <w:doNotEmbedSmartTags/>
  <w:decimalSymbol w:val=","/>
  <w:listSeparator w:val=";"/>
  <w14:docId w14:val="1ABCEA7F"/>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image" Target="media/image3.wmf"/><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7"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45</TotalTime>
  <Pages>11</Pages>
  <Words>3412</Words>
  <Characters>18771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22139</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VENDOME</cp:lastModifiedBy>
  <cp:revision>14</cp:revision>
  <cp:lastPrinted>2023-01-09T06:28:00Z</cp:lastPrinted>
  <dcterms:created xsi:type="dcterms:W3CDTF">2023-09-20T09:55:00Z</dcterms:created>
  <dcterms:modified xsi:type="dcterms:W3CDTF">2025-12-17T08:30:00Z</dcterms:modified>
</cp:coreProperties>
</file>