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2240"/>
        <w:gridCol w:w="7637"/>
        <w:gridCol w:w="755"/>
      </w:tblGrid>
      <w:tr w:rsidR="00E323E9" w14:paraId="025D439F" w14:textId="77777777" w:rsidTr="003705F6">
        <w:trPr>
          <w:trHeight w:val="1550"/>
        </w:trPr>
        <w:tc>
          <w:tcPr>
            <w:tcW w:w="1135" w:type="dxa"/>
          </w:tcPr>
          <w:p w14:paraId="1FB98638" w14:textId="567C6C0C" w:rsidR="00E323E9" w:rsidRDefault="00823C03" w:rsidP="003705F6">
            <w:pPr>
              <w:pStyle w:val="En-tte"/>
            </w:pPr>
            <w:r>
              <w:rPr>
                <w:noProof/>
              </w:rPr>
              <w:drawing>
                <wp:inline distT="0" distB="0" distL="0" distR="0" wp14:anchorId="7E49E5B7" wp14:editId="73FEAA1E">
                  <wp:extent cx="1333500" cy="1228725"/>
                  <wp:effectExtent l="0" t="0" r="0" b="9525"/>
                  <wp:docPr id="1" name="Image 1" descr="Ministère des Armées et des Anciens combattants_RVB"/>
                  <wp:cNvGraphicFramePr/>
                  <a:graphic xmlns:a="http://schemas.openxmlformats.org/drawingml/2006/main">
                    <a:graphicData uri="http://schemas.openxmlformats.org/drawingml/2006/picture">
                      <pic:pic xmlns:pic="http://schemas.openxmlformats.org/drawingml/2006/picture">
                        <pic:nvPicPr>
                          <pic:cNvPr id="1" name="Image 1" descr="Ministère des Armées et des Anciens combattants_RVB"/>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inline>
              </w:drawing>
            </w:r>
          </w:p>
        </w:tc>
        <w:tc>
          <w:tcPr>
            <w:tcW w:w="8646" w:type="dxa"/>
          </w:tcPr>
          <w:p w14:paraId="2B5ED75B" w14:textId="77777777" w:rsidR="00E323E9" w:rsidRDefault="00E323E9" w:rsidP="003705F6">
            <w:pPr>
              <w:pStyle w:val="En-tte"/>
            </w:pPr>
          </w:p>
          <w:p w14:paraId="1F59E3A6" w14:textId="77777777" w:rsidR="00E323E9" w:rsidRDefault="00E323E9" w:rsidP="003705F6">
            <w:pPr>
              <w:pStyle w:val="ZEmetteur"/>
              <w:rPr>
                <w:rFonts w:ascii="Arial" w:hAnsi="Arial"/>
              </w:rPr>
            </w:pPr>
          </w:p>
          <w:p w14:paraId="216A783A" w14:textId="015E7277" w:rsidR="00E323E9" w:rsidRPr="00590AAB" w:rsidRDefault="00E323E9" w:rsidP="003705F6">
            <w:pPr>
              <w:pStyle w:val="ZEmetteur"/>
              <w:rPr>
                <w:rFonts w:ascii="Arial" w:hAnsi="Arial"/>
              </w:rPr>
            </w:pPr>
            <w:r w:rsidRPr="00590AAB">
              <w:rPr>
                <w:rFonts w:ascii="Arial" w:hAnsi="Arial"/>
              </w:rPr>
              <w:t>Marine nationale</w:t>
            </w:r>
          </w:p>
          <w:p w14:paraId="0C93095D" w14:textId="77777777" w:rsidR="00E323E9" w:rsidRPr="00590AAB" w:rsidRDefault="00E323E9" w:rsidP="003705F6">
            <w:pPr>
              <w:pStyle w:val="ZEmetteur"/>
              <w:rPr>
                <w:rFonts w:ascii="Arial" w:hAnsi="Arial"/>
              </w:rPr>
            </w:pPr>
            <w:r w:rsidRPr="00590AAB">
              <w:rPr>
                <w:rFonts w:ascii="Arial" w:hAnsi="Arial"/>
              </w:rPr>
              <w:t>Service de soutien de la Flotte</w:t>
            </w:r>
          </w:p>
          <w:p w14:paraId="7FDAE26A" w14:textId="77777777" w:rsidR="00E323E9" w:rsidRPr="00590AAB" w:rsidRDefault="00E323E9" w:rsidP="003705F6">
            <w:pPr>
              <w:pStyle w:val="ZEmetteur"/>
              <w:rPr>
                <w:rFonts w:ascii="Arial" w:hAnsi="Arial"/>
              </w:rPr>
            </w:pPr>
            <w:r w:rsidRPr="00590AAB">
              <w:rPr>
                <w:rFonts w:ascii="Arial" w:hAnsi="Arial"/>
              </w:rPr>
              <w:t>DSSF Brest</w:t>
            </w:r>
          </w:p>
          <w:p w14:paraId="0B2CEE1A" w14:textId="77777777" w:rsidR="00E323E9" w:rsidRDefault="00E323E9" w:rsidP="003705F6"/>
          <w:p w14:paraId="55B71D02" w14:textId="77777777" w:rsidR="00E323E9" w:rsidRDefault="00E323E9" w:rsidP="003705F6">
            <w:pPr>
              <w:pStyle w:val="En-tte"/>
              <w:jc w:val="center"/>
            </w:pPr>
          </w:p>
        </w:tc>
        <w:tc>
          <w:tcPr>
            <w:tcW w:w="851" w:type="dxa"/>
          </w:tcPr>
          <w:p w14:paraId="6CE0AD17" w14:textId="77777777" w:rsidR="00E323E9" w:rsidRDefault="00E323E9" w:rsidP="003705F6">
            <w:pPr>
              <w:pStyle w:val="En-tte"/>
            </w:pPr>
          </w:p>
        </w:tc>
      </w:tr>
    </w:tbl>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759A413E" w14:textId="15920A42" w:rsidR="005326D8" w:rsidRDefault="005326D8" w:rsidP="001509FC">
      <w:pPr>
        <w:pBdr>
          <w:top w:val="single" w:sz="12" w:space="1" w:color="auto"/>
          <w:left w:val="single" w:sz="12" w:space="4" w:color="auto"/>
          <w:bottom w:val="single" w:sz="12" w:space="1" w:color="auto"/>
          <w:right w:val="single" w:sz="12" w:space="4" w:color="auto"/>
        </w:pBdr>
        <w:ind w:left="5103"/>
        <w:jc w:val="center"/>
      </w:pPr>
      <w:r w:rsidRPr="00917C92">
        <w:rPr>
          <w:rFonts w:ascii="Arial" w:hAnsi="Arial" w:cs="Arial"/>
          <w:b/>
          <w:bCs/>
        </w:rPr>
        <w:t xml:space="preserve">DOSSIER : </w:t>
      </w:r>
      <w:r w:rsidR="001F2419">
        <w:rPr>
          <w:rFonts w:ascii="Arial" w:hAnsi="Arial" w:cs="Arial"/>
          <w:b/>
          <w:bCs/>
        </w:rPr>
        <w:t>N° de consultati</w:t>
      </w:r>
      <w:r w:rsidR="006C532C">
        <w:rPr>
          <w:rFonts w:ascii="Arial" w:hAnsi="Arial" w:cs="Arial"/>
          <w:b/>
          <w:bCs/>
        </w:rPr>
        <w:t>on</w:t>
      </w:r>
      <w:r w:rsidR="005E34CE">
        <w:rPr>
          <w:rFonts w:ascii="Arial" w:hAnsi="Arial" w:cs="Arial"/>
          <w:b/>
          <w:bCs/>
        </w:rPr>
        <w:t>/ 000</w:t>
      </w:r>
      <w:r w:rsidR="00160484">
        <w:rPr>
          <w:rFonts w:ascii="Arial" w:hAnsi="Arial" w:cs="Arial"/>
          <w:b/>
          <w:bCs/>
        </w:rPr>
        <w:t>37</w:t>
      </w:r>
      <w:r w:rsidR="005109C6">
        <w:rPr>
          <w:rFonts w:ascii="Arial" w:hAnsi="Arial" w:cs="Arial"/>
          <w:b/>
          <w:bCs/>
        </w:rPr>
        <w:t>3</w:t>
      </w:r>
      <w:bookmarkStart w:id="0" w:name="_GoBack"/>
      <w:bookmarkEnd w:id="0"/>
      <w:r w:rsidR="00160484">
        <w:rPr>
          <w:rFonts w:ascii="Arial" w:hAnsi="Arial" w:cs="Arial"/>
          <w:b/>
          <w:bCs/>
        </w:rPr>
        <w:t>45</w:t>
      </w: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14:paraId="3ABC6E5A" w14:textId="5918FAA6"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1A4CCDFC" w:rsidR="005326D8" w:rsidRPr="00917C92" w:rsidRDefault="0016048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Achat d’un lave-vaisselle de collectivité</w:t>
      </w:r>
      <w:r w:rsidR="001509FC">
        <w:rPr>
          <w:rFonts w:ascii="Arial" w:hAnsi="Arial" w:cs="Arial"/>
          <w:szCs w:val="22"/>
        </w:rPr>
        <w:t xml:space="preserve"> pour la Marine nationale</w:t>
      </w:r>
    </w:p>
    <w:p w14:paraId="0DCEB320" w14:textId="77777777"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C62E258" w14:textId="29A68423"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2511A3">
        <w:rPr>
          <w:rFonts w:ascii="Arial" w:hAnsi="Arial" w:cs="Arial"/>
          <w:b/>
          <w:szCs w:val="22"/>
        </w:rPr>
        <w:t>24/11/2025</w:t>
      </w:r>
      <w:r w:rsidR="005E34CE">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w:t>
      </w:r>
      <w:r w:rsidR="002511A3">
        <w:rPr>
          <w:rFonts w:ascii="Arial" w:hAnsi="Arial" w:cs="Arial"/>
          <w:b/>
          <w:szCs w:val="22"/>
        </w:rPr>
        <w:t xml:space="preserve">6 </w:t>
      </w:r>
      <w:r w:rsidR="00D94CCE">
        <w:rPr>
          <w:rFonts w:ascii="Arial" w:hAnsi="Arial" w:cs="Arial"/>
          <w:b/>
          <w:szCs w:val="22"/>
        </w:rPr>
        <w:t>heures</w:t>
      </w:r>
      <w:r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32F99CBB"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5109C6">
          <w:rPr>
            <w:noProof/>
            <w:webHidden/>
          </w:rPr>
          <w:t>3</w:t>
        </w:r>
        <w:r w:rsidR="00CA2503">
          <w:rPr>
            <w:noProof/>
            <w:webHidden/>
          </w:rPr>
          <w:fldChar w:fldCharType="end"/>
        </w:r>
      </w:hyperlink>
    </w:p>
    <w:p w14:paraId="352F80D0" w14:textId="7C3ED7B6" w:rsidR="00CA2503" w:rsidRPr="006E7E60" w:rsidRDefault="00881B45">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5109C6">
          <w:rPr>
            <w:noProof/>
            <w:webHidden/>
          </w:rPr>
          <w:t>3</w:t>
        </w:r>
        <w:r w:rsidR="00CA2503">
          <w:rPr>
            <w:noProof/>
            <w:webHidden/>
          </w:rPr>
          <w:fldChar w:fldCharType="end"/>
        </w:r>
      </w:hyperlink>
    </w:p>
    <w:p w14:paraId="7A6D7058" w14:textId="4B089CF3" w:rsidR="00CA2503" w:rsidRPr="006E7E60" w:rsidRDefault="00881B45">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5109C6">
          <w:rPr>
            <w:noProof/>
            <w:webHidden/>
          </w:rPr>
          <w:t>4</w:t>
        </w:r>
        <w:r w:rsidR="00CA2503">
          <w:rPr>
            <w:noProof/>
            <w:webHidden/>
          </w:rPr>
          <w:fldChar w:fldCharType="end"/>
        </w:r>
      </w:hyperlink>
    </w:p>
    <w:p w14:paraId="537BD66E" w14:textId="7813FD01" w:rsidR="00CA2503" w:rsidRPr="006E7E60" w:rsidRDefault="00881B45">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5109C6">
          <w:rPr>
            <w:noProof/>
            <w:webHidden/>
          </w:rPr>
          <w:t>4</w:t>
        </w:r>
        <w:r w:rsidR="00CA2503">
          <w:rPr>
            <w:noProof/>
            <w:webHidden/>
          </w:rPr>
          <w:fldChar w:fldCharType="end"/>
        </w:r>
      </w:hyperlink>
    </w:p>
    <w:p w14:paraId="50DE1A8B" w14:textId="2BDA83F3" w:rsidR="00CA2503" w:rsidRPr="006E7E60" w:rsidRDefault="00881B45">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5109C6">
          <w:rPr>
            <w:noProof/>
            <w:webHidden/>
          </w:rPr>
          <w:t>5</w:t>
        </w:r>
        <w:r w:rsidR="00CA2503">
          <w:rPr>
            <w:noProof/>
            <w:webHidden/>
          </w:rPr>
          <w:fldChar w:fldCharType="end"/>
        </w:r>
      </w:hyperlink>
    </w:p>
    <w:p w14:paraId="73AD2581" w14:textId="46D3280D" w:rsidR="00CA2503" w:rsidRPr="006E7E60" w:rsidRDefault="00881B45">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5109C6">
          <w:rPr>
            <w:noProof/>
            <w:webHidden/>
          </w:rPr>
          <w:t>6</w:t>
        </w:r>
        <w:r w:rsidR="00CA2503">
          <w:rPr>
            <w:noProof/>
            <w:webHidden/>
          </w:rPr>
          <w:fldChar w:fldCharType="end"/>
        </w:r>
      </w:hyperlink>
    </w:p>
    <w:p w14:paraId="5484ABFD" w14:textId="77E3C396" w:rsidR="00CA2503" w:rsidRPr="006E7E60" w:rsidRDefault="00881B45">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5109C6">
          <w:rPr>
            <w:noProof/>
            <w:webHidden/>
          </w:rPr>
          <w:t>6</w:t>
        </w:r>
        <w:r w:rsidR="00CA2503">
          <w:rPr>
            <w:noProof/>
            <w:webHidden/>
          </w:rPr>
          <w:fldChar w:fldCharType="end"/>
        </w:r>
      </w:hyperlink>
    </w:p>
    <w:p w14:paraId="00C6F8EF" w14:textId="026D5A58" w:rsidR="00CA2503" w:rsidRPr="006E7E60" w:rsidRDefault="00881B45">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5109C6">
          <w:rPr>
            <w:noProof/>
            <w:webHidden/>
          </w:rPr>
          <w:t>6</w:t>
        </w:r>
        <w:r w:rsidR="00CA2503">
          <w:rPr>
            <w:noProof/>
            <w:webHidden/>
          </w:rPr>
          <w:fldChar w:fldCharType="end"/>
        </w:r>
      </w:hyperlink>
    </w:p>
    <w:p w14:paraId="6C488B24" w14:textId="1479889C" w:rsidR="00CA2503" w:rsidRPr="006E7E60" w:rsidRDefault="00881B45">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5109C6">
          <w:rPr>
            <w:noProof/>
            <w:webHidden/>
          </w:rPr>
          <w:t>6</w:t>
        </w:r>
        <w:r w:rsidR="00CA2503">
          <w:rPr>
            <w:noProof/>
            <w:webHidden/>
          </w:rPr>
          <w:fldChar w:fldCharType="end"/>
        </w:r>
      </w:hyperlink>
    </w:p>
    <w:p w14:paraId="360EC543" w14:textId="17136E51" w:rsidR="00CA2503" w:rsidRPr="006E7E60" w:rsidRDefault="00881B45">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5109C6">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5F8893A1" w:rsidR="00373B83" w:rsidRPr="001509FC" w:rsidRDefault="00373B83" w:rsidP="008D4EED">
      <w:pPr>
        <w:rPr>
          <w:rFonts w:ascii="Arial" w:hAnsi="Arial" w:cs="Arial"/>
          <w:b/>
          <w:szCs w:val="22"/>
        </w:rPr>
      </w:pPr>
      <w:r w:rsidRPr="00917C92">
        <w:rPr>
          <w:rFonts w:ascii="Arial" w:hAnsi="Arial" w:cs="Arial"/>
          <w:b/>
          <w:szCs w:val="22"/>
        </w:rPr>
        <w:t>Elle a pour objet</w:t>
      </w:r>
      <w:r w:rsidRPr="00917C92">
        <w:rPr>
          <w:rFonts w:ascii="Arial" w:hAnsi="Arial" w:cs="Arial"/>
          <w:szCs w:val="22"/>
        </w:rPr>
        <w:t xml:space="preserve"> </w:t>
      </w:r>
      <w:r w:rsidR="00160484">
        <w:rPr>
          <w:rFonts w:ascii="Arial" w:hAnsi="Arial" w:cs="Arial"/>
          <w:b/>
          <w:szCs w:val="22"/>
        </w:rPr>
        <w:t xml:space="preserve">l’achat d’un lave-vaisselle de collectivité </w:t>
      </w:r>
      <w:r w:rsidR="001509FC" w:rsidRPr="001509FC">
        <w:rPr>
          <w:rFonts w:ascii="Arial" w:hAnsi="Arial" w:cs="Arial"/>
          <w:b/>
          <w:szCs w:val="22"/>
        </w:rPr>
        <w:t>pour la Marine nationale</w:t>
      </w:r>
      <w:r w:rsidR="00160484">
        <w:rPr>
          <w:rFonts w:ascii="Arial" w:hAnsi="Arial" w:cs="Arial"/>
          <w:b/>
          <w:szCs w:val="22"/>
        </w:rPr>
        <w:t xml:space="preserve"> selon l</w:t>
      </w:r>
      <w:r w:rsidRPr="001509FC">
        <w:rPr>
          <w:rFonts w:ascii="Arial" w:hAnsi="Arial" w:cs="Arial"/>
          <w:b/>
          <w:szCs w:val="22"/>
        </w:rPr>
        <w:t xml:space="preserve">es conditions définies </w:t>
      </w:r>
      <w:r w:rsidR="00160484">
        <w:rPr>
          <w:rFonts w:ascii="Arial" w:hAnsi="Arial" w:cs="Arial"/>
          <w:b/>
          <w:szCs w:val="22"/>
        </w:rPr>
        <w:t>la SGA n°SDLOG/260/</w:t>
      </w:r>
      <w:r w:rsidR="00071633">
        <w:rPr>
          <w:rFonts w:ascii="Arial" w:hAnsi="Arial" w:cs="Arial"/>
          <w:b/>
          <w:szCs w:val="22"/>
        </w:rPr>
        <w:t>O</w:t>
      </w:r>
      <w:r w:rsidR="00071633" w:rsidRPr="001509FC">
        <w:rPr>
          <w:rFonts w:ascii="Arial" w:hAnsi="Arial" w:cs="Arial"/>
          <w:b/>
        </w:rPr>
        <w:t xml:space="preserve"> </w:t>
      </w:r>
      <w:r w:rsidR="00071633">
        <w:rPr>
          <w:rFonts w:ascii="Arial" w:hAnsi="Arial" w:cs="Arial"/>
          <w:b/>
        </w:rPr>
        <w:t xml:space="preserve">valant CCTP, </w:t>
      </w:r>
      <w:r w:rsidR="001509FC" w:rsidRPr="001509FC">
        <w:rPr>
          <w:rFonts w:ascii="Arial" w:hAnsi="Arial" w:cs="Arial"/>
          <w:b/>
        </w:rPr>
        <w:t xml:space="preserve">joint </w:t>
      </w:r>
      <w:r w:rsidR="005E34CE" w:rsidRPr="001509FC">
        <w:rPr>
          <w:rFonts w:ascii="Arial" w:hAnsi="Arial" w:cs="Arial"/>
          <w:b/>
        </w:rPr>
        <w:t>au présent dossier de consultation.</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6" w:name="_Toc36259022"/>
      <w:bookmarkStart w:id="7" w:name="_Toc42327874"/>
      <w:bookmarkStart w:id="8" w:name="_Toc92880942"/>
      <w:r w:rsidRPr="00917C92">
        <w:rPr>
          <w:rFonts w:ascii="Arial" w:hAnsi="Arial" w:cs="Arial"/>
          <w:szCs w:val="22"/>
        </w:rPr>
        <w:t>condition de la consultation</w:t>
      </w:r>
      <w:bookmarkEnd w:id="6"/>
      <w:bookmarkEnd w:id="7"/>
      <w:bookmarkEnd w:id="8"/>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9"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0" w:name="_Toc36259025"/>
      <w:bookmarkStart w:id="11" w:name="_Toc42327876"/>
      <w:bookmarkEnd w:id="9"/>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0"/>
    <w:bookmarkEnd w:id="11"/>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2" w:name="_Toc92880943"/>
      <w:bookmarkStart w:id="13" w:name="_Toc36259027"/>
      <w:bookmarkStart w:id="14" w:name="_Toc42327878"/>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2"/>
    </w:p>
    <w:p w14:paraId="74017981" w14:textId="77777777" w:rsidR="005326D8" w:rsidRPr="00917C92" w:rsidRDefault="005326D8" w:rsidP="00985A16">
      <w:pPr>
        <w:pStyle w:val="Titre3"/>
        <w:rPr>
          <w:rFonts w:ascii="Arial" w:hAnsi="Arial" w:cs="Arial"/>
          <w:szCs w:val="22"/>
        </w:rPr>
      </w:pPr>
      <w:bookmarkStart w:id="15" w:name="_Toc92880944"/>
      <w:r w:rsidRPr="00917C92">
        <w:rPr>
          <w:rFonts w:ascii="Arial" w:hAnsi="Arial" w:cs="Arial"/>
          <w:szCs w:val="22"/>
        </w:rPr>
        <w:t xml:space="preserve">Présentation des </w:t>
      </w:r>
      <w:r w:rsidR="007E6AF1">
        <w:rPr>
          <w:rFonts w:ascii="Arial" w:hAnsi="Arial" w:cs="Arial"/>
          <w:szCs w:val="22"/>
        </w:rPr>
        <w:t>plis</w:t>
      </w:r>
      <w:bookmarkEnd w:id="15"/>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3567BA3C" w14:textId="77777777"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14:paraId="6760545B" w14:textId="77777777" w:rsidR="008B1A89" w:rsidRPr="00917C92" w:rsidRDefault="008B1A89" w:rsidP="00964194">
      <w:pPr>
        <w:rPr>
          <w:rFonts w:ascii="Arial" w:hAnsi="Arial" w:cs="Arial"/>
          <w:szCs w:val="22"/>
        </w:rPr>
      </w:pPr>
    </w:p>
    <w:bookmarkEnd w:id="13"/>
    <w:bookmarkEnd w:id="14"/>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76610891" w:rsidR="007E6AF1" w:rsidRPr="00D62785" w:rsidRDefault="00071633" w:rsidP="002A4EDB">
            <w:pPr>
              <w:pStyle w:val="Listepuces1"/>
              <w:tabs>
                <w:tab w:val="clear" w:pos="567"/>
              </w:tabs>
              <w:ind w:left="356" w:hanging="285"/>
              <w:rPr>
                <w:rFonts w:ascii="Arial" w:hAnsi="Arial" w:cs="Arial"/>
                <w:szCs w:val="22"/>
              </w:rPr>
            </w:pPr>
            <w:r>
              <w:rPr>
                <w:rFonts w:ascii="Arial" w:hAnsi="Arial" w:cs="Arial"/>
                <w:szCs w:val="22"/>
              </w:rPr>
              <w:t>La SGA n°SDLOG/260/O</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111B0411" w14:textId="77777777" w:rsidR="00BB5C43" w:rsidRPr="00917C92" w:rsidRDefault="00BB5C43">
      <w:pPr>
        <w:ind w:firstLine="426"/>
        <w:rPr>
          <w:rFonts w:ascii="Arial" w:hAnsi="Arial" w:cs="Arial"/>
          <w:szCs w:val="22"/>
        </w:rPr>
      </w:pPr>
    </w:p>
    <w:p w14:paraId="5477AB8F" w14:textId="77777777" w:rsidR="00351833" w:rsidRPr="00917C92" w:rsidRDefault="00351833" w:rsidP="00985A16">
      <w:pPr>
        <w:pStyle w:val="Titre3"/>
        <w:rPr>
          <w:rFonts w:ascii="Arial" w:hAnsi="Arial" w:cs="Arial"/>
          <w:szCs w:val="22"/>
        </w:rPr>
      </w:pPr>
      <w:bookmarkStart w:id="16" w:name="_Toc254166743"/>
      <w:bookmarkStart w:id="17" w:name="_Toc395189355"/>
      <w:bookmarkStart w:id="18" w:name="_Toc92880945"/>
      <w:bookmarkStart w:id="19" w:name="_Toc36259028"/>
      <w:r w:rsidRPr="00917C92">
        <w:rPr>
          <w:rFonts w:ascii="Arial" w:hAnsi="Arial" w:cs="Arial"/>
          <w:szCs w:val="22"/>
        </w:rPr>
        <w:t>Condition d’envoi des plis</w:t>
      </w:r>
      <w:bookmarkEnd w:id="16"/>
      <w:bookmarkEnd w:id="17"/>
      <w:bookmarkEnd w:id="18"/>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w:t>
      </w:r>
      <w:r w:rsidR="00184AB8">
        <w:rPr>
          <w:rFonts w:ascii="Arial" w:hAnsi="Arial" w:cs="Arial"/>
          <w:szCs w:val="22"/>
        </w:rPr>
        <w:lastRenderedPageBreak/>
        <w:t xml:space="preserve">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0" w:name="_Toc469464712"/>
      <w:bookmarkEnd w:id="20"/>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881B45"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77777777"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985A16">
      <w:pPr>
        <w:pStyle w:val="Titre3"/>
        <w:rPr>
          <w:rFonts w:ascii="Arial" w:hAnsi="Arial" w:cs="Arial"/>
          <w:szCs w:val="22"/>
        </w:rPr>
      </w:pPr>
      <w:bookmarkStart w:id="21" w:name="_Toc254166744"/>
      <w:bookmarkStart w:id="22" w:name="_Toc395189356"/>
      <w:bookmarkStart w:id="23" w:name="_Toc92880946"/>
      <w:r w:rsidRPr="00917C92">
        <w:rPr>
          <w:rFonts w:ascii="Arial" w:hAnsi="Arial" w:cs="Arial"/>
          <w:szCs w:val="22"/>
        </w:rPr>
        <w:t>Date de remise des offres</w:t>
      </w:r>
      <w:bookmarkEnd w:id="21"/>
      <w:bookmarkEnd w:id="22"/>
      <w:bookmarkEnd w:id="23"/>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4" w:name="_Toc234058939"/>
      <w:bookmarkStart w:id="25" w:name="_Toc304745895"/>
      <w:bookmarkStart w:id="26" w:name="_Toc92880947"/>
      <w:bookmarkStart w:id="27" w:name="_Toc234058940"/>
      <w:bookmarkEnd w:id="19"/>
      <w:r w:rsidRPr="00917C92">
        <w:rPr>
          <w:rFonts w:ascii="Arial" w:hAnsi="Arial" w:cs="Arial"/>
          <w:szCs w:val="22"/>
        </w:rPr>
        <w:t>jugement des CANDIDATURES ET DES OFFRES</w:t>
      </w:r>
      <w:bookmarkEnd w:id="24"/>
      <w:bookmarkEnd w:id="25"/>
      <w:bookmarkEnd w:id="26"/>
    </w:p>
    <w:p w14:paraId="550FE679" w14:textId="77777777" w:rsidR="00C434EC" w:rsidRPr="00917C92" w:rsidRDefault="00C434EC" w:rsidP="00985A16">
      <w:pPr>
        <w:pStyle w:val="Titre3"/>
        <w:rPr>
          <w:rFonts w:ascii="Arial" w:hAnsi="Arial" w:cs="Arial"/>
          <w:szCs w:val="22"/>
        </w:rPr>
      </w:pPr>
      <w:bookmarkStart w:id="28" w:name="_Toc92880948"/>
      <w:r w:rsidRPr="00917C92">
        <w:rPr>
          <w:rFonts w:ascii="Arial" w:hAnsi="Arial" w:cs="Arial"/>
          <w:szCs w:val="22"/>
        </w:rPr>
        <w:t>Jugement des candidatures</w:t>
      </w:r>
      <w:bookmarkEnd w:id="27"/>
      <w:bookmarkEnd w:id="28"/>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29" w:name="_Toc354649313"/>
      <w:bookmarkStart w:id="30" w:name="_Toc92880949"/>
      <w:bookmarkStart w:id="31" w:name="_Toc234058941"/>
      <w:bookmarkStart w:id="32" w:name="_Toc304745897"/>
      <w:r w:rsidRPr="00917C92">
        <w:rPr>
          <w:rFonts w:ascii="Arial" w:hAnsi="Arial" w:cs="Arial"/>
          <w:szCs w:val="22"/>
        </w:rPr>
        <w:t>Critères de classement des offres et attribution du marché</w:t>
      </w:r>
      <w:bookmarkEnd w:id="29"/>
      <w:bookmarkEnd w:id="30"/>
    </w:p>
    <w:p w14:paraId="671267EE" w14:textId="77777777" w:rsidR="00B1130A" w:rsidRPr="00917C92" w:rsidRDefault="00211A73" w:rsidP="00B1130A">
      <w:pPr>
        <w:pStyle w:val="Paragraphe"/>
        <w:ind w:firstLine="0"/>
        <w:rPr>
          <w:rFonts w:ascii="Arial" w:hAnsi="Arial" w:cs="Arial"/>
          <w:szCs w:val="22"/>
        </w:rPr>
      </w:pPr>
      <w:bookmarkStart w:id="33" w:name="_Toc131825450"/>
      <w:bookmarkStart w:id="34" w:name="_Toc135126495"/>
      <w:bookmarkEnd w:id="31"/>
      <w:bookmarkEnd w:id="32"/>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1FC31AAE" w:rsidR="00B1130A" w:rsidRPr="00207B58" w:rsidRDefault="00B1130A" w:rsidP="00207B58">
      <w:pPr>
        <w:numPr>
          <w:ilvl w:val="0"/>
          <w:numId w:val="12"/>
        </w:numPr>
        <w:tabs>
          <w:tab w:val="clear" w:pos="4897"/>
        </w:tabs>
        <w:spacing w:before="0" w:after="0"/>
        <w:ind w:left="714" w:firstLine="137"/>
        <w:jc w:val="left"/>
        <w:rPr>
          <w:rFonts w:ascii="Arial" w:hAnsi="Arial" w:cs="Arial"/>
          <w:b/>
          <w:color w:val="FF0000"/>
          <w:szCs w:val="22"/>
          <w:u w:val="single"/>
        </w:rPr>
      </w:pPr>
      <w:r w:rsidRPr="00207B58">
        <w:rPr>
          <w:rFonts w:ascii="Arial" w:hAnsi="Arial" w:cs="Arial"/>
          <w:b/>
          <w:color w:val="FF0000"/>
          <w:szCs w:val="22"/>
          <w:u w:val="single"/>
        </w:rPr>
        <w:t xml:space="preserve">Prix : </w:t>
      </w:r>
      <w:r w:rsidR="001509FC" w:rsidRPr="00207B58">
        <w:rPr>
          <w:rFonts w:ascii="Arial" w:hAnsi="Arial" w:cs="Arial"/>
          <w:b/>
          <w:color w:val="FF0000"/>
          <w:szCs w:val="22"/>
          <w:u w:val="single"/>
        </w:rPr>
        <w:t>6</w:t>
      </w:r>
      <w:r w:rsidRPr="00207B58">
        <w:rPr>
          <w:rFonts w:ascii="Arial" w:hAnsi="Arial" w:cs="Arial"/>
          <w:b/>
          <w:color w:val="FF0000"/>
          <w:szCs w:val="22"/>
          <w:u w:val="single"/>
        </w:rPr>
        <w:t>0 %</w:t>
      </w:r>
    </w:p>
    <w:p w14:paraId="10155D60" w14:textId="2168E853" w:rsidR="00B1130A" w:rsidRPr="00207B58" w:rsidRDefault="00B1130A" w:rsidP="00207B58">
      <w:pPr>
        <w:numPr>
          <w:ilvl w:val="0"/>
          <w:numId w:val="12"/>
        </w:numPr>
        <w:tabs>
          <w:tab w:val="clear" w:pos="4897"/>
        </w:tabs>
        <w:spacing w:before="0" w:after="120"/>
        <w:ind w:left="714" w:firstLine="137"/>
        <w:jc w:val="left"/>
        <w:rPr>
          <w:rFonts w:ascii="Arial" w:hAnsi="Arial" w:cs="Arial"/>
          <w:b/>
          <w:bCs/>
          <w:color w:val="FF0000"/>
          <w:szCs w:val="22"/>
          <w:u w:val="single"/>
        </w:rPr>
      </w:pPr>
      <w:r w:rsidRPr="00207B58">
        <w:rPr>
          <w:rFonts w:ascii="Arial" w:hAnsi="Arial" w:cs="Arial"/>
          <w:b/>
          <w:color w:val="FF0000"/>
          <w:szCs w:val="22"/>
          <w:u w:val="single"/>
        </w:rPr>
        <w:t xml:space="preserve">Délai de livraison : </w:t>
      </w:r>
      <w:r w:rsidR="001509FC" w:rsidRPr="00207B58">
        <w:rPr>
          <w:rFonts w:ascii="Arial" w:hAnsi="Arial" w:cs="Arial"/>
          <w:b/>
          <w:color w:val="FF0000"/>
          <w:szCs w:val="22"/>
          <w:u w:val="single"/>
        </w:rPr>
        <w:t>4</w:t>
      </w:r>
      <w:r w:rsidRPr="00207B58">
        <w:rPr>
          <w:rFonts w:ascii="Arial" w:hAnsi="Arial" w:cs="Arial"/>
          <w:b/>
          <w:color w:val="FF0000"/>
          <w:szCs w:val="22"/>
          <w:u w:val="single"/>
        </w:rPr>
        <w:t>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lastRenderedPageBreak/>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7FBB246B"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1328F1" w:rsidRPr="00917C92">
        <w:rPr>
          <w:b/>
          <w:sz w:val="22"/>
          <w:szCs w:val="22"/>
        </w:rPr>
        <w:t>S</w:t>
      </w:r>
      <w:r w:rsidR="00E01541">
        <w:rPr>
          <w:b/>
          <w:sz w:val="22"/>
          <w:szCs w:val="22"/>
        </w:rPr>
        <w:t>ACRAL NORENGNG</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72690A2F" w14:textId="77777777" w:rsidR="00B22CFE" w:rsidRPr="00917C92" w:rsidRDefault="00B22CFE" w:rsidP="00D9183A">
      <w:pPr>
        <w:pStyle w:val="western"/>
        <w:ind w:left="426"/>
        <w:rPr>
          <w:sz w:val="22"/>
          <w:szCs w:val="22"/>
        </w:rPr>
      </w:pP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3FE8250B" w14:textId="77777777"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14:paraId="47E1EB84" w14:textId="77777777"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77777777"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77777777" w:rsidR="0045584C" w:rsidRPr="00917C92" w:rsidRDefault="0045584C" w:rsidP="0045584C">
      <w:pPr>
        <w:numPr>
          <w:ilvl w:val="0"/>
          <w:numId w:val="39"/>
        </w:numPr>
        <w:tabs>
          <w:tab w:val="left" w:pos="426"/>
        </w:tabs>
        <w:spacing w:before="0" w:after="0"/>
        <w:ind w:right="38"/>
        <w:rPr>
          <w:rFonts w:ascii="Arial" w:hAnsi="Arial" w:cs="Arial"/>
          <w:color w:val="000000"/>
          <w:szCs w:val="22"/>
        </w:rPr>
      </w:pPr>
      <w:r w:rsidRPr="00917C92">
        <w:rPr>
          <w:rFonts w:ascii="Arial" w:hAnsi="Arial" w:cs="Arial"/>
          <w:color w:val="000000"/>
          <w:szCs w:val="22"/>
        </w:rPr>
        <w:t>à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14:paraId="48B419A9" w14:textId="77777777"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0D4B2D74" w14:textId="77777777" w:rsidR="005F6A4E" w:rsidRDefault="005F6A4E" w:rsidP="00D9183A">
      <w:pPr>
        <w:tabs>
          <w:tab w:val="left" w:pos="851"/>
        </w:tabs>
        <w:spacing w:before="120" w:after="0"/>
        <w:ind w:right="40"/>
        <w:rPr>
          <w:rFonts w:ascii="Arial" w:hAnsi="Arial" w:cs="Arial"/>
          <w:color w:val="000000"/>
          <w:szCs w:val="22"/>
        </w:rPr>
      </w:pP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lastRenderedPageBreak/>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5" w:name="_Toc92880950"/>
      <w:bookmarkEnd w:id="33"/>
      <w:bookmarkEnd w:id="34"/>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5"/>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0736F0BF" w14:textId="77777777" w:rsidR="006F7DB6" w:rsidRPr="00917C92" w:rsidRDefault="006F7DB6" w:rsidP="00534FA3">
      <w:pPr>
        <w:widowControl w:val="0"/>
        <w:numPr>
          <w:ilvl w:val="0"/>
          <w:numId w:val="12"/>
        </w:numPr>
        <w:tabs>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1BE7932" w14:textId="77777777" w:rsidR="00534FA3" w:rsidRPr="00917C92" w:rsidRDefault="00534FA3" w:rsidP="00534FA3">
      <w:pPr>
        <w:widowControl w:val="0"/>
        <w:autoSpaceDE w:val="0"/>
        <w:autoSpaceDN w:val="0"/>
        <w:adjustRightInd w:val="0"/>
        <w:spacing w:before="0" w:after="0"/>
        <w:ind w:left="284"/>
        <w:rPr>
          <w:rFonts w:ascii="Arial" w:hAnsi="Arial" w:cs="Arial"/>
          <w:szCs w:val="22"/>
        </w:rPr>
      </w:pPr>
    </w:p>
    <w:p w14:paraId="24633BF7" w14:textId="0DC7BE42" w:rsidR="00E01541" w:rsidRDefault="00071633" w:rsidP="006F7DB6">
      <w:pPr>
        <w:widowControl w:val="0"/>
        <w:numPr>
          <w:ilvl w:val="0"/>
          <w:numId w:val="12"/>
        </w:numPr>
        <w:tabs>
          <w:tab w:val="num" w:pos="284"/>
        </w:tabs>
        <w:autoSpaceDE w:val="0"/>
        <w:autoSpaceDN w:val="0"/>
        <w:adjustRightInd w:val="0"/>
        <w:spacing w:before="0" w:after="0"/>
        <w:ind w:left="360"/>
        <w:rPr>
          <w:rFonts w:ascii="Arial" w:hAnsi="Arial" w:cs="Arial"/>
          <w:szCs w:val="22"/>
        </w:rPr>
      </w:pPr>
      <w:r>
        <w:rPr>
          <w:rFonts w:ascii="Arial" w:hAnsi="Arial" w:cs="Arial"/>
          <w:szCs w:val="22"/>
        </w:rPr>
        <w:t>La SGA n°SDLOG/260/O</w:t>
      </w:r>
    </w:p>
    <w:p w14:paraId="41BA2070" w14:textId="77777777" w:rsidR="00E01541" w:rsidRDefault="00E01541" w:rsidP="00E01541">
      <w:pPr>
        <w:pStyle w:val="Paragraphedeliste"/>
        <w:rPr>
          <w:rFonts w:ascii="Arial" w:hAnsi="Arial" w:cs="Arial"/>
          <w:szCs w:val="22"/>
        </w:rPr>
      </w:pP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152D0BDB" w:rsidR="00BD2646" w:rsidRPr="00033168" w:rsidRDefault="005E34CE">
    <w:pPr>
      <w:pStyle w:val="Pieddepage"/>
      <w:rPr>
        <w:rFonts w:ascii="Marianne" w:hAnsi="Marianne"/>
        <w:sz w:val="14"/>
        <w:szCs w:val="14"/>
      </w:rPr>
    </w:pPr>
    <w:r>
      <w:rPr>
        <w:rStyle w:val="Numrodepage"/>
        <w:rFonts w:ascii="Marianne" w:hAnsi="Marianne"/>
        <w:sz w:val="14"/>
        <w:szCs w:val="14"/>
      </w:rPr>
      <w:t>M</w:t>
    </w:r>
    <w:r w:rsidR="00596CF9">
      <w:rPr>
        <w:rStyle w:val="Numrodepage"/>
        <w:rFonts w:ascii="Marianne" w:hAnsi="Marianne"/>
        <w:sz w:val="14"/>
        <w:szCs w:val="14"/>
      </w:rPr>
      <w:t>arché n°S25B00769</w:t>
    </w:r>
    <w:r w:rsidR="00BD2646" w:rsidRPr="00033168">
      <w:rPr>
        <w:rStyle w:val="Numrodepage"/>
        <w:rFonts w:ascii="Marianne" w:hAnsi="Marianne"/>
        <w:sz w:val="14"/>
        <w:szCs w:val="14"/>
      </w:rPr>
      <w:tab/>
      <w:t xml:space="preserve">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PAGE </w:instrText>
    </w:r>
    <w:r w:rsidR="00BD2646" w:rsidRPr="00033168">
      <w:rPr>
        <w:rStyle w:val="Numrodepage"/>
        <w:rFonts w:ascii="Marianne" w:hAnsi="Marianne"/>
        <w:sz w:val="14"/>
        <w:szCs w:val="14"/>
      </w:rPr>
      <w:fldChar w:fldCharType="separate"/>
    </w:r>
    <w:r w:rsidR="005109C6">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NUMPAGES </w:instrText>
    </w:r>
    <w:r w:rsidR="00BD2646" w:rsidRPr="00033168">
      <w:rPr>
        <w:rStyle w:val="Numrodepage"/>
        <w:rFonts w:ascii="Marianne" w:hAnsi="Marianne"/>
        <w:sz w:val="14"/>
        <w:szCs w:val="14"/>
      </w:rPr>
      <w:fldChar w:fldCharType="separate"/>
    </w:r>
    <w:r w:rsidR="005109C6">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w:t>
    </w:r>
    <w:r w:rsidR="00BD2646" w:rsidRPr="00033168">
      <w:rPr>
        <w:rStyle w:val="Numrodepage"/>
        <w:rFonts w:ascii="Marianne" w:hAnsi="Marianne"/>
        <w:sz w:val="14"/>
        <w:szCs w:val="14"/>
      </w:rPr>
      <w:tab/>
      <w:t xml:space="preserve"> </w:t>
    </w:r>
    <w:r w:rsidR="00BD2646" w:rsidRPr="00033168">
      <w:rPr>
        <w:rStyle w:val="Numrodepage"/>
        <w:rFonts w:ascii="Marianne" w:hAnsi="Marianne"/>
        <w:noProof/>
        <w:sz w:val="14"/>
        <w:szCs w:val="14"/>
      </w:rPr>
      <w:t>RC</w:t>
    </w:r>
    <w:r w:rsidR="00BD2646">
      <w:rPr>
        <w:rStyle w:val="Numrodepage"/>
        <w:rFonts w:ascii="Calibri" w:hAnsi="Calibri" w:cs="Calibri"/>
        <w:noProof/>
        <w:sz w:val="14"/>
        <w:szCs w:val="14"/>
      </w:rPr>
      <w:t> </w:t>
    </w:r>
    <w:r w:rsidR="00BD2646">
      <w:rPr>
        <w:rStyle w:val="Numrodepage"/>
        <w:rFonts w:ascii="Marianne" w:hAnsi="Marianne"/>
        <w:noProof/>
        <w:sz w:val="14"/>
        <w:szCs w:val="14"/>
      </w:rPr>
      <w:t>:</w:t>
    </w:r>
    <w:r w:rsidR="00BD2646" w:rsidRPr="00033168">
      <w:rPr>
        <w:rStyle w:val="Numrodepage"/>
        <w:rFonts w:ascii="Marianne" w:hAnsi="Marianne"/>
        <w:noProof/>
        <w:sz w:val="14"/>
        <w:szCs w:val="14"/>
      </w:rPr>
      <w:t xml:space="preserve"> MAPA </w:t>
    </w:r>
    <w:r w:rsidR="00BD2646">
      <w:rPr>
        <w:rStyle w:val="Numrodepage"/>
        <w:rFonts w:ascii="Marianne" w:hAnsi="Marianne"/>
        <w:noProof/>
        <w:sz w:val="14"/>
        <w:szCs w:val="14"/>
      </w:rPr>
      <w:t>1</w:t>
    </w:r>
    <w:r w:rsidR="00BD2646"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sidR="00BD2646">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4897"/>
        </w:tabs>
        <w:ind w:left="4897"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812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1633"/>
    <w:rsid w:val="00074221"/>
    <w:rsid w:val="000A3922"/>
    <w:rsid w:val="000B2F98"/>
    <w:rsid w:val="000F042A"/>
    <w:rsid w:val="000F71E2"/>
    <w:rsid w:val="001019DE"/>
    <w:rsid w:val="00101FB7"/>
    <w:rsid w:val="00104621"/>
    <w:rsid w:val="001070B7"/>
    <w:rsid w:val="00110C46"/>
    <w:rsid w:val="001119F0"/>
    <w:rsid w:val="0011358F"/>
    <w:rsid w:val="00123BFA"/>
    <w:rsid w:val="0012797E"/>
    <w:rsid w:val="001328F1"/>
    <w:rsid w:val="00140955"/>
    <w:rsid w:val="001509FC"/>
    <w:rsid w:val="00160484"/>
    <w:rsid w:val="00166B9D"/>
    <w:rsid w:val="00167C65"/>
    <w:rsid w:val="0018093A"/>
    <w:rsid w:val="00184944"/>
    <w:rsid w:val="00184AB8"/>
    <w:rsid w:val="00193CFE"/>
    <w:rsid w:val="001A2116"/>
    <w:rsid w:val="001A438F"/>
    <w:rsid w:val="001B3A9A"/>
    <w:rsid w:val="001C4893"/>
    <w:rsid w:val="001C5FC4"/>
    <w:rsid w:val="001D3ED7"/>
    <w:rsid w:val="001E4DDC"/>
    <w:rsid w:val="001F2419"/>
    <w:rsid w:val="0020203D"/>
    <w:rsid w:val="00203E2E"/>
    <w:rsid w:val="00204B8C"/>
    <w:rsid w:val="00207B58"/>
    <w:rsid w:val="00211A73"/>
    <w:rsid w:val="002130DD"/>
    <w:rsid w:val="00216431"/>
    <w:rsid w:val="00217C60"/>
    <w:rsid w:val="002241BB"/>
    <w:rsid w:val="0022565C"/>
    <w:rsid w:val="00227934"/>
    <w:rsid w:val="00231696"/>
    <w:rsid w:val="00233D3E"/>
    <w:rsid w:val="002411F2"/>
    <w:rsid w:val="00244AE2"/>
    <w:rsid w:val="002511A3"/>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91770"/>
    <w:rsid w:val="00391F0F"/>
    <w:rsid w:val="003A52E7"/>
    <w:rsid w:val="003B00C8"/>
    <w:rsid w:val="003C523E"/>
    <w:rsid w:val="003D289B"/>
    <w:rsid w:val="003D33FF"/>
    <w:rsid w:val="003D5613"/>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8796D"/>
    <w:rsid w:val="004A617C"/>
    <w:rsid w:val="004B095A"/>
    <w:rsid w:val="004C2F3E"/>
    <w:rsid w:val="004E1AEF"/>
    <w:rsid w:val="004F0020"/>
    <w:rsid w:val="004F4265"/>
    <w:rsid w:val="005109C6"/>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6CF9"/>
    <w:rsid w:val="005975CF"/>
    <w:rsid w:val="005A104F"/>
    <w:rsid w:val="005A2860"/>
    <w:rsid w:val="005B2CE9"/>
    <w:rsid w:val="005C0CF3"/>
    <w:rsid w:val="005C0F5B"/>
    <w:rsid w:val="005C5537"/>
    <w:rsid w:val="005C7429"/>
    <w:rsid w:val="005D0DEB"/>
    <w:rsid w:val="005E00BF"/>
    <w:rsid w:val="005E00D1"/>
    <w:rsid w:val="005E34CE"/>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43AEA"/>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23C03"/>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6700B"/>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6E5A"/>
    <w:rsid w:val="00BB5C43"/>
    <w:rsid w:val="00BD1DB7"/>
    <w:rsid w:val="00BD2646"/>
    <w:rsid w:val="00BE252F"/>
    <w:rsid w:val="00BE2C37"/>
    <w:rsid w:val="00BF1B71"/>
    <w:rsid w:val="00BF4A66"/>
    <w:rsid w:val="00BF4F1A"/>
    <w:rsid w:val="00C03E09"/>
    <w:rsid w:val="00C12838"/>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541"/>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64E2"/>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8129"/>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 w:type="paragraph" w:styleId="Paragraphedeliste">
    <w:name w:val="List Paragraph"/>
    <w:basedOn w:val="Normal"/>
    <w:uiPriority w:val="34"/>
    <w:qFormat/>
    <w:rsid w:val="00E015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F5597-6E1E-40E4-9DB3-9C9539345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64</TotalTime>
  <Pages>8</Pages>
  <Words>2407</Words>
  <Characters>14389</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16763</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FLEJOU Christelle ATTACHE MINDEF</cp:lastModifiedBy>
  <cp:revision>16</cp:revision>
  <cp:lastPrinted>2025-11-12T09:52:00Z</cp:lastPrinted>
  <dcterms:created xsi:type="dcterms:W3CDTF">2025-07-31T08:28:00Z</dcterms:created>
  <dcterms:modified xsi:type="dcterms:W3CDTF">2025-11-12T10:08:00Z</dcterms:modified>
</cp:coreProperties>
</file>