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6D8B30D" w14:textId="60AC385C"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 xml:space="preserve">MAINTENANCE </w:t>
      </w:r>
      <w:r w:rsidR="00A1768E">
        <w:rPr>
          <w:rFonts w:ascii="Marianne" w:eastAsia="Marianne" w:hAnsi="Marianne" w:cs="Marianne"/>
          <w:iCs/>
          <w:sz w:val="18"/>
          <w:szCs w:val="22"/>
          <w:lang w:eastAsia="en-US"/>
        </w:rPr>
        <w:t xml:space="preserve">PREVENTIVE ET CORRECTIVE </w:t>
      </w:r>
      <w:r w:rsidR="00A16B00">
        <w:rPr>
          <w:rFonts w:ascii="Marianne" w:eastAsia="Marianne" w:hAnsi="Marianne" w:cs="Marianne"/>
          <w:iCs/>
          <w:sz w:val="18"/>
          <w:szCs w:val="22"/>
          <w:lang w:eastAsia="en-US"/>
        </w:rPr>
        <w:t>DES SYSTEMES A AIR COMPRIME</w:t>
      </w:r>
    </w:p>
    <w:p w14:paraId="5B2FEBD2" w14:textId="77777777"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p>
    <w:p w14:paraId="3BA0A3A1" w14:textId="75CB527B" w:rsidR="00D14343"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DD1823">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w:t>
      </w:r>
      <w:r w:rsidR="009C338D">
        <w:rPr>
          <w:rFonts w:ascii="Marianne" w:eastAsia="Marianne" w:hAnsi="Marianne" w:cs="Marianne"/>
          <w:iCs/>
          <w:sz w:val="18"/>
          <w:szCs w:val="22"/>
          <w:lang w:eastAsia="en-US"/>
        </w:rPr>
        <w:t>S</w:t>
      </w:r>
      <w:r w:rsidRPr="00711790">
        <w:rPr>
          <w:rFonts w:ascii="Marianne" w:eastAsia="Marianne" w:hAnsi="Marianne" w:cs="Marianne"/>
          <w:iCs/>
          <w:sz w:val="18"/>
          <w:szCs w:val="22"/>
          <w:lang w:eastAsia="en-US"/>
        </w:rPr>
        <w:t>P 5</w:t>
      </w:r>
      <w:r w:rsidR="00A357AF">
        <w:rPr>
          <w:rFonts w:ascii="Marianne" w:eastAsia="Marianne" w:hAnsi="Marianne" w:cs="Marianne"/>
          <w:iCs/>
          <w:sz w:val="18"/>
          <w:szCs w:val="22"/>
          <w:lang w:eastAsia="en-US"/>
        </w:rPr>
        <w:t>060</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5A7A90D0" w:rsidR="007411D9" w:rsidRDefault="00390D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424"/>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000D"/>
    <w:rsid w:val="00960E4C"/>
    <w:rsid w:val="0097024E"/>
    <w:rsid w:val="00981CD3"/>
    <w:rsid w:val="00990786"/>
    <w:rsid w:val="009924C9"/>
    <w:rsid w:val="009A6876"/>
    <w:rsid w:val="009B0B7A"/>
    <w:rsid w:val="009B14B4"/>
    <w:rsid w:val="009C338D"/>
    <w:rsid w:val="009F5D60"/>
    <w:rsid w:val="00A02C06"/>
    <w:rsid w:val="00A16B00"/>
    <w:rsid w:val="00A1768E"/>
    <w:rsid w:val="00A32C14"/>
    <w:rsid w:val="00A357AF"/>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1982</Words>
  <Characters>10905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12862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GUEDET Francesca</cp:lastModifiedBy>
  <cp:revision>13</cp:revision>
  <cp:lastPrinted>2016-11-02T13:51:00Z</cp:lastPrinted>
  <dcterms:created xsi:type="dcterms:W3CDTF">2024-01-31T14:22:00Z</dcterms:created>
  <dcterms:modified xsi:type="dcterms:W3CDTF">2025-10-13T15:12:00Z</dcterms:modified>
</cp:coreProperties>
</file>