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40D" w:rsidRPr="00F34831" w:rsidRDefault="00AF401B" w:rsidP="009C6E1E">
      <w:pPr>
        <w:pStyle w:val="ZEmetteur"/>
        <w:tabs>
          <w:tab w:val="left" w:pos="1418"/>
        </w:tabs>
        <w:rPr>
          <w:rFonts w:ascii="Arial" w:hAnsi="Arial"/>
        </w:rPr>
      </w:pPr>
      <w:r>
        <w:rPr>
          <w:rFonts w:ascii="Times New Roman" w:hAnsi="Times New Roman" w:cs="Times New Roman"/>
        </w:rPr>
        <w:drawing>
          <wp:anchor distT="0" distB="0" distL="114300" distR="114300" simplePos="0" relativeHeight="251659264" behindDoc="0" locked="0" layoutInCell="1" allowOverlap="1">
            <wp:simplePos x="0" y="0"/>
            <wp:positionH relativeFrom="column">
              <wp:posOffset>47501</wp:posOffset>
            </wp:positionH>
            <wp:positionV relativeFrom="paragraph">
              <wp:posOffset>-24188</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Ministère des Armées et des Anciens combattants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r w:rsidR="003C040D" w:rsidRPr="00F34831">
        <w:rPr>
          <w:rFonts w:ascii="Arial" w:hAnsi="Arial"/>
        </w:rPr>
        <w:t>Marine nationale</w:t>
      </w:r>
    </w:p>
    <w:p w:rsidR="003C040D" w:rsidRPr="00F34831" w:rsidRDefault="003C040D" w:rsidP="003C040D">
      <w:pPr>
        <w:pStyle w:val="ZEmetteur"/>
        <w:rPr>
          <w:rFonts w:ascii="Arial" w:hAnsi="Arial"/>
        </w:rPr>
      </w:pPr>
      <w:r w:rsidRPr="00F34831">
        <w:rPr>
          <w:rFonts w:ascii="Arial" w:hAnsi="Arial"/>
        </w:rPr>
        <w:t>Service de soutien de la Flotte</w:t>
      </w:r>
    </w:p>
    <w:p w:rsidR="003C040D" w:rsidRPr="00F34831" w:rsidRDefault="003C040D" w:rsidP="003C040D">
      <w:pPr>
        <w:pStyle w:val="ZEmetteur"/>
        <w:rPr>
          <w:rFonts w:ascii="Arial" w:hAnsi="Arial"/>
        </w:rPr>
      </w:pPr>
      <w:r w:rsidRPr="00F34831">
        <w:rPr>
          <w:rFonts w:ascii="Arial" w:hAnsi="Arial"/>
        </w:rPr>
        <w:t>DSSF Brest</w:t>
      </w:r>
    </w:p>
    <w:p w:rsidR="003C040D" w:rsidRDefault="003C040D" w:rsidP="003C040D">
      <w:pPr>
        <w:pStyle w:val="ZEmetteur"/>
      </w:pPr>
    </w:p>
    <w:p w:rsidR="003C040D" w:rsidRDefault="003C040D" w:rsidP="003C040D">
      <w:pPr>
        <w:pStyle w:val="ZEmetteur"/>
      </w:pPr>
    </w:p>
    <w:p w:rsidR="003C040D" w:rsidRDefault="003C040D" w:rsidP="003C040D">
      <w:pPr>
        <w:pStyle w:val="ZEmetteur"/>
      </w:pPr>
    </w:p>
    <w:p w:rsidR="00443372" w:rsidRDefault="00443372">
      <w:pPr>
        <w:tabs>
          <w:tab w:val="left" w:pos="567"/>
        </w:tabs>
        <w:ind w:right="-426"/>
        <w:jc w:val="center"/>
      </w:pPr>
    </w:p>
    <w:p w:rsidR="00443372" w:rsidRDefault="00443372">
      <w:pPr>
        <w:tabs>
          <w:tab w:val="left" w:pos="567"/>
        </w:tabs>
        <w:ind w:right="-426"/>
        <w:jc w:val="center"/>
      </w:pPr>
    </w:p>
    <w:p w:rsidR="00443372" w:rsidRPr="007B4F2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C65B45" w:rsidRPr="005747B0">
        <w:rPr>
          <w:rFonts w:ascii="Arial" w:hAnsi="Arial" w:cs="Arial"/>
          <w:b/>
          <w:bCs/>
          <w:szCs w:val="22"/>
        </w:rPr>
        <w:t xml:space="preserve">° </w:t>
      </w:r>
      <w:r w:rsidR="00BB2BD3">
        <w:rPr>
          <w:rFonts w:ascii="Arial" w:hAnsi="Arial" w:cs="Arial"/>
          <w:b/>
          <w:bCs/>
          <w:szCs w:val="22"/>
        </w:rPr>
        <w:t>3</w:t>
      </w:r>
      <w:r w:rsidR="007D48BD">
        <w:rPr>
          <w:rFonts w:ascii="Arial" w:hAnsi="Arial" w:cs="Arial"/>
          <w:b/>
          <w:bCs/>
          <w:szCs w:val="22"/>
        </w:rPr>
        <w:t>7</w:t>
      </w:r>
      <w:r w:rsidR="009F7267">
        <w:rPr>
          <w:rFonts w:ascii="Arial" w:hAnsi="Arial" w:cs="Arial"/>
          <w:b/>
          <w:bCs/>
          <w:szCs w:val="22"/>
        </w:rPr>
        <w:t>31</w:t>
      </w:r>
      <w:r w:rsidR="004C0F6B">
        <w:rPr>
          <w:rFonts w:ascii="Arial" w:hAnsi="Arial" w:cs="Arial"/>
          <w:b/>
          <w:bCs/>
          <w:szCs w:val="22"/>
        </w:rPr>
        <w:t>3</w:t>
      </w:r>
      <w:r w:rsidRPr="007B4F2F">
        <w:rPr>
          <w:rFonts w:ascii="Arial" w:hAnsi="Arial" w:cs="Arial"/>
          <w:b/>
          <w:bCs/>
          <w:szCs w:val="22"/>
        </w:rPr>
        <w:fldChar w:fldCharType="begin"/>
      </w:r>
      <w:r w:rsidRPr="007B4F2F">
        <w:rPr>
          <w:rFonts w:ascii="Arial" w:hAnsi="Arial" w:cs="Arial"/>
          <w:b/>
          <w:bCs/>
          <w:szCs w:val="22"/>
        </w:rPr>
        <w:instrText xml:space="preserve"> ASK N° Dossier "Entrez le N° de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[Numéro du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 MERGEFORMAT </w:instrText>
      </w:r>
      <w:r w:rsidRPr="007B4F2F">
        <w:rPr>
          <w:rFonts w:ascii="Arial" w:hAnsi="Arial" w:cs="Arial"/>
          <w:b/>
          <w:bCs/>
          <w:szCs w:val="22"/>
        </w:rPr>
        <w:fldChar w:fldCharType="end"/>
      </w:r>
    </w:p>
    <w:p w:rsidR="00443372" w:rsidRDefault="00443372">
      <w:pPr>
        <w:tabs>
          <w:tab w:val="left" w:pos="567"/>
        </w:tabs>
      </w:pPr>
    </w:p>
    <w:p w:rsidR="00443372" w:rsidRDefault="00443372">
      <w:pPr>
        <w:tabs>
          <w:tab w:val="left" w:pos="567"/>
        </w:tabs>
      </w:pPr>
    </w:p>
    <w:p w:rsidR="00443372" w:rsidRPr="005A2D84" w:rsidRDefault="00443372">
      <w:pPr>
        <w:tabs>
          <w:tab w:val="left" w:pos="567"/>
        </w:tabs>
        <w:jc w:val="center"/>
        <w:rPr>
          <w:rFonts w:ascii="Arial" w:hAnsi="Arial" w:cs="Arial"/>
          <w:b/>
          <w:sz w:val="28"/>
        </w:rPr>
      </w:pPr>
      <w:r w:rsidRPr="005A2D84">
        <w:rPr>
          <w:rFonts w:ascii="Arial" w:hAnsi="Arial" w:cs="Arial"/>
          <w:b/>
          <w:sz w:val="28"/>
        </w:rPr>
        <w:t>REGLEMENT DE LA CONSULTATION</w:t>
      </w:r>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trPr>
          <w:trHeight w:val="1791"/>
        </w:trPr>
        <w:tc>
          <w:tcPr>
            <w:tcW w:w="7754" w:type="dxa"/>
            <w:gridSpan w:val="2"/>
          </w:tcPr>
          <w:p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rsidR="00443372" w:rsidRPr="005A2D84" w:rsidRDefault="00443372" w:rsidP="00746A8C">
            <w:pPr>
              <w:pStyle w:val="Retraitcorpsdetexte"/>
              <w:ind w:left="564" w:firstLine="3"/>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rsidR="00443372" w:rsidRPr="005A2D84" w:rsidRDefault="00443372">
            <w:pPr>
              <w:tabs>
                <w:tab w:val="left" w:pos="567"/>
              </w:tabs>
              <w:jc w:val="center"/>
              <w:rPr>
                <w:rFonts w:ascii="Arial" w:hAnsi="Arial" w:cs="Arial"/>
                <w:szCs w:val="22"/>
              </w:rPr>
            </w:pPr>
          </w:p>
        </w:tc>
      </w:tr>
      <w:tr w:rsidR="00443372" w:rsidRPr="005A2D84">
        <w:trPr>
          <w:trHeight w:val="469"/>
        </w:trPr>
        <w:tc>
          <w:tcPr>
            <w:tcW w:w="3969" w:type="dxa"/>
          </w:tcPr>
          <w:p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rsidR="00443372" w:rsidRPr="005A2D84" w:rsidRDefault="00A558A7" w:rsidP="00746A8C">
            <w:pPr>
              <w:spacing w:before="120" w:after="120"/>
              <w:jc w:val="center"/>
              <w:rPr>
                <w:rFonts w:ascii="Arial" w:hAnsi="Arial" w:cs="Arial"/>
                <w:szCs w:val="22"/>
              </w:rPr>
            </w:pPr>
            <w:r w:rsidRPr="004711AD">
              <w:rPr>
                <w:rFonts w:ascii="Arial" w:hAnsi="Arial" w:cs="Arial"/>
                <w:szCs w:val="22"/>
              </w:rPr>
              <w:t xml:space="preserve">02.98.14.06.86 </w:t>
            </w:r>
          </w:p>
        </w:tc>
      </w:tr>
      <w:tr w:rsidR="00443372" w:rsidRPr="005A2D84">
        <w:trPr>
          <w:trHeight w:val="469"/>
        </w:trPr>
        <w:tc>
          <w:tcPr>
            <w:tcW w:w="3969" w:type="dxa"/>
          </w:tcPr>
          <w:p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4C0F6B">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calorifugeage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calorifugeage au profit de la Marine nationale.</w:t>
      </w:r>
      <w:r>
        <w:rPr>
          <w:rFonts w:ascii="Arial" w:hAnsi="Arial" w:cs="Arial"/>
          <w:szCs w:val="22"/>
        </w:rPr>
        <w:fldChar w:fldCharType="end"/>
      </w:r>
      <w:bookmarkEnd w:id="0"/>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747B0">
        <w:rPr>
          <w:rFonts w:ascii="Arial" w:hAnsi="Arial" w:cs="Arial"/>
          <w:szCs w:val="22"/>
        </w:rPr>
        <w:t>DA</w:t>
      </w:r>
      <w:bookmarkStart w:id="1" w:name="_GoBack"/>
      <w:bookmarkEnd w:id="1"/>
      <w:r w:rsidRPr="005747B0">
        <w:rPr>
          <w:rFonts w:ascii="Arial" w:hAnsi="Arial" w:cs="Arial"/>
          <w:szCs w:val="22"/>
        </w:rPr>
        <w:t>TE LIMITE DE REMISE DES OFFRES</w:t>
      </w: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 w:val="8"/>
          <w:szCs w:val="22"/>
        </w:rPr>
      </w:pPr>
    </w:p>
    <w:p w:rsidR="004A512C" w:rsidRPr="005747B0" w:rsidRDefault="00E874C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Pr>
          <w:rFonts w:ascii="Arial" w:hAnsi="Arial" w:cs="Arial"/>
          <w:b/>
          <w:szCs w:val="22"/>
        </w:rPr>
        <w:t xml:space="preserve">Le </w:t>
      </w:r>
      <w:r w:rsidR="004C0F6B">
        <w:rPr>
          <w:rFonts w:ascii="Arial" w:hAnsi="Arial" w:cs="Arial"/>
          <w:b/>
          <w:szCs w:val="22"/>
        </w:rPr>
        <w:t>14</w:t>
      </w:r>
      <w:r w:rsidR="005747B0" w:rsidRPr="005747B0">
        <w:rPr>
          <w:rFonts w:ascii="Arial" w:hAnsi="Arial" w:cs="Arial"/>
          <w:b/>
          <w:szCs w:val="22"/>
        </w:rPr>
        <w:t>/</w:t>
      </w:r>
      <w:r w:rsidR="007D48BD">
        <w:rPr>
          <w:rFonts w:ascii="Arial" w:hAnsi="Arial" w:cs="Arial"/>
          <w:b/>
          <w:szCs w:val="22"/>
        </w:rPr>
        <w:t>1</w:t>
      </w:r>
      <w:r w:rsidR="009F7267">
        <w:rPr>
          <w:rFonts w:ascii="Arial" w:hAnsi="Arial" w:cs="Arial"/>
          <w:b/>
          <w:szCs w:val="22"/>
        </w:rPr>
        <w:t>1</w:t>
      </w:r>
      <w:r w:rsidR="005747B0" w:rsidRPr="005747B0">
        <w:rPr>
          <w:rFonts w:ascii="Arial" w:hAnsi="Arial" w:cs="Arial"/>
          <w:b/>
          <w:szCs w:val="22"/>
        </w:rPr>
        <w:t>/202</w:t>
      </w:r>
      <w:r w:rsidR="00843B91">
        <w:rPr>
          <w:rFonts w:ascii="Arial" w:hAnsi="Arial" w:cs="Arial"/>
          <w:b/>
          <w:szCs w:val="22"/>
        </w:rPr>
        <w:t xml:space="preserve">5 </w:t>
      </w:r>
      <w:r w:rsidR="005747B0" w:rsidRPr="005747B0">
        <w:rPr>
          <w:rFonts w:ascii="Arial" w:hAnsi="Arial" w:cs="Arial"/>
          <w:b/>
          <w:szCs w:val="22"/>
        </w:rPr>
        <w:t>avant 1</w:t>
      </w:r>
      <w:r w:rsidR="004C0F6B">
        <w:rPr>
          <w:rFonts w:ascii="Arial" w:hAnsi="Arial" w:cs="Arial"/>
          <w:b/>
          <w:szCs w:val="22"/>
        </w:rPr>
        <w:t>5</w:t>
      </w:r>
      <w:r w:rsidR="005747B0" w:rsidRPr="005747B0">
        <w:rPr>
          <w:rFonts w:ascii="Arial" w:hAnsi="Arial" w:cs="Arial"/>
          <w:b/>
          <w:szCs w:val="22"/>
        </w:rPr>
        <w:t xml:space="preserve"> heures (horodatage PLACE)</w:t>
      </w:r>
    </w:p>
    <w:p w:rsidR="005747B0" w:rsidRPr="005A2D84" w:rsidRDefault="005747B0">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567"/>
        </w:tabs>
        <w:rPr>
          <w:rFonts w:ascii="Arial" w:hAnsi="Arial" w:cs="Arial"/>
          <w:szCs w:val="22"/>
        </w:rPr>
      </w:pP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proofErr w:type="gramStart"/>
      <w:r w:rsidRPr="002E5AF9">
        <w:rPr>
          <w:rFonts w:ascii="Arial" w:hAnsi="Arial" w:cs="Arial"/>
          <w:b/>
          <w:szCs w:val="22"/>
        </w:rPr>
        <w:lastRenderedPageBreak/>
        <w:t>S  O</w:t>
      </w:r>
      <w:proofErr w:type="gramEnd"/>
      <w:r w:rsidRPr="002E5AF9">
        <w:rPr>
          <w:rFonts w:ascii="Arial" w:hAnsi="Arial" w:cs="Arial"/>
          <w:b/>
          <w:szCs w:val="22"/>
        </w:rPr>
        <w:t xml:space="preserve">  M  </w:t>
      </w:r>
      <w:proofErr w:type="spellStart"/>
      <w:r w:rsidRPr="002E5AF9">
        <w:rPr>
          <w:rFonts w:ascii="Arial" w:hAnsi="Arial" w:cs="Arial"/>
          <w:b/>
          <w:szCs w:val="22"/>
        </w:rPr>
        <w:t>M</w:t>
      </w:r>
      <w:proofErr w:type="spellEnd"/>
      <w:r w:rsidRPr="002E5AF9">
        <w:rPr>
          <w:rFonts w:ascii="Arial" w:hAnsi="Arial" w:cs="Arial"/>
          <w:b/>
          <w:szCs w:val="22"/>
        </w:rPr>
        <w:t xml:space="preserve">  A  I  R  E</w:t>
      </w: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2E5AF9" w:rsidRDefault="00443372">
      <w:pPr>
        <w:tabs>
          <w:tab w:val="left" w:pos="567"/>
        </w:tabs>
        <w:rPr>
          <w:rFonts w:ascii="Arial" w:hAnsi="Arial" w:cs="Arial"/>
          <w:szCs w:val="22"/>
        </w:rPr>
      </w:pPr>
    </w:p>
    <w:p w:rsidR="006504BE" w:rsidRPr="002E5AF9" w:rsidRDefault="006504BE" w:rsidP="006504BE">
      <w:pPr>
        <w:tabs>
          <w:tab w:val="left" w:pos="567"/>
        </w:tabs>
        <w:rPr>
          <w:rFonts w:ascii="Arial" w:hAnsi="Arial" w:cs="Arial"/>
          <w:szCs w:val="22"/>
        </w:rPr>
      </w:pPr>
    </w:p>
    <w:p w:rsidR="006E0A18" w:rsidRPr="002E5AF9" w:rsidRDefault="006504BE">
      <w:pPr>
        <w:pStyle w:val="TM1"/>
        <w:tabs>
          <w:tab w:val="left" w:pos="426"/>
          <w:tab w:val="right" w:leader="dot" w:pos="9629"/>
        </w:tabs>
        <w:rPr>
          <w:rFonts w:ascii="Arial" w:eastAsiaTheme="minorEastAsia" w:hAnsi="Arial" w:cs="Arial"/>
          <w:b w:val="0"/>
          <w:bCs w:val="0"/>
          <w:caps w:val="0"/>
          <w:noProof/>
          <w:szCs w:val="22"/>
        </w:rPr>
      </w:pPr>
      <w:r w:rsidRPr="002E5AF9">
        <w:rPr>
          <w:rFonts w:ascii="Arial" w:hAnsi="Arial" w:cs="Arial"/>
          <w:szCs w:val="22"/>
          <w:lang w:val="en-GB"/>
        </w:rPr>
        <w:fldChar w:fldCharType="begin"/>
      </w:r>
      <w:r w:rsidRPr="002E5AF9">
        <w:rPr>
          <w:rFonts w:ascii="Arial" w:hAnsi="Arial" w:cs="Arial"/>
          <w:szCs w:val="22"/>
          <w:lang w:val="en-GB"/>
        </w:rPr>
        <w:instrText xml:space="preserve"> TOC \o "1-3" \h \z </w:instrText>
      </w:r>
      <w:r w:rsidRPr="002E5AF9">
        <w:rPr>
          <w:rFonts w:ascii="Arial" w:hAnsi="Arial" w:cs="Arial"/>
          <w:szCs w:val="22"/>
          <w:lang w:val="en-GB"/>
        </w:rPr>
        <w:fldChar w:fldCharType="separate"/>
      </w:r>
      <w:hyperlink w:anchor="_Toc92880850" w:history="1">
        <w:r w:rsidR="006E0A18" w:rsidRPr="002E5AF9">
          <w:rPr>
            <w:rStyle w:val="Lienhypertexte"/>
            <w:rFonts w:ascii="Arial" w:hAnsi="Arial" w:cs="Arial"/>
            <w:noProof/>
          </w:rPr>
          <w:t>1.</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oBJET ET CARACTERISTIQUES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_Toc92880850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3</w:t>
        </w:r>
        <w:r w:rsidR="006E0A18" w:rsidRPr="002E5AF9">
          <w:rPr>
            <w:rFonts w:ascii="Arial" w:hAnsi="Arial" w:cs="Arial"/>
            <w:noProof/>
            <w:webHidden/>
          </w:rPr>
          <w:fldChar w:fldCharType="end"/>
        </w:r>
      </w:hyperlink>
    </w:p>
    <w:p w:rsidR="006E0A18" w:rsidRPr="002E5AF9" w:rsidRDefault="004C0F6B">
      <w:pPr>
        <w:pStyle w:val="TM1"/>
        <w:tabs>
          <w:tab w:val="left" w:pos="426"/>
          <w:tab w:val="right" w:leader="dot" w:pos="9629"/>
        </w:tabs>
        <w:rPr>
          <w:rFonts w:ascii="Arial" w:eastAsiaTheme="minorEastAsia" w:hAnsi="Arial" w:cs="Arial"/>
          <w:b w:val="0"/>
          <w:bCs w:val="0"/>
          <w:caps w:val="0"/>
          <w:noProof/>
          <w:szCs w:val="22"/>
        </w:rPr>
      </w:pPr>
      <w:hyperlink w:anchor="_Toc92880851" w:history="1">
        <w:r w:rsidR="006E0A18" w:rsidRPr="002E5AF9">
          <w:rPr>
            <w:rStyle w:val="Lienhypertexte"/>
            <w:rFonts w:ascii="Arial" w:hAnsi="Arial" w:cs="Arial"/>
            <w:noProof/>
          </w:rPr>
          <w:t>2.</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condition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_Toc92880851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3</w:t>
        </w:r>
        <w:r w:rsidR="006E0A18" w:rsidRPr="002E5AF9">
          <w:rPr>
            <w:rFonts w:ascii="Arial" w:hAnsi="Arial" w:cs="Arial"/>
            <w:noProof/>
            <w:webHidden/>
          </w:rPr>
          <w:fldChar w:fldCharType="end"/>
        </w:r>
      </w:hyperlink>
    </w:p>
    <w:p w:rsidR="006E0A18" w:rsidRPr="002E5AF9" w:rsidRDefault="004C0F6B">
      <w:pPr>
        <w:pStyle w:val="TM1"/>
        <w:tabs>
          <w:tab w:val="left" w:pos="426"/>
          <w:tab w:val="right" w:leader="dot" w:pos="9629"/>
        </w:tabs>
        <w:rPr>
          <w:rFonts w:ascii="Arial" w:eastAsiaTheme="minorEastAsia" w:hAnsi="Arial" w:cs="Arial"/>
          <w:b w:val="0"/>
          <w:bCs w:val="0"/>
          <w:caps w:val="0"/>
          <w:noProof/>
          <w:szCs w:val="22"/>
        </w:rPr>
      </w:pPr>
      <w:hyperlink w:anchor="_Toc92880852" w:history="1">
        <w:r w:rsidR="006E0A18" w:rsidRPr="002E5AF9">
          <w:rPr>
            <w:rStyle w:val="Lienhypertexte"/>
            <w:rFonts w:ascii="Arial" w:hAnsi="Arial" w:cs="Arial"/>
            <w:noProof/>
          </w:rPr>
          <w:t>3.</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presentation et 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_Toc92880852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4</w:t>
        </w:r>
        <w:r w:rsidR="006E0A18" w:rsidRPr="002E5AF9">
          <w:rPr>
            <w:rFonts w:ascii="Arial" w:hAnsi="Arial" w:cs="Arial"/>
            <w:noProof/>
            <w:webHidden/>
          </w:rPr>
          <w:fldChar w:fldCharType="end"/>
        </w:r>
      </w:hyperlink>
    </w:p>
    <w:p w:rsidR="006E0A18" w:rsidRPr="002E5AF9" w:rsidRDefault="004C0F6B">
      <w:pPr>
        <w:pStyle w:val="TM3"/>
        <w:tabs>
          <w:tab w:val="left" w:pos="1100"/>
          <w:tab w:val="right" w:leader="dot" w:pos="9629"/>
        </w:tabs>
        <w:rPr>
          <w:rFonts w:ascii="Arial" w:eastAsiaTheme="minorEastAsia" w:hAnsi="Arial" w:cs="Arial"/>
          <w:i w:val="0"/>
          <w:iCs w:val="0"/>
          <w:noProof/>
          <w:szCs w:val="22"/>
        </w:rPr>
      </w:pPr>
      <w:hyperlink w:anchor="_Toc92880853" w:history="1">
        <w:r w:rsidR="006E0A18" w:rsidRPr="002E5AF9">
          <w:rPr>
            <w:rStyle w:val="Lienhypertexte"/>
            <w:rFonts w:ascii="Arial" w:hAnsi="Arial" w:cs="Arial"/>
            <w:noProof/>
          </w:rPr>
          <w:t>3.1.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Présentation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_Toc92880853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4</w:t>
        </w:r>
        <w:r w:rsidR="006E0A18" w:rsidRPr="002E5AF9">
          <w:rPr>
            <w:rFonts w:ascii="Arial" w:hAnsi="Arial" w:cs="Arial"/>
            <w:noProof/>
            <w:webHidden/>
          </w:rPr>
          <w:fldChar w:fldCharType="end"/>
        </w:r>
      </w:hyperlink>
    </w:p>
    <w:p w:rsidR="006E0A18" w:rsidRPr="002E5AF9" w:rsidRDefault="004C0F6B">
      <w:pPr>
        <w:pStyle w:val="TM3"/>
        <w:tabs>
          <w:tab w:val="left" w:pos="1100"/>
          <w:tab w:val="right" w:leader="dot" w:pos="9629"/>
        </w:tabs>
        <w:rPr>
          <w:rFonts w:ascii="Arial" w:eastAsiaTheme="minorEastAsia" w:hAnsi="Arial" w:cs="Arial"/>
          <w:i w:val="0"/>
          <w:iCs w:val="0"/>
          <w:noProof/>
          <w:szCs w:val="22"/>
        </w:rPr>
      </w:pPr>
      <w:hyperlink w:anchor="_Toc92880854" w:history="1">
        <w:r w:rsidR="006E0A18" w:rsidRPr="002E5AF9">
          <w:rPr>
            <w:rStyle w:val="Lienhypertexte"/>
            <w:rFonts w:ascii="Arial" w:hAnsi="Arial" w:cs="Arial"/>
            <w:noProof/>
          </w:rPr>
          <w:t>3.2.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Condition d’envoi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_Toc92880854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5</w:t>
        </w:r>
        <w:r w:rsidR="006E0A18" w:rsidRPr="002E5AF9">
          <w:rPr>
            <w:rFonts w:ascii="Arial" w:hAnsi="Arial" w:cs="Arial"/>
            <w:noProof/>
            <w:webHidden/>
          </w:rPr>
          <w:fldChar w:fldCharType="end"/>
        </w:r>
      </w:hyperlink>
    </w:p>
    <w:p w:rsidR="006E0A18" w:rsidRPr="002E5AF9" w:rsidRDefault="004C0F6B">
      <w:pPr>
        <w:pStyle w:val="TM3"/>
        <w:tabs>
          <w:tab w:val="left" w:pos="1100"/>
          <w:tab w:val="right" w:leader="dot" w:pos="9629"/>
        </w:tabs>
        <w:rPr>
          <w:rFonts w:ascii="Arial" w:eastAsiaTheme="minorEastAsia" w:hAnsi="Arial" w:cs="Arial"/>
          <w:i w:val="0"/>
          <w:iCs w:val="0"/>
          <w:noProof/>
          <w:szCs w:val="22"/>
        </w:rPr>
      </w:pPr>
      <w:hyperlink w:anchor="_Toc92880855" w:history="1">
        <w:r w:rsidR="006E0A18" w:rsidRPr="002E5AF9">
          <w:rPr>
            <w:rStyle w:val="Lienhypertexte"/>
            <w:rFonts w:ascii="Arial" w:hAnsi="Arial" w:cs="Arial"/>
            <w:noProof/>
          </w:rPr>
          <w:t>3.3.</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Date de remise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_Toc92880855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6</w:t>
        </w:r>
        <w:r w:rsidR="006E0A18" w:rsidRPr="002E5AF9">
          <w:rPr>
            <w:rFonts w:ascii="Arial" w:hAnsi="Arial" w:cs="Arial"/>
            <w:noProof/>
            <w:webHidden/>
          </w:rPr>
          <w:fldChar w:fldCharType="end"/>
        </w:r>
      </w:hyperlink>
    </w:p>
    <w:p w:rsidR="006E0A18" w:rsidRPr="002E5AF9" w:rsidRDefault="004C0F6B">
      <w:pPr>
        <w:pStyle w:val="TM1"/>
        <w:tabs>
          <w:tab w:val="left" w:pos="426"/>
          <w:tab w:val="right" w:leader="dot" w:pos="9629"/>
        </w:tabs>
        <w:rPr>
          <w:rFonts w:ascii="Arial" w:eastAsiaTheme="minorEastAsia" w:hAnsi="Arial" w:cs="Arial"/>
          <w:b w:val="0"/>
          <w:bCs w:val="0"/>
          <w:caps w:val="0"/>
          <w:noProof/>
          <w:szCs w:val="22"/>
        </w:rPr>
      </w:pPr>
      <w:hyperlink w:anchor="_Toc92880856" w:history="1">
        <w:r w:rsidR="006E0A18" w:rsidRPr="002E5AF9">
          <w:rPr>
            <w:rStyle w:val="Lienhypertexte"/>
            <w:rFonts w:ascii="Arial" w:hAnsi="Arial" w:cs="Arial"/>
            <w:noProof/>
          </w:rPr>
          <w:t>4.</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jugement des CANDIDATURES ET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_Toc92880856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6</w:t>
        </w:r>
        <w:r w:rsidR="006E0A18" w:rsidRPr="002E5AF9">
          <w:rPr>
            <w:rFonts w:ascii="Arial" w:hAnsi="Arial" w:cs="Arial"/>
            <w:noProof/>
            <w:webHidden/>
          </w:rPr>
          <w:fldChar w:fldCharType="end"/>
        </w:r>
      </w:hyperlink>
    </w:p>
    <w:p w:rsidR="006E0A18" w:rsidRPr="002E5AF9" w:rsidRDefault="004C0F6B">
      <w:pPr>
        <w:pStyle w:val="TM3"/>
        <w:tabs>
          <w:tab w:val="left" w:pos="1100"/>
          <w:tab w:val="right" w:leader="dot" w:pos="9629"/>
        </w:tabs>
        <w:rPr>
          <w:rFonts w:ascii="Arial" w:eastAsiaTheme="minorEastAsia" w:hAnsi="Arial" w:cs="Arial"/>
          <w:i w:val="0"/>
          <w:iCs w:val="0"/>
          <w:noProof/>
          <w:szCs w:val="22"/>
        </w:rPr>
      </w:pPr>
      <w:hyperlink w:anchor="_Toc92880857" w:history="1">
        <w:r w:rsidR="006E0A18" w:rsidRPr="002E5AF9">
          <w:rPr>
            <w:rStyle w:val="Lienhypertexte"/>
            <w:rFonts w:ascii="Arial" w:hAnsi="Arial" w:cs="Arial"/>
            <w:noProof/>
          </w:rPr>
          <w:t>4.1.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Jugement des candidatures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_Toc92880857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6</w:t>
        </w:r>
        <w:r w:rsidR="006E0A18" w:rsidRPr="002E5AF9">
          <w:rPr>
            <w:rFonts w:ascii="Arial" w:hAnsi="Arial" w:cs="Arial"/>
            <w:noProof/>
            <w:webHidden/>
          </w:rPr>
          <w:fldChar w:fldCharType="end"/>
        </w:r>
      </w:hyperlink>
    </w:p>
    <w:p w:rsidR="006E0A18" w:rsidRPr="002E5AF9" w:rsidRDefault="004C0F6B">
      <w:pPr>
        <w:pStyle w:val="TM3"/>
        <w:tabs>
          <w:tab w:val="left" w:pos="1100"/>
          <w:tab w:val="right" w:leader="dot" w:pos="9629"/>
        </w:tabs>
        <w:rPr>
          <w:rFonts w:ascii="Arial" w:eastAsiaTheme="minorEastAsia" w:hAnsi="Arial" w:cs="Arial"/>
          <w:i w:val="0"/>
          <w:iCs w:val="0"/>
          <w:noProof/>
          <w:szCs w:val="22"/>
        </w:rPr>
      </w:pPr>
      <w:hyperlink w:anchor="_Toc92880858" w:history="1">
        <w:r w:rsidR="006E0A18" w:rsidRPr="002E5AF9">
          <w:rPr>
            <w:rStyle w:val="Lienhypertexte"/>
            <w:rFonts w:ascii="Arial" w:hAnsi="Arial" w:cs="Arial"/>
            <w:noProof/>
          </w:rPr>
          <w:t>4.2.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Critères de classement des offres et attribution du marché</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_Toc92880858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7</w:t>
        </w:r>
        <w:r w:rsidR="006E0A18" w:rsidRPr="002E5AF9">
          <w:rPr>
            <w:rFonts w:ascii="Arial" w:hAnsi="Arial" w:cs="Arial"/>
            <w:noProof/>
            <w:webHidden/>
          </w:rPr>
          <w:fldChar w:fldCharType="end"/>
        </w:r>
      </w:hyperlink>
    </w:p>
    <w:p w:rsidR="006E0A18" w:rsidRPr="002E5AF9" w:rsidRDefault="004C0F6B">
      <w:pPr>
        <w:pStyle w:val="TM1"/>
        <w:tabs>
          <w:tab w:val="left" w:pos="426"/>
          <w:tab w:val="right" w:leader="dot" w:pos="9629"/>
        </w:tabs>
        <w:rPr>
          <w:rFonts w:ascii="Arial" w:eastAsiaTheme="minorEastAsia" w:hAnsi="Arial" w:cs="Arial"/>
          <w:b w:val="0"/>
          <w:bCs w:val="0"/>
          <w:caps w:val="0"/>
          <w:noProof/>
          <w:szCs w:val="22"/>
        </w:rPr>
      </w:pPr>
      <w:hyperlink w:anchor="_Toc92880859" w:history="1">
        <w:r w:rsidR="006E0A18" w:rsidRPr="002E5AF9">
          <w:rPr>
            <w:rStyle w:val="Lienhypertexte"/>
            <w:rFonts w:ascii="Arial" w:hAnsi="Arial" w:cs="Arial"/>
            <w:noProof/>
          </w:rPr>
          <w:t>5.</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contenu du dossier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_Toc92880859 \h </w:instrText>
        </w:r>
        <w:r w:rsidR="006E0A18" w:rsidRPr="002E5AF9">
          <w:rPr>
            <w:rFonts w:ascii="Arial" w:hAnsi="Arial" w:cs="Arial"/>
            <w:noProof/>
            <w:webHidden/>
          </w:rPr>
        </w:r>
        <w:r w:rsidR="006E0A18" w:rsidRPr="002E5AF9">
          <w:rPr>
            <w:rFonts w:ascii="Arial" w:hAnsi="Arial" w:cs="Arial"/>
            <w:noProof/>
            <w:webHidden/>
          </w:rPr>
          <w:fldChar w:fldCharType="separate"/>
        </w:r>
        <w:r w:rsidR="007D48BD">
          <w:rPr>
            <w:rFonts w:ascii="Arial" w:hAnsi="Arial" w:cs="Arial"/>
            <w:noProof/>
            <w:webHidden/>
          </w:rPr>
          <w:t>9</w:t>
        </w:r>
        <w:r w:rsidR="006E0A18" w:rsidRPr="002E5AF9">
          <w:rPr>
            <w:rFonts w:ascii="Arial" w:hAnsi="Arial" w:cs="Arial"/>
            <w:noProof/>
            <w:webHidden/>
          </w:rPr>
          <w:fldChar w:fldCharType="end"/>
        </w:r>
      </w:hyperlink>
    </w:p>
    <w:p w:rsidR="00443372" w:rsidRPr="002E5AF9" w:rsidRDefault="006504BE" w:rsidP="006504BE">
      <w:pPr>
        <w:tabs>
          <w:tab w:val="left" w:pos="567"/>
        </w:tabs>
        <w:rPr>
          <w:rFonts w:ascii="Arial" w:hAnsi="Arial" w:cs="Arial"/>
          <w:szCs w:val="22"/>
          <w:lang w:val="en-GB"/>
        </w:rPr>
      </w:pPr>
      <w:r w:rsidRPr="002E5AF9">
        <w:rPr>
          <w:rFonts w:ascii="Arial" w:hAnsi="Arial" w:cs="Arial"/>
          <w:szCs w:val="22"/>
          <w:lang w:val="en-GB"/>
        </w:rPr>
        <w:fldChar w:fldCharType="end"/>
      </w:r>
    </w:p>
    <w:p w:rsidR="00443372" w:rsidRPr="002E5AF9" w:rsidRDefault="00443372">
      <w:pPr>
        <w:tabs>
          <w:tab w:val="left" w:pos="567"/>
        </w:tabs>
        <w:rPr>
          <w:rFonts w:ascii="Arial" w:hAnsi="Arial" w:cs="Arial"/>
          <w:szCs w:val="22"/>
          <w:lang w:val="en-GB"/>
        </w:rPr>
      </w:pPr>
    </w:p>
    <w:p w:rsidR="00443372" w:rsidRPr="002E5AF9" w:rsidRDefault="00443372">
      <w:pPr>
        <w:tabs>
          <w:tab w:val="left" w:pos="567"/>
        </w:tabs>
        <w:rPr>
          <w:rFonts w:ascii="Arial" w:hAnsi="Arial" w:cs="Arial"/>
          <w:szCs w:val="22"/>
        </w:rPr>
      </w:pPr>
    </w:p>
    <w:p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rsidR="00443372" w:rsidRPr="005A2D84" w:rsidRDefault="00443372" w:rsidP="00F87B7B">
      <w:pPr>
        <w:pStyle w:val="Titre1"/>
        <w:numPr>
          <w:ilvl w:val="0"/>
          <w:numId w:val="7"/>
        </w:numPr>
        <w:rPr>
          <w:rFonts w:ascii="Arial" w:hAnsi="Arial" w:cs="Arial"/>
          <w:szCs w:val="22"/>
        </w:rPr>
      </w:pPr>
      <w:bookmarkStart w:id="3" w:name="_Toc36259021"/>
      <w:bookmarkStart w:id="4" w:name="_Toc42327867"/>
      <w:bookmarkStart w:id="5" w:name="_Toc254166739"/>
      <w:bookmarkStart w:id="6"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3"/>
      <w:r w:rsidRPr="005A2D84">
        <w:rPr>
          <w:rFonts w:ascii="Arial" w:hAnsi="Arial" w:cs="Arial"/>
          <w:szCs w:val="22"/>
        </w:rPr>
        <w:t>E LA CONSULTATION</w:t>
      </w:r>
      <w:bookmarkStart w:id="7" w:name="OLE_LINK1"/>
      <w:bookmarkStart w:id="8" w:name="OLE_LINK2"/>
      <w:bookmarkEnd w:id="4"/>
      <w:bookmarkEnd w:id="5"/>
      <w:bookmarkEnd w:id="6"/>
    </w:p>
    <w:p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4C0F6B">
        <w:rPr>
          <w:rFonts w:ascii="Arial" w:hAnsi="Arial" w:cs="Arial"/>
          <w:szCs w:val="22"/>
        </w:rPr>
        <w:fldChar w:fldCharType="begin">
          <w:ffData>
            <w:name w:val="Texte4"/>
            <w:enabled/>
            <w:calcOnExit w:val="0"/>
            <w:textInput>
              <w:default w:val="l'approvisionnement de calorifugeage au profit de la Marine nationale"/>
            </w:textInput>
          </w:ffData>
        </w:fldChar>
      </w:r>
      <w:bookmarkStart w:id="9" w:name="Texte4"/>
      <w:r w:rsidR="004C0F6B">
        <w:rPr>
          <w:rFonts w:ascii="Arial" w:hAnsi="Arial" w:cs="Arial"/>
          <w:szCs w:val="22"/>
        </w:rPr>
        <w:instrText xml:space="preserve"> FORMTEXT </w:instrText>
      </w:r>
      <w:r w:rsidR="004C0F6B">
        <w:rPr>
          <w:rFonts w:ascii="Arial" w:hAnsi="Arial" w:cs="Arial"/>
          <w:szCs w:val="22"/>
        </w:rPr>
      </w:r>
      <w:r w:rsidR="004C0F6B">
        <w:rPr>
          <w:rFonts w:ascii="Arial" w:hAnsi="Arial" w:cs="Arial"/>
          <w:szCs w:val="22"/>
        </w:rPr>
        <w:fldChar w:fldCharType="separate"/>
      </w:r>
      <w:r w:rsidR="004C0F6B">
        <w:rPr>
          <w:rFonts w:ascii="Arial" w:hAnsi="Arial" w:cs="Arial"/>
          <w:noProof/>
          <w:szCs w:val="22"/>
        </w:rPr>
        <w:t>l'approvisionnement de calorifugeage au profit de la Marine nationale</w:t>
      </w:r>
      <w:r w:rsidR="004C0F6B">
        <w:rPr>
          <w:rFonts w:ascii="Arial" w:hAnsi="Arial" w:cs="Arial"/>
          <w:szCs w:val="22"/>
        </w:rPr>
        <w:fldChar w:fldCharType="end"/>
      </w:r>
      <w:bookmarkEnd w:id="9"/>
      <w:r w:rsidR="007829E5">
        <w:rPr>
          <w:rFonts w:ascii="Arial" w:hAnsi="Arial" w:cs="Arial"/>
          <w:szCs w:val="22"/>
        </w:rPr>
        <w:t xml:space="preserve"> </w:t>
      </w:r>
      <w:r w:rsidRPr="005A2D84">
        <w:rPr>
          <w:rFonts w:ascii="Arial" w:hAnsi="Arial" w:cs="Arial"/>
          <w:szCs w:val="22"/>
        </w:rPr>
        <w:t xml:space="preserve">selon les conditions définies dans </w:t>
      </w:r>
      <w:r w:rsidR="008F142B">
        <w:rPr>
          <w:rFonts w:ascii="Arial" w:hAnsi="Arial" w:cs="Arial"/>
          <w:szCs w:val="22"/>
          <w:lang w:val="fr-FR"/>
        </w:rPr>
        <w:t>l</w:t>
      </w:r>
      <w:r w:rsidR="004C0F6B">
        <w:rPr>
          <w:rFonts w:ascii="Arial" w:hAnsi="Arial" w:cs="Arial"/>
          <w:szCs w:val="22"/>
          <w:lang w:val="fr-FR"/>
        </w:rPr>
        <w:t>e</w:t>
      </w:r>
      <w:r w:rsidR="00BD3556">
        <w:rPr>
          <w:rFonts w:ascii="Arial" w:hAnsi="Arial" w:cs="Arial"/>
          <w:szCs w:val="22"/>
          <w:lang w:val="fr-FR"/>
        </w:rPr>
        <w:t>s</w:t>
      </w:r>
      <w:r w:rsidR="008F142B">
        <w:rPr>
          <w:rFonts w:ascii="Arial" w:hAnsi="Arial" w:cs="Arial"/>
          <w:szCs w:val="22"/>
          <w:lang w:val="fr-FR"/>
        </w:rPr>
        <w:t xml:space="preserve"> Spécification</w:t>
      </w:r>
      <w:r w:rsidR="00BD3556">
        <w:rPr>
          <w:rFonts w:ascii="Arial" w:hAnsi="Arial" w:cs="Arial"/>
          <w:szCs w:val="22"/>
          <w:lang w:val="fr-FR"/>
        </w:rPr>
        <w:t>s</w:t>
      </w:r>
      <w:r w:rsidR="008F142B">
        <w:rPr>
          <w:rFonts w:ascii="Arial" w:hAnsi="Arial" w:cs="Arial"/>
          <w:szCs w:val="22"/>
          <w:lang w:val="fr-FR"/>
        </w:rPr>
        <w:t xml:space="preserve"> Générale</w:t>
      </w:r>
      <w:r w:rsidR="00BD3556">
        <w:rPr>
          <w:rFonts w:ascii="Arial" w:hAnsi="Arial" w:cs="Arial"/>
          <w:szCs w:val="22"/>
          <w:lang w:val="fr-FR"/>
        </w:rPr>
        <w:t>s</w:t>
      </w:r>
      <w:r w:rsidR="008F142B">
        <w:rPr>
          <w:rFonts w:ascii="Arial" w:hAnsi="Arial" w:cs="Arial"/>
          <w:szCs w:val="22"/>
          <w:lang w:val="fr-FR"/>
        </w:rPr>
        <w:t xml:space="preserv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005E32F2">
        <w:rPr>
          <w:rFonts w:ascii="Arial" w:hAnsi="Arial" w:cs="Arial"/>
          <w:szCs w:val="22"/>
          <w:lang w:val="fr-FR"/>
        </w:rPr>
        <w:t>.</w:t>
      </w:r>
    </w:p>
    <w:p w:rsidR="00F2073B" w:rsidRPr="004711AD" w:rsidRDefault="00F2073B" w:rsidP="00F2073B">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F2073B" w:rsidRPr="004711AD" w:rsidRDefault="00F2073B" w:rsidP="00F2073B">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à Brest. </w:t>
      </w:r>
    </w:p>
    <w:p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AC78EF">
        <w:rPr>
          <w:rFonts w:ascii="Arial" w:hAnsi="Arial" w:cs="Arial"/>
          <w:szCs w:val="22"/>
        </w:rPr>
        <w:fldChar w:fldCharType="begin">
          <w:ffData>
            <w:name w:val="Texte5"/>
            <w:enabled/>
            <w:calcOnExit w:val="0"/>
            <w:textInput>
              <w:default w:val="5"/>
            </w:textInput>
          </w:ffData>
        </w:fldChar>
      </w:r>
      <w:bookmarkStart w:id="17" w:name="Texte5"/>
      <w:r w:rsidR="00AC78EF">
        <w:rPr>
          <w:rFonts w:ascii="Arial" w:hAnsi="Arial" w:cs="Arial"/>
          <w:szCs w:val="22"/>
        </w:rPr>
        <w:instrText xml:space="preserve"> FORMTEXT </w:instrText>
      </w:r>
      <w:r w:rsidR="00AC78EF">
        <w:rPr>
          <w:rFonts w:ascii="Arial" w:hAnsi="Arial" w:cs="Arial"/>
          <w:szCs w:val="22"/>
        </w:rPr>
      </w:r>
      <w:r w:rsidR="00AC78EF">
        <w:rPr>
          <w:rFonts w:ascii="Arial" w:hAnsi="Arial" w:cs="Arial"/>
          <w:szCs w:val="22"/>
        </w:rPr>
        <w:fldChar w:fldCharType="separate"/>
      </w:r>
      <w:r w:rsidR="00AC78EF">
        <w:rPr>
          <w:rFonts w:ascii="Arial" w:hAnsi="Arial" w:cs="Arial"/>
          <w:noProof/>
          <w:szCs w:val="22"/>
        </w:rPr>
        <w:t>5</w:t>
      </w:r>
      <w:r w:rsidR="00AC78EF">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7"/>
      <w:bookmarkEnd w:id="8"/>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20"/>
    <w:bookmarkEnd w:id="21"/>
    <w:p w:rsidR="002D57EC" w:rsidRPr="00D62785" w:rsidRDefault="002D57EC" w:rsidP="002D57EC">
      <w:pPr>
        <w:spacing w:before="0" w:after="0"/>
        <w:ind w:firstLine="567"/>
        <w:rPr>
          <w:rFonts w:ascii="Arial" w:hAnsi="Arial" w:cs="Arial"/>
          <w:b/>
          <w:bCs/>
          <w:szCs w:val="22"/>
        </w:rPr>
      </w:pPr>
    </w:p>
    <w:p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rsidTr="002D57EC">
        <w:trPr>
          <w:cantSplit/>
          <w:trHeight w:val="615"/>
        </w:trPr>
        <w:tc>
          <w:tcPr>
            <w:tcW w:w="8931" w:type="dxa"/>
            <w:vMerge w:val="restart"/>
            <w:tcBorders>
              <w:top w:val="single" w:sz="8" w:space="0" w:color="auto"/>
              <w:left w:val="single" w:sz="8" w:space="0" w:color="auto"/>
              <w:right w:val="single" w:sz="8" w:space="0" w:color="auto"/>
            </w:tcBorders>
          </w:tcPr>
          <w:p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rsidTr="002D57EC">
        <w:trPr>
          <w:cantSplit/>
          <w:trHeight w:val="373"/>
        </w:trPr>
        <w:tc>
          <w:tcPr>
            <w:tcW w:w="8931" w:type="dxa"/>
            <w:vMerge/>
            <w:tcBorders>
              <w:left w:val="single" w:sz="8" w:space="0" w:color="auto"/>
              <w:bottom w:val="single" w:sz="8" w:space="0" w:color="auto"/>
              <w:right w:val="single" w:sz="8" w:space="0" w:color="auto"/>
            </w:tcBorders>
          </w:tcPr>
          <w:p w:rsidR="002D57EC" w:rsidRPr="00D62785" w:rsidRDefault="002D57EC" w:rsidP="002D57EC">
            <w:pPr>
              <w:rPr>
                <w:rFonts w:ascii="Arial" w:hAnsi="Arial" w:cs="Arial"/>
                <w:szCs w:val="22"/>
              </w:rPr>
            </w:pPr>
          </w:p>
        </w:tc>
      </w:tr>
      <w:tr w:rsidR="002D57EC" w:rsidRPr="00D62785" w:rsidTr="002D57EC">
        <w:trPr>
          <w:cantSplit/>
          <w:trHeight w:val="528"/>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rsidTr="002D57EC">
        <w:trPr>
          <w:cantSplit/>
          <w:trHeight w:val="692"/>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proofErr w:type="gramStart"/>
            <w:r w:rsidRPr="00D62785">
              <w:rPr>
                <w:rFonts w:ascii="Arial" w:hAnsi="Arial" w:cs="Arial"/>
                <w:szCs w:val="22"/>
              </w:rPr>
              <w:t>l’annexe</w:t>
            </w:r>
            <w:proofErr w:type="gramEnd"/>
            <w:r w:rsidRPr="00D62785">
              <w:rPr>
                <w:rFonts w:ascii="Arial" w:hAnsi="Arial" w:cs="Arial"/>
                <w:szCs w:val="22"/>
              </w:rPr>
              <w:t xml:space="preserve"> financière à l’acte d’engagement. Cette annexe financière est saisie informatiquement sous un format Excel.</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D71092" w:rsidP="00D71092">
            <w:pPr>
              <w:pStyle w:val="Listepuces1"/>
              <w:tabs>
                <w:tab w:val="clear" w:pos="567"/>
              </w:tabs>
              <w:ind w:left="356" w:hanging="285"/>
              <w:rPr>
                <w:rFonts w:ascii="Arial" w:hAnsi="Arial" w:cs="Arial"/>
                <w:szCs w:val="22"/>
              </w:rPr>
            </w:pPr>
            <w:r>
              <w:rPr>
                <w:rFonts w:ascii="Arial" w:hAnsi="Arial" w:cs="Arial"/>
                <w:szCs w:val="22"/>
              </w:rPr>
              <w:t>le</w:t>
            </w:r>
            <w:r w:rsidR="00A94A31">
              <w:rPr>
                <w:rFonts w:ascii="Arial" w:hAnsi="Arial" w:cs="Arial"/>
                <w:szCs w:val="22"/>
              </w:rPr>
              <w:t>s SGA</w:t>
            </w:r>
            <w:r w:rsidR="002D57EC"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2D57EC" w:rsidRPr="00866D3F" w:rsidRDefault="002D57EC" w:rsidP="002D57EC">
      <w:pPr>
        <w:spacing w:before="120"/>
        <w:ind w:firstLine="567"/>
        <w:rPr>
          <w:rFonts w:ascii="Arial" w:hAnsi="Arial" w:cs="Arial"/>
          <w:szCs w:val="22"/>
        </w:rPr>
      </w:pPr>
    </w:p>
    <w:p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rsidR="006267C8" w:rsidRPr="005A2D84" w:rsidRDefault="006267C8">
      <w:pPr>
        <w:ind w:firstLine="426"/>
        <w:rPr>
          <w:rFonts w:ascii="Arial" w:hAnsi="Arial" w:cs="Arial"/>
          <w:szCs w:val="22"/>
        </w:rPr>
      </w:pPr>
    </w:p>
    <w:p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rsidR="00787C4D" w:rsidRPr="005A2D84" w:rsidRDefault="00787C4D" w:rsidP="007F2EC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787C4D" w:rsidRPr="005A2D84" w:rsidRDefault="00787C4D" w:rsidP="0092132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5568FD" w:rsidRPr="005A2D84" w:rsidRDefault="005568FD" w:rsidP="008C7771">
      <w:pPr>
        <w:autoSpaceDE w:val="0"/>
        <w:autoSpaceDN w:val="0"/>
        <w:adjustRightInd w:val="0"/>
        <w:spacing w:before="0" w:after="0"/>
        <w:rPr>
          <w:rFonts w:ascii="Arial" w:hAnsi="Arial" w:cs="Arial"/>
          <w:szCs w:val="22"/>
        </w:rPr>
      </w:pPr>
    </w:p>
    <w:p w:rsidR="00A21D42" w:rsidRPr="005A2D84" w:rsidRDefault="00A21D42" w:rsidP="00A21D42">
      <w:pPr>
        <w:autoSpaceDE w:val="0"/>
        <w:autoSpaceDN w:val="0"/>
        <w:adjustRightInd w:val="0"/>
        <w:spacing w:before="0" w:after="0"/>
        <w:ind w:firstLine="567"/>
        <w:rPr>
          <w:rFonts w:ascii="Arial" w:hAnsi="Arial" w:cs="Arial"/>
          <w:b/>
          <w:szCs w:val="22"/>
          <w:u w:val="single"/>
        </w:rPr>
      </w:pPr>
    </w:p>
    <w:p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rsidR="0035770D" w:rsidRDefault="0035770D" w:rsidP="00A21D42">
      <w:pPr>
        <w:autoSpaceDE w:val="0"/>
        <w:autoSpaceDN w:val="0"/>
        <w:adjustRightInd w:val="0"/>
        <w:spacing w:before="0" w:after="0"/>
        <w:ind w:firstLine="567"/>
        <w:rPr>
          <w:rFonts w:ascii="Arial" w:hAnsi="Arial" w:cs="Arial"/>
          <w:szCs w:val="22"/>
        </w:rPr>
      </w:pPr>
    </w:p>
    <w:p w:rsidR="00AC78EF" w:rsidRDefault="00AC78EF" w:rsidP="00A21D42">
      <w:pPr>
        <w:autoSpaceDE w:val="0"/>
        <w:autoSpaceDN w:val="0"/>
        <w:adjustRightInd w:val="0"/>
        <w:spacing w:before="0" w:after="0"/>
        <w:ind w:firstLine="567"/>
        <w:rPr>
          <w:rFonts w:ascii="Arial" w:hAnsi="Arial" w:cs="Arial"/>
          <w:szCs w:val="22"/>
        </w:rPr>
      </w:pPr>
    </w:p>
    <w:p w:rsidR="00AC78EF" w:rsidRPr="005A2D84" w:rsidRDefault="00AC78EF" w:rsidP="00A21D42">
      <w:pPr>
        <w:autoSpaceDE w:val="0"/>
        <w:autoSpaceDN w:val="0"/>
        <w:adjustRightInd w:val="0"/>
        <w:spacing w:before="0" w:after="0"/>
        <w:ind w:firstLine="567"/>
        <w:rPr>
          <w:rFonts w:ascii="Arial" w:hAnsi="Arial" w:cs="Arial"/>
          <w:szCs w:val="22"/>
        </w:rPr>
      </w:pPr>
    </w:p>
    <w:p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rsidR="00D75D06" w:rsidRPr="005A2D84" w:rsidRDefault="00D75D06" w:rsidP="00A21D42">
      <w:pPr>
        <w:autoSpaceDE w:val="0"/>
        <w:autoSpaceDN w:val="0"/>
        <w:adjustRightInd w:val="0"/>
        <w:spacing w:before="0" w:after="0"/>
        <w:ind w:firstLine="567"/>
        <w:rPr>
          <w:rFonts w:ascii="Arial" w:hAnsi="Arial" w:cs="Arial"/>
          <w:szCs w:val="22"/>
        </w:rPr>
      </w:pPr>
    </w:p>
    <w:p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rsidR="002A4498" w:rsidRPr="005A2D84" w:rsidRDefault="004C0F6B"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rsidR="00AC78EF" w:rsidRDefault="00AC78EF" w:rsidP="007C3AFA">
      <w:pPr>
        <w:pStyle w:val="Para1"/>
        <w:tabs>
          <w:tab w:val="left" w:pos="8930"/>
        </w:tabs>
        <w:ind w:left="0"/>
        <w:jc w:val="both"/>
        <w:rPr>
          <w:rFonts w:cs="Arial"/>
          <w:szCs w:val="22"/>
        </w:rPr>
      </w:pPr>
    </w:p>
    <w:p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rsidR="00443372" w:rsidRPr="005A2D84" w:rsidRDefault="00443372" w:rsidP="00DE11C8">
      <w:pPr>
        <w:pStyle w:val="Titre3"/>
      </w:pPr>
      <w:bookmarkStart w:id="42" w:name="_Toc92880857"/>
      <w:r w:rsidRPr="005A2D84">
        <w:t>Jugement des candidatures</w:t>
      </w:r>
      <w:bookmarkEnd w:id="41"/>
      <w:bookmarkEnd w:id="42"/>
    </w:p>
    <w:p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rsidR="00787C4D" w:rsidRPr="005A2D84" w:rsidRDefault="00787C4D" w:rsidP="001B25B5">
      <w:pPr>
        <w:ind w:firstLine="426"/>
        <w:rPr>
          <w:rFonts w:ascii="Arial" w:hAnsi="Arial" w:cs="Arial"/>
          <w:szCs w:val="22"/>
        </w:rPr>
      </w:pPr>
    </w:p>
    <w:p w:rsidR="00443372" w:rsidRPr="005A2D84" w:rsidRDefault="001B25B5" w:rsidP="00DE11C8">
      <w:pPr>
        <w:pStyle w:val="Titre3"/>
      </w:pPr>
      <w:bookmarkStart w:id="43" w:name="_Toc234058941"/>
      <w:bookmarkStart w:id="44" w:name="_Toc92880858"/>
      <w:r w:rsidRPr="005A2D84">
        <w:lastRenderedPageBreak/>
        <w:t>Critères de classement des offres et attribution du marché</w:t>
      </w:r>
      <w:bookmarkEnd w:id="43"/>
      <w:bookmarkEnd w:id="44"/>
    </w:p>
    <w:p w:rsidR="001B25B5" w:rsidRPr="005A2D84"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 xml:space="preserve">Prix : </w:t>
      </w:r>
      <w:r w:rsidR="004C0F6B">
        <w:rPr>
          <w:rFonts w:ascii="Arial" w:hAnsi="Arial" w:cs="Arial"/>
          <w:szCs w:val="22"/>
        </w:rPr>
        <w:t>6</w:t>
      </w:r>
      <w:r w:rsidRPr="005A2D84">
        <w:rPr>
          <w:rFonts w:ascii="Arial" w:hAnsi="Arial" w:cs="Arial"/>
          <w:szCs w:val="22"/>
        </w:rPr>
        <w:t>0 %</w:t>
      </w:r>
    </w:p>
    <w:p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 xml:space="preserve">Délai de livraison : </w:t>
      </w:r>
      <w:r w:rsidR="004C0F6B">
        <w:rPr>
          <w:rFonts w:ascii="Arial" w:hAnsi="Arial" w:cs="Arial"/>
          <w:szCs w:val="22"/>
        </w:rPr>
        <w:t>4</w:t>
      </w:r>
      <w:r w:rsidRPr="005A2D84">
        <w:rPr>
          <w:rFonts w:ascii="Arial" w:hAnsi="Arial" w:cs="Arial"/>
          <w:szCs w:val="22"/>
        </w:rPr>
        <w:t>0 %</w:t>
      </w:r>
    </w:p>
    <w:p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rsidR="006E533B" w:rsidRPr="005A2D84" w:rsidRDefault="006E533B" w:rsidP="00F10775">
      <w:pPr>
        <w:ind w:firstLine="426"/>
        <w:rPr>
          <w:rFonts w:ascii="Arial" w:hAnsi="Arial" w:cs="Arial"/>
          <w:bCs/>
          <w:szCs w:val="22"/>
        </w:rPr>
      </w:pPr>
    </w:p>
    <w:p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rsidR="002D7C56" w:rsidRPr="005A2D84" w:rsidRDefault="002D7C56" w:rsidP="006E533B">
      <w:pPr>
        <w:pStyle w:val="western"/>
        <w:rPr>
          <w:sz w:val="22"/>
          <w:szCs w:val="22"/>
        </w:rPr>
      </w:pPr>
      <w:r w:rsidRPr="005A2D84">
        <w:rPr>
          <w:sz w:val="22"/>
          <w:szCs w:val="22"/>
        </w:rPr>
        <w:t xml:space="preserve">Le pouvoir adjudicateur se réserve le droit : </w:t>
      </w:r>
    </w:p>
    <w:p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7829E5">
        <w:rPr>
          <w:b/>
          <w:sz w:val="22"/>
          <w:szCs w:val="22"/>
        </w:rPr>
        <w:t xml:space="preserve">référence </w:t>
      </w:r>
      <w:r w:rsidR="007829E5" w:rsidRPr="007829E5">
        <w:rPr>
          <w:b/>
          <w:sz w:val="22"/>
          <w:szCs w:val="22"/>
        </w:rPr>
        <w:t xml:space="preserve">SACRAL N-CORENG </w:t>
      </w:r>
      <w:r w:rsidR="005F570B" w:rsidRPr="007829E5">
        <w:rPr>
          <w:b/>
          <w:sz w:val="22"/>
          <w:szCs w:val="22"/>
        </w:rPr>
        <w:t xml:space="preserve">/NMCRL </w:t>
      </w:r>
      <w:r w:rsidR="0012428E" w:rsidRPr="007829E5">
        <w:rPr>
          <w:b/>
          <w:sz w:val="22"/>
          <w:szCs w:val="22"/>
        </w:rPr>
        <w:t>non</w:t>
      </w:r>
      <w:r w:rsidR="0012428E" w:rsidRPr="005A2D84">
        <w:rPr>
          <w:b/>
          <w:sz w:val="22"/>
          <w:szCs w:val="22"/>
        </w:rPr>
        <w:t xml:space="preserve">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rsidR="00340ECC" w:rsidRPr="005A2D84" w:rsidRDefault="00340ECC" w:rsidP="008C7771">
      <w:pPr>
        <w:pStyle w:val="western"/>
        <w:ind w:left="567"/>
        <w:rPr>
          <w:sz w:val="22"/>
          <w:szCs w:val="22"/>
        </w:rPr>
      </w:pPr>
    </w:p>
    <w:p w:rsidR="00DC314B" w:rsidRPr="005A2D84" w:rsidRDefault="00DC314B" w:rsidP="00DC314B">
      <w:pPr>
        <w:ind w:firstLine="426"/>
        <w:rPr>
          <w:rFonts w:ascii="Arial" w:hAnsi="Arial" w:cs="Arial"/>
          <w:szCs w:val="22"/>
          <w:u w:val="single"/>
        </w:rPr>
      </w:pPr>
    </w:p>
    <w:p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rsidR="00BF27B0" w:rsidRPr="005A2D84" w:rsidRDefault="00BF27B0" w:rsidP="00E82F8D">
      <w:pPr>
        <w:ind w:firstLine="426"/>
        <w:rPr>
          <w:rFonts w:ascii="Arial" w:hAnsi="Arial" w:cs="Arial"/>
          <w:szCs w:val="22"/>
        </w:rPr>
      </w:pPr>
    </w:p>
    <w:p w:rsidR="003E25FB" w:rsidRPr="005A2D84" w:rsidRDefault="003E25FB" w:rsidP="00E82F8D">
      <w:pPr>
        <w:ind w:firstLine="426"/>
        <w:rPr>
          <w:rFonts w:ascii="Arial" w:hAnsi="Arial" w:cs="Arial"/>
          <w:szCs w:val="22"/>
        </w:rPr>
      </w:pPr>
    </w:p>
    <w:p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F2073B">
        <w:rPr>
          <w:rFonts w:ascii="Arial" w:hAnsi="Arial" w:cs="Arial"/>
          <w:b/>
          <w:szCs w:val="22"/>
        </w:rPr>
        <w:t>SACRAL N-CORENG</w:t>
      </w:r>
      <w:r w:rsidR="00F2073B" w:rsidRPr="004711AD">
        <w:rPr>
          <w:rFonts w:ascii="Arial" w:hAnsi="Arial" w:cs="Arial"/>
          <w:b/>
          <w:szCs w:val="22"/>
        </w:rPr>
        <w:t>/NMCRL</w:t>
      </w:r>
      <w:r w:rsidR="00F2073B" w:rsidRPr="004711AD">
        <w:rPr>
          <w:rFonts w:ascii="Arial" w:hAnsi="Arial" w:cs="Arial"/>
          <w:szCs w:val="22"/>
        </w:rPr>
        <w:t xml:space="preserve"> </w:t>
      </w:r>
      <w:r w:rsidRPr="005A2D84">
        <w:rPr>
          <w:rFonts w:ascii="Arial" w:hAnsi="Arial" w:cs="Arial"/>
          <w:color w:val="000000"/>
          <w:szCs w:val="22"/>
        </w:rPr>
        <w:t>sont considérés comme des équivalences lorsqu’il n’y a pas d’obsolescence. Les équivalences sont autorisées.</w:t>
      </w:r>
    </w:p>
    <w:p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xml:space="preserve"> sont acceptées.</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rsidR="001A0B75" w:rsidRPr="005A2D84" w:rsidRDefault="001A0B75" w:rsidP="00F87B7B">
      <w:pPr>
        <w:numPr>
          <w:ilvl w:val="0"/>
          <w:numId w:val="12"/>
        </w:numPr>
        <w:tabs>
          <w:tab w:val="left" w:pos="426"/>
        </w:tabs>
        <w:spacing w:before="0" w:after="0"/>
        <w:ind w:right="38"/>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proofErr w:type="gramStart"/>
      <w:r w:rsidRPr="0036780B">
        <w:rPr>
          <w:rFonts w:ascii="Arial" w:hAnsi="Arial" w:cs="Arial"/>
          <w:b/>
          <w:color w:val="000000"/>
          <w:szCs w:val="22"/>
        </w:rPr>
        <w:t>à</w:t>
      </w:r>
      <w:proofErr w:type="gramEnd"/>
      <w:r w:rsidRPr="0036780B">
        <w:rPr>
          <w:rFonts w:ascii="Arial" w:hAnsi="Arial" w:cs="Arial"/>
          <w:b/>
          <w:color w:val="000000"/>
          <w:szCs w:val="22"/>
        </w:rPr>
        <w:t xml:space="preserve"> renseigner obligatoirement un des cas figurant à l’annexe financière </w:t>
      </w:r>
      <w:r w:rsidRPr="0036780B">
        <w:rPr>
          <w:rFonts w:ascii="Arial" w:hAnsi="Arial" w:cs="Arial"/>
          <w:b/>
          <w:color w:val="000000"/>
          <w:szCs w:val="22"/>
          <w:u w:val="single"/>
        </w:rPr>
        <w:t>sous peine de rejet éventuel de ce poste.</w:t>
      </w:r>
    </w:p>
    <w:p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rsidR="003E25FB" w:rsidRPr="005A2D84" w:rsidRDefault="003E25FB" w:rsidP="006E533B">
      <w:pPr>
        <w:tabs>
          <w:tab w:val="left" w:pos="0"/>
        </w:tabs>
        <w:spacing w:before="120" w:after="0"/>
        <w:ind w:right="40"/>
        <w:rPr>
          <w:rFonts w:ascii="Arial" w:hAnsi="Arial" w:cs="Arial"/>
          <w:color w:val="000000"/>
          <w:szCs w:val="22"/>
        </w:rPr>
      </w:pPr>
    </w:p>
    <w:p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rsidR="00C634C7" w:rsidRPr="005A2D84" w:rsidRDefault="00C634C7">
      <w:pPr>
        <w:spacing w:before="0" w:after="120"/>
        <w:ind w:left="714"/>
        <w:jc w:val="left"/>
        <w:rPr>
          <w:rFonts w:ascii="Arial" w:hAnsi="Arial" w:cs="Arial"/>
          <w:b/>
          <w:bCs/>
          <w:color w:val="000000"/>
          <w:szCs w:val="22"/>
        </w:rPr>
      </w:pPr>
    </w:p>
    <w:p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p w:rsidR="00421458" w:rsidRPr="005A2D84" w:rsidRDefault="00421458" w:rsidP="006E533B">
      <w:pPr>
        <w:pStyle w:val="Normalcentr"/>
        <w:spacing w:before="120"/>
        <w:ind w:left="0" w:right="-1"/>
        <w:rPr>
          <w:rFonts w:ascii="Arial" w:hAnsi="Arial" w:cs="Arial"/>
          <w:color w:val="000000"/>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443372" w:rsidRPr="005A2D84" w:rsidTr="003E25FB">
        <w:tc>
          <w:tcPr>
            <w:tcW w:w="7513"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8"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rsidTr="003E25FB">
        <w:tc>
          <w:tcPr>
            <w:tcW w:w="7513"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rsidTr="003E25FB">
        <w:tc>
          <w:tcPr>
            <w:tcW w:w="7513" w:type="dxa"/>
            <w:tcBorders>
              <w:top w:val="single" w:sz="4" w:space="0" w:color="auto"/>
              <w:left w:val="single" w:sz="4" w:space="0" w:color="auto"/>
              <w:bottom w:val="single" w:sz="4" w:space="0" w:color="auto"/>
              <w:right w:val="single" w:sz="4" w:space="0" w:color="auto"/>
            </w:tcBorders>
          </w:tcPr>
          <w:p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rsidR="00443372" w:rsidRPr="005A2D84" w:rsidRDefault="00443372" w:rsidP="00BF27B0">
      <w:pPr>
        <w:pStyle w:val="Normalcentr"/>
        <w:widowControl w:val="0"/>
        <w:autoSpaceDE w:val="0"/>
        <w:autoSpaceDN w:val="0"/>
        <w:adjustRightInd w:val="0"/>
        <w:ind w:left="0" w:right="0"/>
        <w:rPr>
          <w:rFonts w:ascii="Arial" w:hAnsi="Arial" w:cs="Arial"/>
          <w:szCs w:val="22"/>
        </w:rPr>
      </w:pPr>
    </w:p>
    <w:p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lastRenderedPageBreak/>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w:t>
      </w:r>
      <w:proofErr w:type="gramStart"/>
      <w:r w:rsidRPr="005A2D84">
        <w:rPr>
          <w:rFonts w:ascii="Arial" w:hAnsi="Arial" w:cs="Arial"/>
          <w:szCs w:val="22"/>
        </w:rPr>
        <w:t>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w:t>
      </w:r>
      <w:proofErr w:type="gramEnd"/>
      <w:r w:rsidR="0074749B" w:rsidRPr="005A2D84">
        <w:rPr>
          <w:rFonts w:ascii="Arial" w:hAnsi="Arial" w:cs="Arial"/>
          <w:szCs w:val="22"/>
        </w:rPr>
        <w:t>20</w:t>
      </w:r>
    </w:p>
    <w:p w:rsidR="00BF27B0" w:rsidRPr="005A2D84" w:rsidRDefault="00BF27B0">
      <w:pPr>
        <w:ind w:left="357"/>
        <w:rPr>
          <w:rFonts w:ascii="Arial" w:hAnsi="Arial" w:cs="Arial"/>
          <w:b/>
          <w:bCs/>
          <w:szCs w:val="22"/>
        </w:rPr>
      </w:pPr>
    </w:p>
    <w:p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rsidTr="003E25FB">
        <w:tc>
          <w:tcPr>
            <w:tcW w:w="7968" w:type="dxa"/>
          </w:tcPr>
          <w:p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rsidTr="003E25FB">
        <w:trPr>
          <w:trHeight w:val="345"/>
        </w:trPr>
        <w:tc>
          <w:tcPr>
            <w:tcW w:w="7968" w:type="dxa"/>
          </w:tcPr>
          <w:p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rPr>
          <w:trHeight w:val="345"/>
        </w:trPr>
        <w:tc>
          <w:tcPr>
            <w:tcW w:w="7968" w:type="dxa"/>
          </w:tcPr>
          <w:p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c>
          <w:tcPr>
            <w:tcW w:w="7968" w:type="dxa"/>
          </w:tcPr>
          <w:p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rsidTr="003E25FB">
        <w:tc>
          <w:tcPr>
            <w:tcW w:w="7968" w:type="dxa"/>
          </w:tcPr>
          <w:p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rsidR="00443372" w:rsidRPr="005A2D84" w:rsidRDefault="00443372">
      <w:pPr>
        <w:ind w:left="357"/>
        <w:rPr>
          <w:rFonts w:ascii="Arial" w:hAnsi="Arial" w:cs="Arial"/>
          <w:b/>
          <w:bCs/>
          <w:szCs w:val="22"/>
        </w:rPr>
      </w:pPr>
    </w:p>
    <w:p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w:t>
      </w:r>
      <w:r w:rsidR="004C0F6B">
        <w:rPr>
          <w:rFonts w:ascii="Arial" w:hAnsi="Arial" w:cs="Arial"/>
          <w:b/>
          <w:bCs/>
          <w:szCs w:val="22"/>
        </w:rPr>
        <w:t>6</w:t>
      </w:r>
      <w:r w:rsidRPr="005A2D84">
        <w:rPr>
          <w:rFonts w:ascii="Arial" w:hAnsi="Arial" w:cs="Arial"/>
          <w:b/>
          <w:bCs/>
          <w:szCs w:val="22"/>
        </w:rPr>
        <w:t>0 x NP</w:t>
      </w:r>
      <w:r w:rsidR="007F793A" w:rsidRPr="005A2D84">
        <w:rPr>
          <w:rFonts w:ascii="Arial" w:hAnsi="Arial" w:cs="Arial"/>
          <w:b/>
          <w:bCs/>
          <w:szCs w:val="22"/>
        </w:rPr>
        <w:t>G</w:t>
      </w:r>
      <w:r w:rsidRPr="005A2D84">
        <w:rPr>
          <w:rFonts w:ascii="Arial" w:hAnsi="Arial" w:cs="Arial"/>
          <w:b/>
          <w:bCs/>
          <w:szCs w:val="22"/>
        </w:rPr>
        <w:t>) + (0,</w:t>
      </w:r>
      <w:r w:rsidR="004C0F6B">
        <w:rPr>
          <w:rFonts w:ascii="Arial" w:hAnsi="Arial" w:cs="Arial"/>
          <w:b/>
          <w:bCs/>
          <w:szCs w:val="22"/>
        </w:rPr>
        <w:t>4</w:t>
      </w:r>
      <w:r w:rsidRPr="005A2D84">
        <w:rPr>
          <w:rFonts w:ascii="Arial" w:hAnsi="Arial" w:cs="Arial"/>
          <w:b/>
          <w:bCs/>
          <w:szCs w:val="22"/>
        </w:rPr>
        <w:t>0 x ND).</w:t>
      </w:r>
    </w:p>
    <w:p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rsidR="009F7267" w:rsidRPr="004C0F6B" w:rsidRDefault="00FF13F7" w:rsidP="004C0F6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5A2D84">
        <w:rPr>
          <w:rFonts w:ascii="Arial" w:hAnsi="Arial" w:cs="Arial"/>
          <w:szCs w:val="22"/>
        </w:rPr>
        <w:t>le</w:t>
      </w:r>
      <w:proofErr w:type="gramEnd"/>
      <w:r w:rsidRPr="005A2D84">
        <w:rPr>
          <w:rFonts w:ascii="Arial" w:hAnsi="Arial" w:cs="Arial"/>
          <w:szCs w:val="22"/>
        </w:rPr>
        <w:t xml:space="preserv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rsidR="00FF13F7" w:rsidRPr="00843B91" w:rsidRDefault="00BD3556" w:rsidP="00843B91">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proofErr w:type="gramStart"/>
      <w:r>
        <w:rPr>
          <w:rFonts w:ascii="Arial" w:hAnsi="Arial" w:cs="Arial"/>
          <w:szCs w:val="22"/>
        </w:rPr>
        <w:t>les</w:t>
      </w:r>
      <w:proofErr w:type="gramEnd"/>
      <w:r>
        <w:rPr>
          <w:rFonts w:ascii="Arial" w:hAnsi="Arial" w:cs="Arial"/>
          <w:szCs w:val="22"/>
        </w:rPr>
        <w:t xml:space="preserve"> </w:t>
      </w:r>
      <w:r w:rsidR="00843B91">
        <w:rPr>
          <w:rFonts w:ascii="Arial" w:hAnsi="Arial" w:cs="Arial"/>
          <w:szCs w:val="22"/>
        </w:rPr>
        <w:t>SGA</w:t>
      </w:r>
      <w:r w:rsidR="00FF13F7" w:rsidRPr="00843B91">
        <w:rPr>
          <w:rFonts w:ascii="Arial" w:hAnsi="Arial" w:cs="Arial"/>
          <w:szCs w:val="22"/>
        </w:rPr>
        <w:t>.</w:t>
      </w:r>
    </w:p>
    <w:sectPr w:rsidR="00FF13F7" w:rsidRPr="00843B91">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3B22" w:rsidRDefault="00253B22">
      <w:r>
        <w:separator/>
      </w:r>
    </w:p>
  </w:endnote>
  <w:endnote w:type="continuationSeparator" w:id="0">
    <w:p w:rsidR="00253B22" w:rsidRDefault="00253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20002A87" w:usb1="80000000" w:usb2="00000008"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Pr="00DB43B8" w:rsidRDefault="00F2073B">
    <w:pPr>
      <w:pStyle w:val="Pieddepage"/>
      <w:rPr>
        <w:rFonts w:ascii="Arial" w:hAnsi="Arial" w:cs="Arial"/>
        <w:sz w:val="12"/>
        <w:szCs w:val="12"/>
      </w:rPr>
    </w:pPr>
    <w:bookmarkStart w:id="2" w:name="Dossier"/>
    <w:bookmarkEnd w:id="2"/>
    <w:r w:rsidRPr="00DB43B8">
      <w:rPr>
        <w:rStyle w:val="Numrodepage"/>
        <w:rFonts w:ascii="Arial" w:hAnsi="Arial" w:cs="Arial"/>
        <w:sz w:val="12"/>
        <w:szCs w:val="12"/>
      </w:rPr>
      <w:t>N</w:t>
    </w:r>
    <w:r w:rsidRPr="007B4F2F">
      <w:rPr>
        <w:rStyle w:val="Numrodepage"/>
        <w:rFonts w:ascii="Arial" w:hAnsi="Arial" w:cs="Arial"/>
        <w:sz w:val="12"/>
        <w:szCs w:val="12"/>
      </w:rPr>
      <w:t xml:space="preserve">° </w:t>
    </w:r>
    <w:r w:rsidRPr="005747B0">
      <w:rPr>
        <w:rStyle w:val="Numrodepage"/>
        <w:rFonts w:ascii="Arial" w:hAnsi="Arial" w:cs="Arial"/>
        <w:sz w:val="12"/>
        <w:szCs w:val="12"/>
      </w:rPr>
      <w:t>du marché</w:t>
    </w:r>
    <w:r w:rsidR="002E5AF9" w:rsidRPr="005747B0">
      <w:rPr>
        <w:rStyle w:val="Numrodepage"/>
        <w:rFonts w:ascii="Arial" w:hAnsi="Arial" w:cs="Arial"/>
        <w:sz w:val="12"/>
        <w:szCs w:val="12"/>
      </w:rPr>
      <w:t xml:space="preserve"> S2</w:t>
    </w:r>
    <w:r w:rsidR="005E32F2">
      <w:rPr>
        <w:rStyle w:val="Numrodepage"/>
        <w:rFonts w:ascii="Arial" w:hAnsi="Arial" w:cs="Arial"/>
        <w:sz w:val="12"/>
        <w:szCs w:val="12"/>
      </w:rPr>
      <w:t>5</w:t>
    </w:r>
    <w:r w:rsidR="002E5AF9" w:rsidRPr="005747B0">
      <w:rPr>
        <w:rStyle w:val="Numrodepage"/>
        <w:rFonts w:ascii="Arial" w:hAnsi="Arial" w:cs="Arial"/>
        <w:sz w:val="12"/>
        <w:szCs w:val="12"/>
      </w:rPr>
      <w:t>B0</w:t>
    </w:r>
    <w:r w:rsidR="008536A3">
      <w:rPr>
        <w:rStyle w:val="Numrodepage"/>
        <w:rFonts w:ascii="Arial" w:hAnsi="Arial" w:cs="Arial"/>
        <w:sz w:val="12"/>
        <w:szCs w:val="12"/>
      </w:rPr>
      <w:t>0</w:t>
    </w:r>
    <w:r w:rsidR="004C0F6B">
      <w:rPr>
        <w:rStyle w:val="Numrodepage"/>
        <w:rFonts w:ascii="Arial" w:hAnsi="Arial" w:cs="Arial"/>
        <w:sz w:val="12"/>
        <w:szCs w:val="12"/>
      </w:rPr>
      <w:t>749</w:t>
    </w:r>
    <w:r w:rsidR="00BE68EF">
      <w:rPr>
        <w:rStyle w:val="Numrodepage"/>
        <w:rFonts w:ascii="Arial" w:hAnsi="Arial" w:cs="Arial"/>
        <w:sz w:val="12"/>
        <w:szCs w:val="12"/>
      </w:rPr>
      <w:t>0</w:t>
    </w:r>
    <w:r w:rsidR="007B4F2F" w:rsidRPr="005747B0">
      <w:rPr>
        <w:rStyle w:val="Numrodepage"/>
        <w:rFonts w:ascii="Arial" w:hAnsi="Arial" w:cs="Arial"/>
        <w:sz w:val="12"/>
        <w:szCs w:val="12"/>
      </w:rPr>
      <w:t>00</w:t>
    </w:r>
    <w:r w:rsidRPr="007B4F2F">
      <w:rPr>
        <w:rStyle w:val="Numrodepage"/>
        <w:rFonts w:ascii="Arial" w:hAnsi="Arial" w:cs="Arial"/>
        <w:sz w:val="12"/>
        <w:szCs w:val="12"/>
      </w:rPr>
      <w:tab/>
      <w:t xml:space="preserve">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PAGE </w:instrText>
    </w:r>
    <w:r w:rsidRPr="00DB43B8">
      <w:rPr>
        <w:rStyle w:val="Numrodepage"/>
        <w:rFonts w:ascii="Arial" w:hAnsi="Arial" w:cs="Arial"/>
        <w:sz w:val="12"/>
        <w:szCs w:val="12"/>
      </w:rPr>
      <w:fldChar w:fldCharType="separate"/>
    </w:r>
    <w:r w:rsidR="004C0F6B">
      <w:rPr>
        <w:rStyle w:val="Numrodepage"/>
        <w:rFonts w:ascii="Arial" w:hAnsi="Arial" w:cs="Arial"/>
        <w:noProof/>
        <w:sz w:val="12"/>
        <w:szCs w:val="12"/>
      </w:rPr>
      <w:t>2</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NUMPAGES </w:instrText>
    </w:r>
    <w:r w:rsidRPr="00DB43B8">
      <w:rPr>
        <w:rStyle w:val="Numrodepage"/>
        <w:rFonts w:ascii="Arial" w:hAnsi="Arial" w:cs="Arial"/>
        <w:sz w:val="12"/>
        <w:szCs w:val="12"/>
      </w:rPr>
      <w:fldChar w:fldCharType="separate"/>
    </w:r>
    <w:r w:rsidR="004C0F6B">
      <w:rPr>
        <w:rStyle w:val="Numrodepage"/>
        <w:rFonts w:ascii="Arial" w:hAnsi="Arial" w:cs="Arial"/>
        <w:noProof/>
        <w:sz w:val="12"/>
        <w:szCs w:val="12"/>
      </w:rPr>
      <w:t>9</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w:t>
    </w:r>
    <w:r w:rsidRPr="00DB43B8">
      <w:rPr>
        <w:rStyle w:val="Numrodepage"/>
        <w:rFonts w:ascii="Arial" w:hAnsi="Arial" w:cs="Arial"/>
        <w:color w:val="FF0000"/>
        <w:sz w:val="12"/>
        <w:szCs w:val="12"/>
      </w:rPr>
      <w:t xml:space="preserve"> </w:t>
    </w:r>
    <w:r w:rsidRPr="00DB43B8">
      <w:rPr>
        <w:rStyle w:val="Numrodepage"/>
        <w:rFonts w:ascii="Arial" w:hAnsi="Arial" w:cs="Arial"/>
        <w:color w:val="FF0000"/>
        <w:sz w:val="12"/>
        <w:szCs w:val="12"/>
      </w:rPr>
      <w:tab/>
    </w:r>
    <w:r w:rsidRPr="00DB43B8">
      <w:rPr>
        <w:rStyle w:val="Numrodepage"/>
        <w:rFonts w:ascii="Arial" w:hAnsi="Arial" w:cs="Arial"/>
        <w:noProof/>
        <w:sz w:val="12"/>
        <w:szCs w:val="12"/>
      </w:rPr>
      <w:t>RC </w:t>
    </w:r>
    <w:r w:rsidR="00F34831">
      <w:rPr>
        <w:rStyle w:val="Numrodepage"/>
        <w:rFonts w:ascii="Arial" w:hAnsi="Arial" w:cs="Arial"/>
        <w:noProof/>
        <w:sz w:val="12"/>
        <w:szCs w:val="12"/>
      </w:rPr>
      <w:t>: MAPA  plusieurs postes NNO – 28</w:t>
    </w:r>
    <w:r w:rsidRPr="00DB43B8">
      <w:rPr>
        <w:rStyle w:val="Numrodepage"/>
        <w:rFonts w:ascii="Arial" w:hAnsi="Arial" w:cs="Arial"/>
        <w:noProof/>
        <w:sz w:val="12"/>
        <w:szCs w:val="12"/>
      </w:rPr>
      <w:t>/</w:t>
    </w:r>
    <w:r w:rsidR="00F34831">
      <w:rPr>
        <w:rStyle w:val="Numrodepage"/>
        <w:rFonts w:ascii="Arial" w:hAnsi="Arial" w:cs="Arial"/>
        <w:noProof/>
        <w:sz w:val="12"/>
        <w:szCs w:val="12"/>
      </w:rPr>
      <w:t>08</w:t>
    </w:r>
    <w:r w:rsidRPr="00DB43B8">
      <w:rPr>
        <w:rStyle w:val="Numrodepage"/>
        <w:rFonts w:ascii="Arial" w:hAnsi="Arial" w:cs="Arial"/>
        <w:noProof/>
        <w:sz w:val="12"/>
        <w:szCs w:val="12"/>
      </w:rPr>
      <w:t>/202</w:t>
    </w:r>
    <w:r w:rsidR="00F34831">
      <w:rPr>
        <w:rStyle w:val="Numrodepage"/>
        <w:rFonts w:ascii="Arial" w:hAnsi="Arial" w:cs="Arial"/>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2073B" w:rsidRDefault="00F2073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3B22" w:rsidRDefault="00253B22">
      <w:pPr>
        <w:pStyle w:val="Pieddepage"/>
      </w:pPr>
    </w:p>
  </w:footnote>
  <w:footnote w:type="continuationSeparator" w:id="0">
    <w:p w:rsidR="00253B22" w:rsidRDefault="00253B22">
      <w:r>
        <w:continuationSeparator/>
      </w:r>
    </w:p>
  </w:footnote>
  <w:footnote w:id="1">
    <w:p w:rsidR="00F2073B" w:rsidRPr="00AC78EF" w:rsidRDefault="00F2073B" w:rsidP="00F2073B">
      <w:pPr>
        <w:pStyle w:val="Notedebasdepage"/>
        <w:rPr>
          <w:rFonts w:ascii="Arial" w:hAnsi="Arial" w:cs="Arial"/>
        </w:rPr>
      </w:pPr>
      <w:r w:rsidRPr="00AC78EF">
        <w:rPr>
          <w:rStyle w:val="Appelnotedebasdep"/>
          <w:rFonts w:ascii="Arial" w:hAnsi="Arial" w:cs="Arial"/>
        </w:rPr>
        <w:footnoteRef/>
      </w:r>
      <w:r w:rsidRPr="00AC78EF">
        <w:rPr>
          <w:rFonts w:ascii="Arial" w:hAnsi="Arial" w:cs="Arial"/>
          <w:b/>
          <w:bCs/>
        </w:rPr>
        <w:t>SACRAL N-CORENG </w:t>
      </w:r>
      <w:r w:rsidRPr="00AC78EF">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AC78EF">
          <w:rPr>
            <w:rStyle w:val="Lienhypertexte"/>
            <w:rFonts w:ascii="Arial" w:hAnsi="Arial" w:cs="Arial"/>
          </w:rPr>
          <w:t>https://www.nato.int/structur/AC/135/nmcrl/index.html#/</w:t>
        </w:r>
      </w:hyperlink>
    </w:p>
  </w:footnote>
  <w:footnote w:id="2">
    <w:p w:rsidR="00F2073B" w:rsidRPr="00D62785" w:rsidRDefault="00F2073B"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F2073B" w:rsidRPr="00866D3F" w:rsidRDefault="00F2073B"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1593"/>
    <w:rsid w:val="000238F2"/>
    <w:rsid w:val="00032ABE"/>
    <w:rsid w:val="00034BEA"/>
    <w:rsid w:val="000353CA"/>
    <w:rsid w:val="000359EF"/>
    <w:rsid w:val="000442DB"/>
    <w:rsid w:val="00047C09"/>
    <w:rsid w:val="00047D35"/>
    <w:rsid w:val="00062B89"/>
    <w:rsid w:val="00065932"/>
    <w:rsid w:val="000736D4"/>
    <w:rsid w:val="000807B1"/>
    <w:rsid w:val="0008441E"/>
    <w:rsid w:val="0009069F"/>
    <w:rsid w:val="00095250"/>
    <w:rsid w:val="0009589E"/>
    <w:rsid w:val="00095B13"/>
    <w:rsid w:val="000A16E7"/>
    <w:rsid w:val="000A65BC"/>
    <w:rsid w:val="000C3219"/>
    <w:rsid w:val="000C39B5"/>
    <w:rsid w:val="000C5CD2"/>
    <w:rsid w:val="000D31DF"/>
    <w:rsid w:val="000D6D02"/>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2CF"/>
    <w:rsid w:val="001A0B75"/>
    <w:rsid w:val="001B25B5"/>
    <w:rsid w:val="001B490C"/>
    <w:rsid w:val="001B5DA5"/>
    <w:rsid w:val="001B7D05"/>
    <w:rsid w:val="001C782C"/>
    <w:rsid w:val="001D2A93"/>
    <w:rsid w:val="001F08E5"/>
    <w:rsid w:val="001F139A"/>
    <w:rsid w:val="001F49F9"/>
    <w:rsid w:val="001F6E45"/>
    <w:rsid w:val="002004D0"/>
    <w:rsid w:val="002047E4"/>
    <w:rsid w:val="00206A5C"/>
    <w:rsid w:val="0021019E"/>
    <w:rsid w:val="002125A9"/>
    <w:rsid w:val="00222C1A"/>
    <w:rsid w:val="0024279A"/>
    <w:rsid w:val="00247FBF"/>
    <w:rsid w:val="00250E53"/>
    <w:rsid w:val="00253B22"/>
    <w:rsid w:val="00261796"/>
    <w:rsid w:val="00265080"/>
    <w:rsid w:val="002719DF"/>
    <w:rsid w:val="00274BCC"/>
    <w:rsid w:val="0029632F"/>
    <w:rsid w:val="00296F3A"/>
    <w:rsid w:val="00297F17"/>
    <w:rsid w:val="002A4498"/>
    <w:rsid w:val="002B3296"/>
    <w:rsid w:val="002B4549"/>
    <w:rsid w:val="002C1DFE"/>
    <w:rsid w:val="002C7EDC"/>
    <w:rsid w:val="002D1B2C"/>
    <w:rsid w:val="002D2B0C"/>
    <w:rsid w:val="002D4423"/>
    <w:rsid w:val="002D57EC"/>
    <w:rsid w:val="002D62AF"/>
    <w:rsid w:val="002D7C56"/>
    <w:rsid w:val="002E5AF9"/>
    <w:rsid w:val="002F0642"/>
    <w:rsid w:val="0030019B"/>
    <w:rsid w:val="00300A13"/>
    <w:rsid w:val="00307D76"/>
    <w:rsid w:val="003120D5"/>
    <w:rsid w:val="003167DA"/>
    <w:rsid w:val="00321829"/>
    <w:rsid w:val="00321C2D"/>
    <w:rsid w:val="00326817"/>
    <w:rsid w:val="00332C2E"/>
    <w:rsid w:val="00333571"/>
    <w:rsid w:val="00334683"/>
    <w:rsid w:val="00340ECC"/>
    <w:rsid w:val="0034563E"/>
    <w:rsid w:val="003553EB"/>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704"/>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DA0"/>
    <w:rsid w:val="00485FFD"/>
    <w:rsid w:val="00490F3F"/>
    <w:rsid w:val="0049434F"/>
    <w:rsid w:val="004A049E"/>
    <w:rsid w:val="004A473D"/>
    <w:rsid w:val="004A512C"/>
    <w:rsid w:val="004B2149"/>
    <w:rsid w:val="004B27A0"/>
    <w:rsid w:val="004B348C"/>
    <w:rsid w:val="004B3E37"/>
    <w:rsid w:val="004B4F18"/>
    <w:rsid w:val="004C0F6B"/>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1F3"/>
    <w:rsid w:val="00551B1C"/>
    <w:rsid w:val="00554DA0"/>
    <w:rsid w:val="005568FD"/>
    <w:rsid w:val="00557D4F"/>
    <w:rsid w:val="00562E6B"/>
    <w:rsid w:val="00567D49"/>
    <w:rsid w:val="00571F37"/>
    <w:rsid w:val="0057269A"/>
    <w:rsid w:val="00573E98"/>
    <w:rsid w:val="005747B0"/>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2F2"/>
    <w:rsid w:val="005E55EB"/>
    <w:rsid w:val="005F570B"/>
    <w:rsid w:val="005F6706"/>
    <w:rsid w:val="005F73A8"/>
    <w:rsid w:val="00604245"/>
    <w:rsid w:val="00611D2A"/>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C7ECF"/>
    <w:rsid w:val="006D3400"/>
    <w:rsid w:val="006D3B00"/>
    <w:rsid w:val="006D755E"/>
    <w:rsid w:val="006E0A18"/>
    <w:rsid w:val="006E533B"/>
    <w:rsid w:val="006E701B"/>
    <w:rsid w:val="006F2BED"/>
    <w:rsid w:val="006F30EC"/>
    <w:rsid w:val="007000F6"/>
    <w:rsid w:val="007132AB"/>
    <w:rsid w:val="00716703"/>
    <w:rsid w:val="00730196"/>
    <w:rsid w:val="00730E74"/>
    <w:rsid w:val="00736414"/>
    <w:rsid w:val="00743C4E"/>
    <w:rsid w:val="00746A8C"/>
    <w:rsid w:val="0074749B"/>
    <w:rsid w:val="00747BD7"/>
    <w:rsid w:val="00750E52"/>
    <w:rsid w:val="00762C36"/>
    <w:rsid w:val="00764D26"/>
    <w:rsid w:val="00770FC3"/>
    <w:rsid w:val="007730A2"/>
    <w:rsid w:val="007829E5"/>
    <w:rsid w:val="00787031"/>
    <w:rsid w:val="00787C4D"/>
    <w:rsid w:val="007943EA"/>
    <w:rsid w:val="0079445E"/>
    <w:rsid w:val="0079605E"/>
    <w:rsid w:val="007A311A"/>
    <w:rsid w:val="007A50BF"/>
    <w:rsid w:val="007B0FEF"/>
    <w:rsid w:val="007B34B3"/>
    <w:rsid w:val="007B4F2F"/>
    <w:rsid w:val="007C23F4"/>
    <w:rsid w:val="007C3AFA"/>
    <w:rsid w:val="007D0BFE"/>
    <w:rsid w:val="007D3E8C"/>
    <w:rsid w:val="007D48BD"/>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3B91"/>
    <w:rsid w:val="00845D76"/>
    <w:rsid w:val="00851542"/>
    <w:rsid w:val="008522F0"/>
    <w:rsid w:val="00852BB4"/>
    <w:rsid w:val="008536A3"/>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479B4"/>
    <w:rsid w:val="009507FD"/>
    <w:rsid w:val="009558E8"/>
    <w:rsid w:val="009671FA"/>
    <w:rsid w:val="0097676C"/>
    <w:rsid w:val="0097693F"/>
    <w:rsid w:val="009815EB"/>
    <w:rsid w:val="00994332"/>
    <w:rsid w:val="00996A01"/>
    <w:rsid w:val="00996F7E"/>
    <w:rsid w:val="009A127F"/>
    <w:rsid w:val="009A2586"/>
    <w:rsid w:val="009A5442"/>
    <w:rsid w:val="009B1474"/>
    <w:rsid w:val="009C6E1E"/>
    <w:rsid w:val="009D07BA"/>
    <w:rsid w:val="009E06C7"/>
    <w:rsid w:val="009E20EE"/>
    <w:rsid w:val="009F5A4A"/>
    <w:rsid w:val="009F7267"/>
    <w:rsid w:val="00A01B09"/>
    <w:rsid w:val="00A121E0"/>
    <w:rsid w:val="00A13953"/>
    <w:rsid w:val="00A14E53"/>
    <w:rsid w:val="00A16ED4"/>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0072"/>
    <w:rsid w:val="00A87025"/>
    <w:rsid w:val="00A87587"/>
    <w:rsid w:val="00A94338"/>
    <w:rsid w:val="00A94A31"/>
    <w:rsid w:val="00AA062C"/>
    <w:rsid w:val="00AA22F6"/>
    <w:rsid w:val="00AB3BD3"/>
    <w:rsid w:val="00AB62B7"/>
    <w:rsid w:val="00AC72F3"/>
    <w:rsid w:val="00AC78EF"/>
    <w:rsid w:val="00AD2F59"/>
    <w:rsid w:val="00AD4E54"/>
    <w:rsid w:val="00AD6911"/>
    <w:rsid w:val="00AF401B"/>
    <w:rsid w:val="00B00090"/>
    <w:rsid w:val="00B037B7"/>
    <w:rsid w:val="00B143C0"/>
    <w:rsid w:val="00B15160"/>
    <w:rsid w:val="00B1776B"/>
    <w:rsid w:val="00B222AC"/>
    <w:rsid w:val="00B3093E"/>
    <w:rsid w:val="00B31FA3"/>
    <w:rsid w:val="00B35C0F"/>
    <w:rsid w:val="00B362B2"/>
    <w:rsid w:val="00B37A6E"/>
    <w:rsid w:val="00B41916"/>
    <w:rsid w:val="00B41B21"/>
    <w:rsid w:val="00B47AAC"/>
    <w:rsid w:val="00B503DB"/>
    <w:rsid w:val="00B512E0"/>
    <w:rsid w:val="00B636AA"/>
    <w:rsid w:val="00B66FD2"/>
    <w:rsid w:val="00B67B7A"/>
    <w:rsid w:val="00B70DE8"/>
    <w:rsid w:val="00B7121C"/>
    <w:rsid w:val="00B7195B"/>
    <w:rsid w:val="00B926CD"/>
    <w:rsid w:val="00B95E47"/>
    <w:rsid w:val="00B95F62"/>
    <w:rsid w:val="00BB2BD3"/>
    <w:rsid w:val="00BB30F4"/>
    <w:rsid w:val="00BB5E1F"/>
    <w:rsid w:val="00BC39DA"/>
    <w:rsid w:val="00BC6D79"/>
    <w:rsid w:val="00BD26E9"/>
    <w:rsid w:val="00BD3556"/>
    <w:rsid w:val="00BD7AE0"/>
    <w:rsid w:val="00BE0DAE"/>
    <w:rsid w:val="00BE2DB2"/>
    <w:rsid w:val="00BE3E28"/>
    <w:rsid w:val="00BE68EF"/>
    <w:rsid w:val="00BF1776"/>
    <w:rsid w:val="00BF27B0"/>
    <w:rsid w:val="00C00161"/>
    <w:rsid w:val="00C03240"/>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FA7"/>
    <w:rsid w:val="00C850CA"/>
    <w:rsid w:val="00C90281"/>
    <w:rsid w:val="00C92D7F"/>
    <w:rsid w:val="00C95152"/>
    <w:rsid w:val="00CA025A"/>
    <w:rsid w:val="00CA1D9A"/>
    <w:rsid w:val="00CA2472"/>
    <w:rsid w:val="00CA642D"/>
    <w:rsid w:val="00CB19D6"/>
    <w:rsid w:val="00CB209D"/>
    <w:rsid w:val="00CB3BF1"/>
    <w:rsid w:val="00CB4526"/>
    <w:rsid w:val="00CB4938"/>
    <w:rsid w:val="00CC2B1D"/>
    <w:rsid w:val="00CC69C0"/>
    <w:rsid w:val="00CC7263"/>
    <w:rsid w:val="00CE4B06"/>
    <w:rsid w:val="00CE618A"/>
    <w:rsid w:val="00CE6BDB"/>
    <w:rsid w:val="00CF02E8"/>
    <w:rsid w:val="00CF202F"/>
    <w:rsid w:val="00CF30EE"/>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0E8D"/>
    <w:rsid w:val="00D61433"/>
    <w:rsid w:val="00D61899"/>
    <w:rsid w:val="00D63DBE"/>
    <w:rsid w:val="00D664D7"/>
    <w:rsid w:val="00D671D4"/>
    <w:rsid w:val="00D67482"/>
    <w:rsid w:val="00D71092"/>
    <w:rsid w:val="00D74C43"/>
    <w:rsid w:val="00D75D06"/>
    <w:rsid w:val="00D77F33"/>
    <w:rsid w:val="00D844BD"/>
    <w:rsid w:val="00D85772"/>
    <w:rsid w:val="00D86557"/>
    <w:rsid w:val="00D93B84"/>
    <w:rsid w:val="00D95DD7"/>
    <w:rsid w:val="00DA3323"/>
    <w:rsid w:val="00DB18BC"/>
    <w:rsid w:val="00DB31F7"/>
    <w:rsid w:val="00DB43B8"/>
    <w:rsid w:val="00DC0E68"/>
    <w:rsid w:val="00DC13DB"/>
    <w:rsid w:val="00DC314B"/>
    <w:rsid w:val="00DC435D"/>
    <w:rsid w:val="00DC5CF0"/>
    <w:rsid w:val="00DD3E2D"/>
    <w:rsid w:val="00DE11C8"/>
    <w:rsid w:val="00DE41EF"/>
    <w:rsid w:val="00DF0BCC"/>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874CC"/>
    <w:rsid w:val="00E925C3"/>
    <w:rsid w:val="00EA1236"/>
    <w:rsid w:val="00EA172F"/>
    <w:rsid w:val="00EA4AED"/>
    <w:rsid w:val="00EB029C"/>
    <w:rsid w:val="00EC12D7"/>
    <w:rsid w:val="00EE32EC"/>
    <w:rsid w:val="00EE690C"/>
    <w:rsid w:val="00EF28FF"/>
    <w:rsid w:val="00EF30FF"/>
    <w:rsid w:val="00F045C9"/>
    <w:rsid w:val="00F0476A"/>
    <w:rsid w:val="00F10775"/>
    <w:rsid w:val="00F2073B"/>
    <w:rsid w:val="00F22FBE"/>
    <w:rsid w:val="00F34831"/>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37FB"/>
    <w:rsid w:val="00FB6562"/>
    <w:rsid w:val="00FC1194"/>
    <w:rsid w:val="00FC38CA"/>
    <w:rsid w:val="00FC507A"/>
    <w:rsid w:val="00FC60B1"/>
    <w:rsid w:val="00FC647F"/>
    <w:rsid w:val="00FD06DB"/>
    <w:rsid w:val="00FD2CEB"/>
    <w:rsid w:val="00FD4570"/>
    <w:rsid w:val="00FD4F88"/>
    <w:rsid w:val="00FD51DC"/>
    <w:rsid w:val="00FD6F09"/>
    <w:rsid w:val="00FE20A9"/>
    <w:rsid w:val="00FE2AF3"/>
    <w:rsid w:val="00FE3376"/>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B5A4F57"/>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23808B-90ED-4B18-B64E-D75F3816F2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4294967141</TotalTime>
  <Pages>9</Pages>
  <Words>2716</Words>
  <Characters>16208</Characters>
  <Application>Microsoft Office Word</Application>
  <DocSecurity>0</DocSecurity>
  <Lines>135</Lines>
  <Paragraphs>37</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18887</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MER Patricia ADJ ADM PAL 2CL AE</cp:lastModifiedBy>
  <cp:revision>52</cp:revision>
  <cp:lastPrinted>2025-09-29T06:51:00Z</cp:lastPrinted>
  <dcterms:created xsi:type="dcterms:W3CDTF">2022-07-05T13:17:00Z</dcterms:created>
  <dcterms:modified xsi:type="dcterms:W3CDTF">2025-11-03T13:05:00Z</dcterms:modified>
</cp:coreProperties>
</file>