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5D884" w14:textId="77777777" w:rsidR="007B3925" w:rsidRDefault="007B3925" w:rsidP="00793E29">
      <w:pPr>
        <w:pStyle w:val="Titre1"/>
      </w:pPr>
    </w:p>
    <w:p w14:paraId="10301F31" w14:textId="77777777" w:rsidR="007B3925" w:rsidRDefault="007B3925" w:rsidP="00793E29">
      <w:pPr>
        <w:pStyle w:val="Titre1"/>
      </w:pPr>
    </w:p>
    <w:p w14:paraId="2129491C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14:paraId="47E67463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</w:p>
    <w:p w14:paraId="6F0BE329" w14:textId="77777777" w:rsidR="007B3925" w:rsidRPr="00280073" w:rsidRDefault="007B3925" w:rsidP="00C852F8">
      <w:pPr>
        <w:rPr>
          <w:lang w:val="en-US"/>
        </w:rPr>
      </w:pPr>
      <w:bookmarkStart w:id="0" w:name="_Ref272221449"/>
      <w:bookmarkStart w:id="1" w:name="_Toc275268165"/>
    </w:p>
    <w:p w14:paraId="36169CFF" w14:textId="77777777" w:rsidR="007B3925" w:rsidRPr="00280073" w:rsidRDefault="007B3925" w:rsidP="00C852F8">
      <w:pPr>
        <w:rPr>
          <w:lang w:val="en-US"/>
        </w:rPr>
      </w:pPr>
    </w:p>
    <w:p w14:paraId="1C91BB48" w14:textId="77777777" w:rsidR="00C852F8" w:rsidRPr="00280073" w:rsidRDefault="00C852F8" w:rsidP="00C852F8">
      <w:pPr>
        <w:rPr>
          <w:lang w:val="en-US"/>
        </w:rPr>
      </w:pPr>
    </w:p>
    <w:p w14:paraId="1DCA6810" w14:textId="77777777" w:rsidR="00C852F8" w:rsidRPr="00280073" w:rsidRDefault="00C852F8" w:rsidP="00C852F8">
      <w:pPr>
        <w:rPr>
          <w:lang w:val="en-US"/>
        </w:rPr>
      </w:pPr>
    </w:p>
    <w:p w14:paraId="7906FC69" w14:textId="77777777" w:rsidR="007B3925" w:rsidRPr="00280073" w:rsidRDefault="007B3925" w:rsidP="00C852F8">
      <w:pPr>
        <w:rPr>
          <w:lang w:val="en-US"/>
        </w:rPr>
      </w:pPr>
    </w:p>
    <w:p w14:paraId="1C0E36BE" w14:textId="77777777"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14:paraId="6856CE65" w14:textId="77777777" w:rsidR="007B3925" w:rsidRPr="009D05CA" w:rsidRDefault="007B3925" w:rsidP="007B3925">
      <w:pPr>
        <w:pStyle w:val="Retraitnormal"/>
      </w:pPr>
    </w:p>
    <w:p w14:paraId="6538DB72" w14:textId="77777777" w:rsidR="007B3925" w:rsidRPr="009D05CA" w:rsidRDefault="007B3925" w:rsidP="007B3925">
      <w:pPr>
        <w:pStyle w:val="Retraitnormal"/>
      </w:pPr>
    </w:p>
    <w:p w14:paraId="51478DB0" w14:textId="77777777" w:rsidR="007B3925" w:rsidRPr="009D05CA" w:rsidRDefault="007B3925" w:rsidP="007B3925">
      <w:pPr>
        <w:pStyle w:val="Retraitnormal"/>
      </w:pPr>
    </w:p>
    <w:p w14:paraId="41137AA5" w14:textId="77777777" w:rsidR="007B3925" w:rsidRPr="009D05CA" w:rsidRDefault="007B3925" w:rsidP="007B3925">
      <w:pPr>
        <w:pStyle w:val="Retraitnormal"/>
      </w:pPr>
    </w:p>
    <w:p w14:paraId="2354E063" w14:textId="77777777"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14:paraId="30BB69E9" w14:textId="77777777" w:rsidTr="00C852F8">
        <w:tc>
          <w:tcPr>
            <w:tcW w:w="2304" w:type="dxa"/>
            <w:shd w:val="clear" w:color="auto" w:fill="auto"/>
            <w:vAlign w:val="center"/>
          </w:tcPr>
          <w:p w14:paraId="0A3104A5" w14:textId="34215A66"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158BD6C8" w14:textId="7178CF94"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14:paraId="3CE1EDA8" w14:textId="77777777" w:rsidTr="00C852F8">
        <w:tc>
          <w:tcPr>
            <w:tcW w:w="2304" w:type="dxa"/>
            <w:shd w:val="clear" w:color="auto" w:fill="auto"/>
            <w:vAlign w:val="center"/>
          </w:tcPr>
          <w:p w14:paraId="20DACC6A" w14:textId="77777777"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04E0BDE7" w14:textId="5BF533D8"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14:paraId="42671C59" w14:textId="77777777"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14:paraId="08B765C4" w14:textId="77777777"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14:paraId="7EC7C519" w14:textId="0649BE70"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14:paraId="56E39E8A" w14:textId="77777777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50E1596D" w14:textId="77777777"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7030827C" w14:textId="77777777"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14:paraId="19C54580" w14:textId="77777777"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100AD1BA" w14:textId="34BEFBEB"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0A1C77A8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01272C85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14:paraId="0D8AAA08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546051F" w14:textId="648C917E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A3F7EA2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14:paraId="10E9D6CF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5E28163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14:paraId="7A765C98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BA99A26" w14:textId="7FB68A7A"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14:paraId="548B61D8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14:paraId="02358499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A2C8EFD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14:paraId="65F2394A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9CB3E83" w14:textId="18EB6641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529F4D7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14:paraId="65A2C05C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CB8506D" w14:textId="49F43B96"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A7577B" w14:paraId="029B411C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88CC7F7" w14:textId="19BE8FE0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BE020C6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14:paraId="1056482A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91B2D07" w14:textId="324EFBFC"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A7577B" w14:paraId="7FDE9A02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1D814D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BF62E4F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14:paraId="4E5B542E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0B94D7E" w14:textId="001B12AC"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14:paraId="65C07C0F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C74A9F" w14:textId="3EA24A0F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866E09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14:paraId="7938128D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85FFED9" w14:textId="04BF399E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14:paraId="5A0910F2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4643241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2E8A32F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14:paraId="21C90510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7D3F920" w14:textId="430CB2CE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14:paraId="60BEFA40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8DC0954" w14:textId="72FFF870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C5EA732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14:paraId="7640EE2C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05FA80E" w14:textId="1E66BB64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14:paraId="5CEDF441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9348F0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261D0F1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14:paraId="3D997868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3ACF2DE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14:paraId="2B83C714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4A4EE0F" w14:textId="235C2C9B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64D9151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14:paraId="68CC7810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8AD4D84" w14:textId="25B5468B"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A7577B" w14:paraId="4535D793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9790322" w14:textId="2227F566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27A2A63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14:paraId="13B8D556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ABC4F2B" w14:textId="19FDB59A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14:paraId="3A198BCE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9BE9A9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15FC845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14:paraId="7292CAAB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475E687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14:paraId="6E584EE5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115319C" w14:textId="71FE21A5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51CE3FF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14:paraId="60637B90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902753B" w14:textId="436704DF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14:paraId="4E06E5B7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CD787C6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3809605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14:paraId="7707DE2F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3E39CE6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14:paraId="2F8BF681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9A7863A" w14:textId="3D5D9DBE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AD55CBA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14:paraId="56531693" w14:textId="77777777"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B9C8AF7" w14:textId="53AF1F76"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14:paraId="4090075C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77C855C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F14F3BC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14:paraId="11D760E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EADE753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0308BB2D" w14:textId="6EA7DE0B" w:rsidR="00084902" w:rsidRDefault="00084902" w:rsidP="00455AD5">
      <w:pPr>
        <w:rPr>
          <w:lang w:val="en-US"/>
        </w:rPr>
      </w:pPr>
    </w:p>
    <w:p w14:paraId="38FE3F50" w14:textId="6C389E98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53292375" w14:textId="77777777" w:rsidR="00335AA2" w:rsidRDefault="00335AA2" w:rsidP="00455AD5">
      <w:pPr>
        <w:rPr>
          <w:lang w:val="en-US"/>
        </w:rPr>
      </w:pPr>
    </w:p>
    <w:p w14:paraId="59586032" w14:textId="3C232247"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14:paraId="40628A03" w14:textId="77777777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2E6F34EF" w14:textId="77777777"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7B4E7556" w14:textId="77777777"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14:paraId="0BF84D25" w14:textId="77777777"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4FB4434E" w14:textId="77777777"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5186F062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40C0D2C4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14:paraId="618A2D81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B1E5B7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6A8CEA8" w14:textId="77777777"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14:paraId="250CF3CD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CF1C11B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14:paraId="42078669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D00A21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C56A88A" w14:textId="77777777"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14:paraId="538C96B7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37EC990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58FCF5CD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F1E839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0A9F0A0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14:paraId="3280DE47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4DC0D75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14:paraId="5D71F55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B6EB16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099C1BE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14:paraId="05AA8EBD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B328DAC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7986BB4B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677AF6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8909E5D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14:paraId="0F184C8D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23D6CE1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14:paraId="31DF91FF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0CC17F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0C14CE7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14:paraId="42B02DC2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BD83E6B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7577B" w14:paraId="5D281D8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8F0B8A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5E9CB44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14:paraId="2527EAAA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7623216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A7577B" w14:paraId="4A0DCAD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702A6D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BC6EF7A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14:paraId="49DDFAB4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3E7AE12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Availability, Reliability And 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 (ARAMS)</w:t>
            </w:r>
          </w:p>
        </w:tc>
      </w:tr>
      <w:tr w:rsidR="00335AA2" w:rsidRPr="000226A1" w14:paraId="3AE9AD3C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E2BA64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B9785AE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14:paraId="3EF03668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0641797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14:paraId="42F4B68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221871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B492E9D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14:paraId="018E1707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31620CA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A7577B" w14:paraId="2FEA1EF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10B59D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B829686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14:paraId="0BD57178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66EB388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14:paraId="138E7466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3B2597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C1F40D6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14:paraId="46072F54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CAF7E56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7577B" w14:paraId="1F8981C9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B1427A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F41E6CB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14:paraId="0E3FCB45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065E185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A7577B" w14:paraId="7CABD864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944C70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E940433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14:paraId="6F71FC4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2E740C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14:paraId="21C63F3C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79981F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71AF703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14:paraId="3082D64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6623CE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14:paraId="73896DE9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D749CD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B0C45D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14:paraId="5169CD5F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2F88815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14:paraId="47BDC318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A4A6D2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449F4B1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14:paraId="743CF27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12E494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6B91BC5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5F2403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99574C9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14:paraId="05AE2CD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5FA3A0D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14:paraId="2D77A047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0F2671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E6993FA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14:paraId="335EC79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61CE48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7577B" w14:paraId="24ED460B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14C951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2007044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14:paraId="75DFC388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45D28A7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14:paraId="5880F464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A4D06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6DB4F3C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14:paraId="567BB8D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36FF117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Self Description (EqSD) </w:t>
            </w:r>
          </w:p>
        </w:tc>
      </w:tr>
      <w:tr w:rsidR="00335AA2" w:rsidRPr="00455AD5" w14:paraId="67229F54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62C95E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77F2571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14:paraId="43CC432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E3A2178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7577B" w14:paraId="41260B9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6475632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9C29F9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14:paraId="6A71657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B4F02AB" w14:textId="77777777"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14:paraId="7054ACF4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B96DBB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57903F5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14:paraId="5E99924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48D006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A7577B" w14:paraId="07FA7A2A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B7C086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05BF3C5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14:paraId="42A3B2F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D169FB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14:paraId="700626C2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F2D5DB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A705798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14:paraId="42DD4B9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EA8E280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35415F4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709CDA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E2325CF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14:paraId="756E3B2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0DF656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14:paraId="2000A197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7F2131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CD35ECE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14:paraId="23E8CB9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4D66580" w14:textId="77777777"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6FA7751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343D94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CF32DD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14:paraId="48328206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4B2EFD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XML Semiconductor Common Components</w:t>
            </w:r>
          </w:p>
        </w:tc>
      </w:tr>
      <w:tr w:rsidR="00335AA2" w:rsidRPr="00A7577B" w14:paraId="5D50BE0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6434AA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E946A32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14:paraId="7EBAE577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301F63F" w14:textId="77777777"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(RaP)</w:t>
            </w:r>
          </w:p>
        </w:tc>
      </w:tr>
      <w:tr w:rsidR="00335AA2" w:rsidRPr="00455AD5" w14:paraId="25157006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D961483" w14:textId="77777777"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14:paraId="019DD1DE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14:paraId="1E88D0E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1C2B138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2775AA1" w14:textId="77777777" w:rsidR="00335AA2" w:rsidRDefault="00335AA2" w:rsidP="00335AA2">
      <w:pPr>
        <w:rPr>
          <w:lang w:val="en-US"/>
        </w:rPr>
      </w:pPr>
    </w:p>
    <w:p w14:paraId="010170A3" w14:textId="5E11524C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598F1622" w14:textId="77777777" w:rsidR="00F24772" w:rsidRDefault="00F24772" w:rsidP="00455AD5">
      <w:pPr>
        <w:rPr>
          <w:lang w:val="en-US"/>
        </w:rPr>
      </w:pPr>
    </w:p>
    <w:p w14:paraId="2F4AD50A" w14:textId="77777777"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14:paraId="64DBB778" w14:textId="77777777"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14:paraId="5C1A514B" w14:textId="77777777" w:rsidR="00404118" w:rsidRDefault="00404118" w:rsidP="00455AD5">
      <w:pPr>
        <w:rPr>
          <w:lang w:val="en-US"/>
        </w:rPr>
      </w:pPr>
      <w:r>
        <w:t>GEM compliance statement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14:paraId="016AC6C5" w14:textId="77777777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8AD928B" w14:textId="77777777"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14:paraId="35DBD8B5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14:paraId="4E15551F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14:paraId="236F5709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14:paraId="5D1DD526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582684" w14:textId="22F22DDD"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14:paraId="68CA839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C2679E4" w14:textId="1C5A6AF4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B1EF15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88C08E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86E94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14:paraId="3EAFED6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E348E57" w14:textId="53C5D5ED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145A9B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71C2AC1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3D52D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14:paraId="0E9FD74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5136C9B" w14:textId="67ACC348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53A42A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FD40AA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A1148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14:paraId="349DD79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6646D3C" w14:textId="69CC875B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A9922AC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30415FCE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A9B7A2" w14:textId="46942609"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14:paraId="6DF68B34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647436D" w14:textId="6671A4F8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6EF46130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3BF0247A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0534EE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14:paraId="7DCC7928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850E68C" w14:textId="03A5AE1D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7633CA98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14:paraId="28C935A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B42E85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14:paraId="496961C2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AD82737" w14:textId="06153ABF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01655DB9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40667816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1D4C3F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14:paraId="6102F1C7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9023C34" w14:textId="0618530E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75CC79B8" w14:textId="128B53BE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7577B" w14:paraId="1C84BBC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19C1BA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14:paraId="1529DF54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2695C6E" w14:textId="6E36E7F2"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1F0BA34E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7577B" w14:paraId="11D54CB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24CD56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14:paraId="3DE62260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0C19750" w14:textId="2480B423"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5DD6BB1E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A572A8B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EBA6CC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14:paraId="716AB60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14:paraId="25D6F7AD" w14:textId="788B7655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2E8718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4D4911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07F7A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14:paraId="25B5983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14:paraId="429E47AF" w14:textId="19478FFF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D30D12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6080542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CE3974" w14:textId="0C229C82"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14:paraId="077EEFC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BC1A0E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E4772B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6A8BD83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BE92B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14:paraId="060F32E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14:paraId="101F7E4A" w14:textId="696BD984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33C983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B9FFB36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7B3FA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14:paraId="7D44D2A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14:paraId="545383A0" w14:textId="6984796A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2ED7B4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1E9CC0A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750FF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14:paraId="0CF296A2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14:paraId="518969CA" w14:textId="1A32B6E5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FAC594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0BE571B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456DE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14:paraId="0F9621B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14:paraId="0D975700" w14:textId="269F2B70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1F14A5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C97B7E9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207CA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14:paraId="165BEFD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14:paraId="600CA94D" w14:textId="43521CA9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0C7D08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BE7F478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7762ED" w14:textId="49A17253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14:paraId="661AEC8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1F19785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C4E88E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17AC11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9A698C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14:paraId="2AD0046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09462736" w14:textId="40226958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35AE7C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DA5332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D4E7C9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14:paraId="570EF35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14:paraId="739A30D0" w14:textId="033028AB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D4F7E1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07D159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A8A101" w14:textId="7B2347EF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14:paraId="61359FF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146C9A1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3B20BD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F77689C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9B21DA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14:paraId="312809F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14:paraId="681376C9" w14:textId="6994D779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DC0FB5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7004EF4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F51C5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14:paraId="304DE0A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14:paraId="36AFF102" w14:textId="0E1B355F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6BDB61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555E6A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1E1A701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14:paraId="38D0AC54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14:paraId="386FD9A0" w14:textId="44DB4405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5FC911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83FC71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7E9EB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14:paraId="039A8FB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14:paraId="5B8942A4" w14:textId="2ACD4ABC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BCE668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3EC600B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C5C83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14:paraId="5B9E165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14:paraId="5ACB917F" w14:textId="20B8DCC0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E998E1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B326D0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2D6A7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14:paraId="3F5A942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14:paraId="10F1663F" w14:textId="6EF96C0B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7EC317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C27817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8CCA3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14:paraId="0C361CF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14:paraId="1302BF33" w14:textId="71B2C7F9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B6DBE3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B6989A1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9EE708" w14:textId="621703A5"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14:paraId="6512034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F14D824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DB4C80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0AE9B76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D1D95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14:paraId="7F8B3E7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1BE811A2" w14:textId="72AE7D89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0F9228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258EF8D4" w14:textId="77777777" w:rsidR="000B793A" w:rsidRDefault="000B793A" w:rsidP="00ED5080">
      <w:pPr>
        <w:rPr>
          <w:lang w:val="en-US"/>
        </w:rPr>
      </w:pPr>
    </w:p>
    <w:p w14:paraId="78EC9343" w14:textId="77777777" w:rsidR="001641D7" w:rsidRDefault="001641D7" w:rsidP="00ED5080">
      <w:pPr>
        <w:rPr>
          <w:lang w:val="en-US"/>
        </w:rPr>
      </w:pPr>
    </w:p>
    <w:p w14:paraId="26DA5EA9" w14:textId="77777777"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14:paraId="7A6D0180" w14:textId="77777777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26E53D6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14:paraId="7D92F56E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14:paraId="09DE821D" w14:textId="77777777"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8323D78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14:paraId="793C0D21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DF94B2" w14:textId="30DDB3C9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14:paraId="16583A9F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14:paraId="51CDA3F4" w14:textId="2556343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9179856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56A57A9D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FD0AECA" w14:textId="6CFFD6EF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14:paraId="53CE4257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14:paraId="2AD3DDF8" w14:textId="771DD5FA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CF74F2F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47154038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55DD03F" w14:textId="5C2DB0BC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14:paraId="1B0ADA5B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A6783E4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03B8976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2F44C66A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54D81B5" w14:textId="721E72A0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14:paraId="5975BCAB" w14:textId="77777777"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14:paraId="14D3C3A4" w14:textId="4EA6DA45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B05240D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338063F8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7C931E" w14:textId="26D13FA5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14:paraId="5224D218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14:paraId="699CC7A5" w14:textId="72106C0B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EA3F87B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75917E7E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F880067" w14:textId="28B7B0F0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14:paraId="7F844B0D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14:paraId="1140378C" w14:textId="7B0DE02C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9FB938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7629E297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AEB037" w14:textId="0C98A0A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14:paraId="6DAB2557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14:paraId="59C46201" w14:textId="5E5DF3B1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DF0B3AD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D7BDC0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FE6A687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14:paraId="0E8F63A2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DEE087B" w14:textId="1129E8FF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FC82D3A" w14:textId="555AA2F1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3D99E8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B560E5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14:paraId="1053154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14:paraId="5E64D1DC" w14:textId="0D8113F4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CD3C92D" w14:textId="0FDC3244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B126EC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EA3C9C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14:paraId="3C80D998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14:paraId="36287130" w14:textId="5D207E92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8B1787" w14:textId="2BE7226D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73595A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D2FE4B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14:paraId="21660AF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14:paraId="62BF47F9" w14:textId="3E862BAA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F38F5AB" w14:textId="42A4921D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7948B1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DBA5300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14:paraId="000EF71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14:paraId="592A5A97" w14:textId="641696A1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E22AE6" w14:textId="3C45FD63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D7592E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A849B9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14:paraId="3B20EE50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9633E10" w14:textId="241A9DCA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F50E532" w14:textId="519D8C42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B5EB1BB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2912C0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14:paraId="4653551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14:paraId="05F4756E" w14:textId="7EC98B2C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E49AC2B" w14:textId="2C2411BF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14:paraId="72F17A6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AD5310B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14:paraId="1FC7523B" w14:textId="77777777"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14:paraId="3CAA761A" w14:textId="10A6159F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81A70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10998A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4F0B5FA" w14:textId="7BEC0D6C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14:paraId="11821077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5BE5423" w14:textId="3CEDCD9C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1AE9151" w14:textId="4E981F18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4B3FAD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3242C4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14:paraId="7B383BF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14:paraId="37610F47" w14:textId="327E740E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193F894" w14:textId="09F5B71C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98AB87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A9EE7B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melist Request (SVNR) </w:t>
            </w:r>
          </w:p>
        </w:tc>
        <w:tc>
          <w:tcPr>
            <w:tcW w:w="1984" w:type="dxa"/>
          </w:tcPr>
          <w:p w14:paraId="5D2EB442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14:paraId="63C61E11" w14:textId="33801EE5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27C6710" w14:textId="3837107B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610AC6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9D2828C" w14:textId="6AA4F27F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14:paraId="3BE6F0E1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5B3AE2C" w14:textId="5EDDE4CA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92D9DEE" w14:textId="552DF35C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4D1763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B27F20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14:paraId="62C3BFB2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14:paraId="0A9DFE09" w14:textId="4CEDC076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276819" w14:textId="019F0775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28382A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2B06AAD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ble.Disable Alarm Send (EAS) </w:t>
            </w:r>
          </w:p>
        </w:tc>
        <w:tc>
          <w:tcPr>
            <w:tcW w:w="1984" w:type="dxa"/>
          </w:tcPr>
          <w:p w14:paraId="74F95B1E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14:paraId="1D2979DF" w14:textId="2AC425ED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B35301C" w14:textId="57FD481B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8C21A5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A392541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14:paraId="6D56F27F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14:paraId="3BA1E1B5" w14:textId="25CED6C9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C5CA210" w14:textId="41EFC113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5FEB2C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78CC2C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14:paraId="5A3DB50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14:paraId="0C5605B1" w14:textId="6731D0C6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B25035B" w14:textId="0B12B18B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F8F766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71CFAF3" w14:textId="6DED648F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14:paraId="7DD3E56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514E2A2" w14:textId="49906F80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47337F" w14:textId="7D232D5E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14:paraId="25CA2E3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BD995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14:paraId="6DB0959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14:paraId="2A67ACC8" w14:textId="4512612F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9A7649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7E10D9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85B296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14:paraId="3C511EB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14:paraId="0F13ACA5" w14:textId="110AC2A8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0D2F3D6" w14:textId="6D272030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38A082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D24FB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14:paraId="5247FA56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14:paraId="2E5BA88F" w14:textId="2A756061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D5E3E55" w14:textId="64DA6C30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0EC25F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168F3F4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14:paraId="02639B4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249B3A3" w14:textId="20A67FFF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07D45D1" w14:textId="73FF3523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11ACFF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7A243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14:paraId="2ECB380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14:paraId="45305967" w14:textId="5A9AE546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E2927E" w14:textId="2E890BEA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7BDFBA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CA897E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14:paraId="7AD992E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14:paraId="07E6658B" w14:textId="473B21EC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CD23813" w14:textId="035AA366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B0BC6A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E6D26B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 Request (ECNR)</w:t>
            </w:r>
          </w:p>
        </w:tc>
        <w:tc>
          <w:tcPr>
            <w:tcW w:w="1984" w:type="dxa"/>
          </w:tcPr>
          <w:p w14:paraId="6C721E0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14:paraId="70F6E88D" w14:textId="58303659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B446CB9" w14:textId="42913878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CC22D9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DD0DF84" w14:textId="2CECB3F2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14:paraId="411BA58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CAA9020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667F22C" w14:textId="4CA1DD9B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6ACAA1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05BEF1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14:paraId="51F1360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14:paraId="2DB1919E" w14:textId="61931EE5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02C184B" w14:textId="78BF6503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50AB89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905508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14:paraId="4BF00D2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14:paraId="5335B2DD" w14:textId="1B518282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E1BA160" w14:textId="64152C4D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C133BB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758551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14:paraId="72C5443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14:paraId="14D62123" w14:textId="59FEDA90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5C1EFA3" w14:textId="2108645C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D9988B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E602B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14:paraId="2B0210C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14:paraId="094A5912" w14:textId="0A35BB5C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447B28D" w14:textId="2113A88C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3B2BA2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1F995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14:paraId="554B9BC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14:paraId="50A38844" w14:textId="1635EB13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CAF7F48" w14:textId="4A616A40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804C215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A9D6C6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14:paraId="645552C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14:paraId="3855C3E9" w14:textId="546322A1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4981C8" w14:textId="2D87F8DE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4F6826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9964CB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14:paraId="660AAF7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14:paraId="42FA935E" w14:textId="7A346D5A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1F451E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F4B0C9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FF481F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14:paraId="122A48C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14:paraId="7B35E927" w14:textId="485400FE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E3E839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4AC492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D2F342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14:paraId="36EFBB1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14:paraId="25E8564A" w14:textId="59E124F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D4329ED" w14:textId="59B6EE4F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D923D0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07F582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14:paraId="0064A05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14:paraId="2F66EAFD" w14:textId="2D53F086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A51C22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4097E9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3B9D0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14:paraId="500479A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14:paraId="56BAC5AB" w14:textId="742A3809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63E0317" w14:textId="083F0186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F152A0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4B578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14:paraId="3468BD1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14:paraId="312BE5CA" w14:textId="36827DE1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C1B5191" w14:textId="12B4A09E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CBEB09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9FB10A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14:paraId="1FBAF85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14:paraId="62D6E0E0" w14:textId="4790911F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87DCA17" w14:textId="4723E838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4DAB83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A8981B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14:paraId="084178A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14:paraId="52BDB924" w14:textId="2597FED1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746F32" w14:textId="101C37DE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35D008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5D9004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14:paraId="30EC5A6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14:paraId="76557E4E" w14:textId="406997F1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DB6275" w14:textId="5317501F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5F0D53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EA866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14:paraId="5D32CFD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14:paraId="015C74AE" w14:textId="7236E962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2F4D734" w14:textId="2DF6DADC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6EA82B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3140F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14:paraId="2395A88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14:paraId="3F6F45B8" w14:textId="1D78DE9E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AD2754B" w14:textId="3FA44F09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7594CE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DA61A8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14:paraId="7854514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14:paraId="55C01A3E" w14:textId="630687CA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5BB8E92" w14:textId="41011EC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F33374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8404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14:paraId="33F63E5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14:paraId="08C1FD40" w14:textId="2F494EA9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51D46D6" w14:textId="0C9445E0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7019CD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ADBF60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14:paraId="337A71F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14:paraId="7B71E6A4" w14:textId="1009318A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BAA1557" w14:textId="2A5B6A49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0BC7E1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BF0EE" w14:textId="1B125D15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14:paraId="0D868CB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DD203E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CED900F" w14:textId="4BBE2564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91545E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A3F29A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14:paraId="042EB77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14:paraId="0F409C4F" w14:textId="0D1F70CF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CB93AE5" w14:textId="58AD5840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16A2C7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0265E5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14:paraId="4AFD2F4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14:paraId="6E0AA4AE" w14:textId="0D91A5AD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95C9FC6" w14:textId="0A377BB6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E1934C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37F02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14:paraId="1A03C5E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14:paraId="1DCB22CE" w14:textId="7B58027A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502F90D" w14:textId="278D85F0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A74B65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809791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3E779BA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14:paraId="0D9A70BE" w14:textId="6B934B79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8E3E929" w14:textId="7A640EA8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30F4237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A8314F8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14:paraId="21C85C3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E876A73" w14:textId="3D2002E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C0B92E5" w14:textId="0CC35852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DBE4D1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B6C2ED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14:paraId="704CE50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14:paraId="50FC682F" w14:textId="23CA9B5E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E35B71A" w14:textId="101C2BD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CBADEC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A053E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14:paraId="79BEC78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14:paraId="26FABD93" w14:textId="43F3045F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C47775B" w14:textId="2EB72AD5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0E2C701E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01A143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14:paraId="41942B75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C53F01B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B2F3C62" w14:textId="5CFB85EE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03CCCCA1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9D5F3C2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14:paraId="7FF5308A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C5420E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27E5698" w14:textId="384DD800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2EC32EE9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2D2F3EF" w14:textId="5D850BD5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14:paraId="51E5018C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9793D0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B267E2C" w14:textId="1D6437FE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1F67D7A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0EB5AB8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14:paraId="3003EF8E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14:paraId="2209E298" w14:textId="1F88D568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046AA0C" w14:textId="28C4C365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20BCF105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838998C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14:paraId="3E675CBC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14:paraId="1E5D8013" w14:textId="5BC661EC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4072256" w14:textId="5F6FB6D8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3B6FAF9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771400" w14:textId="2681669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14:paraId="72470CE7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AC6F002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CF23A65" w14:textId="64A77253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4AE1255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C70AD4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14:paraId="57F76831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14:paraId="4964FF56" w14:textId="6ACC3292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2A4506C" w14:textId="06D9C0F5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6E99A03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5020B37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14:paraId="0A7509A3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14:paraId="46FF5EB9" w14:textId="09F862CB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E1B500" w14:textId="36BCF464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2AC65D34" w14:textId="77777777" w:rsidR="00D8135F" w:rsidRDefault="00D8135F" w:rsidP="00D8135F">
      <w:pPr>
        <w:rPr>
          <w:u w:val="single"/>
          <w:lang w:val="en-US"/>
        </w:rPr>
      </w:pPr>
    </w:p>
    <w:p w14:paraId="16F24DE3" w14:textId="184498BC" w:rsidR="009976F3" w:rsidRDefault="009976F3" w:rsidP="00D8135F">
      <w:pPr>
        <w:rPr>
          <w:u w:val="single"/>
          <w:lang w:val="en-US"/>
        </w:rPr>
      </w:pPr>
    </w:p>
    <w:p w14:paraId="1AA432D3" w14:textId="2319389D"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199DAEFC" w14:textId="77777777" w:rsidR="00F36F23" w:rsidRPr="000625E6" w:rsidRDefault="00F36F23" w:rsidP="00D8135F">
      <w:pPr>
        <w:rPr>
          <w:u w:val="single"/>
          <w:lang w:val="en-US"/>
        </w:rPr>
      </w:pPr>
    </w:p>
    <w:p w14:paraId="68A2C791" w14:textId="77777777"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14:paraId="47CEF82B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14:paraId="3F29E56D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35213" w14:textId="34F580E5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958C" w14:textId="09AC6042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CBE4" w14:textId="5E5F50D2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BADDE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2FB77881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5943" w14:textId="2876AA6B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43EBA" w14:textId="4DF4192D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721D0" w14:textId="495E9E84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03E6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180A74E3" w14:textId="77777777" w:rsidR="00223713" w:rsidRDefault="00223713" w:rsidP="00D8135F">
      <w:pPr>
        <w:rPr>
          <w:lang w:val="en-US"/>
        </w:rPr>
      </w:pPr>
    </w:p>
    <w:p w14:paraId="6432DFD6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14:paraId="1555214C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20301" w14:textId="3ECE1094"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E886" w14:textId="56776E44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A2821" w14:textId="07DA22D8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276D1" w14:textId="3C6B9FB1"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14:paraId="332E6A1F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0D43" w14:textId="320ECD23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8CD6F" w14:textId="38FBE1B6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EC2B" w14:textId="098B1D9E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A2D73" w14:textId="025ECA7F"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6E5B3908" w14:textId="77777777" w:rsidR="00E2763D" w:rsidRDefault="00E2763D" w:rsidP="00D8135F">
      <w:pPr>
        <w:rPr>
          <w:lang w:val="en-US"/>
        </w:rPr>
      </w:pPr>
    </w:p>
    <w:p w14:paraId="3CA7DB4C" w14:textId="77777777"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7D09BA62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3EE35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6287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A51F0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564D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38B4CD58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04FE3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5B545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F102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A482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3504800E" w14:textId="77777777" w:rsidR="00F36F23" w:rsidRDefault="00F36F23" w:rsidP="00D8135F"/>
    <w:p w14:paraId="7BE1BB8D" w14:textId="090F8F98" w:rsidR="008963E7" w:rsidRPr="00F36F23" w:rsidRDefault="008963E7" w:rsidP="00D8135F">
      <w:r w:rsidRPr="00F36F23">
        <w:t>Carrier Management compliance statement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0E2AAA0F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117A" w14:textId="5C26438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C3588" w14:textId="3127BA63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95CB" w14:textId="10F20EA0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58276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14:paraId="2289265B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AB5FA" w14:textId="493D4370"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3F7F6" w14:textId="36FAA94A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C5E6D" w14:textId="7578D119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4F12" w14:textId="42F96A89"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14:paraId="22A90ED5" w14:textId="77777777" w:rsidR="00E2763D" w:rsidRPr="00F36F23" w:rsidRDefault="00E2763D" w:rsidP="00D8135F"/>
    <w:p w14:paraId="4AAAD393" w14:textId="4FD80B09"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A7577B" w14:paraId="711D3D03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AB07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215DF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B5E6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00A2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A7577B" w14:paraId="09A1FF82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A8717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3F84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93B3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137B0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14:paraId="2E2C2560" w14:textId="77777777" w:rsidR="00F36F23" w:rsidRDefault="00F36F23" w:rsidP="00D8135F">
      <w:pPr>
        <w:rPr>
          <w:lang w:val="en-US"/>
        </w:rPr>
      </w:pPr>
    </w:p>
    <w:p w14:paraId="508CD2FF" w14:textId="77777777"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5F5B8AD7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74F03" w14:textId="26905C33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EFFC7" w14:textId="42432FDF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5F64" w14:textId="14A9698E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360F6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794EBD81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A5343" w14:textId="3B996E9E"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92688" w14:textId="779F76B1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7E62E" w14:textId="0B2DD05F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64416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2E81268F" w14:textId="77777777" w:rsidR="00E2763D" w:rsidRDefault="00E2763D" w:rsidP="00D8135F">
      <w:pPr>
        <w:rPr>
          <w:lang w:val="en-US"/>
        </w:rPr>
      </w:pPr>
    </w:p>
    <w:p w14:paraId="2BB0F8DE" w14:textId="2EB9074B" w:rsidR="00A05C94" w:rsidRDefault="00A05C94" w:rsidP="00D8135F">
      <w:r>
        <w:t>Reticle</w:t>
      </w:r>
      <w:r w:rsidR="004F4A35">
        <w:t xml:space="preserve"> and Pod Management compliance S</w:t>
      </w:r>
      <w:r>
        <w:t>tatement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214508F1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35F6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E1C9E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DC27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764C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478B185C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4DC64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D62C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03AEA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0F03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0B59871D" w14:textId="77777777" w:rsidR="00F36F23" w:rsidRDefault="00F36F23" w:rsidP="00D8135F"/>
    <w:p w14:paraId="4E7F20AE" w14:textId="77777777"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56CC" w14:textId="77777777" w:rsidR="00C3065B" w:rsidRDefault="00C3065B" w:rsidP="00B411A7">
      <w:pPr>
        <w:spacing w:after="0" w:line="240" w:lineRule="auto"/>
      </w:pPr>
      <w:r>
        <w:separator/>
      </w:r>
    </w:p>
  </w:endnote>
  <w:endnote w:type="continuationSeparator" w:id="0">
    <w:p w14:paraId="1D7A82F3" w14:textId="77777777" w:rsidR="00C3065B" w:rsidRDefault="00C3065B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0000000000000000000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1FA6" w14:textId="77777777" w:rsidR="0042732C" w:rsidRDefault="004273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A3AB" w14:textId="77777777"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3C303F88" wp14:editId="2202273D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33F1CA5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14:paraId="6B6FC63D" w14:textId="77777777"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 w:rsidRPr="000412D7">
      <w:rPr>
        <w:b/>
        <w:lang w:val="en-US"/>
      </w:rPr>
      <w:t>Leti,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14:paraId="3A14FA50" w14:textId="77777777"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14:paraId="51D3951F" w14:textId="77777777"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r>
      <w:t>Minatec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14:paraId="2772821D" w14:textId="2722D821"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42732C">
      <w:rPr>
        <w:rStyle w:val="Numrodepage"/>
        <w:noProof/>
        <w:color w:val="808080"/>
        <w:sz w:val="16"/>
        <w:szCs w:val="16"/>
      </w:rPr>
      <w:t>1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42732C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14:paraId="6EF64A94" w14:textId="77777777"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14:paraId="79980ADF" w14:textId="02C77FBB"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2978" w14:textId="77777777" w:rsidR="0042732C" w:rsidRDefault="004273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418A3" w14:textId="77777777" w:rsidR="00C3065B" w:rsidRDefault="00C3065B" w:rsidP="00B411A7">
      <w:pPr>
        <w:spacing w:after="0" w:line="240" w:lineRule="auto"/>
      </w:pPr>
      <w:r>
        <w:separator/>
      </w:r>
    </w:p>
  </w:footnote>
  <w:footnote w:type="continuationSeparator" w:id="0">
    <w:p w14:paraId="07BCBF5E" w14:textId="77777777" w:rsidR="00C3065B" w:rsidRDefault="00C3065B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4B04" w14:textId="77777777" w:rsidR="0042732C" w:rsidRDefault="004273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7FB3B" w14:textId="246F5283"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D14EA64" wp14:editId="415EA84E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(Technological Research Department)</w:t>
    </w:r>
  </w:p>
  <w:p w14:paraId="64FE0B5B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14:paraId="010684E5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14:paraId="7224E8B4" w14:textId="77777777"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14:paraId="0D004558" w14:textId="77777777"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>: Equipment specifications</w:t>
    </w:r>
  </w:p>
  <w:p w14:paraId="5E70FB09" w14:textId="77777777"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14:paraId="2F5B7FB5" w14:textId="77777777" w:rsidR="00BB303C" w:rsidRPr="00280073" w:rsidRDefault="00BB303C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820B3" w14:textId="77777777" w:rsidR="0042732C" w:rsidRDefault="004273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8E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E4A68"/>
    <w:rsid w:val="002E51CA"/>
    <w:rsid w:val="00327E02"/>
    <w:rsid w:val="00335AA2"/>
    <w:rsid w:val="00336566"/>
    <w:rsid w:val="003D69C7"/>
    <w:rsid w:val="003F57F3"/>
    <w:rsid w:val="00404118"/>
    <w:rsid w:val="0042732C"/>
    <w:rsid w:val="00455AD5"/>
    <w:rsid w:val="004F4A35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D57239"/>
  <w15:chartTrackingRefBased/>
  <w15:docId w15:val="{F7F459E5-4974-43C0-B66A-160D83DF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APPENDIX J SECS-GEM Compliance Statement.dotx</Template>
  <TotalTime>0</TotalTime>
  <Pages>8</Pages>
  <Words>1007</Words>
  <Characters>5544</Characters>
  <Application>Microsoft Office Word</Application>
  <DocSecurity>4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APPENDIX J: SECS/GEM COMPLIANCE STATEMENT</vt:lpstr>
      <vt:lpstr>APPENDIX J: SECS/GEM COMPLIANCE STATEMENT</vt:lpstr>
    </vt:vector>
  </TitlesOfParts>
  <Company>CEA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David Chui</dc:creator>
  <cp:keywords/>
  <dc:description/>
  <cp:lastModifiedBy>SAINT-CRICQ Maximilien</cp:lastModifiedBy>
  <cp:revision>2</cp:revision>
  <dcterms:created xsi:type="dcterms:W3CDTF">2025-09-05T13:34:00Z</dcterms:created>
  <dcterms:modified xsi:type="dcterms:W3CDTF">2025-09-05T13:34:00Z</dcterms:modified>
</cp:coreProperties>
</file>