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bookmarkStart w:id="0" w:name="_GoBack" w:displacedByCustomXml="prev"/>
        <w:bookmarkEnd w:id="0" w:displacedByCustomXml="prev"/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-665879</wp:posOffset>
                    </wp:positionH>
                    <wp:positionV relativeFrom="page">
                      <wp:posOffset>988828</wp:posOffset>
                    </wp:positionV>
                    <wp:extent cx="7125167" cy="4720856"/>
                    <wp:effectExtent l="19050" t="19050" r="19050" b="2286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4720856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313E59" w:rsidRDefault="00313E59" w:rsidP="00055BC9">
                                <w:pPr>
                                  <w:jc w:val="center"/>
                                </w:pPr>
                              </w:p>
                              <w:p w:rsidR="00313E59" w:rsidRDefault="00313E59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91366" w:rsidRDefault="00491366" w:rsidP="00491366"/>
                              <w:p w:rsidR="00491366" w:rsidRPr="00491366" w:rsidRDefault="00491366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 w:rsid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4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="006E095C" w:rsidRPr="006E095C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Exemple de fichiers « pivots »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45pt;margin-top:77.85pt;width:561.05pt;height:371.7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313E59" w:rsidRDefault="00313E59" w:rsidP="00055BC9">
                          <w:pPr>
                            <w:jc w:val="center"/>
                          </w:pPr>
                        </w:p>
                        <w:p w:rsidR="00313E59" w:rsidRDefault="00313E59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91366" w:rsidRDefault="00491366" w:rsidP="00491366"/>
                        <w:p w:rsidR="00491366" w:rsidRPr="00491366" w:rsidRDefault="00491366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 w:rsid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4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="006E095C" w:rsidRPr="006E095C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Exemple de fichiers « pivots »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8B4C0A"/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955602" w:rsidP="00410AFD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8549005</wp:posOffset>
                    </wp:positionV>
                    <wp:extent cx="1662430" cy="3416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430" cy="3416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13E59" w:rsidRDefault="00955602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7pt;margin-top:673.15pt;width:130.9pt;height:26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313E59" w:rsidRDefault="00955602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6E095C" w:rsidRPr="006E095C" w:rsidRDefault="006E095C" w:rsidP="006E095C">
          <w:pPr>
            <w:rPr>
              <w:rStyle w:val="Emphaseple"/>
            </w:rPr>
          </w:pPr>
          <w:r w:rsidRPr="006E095C">
            <w:rPr>
              <w:rStyle w:val="Emphaseple"/>
            </w:rPr>
            <w:lastRenderedPageBreak/>
            <w:t>Le fichier pivot ci-après est un exemple pour des barrières automatiques. Pour chaque famille d’équipements existe un fichier pivot de ce type.</w:t>
          </w:r>
        </w:p>
        <w:p w:rsidR="006E095C" w:rsidRDefault="006E095C" w:rsidP="00410AFD"/>
        <w:tbl>
          <w:tblPr>
            <w:tblW w:w="20546" w:type="dxa"/>
            <w:tblLayout w:type="fixed"/>
            <w:tblCellMar>
              <w:left w:w="30" w:type="dxa"/>
              <w:right w:w="30" w:type="dxa"/>
            </w:tblCellMar>
            <w:tblLook w:val="0000" w:firstRow="0" w:lastRow="0" w:firstColumn="0" w:lastColumn="0" w:noHBand="0" w:noVBand="0"/>
          </w:tblPr>
          <w:tblGrid>
            <w:gridCol w:w="1023"/>
            <w:gridCol w:w="954"/>
            <w:gridCol w:w="992"/>
            <w:gridCol w:w="1030"/>
            <w:gridCol w:w="850"/>
            <w:gridCol w:w="709"/>
            <w:gridCol w:w="850"/>
            <w:gridCol w:w="993"/>
            <w:gridCol w:w="1419"/>
            <w:gridCol w:w="1237"/>
            <w:gridCol w:w="1701"/>
            <w:gridCol w:w="1559"/>
            <w:gridCol w:w="1276"/>
            <w:gridCol w:w="1417"/>
            <w:gridCol w:w="992"/>
            <w:gridCol w:w="1276"/>
            <w:gridCol w:w="1418"/>
            <w:gridCol w:w="850"/>
          </w:tblGrid>
          <w:tr w:rsidR="006E095C" w:rsidTr="006E095C">
            <w:trPr>
              <w:trHeight w:val="510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Nom de l'attribut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de l'immeuble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composant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du niveau du local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Numéro G2D du local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Libellé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Date de mise en service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Quantité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Observations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Identification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Type de barrière automatique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Automatique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dernière visite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marque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modèle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dimension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>boucle magnétique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Pr="006E095C" w:rsidRDefault="006E095C" w:rsidP="00043462">
                <w:pPr>
                  <w:rPr>
                    <w:sz w:val="16"/>
                    <w:szCs w:val="16"/>
                  </w:rPr>
                </w:pPr>
                <w:r w:rsidRPr="006E095C">
                  <w:rPr>
                    <w:sz w:val="16"/>
                    <w:szCs w:val="16"/>
                  </w:rPr>
                  <w:t xml:space="preserve">type </w:t>
                </w: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Format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Entier</w:t>
                </w: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Enumération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Date</w:t>
                </w: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Texte</w:t>
                </w:r>
              </w:p>
            </w:tc>
          </w:tr>
          <w:tr w:rsidR="006E095C" w:rsidTr="00902456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  <w:r w:rsidRPr="00902456">
                  <w:rPr>
                    <w:highlight w:val="yellow"/>
                  </w:rPr>
                  <w:t>Valeurs autorisés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  <w:proofErr w:type="spellStart"/>
                <w:r w:rsidRPr="00902456">
                  <w:rPr>
                    <w:highlight w:val="yellow"/>
                  </w:rPr>
                  <w:t>Levante</w:t>
                </w:r>
                <w:proofErr w:type="spellEnd"/>
                <w:r w:rsidRPr="00902456">
                  <w:rPr>
                    <w:highlight w:val="yellow"/>
                  </w:rPr>
                  <w:t>, Roulante</w:t>
                </w:r>
              </w:p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  <w:r w:rsidRPr="00902456">
                  <w:rPr>
                    <w:highlight w:val="yellow"/>
                  </w:rPr>
                  <w:t>Oui, Non</w:t>
                </w: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6A6A6" w:themeFill="background1" w:themeFillShade="A6"/>
              </w:tcPr>
              <w:p w:rsidR="006E095C" w:rsidRPr="00902456" w:rsidRDefault="006E095C" w:rsidP="00043462">
                <w:pPr>
                  <w:rPr>
                    <w:highlight w:val="yellow"/>
                  </w:rPr>
                </w:pPr>
              </w:p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1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2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3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4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5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  <w:tr w:rsidR="006E095C" w:rsidTr="006E095C">
            <w:trPr>
              <w:trHeight w:val="255"/>
            </w:trPr>
            <w:tc>
              <w:tcPr>
                <w:tcW w:w="10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>
                <w:r>
                  <w:t>6</w:t>
                </w:r>
              </w:p>
            </w:tc>
            <w:tc>
              <w:tcPr>
                <w:tcW w:w="954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03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70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3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70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55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99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27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1418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6E095C" w:rsidRDefault="006E095C" w:rsidP="00043462"/>
            </w:tc>
          </w:tr>
        </w:tbl>
        <w:p w:rsidR="00491366" w:rsidRDefault="00491366" w:rsidP="00410AFD"/>
        <w:p w:rsidR="00410AFD" w:rsidRDefault="003C248C" w:rsidP="00410AFD"/>
      </w:sdtContent>
    </w:sdt>
    <w:sectPr w:rsidR="00410AFD" w:rsidSect="006E095C">
      <w:pgSz w:w="23811" w:h="16838" w:orient="landscape" w:code="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94E" w:rsidRDefault="00D6694E" w:rsidP="00EA6B59">
      <w:pPr>
        <w:spacing w:after="0" w:line="240" w:lineRule="auto"/>
      </w:pPr>
      <w:r>
        <w:separator/>
      </w:r>
    </w:p>
  </w:endnote>
  <w:end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94">
          <w:rPr>
            <w:noProof/>
          </w:rPr>
          <w:t>1</w:t>
        </w:r>
        <w:r>
          <w:fldChar w:fldCharType="end"/>
        </w:r>
      </w:p>
    </w:sdtContent>
  </w:sdt>
  <w:p w:rsidR="00313E59" w:rsidRDefault="00313E5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CBC" w:rsidRDefault="005D3CBC">
    <w:pPr>
      <w:pStyle w:val="Pieddepage"/>
    </w:pPr>
    <w:r>
      <w:t xml:space="preserve">ESID </w:t>
    </w:r>
    <w:r w:rsidR="00902456">
      <w:t>25_</w:t>
    </w:r>
    <w:r w:rsidR="00922474">
      <w:t>194-197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94E" w:rsidRDefault="00D6694E" w:rsidP="00EA6B59">
      <w:pPr>
        <w:spacing w:after="0" w:line="240" w:lineRule="auto"/>
      </w:pPr>
      <w:r>
        <w:separator/>
      </w:r>
    </w:p>
  </w:footnote>
  <w:footnote w:type="continuationSeparator" w:id="0">
    <w:p w:rsidR="00D6694E" w:rsidRDefault="00D6694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9E9" w:rsidRDefault="00E159E9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-619125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5D3CBC">
      <w:tab/>
    </w:r>
    <w:r w:rsidR="005D3CBC">
      <w:tab/>
    </w:r>
    <w:r w:rsidR="005D3CBC">
      <w:tab/>
    </w:r>
    <w:r w:rsidR="005D3CBC" w:rsidRPr="003C248C">
      <w:t>DAF_20</w:t>
    </w:r>
    <w:r w:rsidR="003C248C" w:rsidRPr="003C248C">
      <w:t>25_001367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6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0"/>
  </w:num>
  <w:num w:numId="12">
    <w:abstractNumId w:val="6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13"/>
  </w:num>
  <w:num w:numId="18">
    <w:abstractNumId w:val="4"/>
  </w:num>
  <w:num w:numId="19">
    <w:abstractNumId w:val="8"/>
  </w:num>
  <w:num w:numId="20">
    <w:abstractNumId w:val="10"/>
  </w:num>
  <w:num w:numId="21">
    <w:abstractNumId w:val="1"/>
  </w:num>
  <w:num w:numId="22">
    <w:abstractNumId w:val="11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3454E"/>
    <w:rsid w:val="00245272"/>
    <w:rsid w:val="002476A1"/>
    <w:rsid w:val="00250321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455F"/>
    <w:rsid w:val="003C248C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B10E0"/>
    <w:rsid w:val="005B20AE"/>
    <w:rsid w:val="005C584E"/>
    <w:rsid w:val="005D3CBC"/>
    <w:rsid w:val="005D5D11"/>
    <w:rsid w:val="005E7372"/>
    <w:rsid w:val="005F1279"/>
    <w:rsid w:val="005F445C"/>
    <w:rsid w:val="005F51D7"/>
    <w:rsid w:val="005F6470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095C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2456"/>
    <w:rsid w:val="00904184"/>
    <w:rsid w:val="00904AD4"/>
    <w:rsid w:val="00912B09"/>
    <w:rsid w:val="00922474"/>
    <w:rsid w:val="00936F34"/>
    <w:rsid w:val="00942CCB"/>
    <w:rsid w:val="00955602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6694E"/>
    <w:rsid w:val="00D71A45"/>
    <w:rsid w:val="00D7354B"/>
    <w:rsid w:val="00D73F5F"/>
    <w:rsid w:val="00D911DE"/>
    <w:rsid w:val="00DA75A3"/>
    <w:rsid w:val="00DD0B95"/>
    <w:rsid w:val="00DD14CD"/>
    <w:rsid w:val="00DD2E0E"/>
    <w:rsid w:val="00DE0DDC"/>
    <w:rsid w:val="00DF05C2"/>
    <w:rsid w:val="00E012C2"/>
    <w:rsid w:val="00E159E9"/>
    <w:rsid w:val="00E45982"/>
    <w:rsid w:val="00E64161"/>
    <w:rsid w:val="00E7280E"/>
    <w:rsid w:val="00E87AAE"/>
    <w:rsid w:val="00E970C0"/>
    <w:rsid w:val="00EA5EE9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37F8EF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EEF2AA-B281-476E-B4BC-A8A4615476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12EF9B-178A-42A7-A136-15E2AA73C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854208-4034-4DC1-9EB6-9937517FE0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9E09926-3DA7-49E6-9985-F69A779AE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4</TotalTime>
  <Pages>2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8</cp:revision>
  <dcterms:created xsi:type="dcterms:W3CDTF">2020-06-03T10:17:00Z</dcterms:created>
  <dcterms:modified xsi:type="dcterms:W3CDTF">2025-10-20T12:35:00Z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