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1497F966" w:rsidR="00055BC9" w:rsidRDefault="0001395B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347314A2">
                    <wp:simplePos x="0" y="0"/>
                    <wp:positionH relativeFrom="margin">
                      <wp:posOffset>4196991</wp:posOffset>
                    </wp:positionH>
                    <wp:positionV relativeFrom="page">
                      <wp:posOffset>588396</wp:posOffset>
                    </wp:positionV>
                    <wp:extent cx="2232522" cy="304523"/>
                    <wp:effectExtent l="0" t="0" r="0" b="635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2232522" cy="304523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4DD769F1" w:rsidR="00313E59" w:rsidRDefault="0001395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DAF_2025_001367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30.45pt;margin-top:46.35pt;width:175.8pt;height:24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4DD769F1" w:rsidR="00313E59" w:rsidRDefault="0001395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DAF_2025_001367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64CFD7D5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38CB95DE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12AD70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E66CB8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Montauban</w:t>
                                </w:r>
                              </w:p>
                              <w:p w14:paraId="51374730" w14:textId="4DB578A3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E66CB8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12AD70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E66CB8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Montauban</w:t>
                          </w:r>
                        </w:p>
                        <w:p w14:paraId="51374730" w14:textId="4DB578A3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E66CB8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50CD91" w14:textId="77777777" w:rsidR="00D37652" w:rsidRDefault="00D37652" w:rsidP="00D37652">
                                <w:pPr>
                                  <w:rPr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C360D">
                                  <w:rPr>
                                    <w:bCs/>
                                    <w:sz w:val="22"/>
                                    <w:szCs w:val="22"/>
                                  </w:rPr>
      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      </w:r>
                              </w:p>
                              <w:p w14:paraId="5DA0F4D8" w14:textId="77777777" w:rsidR="00854CAB" w:rsidRDefault="00D37652" w:rsidP="00854CAB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854CAB" w:rsidRPr="00531070"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Lot 4 : Prestations de maintenance préventives et correctives des stations et des cuves de distribution de carburant</w:t>
                                </w:r>
                              </w:p>
                              <w:p w14:paraId="4309C16D" w14:textId="77777777" w:rsidR="00E66CB8" w:rsidRPr="00364ED1" w:rsidRDefault="00E66CB8" w:rsidP="00E66CB8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Départements concernés</w:t>
                                </w:r>
                                <w:r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 Tarn et Garonne (82), Lot (46)</w:t>
                                </w:r>
                              </w:p>
                              <w:p w14:paraId="51374734" w14:textId="58AF5DA8" w:rsidR="00313E59" w:rsidRPr="00005185" w:rsidRDefault="00313E59" w:rsidP="00E66CB8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50CD91" w14:textId="77777777" w:rsidR="00D37652" w:rsidRDefault="00D37652" w:rsidP="00D37652">
                          <w:pPr>
                            <w:rPr>
                              <w:bCs/>
                              <w:sz w:val="22"/>
                              <w:szCs w:val="22"/>
                            </w:rPr>
                          </w:pPr>
                          <w:r w:rsidRPr="003C360D">
                            <w:rPr>
                              <w:bCs/>
                              <w:sz w:val="22"/>
                              <w:szCs w:val="22"/>
                            </w:rPr>
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</w:r>
                        </w:p>
                        <w:p w14:paraId="5DA0F4D8" w14:textId="77777777" w:rsidR="00854CAB" w:rsidRDefault="00D37652" w:rsidP="00854CAB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854CAB" w:rsidRPr="00531070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Lot 4 : Prestations de maintenance préventives et correctives des stations et des cuves de distribution de carburant</w:t>
                          </w:r>
                        </w:p>
                        <w:p w14:paraId="4309C16D" w14:textId="77777777" w:rsidR="00E66CB8" w:rsidRPr="00364ED1" w:rsidRDefault="00E66CB8" w:rsidP="00E66CB8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bookmarkStart w:id="1" w:name="_GoBack"/>
                          <w:bookmarkEnd w:id="1"/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Départements concernés</w:t>
                          </w:r>
                          <w:r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: Tarn et Garonne (82), Lot (46)</w:t>
                          </w:r>
                        </w:p>
                        <w:p w14:paraId="51374734" w14:textId="58AF5DA8" w:rsidR="00313E59" w:rsidRPr="00005185" w:rsidRDefault="00313E59" w:rsidP="00E66CB8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6F39D909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7D97DD67">
                    <wp:simplePos x="0" y="0"/>
                    <wp:positionH relativeFrom="margin">
                      <wp:posOffset>4758543</wp:posOffset>
                    </wp:positionH>
                    <wp:positionV relativeFrom="margin">
                      <wp:posOffset>8533373</wp:posOffset>
                    </wp:positionV>
                    <wp:extent cx="1662545" cy="357261"/>
                    <wp:effectExtent l="0" t="0" r="0" b="508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35726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65A123EE" w:rsidR="00313E59" w:rsidRDefault="00CC6DE8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7pt;margin-top:671.9pt;width:130.9pt;height:28.1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65A123EE" w:rsidR="00313E59" w:rsidRDefault="00CC6DE8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bookmarkStart w:id="1" w:name="_GoBack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77777777" w:rsidR="00410AFD" w:rsidRDefault="00E40DAB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1"/>
        <w:gridCol w:w="6993"/>
      </w:tblGrid>
      <w:tr w:rsidR="003474AD" w:rsidRPr="006A1EE6" w14:paraId="513746FA" w14:textId="77777777" w:rsidTr="00F37A59">
        <w:trPr>
          <w:trHeight w:val="1339"/>
        </w:trPr>
        <w:tc>
          <w:tcPr>
            <w:tcW w:w="707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07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4438D6">
        <w:tc>
          <w:tcPr>
            <w:tcW w:w="7071" w:type="dxa"/>
            <w:shd w:val="clear" w:color="auto" w:fill="auto"/>
          </w:tcPr>
          <w:p w14:paraId="513746FB" w14:textId="1BCC8F1A" w:rsidR="003474AD" w:rsidRPr="001D569F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D569F">
              <w:rPr>
                <w:b/>
                <w:bCs/>
              </w:rPr>
              <w:t xml:space="preserve">Appropriation de la mission : </w:t>
            </w:r>
          </w:p>
          <w:p w14:paraId="513746FC" w14:textId="77777777" w:rsidR="003474AD" w:rsidRPr="003474A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7071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4438D6">
        <w:tc>
          <w:tcPr>
            <w:tcW w:w="7071" w:type="dxa"/>
            <w:shd w:val="clear" w:color="auto" w:fill="auto"/>
          </w:tcPr>
          <w:p w14:paraId="513746FF" w14:textId="119A86D4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Organisation et moyens dédiés à la réalisation des prestations : </w:t>
            </w:r>
          </w:p>
          <w:p w14:paraId="51374700" w14:textId="70333733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Pr="001D569F">
              <w:rPr>
                <w:sz w:val="18"/>
                <w:szCs w:val="18"/>
              </w:rPr>
              <w:t xml:space="preserve">Organigramme, nombre de personnels, CV, formation ou qualification </w:t>
            </w:r>
            <w:r w:rsidRPr="001D569F">
              <w:rPr>
                <w:b/>
                <w:sz w:val="18"/>
                <w:szCs w:val="18"/>
              </w:rPr>
              <w:t>(</w:t>
            </w:r>
          </w:p>
          <w:p w14:paraId="51374701" w14:textId="77D9849A" w:rsidR="003474AD" w:rsidRPr="001D569F" w:rsidRDefault="003474AD" w:rsidP="00E40DA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>ode de fonctionnement prévu en heures ouvrables avec moyens et matériels associés</w:t>
            </w:r>
            <w:r w:rsidR="00223675">
              <w:rPr>
                <w:sz w:val="18"/>
                <w:szCs w:val="18"/>
              </w:rPr>
              <w:t xml:space="preserve">. </w:t>
            </w:r>
            <w:r w:rsidR="00223675" w:rsidRPr="00223675">
              <w:rPr>
                <w:color w:val="00B050"/>
                <w:sz w:val="18"/>
                <w:szCs w:val="18"/>
              </w:rPr>
              <w:t>Organisation territoriale du soutien technique</w:t>
            </w:r>
            <w:r w:rsidRPr="00223675">
              <w:rPr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707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4438D6">
        <w:tc>
          <w:tcPr>
            <w:tcW w:w="7071" w:type="dxa"/>
            <w:shd w:val="clear" w:color="auto" w:fill="auto"/>
          </w:tcPr>
          <w:p w14:paraId="51374704" w14:textId="6EC1097E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Continuité de service : </w:t>
            </w:r>
          </w:p>
          <w:p w14:paraId="51374705" w14:textId="77777777" w:rsidR="003474AD" w:rsidRPr="001D569F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707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4438D6">
        <w:tc>
          <w:tcPr>
            <w:tcW w:w="7071" w:type="dxa"/>
            <w:shd w:val="clear" w:color="auto" w:fill="auto"/>
          </w:tcPr>
          <w:p w14:paraId="51374708" w14:textId="7E962938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>4. Mesures prises pour garantir la sécurité au cours du marché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bookmarkStart w:id="1" w:name="_GoBack"/>
            <w:bookmarkEnd w:id="1"/>
          </w:p>
          <w:p w14:paraId="51374709" w14:textId="7EAAA677" w:rsidR="003474AD" w:rsidRPr="007E4FDA" w:rsidRDefault="00F37A59" w:rsidP="007E4FD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candidat décrit les dispositions </w:t>
            </w:r>
            <w:r w:rsidRPr="00F37A59">
              <w:rPr>
                <w:sz w:val="18"/>
                <w:szCs w:val="18"/>
              </w:rPr>
              <w:t>de sécurité des personnels prises pour limiter les risques liés à l’interférence entre les activités du soumissionnaire, les occupants, les installations et les matériels : EPI, EPC, formations ...</w:t>
            </w:r>
          </w:p>
        </w:tc>
        <w:tc>
          <w:tcPr>
            <w:tcW w:w="707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9847F" w14:textId="77777777" w:rsidR="00CD42DE" w:rsidRDefault="00CD42DE" w:rsidP="00EA6B59">
      <w:pPr>
        <w:spacing w:after="0" w:line="240" w:lineRule="auto"/>
      </w:pPr>
      <w:r>
        <w:separator/>
      </w:r>
    </w:p>
  </w:endnote>
  <w:endnote w:type="continuationSeparator" w:id="0">
    <w:p w14:paraId="12E07CF3" w14:textId="77777777" w:rsidR="00CD42DE" w:rsidRDefault="00CD42D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E40DAB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83C9E5" w14:textId="77777777" w:rsidR="00CD42DE" w:rsidRDefault="00CD42DE" w:rsidP="00EA6B59">
      <w:pPr>
        <w:spacing w:after="0" w:line="240" w:lineRule="auto"/>
      </w:pPr>
      <w:r>
        <w:separator/>
      </w:r>
    </w:p>
  </w:footnote>
  <w:footnote w:type="continuationSeparator" w:id="0">
    <w:p w14:paraId="5024DE8A" w14:textId="77777777" w:rsidR="00CD42DE" w:rsidRDefault="00CD42D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395B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23675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E4FDA"/>
    <w:rsid w:val="007F2911"/>
    <w:rsid w:val="007F7034"/>
    <w:rsid w:val="00800A0D"/>
    <w:rsid w:val="00826D76"/>
    <w:rsid w:val="008523F1"/>
    <w:rsid w:val="00852962"/>
    <w:rsid w:val="00854CAB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C6DE8"/>
    <w:rsid w:val="00CD42DE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37652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0DAB"/>
    <w:rsid w:val="00E45982"/>
    <w:rsid w:val="00E64161"/>
    <w:rsid w:val="00E66CB8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2C316A-CDD6-4C51-9B93-BD377B738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7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10</cp:revision>
  <dcterms:created xsi:type="dcterms:W3CDTF">2025-01-06T09:07:00Z</dcterms:created>
  <dcterms:modified xsi:type="dcterms:W3CDTF">2025-10-20T14:35:00Z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