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216AF51" w:rsidR="00055BC9" w:rsidRDefault="003C24E5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66CC88F2">
                    <wp:simplePos x="0" y="0"/>
                    <wp:positionH relativeFrom="margin">
                      <wp:posOffset>4912608</wp:posOffset>
                    </wp:positionH>
                    <wp:positionV relativeFrom="page">
                      <wp:posOffset>556590</wp:posOffset>
                    </wp:positionV>
                    <wp:extent cx="1516905" cy="336329"/>
                    <wp:effectExtent l="0" t="0" r="7620" b="6985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16905" cy="336329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68FC37F3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3C24E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6.8pt;margin-top:43.85pt;width:119.45pt;height:26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68FC37F3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3C24E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02F3E7F7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A07F018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7CC1819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64E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58B948B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7CC1819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64E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58B948B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59CE3FFA" w:rsidR="00313E59" w:rsidRPr="00364ED1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98B5AFA" w14:textId="77777777" w:rsidR="003C360D" w:rsidRDefault="003C360D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05BDB74C" w14:textId="77777777" w:rsidR="00B32940" w:rsidRDefault="00364ED1" w:rsidP="00B32940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B32940" w:rsidRPr="00647881"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Lot 3 : Prestations de maintenance préventives et correctives des compresseurs</w:t>
                                </w:r>
                              </w:p>
                              <w:p w14:paraId="4FB5572A" w14:textId="7E2FAAF0" w:rsidR="00364ED1" w:rsidRPr="00364ED1" w:rsidRDefault="00364ED1">
                                <w:pPr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51374734" w14:textId="3F37C6B1" w:rsidR="00313E59" w:rsidRPr="00364ED1" w:rsidRDefault="00364ED1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="00313E59"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Tarn et Garonne (82), Lot (46)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59CE3FFA" w:rsidR="00313E59" w:rsidRPr="00364ED1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98B5AFA" w14:textId="77777777" w:rsidR="003C360D" w:rsidRDefault="003C360D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05BDB74C" w14:textId="77777777" w:rsidR="00B32940" w:rsidRDefault="00364ED1" w:rsidP="00B32940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B32940" w:rsidRPr="00647881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Lot 3 : Prestations de maintenance préventives et correctives des compresseurs</w:t>
                          </w:r>
                        </w:p>
                        <w:p w14:paraId="4FB5572A" w14:textId="7E2FAAF0" w:rsidR="00364ED1" w:rsidRPr="00364ED1" w:rsidRDefault="00364ED1">
                          <w:pPr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51374734" w14:textId="3F37C6B1" w:rsidR="00313E59" w:rsidRPr="00364ED1" w:rsidRDefault="00364ED1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="00313E59"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Tarn et Garonne (82), Lot (46)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44D350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8525559</wp:posOffset>
                    </wp:positionV>
                    <wp:extent cx="1662545" cy="365076"/>
                    <wp:effectExtent l="0" t="0" r="0" b="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6507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1FDB72D6" w:rsidR="00313E59" w:rsidRDefault="009137DA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3pt;width:130.9pt;height:28.7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1FDB72D6" w:rsidR="00313E59" w:rsidRDefault="009137DA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3C24E5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4FAE9497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</w:p>
          <w:p w14:paraId="00952A24" w14:textId="7787352D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</w:p>
          <w:p w14:paraId="513746FC" w14:textId="190FF4C3" w:rsidR="00590B00" w:rsidRPr="00590B00" w:rsidRDefault="00590B00" w:rsidP="003C24E5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142DA898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</w:p>
          <w:p w14:paraId="51374700" w14:textId="36A99B32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</w:p>
          <w:p w14:paraId="51374701" w14:textId="23B3AE0C" w:rsidR="003474AD" w:rsidRPr="001D569F" w:rsidRDefault="003474AD" w:rsidP="003C24E5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3F28D6E1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590B00">
              <w:rPr>
                <w:b/>
                <w:bCs/>
              </w:rPr>
              <w:t>éco-responsables</w:t>
            </w:r>
            <w:proofErr w:type="spellEnd"/>
            <w:r w:rsidRPr="001D569F">
              <w:rPr>
                <w:b/>
                <w:bCs/>
              </w:rPr>
              <w:t xml:space="preserve"> : 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6E82">
              <w:rPr>
                <w:sz w:val="18"/>
                <w:szCs w:val="18"/>
              </w:rPr>
              <w:t>écoconduite</w:t>
            </w:r>
            <w:proofErr w:type="spellEnd"/>
            <w:r w:rsidR="00590B00" w:rsidRPr="00F36E82">
              <w:rPr>
                <w:sz w:val="18"/>
                <w:szCs w:val="18"/>
              </w:rPr>
              <w:t>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1CC84B62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bookmarkStart w:id="1" w:name="_GoBack"/>
            <w:bookmarkEnd w:id="1"/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3C24E5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24D4A3C"/>
    <w:multiLevelType w:val="hybridMultilevel"/>
    <w:tmpl w:val="EA06A750"/>
    <w:lvl w:ilvl="0" w:tplc="4C6E990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070D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6803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4ED1"/>
    <w:rsid w:val="00365CB9"/>
    <w:rsid w:val="003727DA"/>
    <w:rsid w:val="00376660"/>
    <w:rsid w:val="003779ED"/>
    <w:rsid w:val="00395686"/>
    <w:rsid w:val="003A164E"/>
    <w:rsid w:val="003B204E"/>
    <w:rsid w:val="003B455F"/>
    <w:rsid w:val="003C24E5"/>
    <w:rsid w:val="003C360D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7DA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32940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5111BCB5-8CAD-4195-8043-98749D2F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10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8</cp:revision>
  <dcterms:created xsi:type="dcterms:W3CDTF">2025-04-15T09:36:00Z</dcterms:created>
  <dcterms:modified xsi:type="dcterms:W3CDTF">2025-10-20T14:20:00Z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