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2FDA97D3" w:rsidR="00055BC9" w:rsidRDefault="009C395A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3DE523A9">
                    <wp:simplePos x="0" y="0"/>
                    <wp:positionH relativeFrom="margin">
                      <wp:posOffset>4825144</wp:posOffset>
                    </wp:positionH>
                    <wp:positionV relativeFrom="page">
                      <wp:posOffset>580444</wp:posOffset>
                    </wp:positionV>
                    <wp:extent cx="1604369" cy="312475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04369" cy="3124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50BF69E2" w:rsidR="00313E59" w:rsidRDefault="009C395A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DAF_2025_001367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9.95pt;margin-top:45.7pt;width:126.35pt;height:24.6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50BF69E2" w:rsidR="00313E59" w:rsidRDefault="009C395A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DAF_2025_001367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4D862F8A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41044CD1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612AD70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E66CB8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Montauban</w:t>
                                </w:r>
                              </w:p>
                              <w:p w14:paraId="51374730" w14:textId="4DB578A3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</w:t>
                                </w:r>
                                <w:r w:rsidR="00E66CB8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enté par 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612AD70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E66CB8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Montauban</w:t>
                          </w:r>
                        </w:p>
                        <w:p w14:paraId="51374730" w14:textId="4DB578A3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</w:t>
                          </w:r>
                          <w:r w:rsidR="00E66CB8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enté par le chef de la section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50CD91" w14:textId="77777777" w:rsidR="00D37652" w:rsidRDefault="00D37652" w:rsidP="00D37652">
                                <w:pPr>
                                  <w:rPr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3C360D">
                                  <w:rPr>
                                    <w:bCs/>
                                    <w:sz w:val="22"/>
                                    <w:szCs w:val="22"/>
                                  </w:rPr>
      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      </w:r>
                              </w:p>
                              <w:p w14:paraId="484DC2E1" w14:textId="51A12A01" w:rsidR="00AD12B8" w:rsidRPr="00285745" w:rsidRDefault="00AD12B8" w:rsidP="00AD12B8">
                                <w:pPr>
                                  <w:spacing w:after="0" w:line="240" w:lineRule="auto"/>
                                  <w:ind w:left="502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285745">
                                  <w:rPr>
                                    <w:rFonts w:cs="Arial"/>
                                    <w:b/>
                                    <w:i/>
                                    <w:sz w:val="22"/>
                                    <w:szCs w:val="22"/>
                                    <w:u w:val="single"/>
                                  </w:rPr>
                                  <w:t>Lot 2 : Prestations de maintenance préventives et correctives des moyens de levages</w:t>
                                </w:r>
                              </w:p>
                              <w:p w14:paraId="23EB0A5F" w14:textId="71AB00E2" w:rsidR="00D37652" w:rsidRPr="00364ED1" w:rsidRDefault="00D37652" w:rsidP="00D37652">
                                <w:pPr>
                                  <w:rPr>
                                    <w:rFonts w:cs="Arial"/>
                                    <w:b/>
                                    <w:i/>
                                    <w:sz w:val="22"/>
                                    <w:szCs w:val="22"/>
                                    <w:u w:val="single"/>
                                  </w:rPr>
                                </w:pPr>
                              </w:p>
                              <w:p w14:paraId="4CAA79A6" w14:textId="77777777" w:rsidR="00E66CB8" w:rsidRPr="00364ED1" w:rsidRDefault="00E66CB8" w:rsidP="00E66CB8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309C16D" w14:textId="77777777" w:rsidR="00E66CB8" w:rsidRPr="00364ED1" w:rsidRDefault="00E66CB8" w:rsidP="00E66CB8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Départements concernés</w:t>
                                </w:r>
                                <w:r w:rsidRPr="00364ED1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 Tarn et Garonne (82), Lot (46)</w:t>
                                </w:r>
                              </w:p>
                              <w:p w14:paraId="51374734" w14:textId="58AF5DA8" w:rsidR="00313E59" w:rsidRPr="00005185" w:rsidRDefault="00313E59" w:rsidP="00E66CB8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50CD91" w14:textId="77777777" w:rsidR="00D37652" w:rsidRDefault="00D37652" w:rsidP="00D37652">
                          <w:pPr>
                            <w:rPr>
                              <w:bCs/>
                              <w:sz w:val="22"/>
                              <w:szCs w:val="22"/>
                            </w:rPr>
                          </w:pPr>
                          <w:r w:rsidRPr="003C360D">
                            <w:rPr>
                              <w:bCs/>
                              <w:sz w:val="22"/>
                              <w:szCs w:val="22"/>
                            </w:rPr>
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</w:r>
                        </w:p>
                        <w:p w14:paraId="484DC2E1" w14:textId="51A12A01" w:rsidR="00AD12B8" w:rsidRPr="00285745" w:rsidRDefault="00AD12B8" w:rsidP="00AD12B8">
                          <w:pPr>
                            <w:spacing w:after="0" w:line="240" w:lineRule="auto"/>
                            <w:ind w:left="502"/>
                            <w:rPr>
                              <w:sz w:val="22"/>
                              <w:szCs w:val="22"/>
                            </w:rPr>
                          </w:pPr>
                          <w:bookmarkStart w:id="1" w:name="_GoBack"/>
                          <w:bookmarkEnd w:id="1"/>
                          <w:r w:rsidRPr="00285745">
                            <w:rPr>
                              <w:rFonts w:cs="Arial"/>
                              <w:b/>
                              <w:i/>
                              <w:sz w:val="22"/>
                              <w:szCs w:val="22"/>
                              <w:u w:val="single"/>
                            </w:rPr>
                            <w:t>Lot 2 : Prestations de maintenance préventives et correctives des moyens de levages</w:t>
                          </w:r>
                        </w:p>
                        <w:p w14:paraId="23EB0A5F" w14:textId="71AB00E2" w:rsidR="00D37652" w:rsidRPr="00364ED1" w:rsidRDefault="00D37652" w:rsidP="00D37652">
                          <w:pPr>
                            <w:rPr>
                              <w:rFonts w:cs="Arial"/>
                              <w:b/>
                              <w:i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4CAA79A6" w14:textId="77777777" w:rsidR="00E66CB8" w:rsidRPr="00364ED1" w:rsidRDefault="00E66CB8" w:rsidP="00E66CB8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4309C16D" w14:textId="77777777" w:rsidR="00E66CB8" w:rsidRPr="00364ED1" w:rsidRDefault="00E66CB8" w:rsidP="00E66CB8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Départements concernés</w:t>
                          </w:r>
                          <w:r w:rsidRPr="00364ED1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: Tarn et Garonne (82), Lot (46)</w:t>
                          </w:r>
                        </w:p>
                        <w:p w14:paraId="51374734" w14:textId="58AF5DA8" w:rsidR="00313E59" w:rsidRPr="00005185" w:rsidRDefault="00313E59" w:rsidP="00E66CB8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6F39D909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7D97DD67">
                    <wp:simplePos x="0" y="0"/>
                    <wp:positionH relativeFrom="margin">
                      <wp:posOffset>4758543</wp:posOffset>
                    </wp:positionH>
                    <wp:positionV relativeFrom="margin">
                      <wp:posOffset>8533373</wp:posOffset>
                    </wp:positionV>
                    <wp:extent cx="1662545" cy="357261"/>
                    <wp:effectExtent l="0" t="0" r="0" b="508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357261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65A123EE" w:rsidR="00313E59" w:rsidRDefault="00CC6DE8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NON PROTEGE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7pt;margin-top:671.9pt;width:130.9pt;height:28.1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65A123EE" w:rsidR="00313E59" w:rsidRDefault="00CC6DE8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NON PROTEGE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77777777" w:rsidR="00410AFD" w:rsidRDefault="00D73A11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1"/>
        <w:gridCol w:w="6993"/>
      </w:tblGrid>
      <w:tr w:rsidR="003474AD" w:rsidRPr="006A1EE6" w14:paraId="513746FA" w14:textId="77777777" w:rsidTr="00F37A59">
        <w:trPr>
          <w:trHeight w:val="1339"/>
        </w:trPr>
        <w:tc>
          <w:tcPr>
            <w:tcW w:w="7071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7071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4438D6">
        <w:tc>
          <w:tcPr>
            <w:tcW w:w="7071" w:type="dxa"/>
            <w:shd w:val="clear" w:color="auto" w:fill="auto"/>
          </w:tcPr>
          <w:p w14:paraId="513746FB" w14:textId="56BB1B72" w:rsidR="003474AD" w:rsidRPr="001D569F" w:rsidRDefault="003474AD" w:rsidP="00F37A5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 w:rsidRPr="001D569F">
              <w:rPr>
                <w:b/>
                <w:bCs/>
              </w:rPr>
              <w:t xml:space="preserve">Appropriation de la mission : </w:t>
            </w:r>
          </w:p>
          <w:p w14:paraId="513746FC" w14:textId="77777777" w:rsidR="003474AD" w:rsidRPr="003474AD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>Le candidat fourni une décomposition des temps d’intervention associée à la décomposition du prix F2 annuel de maintenance préventive par sit</w:t>
            </w:r>
            <w:r>
              <w:rPr>
                <w:sz w:val="18"/>
                <w:szCs w:val="18"/>
              </w:rPr>
              <w:t xml:space="preserve">e et/ou par type d’équipements </w:t>
            </w:r>
          </w:p>
        </w:tc>
        <w:tc>
          <w:tcPr>
            <w:tcW w:w="7071" w:type="dxa"/>
            <w:shd w:val="clear" w:color="auto" w:fill="auto"/>
          </w:tcPr>
          <w:p w14:paraId="513746FD" w14:textId="77777777" w:rsidR="003474AD" w:rsidRPr="003B66F6" w:rsidRDefault="00D75EF9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3474AD" w:rsidRPr="003B66F6" w14:paraId="51374703" w14:textId="77777777" w:rsidTr="004438D6">
        <w:tc>
          <w:tcPr>
            <w:tcW w:w="7071" w:type="dxa"/>
            <w:shd w:val="clear" w:color="auto" w:fill="auto"/>
          </w:tcPr>
          <w:p w14:paraId="513746FF" w14:textId="6318BC3A" w:rsidR="003474AD" w:rsidRPr="001D569F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Organisation et moyens dédiés à la réalisation des prestations : </w:t>
            </w:r>
          </w:p>
          <w:p w14:paraId="51374700" w14:textId="46F9F8C7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Pr="001D569F">
              <w:rPr>
                <w:sz w:val="18"/>
                <w:szCs w:val="18"/>
              </w:rPr>
              <w:t xml:space="preserve">Organigramme, nombre de personnels, CV, formation ou qualification </w:t>
            </w:r>
          </w:p>
          <w:p w14:paraId="51374701" w14:textId="7EC9BFDC" w:rsidR="003474AD" w:rsidRPr="001D569F" w:rsidRDefault="003474AD" w:rsidP="00D73A11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>: M</w:t>
            </w:r>
            <w:r w:rsidRPr="001D569F">
              <w:rPr>
                <w:sz w:val="18"/>
                <w:szCs w:val="18"/>
              </w:rPr>
              <w:t>ode de fonctionnement prévu en heures ouvrables avec moyens et matériels associés</w:t>
            </w:r>
            <w:r w:rsidR="00605AEF">
              <w:rPr>
                <w:sz w:val="18"/>
                <w:szCs w:val="18"/>
              </w:rPr>
              <w:t xml:space="preserve">. </w:t>
            </w:r>
            <w:r w:rsidR="00605AEF" w:rsidRPr="00605AEF">
              <w:rPr>
                <w:color w:val="00B050"/>
                <w:sz w:val="18"/>
                <w:szCs w:val="18"/>
              </w:rPr>
              <w:t>Organisation territoriale du soutien technique</w:t>
            </w:r>
            <w:r w:rsidRPr="00605AEF">
              <w:rPr>
                <w:color w:val="00B050"/>
                <w:sz w:val="18"/>
                <w:szCs w:val="18"/>
              </w:rPr>
              <w:t xml:space="preserve"> </w:t>
            </w:r>
          </w:p>
        </w:tc>
        <w:tc>
          <w:tcPr>
            <w:tcW w:w="7071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4438D6">
        <w:tc>
          <w:tcPr>
            <w:tcW w:w="7071" w:type="dxa"/>
            <w:shd w:val="clear" w:color="auto" w:fill="auto"/>
          </w:tcPr>
          <w:p w14:paraId="51374704" w14:textId="1CD24566" w:rsidR="003474AD" w:rsidRPr="001D569F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Continuité de service : </w:t>
            </w:r>
          </w:p>
          <w:p w14:paraId="51374705" w14:textId="77777777" w:rsidR="003474AD" w:rsidRPr="001D569F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Le candidat fourni les éléments permettant de juger la prise en compte des niveaux de criticité prévus au marché et </w:t>
            </w:r>
            <w:bookmarkStart w:id="1" w:name="_GoBack"/>
            <w:bookmarkEnd w:id="1"/>
            <w:r w:rsidRPr="001D569F">
              <w:rPr>
                <w:sz w:val="18"/>
                <w:szCs w:val="18"/>
              </w:rPr>
              <w:t xml:space="preserve">le cas échéant, l’organisation de l’astreinte </w:t>
            </w:r>
          </w:p>
        </w:tc>
        <w:tc>
          <w:tcPr>
            <w:tcW w:w="7071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4438D6">
        <w:tc>
          <w:tcPr>
            <w:tcW w:w="7071" w:type="dxa"/>
            <w:shd w:val="clear" w:color="auto" w:fill="auto"/>
          </w:tcPr>
          <w:p w14:paraId="51374708" w14:textId="49BD11E0" w:rsidR="003474AD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1D569F">
              <w:rPr>
                <w:b/>
                <w:bCs/>
              </w:rPr>
              <w:t>4. Mesures prises pour garantir la sécurité au cours du marché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 xml:space="preserve">: </w:t>
            </w:r>
          </w:p>
          <w:p w14:paraId="51374709" w14:textId="7EAAA677" w:rsidR="003474AD" w:rsidRPr="007E4FDA" w:rsidRDefault="00F37A59" w:rsidP="007E4FD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candidat décrit les dispositions </w:t>
            </w:r>
            <w:r w:rsidRPr="00F37A59">
              <w:rPr>
                <w:sz w:val="18"/>
                <w:szCs w:val="18"/>
              </w:rPr>
              <w:t>de sécurité des personnels prises pour limiter les risques liés à l’interférence entre les activités du soumissionnaire, les occupants, les installations et les matériels : EPI, EPC, formations ...</w:t>
            </w:r>
          </w:p>
        </w:tc>
        <w:tc>
          <w:tcPr>
            <w:tcW w:w="7071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AABB9" w14:textId="77777777" w:rsidR="00E931C9" w:rsidRDefault="00E931C9" w:rsidP="00EA6B59">
      <w:pPr>
        <w:spacing w:after="0" w:line="240" w:lineRule="auto"/>
      </w:pPr>
      <w:r>
        <w:separator/>
      </w:r>
    </w:p>
  </w:endnote>
  <w:endnote w:type="continuationSeparator" w:id="0">
    <w:p w14:paraId="1951D91B" w14:textId="77777777" w:rsidR="00E931C9" w:rsidRDefault="00E931C9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D73A11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AFFE98" w14:textId="77777777" w:rsidR="00E931C9" w:rsidRDefault="00E931C9" w:rsidP="00EA6B59">
      <w:pPr>
        <w:spacing w:after="0" w:line="240" w:lineRule="auto"/>
      </w:pPr>
      <w:r>
        <w:separator/>
      </w:r>
    </w:p>
  </w:footnote>
  <w:footnote w:type="continuationSeparator" w:id="0">
    <w:p w14:paraId="43905630" w14:textId="77777777" w:rsidR="00E931C9" w:rsidRDefault="00E931C9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24D4A3C"/>
    <w:multiLevelType w:val="hybridMultilevel"/>
    <w:tmpl w:val="EA06A750"/>
    <w:lvl w:ilvl="0" w:tplc="4C6E990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4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2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05AEF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E4FDA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C395A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12B8"/>
    <w:rsid w:val="00AD4367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C6DE8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37652"/>
    <w:rsid w:val="00D42FFE"/>
    <w:rsid w:val="00D47886"/>
    <w:rsid w:val="00D47953"/>
    <w:rsid w:val="00D5331B"/>
    <w:rsid w:val="00D5674B"/>
    <w:rsid w:val="00D61232"/>
    <w:rsid w:val="00D71A45"/>
    <w:rsid w:val="00D7354B"/>
    <w:rsid w:val="00D73A11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66CB8"/>
    <w:rsid w:val="00E7280E"/>
    <w:rsid w:val="00E87AAE"/>
    <w:rsid w:val="00E931C9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A32C363-DB94-4C3A-B940-F63FAFC36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3CBEB5F-5459-48DB-91E6-CD91E07AF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7</TotalTime>
  <Pages>2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10</cp:revision>
  <dcterms:created xsi:type="dcterms:W3CDTF">2025-01-06T09:07:00Z</dcterms:created>
  <dcterms:modified xsi:type="dcterms:W3CDTF">2025-10-20T13:34:00Z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