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0198C995" w:rsidR="00055BC9" w:rsidRDefault="00532832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3141521">
                    <wp:simplePos x="0" y="0"/>
                    <wp:positionH relativeFrom="margin">
                      <wp:posOffset>4841047</wp:posOffset>
                    </wp:positionH>
                    <wp:positionV relativeFrom="page">
                      <wp:posOffset>548640</wp:posOffset>
                    </wp:positionV>
                    <wp:extent cx="1588466" cy="344280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88466" cy="34428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2B5588D" w:rsidR="00313E59" w:rsidRDefault="00532832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1.2pt;margin-top:43.2pt;width:125.1pt;height:27.1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2B5588D" w:rsidR="00313E59" w:rsidRDefault="00532832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6F433D6F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9B3BEF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7CC1819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64E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58B948B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7CC1819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64E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58B948B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59CE3FFA" w:rsidR="00313E59" w:rsidRPr="00364ED1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98B5AFA" w14:textId="77777777" w:rsidR="003C360D" w:rsidRDefault="003C360D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4FB5572A" w14:textId="60950ECC" w:rsidR="00364ED1" w:rsidRPr="00364ED1" w:rsidRDefault="00364ED1">
                                <w:pPr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3C360D" w:rsidRPr="003C360D"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  <w:t>Lot 1 : Prestations de maintenance préventives et correctives des portes, portails, barrières et bornes escamotables</w:t>
                                </w:r>
                              </w:p>
                              <w:p w14:paraId="29F3DBAD" w14:textId="77777777" w:rsidR="00364ED1" w:rsidRPr="00364ED1" w:rsidRDefault="00364ED1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51374734" w14:textId="3F37C6B1" w:rsidR="00313E59" w:rsidRPr="00364ED1" w:rsidRDefault="00364ED1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="00313E59"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Tarn et Garonne (82), Lot (46)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59CE3FFA" w:rsidR="00313E59" w:rsidRPr="00364ED1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98B5AFA" w14:textId="77777777" w:rsidR="003C360D" w:rsidRDefault="003C360D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4FB5572A" w14:textId="60950ECC" w:rsidR="00364ED1" w:rsidRPr="00364ED1" w:rsidRDefault="00364ED1">
                          <w:pPr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3C360D" w:rsidRPr="003C360D"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  <w:t>Lot 1 : Prestations de maintenance préventives et correctives des portes, portails, barrières et bornes escamotables</w:t>
                          </w:r>
                        </w:p>
                        <w:p w14:paraId="29F3DBAD" w14:textId="77777777" w:rsidR="00364ED1" w:rsidRPr="00364ED1" w:rsidRDefault="00364ED1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  <w:p w14:paraId="51374734" w14:textId="3F37C6B1" w:rsidR="00313E59" w:rsidRPr="00364ED1" w:rsidRDefault="00364ED1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="00313E59"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Tarn et Garonne (82), Lot (46)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44D350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8525559</wp:posOffset>
                    </wp:positionV>
                    <wp:extent cx="1662545" cy="365076"/>
                    <wp:effectExtent l="0" t="0" r="0" b="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6507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1FDB72D6" w:rsidR="00313E59" w:rsidRDefault="009137DA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3pt;width:130.9pt;height:28.7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1FDB72D6" w:rsidR="00313E59" w:rsidRDefault="009137DA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A805E3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2679B105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</w:p>
          <w:p w14:paraId="00952A24" w14:textId="2588D8A5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</w:p>
          <w:p w14:paraId="513746FC" w14:textId="25C28AEF" w:rsidR="00590B00" w:rsidRPr="00590B00" w:rsidRDefault="00590B00" w:rsidP="00532832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0DEC04E4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</w:p>
          <w:p w14:paraId="51374700" w14:textId="3284553A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</w:p>
          <w:p w14:paraId="51374701" w14:textId="19C666F7" w:rsidR="003474AD" w:rsidRPr="001D569F" w:rsidRDefault="003474AD" w:rsidP="0053283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6B68E3D9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590B00">
              <w:rPr>
                <w:b/>
                <w:bCs/>
              </w:rPr>
              <w:t>éco-responsables</w:t>
            </w:r>
            <w:proofErr w:type="spellEnd"/>
            <w:r w:rsidRPr="001D569F">
              <w:rPr>
                <w:b/>
                <w:bCs/>
              </w:rPr>
              <w:t xml:space="preserve"> : 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6E82">
              <w:rPr>
                <w:sz w:val="18"/>
                <w:szCs w:val="18"/>
              </w:rPr>
              <w:t>écoconduite</w:t>
            </w:r>
            <w:proofErr w:type="spellEnd"/>
            <w:r w:rsidR="00590B00" w:rsidRPr="00F36E82">
              <w:rPr>
                <w:sz w:val="18"/>
                <w:szCs w:val="18"/>
              </w:rPr>
              <w:t>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31F9FF08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bookmarkStart w:id="1" w:name="_GoBack"/>
            <w:bookmarkEnd w:id="1"/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805E3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24D4A3C"/>
    <w:multiLevelType w:val="hybridMultilevel"/>
    <w:tmpl w:val="EA06A750"/>
    <w:lvl w:ilvl="0" w:tplc="4C6E990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070D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6803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4ED1"/>
    <w:rsid w:val="00365CB9"/>
    <w:rsid w:val="003727DA"/>
    <w:rsid w:val="00376660"/>
    <w:rsid w:val="003779ED"/>
    <w:rsid w:val="00395686"/>
    <w:rsid w:val="003A164E"/>
    <w:rsid w:val="003B204E"/>
    <w:rsid w:val="003B455F"/>
    <w:rsid w:val="003C360D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832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7DA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805E3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38E5A-03AC-4BC4-9825-AA8E79ED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12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7</cp:revision>
  <dcterms:created xsi:type="dcterms:W3CDTF">2025-04-15T09:36:00Z</dcterms:created>
  <dcterms:modified xsi:type="dcterms:W3CDTF">2025-10-20T12:45:00Z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