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0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5"/>
        <w:gridCol w:w="6020"/>
        <w:gridCol w:w="2738"/>
      </w:tblGrid>
      <w:tr w:rsidR="007A601B" w:rsidRPr="007A601B" w:rsidTr="008A4622">
        <w:trPr>
          <w:jc w:val="center"/>
        </w:trPr>
        <w:tc>
          <w:tcPr>
            <w:tcW w:w="1950" w:type="dxa"/>
            <w:shd w:val="clear" w:color="auto" w:fill="auto"/>
          </w:tcPr>
          <w:p w:rsidR="007A601B" w:rsidRPr="007A601B" w:rsidRDefault="00DD43EC" w:rsidP="007A601B">
            <w:pPr>
              <w:spacing w:before="60"/>
              <w:rPr>
                <w:sz w:val="20"/>
                <w:szCs w:val="20"/>
              </w:rPr>
            </w:pPr>
            <w:r w:rsidRPr="007A601B">
              <w:rPr>
                <w:noProof/>
                <w:szCs w:val="20"/>
              </w:rPr>
              <w:drawing>
                <wp:inline distT="0" distB="0" distL="0" distR="0">
                  <wp:extent cx="1067435" cy="939800"/>
                  <wp:effectExtent l="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2" w:type="dxa"/>
            <w:shd w:val="clear" w:color="auto" w:fill="auto"/>
          </w:tcPr>
          <w:p w:rsidR="007A601B" w:rsidRPr="007A601B" w:rsidRDefault="007A601B" w:rsidP="007A601B">
            <w:pPr>
              <w:jc w:val="center"/>
              <w:rPr>
                <w:b/>
                <w:szCs w:val="20"/>
                <w:u w:val="single"/>
              </w:rPr>
            </w:pPr>
          </w:p>
        </w:tc>
        <w:tc>
          <w:tcPr>
            <w:tcW w:w="2481" w:type="dxa"/>
            <w:shd w:val="clear" w:color="auto" w:fill="auto"/>
          </w:tcPr>
          <w:p w:rsidR="007A601B" w:rsidRPr="007A601B" w:rsidRDefault="00DD43EC" w:rsidP="007A601B">
            <w:pPr>
              <w:ind w:right="113"/>
              <w:jc w:val="center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54D24">
              <w:rPr>
                <w:noProof/>
                <w:sz w:val="20"/>
                <w:szCs w:val="20"/>
              </w:rPr>
              <w:drawing>
                <wp:inline distT="0" distB="0" distL="0" distR="0">
                  <wp:extent cx="1577975" cy="906145"/>
                  <wp:effectExtent l="0" t="0" r="0" b="0"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2" r="5406" b="-43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7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1F12" w:rsidRPr="00874FC3" w:rsidRDefault="00874FC3" w:rsidP="00E71C4C">
      <w:pPr>
        <w:jc w:val="center"/>
        <w:rPr>
          <w:sz w:val="44"/>
          <w:szCs w:val="44"/>
        </w:rPr>
      </w:pPr>
      <w:r w:rsidRPr="00874FC3">
        <w:rPr>
          <w:sz w:val="44"/>
          <w:szCs w:val="44"/>
        </w:rPr>
        <w:t>Fiche Fournisseur</w:t>
      </w:r>
    </w:p>
    <w:p w:rsidR="00C11F12" w:rsidRPr="00F66E8C" w:rsidRDefault="00C11F12">
      <w:pPr>
        <w:rPr>
          <w:sz w:val="20"/>
        </w:rPr>
      </w:pPr>
    </w:p>
    <w:p w:rsidR="00C11F12" w:rsidRPr="00CC7019" w:rsidRDefault="00874FC3" w:rsidP="005F2100">
      <w:pPr>
        <w:jc w:val="center"/>
      </w:pPr>
      <w:r w:rsidRPr="00CC7019">
        <w:t>Grille de renseignements à remplir obligatoirement</w:t>
      </w:r>
    </w:p>
    <w:p w:rsidR="00DD43EC" w:rsidRPr="00F66E8C" w:rsidRDefault="00DD43EC">
      <w:pPr>
        <w:rPr>
          <w:sz w:val="20"/>
        </w:rPr>
      </w:pPr>
    </w:p>
    <w:p w:rsidR="00C11F12" w:rsidRPr="00D97F33" w:rsidRDefault="00711134" w:rsidP="00180CC7">
      <w:pPr>
        <w:jc w:val="center"/>
        <w:rPr>
          <w:sz w:val="32"/>
          <w:szCs w:val="32"/>
        </w:rPr>
      </w:pPr>
      <w:r w:rsidRPr="00BF0E5B">
        <w:rPr>
          <w:sz w:val="32"/>
          <w:szCs w:val="32"/>
        </w:rPr>
        <w:t xml:space="preserve">Consultation </w:t>
      </w:r>
      <w:r w:rsidR="00902F4E" w:rsidRPr="00D97F33">
        <w:rPr>
          <w:sz w:val="32"/>
          <w:szCs w:val="32"/>
        </w:rPr>
        <w:t>Nº 2</w:t>
      </w:r>
      <w:r w:rsidR="00644AEC" w:rsidRPr="00D97F33">
        <w:rPr>
          <w:sz w:val="32"/>
          <w:szCs w:val="32"/>
        </w:rPr>
        <w:t>50</w:t>
      </w:r>
      <w:r w:rsidR="00D97F33" w:rsidRPr="00D97F33">
        <w:rPr>
          <w:sz w:val="32"/>
          <w:szCs w:val="32"/>
        </w:rPr>
        <w:t>21</w:t>
      </w:r>
      <w:bookmarkStart w:id="0" w:name="_GoBack"/>
      <w:bookmarkEnd w:id="0"/>
    </w:p>
    <w:p w:rsidR="007A601B" w:rsidRPr="00D97F33" w:rsidRDefault="007A601B">
      <w:pPr>
        <w:rPr>
          <w:sz w:val="20"/>
        </w:rPr>
      </w:pPr>
    </w:p>
    <w:p w:rsidR="001A0A9F" w:rsidRDefault="001A0A9F" w:rsidP="00617AA4">
      <w:pPr>
        <w:jc w:val="center"/>
        <w:rPr>
          <w:rFonts w:ascii="Times New Roman Gras" w:hAnsi="Times New Roman Gras"/>
          <w:b/>
          <w:caps/>
          <w:noProof/>
          <w:sz w:val="28"/>
        </w:rPr>
      </w:pPr>
      <w:r w:rsidRPr="001A0A9F">
        <w:rPr>
          <w:rFonts w:ascii="Times New Roman Gras" w:hAnsi="Times New Roman Gras"/>
          <w:b/>
          <w:caps/>
          <w:noProof/>
          <w:sz w:val="28"/>
        </w:rPr>
        <w:t>MISSIONS DE MAÎTRISE D’ŒUVRE RELATIVE</w:t>
      </w:r>
    </w:p>
    <w:p w:rsidR="001A0A9F" w:rsidRDefault="001A0A9F" w:rsidP="00617AA4">
      <w:pPr>
        <w:jc w:val="center"/>
        <w:rPr>
          <w:rFonts w:ascii="Times New Roman Gras" w:hAnsi="Times New Roman Gras"/>
          <w:b/>
          <w:caps/>
          <w:noProof/>
          <w:sz w:val="28"/>
        </w:rPr>
      </w:pPr>
      <w:r w:rsidRPr="001A0A9F">
        <w:rPr>
          <w:rFonts w:ascii="Times New Roman Gras" w:hAnsi="Times New Roman Gras"/>
          <w:b/>
          <w:caps/>
          <w:noProof/>
          <w:sz w:val="28"/>
        </w:rPr>
        <w:t>AUX TRAVAUX DE REPRISE DES DÉSORDRES AFFECTANT</w:t>
      </w:r>
    </w:p>
    <w:p w:rsidR="0065150D" w:rsidRPr="00297E95" w:rsidRDefault="001A0A9F" w:rsidP="00617AA4">
      <w:pPr>
        <w:jc w:val="center"/>
        <w:rPr>
          <w:rFonts w:ascii="Times New Roman Gras" w:hAnsi="Times New Roman Gras"/>
          <w:b/>
          <w:caps/>
          <w:sz w:val="36"/>
          <w:szCs w:val="32"/>
        </w:rPr>
      </w:pPr>
      <w:r w:rsidRPr="001A0A9F">
        <w:rPr>
          <w:rFonts w:ascii="Times New Roman Gras" w:hAnsi="Times New Roman Gras"/>
          <w:b/>
          <w:caps/>
          <w:noProof/>
          <w:sz w:val="28"/>
        </w:rPr>
        <w:t>LE BÂTIMENT DU CERD AU STRUTHOF</w:t>
      </w:r>
      <w:r>
        <w:rPr>
          <w:rFonts w:ascii="Times New Roman Gras" w:hAnsi="Times New Roman Gras"/>
          <w:b/>
          <w:caps/>
          <w:noProof/>
          <w:sz w:val="28"/>
        </w:rPr>
        <w:t xml:space="preserve"> (67)</w:t>
      </w:r>
    </w:p>
    <w:p w:rsidR="007A601B" w:rsidRPr="00F66E8C" w:rsidRDefault="007A601B" w:rsidP="00902F4E">
      <w:pPr>
        <w:rPr>
          <w:sz w:val="18"/>
        </w:rPr>
      </w:pPr>
    </w:p>
    <w:p w:rsidR="00DD43EC" w:rsidRPr="00F66E8C" w:rsidRDefault="00DD43EC" w:rsidP="00902F4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5165"/>
      </w:tblGrid>
      <w:tr w:rsidR="00B3000D" w:rsidTr="00A16657">
        <w:trPr>
          <w:trHeight w:val="567"/>
        </w:trPr>
        <w:tc>
          <w:tcPr>
            <w:tcW w:w="3897" w:type="dxa"/>
            <w:shd w:val="clear" w:color="auto" w:fill="auto"/>
          </w:tcPr>
          <w:p w:rsidR="00B3000D" w:rsidRPr="00902F4E" w:rsidRDefault="00B3000D" w:rsidP="008A4622">
            <w:pPr>
              <w:spacing w:before="40" w:after="40"/>
            </w:pPr>
            <w:r w:rsidRPr="00902F4E">
              <w:t>Raison sociale de l’entreprise</w:t>
            </w:r>
          </w:p>
        </w:tc>
        <w:tc>
          <w:tcPr>
            <w:tcW w:w="5165" w:type="dxa"/>
            <w:shd w:val="clear" w:color="auto" w:fill="auto"/>
          </w:tcPr>
          <w:p w:rsidR="00B3000D" w:rsidRDefault="00B3000D" w:rsidP="008A4622">
            <w:pPr>
              <w:spacing w:before="40" w:after="40"/>
            </w:pPr>
          </w:p>
        </w:tc>
      </w:tr>
      <w:tr w:rsidR="00297E95" w:rsidTr="00A16657">
        <w:tc>
          <w:tcPr>
            <w:tcW w:w="3897" w:type="dxa"/>
            <w:shd w:val="clear" w:color="auto" w:fill="auto"/>
          </w:tcPr>
          <w:p w:rsidR="00297E95" w:rsidRPr="00902F4E" w:rsidRDefault="00297E95" w:rsidP="008A4622">
            <w:pPr>
              <w:spacing w:before="40" w:after="40"/>
            </w:pPr>
            <w:r>
              <w:t>Nom commercial si différent de la raison sociale</w:t>
            </w:r>
          </w:p>
        </w:tc>
        <w:tc>
          <w:tcPr>
            <w:tcW w:w="5165" w:type="dxa"/>
            <w:shd w:val="clear" w:color="auto" w:fill="auto"/>
          </w:tcPr>
          <w:p w:rsidR="00297E95" w:rsidRDefault="00297E95" w:rsidP="008A4622">
            <w:pPr>
              <w:spacing w:before="40" w:after="40"/>
            </w:pPr>
          </w:p>
        </w:tc>
      </w:tr>
      <w:tr w:rsidR="00DD43EC" w:rsidTr="00A16657">
        <w:trPr>
          <w:trHeight w:val="255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SIRET</w:t>
            </w:r>
            <w:r w:rsidR="00A16657">
              <w:t xml:space="preserve"> siège social</w:t>
            </w:r>
            <w:r w:rsidRPr="00902F4E">
              <w:t xml:space="preserve">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DD43EC" w:rsidTr="00A16657">
        <w:trPr>
          <w:trHeight w:val="245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APE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DD43EC" w:rsidTr="00A16657">
        <w:trPr>
          <w:trHeight w:val="249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TVA Intracommunautaire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B3000D" w:rsidTr="00A16657">
        <w:trPr>
          <w:trHeight w:val="1097"/>
        </w:trPr>
        <w:tc>
          <w:tcPr>
            <w:tcW w:w="3897" w:type="dxa"/>
            <w:shd w:val="clear" w:color="auto" w:fill="auto"/>
          </w:tcPr>
          <w:p w:rsidR="00B3000D" w:rsidRPr="00902F4E" w:rsidRDefault="00F03D15" w:rsidP="008A4622">
            <w:pPr>
              <w:spacing w:before="40" w:after="40"/>
            </w:pPr>
            <w:r w:rsidRPr="00902F4E">
              <w:t>Adresse du siège social</w:t>
            </w:r>
          </w:p>
        </w:tc>
        <w:tc>
          <w:tcPr>
            <w:tcW w:w="5165" w:type="dxa"/>
            <w:shd w:val="clear" w:color="auto" w:fill="auto"/>
          </w:tcPr>
          <w:p w:rsidR="00695E14" w:rsidRDefault="00695E14" w:rsidP="008A4622">
            <w:pPr>
              <w:spacing w:before="40" w:after="40"/>
            </w:pPr>
          </w:p>
        </w:tc>
      </w:tr>
      <w:tr w:rsidR="002444E7" w:rsidTr="00A16657">
        <w:trPr>
          <w:trHeight w:val="1168"/>
        </w:trPr>
        <w:tc>
          <w:tcPr>
            <w:tcW w:w="3897" w:type="dxa"/>
            <w:shd w:val="clear" w:color="auto" w:fill="auto"/>
          </w:tcPr>
          <w:p w:rsidR="002444E7" w:rsidRPr="00902F4E" w:rsidRDefault="002444E7" w:rsidP="008A4622">
            <w:pPr>
              <w:spacing w:before="40" w:after="40"/>
            </w:pPr>
            <w:r>
              <w:t>Adresse de l’établissement en charge de la réalisation de la prestation</w:t>
            </w:r>
          </w:p>
        </w:tc>
        <w:tc>
          <w:tcPr>
            <w:tcW w:w="5165" w:type="dxa"/>
            <w:shd w:val="clear" w:color="auto" w:fill="auto"/>
          </w:tcPr>
          <w:p w:rsidR="002444E7" w:rsidRDefault="002444E7" w:rsidP="008A4622">
            <w:pPr>
              <w:spacing w:before="40" w:after="40"/>
            </w:pPr>
          </w:p>
        </w:tc>
      </w:tr>
      <w:tr w:rsidR="00A16657" w:rsidTr="00A16657">
        <w:trPr>
          <w:trHeight w:val="255"/>
        </w:trPr>
        <w:tc>
          <w:tcPr>
            <w:tcW w:w="3897" w:type="dxa"/>
            <w:shd w:val="clear" w:color="auto" w:fill="auto"/>
          </w:tcPr>
          <w:p w:rsidR="00A16657" w:rsidRPr="00902F4E" w:rsidRDefault="00A16657" w:rsidP="00B86C53">
            <w:pPr>
              <w:spacing w:before="40" w:after="40"/>
            </w:pPr>
            <w:r w:rsidRPr="00902F4E">
              <w:t>SIRET</w:t>
            </w:r>
            <w:r>
              <w:t xml:space="preserve"> établissement</w:t>
            </w:r>
            <w:r w:rsidRPr="00902F4E">
              <w:t xml:space="preserve"> Nº</w:t>
            </w:r>
          </w:p>
        </w:tc>
        <w:tc>
          <w:tcPr>
            <w:tcW w:w="5165" w:type="dxa"/>
            <w:shd w:val="clear" w:color="auto" w:fill="auto"/>
          </w:tcPr>
          <w:p w:rsidR="00A16657" w:rsidRDefault="00A16657" w:rsidP="00B86C53">
            <w:pPr>
              <w:spacing w:before="40" w:after="40"/>
            </w:pPr>
          </w:p>
        </w:tc>
      </w:tr>
      <w:tr w:rsidR="0018283C" w:rsidTr="00A16657">
        <w:trPr>
          <w:trHeight w:val="263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Tél. fixe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26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 xml:space="preserve">Tél. </w:t>
            </w:r>
            <w:r w:rsidR="002444E7">
              <w:t>mobile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25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Fax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56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@-mail (si possible générique) de l’entreprise</w:t>
            </w:r>
            <w:r w:rsidR="00617CE9">
              <w:t xml:space="preserve"> (établissement)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297E95" w:rsidTr="00A16657">
        <w:trPr>
          <w:trHeight w:val="567"/>
        </w:trPr>
        <w:tc>
          <w:tcPr>
            <w:tcW w:w="3897" w:type="dxa"/>
            <w:tcBorders>
              <w:bottom w:val="single" w:sz="12" w:space="0" w:color="auto"/>
            </w:tcBorders>
            <w:shd w:val="clear" w:color="auto" w:fill="auto"/>
          </w:tcPr>
          <w:p w:rsidR="00297E95" w:rsidRPr="00902F4E" w:rsidRDefault="00297E95" w:rsidP="008A4622">
            <w:pPr>
              <w:spacing w:before="40" w:after="40"/>
            </w:pPr>
            <w:r w:rsidRPr="00902F4E">
              <w:t>Nom et qualité du signataire de l</w:t>
            </w:r>
            <w:r>
              <w:t>’</w:t>
            </w:r>
            <w:r w:rsidRPr="00902F4E">
              <w:t>acte d'engagement :</w:t>
            </w:r>
          </w:p>
        </w:tc>
        <w:tc>
          <w:tcPr>
            <w:tcW w:w="5165" w:type="dxa"/>
            <w:tcBorders>
              <w:bottom w:val="single" w:sz="12" w:space="0" w:color="auto"/>
            </w:tcBorders>
            <w:shd w:val="clear" w:color="auto" w:fill="auto"/>
          </w:tcPr>
          <w:p w:rsidR="00297E95" w:rsidRDefault="00297E95" w:rsidP="008A4622">
            <w:pPr>
              <w:spacing w:before="40" w:after="40"/>
            </w:pPr>
          </w:p>
        </w:tc>
      </w:tr>
      <w:tr w:rsidR="0018283C" w:rsidTr="00A16657">
        <w:tc>
          <w:tcPr>
            <w:tcW w:w="3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8283C" w:rsidRPr="001A0A9F" w:rsidRDefault="00C54D24" w:rsidP="008A4622">
            <w:pPr>
              <w:spacing w:before="40" w:after="40"/>
              <w:rPr>
                <w:b/>
              </w:rPr>
            </w:pPr>
            <w:r w:rsidRPr="001A0A9F">
              <w:rPr>
                <w:b/>
              </w:rPr>
              <w:t>N</w:t>
            </w:r>
            <w:r w:rsidR="0018283C" w:rsidRPr="001A0A9F">
              <w:rPr>
                <w:b/>
              </w:rPr>
              <w:t>om</w:t>
            </w:r>
            <w:r w:rsidR="00695E14" w:rsidRPr="001A0A9F">
              <w:rPr>
                <w:b/>
              </w:rPr>
              <w:t xml:space="preserve"> du</w:t>
            </w:r>
            <w:r w:rsidR="0018283C" w:rsidRPr="001A0A9F">
              <w:rPr>
                <w:b/>
              </w:rPr>
              <w:t xml:space="preserve"> </w:t>
            </w:r>
            <w:r w:rsidR="007407D8" w:rsidRPr="001A0A9F">
              <w:rPr>
                <w:b/>
              </w:rPr>
              <w:t xml:space="preserve">contact principal en charge des </w:t>
            </w:r>
            <w:r w:rsidR="001A0A9F">
              <w:rPr>
                <w:b/>
              </w:rPr>
              <w:t>prestations</w:t>
            </w:r>
            <w:r w:rsidR="00F66E8C">
              <w:rPr>
                <w:b/>
              </w:rPr>
              <w:t xml:space="preserve"> du marché</w:t>
            </w:r>
            <w:r w:rsidR="001A0A9F">
              <w:rPr>
                <w:b/>
              </w:rPr>
              <w:t xml:space="preserve"> et des relations avec l’ONaCVG</w:t>
            </w:r>
          </w:p>
        </w:tc>
        <w:tc>
          <w:tcPr>
            <w:tcW w:w="516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8283C" w:rsidRPr="001A0A9F" w:rsidRDefault="0018283C" w:rsidP="008A4622">
            <w:pPr>
              <w:spacing w:before="40" w:after="40"/>
              <w:rPr>
                <w:b/>
              </w:rPr>
            </w:pPr>
          </w:p>
        </w:tc>
      </w:tr>
      <w:tr w:rsidR="007A601B" w:rsidTr="00A16657">
        <w:trPr>
          <w:trHeight w:val="235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1A0A9F" w:rsidRDefault="007A601B" w:rsidP="008A4622">
            <w:pPr>
              <w:spacing w:before="40" w:after="40"/>
              <w:rPr>
                <w:b/>
              </w:rPr>
            </w:pPr>
            <w:r w:rsidRPr="001A0A9F">
              <w:rPr>
                <w:b/>
              </w:rPr>
              <w:t>Son téléphone fixe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Pr="001A0A9F" w:rsidRDefault="007A601B" w:rsidP="008A4622">
            <w:pPr>
              <w:spacing w:before="40" w:after="40"/>
              <w:rPr>
                <w:b/>
              </w:rPr>
            </w:pPr>
          </w:p>
        </w:tc>
      </w:tr>
      <w:tr w:rsidR="007A601B" w:rsidTr="00A16657">
        <w:trPr>
          <w:trHeight w:val="225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1A0A9F" w:rsidRDefault="007A601B" w:rsidP="008A4622">
            <w:pPr>
              <w:spacing w:before="40" w:after="40"/>
              <w:rPr>
                <w:b/>
              </w:rPr>
            </w:pPr>
            <w:r w:rsidRPr="001A0A9F">
              <w:rPr>
                <w:b/>
              </w:rPr>
              <w:t xml:space="preserve">Son téléphone </w:t>
            </w:r>
            <w:r w:rsidR="002444E7" w:rsidRPr="001A0A9F">
              <w:rPr>
                <w:b/>
              </w:rPr>
              <w:t>mobi</w:t>
            </w:r>
            <w:r w:rsidRPr="001A0A9F">
              <w:rPr>
                <w:b/>
              </w:rPr>
              <w:t>le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Pr="001A0A9F" w:rsidRDefault="007A601B" w:rsidP="008A4622">
            <w:pPr>
              <w:spacing w:before="40" w:after="40"/>
              <w:rPr>
                <w:b/>
              </w:rPr>
            </w:pPr>
          </w:p>
        </w:tc>
      </w:tr>
      <w:tr w:rsidR="007A601B" w:rsidTr="00A16657">
        <w:trPr>
          <w:trHeight w:val="229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1A0A9F" w:rsidRDefault="007A601B" w:rsidP="008A4622">
            <w:pPr>
              <w:spacing w:before="40" w:after="40"/>
              <w:rPr>
                <w:b/>
              </w:rPr>
            </w:pPr>
            <w:r w:rsidRPr="001A0A9F">
              <w:rPr>
                <w:b/>
              </w:rPr>
              <w:t>Son @-mail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Pr="001A0A9F" w:rsidRDefault="007A601B" w:rsidP="008A4622">
            <w:pPr>
              <w:spacing w:before="40" w:after="40"/>
              <w:rPr>
                <w:b/>
              </w:rPr>
            </w:pPr>
          </w:p>
        </w:tc>
      </w:tr>
      <w:tr w:rsidR="00695E14" w:rsidTr="00A16657">
        <w:trPr>
          <w:trHeight w:val="1091"/>
        </w:trPr>
        <w:tc>
          <w:tcPr>
            <w:tcW w:w="389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95E14" w:rsidRPr="001A0A9F" w:rsidRDefault="00695E14" w:rsidP="008A4622">
            <w:pPr>
              <w:spacing w:before="40" w:after="40"/>
              <w:rPr>
                <w:b/>
              </w:rPr>
            </w:pPr>
            <w:r w:rsidRPr="001A0A9F">
              <w:rPr>
                <w:b/>
              </w:rPr>
              <w:t>Son adresse professionnelle (si différente du siège de l’entreprise)</w:t>
            </w:r>
          </w:p>
        </w:tc>
        <w:tc>
          <w:tcPr>
            <w:tcW w:w="516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95E14" w:rsidRPr="001A0A9F" w:rsidRDefault="00695E14" w:rsidP="008A4622">
            <w:pPr>
              <w:spacing w:before="40" w:after="40"/>
              <w:rPr>
                <w:b/>
              </w:rPr>
            </w:pPr>
          </w:p>
        </w:tc>
      </w:tr>
    </w:tbl>
    <w:p w:rsidR="00C11F12" w:rsidRDefault="00C11F12" w:rsidP="005F2100">
      <w:pPr>
        <w:rPr>
          <w:sz w:val="4"/>
          <w:szCs w:val="4"/>
        </w:rPr>
      </w:pPr>
    </w:p>
    <w:p w:rsidR="00A16657" w:rsidRPr="00617AA4" w:rsidRDefault="00A16657" w:rsidP="005F2100">
      <w:pPr>
        <w:rPr>
          <w:sz w:val="8"/>
          <w:szCs w:val="4"/>
        </w:rPr>
      </w:pPr>
    </w:p>
    <w:p w:rsidR="00617AA4" w:rsidRPr="00617AA4" w:rsidRDefault="00617AA4" w:rsidP="00617AA4">
      <w:pPr>
        <w:ind w:firstLine="708"/>
        <w:rPr>
          <w:rFonts w:ascii="Ebrima" w:hAnsi="Ebrima"/>
          <w:sz w:val="18"/>
          <w:szCs w:val="22"/>
        </w:rPr>
      </w:pPr>
      <w:r w:rsidRPr="00617AA4">
        <w:rPr>
          <w:rFonts w:ascii="Ebrima" w:hAnsi="Ebrima"/>
          <w:sz w:val="18"/>
          <w:szCs w:val="22"/>
        </w:rPr>
        <w:t>Si le candidat se présente en groupement, remplir une fiche par cotraitant.</w:t>
      </w:r>
    </w:p>
    <w:sectPr w:rsidR="00617AA4" w:rsidRPr="00617AA4" w:rsidSect="007407D8">
      <w:pgSz w:w="11906" w:h="16838"/>
      <w:pgMar w:top="360" w:right="1417" w:bottom="426" w:left="1417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45A" w:rsidRDefault="00BF345A">
      <w:r>
        <w:separator/>
      </w:r>
    </w:p>
  </w:endnote>
  <w:endnote w:type="continuationSeparator" w:id="0">
    <w:p w:rsidR="00BF345A" w:rsidRDefault="00BF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45A" w:rsidRDefault="00BF345A">
      <w:r>
        <w:separator/>
      </w:r>
    </w:p>
  </w:footnote>
  <w:footnote w:type="continuationSeparator" w:id="0">
    <w:p w:rsidR="00BF345A" w:rsidRDefault="00BF3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0E"/>
    <w:rsid w:val="00017C80"/>
    <w:rsid w:val="00045E13"/>
    <w:rsid w:val="00091924"/>
    <w:rsid w:val="0016178F"/>
    <w:rsid w:val="00177A40"/>
    <w:rsid w:val="00180CC7"/>
    <w:rsid w:val="0018283C"/>
    <w:rsid w:val="001A0A9F"/>
    <w:rsid w:val="001B1A07"/>
    <w:rsid w:val="001E6F09"/>
    <w:rsid w:val="00212C59"/>
    <w:rsid w:val="0022313D"/>
    <w:rsid w:val="00231EE7"/>
    <w:rsid w:val="002444E7"/>
    <w:rsid w:val="00297E95"/>
    <w:rsid w:val="002B5710"/>
    <w:rsid w:val="002F0AC9"/>
    <w:rsid w:val="00377EB6"/>
    <w:rsid w:val="003C3926"/>
    <w:rsid w:val="00470B0E"/>
    <w:rsid w:val="004F0ECE"/>
    <w:rsid w:val="005E6623"/>
    <w:rsid w:val="005F2100"/>
    <w:rsid w:val="00617AA4"/>
    <w:rsid w:val="00617CE9"/>
    <w:rsid w:val="00622C5F"/>
    <w:rsid w:val="00644AEC"/>
    <w:rsid w:val="0065150D"/>
    <w:rsid w:val="00661FF5"/>
    <w:rsid w:val="00695E14"/>
    <w:rsid w:val="006A2CAB"/>
    <w:rsid w:val="00711134"/>
    <w:rsid w:val="007148EC"/>
    <w:rsid w:val="007407D8"/>
    <w:rsid w:val="007521F7"/>
    <w:rsid w:val="0075579F"/>
    <w:rsid w:val="007A601B"/>
    <w:rsid w:val="007C60CF"/>
    <w:rsid w:val="007E42CE"/>
    <w:rsid w:val="0080242D"/>
    <w:rsid w:val="00874FC3"/>
    <w:rsid w:val="00883456"/>
    <w:rsid w:val="008A4622"/>
    <w:rsid w:val="00902F4E"/>
    <w:rsid w:val="00927D9F"/>
    <w:rsid w:val="009C3FEA"/>
    <w:rsid w:val="009D0F05"/>
    <w:rsid w:val="00A16657"/>
    <w:rsid w:val="00A42CBF"/>
    <w:rsid w:val="00AD035F"/>
    <w:rsid w:val="00AF53DD"/>
    <w:rsid w:val="00B07777"/>
    <w:rsid w:val="00B3000D"/>
    <w:rsid w:val="00BD24ED"/>
    <w:rsid w:val="00BF0E5B"/>
    <w:rsid w:val="00BF345A"/>
    <w:rsid w:val="00C11F12"/>
    <w:rsid w:val="00C32C26"/>
    <w:rsid w:val="00C54D24"/>
    <w:rsid w:val="00CC224F"/>
    <w:rsid w:val="00CC7019"/>
    <w:rsid w:val="00CD2ACF"/>
    <w:rsid w:val="00D97F33"/>
    <w:rsid w:val="00DD43EC"/>
    <w:rsid w:val="00DF013D"/>
    <w:rsid w:val="00DF198D"/>
    <w:rsid w:val="00E04E22"/>
    <w:rsid w:val="00E71C4C"/>
    <w:rsid w:val="00F03D15"/>
    <w:rsid w:val="00F66E8C"/>
    <w:rsid w:val="00F776C8"/>
    <w:rsid w:val="00FB3B69"/>
    <w:rsid w:val="00FD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979A6"/>
  <w15:chartTrackingRefBased/>
  <w15:docId w15:val="{866A61E5-A11F-45B7-98A1-250739A0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65150D"/>
    <w:pPr>
      <w:spacing w:after="160" w:line="240" w:lineRule="exact"/>
      <w:ind w:left="539" w:firstLine="578"/>
    </w:pPr>
    <w:rPr>
      <w:rFonts w:ascii="Verdana" w:hAnsi="Verdana" w:cs="Verdana"/>
      <w:sz w:val="20"/>
      <w:szCs w:val="20"/>
      <w:lang w:val="en-US" w:eastAsia="en-US"/>
    </w:rPr>
  </w:style>
  <w:style w:type="table" w:styleId="Grilledutableau">
    <w:name w:val="Table Grid"/>
    <w:basedOn w:val="TableauNormal"/>
    <w:rsid w:val="00B30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5F21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F210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00%20-%20Fiche%20Fourniss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00 - Fiche Fournisseur.dot</Template>
  <TotalTime>2</TotalTime>
  <Pages>1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ONACVG.FR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ollivier.puget</dc:creator>
  <cp:keywords/>
  <cp:lastModifiedBy>PUGET Ollivier</cp:lastModifiedBy>
  <cp:revision>3</cp:revision>
  <cp:lastPrinted>2008-07-31T08:53:00Z</cp:lastPrinted>
  <dcterms:created xsi:type="dcterms:W3CDTF">2025-10-20T13:48:00Z</dcterms:created>
  <dcterms:modified xsi:type="dcterms:W3CDTF">2025-10-24T10:03:00Z</dcterms:modified>
</cp:coreProperties>
</file>