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9A65AF" w:rsidRDefault="009A65AF" w:rsidP="003A52A1">
      <w:pPr>
        <w:jc w:val="center"/>
        <w:rPr>
          <w:b/>
        </w:rPr>
      </w:pPr>
      <w:r w:rsidRPr="009A65AF">
        <w:rPr>
          <w:b/>
        </w:rPr>
        <w:t xml:space="preserve">SÉLECTION DE RÉFÉRENCES DE MOINS DE </w:t>
      </w:r>
      <w:r w:rsidR="00EA0B58">
        <w:rPr>
          <w:b/>
        </w:rPr>
        <w:t>3</w:t>
      </w:r>
      <w:r w:rsidR="007E5B45">
        <w:rPr>
          <w:rFonts w:ascii="Arial" w:hAnsi="Arial" w:cs="Arial"/>
          <w:b/>
        </w:rPr>
        <w:t> </w:t>
      </w:r>
      <w:r w:rsidRPr="009A65AF">
        <w:rPr>
          <w:b/>
        </w:rPr>
        <w:t>ANS SIGNIFICATIVES VIS-A-VIS DU MARCHÉ</w:t>
      </w:r>
    </w:p>
    <w:p w:rsidR="003A52A1" w:rsidRDefault="008264D8" w:rsidP="003A52A1">
      <w:r>
        <w:t>SOUMISSIONN</w:t>
      </w:r>
      <w:r w:rsidR="003A52A1" w:rsidRPr="009A65AF">
        <w:t>AIRE</w:t>
      </w:r>
      <w:r w:rsidR="00772C7B">
        <w:t> </w:t>
      </w:r>
      <w:r w:rsidR="003A52A1" w:rsidRPr="009A65AF">
        <w:t>:</w:t>
      </w:r>
      <w:r w:rsidR="009C117E">
        <w:tab/>
      </w:r>
    </w:p>
    <w:p w:rsidR="00804FC9" w:rsidRPr="009A65AF" w:rsidRDefault="00804FC9" w:rsidP="003A52A1">
      <w:r>
        <w:t>SIRET N</w:t>
      </w:r>
      <w:r w:rsidR="007E5B45">
        <w:t>º</w:t>
      </w:r>
      <w:r w:rsidR="00772C7B">
        <w:t> </w:t>
      </w:r>
      <w:r>
        <w:t>:</w:t>
      </w:r>
      <w:r w:rsidR="009C117E">
        <w:tab/>
      </w:r>
      <w:r w:rsidR="009C117E">
        <w:tab/>
      </w:r>
    </w:p>
    <w:p w:rsidR="004E2E80" w:rsidRDefault="004E2E80" w:rsidP="003A52A1">
      <w:pPr>
        <w:rPr>
          <w:color w:val="FF0000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>Client (nom, adresse, nom du chargé du dossier, téléphone)</w:t>
            </w:r>
          </w:p>
          <w:p w:rsidR="004E2E80" w:rsidRPr="009A65AF" w:rsidRDefault="004E2E80" w:rsidP="00804FC9">
            <w:pPr>
              <w:jc w:val="center"/>
            </w:pPr>
            <w:r w:rsidRPr="009A65AF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 xml:space="preserve">Nature des </w:t>
            </w:r>
            <w:r w:rsidR="00804FC9">
              <w:t>prestations</w:t>
            </w:r>
            <w:r w:rsidR="009A65AF" w:rsidRPr="009A65AF">
              <w:t xml:space="preserve"> </w:t>
            </w:r>
            <w:r w:rsidRPr="009A65AF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804FC9" w:rsidP="00804FC9">
            <w:pPr>
              <w:jc w:val="center"/>
            </w:pPr>
            <w:r>
              <w:t>Montant du marché</w:t>
            </w:r>
            <w:r w:rsidR="009A65AF" w:rsidRPr="009A65AF">
              <w:t xml:space="preserve"> </w:t>
            </w:r>
            <w:r w:rsidR="004E2E80" w:rsidRPr="009A65AF"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9A65AF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B05" w:rsidRDefault="00FA2B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FA2B05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B05" w:rsidRDefault="00FA2B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B05" w:rsidRDefault="00FA2B0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B45" w:rsidRPr="00FA2B05" w:rsidRDefault="00E052A3" w:rsidP="007E5B45">
    <w:pPr>
      <w:pStyle w:val="En-tte"/>
      <w:spacing w:before="60"/>
      <w:jc w:val="center"/>
      <w:rPr>
        <w:sz w:val="18"/>
        <w:szCs w:val="18"/>
      </w:rPr>
    </w:pPr>
    <w:r w:rsidRPr="008E4CA4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4CA4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0B58" w:rsidRPr="008E4CA4">
      <w:rPr>
        <w:sz w:val="18"/>
        <w:szCs w:val="18"/>
      </w:rPr>
      <w:t xml:space="preserve">Missions de maîtrise d’œuvre </w:t>
    </w:r>
    <w:r w:rsidR="00F83E84" w:rsidRPr="00F83E84">
      <w:rPr>
        <w:sz w:val="18"/>
        <w:szCs w:val="18"/>
      </w:rPr>
      <w:t xml:space="preserve">relative aux travaux de reprise </w:t>
    </w:r>
    <w:r w:rsidR="00F83E84" w:rsidRPr="00FA2B05">
      <w:rPr>
        <w:sz w:val="18"/>
        <w:szCs w:val="18"/>
      </w:rPr>
      <w:t>des désordres affectant le bâtiment du CERD au Struthof (67)</w:t>
    </w:r>
  </w:p>
  <w:p w:rsidR="004E2E80" w:rsidRPr="00FA2B05" w:rsidRDefault="007E5B45" w:rsidP="007E5B45">
    <w:pPr>
      <w:pStyle w:val="En-tte"/>
      <w:spacing w:before="60"/>
      <w:jc w:val="center"/>
      <w:rPr>
        <w:sz w:val="18"/>
        <w:szCs w:val="18"/>
      </w:rPr>
    </w:pPr>
    <w:r w:rsidRPr="00FA2B05">
      <w:rPr>
        <w:sz w:val="18"/>
        <w:szCs w:val="18"/>
      </w:rPr>
      <w:t>DCE Nº 250</w:t>
    </w:r>
    <w:r w:rsidR="00FA2B05" w:rsidRPr="00FA2B05">
      <w:rPr>
        <w:sz w:val="18"/>
        <w:szCs w:val="18"/>
      </w:rPr>
      <w:t>21</w:t>
    </w:r>
    <w:bookmarkStart w:id="0" w:name="_GoBack"/>
    <w:bookmarkEnd w:id="0"/>
  </w:p>
  <w:p w:rsidR="004E2E80" w:rsidRPr="00FA2B05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C290D"/>
    <w:rsid w:val="000D20A1"/>
    <w:rsid w:val="00116B3F"/>
    <w:rsid w:val="00163D20"/>
    <w:rsid w:val="003615F8"/>
    <w:rsid w:val="00375A4D"/>
    <w:rsid w:val="003A52A1"/>
    <w:rsid w:val="004A1955"/>
    <w:rsid w:val="004D7D99"/>
    <w:rsid w:val="004E2E80"/>
    <w:rsid w:val="006462C6"/>
    <w:rsid w:val="00772C7B"/>
    <w:rsid w:val="007D4E6C"/>
    <w:rsid w:val="007E5B45"/>
    <w:rsid w:val="00804FC9"/>
    <w:rsid w:val="008264D8"/>
    <w:rsid w:val="008E4CA4"/>
    <w:rsid w:val="00991B48"/>
    <w:rsid w:val="009A65AF"/>
    <w:rsid w:val="009C117E"/>
    <w:rsid w:val="00A71587"/>
    <w:rsid w:val="00AB300C"/>
    <w:rsid w:val="00BA29D3"/>
    <w:rsid w:val="00BF46D3"/>
    <w:rsid w:val="00C56F9A"/>
    <w:rsid w:val="00D336CA"/>
    <w:rsid w:val="00DC5B86"/>
    <w:rsid w:val="00E052A3"/>
    <w:rsid w:val="00EA0B58"/>
    <w:rsid w:val="00F4411F"/>
    <w:rsid w:val="00F83E84"/>
    <w:rsid w:val="00FA2B05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566DA74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références.dot</Template>
  <TotalTime>2</TotalTime>
  <Pages>1</Pages>
  <Words>90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PUGET Ollivier</cp:lastModifiedBy>
  <cp:revision>3</cp:revision>
  <cp:lastPrinted>1899-12-31T23:00:00Z</cp:lastPrinted>
  <dcterms:created xsi:type="dcterms:W3CDTF">2025-10-20T13:50:00Z</dcterms:created>
  <dcterms:modified xsi:type="dcterms:W3CDTF">2025-10-24T10:23:00Z</dcterms:modified>
</cp:coreProperties>
</file>