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19473" w14:textId="77777777" w:rsidR="001654EE" w:rsidRDefault="001654EE" w:rsidP="001654EE">
      <w:pPr>
        <w:shd w:val="clear" w:color="auto" w:fill="FFFFFF"/>
        <w:spacing w:line="240" w:lineRule="atLeast"/>
        <w:rPr>
          <w:rFonts w:ascii="Century Gothic" w:hAnsi="Century Gothic" w:cs="Arial"/>
          <w:color w:val="333333"/>
          <w:sz w:val="20"/>
        </w:rPr>
      </w:pPr>
    </w:p>
    <w:p w14:paraId="7688F33D" w14:textId="77777777" w:rsidR="00EA2220" w:rsidRPr="001654EE" w:rsidRDefault="00EA2220" w:rsidP="001654EE">
      <w:pPr>
        <w:shd w:val="clear" w:color="auto" w:fill="FFFFFF"/>
        <w:spacing w:line="240" w:lineRule="atLeast"/>
        <w:rPr>
          <w:rFonts w:ascii="Century Gothic" w:hAnsi="Century Gothic" w:cs="Arial"/>
          <w:color w:val="333333"/>
          <w:sz w:val="20"/>
        </w:rPr>
      </w:pPr>
    </w:p>
    <w:tbl>
      <w:tblPr>
        <w:tblW w:w="9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4607"/>
      </w:tblGrid>
      <w:tr w:rsidR="00BB3C6E" w:rsidRPr="002F6B4B" w14:paraId="69429766" w14:textId="77777777" w:rsidTr="001C371A">
        <w:trPr>
          <w:cantSplit/>
          <w:trHeight w:val="516"/>
        </w:trPr>
        <w:tc>
          <w:tcPr>
            <w:tcW w:w="5103" w:type="dxa"/>
          </w:tcPr>
          <w:p w14:paraId="7EE867EA" w14:textId="645F3482" w:rsidR="00BB3C6E" w:rsidRPr="00961BF9" w:rsidRDefault="00EF5EC5">
            <w:pPr>
              <w:pStyle w:val="Esaisie"/>
              <w:rPr>
                <w:rFonts w:ascii="Century Gothic" w:hAnsi="Century Gothic"/>
                <w:b/>
                <w:sz w:val="20"/>
              </w:rPr>
            </w:pPr>
            <w:r w:rsidRPr="00961BF9">
              <w:rPr>
                <w:rFonts w:ascii="Century Gothic" w:hAnsi="Century Gothic"/>
                <w:b/>
                <w:sz w:val="20"/>
              </w:rPr>
              <w:t xml:space="preserve">Direction de l'aéroport Paris - </w:t>
            </w:r>
            <w:r w:rsidR="00FC3459">
              <w:rPr>
                <w:rFonts w:ascii="Century Gothic" w:hAnsi="Century Gothic"/>
                <w:b/>
                <w:sz w:val="20"/>
              </w:rPr>
              <w:t>CDG</w:t>
            </w:r>
          </w:p>
          <w:p w14:paraId="26EDC80A" w14:textId="77777777" w:rsidR="00C445A2" w:rsidRPr="00C445A2" w:rsidRDefault="00C445A2" w:rsidP="00C445A2">
            <w:pPr>
              <w:pStyle w:val="Esaisiebold"/>
              <w:rPr>
                <w:rFonts w:ascii="Century Gothic" w:hAnsi="Century Gothic"/>
                <w:bCs/>
                <w:sz w:val="20"/>
              </w:rPr>
            </w:pPr>
            <w:r w:rsidRPr="00C445A2">
              <w:rPr>
                <w:rFonts w:ascii="Century Gothic" w:hAnsi="Century Gothic"/>
                <w:bCs/>
                <w:sz w:val="20"/>
              </w:rPr>
              <w:t>Réseaux et Accès</w:t>
            </w:r>
          </w:p>
          <w:p w14:paraId="14D1DCDB" w14:textId="62EE72C5" w:rsidR="00EF5EC5" w:rsidRPr="00C445A2" w:rsidRDefault="00C445A2" w:rsidP="00C445A2">
            <w:pPr>
              <w:pStyle w:val="Esaisie"/>
              <w:rPr>
                <w:rFonts w:ascii="Century Gothic" w:hAnsi="Century Gothic"/>
                <w:b/>
                <w:bCs/>
                <w:sz w:val="20"/>
              </w:rPr>
            </w:pPr>
            <w:r w:rsidRPr="00C445A2">
              <w:rPr>
                <w:rFonts w:ascii="Century Gothic" w:hAnsi="Century Gothic"/>
                <w:b/>
                <w:bCs/>
                <w:sz w:val="20"/>
              </w:rPr>
              <w:t>Process Utilités</w:t>
            </w:r>
          </w:p>
          <w:p w14:paraId="70B5D6BD" w14:textId="77777777" w:rsidR="00C445A2" w:rsidRPr="00961BF9" w:rsidRDefault="00C445A2" w:rsidP="00C445A2">
            <w:pPr>
              <w:pStyle w:val="Esaisie"/>
              <w:rPr>
                <w:rFonts w:ascii="Century Gothic" w:hAnsi="Century Gothic"/>
                <w:sz w:val="20"/>
              </w:rPr>
            </w:pPr>
          </w:p>
          <w:p w14:paraId="521267BE" w14:textId="77777777" w:rsidR="00BB3C6E" w:rsidRPr="00961BF9" w:rsidRDefault="00BB3C6E">
            <w:pPr>
              <w:pStyle w:val="Esaisie"/>
              <w:rPr>
                <w:rFonts w:ascii="Century Gothic" w:hAnsi="Century Gothic"/>
                <w:sz w:val="20"/>
              </w:rPr>
            </w:pPr>
            <w:r w:rsidRPr="00961BF9">
              <w:rPr>
                <w:rFonts w:ascii="Century Gothic" w:hAnsi="Century Gothic"/>
                <w:sz w:val="20"/>
              </w:rPr>
              <w:t>Affaire suivie par :</w:t>
            </w:r>
          </w:p>
          <w:p w14:paraId="07B1A059" w14:textId="77777777" w:rsidR="00246C63" w:rsidRDefault="00246C63" w:rsidP="00246C63">
            <w:pPr>
              <w:pStyle w:val="Esaisie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/>
            </w:r>
            <w:r>
              <w:rPr>
                <w:rFonts w:ascii="Century Gothic" w:hAnsi="Century Gothic"/>
                <w:sz w:val="20"/>
              </w:rPr>
              <w:instrText xml:space="preserve"> MERGEFIELD  Name  \* MERGEFORMAT </w:instrText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Sylvain Barbieri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  <w:p w14:paraId="44612F5A" w14:textId="77777777" w:rsidR="00246C63" w:rsidRDefault="00246C63" w:rsidP="00246C63">
            <w:pPr>
              <w:pStyle w:val="Esaisie"/>
              <w:rPr>
                <w:rFonts w:ascii="Century Gothic" w:hAnsi="Century Gothic"/>
                <w:sz w:val="20"/>
              </w:rPr>
            </w:pPr>
            <w:r w:rsidRPr="00961BF9">
              <w:rPr>
                <w:rFonts w:ascii="Century Gothic" w:hAnsi="Century Gothic"/>
                <w:sz w:val="20"/>
              </w:rPr>
              <w:t>Tél. :</w:t>
            </w:r>
            <w:r>
              <w:rPr>
                <w:rFonts w:ascii="Century Gothic" w:hAnsi="Century Gothic"/>
                <w:sz w:val="20"/>
              </w:rPr>
              <w:t xml:space="preserve"> </w:t>
            </w:r>
            <w:r>
              <w:rPr>
                <w:rFonts w:ascii="Century Gothic" w:hAnsi="Century Gothic"/>
                <w:sz w:val="20"/>
              </w:rPr>
              <w:fldChar w:fldCharType="begin"/>
            </w:r>
            <w:r>
              <w:rPr>
                <w:rFonts w:ascii="Century Gothic" w:hAnsi="Century Gothic"/>
                <w:sz w:val="20"/>
              </w:rPr>
              <w:instrText xml:space="preserve"> MERGEFIELD  Tel  \* MERGEFORMAT </w:instrText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/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  <w:p w14:paraId="564C9FA2" w14:textId="77777777" w:rsidR="00BB3C6E" w:rsidRPr="00961BF9" w:rsidRDefault="00BB3C6E" w:rsidP="00BB3C6E">
            <w:pPr>
              <w:pStyle w:val="Esaisie"/>
              <w:rPr>
                <w:rFonts w:ascii="Century Gothic" w:hAnsi="Century Gothic"/>
                <w:sz w:val="20"/>
              </w:rPr>
            </w:pPr>
          </w:p>
        </w:tc>
        <w:tc>
          <w:tcPr>
            <w:tcW w:w="4607" w:type="dxa"/>
          </w:tcPr>
          <w:p w14:paraId="347F5339" w14:textId="77777777" w:rsidR="00246C63" w:rsidRDefault="00246C63" w:rsidP="00246C63">
            <w:pPr>
              <w:pStyle w:val="Esaisie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/>
            </w:r>
            <w:r>
              <w:rPr>
                <w:rFonts w:ascii="Century Gothic" w:hAnsi="Century Gothic"/>
                <w:sz w:val="20"/>
              </w:rPr>
              <w:instrText xml:space="preserve"> MERGEFIELD  Denomination  \* MERGEFORMAT </w:instrText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CHAPITEAU Christophe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  <w:p w14:paraId="13A89298" w14:textId="77777777" w:rsidR="00246C63" w:rsidRDefault="00246C63" w:rsidP="00246C63">
            <w:pPr>
              <w:pStyle w:val="Esaisie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/>
            </w:r>
            <w:r>
              <w:rPr>
                <w:rFonts w:ascii="Century Gothic" w:hAnsi="Century Gothic"/>
                <w:sz w:val="20"/>
              </w:rPr>
              <w:instrText xml:space="preserve"> MERGEFIELD  NumeroVoie  \* MERGEFORMAT </w:instrText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21-23 rue Miollis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  <w:p w14:paraId="450C7F60" w14:textId="77777777" w:rsidR="00246C63" w:rsidRDefault="00246C63" w:rsidP="00246C63">
            <w:pPr>
              <w:pStyle w:val="Esaisie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/>
            </w:r>
            <w:r>
              <w:rPr>
                <w:rFonts w:ascii="Century Gothic" w:hAnsi="Century Gothic"/>
                <w:sz w:val="20"/>
              </w:rPr>
              <w:instrText xml:space="preserve"> MERGEFIELD  Commune  \* MERGEFORMAT </w:instrText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75015 Paris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  <w:p w14:paraId="4CDDCD79" w14:textId="519486D2" w:rsidR="005A3D33" w:rsidRDefault="00246C63" w:rsidP="00922BA5">
            <w:pPr>
              <w:pStyle w:val="Esaisie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</w:rPr>
              <w:fldChar w:fldCharType="begin"/>
            </w:r>
            <w:r>
              <w:rPr>
                <w:rFonts w:ascii="Century Gothic" w:hAnsi="Century Gothic"/>
                <w:sz w:val="20"/>
              </w:rPr>
              <w:instrText xml:space="preserve"> MERGEFIELD  Pays  \* MERGEFORMAT </w:instrText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FRANCE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  <w:p w14:paraId="1BA94DBC" w14:textId="77777777" w:rsidR="005A3D33" w:rsidRPr="00561CF3" w:rsidRDefault="005A3D33" w:rsidP="00922BA5">
            <w:pPr>
              <w:pStyle w:val="Esaisie"/>
              <w:rPr>
                <w:rFonts w:ascii="Century Gothic" w:hAnsi="Century Gothic"/>
                <w:sz w:val="20"/>
                <w:lang w:val="en-US"/>
              </w:rPr>
            </w:pPr>
          </w:p>
          <w:p w14:paraId="505508E2" w14:textId="10EDDC73" w:rsidR="00BB3C6E" w:rsidRPr="008E5A23" w:rsidRDefault="00FC3459" w:rsidP="00922BA5">
            <w:pPr>
              <w:pStyle w:val="Esaisie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Roissy Charles de Gaulle</w:t>
            </w:r>
            <w:r w:rsidR="00BB3C6E" w:rsidRPr="008E5A23">
              <w:rPr>
                <w:rFonts w:ascii="Century Gothic" w:hAnsi="Century Gothic"/>
                <w:sz w:val="20"/>
              </w:rPr>
              <w:t xml:space="preserve">, le </w:t>
            </w:r>
            <w:r w:rsidR="0047124E">
              <w:rPr>
                <w:rFonts w:ascii="Century Gothic" w:hAnsi="Century Gothic"/>
                <w:sz w:val="20"/>
              </w:rPr>
              <w:fldChar w:fldCharType="begin"/>
            </w:r>
            <w:r w:rsidR="0047124E">
              <w:rPr>
                <w:rFonts w:ascii="Century Gothic" w:hAnsi="Century Gothic"/>
                <w:sz w:val="20"/>
              </w:rPr>
              <w:instrText xml:space="preserve"> MERGEFIELD  Time  \* MERGEFORMAT </w:instrText>
            </w:r>
            <w:r w:rsidR="0047124E">
              <w:rPr>
                <w:rFonts w:ascii="Century Gothic" w:hAnsi="Century Gothic"/>
                <w:sz w:val="20"/>
              </w:rPr>
              <w:fldChar w:fldCharType="separate"/>
            </w:r>
            <w:r w:rsidR="0047124E">
              <w:rPr>
                <w:rFonts w:ascii="Century Gothic" w:hAnsi="Century Gothic"/>
                <w:noProof/>
                <w:sz w:val="20"/>
              </w:rPr>
              <w:t>10/10/2025</w:t>
            </w:r>
            <w:r w:rsidR="0047124E">
              <w:rPr>
                <w:rFonts w:ascii="Century Gothic" w:hAnsi="Century Gothic"/>
                <w:sz w:val="20"/>
              </w:rPr>
              <w:fldChar w:fldCharType="end"/>
            </w:r>
          </w:p>
        </w:tc>
      </w:tr>
      <w:tr w:rsidR="00582D40" w:rsidRPr="002F6B4B" w14:paraId="6648B072" w14:textId="77777777" w:rsidTr="001C371A">
        <w:trPr>
          <w:cantSplit/>
          <w:trHeight w:val="516"/>
        </w:trPr>
        <w:tc>
          <w:tcPr>
            <w:tcW w:w="5103" w:type="dxa"/>
          </w:tcPr>
          <w:p w14:paraId="2BAD3569" w14:textId="2975775F" w:rsidR="00582D40" w:rsidRPr="008E5A23" w:rsidRDefault="00582D40">
            <w:pPr>
              <w:pStyle w:val="Esaisie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4607" w:type="dxa"/>
          </w:tcPr>
          <w:p w14:paraId="2EE6C60D" w14:textId="77777777" w:rsidR="00582D40" w:rsidRPr="008E5A23" w:rsidRDefault="00582D40" w:rsidP="00922BA5">
            <w:pPr>
              <w:pStyle w:val="Esaisie"/>
              <w:rPr>
                <w:rFonts w:ascii="Century Gothic" w:hAnsi="Century Gothic"/>
                <w:sz w:val="20"/>
              </w:rPr>
            </w:pPr>
          </w:p>
        </w:tc>
      </w:tr>
    </w:tbl>
    <w:p w14:paraId="3AB700F7" w14:textId="77777777" w:rsidR="00E706CC" w:rsidRPr="008E5A23" w:rsidRDefault="00E706CC" w:rsidP="00961BF9">
      <w:pPr>
        <w:pStyle w:val="Texte"/>
        <w:rPr>
          <w:rFonts w:ascii="Century Gothic" w:hAnsi="Century Gothic"/>
          <w:sz w:val="20"/>
        </w:rPr>
      </w:pPr>
    </w:p>
    <w:p w14:paraId="19ACE690" w14:textId="77777777" w:rsidR="00E706CC" w:rsidRPr="008E5A23" w:rsidRDefault="00E706CC" w:rsidP="00961BF9">
      <w:pPr>
        <w:pStyle w:val="Texte"/>
        <w:rPr>
          <w:rFonts w:ascii="Century Gothic" w:hAnsi="Century Gothic"/>
          <w:sz w:val="20"/>
        </w:rPr>
        <w:sectPr w:rsidR="00E706CC" w:rsidRPr="008E5A23" w:rsidSect="00A270FB">
          <w:headerReference w:type="default" r:id="rId8"/>
          <w:footerReference w:type="default" r:id="rId9"/>
          <w:headerReference w:type="first" r:id="rId10"/>
          <w:pgSz w:w="11906" w:h="16838"/>
          <w:pgMar w:top="851" w:right="1558" w:bottom="851" w:left="1134" w:header="425" w:footer="130" w:gutter="0"/>
          <w:cols w:space="709"/>
          <w:titlePg/>
        </w:sectPr>
      </w:pPr>
    </w:p>
    <w:p w14:paraId="1915EC32" w14:textId="77777777" w:rsidR="000F24CB" w:rsidRPr="007F46C4" w:rsidRDefault="000F24CB">
      <w:pPr>
        <w:pStyle w:val="Texte"/>
        <w:rPr>
          <w:rFonts w:ascii="Century Gothic" w:hAnsi="Century Gothic"/>
          <w:b/>
          <w:sz w:val="20"/>
          <w:u w:val="single"/>
        </w:rPr>
      </w:pPr>
      <w:r w:rsidRPr="007F46C4">
        <w:rPr>
          <w:rFonts w:ascii="Century Gothic" w:hAnsi="Century Gothic"/>
          <w:b/>
          <w:sz w:val="20"/>
          <w:u w:val="single"/>
        </w:rPr>
        <w:t>Courrier avec accusé de réception</w:t>
      </w:r>
    </w:p>
    <w:p w14:paraId="7912F162" w14:textId="4A04F770" w:rsidR="009A4711" w:rsidRDefault="009A4711" w:rsidP="009A4711">
      <w:pPr>
        <w:pStyle w:val="Texte"/>
        <w:rPr>
          <w:rFonts w:ascii="Century Gothic" w:hAnsi="Century Gothic"/>
          <w:sz w:val="20"/>
        </w:rPr>
      </w:pPr>
      <w:r w:rsidRPr="00887ADD">
        <w:rPr>
          <w:rFonts w:ascii="Century Gothic" w:hAnsi="Century Gothic"/>
          <w:b/>
          <w:sz w:val="20"/>
          <w:u w:val="single"/>
        </w:rPr>
        <w:t>N° d'envoi :</w:t>
      </w:r>
      <w:r>
        <w:rPr>
          <w:rFonts w:ascii="Century Gothic" w:hAnsi="Century Gothic"/>
          <w:sz w:val="20"/>
        </w:rPr>
        <w:t xml:space="preserve"> </w:t>
      </w:r>
    </w:p>
    <w:p w14:paraId="66C337C8" w14:textId="77777777" w:rsidR="000F24CB" w:rsidRPr="007F46C4" w:rsidRDefault="000F24CB">
      <w:pPr>
        <w:pStyle w:val="Texte"/>
        <w:rPr>
          <w:rFonts w:ascii="Century Gothic" w:hAnsi="Century Gothic"/>
          <w:sz w:val="20"/>
        </w:rPr>
      </w:pPr>
    </w:p>
    <w:p w14:paraId="5F2356A8" w14:textId="7795F6C4" w:rsidR="00246C63" w:rsidRPr="007F46C4" w:rsidRDefault="00BB1136" w:rsidP="00246C63">
      <w:pPr>
        <w:pStyle w:val="Texte"/>
        <w:rPr>
          <w:rFonts w:ascii="Century Gothic" w:hAnsi="Century Gothic"/>
          <w:sz w:val="20"/>
        </w:rPr>
      </w:pPr>
      <w:r w:rsidRPr="00D71EC5">
        <w:rPr>
          <w:rFonts w:ascii="Century Gothic" w:hAnsi="Century Gothic"/>
          <w:b/>
          <w:sz w:val="20"/>
          <w:u w:val="single"/>
        </w:rPr>
        <w:t>Objet</w:t>
      </w:r>
      <w:r w:rsidR="0053248D" w:rsidRPr="00D71EC5">
        <w:rPr>
          <w:rFonts w:ascii="Century Gothic" w:hAnsi="Century Gothic"/>
          <w:b/>
          <w:sz w:val="20"/>
          <w:u w:val="single"/>
        </w:rPr>
        <w:t> </w:t>
      </w:r>
      <w:r w:rsidRPr="00D71EC5">
        <w:rPr>
          <w:rFonts w:ascii="Century Gothic" w:hAnsi="Century Gothic"/>
          <w:b/>
          <w:sz w:val="20"/>
          <w:u w:val="single"/>
        </w:rPr>
        <w:t>:</w:t>
      </w:r>
      <w:r w:rsidRPr="007F46C4">
        <w:rPr>
          <w:rFonts w:ascii="Century Gothic" w:hAnsi="Century Gothic"/>
          <w:sz w:val="20"/>
        </w:rPr>
        <w:t xml:space="preserve"> </w:t>
      </w:r>
      <w:sdt>
        <w:sdtPr>
          <w:rPr>
            <w:rFonts w:ascii="Century Gothic" w:hAnsi="Century Gothic"/>
            <w:sz w:val="20"/>
          </w:rPr>
          <w:alias w:val="Type de demande"/>
          <w:tag w:val="Type de demande"/>
          <w:id w:val="-983389724"/>
          <w:placeholder>
            <w:docPart w:val="530A596B6DD3425BBDE4024AD560427A"/>
          </w:placeholder>
          <w:dropDownList>
            <w:listItem w:value="Choisissez un élément."/>
            <w:listItem w:displayText="DT" w:value="DT"/>
            <w:listItem w:displayText="DICT" w:value="DICT"/>
            <w:listItem w:displayText="DT/DICT Conjointe" w:value="DT/DICT Conjointe"/>
          </w:dropDownList>
        </w:sdtPr>
        <w:sdtContent>
          <w:r w:rsidR="00542612">
            <w:rPr>
              <w:rFonts w:ascii="Century Gothic" w:hAnsi="Century Gothic"/>
              <w:sz w:val="20"/>
            </w:rPr>
            <w:t>DT</w:t>
          </w:r>
        </w:sdtContent>
      </w:sdt>
      <w:r w:rsidR="00246C63">
        <w:rPr>
          <w:rFonts w:ascii="Century Gothic" w:hAnsi="Century Gothic" w:cs="Arial"/>
          <w:bCs/>
          <w:sz w:val="20"/>
        </w:rPr>
        <w:t xml:space="preserve"> portant le </w:t>
      </w:r>
      <w:r w:rsidR="00246C63" w:rsidRPr="007F46C4">
        <w:rPr>
          <w:rFonts w:ascii="Century Gothic" w:hAnsi="Century Gothic" w:cs="Arial"/>
          <w:bCs/>
          <w:sz w:val="20"/>
        </w:rPr>
        <w:t xml:space="preserve">N° </w:t>
      </w:r>
      <w:r w:rsidR="00246C63">
        <w:rPr>
          <w:rFonts w:ascii="Century Gothic" w:hAnsi="Century Gothic" w:cs="Arial"/>
          <w:bCs/>
          <w:sz w:val="20"/>
        </w:rPr>
        <w:t xml:space="preserve">de </w:t>
      </w:r>
      <w:r w:rsidR="00246C63" w:rsidRPr="007F46C4">
        <w:rPr>
          <w:rFonts w:ascii="Century Gothic" w:hAnsi="Century Gothic" w:cs="Arial"/>
          <w:bCs/>
          <w:sz w:val="20"/>
        </w:rPr>
        <w:t>consultation téléservice</w:t>
      </w:r>
      <w:r w:rsidR="00246C63">
        <w:rPr>
          <w:rFonts w:ascii="Century Gothic" w:hAnsi="Century Gothic" w:cs="Arial"/>
          <w:bCs/>
          <w:sz w:val="20"/>
        </w:rPr>
        <w:t> </w:t>
      </w:r>
      <w:r w:rsidR="00246C63" w:rsidRPr="007F46C4">
        <w:rPr>
          <w:rFonts w:ascii="Century Gothic" w:hAnsi="Century Gothic" w:cs="Arial"/>
          <w:bCs/>
          <w:sz w:val="20"/>
        </w:rPr>
        <w:t xml:space="preserve">: </w:t>
      </w:r>
      <w:r w:rsidR="00246C63">
        <w:rPr>
          <w:rFonts w:ascii="Century Gothic" w:hAnsi="Century Gothic" w:cs="Arial"/>
          <w:bCs/>
          <w:sz w:val="20"/>
        </w:rPr>
        <w:fldChar w:fldCharType="begin"/>
      </w:r>
      <w:r w:rsidR="00246C63">
        <w:rPr>
          <w:rFonts w:ascii="Century Gothic" w:hAnsi="Century Gothic" w:cs="Arial"/>
          <w:bCs/>
          <w:sz w:val="20"/>
        </w:rPr>
        <w:instrText xml:space="preserve"> MERGEFIELD  NumeroConsultation  \* MERGEFORMAT </w:instrText>
      </w:r>
      <w:r w:rsidR="00246C63">
        <w:rPr>
          <w:rFonts w:ascii="Century Gothic" w:hAnsi="Century Gothic" w:cs="Arial"/>
          <w:bCs/>
          <w:sz w:val="20"/>
        </w:rPr>
        <w:fldChar w:fldCharType="separate"/>
      </w:r>
      <w:r w:rsidR="00246C63">
        <w:rPr>
          <w:rFonts w:ascii="Century Gothic" w:hAnsi="Century Gothic" w:cs="Arial"/>
          <w:bCs/>
          <w:noProof/>
          <w:sz w:val="20"/>
        </w:rPr>
        <w:t>2025101000328TWC</w:t>
      </w:r>
      <w:r w:rsidR="00246C63">
        <w:rPr>
          <w:rFonts w:ascii="Century Gothic" w:hAnsi="Century Gothic" w:cs="Arial"/>
          <w:bCs/>
          <w:sz w:val="20"/>
        </w:rPr>
        <w:fldChar w:fldCharType="end"/>
      </w:r>
    </w:p>
    <w:p w14:paraId="6A3FE52C" w14:textId="69C06264" w:rsidR="00FD5AB2" w:rsidRPr="007F46C4" w:rsidRDefault="00FD5AB2">
      <w:pPr>
        <w:pStyle w:val="Texte"/>
        <w:rPr>
          <w:rFonts w:ascii="Century Gothic" w:hAnsi="Century Gothic"/>
          <w:sz w:val="20"/>
        </w:rPr>
      </w:pPr>
    </w:p>
    <w:tbl>
      <w:tblPr>
        <w:tblpPr w:leftFromText="141" w:rightFromText="141" w:vertAnchor="text" w:horzAnchor="margin" w:tblpY="107"/>
        <w:tblW w:w="9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3"/>
        <w:gridCol w:w="1039"/>
        <w:gridCol w:w="940"/>
        <w:gridCol w:w="3537"/>
      </w:tblGrid>
      <w:tr w:rsidR="00BD21A2" w:rsidRPr="007F46C4" w14:paraId="37095679" w14:textId="77777777" w:rsidTr="00BD21A2">
        <w:trPr>
          <w:trHeight w:val="743"/>
        </w:trPr>
        <w:tc>
          <w:tcPr>
            <w:tcW w:w="3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86D7432" w14:textId="77777777" w:rsidR="00BD21A2" w:rsidRPr="007F46C4" w:rsidRDefault="00BD21A2" w:rsidP="00BD21A2">
            <w:pPr>
              <w:pStyle w:val="Texte"/>
              <w:spacing w:before="120" w:after="120"/>
              <w:jc w:val="center"/>
              <w:rPr>
                <w:rFonts w:ascii="Century Gothic" w:hAnsi="Century Gothic"/>
                <w:b/>
                <w:sz w:val="20"/>
              </w:rPr>
            </w:pPr>
            <w:r w:rsidRPr="007F46C4">
              <w:rPr>
                <w:rFonts w:ascii="Century Gothic" w:hAnsi="Century Gothic"/>
                <w:b/>
                <w:sz w:val="20"/>
              </w:rPr>
              <w:t>Désignation</w:t>
            </w:r>
          </w:p>
        </w:tc>
        <w:tc>
          <w:tcPr>
            <w:tcW w:w="197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0A0F5C9D" w14:textId="77777777" w:rsidR="00BD21A2" w:rsidRPr="007F46C4" w:rsidRDefault="00BD21A2" w:rsidP="00BD21A2">
            <w:pPr>
              <w:pStyle w:val="Texte"/>
              <w:spacing w:before="120" w:after="120"/>
              <w:jc w:val="center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Nombre de p</w:t>
            </w:r>
            <w:r w:rsidRPr="007F46C4">
              <w:rPr>
                <w:rFonts w:ascii="Century Gothic" w:hAnsi="Century Gothic"/>
                <w:b/>
                <w:sz w:val="20"/>
              </w:rPr>
              <w:t>ièces</w:t>
            </w:r>
          </w:p>
        </w:tc>
        <w:tc>
          <w:tcPr>
            <w:tcW w:w="35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609A3A" w14:textId="77777777" w:rsidR="00BD21A2" w:rsidRPr="007F46C4" w:rsidRDefault="00BD21A2" w:rsidP="00BD21A2">
            <w:pPr>
              <w:pStyle w:val="Texte"/>
              <w:spacing w:before="120" w:after="120"/>
              <w:jc w:val="center"/>
              <w:rPr>
                <w:rFonts w:ascii="Century Gothic" w:hAnsi="Century Gothic"/>
                <w:b/>
                <w:sz w:val="20"/>
              </w:rPr>
            </w:pPr>
            <w:r w:rsidRPr="007F46C4">
              <w:rPr>
                <w:rFonts w:ascii="Century Gothic" w:hAnsi="Century Gothic"/>
                <w:b/>
                <w:sz w:val="20"/>
              </w:rPr>
              <w:t>Observations</w:t>
            </w:r>
          </w:p>
        </w:tc>
      </w:tr>
      <w:tr w:rsidR="00BD21A2" w:rsidRPr="007F46C4" w14:paraId="5A6EF0C4" w14:textId="77777777" w:rsidTr="00BD21A2">
        <w:trPr>
          <w:trHeight w:val="3305"/>
        </w:trPr>
        <w:tc>
          <w:tcPr>
            <w:tcW w:w="367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7C472AA8" w14:textId="77777777" w:rsidR="00BD21A2" w:rsidRPr="007F46C4" w:rsidRDefault="00BD21A2" w:rsidP="00BD21A2">
            <w:pPr>
              <w:pStyle w:val="Texte"/>
              <w:rPr>
                <w:rFonts w:ascii="Century Gothic" w:hAnsi="Century Gothic"/>
                <w:sz w:val="20"/>
              </w:rPr>
            </w:pPr>
          </w:p>
          <w:p w14:paraId="513C72E8" w14:textId="77777777" w:rsidR="00BD21A2" w:rsidRPr="007F46C4" w:rsidRDefault="00BD21A2" w:rsidP="00BD21A2">
            <w:pPr>
              <w:jc w:val="both"/>
              <w:rPr>
                <w:rFonts w:ascii="Century Gothic" w:hAnsi="Century Gothic"/>
                <w:sz w:val="20"/>
              </w:rPr>
            </w:pPr>
            <w:r w:rsidRPr="007F46C4">
              <w:rPr>
                <w:rFonts w:ascii="Century Gothic" w:hAnsi="Century Gothic" w:cs="Arial"/>
                <w:sz w:val="20"/>
              </w:rPr>
              <w:t>Nous vous prions de trouver ci-joint, les plans de</w:t>
            </w:r>
            <w:r>
              <w:rPr>
                <w:rFonts w:ascii="Century Gothic" w:hAnsi="Century Gothic" w:cs="Arial"/>
                <w:sz w:val="20"/>
              </w:rPr>
              <w:t>s</w:t>
            </w:r>
            <w:r w:rsidRPr="007F46C4">
              <w:rPr>
                <w:rFonts w:ascii="Century Gothic" w:hAnsi="Century Gothic" w:cs="Arial"/>
                <w:sz w:val="20"/>
              </w:rPr>
              <w:t xml:space="preserve"> réseaux </w:t>
            </w:r>
            <w:r>
              <w:rPr>
                <w:rFonts w:ascii="Century Gothic" w:hAnsi="Century Gothic" w:cs="Arial"/>
                <w:sz w:val="20"/>
              </w:rPr>
              <w:t>du Groupe ADP</w:t>
            </w:r>
            <w:r w:rsidRPr="007F46C4">
              <w:rPr>
                <w:rFonts w:ascii="Century Gothic" w:hAnsi="Century Gothic" w:cs="Arial"/>
                <w:sz w:val="20"/>
              </w:rPr>
              <w:t xml:space="preserve"> pour la zone concernée.</w:t>
            </w:r>
          </w:p>
        </w:tc>
        <w:tc>
          <w:tcPr>
            <w:tcW w:w="197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1710FC22" w14:textId="77777777" w:rsidR="00BD21A2" w:rsidRPr="007F46C4" w:rsidRDefault="00BD21A2" w:rsidP="00BD21A2">
            <w:pPr>
              <w:pStyle w:val="Texte"/>
              <w:jc w:val="center"/>
              <w:rPr>
                <w:rFonts w:ascii="Century Gothic" w:hAnsi="Century Gothic"/>
                <w:sz w:val="20"/>
              </w:rPr>
            </w:pPr>
          </w:p>
          <w:p w14:paraId="01A573A1" w14:textId="77777777" w:rsidR="00BD21A2" w:rsidRDefault="00BD21A2" w:rsidP="00BD21A2">
            <w:pPr>
              <w:pStyle w:val="Texte"/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/>
            </w:r>
            <w:r>
              <w:rPr>
                <w:rFonts w:ascii="Century Gothic" w:hAnsi="Century Gothic"/>
                <w:sz w:val="20"/>
              </w:rPr>
              <w:instrText xml:space="preserve"> MERGEFIELD  NbPJ  \* MERGEFORMAT </w:instrText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2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  <w:p w14:paraId="4351A1B5" w14:textId="77777777" w:rsidR="00BD21A2" w:rsidRDefault="00BD21A2" w:rsidP="00BD21A2">
            <w:pPr>
              <w:pStyle w:val="Texte"/>
              <w:jc w:val="center"/>
              <w:rPr>
                <w:rFonts w:ascii="Century Gothic" w:hAnsi="Century Gothic"/>
                <w:sz w:val="20"/>
              </w:rPr>
            </w:pPr>
          </w:p>
          <w:p w14:paraId="2DB57BC4" w14:textId="77777777" w:rsidR="00BD21A2" w:rsidRPr="007F46C4" w:rsidRDefault="00BD21A2" w:rsidP="00BD21A2">
            <w:pPr>
              <w:pStyle w:val="Texte"/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(</w:t>
            </w:r>
            <w:proofErr w:type="gramStart"/>
            <w:r>
              <w:rPr>
                <w:rFonts w:ascii="Century Gothic" w:hAnsi="Century Gothic"/>
                <w:sz w:val="20"/>
              </w:rPr>
              <w:t>plans</w:t>
            </w:r>
            <w:proofErr w:type="gramEnd"/>
            <w:r>
              <w:rPr>
                <w:rFonts w:ascii="Century Gothic" w:hAnsi="Century Gothic"/>
                <w:sz w:val="20"/>
              </w:rPr>
              <w:t>, récépissés et bordereau d'envoi)</w:t>
            </w:r>
          </w:p>
          <w:p w14:paraId="2659D96F" w14:textId="77777777" w:rsidR="00BD21A2" w:rsidRPr="007F46C4" w:rsidRDefault="00BD21A2" w:rsidP="00BD21A2">
            <w:pPr>
              <w:pStyle w:val="Texte"/>
              <w:jc w:val="center"/>
              <w:rPr>
                <w:rFonts w:ascii="Century Gothic" w:hAnsi="Century Gothic"/>
                <w:sz w:val="20"/>
              </w:rPr>
            </w:pPr>
          </w:p>
          <w:p w14:paraId="5FF738E3" w14:textId="77777777" w:rsidR="00BD21A2" w:rsidRPr="007F46C4" w:rsidRDefault="00BD21A2" w:rsidP="00BD21A2">
            <w:pPr>
              <w:pStyle w:val="Texte"/>
              <w:jc w:val="center"/>
              <w:rPr>
                <w:rFonts w:ascii="Century Gothic" w:hAnsi="Century Gothic"/>
                <w:sz w:val="20"/>
              </w:rPr>
            </w:pPr>
          </w:p>
          <w:p w14:paraId="2A4E33D5" w14:textId="77777777" w:rsidR="00BD21A2" w:rsidRPr="007F46C4" w:rsidRDefault="00BD21A2" w:rsidP="00BD21A2">
            <w:pPr>
              <w:pStyle w:val="Texte"/>
              <w:jc w:val="center"/>
              <w:rPr>
                <w:rFonts w:ascii="Century Gothic" w:hAnsi="Century Gothic"/>
                <w:sz w:val="20"/>
              </w:rPr>
            </w:pPr>
          </w:p>
          <w:p w14:paraId="15274447" w14:textId="77777777" w:rsidR="00BD21A2" w:rsidRPr="007F46C4" w:rsidRDefault="00BD21A2" w:rsidP="00BD21A2">
            <w:pPr>
              <w:pStyle w:val="Texte"/>
              <w:jc w:val="center"/>
              <w:rPr>
                <w:rFonts w:ascii="Century Gothic" w:hAnsi="Century Gothic"/>
                <w:sz w:val="20"/>
              </w:rPr>
            </w:pPr>
          </w:p>
          <w:p w14:paraId="1E731FBA" w14:textId="77777777" w:rsidR="00BD21A2" w:rsidRPr="007F46C4" w:rsidRDefault="00BD21A2" w:rsidP="00BD21A2">
            <w:pPr>
              <w:pStyle w:val="Texte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53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94E46F" w14:textId="77777777" w:rsidR="00BD21A2" w:rsidRPr="007F46C4" w:rsidRDefault="00BD21A2" w:rsidP="00BD21A2">
            <w:pPr>
              <w:pStyle w:val="Texte"/>
              <w:jc w:val="left"/>
              <w:rPr>
                <w:rFonts w:ascii="Century Gothic" w:hAnsi="Century Gothic"/>
                <w:sz w:val="20"/>
              </w:rPr>
            </w:pPr>
          </w:p>
          <w:p w14:paraId="080C4334" w14:textId="77777777" w:rsidR="00BD21A2" w:rsidRPr="007F46C4" w:rsidRDefault="00BD21A2" w:rsidP="00BD21A2">
            <w:pPr>
              <w:jc w:val="both"/>
              <w:rPr>
                <w:rFonts w:ascii="Century Gothic" w:hAnsi="Century Gothic" w:cs="Arial"/>
                <w:sz w:val="20"/>
              </w:rPr>
            </w:pPr>
            <w:r w:rsidRPr="007F46C4">
              <w:rPr>
                <w:rFonts w:ascii="Century Gothic" w:hAnsi="Century Gothic" w:cs="Arial"/>
                <w:sz w:val="20"/>
              </w:rPr>
              <w:t xml:space="preserve">Ces informations vous sont </w:t>
            </w:r>
            <w:r>
              <w:rPr>
                <w:rFonts w:ascii="Century Gothic" w:hAnsi="Century Gothic" w:cs="Arial"/>
                <w:sz w:val="20"/>
              </w:rPr>
              <w:t>communiqué</w:t>
            </w:r>
            <w:r w:rsidRPr="007F46C4">
              <w:rPr>
                <w:rFonts w:ascii="Century Gothic" w:hAnsi="Century Gothic" w:cs="Arial"/>
                <w:sz w:val="20"/>
              </w:rPr>
              <w:t>es à titre indicatif</w:t>
            </w:r>
            <w:r>
              <w:rPr>
                <w:rFonts w:ascii="Century Gothic" w:hAnsi="Century Gothic" w:cs="Arial"/>
                <w:sz w:val="20"/>
              </w:rPr>
              <w:t>. I</w:t>
            </w:r>
            <w:r w:rsidRPr="007F46C4">
              <w:rPr>
                <w:rFonts w:ascii="Century Gothic" w:hAnsi="Century Gothic" w:cs="Arial"/>
                <w:sz w:val="20"/>
              </w:rPr>
              <w:t>l vous appartient de les vérifier par sondages et/ou piquetages en prenant contact avec le mainteneur du réseau concerné, seulement si les renseignements indiquent une interférence avec la zone de travail.</w:t>
            </w:r>
          </w:p>
          <w:p w14:paraId="597AE34D" w14:textId="77777777" w:rsidR="00BD21A2" w:rsidRPr="007F46C4" w:rsidRDefault="00BD21A2" w:rsidP="00BD21A2">
            <w:pPr>
              <w:pStyle w:val="Texte"/>
              <w:jc w:val="left"/>
              <w:rPr>
                <w:rFonts w:ascii="Century Gothic" w:hAnsi="Century Gothic"/>
                <w:b/>
                <w:sz w:val="20"/>
              </w:rPr>
            </w:pPr>
          </w:p>
        </w:tc>
      </w:tr>
      <w:tr w:rsidR="00BD21A2" w:rsidRPr="007F46C4" w14:paraId="25D16FC5" w14:textId="77777777" w:rsidTr="00BD21A2">
        <w:trPr>
          <w:trHeight w:val="1711"/>
        </w:trPr>
        <w:tc>
          <w:tcPr>
            <w:tcW w:w="4712" w:type="dxa"/>
            <w:gridSpan w:val="2"/>
            <w:tcBorders>
              <w:left w:val="single" w:sz="12" w:space="0" w:color="auto"/>
              <w:right w:val="nil"/>
            </w:tcBorders>
          </w:tcPr>
          <w:p w14:paraId="6D176957" w14:textId="77777777" w:rsidR="00BD21A2" w:rsidRDefault="00BD21A2" w:rsidP="00BD21A2">
            <w:pPr>
              <w:jc w:val="right"/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Arial"/>
                <w:sz w:val="20"/>
              </w:rPr>
              <w:t>R</w:t>
            </w:r>
            <w:r w:rsidRPr="007F46C4">
              <w:rPr>
                <w:rFonts w:ascii="Century Gothic" w:hAnsi="Century Gothic" w:cs="Arial"/>
                <w:sz w:val="20"/>
              </w:rPr>
              <w:t>éseau balisage</w:t>
            </w:r>
            <w:r>
              <w:rPr>
                <w:rFonts w:ascii="Century Gothic" w:hAnsi="Century Gothic" w:cs="Arial"/>
                <w:sz w:val="20"/>
              </w:rPr>
              <w:t> </w:t>
            </w:r>
            <w:r w:rsidRPr="007F46C4">
              <w:rPr>
                <w:rFonts w:ascii="Century Gothic" w:hAnsi="Century Gothic" w:cs="Arial"/>
                <w:sz w:val="20"/>
              </w:rPr>
              <w:t>:</w:t>
            </w:r>
          </w:p>
          <w:p w14:paraId="36311C27" w14:textId="77777777" w:rsidR="00BD21A2" w:rsidRPr="007F46C4" w:rsidRDefault="00BD21A2" w:rsidP="00BD21A2">
            <w:pPr>
              <w:jc w:val="right"/>
              <w:rPr>
                <w:rFonts w:ascii="Century Gothic" w:hAnsi="Century Gothic" w:cs="Arial"/>
                <w:sz w:val="20"/>
              </w:rPr>
            </w:pPr>
          </w:p>
          <w:p w14:paraId="1511CD3A" w14:textId="77777777" w:rsidR="00BD21A2" w:rsidRDefault="00BD21A2" w:rsidP="00BD21A2">
            <w:pPr>
              <w:jc w:val="right"/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Arial"/>
                <w:sz w:val="20"/>
              </w:rPr>
              <w:t>Réseau h</w:t>
            </w:r>
            <w:r w:rsidRPr="007F46C4">
              <w:rPr>
                <w:rFonts w:ascii="Century Gothic" w:hAnsi="Century Gothic" w:cs="Arial"/>
                <w:sz w:val="20"/>
              </w:rPr>
              <w:t xml:space="preserve">aute </w:t>
            </w:r>
            <w:r>
              <w:rPr>
                <w:rFonts w:ascii="Century Gothic" w:hAnsi="Century Gothic" w:cs="Arial"/>
                <w:sz w:val="20"/>
              </w:rPr>
              <w:t>t</w:t>
            </w:r>
            <w:r w:rsidRPr="007F46C4">
              <w:rPr>
                <w:rFonts w:ascii="Century Gothic" w:hAnsi="Century Gothic" w:cs="Arial"/>
                <w:sz w:val="20"/>
              </w:rPr>
              <w:t>ension</w:t>
            </w:r>
            <w:r>
              <w:rPr>
                <w:rFonts w:ascii="Century Gothic" w:hAnsi="Century Gothic" w:cs="Arial"/>
                <w:sz w:val="20"/>
              </w:rPr>
              <w:t> </w:t>
            </w:r>
            <w:r w:rsidRPr="007F46C4">
              <w:rPr>
                <w:rFonts w:ascii="Century Gothic" w:hAnsi="Century Gothic" w:cs="Arial"/>
                <w:sz w:val="20"/>
              </w:rPr>
              <w:t>:</w:t>
            </w:r>
          </w:p>
          <w:p w14:paraId="66FAE15E" w14:textId="77777777" w:rsidR="00BD21A2" w:rsidRDefault="00BD21A2" w:rsidP="00BD21A2">
            <w:pPr>
              <w:jc w:val="right"/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Arial"/>
                <w:sz w:val="20"/>
              </w:rPr>
              <w:t>Réseaux thermiques (ECC/ES/EG</w:t>
            </w:r>
            <w:proofErr w:type="gramStart"/>
            <w:r>
              <w:rPr>
                <w:rFonts w:ascii="Century Gothic" w:hAnsi="Century Gothic" w:cs="Arial"/>
                <w:sz w:val="20"/>
              </w:rPr>
              <w:t>):</w:t>
            </w:r>
            <w:proofErr w:type="gramEnd"/>
            <w:r>
              <w:rPr>
                <w:rFonts w:ascii="Century Gothic" w:hAnsi="Century Gothic" w:cs="Arial"/>
                <w:sz w:val="20"/>
              </w:rPr>
              <w:t xml:space="preserve"> </w:t>
            </w:r>
          </w:p>
          <w:p w14:paraId="41A4AEF0" w14:textId="77777777" w:rsidR="00BD21A2" w:rsidRPr="007F46C4" w:rsidRDefault="00BD21A2" w:rsidP="00BD21A2">
            <w:pPr>
              <w:jc w:val="right"/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Arial"/>
                <w:sz w:val="20"/>
              </w:rPr>
              <w:t>Réseaux d'éclairage public :</w:t>
            </w:r>
          </w:p>
          <w:p w14:paraId="65D7F438" w14:textId="77777777" w:rsidR="00BD21A2" w:rsidRDefault="00BD21A2" w:rsidP="00BD21A2">
            <w:pPr>
              <w:jc w:val="right"/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Arial"/>
                <w:sz w:val="20"/>
              </w:rPr>
              <w:t>E</w:t>
            </w:r>
            <w:r w:rsidRPr="007F46C4">
              <w:rPr>
                <w:rFonts w:ascii="Century Gothic" w:hAnsi="Century Gothic" w:cs="Arial"/>
                <w:sz w:val="20"/>
              </w:rPr>
              <w:t>aux pluviales (EP) et les eaux usées (EU)</w:t>
            </w:r>
            <w:r>
              <w:rPr>
                <w:rFonts w:ascii="Century Gothic" w:hAnsi="Century Gothic" w:cs="Arial"/>
                <w:sz w:val="20"/>
              </w:rPr>
              <w:t> </w:t>
            </w:r>
            <w:r w:rsidRPr="007F46C4">
              <w:rPr>
                <w:rFonts w:ascii="Century Gothic" w:hAnsi="Century Gothic" w:cs="Arial"/>
                <w:sz w:val="20"/>
              </w:rPr>
              <w:t>:</w:t>
            </w:r>
          </w:p>
          <w:p w14:paraId="28C0E9AD" w14:textId="77777777" w:rsidR="00BD21A2" w:rsidRPr="007F46C4" w:rsidRDefault="00BD21A2" w:rsidP="00BD21A2">
            <w:pPr>
              <w:jc w:val="right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4477" w:type="dxa"/>
            <w:gridSpan w:val="2"/>
            <w:tcBorders>
              <w:left w:val="nil"/>
              <w:right w:val="single" w:sz="12" w:space="0" w:color="auto"/>
            </w:tcBorders>
          </w:tcPr>
          <w:p w14:paraId="0BD169D1" w14:textId="77777777" w:rsidR="00BD21A2" w:rsidRDefault="00BD21A2" w:rsidP="00BD21A2">
            <w:pPr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Arial"/>
                <w:sz w:val="20"/>
              </w:rPr>
              <w:t>David BOUCHARD 0</w:t>
            </w:r>
            <w:r w:rsidRPr="00531118">
              <w:rPr>
                <w:rFonts w:ascii="Century Gothic" w:hAnsi="Century Gothic" w:cs="Arial"/>
                <w:sz w:val="20"/>
              </w:rPr>
              <w:t>1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531118">
              <w:rPr>
                <w:rFonts w:ascii="Century Gothic" w:hAnsi="Century Gothic" w:cs="Arial"/>
                <w:sz w:val="20"/>
              </w:rPr>
              <w:t>48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531118">
              <w:rPr>
                <w:rFonts w:ascii="Century Gothic" w:hAnsi="Century Gothic" w:cs="Arial"/>
                <w:sz w:val="20"/>
              </w:rPr>
              <w:t>62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531118">
              <w:rPr>
                <w:rFonts w:ascii="Century Gothic" w:hAnsi="Century Gothic" w:cs="Arial"/>
                <w:sz w:val="20"/>
              </w:rPr>
              <w:t>23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531118">
              <w:rPr>
                <w:rFonts w:ascii="Century Gothic" w:hAnsi="Century Gothic" w:cs="Arial"/>
                <w:sz w:val="20"/>
              </w:rPr>
              <w:t>29</w:t>
            </w:r>
            <w:r>
              <w:rPr>
                <w:rFonts w:ascii="Century Gothic" w:hAnsi="Century Gothic" w:cs="Arial"/>
                <w:sz w:val="20"/>
              </w:rPr>
              <w:t xml:space="preserve"> / </w:t>
            </w:r>
          </w:p>
          <w:p w14:paraId="7BD533D7" w14:textId="77777777" w:rsidR="00BD21A2" w:rsidRDefault="00BD21A2" w:rsidP="00BD21A2">
            <w:pPr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Arial"/>
                <w:sz w:val="20"/>
              </w:rPr>
              <w:t>Jérôme CHAUVET 0</w:t>
            </w:r>
            <w:r w:rsidRPr="00531118">
              <w:rPr>
                <w:rFonts w:ascii="Century Gothic" w:hAnsi="Century Gothic" w:cs="Arial"/>
                <w:sz w:val="20"/>
              </w:rPr>
              <w:t>1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531118">
              <w:rPr>
                <w:rFonts w:ascii="Century Gothic" w:hAnsi="Century Gothic" w:cs="Arial"/>
                <w:sz w:val="20"/>
              </w:rPr>
              <w:t>74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531118">
              <w:rPr>
                <w:rFonts w:ascii="Century Gothic" w:hAnsi="Century Gothic" w:cs="Arial"/>
                <w:sz w:val="20"/>
              </w:rPr>
              <w:t>25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531118">
              <w:rPr>
                <w:rFonts w:ascii="Century Gothic" w:hAnsi="Century Gothic" w:cs="Arial"/>
                <w:sz w:val="20"/>
              </w:rPr>
              <w:t>56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531118">
              <w:rPr>
                <w:rFonts w:ascii="Century Gothic" w:hAnsi="Century Gothic" w:cs="Arial"/>
                <w:sz w:val="20"/>
              </w:rPr>
              <w:t>86</w:t>
            </w:r>
          </w:p>
          <w:p w14:paraId="3D32B2CC" w14:textId="77777777" w:rsidR="00BD21A2" w:rsidRDefault="00BD21A2" w:rsidP="00BD21A2">
            <w:pPr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Arial"/>
                <w:sz w:val="20"/>
              </w:rPr>
              <w:t>Jérôme AOUSTIN</w:t>
            </w:r>
            <w:r w:rsidRPr="007F46C4">
              <w:rPr>
                <w:rFonts w:ascii="Century Gothic" w:hAnsi="Century Gothic" w:cs="Arial"/>
                <w:sz w:val="20"/>
              </w:rPr>
              <w:t xml:space="preserve"> au</w:t>
            </w:r>
            <w:r>
              <w:rPr>
                <w:rFonts w:ascii="Century Gothic" w:hAnsi="Century Gothic" w:cs="Arial"/>
                <w:sz w:val="20"/>
              </w:rPr>
              <w:t xml:space="preserve"> 0</w:t>
            </w:r>
            <w:r w:rsidRPr="00A01429">
              <w:rPr>
                <w:rFonts w:ascii="Century Gothic" w:hAnsi="Century Gothic" w:cs="Arial"/>
                <w:sz w:val="20"/>
              </w:rPr>
              <w:t>1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A01429">
              <w:rPr>
                <w:rFonts w:ascii="Century Gothic" w:hAnsi="Century Gothic" w:cs="Arial"/>
                <w:sz w:val="20"/>
              </w:rPr>
              <w:t>48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A01429">
              <w:rPr>
                <w:rFonts w:ascii="Century Gothic" w:hAnsi="Century Gothic" w:cs="Arial"/>
                <w:sz w:val="20"/>
              </w:rPr>
              <w:t>62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A01429">
              <w:rPr>
                <w:rFonts w:ascii="Century Gothic" w:hAnsi="Century Gothic" w:cs="Arial"/>
                <w:sz w:val="20"/>
              </w:rPr>
              <w:t>25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A01429">
              <w:rPr>
                <w:rFonts w:ascii="Century Gothic" w:hAnsi="Century Gothic" w:cs="Arial"/>
                <w:sz w:val="20"/>
              </w:rPr>
              <w:t>32</w:t>
            </w:r>
          </w:p>
          <w:p w14:paraId="5D0200F8" w14:textId="77777777" w:rsidR="00BD21A2" w:rsidRDefault="00BD21A2" w:rsidP="00BD21A2">
            <w:pPr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Arial"/>
                <w:sz w:val="20"/>
              </w:rPr>
              <w:t>Jérôme AOUSTIN</w:t>
            </w:r>
            <w:r w:rsidRPr="007F46C4">
              <w:rPr>
                <w:rFonts w:ascii="Century Gothic" w:hAnsi="Century Gothic" w:cs="Arial"/>
                <w:sz w:val="20"/>
              </w:rPr>
              <w:t xml:space="preserve"> au</w:t>
            </w:r>
            <w:r>
              <w:rPr>
                <w:rFonts w:ascii="Century Gothic" w:hAnsi="Century Gothic" w:cs="Arial"/>
                <w:sz w:val="20"/>
              </w:rPr>
              <w:t xml:space="preserve"> 0</w:t>
            </w:r>
            <w:r w:rsidRPr="00A01429">
              <w:rPr>
                <w:rFonts w:ascii="Century Gothic" w:hAnsi="Century Gothic" w:cs="Arial"/>
                <w:sz w:val="20"/>
              </w:rPr>
              <w:t>1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A01429">
              <w:rPr>
                <w:rFonts w:ascii="Century Gothic" w:hAnsi="Century Gothic" w:cs="Arial"/>
                <w:sz w:val="20"/>
              </w:rPr>
              <w:t>48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A01429">
              <w:rPr>
                <w:rFonts w:ascii="Century Gothic" w:hAnsi="Century Gothic" w:cs="Arial"/>
                <w:sz w:val="20"/>
              </w:rPr>
              <w:t>62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A01429">
              <w:rPr>
                <w:rFonts w:ascii="Century Gothic" w:hAnsi="Century Gothic" w:cs="Arial"/>
                <w:sz w:val="20"/>
              </w:rPr>
              <w:t>25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A01429">
              <w:rPr>
                <w:rFonts w:ascii="Century Gothic" w:hAnsi="Century Gothic" w:cs="Arial"/>
                <w:sz w:val="20"/>
              </w:rPr>
              <w:t>32</w:t>
            </w:r>
          </w:p>
          <w:p w14:paraId="30EC0129" w14:textId="77777777" w:rsidR="00BD21A2" w:rsidRDefault="00BD21A2" w:rsidP="00BD21A2">
            <w:pPr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Arial"/>
                <w:sz w:val="20"/>
              </w:rPr>
              <w:t xml:space="preserve">Christophe YVON-MULLER au </w:t>
            </w:r>
            <w:r>
              <w:rPr>
                <w:rFonts w:ascii="Segoe UI" w:hAnsi="Segoe UI" w:cs="Segoe UI"/>
                <w:color w:val="444444"/>
                <w:sz w:val="20"/>
              </w:rPr>
              <w:t>06 16 45 64 46</w:t>
            </w:r>
          </w:p>
          <w:p w14:paraId="68F55E47" w14:textId="77777777" w:rsidR="00BD21A2" w:rsidRDefault="00BD21A2" w:rsidP="00BD21A2">
            <w:pPr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Arial"/>
                <w:sz w:val="20"/>
              </w:rPr>
              <w:t>Stéphane LORIN</w:t>
            </w:r>
            <w:r w:rsidRPr="007F46C4">
              <w:rPr>
                <w:rFonts w:ascii="Century Gothic" w:hAnsi="Century Gothic" w:cs="Arial"/>
                <w:sz w:val="20"/>
              </w:rPr>
              <w:t xml:space="preserve"> au </w:t>
            </w:r>
            <w:r>
              <w:rPr>
                <w:rFonts w:ascii="Century Gothic" w:hAnsi="Century Gothic" w:cs="Arial"/>
                <w:sz w:val="20"/>
              </w:rPr>
              <w:t>0</w:t>
            </w:r>
            <w:r w:rsidRPr="00A01429">
              <w:rPr>
                <w:rFonts w:ascii="Century Gothic" w:hAnsi="Century Gothic" w:cs="Arial"/>
                <w:sz w:val="20"/>
              </w:rPr>
              <w:t>1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A01429">
              <w:rPr>
                <w:rFonts w:ascii="Century Gothic" w:hAnsi="Century Gothic" w:cs="Arial"/>
                <w:sz w:val="20"/>
              </w:rPr>
              <w:t>74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A01429">
              <w:rPr>
                <w:rFonts w:ascii="Century Gothic" w:hAnsi="Century Gothic" w:cs="Arial"/>
                <w:sz w:val="20"/>
              </w:rPr>
              <w:t>25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A01429">
              <w:rPr>
                <w:rFonts w:ascii="Century Gothic" w:hAnsi="Century Gothic" w:cs="Arial"/>
                <w:sz w:val="20"/>
              </w:rPr>
              <w:t>32</w:t>
            </w:r>
            <w:r>
              <w:rPr>
                <w:rFonts w:ascii="Century Gothic" w:hAnsi="Century Gothic" w:cs="Arial"/>
                <w:sz w:val="20"/>
              </w:rPr>
              <w:t xml:space="preserve"> </w:t>
            </w:r>
            <w:r w:rsidRPr="00A01429">
              <w:rPr>
                <w:rFonts w:ascii="Century Gothic" w:hAnsi="Century Gothic" w:cs="Arial"/>
                <w:sz w:val="20"/>
              </w:rPr>
              <w:t>24</w:t>
            </w:r>
          </w:p>
          <w:p w14:paraId="282EC893" w14:textId="77777777" w:rsidR="00BD21A2" w:rsidRPr="007F46C4" w:rsidRDefault="00BD21A2" w:rsidP="00BD21A2">
            <w:pPr>
              <w:pStyle w:val="Texte"/>
              <w:jc w:val="left"/>
              <w:rPr>
                <w:rFonts w:ascii="Century Gothic" w:hAnsi="Century Gothic"/>
                <w:sz w:val="20"/>
              </w:rPr>
            </w:pPr>
          </w:p>
        </w:tc>
      </w:tr>
      <w:tr w:rsidR="00BD21A2" w:rsidRPr="007F46C4" w14:paraId="6B3CD4F1" w14:textId="77777777" w:rsidTr="00BD21A2">
        <w:trPr>
          <w:trHeight w:val="479"/>
        </w:trPr>
        <w:tc>
          <w:tcPr>
            <w:tcW w:w="918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EB98D2A" w14:textId="4EC0EDAC" w:rsidR="00BD21A2" w:rsidRPr="009A6614" w:rsidRDefault="00BD21A2" w:rsidP="00BD21A2">
            <w:pPr>
              <w:jc w:val="center"/>
              <w:rPr>
                <w:rFonts w:ascii="Century Gothic" w:hAnsi="Century Gothic"/>
              </w:rPr>
            </w:pPr>
            <w:r w:rsidRPr="009A6614">
              <w:rPr>
                <w:rFonts w:ascii="Century Gothic" w:hAnsi="Century Gothic" w:cs="Arial"/>
                <w:sz w:val="20"/>
              </w:rPr>
              <w:t>En cas d'absence de l'interlocuteur, veuillez envoyer un mail à l'adresse suivante :</w:t>
            </w:r>
            <w:r w:rsidR="0073312A" w:rsidRPr="009A6614">
              <w:rPr>
                <w:rFonts w:ascii="Century Gothic" w:hAnsi="Century Gothic" w:cs="Arial"/>
                <w:sz w:val="20"/>
              </w:rPr>
              <w:t xml:space="preserve"> </w:t>
            </w:r>
            <w:hyperlink r:id="rId11" w:history="1">
              <w:r w:rsidR="009A6614" w:rsidRPr="009A6614">
                <w:rPr>
                  <w:rStyle w:val="Lienhypertexte"/>
                  <w:rFonts w:ascii="Century Gothic" w:hAnsi="Century Gothic"/>
                  <w:sz w:val="22"/>
                  <w:szCs w:val="22"/>
                </w:rPr>
                <w:t>nora.aitghezala@adp.fr</w:t>
              </w:r>
            </w:hyperlink>
          </w:p>
          <w:p w14:paraId="70FC961E" w14:textId="77777777" w:rsidR="009A6614" w:rsidRPr="007F46C4" w:rsidRDefault="009A6614" w:rsidP="00BD21A2">
            <w:pPr>
              <w:jc w:val="center"/>
              <w:rPr>
                <w:rFonts w:ascii="Century Gothic" w:hAnsi="Century Gothic" w:cs="Arial"/>
                <w:sz w:val="20"/>
              </w:rPr>
            </w:pPr>
          </w:p>
          <w:p w14:paraId="5F6971BA" w14:textId="77777777" w:rsidR="00BD21A2" w:rsidRPr="007F46C4" w:rsidRDefault="00BD21A2" w:rsidP="00BD21A2">
            <w:pPr>
              <w:jc w:val="center"/>
              <w:rPr>
                <w:rFonts w:ascii="Century Gothic" w:hAnsi="Century Gothic"/>
                <w:sz w:val="20"/>
              </w:rPr>
            </w:pPr>
          </w:p>
        </w:tc>
      </w:tr>
      <w:tr w:rsidR="00BD21A2" w:rsidRPr="007F46C4" w14:paraId="0C3E5678" w14:textId="77777777" w:rsidTr="00BD21A2">
        <w:trPr>
          <w:trHeight w:val="1085"/>
        </w:trPr>
        <w:tc>
          <w:tcPr>
            <w:tcW w:w="9189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C222BB" w14:textId="77777777" w:rsidR="00BD21A2" w:rsidRDefault="00BD21A2" w:rsidP="00BD21A2">
            <w:pPr>
              <w:rPr>
                <w:rFonts w:ascii="Century Gothic" w:hAnsi="Century Gothic" w:cs="Arial"/>
                <w:sz w:val="20"/>
              </w:rPr>
            </w:pPr>
          </w:p>
          <w:p w14:paraId="0DBB191B" w14:textId="77777777" w:rsidR="00BD21A2" w:rsidRDefault="00BD21A2" w:rsidP="00BD21A2">
            <w:pPr>
              <w:rPr>
                <w:rFonts w:ascii="Century Gothic" w:hAnsi="Century Gothic" w:cs="Arial"/>
                <w:sz w:val="20"/>
              </w:rPr>
            </w:pPr>
            <w:r>
              <w:rPr>
                <w:rFonts w:ascii="Century Gothic" w:hAnsi="Century Gothic" w:cs="Arial"/>
                <w:sz w:val="20"/>
              </w:rPr>
              <w:t>Sur demande, les plans peuvent vous être envoyés à l'échelle 1/200 pour impression au format A0.</w:t>
            </w:r>
          </w:p>
          <w:p w14:paraId="5DBEEAFC" w14:textId="77777777" w:rsidR="00BD21A2" w:rsidRPr="007F46C4" w:rsidRDefault="00BD21A2" w:rsidP="00BD21A2">
            <w:pPr>
              <w:rPr>
                <w:rFonts w:ascii="Century Gothic" w:hAnsi="Century Gothic" w:cs="Arial"/>
                <w:sz w:val="20"/>
              </w:rPr>
            </w:pPr>
          </w:p>
          <w:p w14:paraId="0049BF03" w14:textId="77777777" w:rsidR="00BD21A2" w:rsidRPr="007F46C4" w:rsidRDefault="00BD21A2" w:rsidP="00BD21A2">
            <w:pPr>
              <w:rPr>
                <w:rFonts w:ascii="Century Gothic" w:hAnsi="Century Gothic" w:cs="Arial"/>
                <w:sz w:val="20"/>
              </w:rPr>
            </w:pPr>
            <w:r w:rsidRPr="007F46C4">
              <w:rPr>
                <w:rFonts w:ascii="Century Gothic" w:hAnsi="Century Gothic" w:cs="Arial"/>
                <w:sz w:val="20"/>
              </w:rPr>
              <w:t xml:space="preserve">Ces informations ne concernent pas les éventuels réseaux d'opérateurs tiers </w:t>
            </w:r>
            <w:r>
              <w:rPr>
                <w:rFonts w:ascii="Century Gothic" w:hAnsi="Century Gothic" w:cs="Arial"/>
                <w:sz w:val="20"/>
              </w:rPr>
              <w:t xml:space="preserve">présents </w:t>
            </w:r>
            <w:r w:rsidRPr="007F46C4">
              <w:rPr>
                <w:rFonts w:ascii="Century Gothic" w:hAnsi="Century Gothic" w:cs="Arial"/>
                <w:sz w:val="20"/>
              </w:rPr>
              <w:t>dans l</w:t>
            </w:r>
            <w:r>
              <w:rPr>
                <w:rFonts w:ascii="Century Gothic" w:hAnsi="Century Gothic" w:cs="Arial"/>
                <w:sz w:val="20"/>
              </w:rPr>
              <w:t>a</w:t>
            </w:r>
            <w:r w:rsidRPr="007F46C4">
              <w:rPr>
                <w:rFonts w:ascii="Century Gothic" w:hAnsi="Century Gothic" w:cs="Arial"/>
                <w:sz w:val="20"/>
              </w:rPr>
              <w:t xml:space="preserve"> </w:t>
            </w:r>
            <w:r>
              <w:rPr>
                <w:rFonts w:ascii="Century Gothic" w:hAnsi="Century Gothic" w:cs="Arial"/>
                <w:sz w:val="20"/>
              </w:rPr>
              <w:t>zone concernée</w:t>
            </w:r>
            <w:r w:rsidRPr="007F46C4">
              <w:rPr>
                <w:rFonts w:ascii="Century Gothic" w:hAnsi="Century Gothic" w:cs="Arial"/>
                <w:sz w:val="20"/>
              </w:rPr>
              <w:t>.</w:t>
            </w:r>
          </w:p>
          <w:p w14:paraId="28317410" w14:textId="77777777" w:rsidR="00BD21A2" w:rsidRPr="007F46C4" w:rsidRDefault="00BD21A2" w:rsidP="00BD21A2">
            <w:pPr>
              <w:rPr>
                <w:rFonts w:ascii="Century Gothic" w:hAnsi="Century Gothic" w:cs="Arial"/>
                <w:sz w:val="20"/>
              </w:rPr>
            </w:pPr>
          </w:p>
        </w:tc>
      </w:tr>
    </w:tbl>
    <w:p w14:paraId="78862B28" w14:textId="77777777" w:rsidR="00811650" w:rsidRPr="00FE47B7" w:rsidRDefault="00811650" w:rsidP="00BD21A2">
      <w:pPr>
        <w:shd w:val="clear" w:color="auto" w:fill="FFFFFF"/>
        <w:spacing w:line="240" w:lineRule="atLeast"/>
        <w:rPr>
          <w:rFonts w:ascii="Century Gothic" w:hAnsi="Century Gothic" w:cs="Arial"/>
          <w:color w:val="333333"/>
          <w:sz w:val="20"/>
        </w:rPr>
      </w:pPr>
    </w:p>
    <w:sectPr w:rsidR="00811650" w:rsidRPr="00FE47B7" w:rsidSect="00A270FB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851" w:right="1134" w:bottom="851" w:left="1134" w:header="425" w:footer="129" w:gutter="0"/>
      <w:cols w:space="709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CF7E5" w14:textId="77777777" w:rsidR="004814C4" w:rsidRDefault="004814C4" w:rsidP="00E706CC">
      <w:pPr>
        <w:pStyle w:val="En-tte"/>
      </w:pPr>
      <w:r>
        <w:separator/>
      </w:r>
    </w:p>
  </w:endnote>
  <w:endnote w:type="continuationSeparator" w:id="0">
    <w:p w14:paraId="499EB4AA" w14:textId="77777777" w:rsidR="004814C4" w:rsidRDefault="004814C4" w:rsidP="00E706CC">
      <w:pPr>
        <w:pStyle w:val="En-tt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E3639" w14:textId="77777777" w:rsidR="001A5E57" w:rsidRDefault="001A5E57">
    <w:pPr>
      <w:pStyle w:val="Pieddepage"/>
    </w:pPr>
  </w:p>
  <w:p w14:paraId="4242FD9A" w14:textId="77777777" w:rsidR="001A5E57" w:rsidRDefault="001A5E57">
    <w:pPr>
      <w:pStyle w:val="Pieddepage"/>
    </w:pPr>
  </w:p>
  <w:p w14:paraId="1F07CF12" w14:textId="77777777" w:rsidR="001A5E57" w:rsidRDefault="001A5E5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DC1BA" w14:textId="77777777" w:rsidR="001A5E57" w:rsidRDefault="001A5E57">
    <w:pPr>
      <w:pStyle w:val="Pieddepage"/>
    </w:pPr>
  </w:p>
  <w:p w14:paraId="41BDB1B2" w14:textId="77777777" w:rsidR="001A5E57" w:rsidRDefault="001A5E57">
    <w:pPr>
      <w:pStyle w:val="Pieddepage"/>
    </w:pPr>
  </w:p>
  <w:p w14:paraId="2556CB30" w14:textId="77777777" w:rsidR="001A5E57" w:rsidRDefault="001A5E5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C2EC6" w14:textId="77777777" w:rsidR="001A5E57" w:rsidRDefault="001A5E57">
    <w:pPr>
      <w:pStyle w:val="Pieddepage"/>
    </w:pPr>
  </w:p>
  <w:p w14:paraId="130B3B66" w14:textId="77777777" w:rsidR="001A5E57" w:rsidRDefault="001A5E57">
    <w:pPr>
      <w:pStyle w:val="Pieddepage"/>
    </w:pPr>
  </w:p>
  <w:p w14:paraId="30F266E3" w14:textId="77777777" w:rsidR="001A5E57" w:rsidRDefault="001A5E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217DF" w14:textId="77777777" w:rsidR="004814C4" w:rsidRDefault="004814C4" w:rsidP="00E706CC">
      <w:pPr>
        <w:pStyle w:val="En-tte"/>
      </w:pPr>
      <w:r>
        <w:separator/>
      </w:r>
    </w:p>
  </w:footnote>
  <w:footnote w:type="continuationSeparator" w:id="0">
    <w:p w14:paraId="28A478F1" w14:textId="77777777" w:rsidR="004814C4" w:rsidRDefault="004814C4" w:rsidP="00E706CC">
      <w:pPr>
        <w:pStyle w:val="En-tt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8D524" w14:textId="77777777" w:rsidR="001A5E57" w:rsidRDefault="00040A6C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0" allowOverlap="1" wp14:anchorId="638828AF" wp14:editId="798DA7F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61970" cy="1258570"/>
          <wp:effectExtent l="0" t="0" r="0" b="0"/>
          <wp:wrapNone/>
          <wp:docPr id="16" name="Image 16" descr="logo_n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_n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1970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F59068" w14:textId="77777777" w:rsidR="001A5E57" w:rsidRDefault="001A5E57">
    <w:pPr>
      <w:pStyle w:val="En-tte"/>
    </w:pPr>
  </w:p>
  <w:p w14:paraId="30B1C6D1" w14:textId="77777777" w:rsidR="001A5E57" w:rsidRDefault="001A5E57">
    <w:pPr>
      <w:pStyle w:val="En-tte"/>
    </w:pPr>
  </w:p>
  <w:p w14:paraId="2F24FC05" w14:textId="77777777" w:rsidR="001A5E57" w:rsidRDefault="001A5E57">
    <w:pPr>
      <w:pStyle w:val="En-tte"/>
    </w:pPr>
  </w:p>
  <w:p w14:paraId="38E51938" w14:textId="77777777" w:rsidR="001A5E57" w:rsidRDefault="001A5E57">
    <w:pPr>
      <w:pStyle w:val="En-tte"/>
    </w:pPr>
  </w:p>
  <w:p w14:paraId="4805452C" w14:textId="77777777" w:rsidR="001A5E57" w:rsidRDefault="001A5E5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0FAF4" w14:textId="77777777" w:rsidR="001A5E57" w:rsidRPr="007F46C4" w:rsidRDefault="00000000" w:rsidP="00675F5F">
    <w:pPr>
      <w:pStyle w:val="En-tte"/>
      <w:jc w:val="center"/>
      <w:rPr>
        <w:rFonts w:ascii="Century Gothic" w:hAnsi="Century Gothic"/>
      </w:rPr>
    </w:pPr>
    <w:sdt>
      <w:sdtPr>
        <w:rPr>
          <w:rFonts w:ascii="Century Gothic" w:hAnsi="Century Gothic"/>
          <w:noProof/>
        </w:rPr>
        <w:id w:val="-506135234"/>
        <w:placeholder>
          <w:docPart w:val="083C59081FBB4A979F48B526E64B9A43"/>
        </w:placeholder>
        <w:temporary/>
        <w:showingPlcHdr/>
        <w15:appearance w15:val="hidden"/>
      </w:sdtPr>
      <w:sdtContent>
        <w:r w:rsidR="007F46C4" w:rsidRPr="007F46C4">
          <w:rPr>
            <w:rFonts w:ascii="Century Gothic" w:hAnsi="Century Gothic"/>
            <w:noProof/>
          </w:rPr>
          <w:t>[Tapez ici]</w:t>
        </w:r>
      </w:sdtContent>
    </w:sdt>
    <w:r w:rsidR="007F46C4" w:rsidRPr="007F46C4">
      <w:rPr>
        <w:rFonts w:ascii="Century Gothic" w:hAnsi="Century Gothic"/>
        <w:noProof/>
      </w:rPr>
      <w:ptab w:relativeTo="margin" w:alignment="center" w:leader="none"/>
    </w:r>
    <w:r w:rsidR="007F46C4" w:rsidRPr="007F46C4">
      <w:rPr>
        <w:rFonts w:ascii="Century Gothic" w:hAnsi="Century Gothic"/>
        <w:noProof/>
      </w:rPr>
      <w:drawing>
        <wp:inline distT="0" distB="0" distL="0" distR="0" wp14:anchorId="4A72ED74" wp14:editId="360C52E2">
          <wp:extent cx="1352550" cy="1152525"/>
          <wp:effectExtent l="0" t="0" r="0" b="9525"/>
          <wp:docPr id="17" name="Image 17" descr="C:\Users\Calafatn\Desktop\ADP-P-2016-17323-Adobe Illustrator CS5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:\Users\Calafatn\Desktop\ADP-P-2016-17323-Adobe Illustrator CS5.jpg"/>
                  <pic:cNvPicPr/>
                </pic:nvPicPr>
                <pic:blipFill rotWithShape="1">
                  <a:blip r:embed="rId1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064" t="10667" r="10548" b="8666"/>
                  <a:stretch/>
                </pic:blipFill>
                <pic:spPr bwMode="auto">
                  <a:xfrm>
                    <a:off x="0" y="0"/>
                    <a:ext cx="13525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F46C4" w:rsidRPr="007F46C4">
      <w:rPr>
        <w:rFonts w:ascii="Century Gothic" w:hAnsi="Century Gothic"/>
        <w:noProof/>
      </w:rPr>
      <w:ptab w:relativeTo="margin" w:alignment="right" w:leader="none"/>
    </w:r>
    <w:r w:rsidR="007F46C4" w:rsidRPr="007F46C4">
      <w:rPr>
        <w:rFonts w:ascii="Century Gothic" w:hAnsi="Century Gothic"/>
        <w:noProof/>
      </w:rPr>
      <w:t>Bordereau d'envoi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EE0CB" w14:textId="77777777" w:rsidR="001A5E57" w:rsidRDefault="00040A6C">
    <w:pPr>
      <w:pStyle w:val="En-tte"/>
    </w:pPr>
    <w:r>
      <w:rPr>
        <w:noProof/>
      </w:rPr>
      <w:drawing>
        <wp:anchor distT="0" distB="0" distL="114300" distR="114300" simplePos="0" relativeHeight="251657216" behindDoc="0" locked="0" layoutInCell="0" allowOverlap="1" wp14:anchorId="11D4767B" wp14:editId="1ED2000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61970" cy="1258570"/>
          <wp:effectExtent l="0" t="0" r="0" b="0"/>
          <wp:wrapNone/>
          <wp:docPr id="11" name="Image 11" descr="logo_n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n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1970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D27DB9" w14:textId="77777777" w:rsidR="001A5E57" w:rsidRDefault="001A5E57">
    <w:pPr>
      <w:pStyle w:val="En-tte"/>
    </w:pPr>
  </w:p>
  <w:p w14:paraId="4F2E01F7" w14:textId="77777777" w:rsidR="001A5E57" w:rsidRDefault="001A5E57">
    <w:pPr>
      <w:pStyle w:val="En-tte"/>
    </w:pPr>
  </w:p>
  <w:p w14:paraId="330E3FD1" w14:textId="77777777" w:rsidR="001A5E57" w:rsidRDefault="001A5E57">
    <w:pPr>
      <w:pStyle w:val="En-tte"/>
    </w:pPr>
  </w:p>
  <w:p w14:paraId="44B2FBA8" w14:textId="77777777" w:rsidR="001A5E57" w:rsidRDefault="001A5E57">
    <w:pPr>
      <w:pStyle w:val="En-tte"/>
    </w:pPr>
  </w:p>
  <w:p w14:paraId="216D47DB" w14:textId="77777777" w:rsidR="001A5E57" w:rsidRDefault="001A5E57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DF04C" w14:textId="77777777" w:rsidR="001A5E57" w:rsidRDefault="00040A6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0" allowOverlap="1" wp14:anchorId="795736D2" wp14:editId="21DF1E49">
          <wp:simplePos x="0" y="0"/>
          <wp:positionH relativeFrom="page">
            <wp:posOffset>17780</wp:posOffset>
          </wp:positionH>
          <wp:positionV relativeFrom="page">
            <wp:posOffset>8890</wp:posOffset>
          </wp:positionV>
          <wp:extent cx="7563485" cy="10709910"/>
          <wp:effectExtent l="0" t="0" r="0" b="0"/>
          <wp:wrapNone/>
          <wp:docPr id="12" name="Image 12" descr="bordere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ordere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070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0" allowOverlap="1" wp14:anchorId="0799A413" wp14:editId="2C38204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61970" cy="1258570"/>
          <wp:effectExtent l="0" t="0" r="0" b="0"/>
          <wp:wrapNone/>
          <wp:docPr id="13" name="Image 13" descr="logo_n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n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1970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585E9D" w14:textId="77777777" w:rsidR="001A5E57" w:rsidRDefault="001A5E57">
    <w:pPr>
      <w:pStyle w:val="En-tte"/>
    </w:pPr>
  </w:p>
  <w:p w14:paraId="7432800E" w14:textId="77777777" w:rsidR="001A5E57" w:rsidRDefault="001A5E5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7015E"/>
    <w:multiLevelType w:val="hybridMultilevel"/>
    <w:tmpl w:val="BDC24F2C"/>
    <w:lvl w:ilvl="0" w:tplc="040C000B">
      <w:start w:val="1"/>
      <w:numFmt w:val="bullet"/>
      <w:lvlText w:val="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35332184"/>
    <w:multiLevelType w:val="hybridMultilevel"/>
    <w:tmpl w:val="E3A017EE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B3EDC"/>
    <w:multiLevelType w:val="hybridMultilevel"/>
    <w:tmpl w:val="5984815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66693"/>
    <w:multiLevelType w:val="hybridMultilevel"/>
    <w:tmpl w:val="9FE6AAD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875167"/>
    <w:multiLevelType w:val="hybridMultilevel"/>
    <w:tmpl w:val="5FF0F1FE"/>
    <w:lvl w:ilvl="0" w:tplc="D45C6E00">
      <w:start w:val="13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92673E"/>
    <w:multiLevelType w:val="hybridMultilevel"/>
    <w:tmpl w:val="16B695F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13199104">
    <w:abstractNumId w:val="2"/>
  </w:num>
  <w:num w:numId="2" w16cid:durableId="1489205050">
    <w:abstractNumId w:val="5"/>
  </w:num>
  <w:num w:numId="3" w16cid:durableId="1672220996">
    <w:abstractNumId w:val="3"/>
  </w:num>
  <w:num w:numId="4" w16cid:durableId="1301038813">
    <w:abstractNumId w:val="0"/>
  </w:num>
  <w:num w:numId="5" w16cid:durableId="640647096">
    <w:abstractNumId w:val="1"/>
  </w:num>
  <w:num w:numId="6" w16cid:durableId="11345646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0DF"/>
    <w:rsid w:val="0000012B"/>
    <w:rsid w:val="00016F3D"/>
    <w:rsid w:val="000266F1"/>
    <w:rsid w:val="00031D23"/>
    <w:rsid w:val="00034A9F"/>
    <w:rsid w:val="0003609A"/>
    <w:rsid w:val="00036819"/>
    <w:rsid w:val="00040A6C"/>
    <w:rsid w:val="00045C0C"/>
    <w:rsid w:val="000470EB"/>
    <w:rsid w:val="000527D6"/>
    <w:rsid w:val="00053255"/>
    <w:rsid w:val="00053D26"/>
    <w:rsid w:val="000576D8"/>
    <w:rsid w:val="00066EF0"/>
    <w:rsid w:val="00070A85"/>
    <w:rsid w:val="00071347"/>
    <w:rsid w:val="00072E49"/>
    <w:rsid w:val="000773C5"/>
    <w:rsid w:val="000809F6"/>
    <w:rsid w:val="0008194B"/>
    <w:rsid w:val="0008234A"/>
    <w:rsid w:val="000826CE"/>
    <w:rsid w:val="0008591D"/>
    <w:rsid w:val="000907B0"/>
    <w:rsid w:val="0009115A"/>
    <w:rsid w:val="0009666B"/>
    <w:rsid w:val="000A00B9"/>
    <w:rsid w:val="000A45B1"/>
    <w:rsid w:val="000A7A90"/>
    <w:rsid w:val="000B1E9E"/>
    <w:rsid w:val="000B29AE"/>
    <w:rsid w:val="000B5ADB"/>
    <w:rsid w:val="000B6E6A"/>
    <w:rsid w:val="000C1CBA"/>
    <w:rsid w:val="000C77AF"/>
    <w:rsid w:val="000C784E"/>
    <w:rsid w:val="000D1047"/>
    <w:rsid w:val="000D47BB"/>
    <w:rsid w:val="000D4A85"/>
    <w:rsid w:val="000D5F76"/>
    <w:rsid w:val="000D71EC"/>
    <w:rsid w:val="000D78F1"/>
    <w:rsid w:val="000E1704"/>
    <w:rsid w:val="000E6883"/>
    <w:rsid w:val="000E69C5"/>
    <w:rsid w:val="000F24CB"/>
    <w:rsid w:val="00100FE0"/>
    <w:rsid w:val="0010767D"/>
    <w:rsid w:val="00111405"/>
    <w:rsid w:val="001118C1"/>
    <w:rsid w:val="00111969"/>
    <w:rsid w:val="00112FD5"/>
    <w:rsid w:val="00114420"/>
    <w:rsid w:val="00114F35"/>
    <w:rsid w:val="00121A4D"/>
    <w:rsid w:val="00131E72"/>
    <w:rsid w:val="0013591F"/>
    <w:rsid w:val="00135F9C"/>
    <w:rsid w:val="00141027"/>
    <w:rsid w:val="00141E34"/>
    <w:rsid w:val="00142AD0"/>
    <w:rsid w:val="0014611C"/>
    <w:rsid w:val="001625FC"/>
    <w:rsid w:val="001631F0"/>
    <w:rsid w:val="00163DBD"/>
    <w:rsid w:val="001654EE"/>
    <w:rsid w:val="00175E72"/>
    <w:rsid w:val="00180D7E"/>
    <w:rsid w:val="001A57C0"/>
    <w:rsid w:val="001A5E57"/>
    <w:rsid w:val="001B0014"/>
    <w:rsid w:val="001B24BE"/>
    <w:rsid w:val="001B75F7"/>
    <w:rsid w:val="001B7D07"/>
    <w:rsid w:val="001B7D0F"/>
    <w:rsid w:val="001C371A"/>
    <w:rsid w:val="001C3EAA"/>
    <w:rsid w:val="001C6D15"/>
    <w:rsid w:val="001D4EE4"/>
    <w:rsid w:val="001D6A64"/>
    <w:rsid w:val="001D6E19"/>
    <w:rsid w:val="001E23BA"/>
    <w:rsid w:val="001F19EF"/>
    <w:rsid w:val="001F301C"/>
    <w:rsid w:val="001F41A2"/>
    <w:rsid w:val="00210654"/>
    <w:rsid w:val="0021286B"/>
    <w:rsid w:val="00221A41"/>
    <w:rsid w:val="00233945"/>
    <w:rsid w:val="002376B7"/>
    <w:rsid w:val="00242970"/>
    <w:rsid w:val="00243C5A"/>
    <w:rsid w:val="00246C63"/>
    <w:rsid w:val="00251FA4"/>
    <w:rsid w:val="00254B2B"/>
    <w:rsid w:val="00256A44"/>
    <w:rsid w:val="0025765E"/>
    <w:rsid w:val="00261DE1"/>
    <w:rsid w:val="00264D36"/>
    <w:rsid w:val="00265371"/>
    <w:rsid w:val="00267B43"/>
    <w:rsid w:val="002702EB"/>
    <w:rsid w:val="00274C66"/>
    <w:rsid w:val="00277153"/>
    <w:rsid w:val="002816E7"/>
    <w:rsid w:val="00283E7C"/>
    <w:rsid w:val="002858C4"/>
    <w:rsid w:val="002879B6"/>
    <w:rsid w:val="00287DF0"/>
    <w:rsid w:val="0029633A"/>
    <w:rsid w:val="002A01F9"/>
    <w:rsid w:val="002A26CC"/>
    <w:rsid w:val="002A32D7"/>
    <w:rsid w:val="002A3AB6"/>
    <w:rsid w:val="002A4179"/>
    <w:rsid w:val="002B4018"/>
    <w:rsid w:val="002B55F3"/>
    <w:rsid w:val="002C0DF0"/>
    <w:rsid w:val="002C44D9"/>
    <w:rsid w:val="002C7AF4"/>
    <w:rsid w:val="002C7B9E"/>
    <w:rsid w:val="002D3826"/>
    <w:rsid w:val="002D6B11"/>
    <w:rsid w:val="002D6DF8"/>
    <w:rsid w:val="002D764A"/>
    <w:rsid w:val="002D7F14"/>
    <w:rsid w:val="002E2B05"/>
    <w:rsid w:val="002F14D5"/>
    <w:rsid w:val="002F3EE9"/>
    <w:rsid w:val="002F6B4B"/>
    <w:rsid w:val="002F6D49"/>
    <w:rsid w:val="003004DD"/>
    <w:rsid w:val="00300633"/>
    <w:rsid w:val="0030360D"/>
    <w:rsid w:val="00306DFC"/>
    <w:rsid w:val="00307213"/>
    <w:rsid w:val="003127A4"/>
    <w:rsid w:val="003152E8"/>
    <w:rsid w:val="00315449"/>
    <w:rsid w:val="00315A1F"/>
    <w:rsid w:val="0031770C"/>
    <w:rsid w:val="003240E0"/>
    <w:rsid w:val="00335DC0"/>
    <w:rsid w:val="0033731E"/>
    <w:rsid w:val="003379D6"/>
    <w:rsid w:val="0034642B"/>
    <w:rsid w:val="00347451"/>
    <w:rsid w:val="00347732"/>
    <w:rsid w:val="00350DBF"/>
    <w:rsid w:val="00355983"/>
    <w:rsid w:val="00355CCA"/>
    <w:rsid w:val="00357819"/>
    <w:rsid w:val="00363D50"/>
    <w:rsid w:val="003651ED"/>
    <w:rsid w:val="00374F11"/>
    <w:rsid w:val="00382916"/>
    <w:rsid w:val="00390C81"/>
    <w:rsid w:val="003942BA"/>
    <w:rsid w:val="003957B7"/>
    <w:rsid w:val="003A12F5"/>
    <w:rsid w:val="003A5057"/>
    <w:rsid w:val="003A57F5"/>
    <w:rsid w:val="003A6E17"/>
    <w:rsid w:val="003B092C"/>
    <w:rsid w:val="003B0A81"/>
    <w:rsid w:val="003B2ACF"/>
    <w:rsid w:val="003C18BB"/>
    <w:rsid w:val="003C18CD"/>
    <w:rsid w:val="003C79F8"/>
    <w:rsid w:val="003D41E0"/>
    <w:rsid w:val="003D55F6"/>
    <w:rsid w:val="003D7E1D"/>
    <w:rsid w:val="003E11FD"/>
    <w:rsid w:val="003E1D43"/>
    <w:rsid w:val="003F1AFA"/>
    <w:rsid w:val="003F29E5"/>
    <w:rsid w:val="003F30E6"/>
    <w:rsid w:val="003F3DEF"/>
    <w:rsid w:val="003F422D"/>
    <w:rsid w:val="003F486B"/>
    <w:rsid w:val="00400089"/>
    <w:rsid w:val="00402EDC"/>
    <w:rsid w:val="004030CC"/>
    <w:rsid w:val="0040701B"/>
    <w:rsid w:val="00410ED1"/>
    <w:rsid w:val="00413C27"/>
    <w:rsid w:val="004150EF"/>
    <w:rsid w:val="004238CD"/>
    <w:rsid w:val="0043185D"/>
    <w:rsid w:val="00431CFA"/>
    <w:rsid w:val="00435ECB"/>
    <w:rsid w:val="00441BE7"/>
    <w:rsid w:val="004459A6"/>
    <w:rsid w:val="0044620B"/>
    <w:rsid w:val="004662BF"/>
    <w:rsid w:val="00466EE6"/>
    <w:rsid w:val="00467DF6"/>
    <w:rsid w:val="0047124E"/>
    <w:rsid w:val="00471908"/>
    <w:rsid w:val="004773D8"/>
    <w:rsid w:val="004814C4"/>
    <w:rsid w:val="00484195"/>
    <w:rsid w:val="00486694"/>
    <w:rsid w:val="00490E7A"/>
    <w:rsid w:val="0049167C"/>
    <w:rsid w:val="0049603D"/>
    <w:rsid w:val="004A2B4B"/>
    <w:rsid w:val="004A78F7"/>
    <w:rsid w:val="004B096F"/>
    <w:rsid w:val="004B5393"/>
    <w:rsid w:val="004B586E"/>
    <w:rsid w:val="004B5E6A"/>
    <w:rsid w:val="004C3791"/>
    <w:rsid w:val="004C5FF2"/>
    <w:rsid w:val="004C65EA"/>
    <w:rsid w:val="004C70BE"/>
    <w:rsid w:val="004D0EA6"/>
    <w:rsid w:val="004D25B9"/>
    <w:rsid w:val="004D3A73"/>
    <w:rsid w:val="004D7AA4"/>
    <w:rsid w:val="004E1467"/>
    <w:rsid w:val="004E619D"/>
    <w:rsid w:val="004F2ECA"/>
    <w:rsid w:val="004F6115"/>
    <w:rsid w:val="00503799"/>
    <w:rsid w:val="005063CC"/>
    <w:rsid w:val="00513746"/>
    <w:rsid w:val="005165A4"/>
    <w:rsid w:val="00517F89"/>
    <w:rsid w:val="0052060F"/>
    <w:rsid w:val="00521D63"/>
    <w:rsid w:val="00531118"/>
    <w:rsid w:val="00531B61"/>
    <w:rsid w:val="0053248D"/>
    <w:rsid w:val="00536C60"/>
    <w:rsid w:val="00542612"/>
    <w:rsid w:val="005471F4"/>
    <w:rsid w:val="00551AB6"/>
    <w:rsid w:val="00553782"/>
    <w:rsid w:val="00561300"/>
    <w:rsid w:val="00561CF3"/>
    <w:rsid w:val="0056445F"/>
    <w:rsid w:val="005657E4"/>
    <w:rsid w:val="00567251"/>
    <w:rsid w:val="00574BB5"/>
    <w:rsid w:val="00575CED"/>
    <w:rsid w:val="0057678D"/>
    <w:rsid w:val="00581D6B"/>
    <w:rsid w:val="00582D40"/>
    <w:rsid w:val="00591BA4"/>
    <w:rsid w:val="00591D01"/>
    <w:rsid w:val="00592B23"/>
    <w:rsid w:val="005936DC"/>
    <w:rsid w:val="005944C4"/>
    <w:rsid w:val="005A3D33"/>
    <w:rsid w:val="005A594F"/>
    <w:rsid w:val="005A6557"/>
    <w:rsid w:val="005A7D59"/>
    <w:rsid w:val="005B0062"/>
    <w:rsid w:val="005B0770"/>
    <w:rsid w:val="005B1F8D"/>
    <w:rsid w:val="005B6C19"/>
    <w:rsid w:val="005C239C"/>
    <w:rsid w:val="005C4AB3"/>
    <w:rsid w:val="005D2E30"/>
    <w:rsid w:val="005D49D6"/>
    <w:rsid w:val="005D5F09"/>
    <w:rsid w:val="005E06FB"/>
    <w:rsid w:val="005E078F"/>
    <w:rsid w:val="005E3585"/>
    <w:rsid w:val="005F0FE0"/>
    <w:rsid w:val="005F2A69"/>
    <w:rsid w:val="005F3115"/>
    <w:rsid w:val="005F4B7C"/>
    <w:rsid w:val="005F4F48"/>
    <w:rsid w:val="005F5B27"/>
    <w:rsid w:val="005F6DE4"/>
    <w:rsid w:val="0060055D"/>
    <w:rsid w:val="00612297"/>
    <w:rsid w:val="00615E0D"/>
    <w:rsid w:val="0061722B"/>
    <w:rsid w:val="00617C00"/>
    <w:rsid w:val="006248F3"/>
    <w:rsid w:val="00624CA8"/>
    <w:rsid w:val="0063537B"/>
    <w:rsid w:val="006373B0"/>
    <w:rsid w:val="00641F0F"/>
    <w:rsid w:val="00647286"/>
    <w:rsid w:val="006509AF"/>
    <w:rsid w:val="006534CE"/>
    <w:rsid w:val="006566B2"/>
    <w:rsid w:val="006577D4"/>
    <w:rsid w:val="006626C0"/>
    <w:rsid w:val="00662937"/>
    <w:rsid w:val="00664684"/>
    <w:rsid w:val="00664A03"/>
    <w:rsid w:val="00670258"/>
    <w:rsid w:val="006724F6"/>
    <w:rsid w:val="00673F67"/>
    <w:rsid w:val="006741F2"/>
    <w:rsid w:val="006747D3"/>
    <w:rsid w:val="00674838"/>
    <w:rsid w:val="00675F5F"/>
    <w:rsid w:val="00677484"/>
    <w:rsid w:val="00680B38"/>
    <w:rsid w:val="0068427C"/>
    <w:rsid w:val="00684BCF"/>
    <w:rsid w:val="00690B43"/>
    <w:rsid w:val="00693C3A"/>
    <w:rsid w:val="00694659"/>
    <w:rsid w:val="00694EBC"/>
    <w:rsid w:val="006B7F6D"/>
    <w:rsid w:val="006C5240"/>
    <w:rsid w:val="006C582F"/>
    <w:rsid w:val="006C5AC8"/>
    <w:rsid w:val="006C7F7F"/>
    <w:rsid w:val="006D6801"/>
    <w:rsid w:val="006D71E8"/>
    <w:rsid w:val="006D7F3D"/>
    <w:rsid w:val="006E29BF"/>
    <w:rsid w:val="006E60BD"/>
    <w:rsid w:val="006E726C"/>
    <w:rsid w:val="006F0675"/>
    <w:rsid w:val="00700D0B"/>
    <w:rsid w:val="00706E1A"/>
    <w:rsid w:val="00712A77"/>
    <w:rsid w:val="0072141E"/>
    <w:rsid w:val="00722AFE"/>
    <w:rsid w:val="0072377D"/>
    <w:rsid w:val="00727062"/>
    <w:rsid w:val="00732492"/>
    <w:rsid w:val="00732A16"/>
    <w:rsid w:val="00732D05"/>
    <w:rsid w:val="0073312A"/>
    <w:rsid w:val="00741508"/>
    <w:rsid w:val="0074289F"/>
    <w:rsid w:val="00761D59"/>
    <w:rsid w:val="00771993"/>
    <w:rsid w:val="0077371C"/>
    <w:rsid w:val="00774F8A"/>
    <w:rsid w:val="00775F0C"/>
    <w:rsid w:val="00780F2A"/>
    <w:rsid w:val="00787200"/>
    <w:rsid w:val="00787AFD"/>
    <w:rsid w:val="007914DF"/>
    <w:rsid w:val="00794F0D"/>
    <w:rsid w:val="007A082F"/>
    <w:rsid w:val="007A09C8"/>
    <w:rsid w:val="007A1059"/>
    <w:rsid w:val="007A5BCC"/>
    <w:rsid w:val="007A7D72"/>
    <w:rsid w:val="007B1249"/>
    <w:rsid w:val="007B5172"/>
    <w:rsid w:val="007B78C9"/>
    <w:rsid w:val="007C1D91"/>
    <w:rsid w:val="007C4985"/>
    <w:rsid w:val="007C67E0"/>
    <w:rsid w:val="007C7D43"/>
    <w:rsid w:val="007D264A"/>
    <w:rsid w:val="007D489A"/>
    <w:rsid w:val="007D5269"/>
    <w:rsid w:val="007E05F8"/>
    <w:rsid w:val="007E39D5"/>
    <w:rsid w:val="007F3B49"/>
    <w:rsid w:val="007F4201"/>
    <w:rsid w:val="007F46C4"/>
    <w:rsid w:val="007F47FD"/>
    <w:rsid w:val="007F5576"/>
    <w:rsid w:val="00800348"/>
    <w:rsid w:val="008060D8"/>
    <w:rsid w:val="008066D4"/>
    <w:rsid w:val="00810F05"/>
    <w:rsid w:val="0081108D"/>
    <w:rsid w:val="00811650"/>
    <w:rsid w:val="0081417D"/>
    <w:rsid w:val="00820EBF"/>
    <w:rsid w:val="00823499"/>
    <w:rsid w:val="00827ADD"/>
    <w:rsid w:val="00830CA0"/>
    <w:rsid w:val="008316D0"/>
    <w:rsid w:val="0083173D"/>
    <w:rsid w:val="00831EBA"/>
    <w:rsid w:val="0083201D"/>
    <w:rsid w:val="00832088"/>
    <w:rsid w:val="00832370"/>
    <w:rsid w:val="00832468"/>
    <w:rsid w:val="00844AA3"/>
    <w:rsid w:val="0084577A"/>
    <w:rsid w:val="008459F0"/>
    <w:rsid w:val="008513C5"/>
    <w:rsid w:val="008529BB"/>
    <w:rsid w:val="008532ED"/>
    <w:rsid w:val="00857756"/>
    <w:rsid w:val="00860917"/>
    <w:rsid w:val="00861A3E"/>
    <w:rsid w:val="00862319"/>
    <w:rsid w:val="0086790C"/>
    <w:rsid w:val="00867B04"/>
    <w:rsid w:val="00872116"/>
    <w:rsid w:val="008825C1"/>
    <w:rsid w:val="008847EE"/>
    <w:rsid w:val="00885592"/>
    <w:rsid w:val="008878DA"/>
    <w:rsid w:val="00887ADD"/>
    <w:rsid w:val="008A4A9B"/>
    <w:rsid w:val="008B13C8"/>
    <w:rsid w:val="008B2035"/>
    <w:rsid w:val="008B25C4"/>
    <w:rsid w:val="008B341D"/>
    <w:rsid w:val="008B35F0"/>
    <w:rsid w:val="008B39D7"/>
    <w:rsid w:val="008C4F87"/>
    <w:rsid w:val="008C5DF0"/>
    <w:rsid w:val="008C5DFE"/>
    <w:rsid w:val="008E03D2"/>
    <w:rsid w:val="008E3AB1"/>
    <w:rsid w:val="008E4C3D"/>
    <w:rsid w:val="008E5A23"/>
    <w:rsid w:val="008E7F84"/>
    <w:rsid w:val="008F5712"/>
    <w:rsid w:val="008F761A"/>
    <w:rsid w:val="008F7B0D"/>
    <w:rsid w:val="00903842"/>
    <w:rsid w:val="00905C8C"/>
    <w:rsid w:val="0090624D"/>
    <w:rsid w:val="00913E7A"/>
    <w:rsid w:val="0091463F"/>
    <w:rsid w:val="00915600"/>
    <w:rsid w:val="0092056D"/>
    <w:rsid w:val="00920991"/>
    <w:rsid w:val="009209A9"/>
    <w:rsid w:val="009220E4"/>
    <w:rsid w:val="00922BA5"/>
    <w:rsid w:val="00931330"/>
    <w:rsid w:val="009362AE"/>
    <w:rsid w:val="00940073"/>
    <w:rsid w:val="00940E3B"/>
    <w:rsid w:val="00943031"/>
    <w:rsid w:val="00951094"/>
    <w:rsid w:val="00955CA2"/>
    <w:rsid w:val="00956B54"/>
    <w:rsid w:val="0096064D"/>
    <w:rsid w:val="0096196E"/>
    <w:rsid w:val="00961BF9"/>
    <w:rsid w:val="0096339A"/>
    <w:rsid w:val="00966A54"/>
    <w:rsid w:val="00967A58"/>
    <w:rsid w:val="009708A2"/>
    <w:rsid w:val="00972E21"/>
    <w:rsid w:val="00973C08"/>
    <w:rsid w:val="009741E6"/>
    <w:rsid w:val="0097468F"/>
    <w:rsid w:val="00975C58"/>
    <w:rsid w:val="00981A34"/>
    <w:rsid w:val="00982A4A"/>
    <w:rsid w:val="00987507"/>
    <w:rsid w:val="0099089B"/>
    <w:rsid w:val="00990E04"/>
    <w:rsid w:val="00993346"/>
    <w:rsid w:val="00995BB2"/>
    <w:rsid w:val="00997E1D"/>
    <w:rsid w:val="009A4711"/>
    <w:rsid w:val="009A4DA8"/>
    <w:rsid w:val="009A5C6B"/>
    <w:rsid w:val="009A6614"/>
    <w:rsid w:val="009B1B7E"/>
    <w:rsid w:val="009B1F46"/>
    <w:rsid w:val="009B4074"/>
    <w:rsid w:val="009B6671"/>
    <w:rsid w:val="009B6C1B"/>
    <w:rsid w:val="009C091D"/>
    <w:rsid w:val="009C173E"/>
    <w:rsid w:val="009C4478"/>
    <w:rsid w:val="009C5B2F"/>
    <w:rsid w:val="009C620C"/>
    <w:rsid w:val="009C772B"/>
    <w:rsid w:val="009D0332"/>
    <w:rsid w:val="009D2E56"/>
    <w:rsid w:val="009D6FC3"/>
    <w:rsid w:val="009E1F7B"/>
    <w:rsid w:val="009E341C"/>
    <w:rsid w:val="009E584D"/>
    <w:rsid w:val="009F7518"/>
    <w:rsid w:val="00A01390"/>
    <w:rsid w:val="00A01429"/>
    <w:rsid w:val="00A0681B"/>
    <w:rsid w:val="00A070CE"/>
    <w:rsid w:val="00A11B71"/>
    <w:rsid w:val="00A12CF9"/>
    <w:rsid w:val="00A16666"/>
    <w:rsid w:val="00A2010E"/>
    <w:rsid w:val="00A20D43"/>
    <w:rsid w:val="00A23153"/>
    <w:rsid w:val="00A270FA"/>
    <w:rsid w:val="00A270FB"/>
    <w:rsid w:val="00A2724C"/>
    <w:rsid w:val="00A330D2"/>
    <w:rsid w:val="00A33276"/>
    <w:rsid w:val="00A345BF"/>
    <w:rsid w:val="00A35238"/>
    <w:rsid w:val="00A368ED"/>
    <w:rsid w:val="00A36E01"/>
    <w:rsid w:val="00A375AE"/>
    <w:rsid w:val="00A45539"/>
    <w:rsid w:val="00A55557"/>
    <w:rsid w:val="00A60838"/>
    <w:rsid w:val="00A62094"/>
    <w:rsid w:val="00A62209"/>
    <w:rsid w:val="00A67CCF"/>
    <w:rsid w:val="00A74A2F"/>
    <w:rsid w:val="00A75643"/>
    <w:rsid w:val="00A76147"/>
    <w:rsid w:val="00A8155A"/>
    <w:rsid w:val="00A85E57"/>
    <w:rsid w:val="00A865E0"/>
    <w:rsid w:val="00A86E69"/>
    <w:rsid w:val="00A93AC0"/>
    <w:rsid w:val="00AA0597"/>
    <w:rsid w:val="00AA1166"/>
    <w:rsid w:val="00AA1589"/>
    <w:rsid w:val="00AA161B"/>
    <w:rsid w:val="00AA5111"/>
    <w:rsid w:val="00AB236C"/>
    <w:rsid w:val="00AB4968"/>
    <w:rsid w:val="00AB5531"/>
    <w:rsid w:val="00AB5FD7"/>
    <w:rsid w:val="00AC00EC"/>
    <w:rsid w:val="00AD67E9"/>
    <w:rsid w:val="00AD67F9"/>
    <w:rsid w:val="00AD69DF"/>
    <w:rsid w:val="00AE179E"/>
    <w:rsid w:val="00AE4880"/>
    <w:rsid w:val="00AF1E1B"/>
    <w:rsid w:val="00AF291E"/>
    <w:rsid w:val="00AF7AF6"/>
    <w:rsid w:val="00B03609"/>
    <w:rsid w:val="00B04C88"/>
    <w:rsid w:val="00B050F1"/>
    <w:rsid w:val="00B0542E"/>
    <w:rsid w:val="00B05676"/>
    <w:rsid w:val="00B07F19"/>
    <w:rsid w:val="00B11D40"/>
    <w:rsid w:val="00B15045"/>
    <w:rsid w:val="00B16652"/>
    <w:rsid w:val="00B200C6"/>
    <w:rsid w:val="00B2050A"/>
    <w:rsid w:val="00B23A6D"/>
    <w:rsid w:val="00B26337"/>
    <w:rsid w:val="00B446B4"/>
    <w:rsid w:val="00B466B7"/>
    <w:rsid w:val="00B601D1"/>
    <w:rsid w:val="00B607CA"/>
    <w:rsid w:val="00B60AF1"/>
    <w:rsid w:val="00B651C7"/>
    <w:rsid w:val="00B70501"/>
    <w:rsid w:val="00B764C0"/>
    <w:rsid w:val="00B80483"/>
    <w:rsid w:val="00B81554"/>
    <w:rsid w:val="00B90A2B"/>
    <w:rsid w:val="00B91BBA"/>
    <w:rsid w:val="00B9281D"/>
    <w:rsid w:val="00B95666"/>
    <w:rsid w:val="00B97914"/>
    <w:rsid w:val="00BA2513"/>
    <w:rsid w:val="00BA28D1"/>
    <w:rsid w:val="00BA5B62"/>
    <w:rsid w:val="00BA624E"/>
    <w:rsid w:val="00BB1136"/>
    <w:rsid w:val="00BB3C6E"/>
    <w:rsid w:val="00BC675D"/>
    <w:rsid w:val="00BD125A"/>
    <w:rsid w:val="00BD21A2"/>
    <w:rsid w:val="00BD3857"/>
    <w:rsid w:val="00BE14BE"/>
    <w:rsid w:val="00BE36B1"/>
    <w:rsid w:val="00BE3D2F"/>
    <w:rsid w:val="00BE3E55"/>
    <w:rsid w:val="00BE4955"/>
    <w:rsid w:val="00BE5925"/>
    <w:rsid w:val="00BF3F35"/>
    <w:rsid w:val="00BF4608"/>
    <w:rsid w:val="00BF7D02"/>
    <w:rsid w:val="00C0141C"/>
    <w:rsid w:val="00C01B79"/>
    <w:rsid w:val="00C10E87"/>
    <w:rsid w:val="00C115BB"/>
    <w:rsid w:val="00C11810"/>
    <w:rsid w:val="00C16425"/>
    <w:rsid w:val="00C16CB8"/>
    <w:rsid w:val="00C20A19"/>
    <w:rsid w:val="00C25B9F"/>
    <w:rsid w:val="00C25D45"/>
    <w:rsid w:val="00C30CA8"/>
    <w:rsid w:val="00C319C4"/>
    <w:rsid w:val="00C32666"/>
    <w:rsid w:val="00C37FE1"/>
    <w:rsid w:val="00C40743"/>
    <w:rsid w:val="00C445A2"/>
    <w:rsid w:val="00C44B85"/>
    <w:rsid w:val="00C51128"/>
    <w:rsid w:val="00C54095"/>
    <w:rsid w:val="00C61BD8"/>
    <w:rsid w:val="00C63D29"/>
    <w:rsid w:val="00C70CA5"/>
    <w:rsid w:val="00C74A5D"/>
    <w:rsid w:val="00C820F7"/>
    <w:rsid w:val="00C82720"/>
    <w:rsid w:val="00C90663"/>
    <w:rsid w:val="00C91EB9"/>
    <w:rsid w:val="00C92C32"/>
    <w:rsid w:val="00C9342F"/>
    <w:rsid w:val="00C93EF3"/>
    <w:rsid w:val="00C9478E"/>
    <w:rsid w:val="00C973E2"/>
    <w:rsid w:val="00CA0D8E"/>
    <w:rsid w:val="00CA194E"/>
    <w:rsid w:val="00CA1989"/>
    <w:rsid w:val="00CA3D65"/>
    <w:rsid w:val="00CA3DB6"/>
    <w:rsid w:val="00CA74A9"/>
    <w:rsid w:val="00CB198F"/>
    <w:rsid w:val="00CC0C56"/>
    <w:rsid w:val="00CC3EA3"/>
    <w:rsid w:val="00CC5B60"/>
    <w:rsid w:val="00CC5C3E"/>
    <w:rsid w:val="00CC7465"/>
    <w:rsid w:val="00CD21F3"/>
    <w:rsid w:val="00CD63F1"/>
    <w:rsid w:val="00CD7364"/>
    <w:rsid w:val="00CE0DD6"/>
    <w:rsid w:val="00CE122E"/>
    <w:rsid w:val="00CE1640"/>
    <w:rsid w:val="00CE67D2"/>
    <w:rsid w:val="00CE6B37"/>
    <w:rsid w:val="00CF041F"/>
    <w:rsid w:val="00CF04AD"/>
    <w:rsid w:val="00CF132E"/>
    <w:rsid w:val="00CF23D1"/>
    <w:rsid w:val="00CF35B4"/>
    <w:rsid w:val="00CF5083"/>
    <w:rsid w:val="00D06733"/>
    <w:rsid w:val="00D07C12"/>
    <w:rsid w:val="00D11ED1"/>
    <w:rsid w:val="00D12BEE"/>
    <w:rsid w:val="00D13DE7"/>
    <w:rsid w:val="00D14266"/>
    <w:rsid w:val="00D20455"/>
    <w:rsid w:val="00D25E1B"/>
    <w:rsid w:val="00D3025C"/>
    <w:rsid w:val="00D30A7B"/>
    <w:rsid w:val="00D331FD"/>
    <w:rsid w:val="00D34314"/>
    <w:rsid w:val="00D34B43"/>
    <w:rsid w:val="00D419C6"/>
    <w:rsid w:val="00D5093D"/>
    <w:rsid w:val="00D51E93"/>
    <w:rsid w:val="00D567E6"/>
    <w:rsid w:val="00D6025B"/>
    <w:rsid w:val="00D60C36"/>
    <w:rsid w:val="00D67E8A"/>
    <w:rsid w:val="00D70C69"/>
    <w:rsid w:val="00D71087"/>
    <w:rsid w:val="00D71EC5"/>
    <w:rsid w:val="00D75C78"/>
    <w:rsid w:val="00D765BA"/>
    <w:rsid w:val="00D76984"/>
    <w:rsid w:val="00D77899"/>
    <w:rsid w:val="00D84CD4"/>
    <w:rsid w:val="00D8584D"/>
    <w:rsid w:val="00D85E29"/>
    <w:rsid w:val="00D96387"/>
    <w:rsid w:val="00D968E5"/>
    <w:rsid w:val="00D96F08"/>
    <w:rsid w:val="00D97AEB"/>
    <w:rsid w:val="00DA02AB"/>
    <w:rsid w:val="00DA4A68"/>
    <w:rsid w:val="00DA630E"/>
    <w:rsid w:val="00DB018B"/>
    <w:rsid w:val="00DB4290"/>
    <w:rsid w:val="00DB66E8"/>
    <w:rsid w:val="00DB6D70"/>
    <w:rsid w:val="00DC2D64"/>
    <w:rsid w:val="00DC67FE"/>
    <w:rsid w:val="00DC6B0E"/>
    <w:rsid w:val="00DC7111"/>
    <w:rsid w:val="00DD7787"/>
    <w:rsid w:val="00DE033C"/>
    <w:rsid w:val="00DE0C42"/>
    <w:rsid w:val="00DE3B93"/>
    <w:rsid w:val="00DE3EA4"/>
    <w:rsid w:val="00DE4351"/>
    <w:rsid w:val="00DE5B03"/>
    <w:rsid w:val="00DE7518"/>
    <w:rsid w:val="00DF0ED7"/>
    <w:rsid w:val="00DF221C"/>
    <w:rsid w:val="00DF68EA"/>
    <w:rsid w:val="00E00184"/>
    <w:rsid w:val="00E00404"/>
    <w:rsid w:val="00E018F1"/>
    <w:rsid w:val="00E03AE1"/>
    <w:rsid w:val="00E07B70"/>
    <w:rsid w:val="00E103C5"/>
    <w:rsid w:val="00E11E21"/>
    <w:rsid w:val="00E13BCE"/>
    <w:rsid w:val="00E1463B"/>
    <w:rsid w:val="00E150A6"/>
    <w:rsid w:val="00E21549"/>
    <w:rsid w:val="00E2226E"/>
    <w:rsid w:val="00E24E72"/>
    <w:rsid w:val="00E2613A"/>
    <w:rsid w:val="00E27D80"/>
    <w:rsid w:val="00E34837"/>
    <w:rsid w:val="00E3496C"/>
    <w:rsid w:val="00E350DF"/>
    <w:rsid w:val="00E35395"/>
    <w:rsid w:val="00E35FB1"/>
    <w:rsid w:val="00E438CD"/>
    <w:rsid w:val="00E45392"/>
    <w:rsid w:val="00E51B05"/>
    <w:rsid w:val="00E52AB8"/>
    <w:rsid w:val="00E60A40"/>
    <w:rsid w:val="00E60FD8"/>
    <w:rsid w:val="00E64CE5"/>
    <w:rsid w:val="00E6648A"/>
    <w:rsid w:val="00E706CC"/>
    <w:rsid w:val="00E746DD"/>
    <w:rsid w:val="00E7756B"/>
    <w:rsid w:val="00EA0761"/>
    <w:rsid w:val="00EA2220"/>
    <w:rsid w:val="00EA2E99"/>
    <w:rsid w:val="00EA6EBC"/>
    <w:rsid w:val="00EB016C"/>
    <w:rsid w:val="00EB01C5"/>
    <w:rsid w:val="00EB0470"/>
    <w:rsid w:val="00EB4352"/>
    <w:rsid w:val="00EB619B"/>
    <w:rsid w:val="00EC20F8"/>
    <w:rsid w:val="00EC29AB"/>
    <w:rsid w:val="00EC3939"/>
    <w:rsid w:val="00EC59CE"/>
    <w:rsid w:val="00ED18B5"/>
    <w:rsid w:val="00ED202B"/>
    <w:rsid w:val="00ED2E0E"/>
    <w:rsid w:val="00ED3FC5"/>
    <w:rsid w:val="00ED5D65"/>
    <w:rsid w:val="00ED6FA2"/>
    <w:rsid w:val="00ED7257"/>
    <w:rsid w:val="00EE0384"/>
    <w:rsid w:val="00EE202A"/>
    <w:rsid w:val="00EE42F8"/>
    <w:rsid w:val="00EE475C"/>
    <w:rsid w:val="00EE49F9"/>
    <w:rsid w:val="00EE7102"/>
    <w:rsid w:val="00EF234B"/>
    <w:rsid w:val="00EF3C5F"/>
    <w:rsid w:val="00EF3EF1"/>
    <w:rsid w:val="00EF46CF"/>
    <w:rsid w:val="00EF5EC5"/>
    <w:rsid w:val="00F00727"/>
    <w:rsid w:val="00F023A2"/>
    <w:rsid w:val="00F037E0"/>
    <w:rsid w:val="00F03FCD"/>
    <w:rsid w:val="00F04B94"/>
    <w:rsid w:val="00F1034D"/>
    <w:rsid w:val="00F10D06"/>
    <w:rsid w:val="00F16F5A"/>
    <w:rsid w:val="00F16F8E"/>
    <w:rsid w:val="00F20E9C"/>
    <w:rsid w:val="00F25A1B"/>
    <w:rsid w:val="00F27ACC"/>
    <w:rsid w:val="00F305D3"/>
    <w:rsid w:val="00F334AF"/>
    <w:rsid w:val="00F34559"/>
    <w:rsid w:val="00F42EF3"/>
    <w:rsid w:val="00F441C3"/>
    <w:rsid w:val="00F45940"/>
    <w:rsid w:val="00F470B6"/>
    <w:rsid w:val="00F506EA"/>
    <w:rsid w:val="00F5747C"/>
    <w:rsid w:val="00F63511"/>
    <w:rsid w:val="00F66457"/>
    <w:rsid w:val="00F668B8"/>
    <w:rsid w:val="00F67504"/>
    <w:rsid w:val="00F726DA"/>
    <w:rsid w:val="00F7540D"/>
    <w:rsid w:val="00F7601C"/>
    <w:rsid w:val="00F871D0"/>
    <w:rsid w:val="00F87DE4"/>
    <w:rsid w:val="00F96D37"/>
    <w:rsid w:val="00FA1978"/>
    <w:rsid w:val="00FA223E"/>
    <w:rsid w:val="00FB45D0"/>
    <w:rsid w:val="00FC3459"/>
    <w:rsid w:val="00FC34E7"/>
    <w:rsid w:val="00FC4249"/>
    <w:rsid w:val="00FC47CA"/>
    <w:rsid w:val="00FD2B27"/>
    <w:rsid w:val="00FD5AB2"/>
    <w:rsid w:val="00FD62DC"/>
    <w:rsid w:val="00FD643A"/>
    <w:rsid w:val="00FD7766"/>
    <w:rsid w:val="00FD77B2"/>
    <w:rsid w:val="00FE3419"/>
    <w:rsid w:val="00FE47B7"/>
    <w:rsid w:val="00FE47FE"/>
    <w:rsid w:val="00FE5F80"/>
    <w:rsid w:val="00FE6CE9"/>
    <w:rsid w:val="00FE7354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E62C25"/>
  <w15:chartTrackingRefBased/>
  <w15:docId w15:val="{359BD7E2-A400-4628-AFCF-4E2B814C8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pPr>
      <w:spacing w:line="260" w:lineRule="atLeast"/>
      <w:jc w:val="both"/>
    </w:pPr>
    <w:rPr>
      <w:sz w:val="22"/>
    </w:rPr>
  </w:style>
  <w:style w:type="paragraph" w:customStyle="1" w:styleId="bold12">
    <w:name w:val="bold12"/>
    <w:basedOn w:val="Normal"/>
    <w:pPr>
      <w:spacing w:line="250" w:lineRule="atLeast"/>
    </w:pPr>
    <w:rPr>
      <w:b/>
      <w:sz w:val="17"/>
    </w:rPr>
  </w:style>
  <w:style w:type="paragraph" w:customStyle="1" w:styleId="norm18">
    <w:name w:val="norm18"/>
    <w:basedOn w:val="Normal"/>
    <w:pPr>
      <w:spacing w:line="360" w:lineRule="atLeast"/>
    </w:pPr>
    <w:rPr>
      <w:sz w:val="21"/>
    </w:rPr>
  </w:style>
  <w:style w:type="paragraph" w:customStyle="1" w:styleId="bold18">
    <w:name w:val="bold18"/>
    <w:basedOn w:val="Normal"/>
    <w:pPr>
      <w:spacing w:line="360" w:lineRule="atLeast"/>
    </w:pPr>
    <w:rPr>
      <w:b/>
      <w:sz w:val="17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Titredocument">
    <w:name w:val="Titre_document"/>
    <w:basedOn w:val="Normal"/>
    <w:pPr>
      <w:spacing w:line="320" w:lineRule="exact"/>
    </w:pPr>
    <w:rPr>
      <w:sz w:val="32"/>
    </w:rPr>
  </w:style>
  <w:style w:type="paragraph" w:customStyle="1" w:styleId="Esaisie">
    <w:name w:val="E_saisie"/>
    <w:basedOn w:val="Normal"/>
    <w:pPr>
      <w:spacing w:line="260" w:lineRule="exact"/>
    </w:pPr>
    <w:rPr>
      <w:sz w:val="22"/>
    </w:rPr>
  </w:style>
  <w:style w:type="paragraph" w:customStyle="1" w:styleId="Esaisiebold">
    <w:name w:val="E_saisie_bold"/>
    <w:basedOn w:val="Normal"/>
    <w:pPr>
      <w:spacing w:line="260" w:lineRule="exact"/>
    </w:pPr>
    <w:rPr>
      <w:b/>
      <w:sz w:val="22"/>
    </w:rPr>
  </w:style>
  <w:style w:type="paragraph" w:styleId="Signature">
    <w:name w:val="Signature"/>
    <w:basedOn w:val="Normal"/>
    <w:pPr>
      <w:spacing w:line="260" w:lineRule="atLeast"/>
      <w:ind w:left="4536"/>
    </w:pPr>
    <w:rPr>
      <w:sz w:val="22"/>
    </w:rPr>
  </w:style>
  <w:style w:type="table" w:styleId="Grilledutableau">
    <w:name w:val="Table Grid"/>
    <w:basedOn w:val="TableauNormal"/>
    <w:rsid w:val="00496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F6351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F63511"/>
    <w:rPr>
      <w:rFonts w:ascii="Segoe UI" w:hAnsi="Segoe UI" w:cs="Segoe UI"/>
      <w:sz w:val="18"/>
      <w:szCs w:val="18"/>
    </w:rPr>
  </w:style>
  <w:style w:type="character" w:styleId="Lienhypertexte">
    <w:name w:val="Hyperlink"/>
    <w:rsid w:val="00BB1136"/>
    <w:rPr>
      <w:color w:val="0000FF"/>
      <w:u w:val="single"/>
    </w:rPr>
  </w:style>
  <w:style w:type="character" w:styleId="Textedelespacerserv">
    <w:name w:val="Placeholder Text"/>
    <w:basedOn w:val="Policepardfaut"/>
    <w:uiPriority w:val="99"/>
    <w:semiHidden/>
    <w:rsid w:val="00EB619B"/>
    <w:rPr>
      <w:color w:val="808080"/>
    </w:rPr>
  </w:style>
  <w:style w:type="character" w:styleId="Lienhypertextesuivivisit">
    <w:name w:val="FollowedHyperlink"/>
    <w:basedOn w:val="Policepardfaut"/>
    <w:rsid w:val="009A661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A66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31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ora.aitghezala@adp.f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crosoft%20Office\Templates\ADP\bordereauenvoi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83C59081FBB4A979F48B526E64B9A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7CC23D-3021-4591-80EC-F1308419D63B}"/>
      </w:docPartPr>
      <w:docPartBody>
        <w:p w:rsidR="00FE76E8" w:rsidRDefault="00001CFA" w:rsidP="00001CFA">
          <w:pPr>
            <w:pStyle w:val="083C59081FBB4A979F48B526E64B9A432"/>
          </w:pPr>
          <w:r w:rsidRPr="007F46C4">
            <w:rPr>
              <w:rFonts w:ascii="Century Gothic" w:hAnsi="Century Gothic"/>
              <w:noProof/>
            </w:rPr>
            <w:t>[Tapez ici]</w:t>
          </w:r>
        </w:p>
      </w:docPartBody>
    </w:docPart>
    <w:docPart>
      <w:docPartPr>
        <w:name w:val="530A596B6DD3425BBDE4024AD5604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B44717-D7AF-4A18-A8DA-4A710C0607C7}"/>
      </w:docPartPr>
      <w:docPartBody>
        <w:p w:rsidR="00507702" w:rsidRDefault="00590896" w:rsidP="00590896">
          <w:pPr>
            <w:pStyle w:val="530A596B6DD3425BBDE4024AD560427A"/>
          </w:pPr>
          <w:r w:rsidRPr="00310706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CFA"/>
    <w:rsid w:val="00001CFA"/>
    <w:rsid w:val="00066330"/>
    <w:rsid w:val="003150BC"/>
    <w:rsid w:val="003651ED"/>
    <w:rsid w:val="00454F6A"/>
    <w:rsid w:val="004C2197"/>
    <w:rsid w:val="00507702"/>
    <w:rsid w:val="00590896"/>
    <w:rsid w:val="007136A4"/>
    <w:rsid w:val="008C53D9"/>
    <w:rsid w:val="00AA4425"/>
    <w:rsid w:val="00B2256A"/>
    <w:rsid w:val="00BE33C1"/>
    <w:rsid w:val="00FE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90896"/>
    <w:rPr>
      <w:color w:val="808080"/>
    </w:rPr>
  </w:style>
  <w:style w:type="paragraph" w:customStyle="1" w:styleId="083C59081FBB4A979F48B526E64B9A432">
    <w:name w:val="083C59081FBB4A979F48B526E64B9A432"/>
    <w:rsid w:val="00001CFA"/>
    <w:pPr>
      <w:tabs>
        <w:tab w:val="center" w:pos="4536"/>
        <w:tab w:val="right" w:pos="9072"/>
      </w:tabs>
      <w:spacing w:after="0" w:line="240" w:lineRule="auto"/>
    </w:pPr>
    <w:rPr>
      <w:rFonts w:ascii="Arial" w:eastAsia="Times" w:hAnsi="Arial" w:cs="Times New Roman"/>
      <w:sz w:val="24"/>
      <w:szCs w:val="20"/>
    </w:rPr>
  </w:style>
  <w:style w:type="paragraph" w:customStyle="1" w:styleId="530A596B6DD3425BBDE4024AD560427A">
    <w:name w:val="530A596B6DD3425BBDE4024AD560427A"/>
    <w:rsid w:val="005908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D7CF1-7873-4088-A88B-8E68232C5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bordereauenvoi.dot</Template>
  <TotalTime>23</TotalTime>
  <Pages>1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Bordereau d'envoi</vt:lpstr>
    </vt:vector>
  </TitlesOfParts>
  <Company>Aéroports de Paris</Company>
  <LinksUpToDate>false</LinksUpToDate>
  <CharactersWithSpaces>1878</CharactersWithSpaces>
  <SharedDoc>false</SharedDoc>
  <HLinks>
    <vt:vector size="6" baseType="variant">
      <vt:variant>
        <vt:i4>196709</vt:i4>
      </vt:variant>
      <vt:variant>
        <vt:i4>2</vt:i4>
      </vt:variant>
      <vt:variant>
        <vt:i4>0</vt:i4>
      </vt:variant>
      <vt:variant>
        <vt:i4>5</vt:i4>
      </vt:variant>
      <vt:variant>
        <vt:lpwstr>mailto:contact-orlyenergies@adp.fr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Bordereau d'envoi</dc:title>
  <dc:subject/>
  <dc:creator>blanco</dc:creator>
  <cp:keywords/>
  <cp:lastModifiedBy>CHAILLARD Quentin</cp:lastModifiedBy>
  <cp:revision>6</cp:revision>
  <cp:lastPrinted>2018-08-14T13:55:00Z</cp:lastPrinted>
  <dcterms:created xsi:type="dcterms:W3CDTF">2022-01-26T15:37:00Z</dcterms:created>
  <dcterms:modified xsi:type="dcterms:W3CDTF">2024-10-16T08:48:00Z</dcterms:modified>
</cp:coreProperties>
</file>