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CE7250" w14:paraId="7DB7C70C" w14:textId="77777777" w:rsidTr="003705F6">
        <w:trPr>
          <w:trHeight w:val="1550"/>
        </w:trPr>
        <w:tc>
          <w:tcPr>
            <w:tcW w:w="1135" w:type="dxa"/>
          </w:tcPr>
          <w:p w14:paraId="237F51FB" w14:textId="6D786C6A" w:rsidR="00CE7250" w:rsidRDefault="00CE7250" w:rsidP="003705F6">
            <w:pPr>
              <w:pStyle w:val="En-tte"/>
            </w:pPr>
          </w:p>
        </w:tc>
        <w:tc>
          <w:tcPr>
            <w:tcW w:w="8646" w:type="dxa"/>
          </w:tcPr>
          <w:p w14:paraId="6678D4F6" w14:textId="3FE410EC" w:rsidR="00CE7250" w:rsidRDefault="00616AA5" w:rsidP="003705F6">
            <w:pPr>
              <w:pStyle w:val="En-tte"/>
            </w:pPr>
            <w:r>
              <w:rPr>
                <w:noProof/>
              </w:rPr>
              <w:drawing>
                <wp:anchor distT="0" distB="0" distL="114300" distR="114300" simplePos="0" relativeHeight="251659264" behindDoc="0" locked="0" layoutInCell="1" allowOverlap="1" wp14:anchorId="2E5EA6E3" wp14:editId="69DCD10E">
                  <wp:simplePos x="0" y="0"/>
                  <wp:positionH relativeFrom="page">
                    <wp:posOffset>-600710</wp:posOffset>
                  </wp:positionH>
                  <wp:positionV relativeFrom="page">
                    <wp:posOffset>-136525</wp:posOffset>
                  </wp:positionV>
                  <wp:extent cx="1364615" cy="122428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48DF90" w14:textId="77777777" w:rsidR="00CE7250" w:rsidRDefault="00CE7250" w:rsidP="003705F6">
            <w:pPr>
              <w:pStyle w:val="En-tte"/>
              <w:jc w:val="center"/>
              <w:rPr>
                <w:b/>
                <w:bCs/>
              </w:rPr>
            </w:pPr>
          </w:p>
          <w:p w14:paraId="6AB566F6" w14:textId="77777777" w:rsidR="00CE7250" w:rsidRPr="00590AAB" w:rsidRDefault="00CE7250" w:rsidP="003705F6">
            <w:pPr>
              <w:pStyle w:val="ZEmetteur"/>
              <w:rPr>
                <w:rFonts w:ascii="Arial" w:hAnsi="Arial"/>
              </w:rPr>
            </w:pPr>
            <w:r w:rsidRPr="00590AAB">
              <w:rPr>
                <w:rFonts w:ascii="Arial" w:hAnsi="Arial"/>
              </w:rPr>
              <w:t>Marine nationale</w:t>
            </w:r>
          </w:p>
          <w:p w14:paraId="4C3BC86D" w14:textId="77777777" w:rsidR="00CE7250" w:rsidRPr="00590AAB" w:rsidRDefault="00CE7250" w:rsidP="003705F6">
            <w:pPr>
              <w:pStyle w:val="ZEmetteur"/>
              <w:rPr>
                <w:rFonts w:ascii="Arial" w:hAnsi="Arial"/>
              </w:rPr>
            </w:pPr>
            <w:r w:rsidRPr="00590AAB">
              <w:rPr>
                <w:rFonts w:ascii="Arial" w:hAnsi="Arial"/>
              </w:rPr>
              <w:t>Service de soutien de la Flotte</w:t>
            </w:r>
          </w:p>
          <w:p w14:paraId="2C84EE5E" w14:textId="77777777" w:rsidR="00CE7250" w:rsidRPr="00590AAB" w:rsidRDefault="00CE7250" w:rsidP="003705F6">
            <w:pPr>
              <w:pStyle w:val="ZEmetteur"/>
              <w:rPr>
                <w:rFonts w:ascii="Arial" w:hAnsi="Arial"/>
              </w:rPr>
            </w:pPr>
            <w:r w:rsidRPr="00590AAB">
              <w:rPr>
                <w:rFonts w:ascii="Arial" w:hAnsi="Arial"/>
              </w:rPr>
              <w:t>DSSF Brest</w:t>
            </w:r>
          </w:p>
          <w:p w14:paraId="02B94DCA" w14:textId="77777777" w:rsidR="00CE7250" w:rsidRDefault="00CE7250" w:rsidP="003705F6"/>
          <w:p w14:paraId="19E9F65B" w14:textId="77777777" w:rsidR="00CE7250" w:rsidRDefault="00CE7250" w:rsidP="003705F6">
            <w:pPr>
              <w:pStyle w:val="En-tte"/>
              <w:jc w:val="center"/>
            </w:pPr>
          </w:p>
        </w:tc>
        <w:tc>
          <w:tcPr>
            <w:tcW w:w="851" w:type="dxa"/>
          </w:tcPr>
          <w:p w14:paraId="3F9CCED6" w14:textId="77777777" w:rsidR="00CE7250" w:rsidRDefault="00CE7250" w:rsidP="003705F6">
            <w:pPr>
              <w:pStyle w:val="En-tte"/>
            </w:pPr>
          </w:p>
        </w:tc>
      </w:tr>
    </w:tbl>
    <w:p w14:paraId="16C6147A" w14:textId="77777777" w:rsidR="003C040D" w:rsidRDefault="003C040D" w:rsidP="003C040D">
      <w:pPr>
        <w:pStyle w:val="ZEmetteur"/>
      </w:pPr>
    </w:p>
    <w:p w14:paraId="088F83E6" w14:textId="3C54051C" w:rsidR="00443372" w:rsidRPr="005A2D84"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C65B45" w:rsidRPr="005A2D84">
        <w:rPr>
          <w:rFonts w:ascii="Arial" w:hAnsi="Arial" w:cs="Arial"/>
          <w:b/>
          <w:bCs/>
          <w:szCs w:val="22"/>
        </w:rPr>
        <w:t>N°</w:t>
      </w:r>
      <w:r w:rsidR="00A25970">
        <w:rPr>
          <w:rFonts w:ascii="Arial" w:hAnsi="Arial" w:cs="Arial"/>
          <w:b/>
          <w:bCs/>
          <w:szCs w:val="22"/>
        </w:rPr>
        <w:t>3</w:t>
      </w:r>
      <w:r w:rsidR="00D42E20">
        <w:rPr>
          <w:rFonts w:ascii="Arial" w:hAnsi="Arial" w:cs="Arial"/>
          <w:b/>
          <w:bCs/>
          <w:szCs w:val="22"/>
        </w:rPr>
        <w:t>7160</w:t>
      </w:r>
      <w:r w:rsidRPr="005A2D84">
        <w:rPr>
          <w:rFonts w:ascii="Arial" w:hAnsi="Arial" w:cs="Arial"/>
          <w:b/>
          <w:bCs/>
          <w:szCs w:val="22"/>
        </w:rPr>
        <w:fldChar w:fldCharType="begin"/>
      </w:r>
      <w:r w:rsidRPr="005A2D84">
        <w:rPr>
          <w:rFonts w:ascii="Arial" w:hAnsi="Arial" w:cs="Arial"/>
          <w:b/>
          <w:bCs/>
          <w:szCs w:val="22"/>
        </w:rPr>
        <w:instrText xml:space="preserve"> ASK N° Dossier "Entrez le N° de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[Numéro du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 MERGEFORMAT </w:instrText>
      </w:r>
      <w:r w:rsidRPr="005A2D84">
        <w:rPr>
          <w:rFonts w:ascii="Arial" w:hAnsi="Arial" w:cs="Arial"/>
          <w:b/>
          <w:bCs/>
          <w:szCs w:val="22"/>
        </w:rPr>
        <w:fldChar w:fldCharType="end"/>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33E1877A" w14:textId="404D5206" w:rsidR="00443372" w:rsidRPr="005A2D84"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C65B45" w:rsidRPr="005A2D84">
              <w:rPr>
                <w:rFonts w:ascii="Arial" w:hAnsi="Arial" w:cs="Arial"/>
                <w:szCs w:val="22"/>
                <w:lang w:val="fr-FR" w:eastAsia="fr-FR"/>
              </w:rPr>
              <w:t xml:space="preserve"> de</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trPr>
          <w:trHeight w:val="469"/>
        </w:trPr>
        <w:tc>
          <w:tcPr>
            <w:tcW w:w="3969"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14:paraId="65F16995" w14:textId="6A166FF8" w:rsidR="00443372" w:rsidRPr="005A2D84" w:rsidRDefault="00A558A7" w:rsidP="002D4423">
            <w:pPr>
              <w:spacing w:before="120" w:after="120"/>
              <w:jc w:val="center"/>
              <w:rPr>
                <w:rFonts w:ascii="Arial" w:hAnsi="Arial" w:cs="Arial"/>
                <w:szCs w:val="22"/>
              </w:rPr>
            </w:pPr>
            <w:r w:rsidRPr="004711AD">
              <w:rPr>
                <w:rFonts w:ascii="Arial" w:hAnsi="Arial" w:cs="Arial"/>
                <w:szCs w:val="22"/>
              </w:rPr>
              <w:t xml:space="preserve">02.98.14.06. 86 </w:t>
            </w:r>
          </w:p>
        </w:tc>
      </w:tr>
      <w:tr w:rsidR="00443372" w:rsidRPr="005A2D84" w14:paraId="72ECDBCE" w14:textId="77777777">
        <w:trPr>
          <w:trHeight w:val="469"/>
        </w:trPr>
        <w:tc>
          <w:tcPr>
            <w:tcW w:w="3969"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78CACCB" w14:textId="03175720" w:rsidR="00443372" w:rsidRDefault="00CA183A">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sidRPr="00CA183A">
        <w:rPr>
          <w:rFonts w:ascii="Arial" w:hAnsi="Arial" w:cs="Arial"/>
          <w:szCs w:val="22"/>
        </w:rPr>
        <w:t xml:space="preserve">Achat </w:t>
      </w:r>
      <w:r w:rsidR="001867DF" w:rsidRPr="001867DF">
        <w:rPr>
          <w:rFonts w:ascii="Arial" w:hAnsi="Arial" w:cs="Arial"/>
          <w:szCs w:val="22"/>
        </w:rPr>
        <w:t>de matériels d’habitabilité pour les unités de la Marine nationale</w:t>
      </w:r>
      <w:r w:rsidR="00A25970">
        <w:rPr>
          <w:rFonts w:ascii="Arial" w:hAnsi="Arial" w:cs="Arial"/>
          <w:szCs w:val="22"/>
        </w:rPr>
        <w:t>.</w:t>
      </w:r>
    </w:p>
    <w:p w14:paraId="5C443D95" w14:textId="77777777" w:rsidR="00BA32D0" w:rsidRPr="005A2D84" w:rsidRDefault="00BA32D0">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274F8C1C"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31BED222" w14:textId="5A64DFCD" w:rsidR="00443372" w:rsidRPr="009A4FF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9A4FF4">
        <w:rPr>
          <w:rFonts w:ascii="Arial" w:hAnsi="Arial" w:cs="Arial"/>
          <w:b/>
          <w:szCs w:val="22"/>
        </w:rPr>
        <w:t xml:space="preserve">Le </w:t>
      </w:r>
      <w:r w:rsidR="001867DF">
        <w:rPr>
          <w:rFonts w:ascii="Arial" w:hAnsi="Arial" w:cs="Arial"/>
          <w:b/>
          <w:szCs w:val="22"/>
        </w:rPr>
        <w:t>30 octobre</w:t>
      </w:r>
      <w:r w:rsidR="00CA242B" w:rsidRPr="009A4FF4">
        <w:rPr>
          <w:rFonts w:ascii="Arial" w:hAnsi="Arial" w:cs="Arial"/>
          <w:b/>
          <w:szCs w:val="22"/>
        </w:rPr>
        <w:t xml:space="preserve"> 2025</w:t>
      </w:r>
    </w:p>
    <w:p w14:paraId="00903287" w14:textId="1B258509" w:rsidR="00443372" w:rsidRPr="005A2D84" w:rsidRDefault="00443372">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r w:rsidRPr="009A4FF4">
        <w:rPr>
          <w:rFonts w:ascii="Arial" w:hAnsi="Arial" w:cs="Arial"/>
          <w:b/>
          <w:szCs w:val="22"/>
        </w:rPr>
        <w:t>avant 16 heures</w:t>
      </w:r>
      <w:r w:rsidR="003C2AE3" w:rsidRPr="009A4FF4">
        <w:rPr>
          <w:rFonts w:ascii="Arial" w:hAnsi="Arial" w:cs="Arial"/>
          <w:b/>
          <w:szCs w:val="22"/>
        </w:rPr>
        <w:t xml:space="preserve"> </w:t>
      </w:r>
      <w:r w:rsidR="005F29E4" w:rsidRPr="009A4FF4">
        <w:rPr>
          <w:rFonts w:ascii="Arial" w:hAnsi="Arial" w:cs="Arial"/>
          <w:b/>
          <w:szCs w:val="22"/>
        </w:rPr>
        <w:t>(horodatage PLACE)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0F97A075" w14:textId="398936FC" w:rsidR="00C03B5A" w:rsidRDefault="00C03B5A">
      <w:pPr>
        <w:spacing w:before="0" w:after="0"/>
        <w:jc w:val="left"/>
        <w:rPr>
          <w:rFonts w:ascii="Arial" w:hAnsi="Arial" w:cs="Arial"/>
          <w:szCs w:val="22"/>
        </w:rPr>
      </w:pPr>
      <w:r>
        <w:rPr>
          <w:rFonts w:ascii="Arial" w:hAnsi="Arial" w:cs="Arial"/>
          <w:szCs w:val="22"/>
        </w:rPr>
        <w:br w:type="page"/>
      </w:r>
    </w:p>
    <w:p w14:paraId="46F351DD" w14:textId="77777777" w:rsidR="00443372" w:rsidRPr="005A2D84" w:rsidRDefault="00443372">
      <w:pPr>
        <w:tabs>
          <w:tab w:val="left" w:pos="7371"/>
        </w:tabs>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5A2D84">
        <w:rPr>
          <w:rFonts w:ascii="Arial" w:hAnsi="Arial" w:cs="Arial"/>
          <w:b/>
          <w:szCs w:val="22"/>
        </w:rPr>
        <w:t xml:space="preserve">S  O  M  </w:t>
      </w:r>
      <w:proofErr w:type="spellStart"/>
      <w:r w:rsidRPr="005A2D84">
        <w:rPr>
          <w:rFonts w:ascii="Arial" w:hAnsi="Arial" w:cs="Arial"/>
          <w:b/>
          <w:szCs w:val="22"/>
        </w:rPr>
        <w:t>M</w:t>
      </w:r>
      <w:proofErr w:type="spellEnd"/>
      <w:r w:rsidRPr="005A2D84">
        <w:rPr>
          <w:rFonts w:ascii="Arial" w:hAnsi="Arial" w:cs="Arial"/>
          <w:b/>
          <w:szCs w:val="22"/>
        </w:rPr>
        <w:t xml:space="preserve">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75972EA5" w14:textId="68560A84" w:rsidR="00670B56"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5A2D84">
        <w:rPr>
          <w:rFonts w:ascii="Arial" w:hAnsi="Arial" w:cs="Arial"/>
          <w:szCs w:val="22"/>
          <w:lang w:val="en-GB"/>
        </w:rPr>
        <w:fldChar w:fldCharType="begin"/>
      </w:r>
      <w:r w:rsidRPr="005A2D84">
        <w:rPr>
          <w:rFonts w:ascii="Arial" w:hAnsi="Arial" w:cs="Arial"/>
          <w:szCs w:val="22"/>
          <w:lang w:val="en-GB"/>
        </w:rPr>
        <w:instrText xml:space="preserve"> TOC \o "1-3" \h \z </w:instrText>
      </w:r>
      <w:r w:rsidRPr="005A2D84">
        <w:rPr>
          <w:rFonts w:ascii="Arial" w:hAnsi="Arial" w:cs="Arial"/>
          <w:szCs w:val="22"/>
          <w:lang w:val="en-GB"/>
        </w:rPr>
        <w:fldChar w:fldCharType="separate"/>
      </w:r>
      <w:hyperlink w:anchor="_Toc195535238" w:history="1">
        <w:r w:rsidR="00670B56" w:rsidRPr="005A333B">
          <w:rPr>
            <w:rStyle w:val="Lienhypertexte"/>
            <w:rFonts w:ascii="Arial" w:hAnsi="Arial" w:cs="Arial"/>
            <w:noProof/>
          </w:rPr>
          <w:t>1.</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oBJET ET CARACTERISTIQUES DE LA CONSULTATION</w:t>
        </w:r>
        <w:r w:rsidR="00670B56">
          <w:rPr>
            <w:noProof/>
            <w:webHidden/>
          </w:rPr>
          <w:tab/>
        </w:r>
        <w:r w:rsidR="00670B56">
          <w:rPr>
            <w:noProof/>
            <w:webHidden/>
          </w:rPr>
          <w:fldChar w:fldCharType="begin"/>
        </w:r>
        <w:r w:rsidR="00670B56">
          <w:rPr>
            <w:noProof/>
            <w:webHidden/>
          </w:rPr>
          <w:instrText xml:space="preserve"> PAGEREF _Toc195535238 \h </w:instrText>
        </w:r>
        <w:r w:rsidR="00670B56">
          <w:rPr>
            <w:noProof/>
            <w:webHidden/>
          </w:rPr>
        </w:r>
        <w:r w:rsidR="00670B56">
          <w:rPr>
            <w:noProof/>
            <w:webHidden/>
          </w:rPr>
          <w:fldChar w:fldCharType="separate"/>
        </w:r>
        <w:r w:rsidR="00670B56">
          <w:rPr>
            <w:noProof/>
            <w:webHidden/>
          </w:rPr>
          <w:t>3</w:t>
        </w:r>
        <w:r w:rsidR="00670B56">
          <w:rPr>
            <w:noProof/>
            <w:webHidden/>
          </w:rPr>
          <w:fldChar w:fldCharType="end"/>
        </w:r>
      </w:hyperlink>
    </w:p>
    <w:p w14:paraId="43E555EB" w14:textId="1361CF50" w:rsidR="00670B56" w:rsidRDefault="00D813BC">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5535239" w:history="1">
        <w:r w:rsidR="00670B56" w:rsidRPr="005A333B">
          <w:rPr>
            <w:rStyle w:val="Lienhypertexte"/>
            <w:rFonts w:ascii="Arial" w:hAnsi="Arial" w:cs="Arial"/>
            <w:noProof/>
          </w:rPr>
          <w:t>2.</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condition de la consultation</w:t>
        </w:r>
        <w:r w:rsidR="00670B56">
          <w:rPr>
            <w:noProof/>
            <w:webHidden/>
          </w:rPr>
          <w:tab/>
        </w:r>
        <w:r w:rsidR="00670B56">
          <w:rPr>
            <w:noProof/>
            <w:webHidden/>
          </w:rPr>
          <w:fldChar w:fldCharType="begin"/>
        </w:r>
        <w:r w:rsidR="00670B56">
          <w:rPr>
            <w:noProof/>
            <w:webHidden/>
          </w:rPr>
          <w:instrText xml:space="preserve"> PAGEREF _Toc195535239 \h </w:instrText>
        </w:r>
        <w:r w:rsidR="00670B56">
          <w:rPr>
            <w:noProof/>
            <w:webHidden/>
          </w:rPr>
        </w:r>
        <w:r w:rsidR="00670B56">
          <w:rPr>
            <w:noProof/>
            <w:webHidden/>
          </w:rPr>
          <w:fldChar w:fldCharType="separate"/>
        </w:r>
        <w:r w:rsidR="00670B56">
          <w:rPr>
            <w:noProof/>
            <w:webHidden/>
          </w:rPr>
          <w:t>3</w:t>
        </w:r>
        <w:r w:rsidR="00670B56">
          <w:rPr>
            <w:noProof/>
            <w:webHidden/>
          </w:rPr>
          <w:fldChar w:fldCharType="end"/>
        </w:r>
      </w:hyperlink>
    </w:p>
    <w:p w14:paraId="501DFA74" w14:textId="13ABB90C" w:rsidR="00670B56" w:rsidRDefault="00D813BC">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5535240" w:history="1">
        <w:r w:rsidR="00670B56" w:rsidRPr="005A333B">
          <w:rPr>
            <w:rStyle w:val="Lienhypertexte"/>
            <w:rFonts w:ascii="Arial" w:hAnsi="Arial" w:cs="Arial"/>
            <w:noProof/>
          </w:rPr>
          <w:t>3.</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presentation et envoi des PLIS</w:t>
        </w:r>
        <w:r w:rsidR="00670B56">
          <w:rPr>
            <w:noProof/>
            <w:webHidden/>
          </w:rPr>
          <w:tab/>
        </w:r>
        <w:r w:rsidR="00670B56">
          <w:rPr>
            <w:noProof/>
            <w:webHidden/>
          </w:rPr>
          <w:fldChar w:fldCharType="begin"/>
        </w:r>
        <w:r w:rsidR="00670B56">
          <w:rPr>
            <w:noProof/>
            <w:webHidden/>
          </w:rPr>
          <w:instrText xml:space="preserve"> PAGEREF _Toc195535240 \h </w:instrText>
        </w:r>
        <w:r w:rsidR="00670B56">
          <w:rPr>
            <w:noProof/>
            <w:webHidden/>
          </w:rPr>
        </w:r>
        <w:r w:rsidR="00670B56">
          <w:rPr>
            <w:noProof/>
            <w:webHidden/>
          </w:rPr>
          <w:fldChar w:fldCharType="separate"/>
        </w:r>
        <w:r w:rsidR="00670B56">
          <w:rPr>
            <w:noProof/>
            <w:webHidden/>
          </w:rPr>
          <w:t>4</w:t>
        </w:r>
        <w:r w:rsidR="00670B56">
          <w:rPr>
            <w:noProof/>
            <w:webHidden/>
          </w:rPr>
          <w:fldChar w:fldCharType="end"/>
        </w:r>
      </w:hyperlink>
    </w:p>
    <w:p w14:paraId="291E0511" w14:textId="22FAC4BE" w:rsidR="00670B56" w:rsidRDefault="00D813BC">
      <w:pPr>
        <w:pStyle w:val="TM3"/>
        <w:tabs>
          <w:tab w:val="left" w:pos="1100"/>
          <w:tab w:val="right" w:leader="dot" w:pos="9629"/>
        </w:tabs>
        <w:rPr>
          <w:rFonts w:asciiTheme="minorHAnsi" w:eastAsiaTheme="minorEastAsia" w:hAnsiTheme="minorHAnsi" w:cstheme="minorBidi"/>
          <w:i w:val="0"/>
          <w:iCs w:val="0"/>
          <w:noProof/>
          <w:szCs w:val="22"/>
        </w:rPr>
      </w:pPr>
      <w:hyperlink w:anchor="_Toc195535241" w:history="1">
        <w:r w:rsidR="00670B56" w:rsidRPr="005A333B">
          <w:rPr>
            <w:rStyle w:val="Lienhypertexte"/>
            <w:noProof/>
          </w:rPr>
          <w:t>3.1.</w:t>
        </w:r>
        <w:r w:rsidR="00670B56">
          <w:rPr>
            <w:rFonts w:asciiTheme="minorHAnsi" w:eastAsiaTheme="minorEastAsia" w:hAnsiTheme="minorHAnsi" w:cstheme="minorBidi"/>
            <w:i w:val="0"/>
            <w:iCs w:val="0"/>
            <w:noProof/>
            <w:szCs w:val="22"/>
          </w:rPr>
          <w:tab/>
        </w:r>
        <w:r w:rsidR="00670B56" w:rsidRPr="005A333B">
          <w:rPr>
            <w:rStyle w:val="Lienhypertexte"/>
            <w:noProof/>
          </w:rPr>
          <w:t>Présentation des plis</w:t>
        </w:r>
        <w:r w:rsidR="00670B56">
          <w:rPr>
            <w:noProof/>
            <w:webHidden/>
          </w:rPr>
          <w:tab/>
        </w:r>
        <w:r w:rsidR="00670B56">
          <w:rPr>
            <w:noProof/>
            <w:webHidden/>
          </w:rPr>
          <w:fldChar w:fldCharType="begin"/>
        </w:r>
        <w:r w:rsidR="00670B56">
          <w:rPr>
            <w:noProof/>
            <w:webHidden/>
          </w:rPr>
          <w:instrText xml:space="preserve"> PAGEREF _Toc195535241 \h </w:instrText>
        </w:r>
        <w:r w:rsidR="00670B56">
          <w:rPr>
            <w:noProof/>
            <w:webHidden/>
          </w:rPr>
        </w:r>
        <w:r w:rsidR="00670B56">
          <w:rPr>
            <w:noProof/>
            <w:webHidden/>
          </w:rPr>
          <w:fldChar w:fldCharType="separate"/>
        </w:r>
        <w:r w:rsidR="00670B56">
          <w:rPr>
            <w:noProof/>
            <w:webHidden/>
          </w:rPr>
          <w:t>4</w:t>
        </w:r>
        <w:r w:rsidR="00670B56">
          <w:rPr>
            <w:noProof/>
            <w:webHidden/>
          </w:rPr>
          <w:fldChar w:fldCharType="end"/>
        </w:r>
      </w:hyperlink>
    </w:p>
    <w:p w14:paraId="7FB5173E" w14:textId="34E0A52C" w:rsidR="00670B56" w:rsidRDefault="00D813BC">
      <w:pPr>
        <w:pStyle w:val="TM3"/>
        <w:tabs>
          <w:tab w:val="left" w:pos="1100"/>
          <w:tab w:val="right" w:leader="dot" w:pos="9629"/>
        </w:tabs>
        <w:rPr>
          <w:rFonts w:asciiTheme="minorHAnsi" w:eastAsiaTheme="minorEastAsia" w:hAnsiTheme="minorHAnsi" w:cstheme="minorBidi"/>
          <w:i w:val="0"/>
          <w:iCs w:val="0"/>
          <w:noProof/>
          <w:szCs w:val="22"/>
        </w:rPr>
      </w:pPr>
      <w:hyperlink w:anchor="_Toc195535242" w:history="1">
        <w:r w:rsidR="00670B56" w:rsidRPr="005A333B">
          <w:rPr>
            <w:rStyle w:val="Lienhypertexte"/>
            <w:noProof/>
          </w:rPr>
          <w:t>3.2.</w:t>
        </w:r>
        <w:r w:rsidR="00670B56">
          <w:rPr>
            <w:rFonts w:asciiTheme="minorHAnsi" w:eastAsiaTheme="minorEastAsia" w:hAnsiTheme="minorHAnsi" w:cstheme="minorBidi"/>
            <w:i w:val="0"/>
            <w:iCs w:val="0"/>
            <w:noProof/>
            <w:szCs w:val="22"/>
          </w:rPr>
          <w:tab/>
        </w:r>
        <w:r w:rsidR="00670B56" w:rsidRPr="005A333B">
          <w:rPr>
            <w:rStyle w:val="Lienhypertexte"/>
            <w:noProof/>
          </w:rPr>
          <w:t>Condition d’envoi des plis</w:t>
        </w:r>
        <w:r w:rsidR="00670B56">
          <w:rPr>
            <w:noProof/>
            <w:webHidden/>
          </w:rPr>
          <w:tab/>
        </w:r>
        <w:r w:rsidR="00670B56">
          <w:rPr>
            <w:noProof/>
            <w:webHidden/>
          </w:rPr>
          <w:fldChar w:fldCharType="begin"/>
        </w:r>
        <w:r w:rsidR="00670B56">
          <w:rPr>
            <w:noProof/>
            <w:webHidden/>
          </w:rPr>
          <w:instrText xml:space="preserve"> PAGEREF _Toc195535242 \h </w:instrText>
        </w:r>
        <w:r w:rsidR="00670B56">
          <w:rPr>
            <w:noProof/>
            <w:webHidden/>
          </w:rPr>
        </w:r>
        <w:r w:rsidR="00670B56">
          <w:rPr>
            <w:noProof/>
            <w:webHidden/>
          </w:rPr>
          <w:fldChar w:fldCharType="separate"/>
        </w:r>
        <w:r w:rsidR="00670B56">
          <w:rPr>
            <w:noProof/>
            <w:webHidden/>
          </w:rPr>
          <w:t>5</w:t>
        </w:r>
        <w:r w:rsidR="00670B56">
          <w:rPr>
            <w:noProof/>
            <w:webHidden/>
          </w:rPr>
          <w:fldChar w:fldCharType="end"/>
        </w:r>
      </w:hyperlink>
    </w:p>
    <w:p w14:paraId="61499CF5" w14:textId="0E802588" w:rsidR="00670B56" w:rsidRDefault="00D813BC">
      <w:pPr>
        <w:pStyle w:val="TM3"/>
        <w:tabs>
          <w:tab w:val="left" w:pos="1100"/>
          <w:tab w:val="right" w:leader="dot" w:pos="9629"/>
        </w:tabs>
        <w:rPr>
          <w:rFonts w:asciiTheme="minorHAnsi" w:eastAsiaTheme="minorEastAsia" w:hAnsiTheme="minorHAnsi" w:cstheme="minorBidi"/>
          <w:i w:val="0"/>
          <w:iCs w:val="0"/>
          <w:noProof/>
          <w:szCs w:val="22"/>
        </w:rPr>
      </w:pPr>
      <w:hyperlink w:anchor="_Toc195535243" w:history="1">
        <w:r w:rsidR="00670B56" w:rsidRPr="005A333B">
          <w:rPr>
            <w:rStyle w:val="Lienhypertexte"/>
            <w:noProof/>
          </w:rPr>
          <w:t>3.3.</w:t>
        </w:r>
        <w:r w:rsidR="00670B56">
          <w:rPr>
            <w:rFonts w:asciiTheme="minorHAnsi" w:eastAsiaTheme="minorEastAsia" w:hAnsiTheme="minorHAnsi" w:cstheme="minorBidi"/>
            <w:i w:val="0"/>
            <w:iCs w:val="0"/>
            <w:noProof/>
            <w:szCs w:val="22"/>
          </w:rPr>
          <w:tab/>
        </w:r>
        <w:r w:rsidR="00670B56" w:rsidRPr="005A333B">
          <w:rPr>
            <w:rStyle w:val="Lienhypertexte"/>
            <w:noProof/>
          </w:rPr>
          <w:t>Date de remise des offres</w:t>
        </w:r>
        <w:r w:rsidR="00670B56">
          <w:rPr>
            <w:noProof/>
            <w:webHidden/>
          </w:rPr>
          <w:tab/>
        </w:r>
        <w:r w:rsidR="00670B56">
          <w:rPr>
            <w:noProof/>
            <w:webHidden/>
          </w:rPr>
          <w:fldChar w:fldCharType="begin"/>
        </w:r>
        <w:r w:rsidR="00670B56">
          <w:rPr>
            <w:noProof/>
            <w:webHidden/>
          </w:rPr>
          <w:instrText xml:space="preserve"> PAGEREF _Toc195535243 \h </w:instrText>
        </w:r>
        <w:r w:rsidR="00670B56">
          <w:rPr>
            <w:noProof/>
            <w:webHidden/>
          </w:rPr>
        </w:r>
        <w:r w:rsidR="00670B56">
          <w:rPr>
            <w:noProof/>
            <w:webHidden/>
          </w:rPr>
          <w:fldChar w:fldCharType="separate"/>
        </w:r>
        <w:r w:rsidR="00670B56">
          <w:rPr>
            <w:noProof/>
            <w:webHidden/>
          </w:rPr>
          <w:t>6</w:t>
        </w:r>
        <w:r w:rsidR="00670B56">
          <w:rPr>
            <w:noProof/>
            <w:webHidden/>
          </w:rPr>
          <w:fldChar w:fldCharType="end"/>
        </w:r>
      </w:hyperlink>
    </w:p>
    <w:p w14:paraId="60175186" w14:textId="097F4570" w:rsidR="00670B56" w:rsidRDefault="00D813BC">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5535244" w:history="1">
        <w:r w:rsidR="00670B56" w:rsidRPr="005A333B">
          <w:rPr>
            <w:rStyle w:val="Lienhypertexte"/>
            <w:rFonts w:ascii="Arial" w:hAnsi="Arial" w:cs="Arial"/>
            <w:noProof/>
          </w:rPr>
          <w:t>4.</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jugement des CANDIDATURES ET DES OFFRES</w:t>
        </w:r>
        <w:r w:rsidR="00670B56">
          <w:rPr>
            <w:noProof/>
            <w:webHidden/>
          </w:rPr>
          <w:tab/>
        </w:r>
        <w:r w:rsidR="00670B56">
          <w:rPr>
            <w:noProof/>
            <w:webHidden/>
          </w:rPr>
          <w:fldChar w:fldCharType="begin"/>
        </w:r>
        <w:r w:rsidR="00670B56">
          <w:rPr>
            <w:noProof/>
            <w:webHidden/>
          </w:rPr>
          <w:instrText xml:space="preserve"> PAGEREF _Toc195535244 \h </w:instrText>
        </w:r>
        <w:r w:rsidR="00670B56">
          <w:rPr>
            <w:noProof/>
            <w:webHidden/>
          </w:rPr>
        </w:r>
        <w:r w:rsidR="00670B56">
          <w:rPr>
            <w:noProof/>
            <w:webHidden/>
          </w:rPr>
          <w:fldChar w:fldCharType="separate"/>
        </w:r>
        <w:r w:rsidR="00670B56">
          <w:rPr>
            <w:noProof/>
            <w:webHidden/>
          </w:rPr>
          <w:t>6</w:t>
        </w:r>
        <w:r w:rsidR="00670B56">
          <w:rPr>
            <w:noProof/>
            <w:webHidden/>
          </w:rPr>
          <w:fldChar w:fldCharType="end"/>
        </w:r>
      </w:hyperlink>
    </w:p>
    <w:p w14:paraId="799F5872" w14:textId="7630439F" w:rsidR="00670B56" w:rsidRDefault="00D813BC">
      <w:pPr>
        <w:pStyle w:val="TM3"/>
        <w:tabs>
          <w:tab w:val="left" w:pos="1100"/>
          <w:tab w:val="right" w:leader="dot" w:pos="9629"/>
        </w:tabs>
        <w:rPr>
          <w:rFonts w:asciiTheme="minorHAnsi" w:eastAsiaTheme="minorEastAsia" w:hAnsiTheme="minorHAnsi" w:cstheme="minorBidi"/>
          <w:i w:val="0"/>
          <w:iCs w:val="0"/>
          <w:noProof/>
          <w:szCs w:val="22"/>
        </w:rPr>
      </w:pPr>
      <w:hyperlink w:anchor="_Toc195535245" w:history="1">
        <w:r w:rsidR="00670B56" w:rsidRPr="005A333B">
          <w:rPr>
            <w:rStyle w:val="Lienhypertexte"/>
            <w:noProof/>
          </w:rPr>
          <w:t>4.1.</w:t>
        </w:r>
        <w:r w:rsidR="00670B56">
          <w:rPr>
            <w:rFonts w:asciiTheme="minorHAnsi" w:eastAsiaTheme="minorEastAsia" w:hAnsiTheme="minorHAnsi" w:cstheme="minorBidi"/>
            <w:i w:val="0"/>
            <w:iCs w:val="0"/>
            <w:noProof/>
            <w:szCs w:val="22"/>
          </w:rPr>
          <w:tab/>
        </w:r>
        <w:r w:rsidR="00670B56" w:rsidRPr="005A333B">
          <w:rPr>
            <w:rStyle w:val="Lienhypertexte"/>
            <w:noProof/>
          </w:rPr>
          <w:t>Jugement des candidatures</w:t>
        </w:r>
        <w:r w:rsidR="00670B56">
          <w:rPr>
            <w:noProof/>
            <w:webHidden/>
          </w:rPr>
          <w:tab/>
        </w:r>
        <w:r w:rsidR="00670B56">
          <w:rPr>
            <w:noProof/>
            <w:webHidden/>
          </w:rPr>
          <w:fldChar w:fldCharType="begin"/>
        </w:r>
        <w:r w:rsidR="00670B56">
          <w:rPr>
            <w:noProof/>
            <w:webHidden/>
          </w:rPr>
          <w:instrText xml:space="preserve"> PAGEREF _Toc195535245 \h </w:instrText>
        </w:r>
        <w:r w:rsidR="00670B56">
          <w:rPr>
            <w:noProof/>
            <w:webHidden/>
          </w:rPr>
        </w:r>
        <w:r w:rsidR="00670B56">
          <w:rPr>
            <w:noProof/>
            <w:webHidden/>
          </w:rPr>
          <w:fldChar w:fldCharType="separate"/>
        </w:r>
        <w:r w:rsidR="00670B56">
          <w:rPr>
            <w:noProof/>
            <w:webHidden/>
          </w:rPr>
          <w:t>6</w:t>
        </w:r>
        <w:r w:rsidR="00670B56">
          <w:rPr>
            <w:noProof/>
            <w:webHidden/>
          </w:rPr>
          <w:fldChar w:fldCharType="end"/>
        </w:r>
      </w:hyperlink>
    </w:p>
    <w:p w14:paraId="7110F44A" w14:textId="31D0AAAD" w:rsidR="00670B56" w:rsidRDefault="00D813BC">
      <w:pPr>
        <w:pStyle w:val="TM3"/>
        <w:tabs>
          <w:tab w:val="left" w:pos="1100"/>
          <w:tab w:val="right" w:leader="dot" w:pos="9629"/>
        </w:tabs>
        <w:rPr>
          <w:rFonts w:asciiTheme="minorHAnsi" w:eastAsiaTheme="minorEastAsia" w:hAnsiTheme="minorHAnsi" w:cstheme="minorBidi"/>
          <w:i w:val="0"/>
          <w:iCs w:val="0"/>
          <w:noProof/>
          <w:szCs w:val="22"/>
        </w:rPr>
      </w:pPr>
      <w:hyperlink w:anchor="_Toc195535246" w:history="1">
        <w:r w:rsidR="00670B56" w:rsidRPr="005A333B">
          <w:rPr>
            <w:rStyle w:val="Lienhypertexte"/>
            <w:noProof/>
          </w:rPr>
          <w:t>4.2.</w:t>
        </w:r>
        <w:r w:rsidR="00670B56">
          <w:rPr>
            <w:rFonts w:asciiTheme="minorHAnsi" w:eastAsiaTheme="minorEastAsia" w:hAnsiTheme="minorHAnsi" w:cstheme="minorBidi"/>
            <w:i w:val="0"/>
            <w:iCs w:val="0"/>
            <w:noProof/>
            <w:szCs w:val="22"/>
          </w:rPr>
          <w:tab/>
        </w:r>
        <w:r w:rsidR="00670B56" w:rsidRPr="005A333B">
          <w:rPr>
            <w:rStyle w:val="Lienhypertexte"/>
            <w:noProof/>
          </w:rPr>
          <w:t>Critères de classement des offres et attribution du marché</w:t>
        </w:r>
        <w:r w:rsidR="00670B56">
          <w:rPr>
            <w:noProof/>
            <w:webHidden/>
          </w:rPr>
          <w:tab/>
        </w:r>
        <w:r w:rsidR="00670B56">
          <w:rPr>
            <w:noProof/>
            <w:webHidden/>
          </w:rPr>
          <w:fldChar w:fldCharType="begin"/>
        </w:r>
        <w:r w:rsidR="00670B56">
          <w:rPr>
            <w:noProof/>
            <w:webHidden/>
          </w:rPr>
          <w:instrText xml:space="preserve"> PAGEREF _Toc195535246 \h </w:instrText>
        </w:r>
        <w:r w:rsidR="00670B56">
          <w:rPr>
            <w:noProof/>
            <w:webHidden/>
          </w:rPr>
        </w:r>
        <w:r w:rsidR="00670B56">
          <w:rPr>
            <w:noProof/>
            <w:webHidden/>
          </w:rPr>
          <w:fldChar w:fldCharType="separate"/>
        </w:r>
        <w:r w:rsidR="00670B56">
          <w:rPr>
            <w:noProof/>
            <w:webHidden/>
          </w:rPr>
          <w:t>6</w:t>
        </w:r>
        <w:r w:rsidR="00670B56">
          <w:rPr>
            <w:noProof/>
            <w:webHidden/>
          </w:rPr>
          <w:fldChar w:fldCharType="end"/>
        </w:r>
      </w:hyperlink>
    </w:p>
    <w:p w14:paraId="3278A3DC" w14:textId="70D10F9F" w:rsidR="00670B56" w:rsidRDefault="00D813BC">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5535247" w:history="1">
        <w:r w:rsidR="00670B56" w:rsidRPr="005A333B">
          <w:rPr>
            <w:rStyle w:val="Lienhypertexte"/>
            <w:rFonts w:ascii="Arial" w:hAnsi="Arial" w:cs="Arial"/>
            <w:noProof/>
          </w:rPr>
          <w:t>5.</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contenu du dossier de la consultation</w:t>
        </w:r>
        <w:r w:rsidR="00670B56">
          <w:rPr>
            <w:noProof/>
            <w:webHidden/>
          </w:rPr>
          <w:tab/>
        </w:r>
        <w:r w:rsidR="00670B56">
          <w:rPr>
            <w:noProof/>
            <w:webHidden/>
          </w:rPr>
          <w:fldChar w:fldCharType="begin"/>
        </w:r>
        <w:r w:rsidR="00670B56">
          <w:rPr>
            <w:noProof/>
            <w:webHidden/>
          </w:rPr>
          <w:instrText xml:space="preserve"> PAGEREF _Toc195535247 \h </w:instrText>
        </w:r>
        <w:r w:rsidR="00670B56">
          <w:rPr>
            <w:noProof/>
            <w:webHidden/>
          </w:rPr>
        </w:r>
        <w:r w:rsidR="00670B56">
          <w:rPr>
            <w:noProof/>
            <w:webHidden/>
          </w:rPr>
          <w:fldChar w:fldCharType="separate"/>
        </w:r>
        <w:r w:rsidR="00670B56">
          <w:rPr>
            <w:noProof/>
            <w:webHidden/>
          </w:rPr>
          <w:t>9</w:t>
        </w:r>
        <w:r w:rsidR="00670B56">
          <w:rPr>
            <w:noProof/>
            <w:webHidden/>
          </w:rPr>
          <w:fldChar w:fldCharType="end"/>
        </w:r>
      </w:hyperlink>
    </w:p>
    <w:p w14:paraId="55EA7891" w14:textId="1E0D0C22" w:rsidR="00443372" w:rsidRPr="005A2D84" w:rsidRDefault="006504BE" w:rsidP="006504BE">
      <w:pPr>
        <w:tabs>
          <w:tab w:val="left" w:pos="567"/>
        </w:tabs>
        <w:rPr>
          <w:rFonts w:ascii="Arial" w:hAnsi="Arial" w:cs="Arial"/>
          <w:szCs w:val="22"/>
          <w:lang w:val="en-GB"/>
        </w:rPr>
      </w:pPr>
      <w:r w:rsidRPr="005A2D84">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77777777" w:rsidR="00443372" w:rsidRPr="005A2D84" w:rsidRDefault="00443372">
      <w:pPr>
        <w:tabs>
          <w:tab w:val="left" w:pos="567"/>
        </w:tabs>
        <w:rPr>
          <w:rFonts w:ascii="Arial" w:hAnsi="Arial" w:cs="Arial"/>
          <w:szCs w:val="22"/>
        </w:rPr>
      </w:pPr>
    </w:p>
    <w:p w14:paraId="2F491AD4" w14:textId="77777777" w:rsidR="00443372" w:rsidRPr="005A2D84" w:rsidRDefault="00443372">
      <w:pPr>
        <w:tabs>
          <w:tab w:val="left" w:pos="567"/>
        </w:tabs>
        <w:rPr>
          <w:rFonts w:ascii="Arial" w:hAnsi="Arial" w:cs="Arial"/>
          <w:szCs w:val="22"/>
        </w:rPr>
        <w:sectPr w:rsidR="00443372" w:rsidRPr="005A2D84">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1907" w:h="16840" w:code="9"/>
          <w:pgMar w:top="957" w:right="1134" w:bottom="1134" w:left="1134" w:header="720" w:footer="425" w:gutter="0"/>
          <w:cols w:space="720"/>
        </w:sectPr>
      </w:pPr>
    </w:p>
    <w:p w14:paraId="2296F3C9" w14:textId="77777777" w:rsidR="00443372" w:rsidRPr="005A2D84" w:rsidRDefault="00443372" w:rsidP="00670B56">
      <w:pPr>
        <w:pStyle w:val="Titre1"/>
        <w:numPr>
          <w:ilvl w:val="0"/>
          <w:numId w:val="7"/>
        </w:numPr>
        <w:spacing w:after="120"/>
        <w:rPr>
          <w:rFonts w:ascii="Arial" w:hAnsi="Arial" w:cs="Arial"/>
          <w:szCs w:val="22"/>
        </w:rPr>
      </w:pPr>
      <w:bookmarkStart w:id="1" w:name="_Toc36259021"/>
      <w:bookmarkStart w:id="2" w:name="_Toc42327867"/>
      <w:bookmarkStart w:id="3" w:name="_Toc254166739"/>
      <w:bookmarkStart w:id="4" w:name="_Toc195535238"/>
      <w:r w:rsidRPr="005A2D84">
        <w:rPr>
          <w:rFonts w:ascii="Arial" w:hAnsi="Arial" w:cs="Arial"/>
          <w:szCs w:val="22"/>
        </w:rPr>
        <w:t>oBJET ET CAR</w:t>
      </w:r>
      <w:r w:rsidR="002125A9" w:rsidRPr="005A2D84">
        <w:rPr>
          <w:rFonts w:ascii="Arial" w:hAnsi="Arial" w:cs="Arial"/>
          <w:szCs w:val="22"/>
        </w:rPr>
        <w:t>AC</w:t>
      </w:r>
      <w:r w:rsidRPr="005A2D84">
        <w:rPr>
          <w:rFonts w:ascii="Arial" w:hAnsi="Arial" w:cs="Arial"/>
          <w:szCs w:val="22"/>
        </w:rPr>
        <w:t>TERISTIQUES D</w:t>
      </w:r>
      <w:bookmarkEnd w:id="1"/>
      <w:r w:rsidRPr="005A2D84">
        <w:rPr>
          <w:rFonts w:ascii="Arial" w:hAnsi="Arial" w:cs="Arial"/>
          <w:szCs w:val="22"/>
        </w:rPr>
        <w:t>E LA CONSULTATION</w:t>
      </w:r>
      <w:bookmarkStart w:id="5" w:name="OLE_LINK1"/>
      <w:bookmarkStart w:id="6" w:name="OLE_LINK2"/>
      <w:bookmarkEnd w:id="2"/>
      <w:bookmarkEnd w:id="3"/>
      <w:bookmarkEnd w:id="4"/>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1231935" w14:textId="1E9FA02E" w:rsidR="00443372" w:rsidRPr="005A2D84" w:rsidRDefault="00443372" w:rsidP="0092138C">
      <w:pPr>
        <w:pStyle w:val="Paragraphe"/>
        <w:ind w:firstLine="0"/>
        <w:rPr>
          <w:rFonts w:ascii="Arial" w:hAnsi="Arial" w:cs="Arial"/>
          <w:szCs w:val="22"/>
        </w:rPr>
      </w:pPr>
      <w:r w:rsidRPr="005A2D84">
        <w:rPr>
          <w:rFonts w:ascii="Arial" w:hAnsi="Arial" w:cs="Arial"/>
          <w:b/>
          <w:szCs w:val="22"/>
        </w:rPr>
        <w:t>Elle a pour objet</w:t>
      </w:r>
      <w:r w:rsidRPr="005A2D84">
        <w:rPr>
          <w:rFonts w:ascii="Arial" w:hAnsi="Arial" w:cs="Arial"/>
          <w:szCs w:val="22"/>
        </w:rPr>
        <w:t xml:space="preserve"> </w:t>
      </w:r>
      <w:r w:rsidR="001E5F4E" w:rsidRPr="001E5F4E">
        <w:rPr>
          <w:rFonts w:ascii="Arial" w:hAnsi="Arial" w:cs="Arial"/>
          <w:szCs w:val="22"/>
        </w:rPr>
        <w:t>l’achat de matériels d’habitabilité pour les unités de la Marine nationale</w:t>
      </w:r>
      <w:r w:rsidR="004C372E">
        <w:rPr>
          <w:rFonts w:ascii="Arial" w:hAnsi="Arial" w:cs="Arial"/>
          <w:szCs w:val="22"/>
          <w:lang w:val="fr-FR"/>
        </w:rPr>
        <w:t>,</w:t>
      </w:r>
      <w:r w:rsidR="004C372E">
        <w:rPr>
          <w:rFonts w:ascii="Arial" w:hAnsi="Arial" w:cs="Arial"/>
          <w:szCs w:val="22"/>
        </w:rPr>
        <w:t xml:space="preserve"> </w:t>
      </w:r>
      <w:r w:rsidRPr="005A2D84">
        <w:rPr>
          <w:rFonts w:ascii="Arial" w:hAnsi="Arial" w:cs="Arial"/>
          <w:szCs w:val="22"/>
        </w:rPr>
        <w:t>selon les conditions définies dans le Cahier des Clauses Techniques Particulières</w:t>
      </w:r>
      <w:r w:rsidR="00261796">
        <w:rPr>
          <w:rFonts w:ascii="Arial" w:hAnsi="Arial" w:cs="Arial"/>
          <w:szCs w:val="22"/>
          <w:lang w:val="fr-FR"/>
        </w:rPr>
        <w:t xml:space="preserve"> (CCTP)</w:t>
      </w:r>
      <w:r w:rsidR="00456409">
        <w:rPr>
          <w:rFonts w:ascii="Arial" w:hAnsi="Arial" w:cs="Arial"/>
          <w:szCs w:val="22"/>
          <w:lang w:val="fr-FR"/>
        </w:rPr>
        <w:t xml:space="preserve"> ou </w:t>
      </w:r>
      <w:r w:rsidR="008F142B">
        <w:rPr>
          <w:rFonts w:ascii="Arial" w:hAnsi="Arial" w:cs="Arial"/>
          <w:szCs w:val="22"/>
          <w:lang w:val="fr-FR"/>
        </w:rPr>
        <w:t>la Spécification Générale d’Approvisionnement (</w:t>
      </w:r>
      <w:r w:rsidR="00456409">
        <w:rPr>
          <w:rFonts w:ascii="Arial" w:hAnsi="Arial" w:cs="Arial"/>
          <w:szCs w:val="22"/>
          <w:lang w:val="fr-FR"/>
        </w:rPr>
        <w:t>SGA</w:t>
      </w:r>
      <w:r w:rsidR="008F142B">
        <w:rPr>
          <w:rFonts w:ascii="Arial" w:hAnsi="Arial" w:cs="Arial"/>
          <w:szCs w:val="22"/>
          <w:lang w:val="fr-FR"/>
        </w:rPr>
        <w:t>)</w:t>
      </w:r>
      <w:r w:rsidR="00456409">
        <w:rPr>
          <w:rFonts w:ascii="Arial" w:hAnsi="Arial" w:cs="Arial"/>
          <w:szCs w:val="22"/>
          <w:lang w:val="fr-FR"/>
        </w:rPr>
        <w:t xml:space="preserve"> valant CCTP</w:t>
      </w:r>
      <w:r w:rsidRPr="005A2D84">
        <w:rPr>
          <w:rFonts w:ascii="Arial" w:hAnsi="Arial" w:cs="Arial"/>
          <w:szCs w:val="22"/>
        </w:rPr>
        <w:t>.</w:t>
      </w:r>
    </w:p>
    <w:p w14:paraId="2A8AC352" w14:textId="769FD45D" w:rsidR="002C7EDC" w:rsidRPr="005A2D84" w:rsidRDefault="002C7EDC" w:rsidP="0092138C">
      <w:pPr>
        <w:pStyle w:val="MAPAnormal"/>
        <w:rPr>
          <w:rFonts w:ascii="Arial" w:hAnsi="Arial" w:cs="Arial"/>
          <w:szCs w:val="22"/>
        </w:rPr>
      </w:pPr>
      <w:r w:rsidRPr="005A2D84">
        <w:rPr>
          <w:rFonts w:ascii="Arial" w:hAnsi="Arial" w:cs="Arial"/>
          <w:szCs w:val="22"/>
        </w:rPr>
        <w:t xml:space="preserve">Les besoins sont définis par référence à un </w:t>
      </w:r>
      <w:r w:rsidRPr="005A2D84">
        <w:rPr>
          <w:rFonts w:ascii="Arial" w:hAnsi="Arial" w:cs="Arial"/>
          <w:b/>
          <w:szCs w:val="22"/>
        </w:rPr>
        <w:t>N</w:t>
      </w:r>
      <w:r w:rsidRPr="005A2D84">
        <w:rPr>
          <w:rFonts w:ascii="Arial" w:hAnsi="Arial" w:cs="Arial"/>
          <w:szCs w:val="22"/>
        </w:rPr>
        <w:t xml:space="preserve">uméro de </w:t>
      </w:r>
      <w:r w:rsidRPr="005A2D84">
        <w:rPr>
          <w:rFonts w:ascii="Arial" w:hAnsi="Arial" w:cs="Arial"/>
          <w:b/>
          <w:szCs w:val="22"/>
        </w:rPr>
        <w:t>N</w:t>
      </w:r>
      <w:r w:rsidRPr="005A2D84">
        <w:rPr>
          <w:rFonts w:ascii="Arial" w:hAnsi="Arial" w:cs="Arial"/>
          <w:szCs w:val="22"/>
        </w:rPr>
        <w:t xml:space="preserve">omenclature </w:t>
      </w:r>
      <w:r w:rsidRPr="005A2D84">
        <w:rPr>
          <w:rFonts w:ascii="Arial" w:hAnsi="Arial" w:cs="Arial"/>
          <w:b/>
          <w:szCs w:val="22"/>
        </w:rPr>
        <w:t>O</w:t>
      </w:r>
      <w:r w:rsidRPr="005A2D84">
        <w:rPr>
          <w:rFonts w:ascii="Arial" w:hAnsi="Arial" w:cs="Arial"/>
          <w:szCs w:val="22"/>
        </w:rPr>
        <w:t>TAN (NNO) auquel peuvent être associées une ou plusieurs références industrielles regroupées au sein des bases de données S</w:t>
      </w:r>
      <w:r w:rsidR="00174005">
        <w:rPr>
          <w:rFonts w:ascii="Arial" w:hAnsi="Arial" w:cs="Arial"/>
          <w:szCs w:val="22"/>
        </w:rPr>
        <w:t>ACRAL N-CORENG</w:t>
      </w:r>
      <w:r w:rsidRPr="005A2D84">
        <w:rPr>
          <w:rFonts w:ascii="Arial" w:hAnsi="Arial" w:cs="Arial"/>
          <w:szCs w:val="22"/>
        </w:rPr>
        <w:t xml:space="preserve"> ou NMCRL</w:t>
      </w:r>
      <w:r w:rsidRPr="005A2D84">
        <w:rPr>
          <w:rStyle w:val="Appelnotedebasdep"/>
          <w:rFonts w:ascii="Arial" w:hAnsi="Arial" w:cs="Arial"/>
          <w:sz w:val="22"/>
          <w:szCs w:val="22"/>
          <w:vertAlign w:val="superscript"/>
        </w:rPr>
        <w:footnoteReference w:id="1"/>
      </w:r>
      <w:r w:rsidRPr="005A2D84">
        <w:rPr>
          <w:rFonts w:ascii="Arial" w:hAnsi="Arial" w:cs="Arial"/>
          <w:szCs w:val="22"/>
        </w:rPr>
        <w:t>. Les NNO priment sur leur libellé.</w:t>
      </w:r>
    </w:p>
    <w:p w14:paraId="2873FC0E" w14:textId="5F5F0159" w:rsidR="00461474" w:rsidRPr="005A2D84" w:rsidRDefault="00461474" w:rsidP="0092138C">
      <w:pPr>
        <w:pStyle w:val="MAPAnormal"/>
        <w:rPr>
          <w:rFonts w:ascii="Arial" w:hAnsi="Arial" w:cs="Arial"/>
          <w:szCs w:val="22"/>
        </w:rPr>
      </w:pPr>
      <w:r w:rsidRPr="005A2D84">
        <w:rPr>
          <w:rFonts w:ascii="Arial" w:hAnsi="Arial" w:cs="Arial"/>
          <w:szCs w:val="22"/>
        </w:rPr>
        <w:t xml:space="preserve">En cas d’indisponibilité des services </w:t>
      </w:r>
      <w:r w:rsidR="00174005">
        <w:rPr>
          <w:rFonts w:ascii="Arial" w:hAnsi="Arial" w:cs="Arial"/>
          <w:szCs w:val="22"/>
        </w:rPr>
        <w:t>SACRAL N-CORENG</w:t>
      </w:r>
      <w:r w:rsidRPr="005A2D84">
        <w:rPr>
          <w:rFonts w:ascii="Arial" w:hAnsi="Arial" w:cs="Arial"/>
          <w:szCs w:val="22"/>
        </w:rPr>
        <w:t>/NMCRL</w:t>
      </w:r>
      <w:r w:rsidR="005226FF" w:rsidRPr="005A2D84">
        <w:rPr>
          <w:rFonts w:ascii="Arial" w:hAnsi="Arial" w:cs="Arial"/>
          <w:szCs w:val="22"/>
        </w:rPr>
        <w:t>,</w:t>
      </w:r>
      <w:r w:rsidRPr="005A2D84">
        <w:rPr>
          <w:rFonts w:ascii="Arial" w:hAnsi="Arial" w:cs="Arial"/>
          <w:szCs w:val="22"/>
        </w:rPr>
        <w:t xml:space="preserve"> les fiches descriptives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7EF894E6"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48C9EEE1" w14:textId="77777777" w:rsidR="00443372" w:rsidRPr="005A2D84" w:rsidRDefault="00443372" w:rsidP="00670B56">
      <w:pPr>
        <w:spacing w:after="120"/>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AD9CC38" w14:textId="32094D17" w:rsidR="00443372"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(ex SERMACOM) à Brest. </w:t>
      </w:r>
    </w:p>
    <w:p w14:paraId="29DF4259" w14:textId="77777777" w:rsidR="00670B56" w:rsidRPr="005A2D84" w:rsidRDefault="00670B56" w:rsidP="0092138C">
      <w:pPr>
        <w:spacing w:before="0" w:after="0"/>
        <w:jc w:val="left"/>
        <w:rPr>
          <w:rFonts w:ascii="Arial" w:hAnsi="Arial" w:cs="Arial"/>
          <w:szCs w:val="22"/>
        </w:rPr>
      </w:pPr>
    </w:p>
    <w:p w14:paraId="507C54F0" w14:textId="77777777" w:rsidR="00443372" w:rsidRPr="005A2D84" w:rsidRDefault="00443372" w:rsidP="00670B56">
      <w:pPr>
        <w:pStyle w:val="Titre1"/>
        <w:numPr>
          <w:ilvl w:val="0"/>
          <w:numId w:val="7"/>
        </w:numPr>
        <w:spacing w:after="120"/>
        <w:rPr>
          <w:rFonts w:ascii="Arial" w:hAnsi="Arial" w:cs="Arial"/>
          <w:szCs w:val="22"/>
        </w:rPr>
      </w:pPr>
      <w:bookmarkStart w:id="7" w:name="_Toc36259022"/>
      <w:bookmarkStart w:id="8" w:name="_Toc42327874"/>
      <w:bookmarkStart w:id="9" w:name="_Toc254166740"/>
      <w:bookmarkStart w:id="10" w:name="_Toc195535239"/>
      <w:r w:rsidRPr="005A2D84">
        <w:rPr>
          <w:rFonts w:ascii="Arial" w:hAnsi="Arial" w:cs="Arial"/>
          <w:szCs w:val="22"/>
        </w:rPr>
        <w:t>condition de la consultation</w:t>
      </w:r>
      <w:bookmarkEnd w:id="7"/>
      <w:bookmarkEnd w:id="8"/>
      <w:bookmarkEnd w:id="9"/>
      <w:bookmarkEnd w:id="10"/>
    </w:p>
    <w:p w14:paraId="62DC1A6E" w14:textId="56CC2199" w:rsidR="00443372" w:rsidRPr="005A2D84" w:rsidRDefault="00443372" w:rsidP="00670B56">
      <w:pPr>
        <w:spacing w:before="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w:t>
      </w:r>
      <w:proofErr w:type="spellStart"/>
      <w:r w:rsidR="007B0FEF" w:rsidRPr="005A2D84">
        <w:rPr>
          <w:rFonts w:ascii="Arial" w:hAnsi="Arial" w:cs="Arial"/>
          <w:szCs w:val="22"/>
        </w:rPr>
        <w:t>PLate-forme</w:t>
      </w:r>
      <w:proofErr w:type="spellEnd"/>
      <w:r w:rsidR="007B0FEF" w:rsidRPr="005A2D84">
        <w:rPr>
          <w:rFonts w:ascii="Arial" w:hAnsi="Arial" w:cs="Arial"/>
          <w:szCs w:val="22"/>
        </w:rPr>
        <w:t xml:space="preserve"> des </w:t>
      </w:r>
      <w:proofErr w:type="spellStart"/>
      <w:r w:rsidR="007B0FEF" w:rsidRPr="005A2D84">
        <w:rPr>
          <w:rFonts w:ascii="Arial" w:hAnsi="Arial" w:cs="Arial"/>
          <w:szCs w:val="22"/>
        </w:rPr>
        <w:t>AChats</w:t>
      </w:r>
      <w:proofErr w:type="spellEnd"/>
      <w:r w:rsidR="007B0FEF" w:rsidRPr="005A2D84">
        <w:rPr>
          <w:rFonts w:ascii="Arial" w:hAnsi="Arial" w:cs="Arial"/>
          <w:szCs w:val="22"/>
        </w:rPr>
        <w:t xml:space="preserve"> de l’Etat (PLACE)</w:t>
      </w:r>
      <w:r w:rsidRPr="005A2D84">
        <w:rPr>
          <w:rFonts w:ascii="Arial" w:hAnsi="Arial" w:cs="Arial"/>
          <w:szCs w:val="22"/>
        </w:rPr>
        <w:t xml:space="preserve"> depuis </w:t>
      </w:r>
      <w:hyperlink r:id="rId15"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6"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1"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2" w:name="_Toc36259025"/>
      <w:bookmarkStart w:id="13" w:name="_Toc42327876"/>
      <w:bookmarkEnd w:id="11"/>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2"/>
    <w:bookmarkEnd w:id="13"/>
    <w:p w14:paraId="6C2ECBA4" w14:textId="58EF2206" w:rsidR="00443372" w:rsidRPr="005A2D84"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w:t>
      </w:r>
      <w:proofErr w:type="spellStart"/>
      <w:r w:rsidR="000C3219" w:rsidRPr="005A2D84">
        <w:rPr>
          <w:rFonts w:ascii="Arial" w:hAnsi="Arial" w:cs="Arial"/>
          <w:szCs w:val="22"/>
        </w:rPr>
        <w:t>PLate-forme</w:t>
      </w:r>
      <w:proofErr w:type="spellEnd"/>
      <w:r w:rsidR="000C3219" w:rsidRPr="005A2D84">
        <w:rPr>
          <w:rFonts w:ascii="Arial" w:hAnsi="Arial" w:cs="Arial"/>
          <w:szCs w:val="22"/>
        </w:rPr>
        <w:t xml:space="preserve"> des </w:t>
      </w:r>
      <w:proofErr w:type="spellStart"/>
      <w:r w:rsidR="000C3219" w:rsidRPr="005A2D84">
        <w:rPr>
          <w:rFonts w:ascii="Arial" w:hAnsi="Arial" w:cs="Arial"/>
          <w:szCs w:val="22"/>
        </w:rPr>
        <w:t>AChats</w:t>
      </w:r>
      <w:proofErr w:type="spellEnd"/>
      <w:r w:rsidR="000C3219" w:rsidRPr="005A2D84">
        <w:rPr>
          <w:rFonts w:ascii="Arial" w:hAnsi="Arial" w:cs="Arial"/>
          <w:szCs w:val="22"/>
        </w:rPr>
        <w:t xml:space="preserve"> de l’Etat (PLACE) </w:t>
      </w:r>
      <w:r w:rsidRPr="005A2D84">
        <w:rPr>
          <w:rFonts w:ascii="Arial" w:hAnsi="Arial" w:cs="Arial"/>
          <w:szCs w:val="22"/>
        </w:rPr>
        <w:t xml:space="preserve">au plus tard </w:t>
      </w:r>
      <w:r w:rsidR="00204806">
        <w:rPr>
          <w:rFonts w:ascii="Arial" w:hAnsi="Arial" w:cs="Arial"/>
          <w:szCs w:val="22"/>
        </w:rPr>
        <w:t>5</w:t>
      </w:r>
      <w:r w:rsidRPr="005A2D84">
        <w:rPr>
          <w:rFonts w:ascii="Arial" w:hAnsi="Arial" w:cs="Arial"/>
          <w:szCs w:val="22"/>
        </w:rPr>
        <w:t xml:space="preserve"> jours calendaires avant la date limite de remise des offres.</w:t>
      </w:r>
    </w:p>
    <w:p w14:paraId="5A474E22" w14:textId="229A6D20" w:rsidR="00443372" w:rsidRDefault="00443372" w:rsidP="002573EF">
      <w:pPr>
        <w:pStyle w:val="Titre1"/>
        <w:numPr>
          <w:ilvl w:val="0"/>
          <w:numId w:val="7"/>
        </w:numPr>
        <w:spacing w:after="120"/>
        <w:rPr>
          <w:rFonts w:ascii="Arial" w:hAnsi="Arial" w:cs="Arial"/>
          <w:szCs w:val="22"/>
        </w:rPr>
      </w:pPr>
      <w:bookmarkStart w:id="14" w:name="_Toc254166741"/>
      <w:bookmarkStart w:id="15" w:name="_Toc195535240"/>
      <w:bookmarkStart w:id="16" w:name="_Toc36259027"/>
      <w:bookmarkStart w:id="17" w:name="_Toc42327878"/>
      <w:bookmarkEnd w:id="5"/>
      <w:bookmarkEnd w:id="6"/>
      <w:r w:rsidRPr="005A2D84">
        <w:rPr>
          <w:rFonts w:ascii="Arial" w:hAnsi="Arial" w:cs="Arial"/>
          <w:szCs w:val="22"/>
        </w:rPr>
        <w:t xml:space="preserve">presentation et envoi des </w:t>
      </w:r>
      <w:r w:rsidR="00333571" w:rsidRPr="005A2D84">
        <w:rPr>
          <w:rFonts w:ascii="Arial" w:hAnsi="Arial" w:cs="Arial"/>
          <w:szCs w:val="22"/>
        </w:rPr>
        <w:t>PLIS</w:t>
      </w:r>
      <w:bookmarkEnd w:id="14"/>
      <w:bookmarkEnd w:id="15"/>
    </w:p>
    <w:p w14:paraId="3FDF0EAF" w14:textId="77777777" w:rsidR="00DE11C8" w:rsidRPr="00DE11C8" w:rsidRDefault="00DE11C8" w:rsidP="002573EF">
      <w:pPr>
        <w:spacing w:before="0" w:after="0"/>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E85CEB">
      <w:pPr>
        <w:pStyle w:val="Titre3"/>
      </w:pPr>
      <w:bookmarkStart w:id="18" w:name="_Toc254166742"/>
      <w:bookmarkStart w:id="19" w:name="_Toc195535241"/>
      <w:r w:rsidRPr="005A2D84">
        <w:t xml:space="preserve">Présentation des </w:t>
      </w:r>
      <w:r w:rsidR="00333571" w:rsidRPr="005A2D84">
        <w:t>plis</w:t>
      </w:r>
      <w:bookmarkEnd w:id="18"/>
      <w:bookmarkEnd w:id="19"/>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1E0325D" w14:textId="77777777" w:rsidR="00DE11C8" w:rsidRPr="00866D3F" w:rsidRDefault="00DE11C8" w:rsidP="00DE11C8">
      <w:pPr>
        <w:numPr>
          <w:ilvl w:val="0"/>
          <w:numId w:val="15"/>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bookmarkEnd w:id="16"/>
    <w:bookmarkEnd w:id="17"/>
    <w:p w14:paraId="20039BF0" w14:textId="77777777" w:rsidR="002D57EC" w:rsidRPr="00D62785" w:rsidRDefault="002D57EC" w:rsidP="002D57EC">
      <w:pPr>
        <w:spacing w:before="0" w:after="0"/>
        <w:ind w:firstLine="567"/>
        <w:rPr>
          <w:rFonts w:ascii="Arial" w:hAnsi="Arial" w:cs="Arial"/>
          <w:b/>
          <w:bCs/>
          <w:szCs w:val="22"/>
        </w:rPr>
      </w:pPr>
    </w:p>
    <w:p w14:paraId="45821B02" w14:textId="77777777"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 xml:space="preserve">l’annexe financière à l’acte d’engagement. Cette annexe financière est saisie </w:t>
            </w:r>
            <w:r w:rsidRPr="008D14D1">
              <w:rPr>
                <w:rFonts w:ascii="Arial" w:hAnsi="Arial" w:cs="Arial"/>
                <w:b/>
                <w:szCs w:val="22"/>
              </w:rPr>
              <w:t>informatiquement</w:t>
            </w:r>
            <w:r w:rsidRPr="00D62785">
              <w:rPr>
                <w:rFonts w:ascii="Arial" w:hAnsi="Arial" w:cs="Arial"/>
                <w:szCs w:val="22"/>
              </w:rPr>
              <w:t xml:space="preserve"> sous un </w:t>
            </w:r>
            <w:r w:rsidRPr="008D14D1">
              <w:rPr>
                <w:rFonts w:ascii="Arial" w:hAnsi="Arial" w:cs="Arial"/>
                <w:b/>
                <w:szCs w:val="22"/>
              </w:rPr>
              <w:t>format</w:t>
            </w:r>
            <w:r w:rsidRPr="00D62785">
              <w:rPr>
                <w:rFonts w:ascii="Arial" w:hAnsi="Arial" w:cs="Arial"/>
                <w:szCs w:val="22"/>
              </w:rPr>
              <w:t xml:space="preserve"> </w:t>
            </w:r>
            <w:r w:rsidRPr="008D14D1">
              <w:rPr>
                <w:rFonts w:ascii="Arial" w:hAnsi="Arial" w:cs="Arial"/>
                <w:b/>
                <w:szCs w:val="22"/>
              </w:rPr>
              <w:t>Excel</w:t>
            </w:r>
            <w:r w:rsidRPr="00D62785">
              <w:rPr>
                <w:rFonts w:ascii="Arial" w:hAnsi="Arial" w:cs="Arial"/>
                <w:szCs w:val="22"/>
              </w:rPr>
              <w:t>.</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73D0E3B7" w:rsidR="002D57EC" w:rsidRPr="00D62785" w:rsidRDefault="002D57EC" w:rsidP="001C5D0D">
            <w:pPr>
              <w:pStyle w:val="Listepuces1"/>
              <w:rPr>
                <w:rFonts w:ascii="Arial" w:hAnsi="Arial" w:cs="Arial"/>
                <w:szCs w:val="22"/>
              </w:rPr>
            </w:pPr>
            <w:r w:rsidRPr="00D62785">
              <w:rPr>
                <w:rFonts w:ascii="Arial" w:hAnsi="Arial" w:cs="Arial"/>
                <w:szCs w:val="22"/>
              </w:rPr>
              <w:t>le C.C.T.P</w:t>
            </w:r>
            <w:r>
              <w:rPr>
                <w:rFonts w:ascii="Arial" w:hAnsi="Arial" w:cs="Arial"/>
                <w:szCs w:val="22"/>
              </w:rPr>
              <w:t xml:space="preserve"> </w:t>
            </w:r>
            <w:r w:rsidR="001C5D0D" w:rsidRPr="001C5D0D">
              <w:rPr>
                <w:rFonts w:ascii="Arial" w:hAnsi="Arial" w:cs="Arial"/>
                <w:szCs w:val="22"/>
              </w:rPr>
              <w:t>(ou SGA SDLOG/260/O).</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77777777"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5E080338" w14:textId="77777777" w:rsidR="002D57EC" w:rsidRPr="00866D3F" w:rsidRDefault="002D57EC" w:rsidP="002D57EC">
      <w:pPr>
        <w:spacing w:before="120"/>
        <w:ind w:firstLine="567"/>
        <w:rPr>
          <w:rFonts w:ascii="Arial" w:hAnsi="Arial" w:cs="Arial"/>
          <w:szCs w:val="22"/>
        </w:rPr>
      </w:pPr>
    </w:p>
    <w:p w14:paraId="03DCD7A9"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4A4A2E75" w14:textId="77777777" w:rsidR="00B66FD2" w:rsidRPr="005A2D84" w:rsidRDefault="00B66FD2" w:rsidP="006E533B">
      <w:pPr>
        <w:rPr>
          <w:rFonts w:ascii="Arial" w:hAnsi="Arial" w:cs="Arial"/>
          <w:szCs w:val="22"/>
          <w:u w:val="single"/>
        </w:rPr>
      </w:pPr>
      <w:r w:rsidRPr="005A2D84">
        <w:rPr>
          <w:rFonts w:ascii="Arial" w:hAnsi="Arial" w:cs="Arial"/>
          <w:szCs w:val="22"/>
          <w:u w:val="single"/>
        </w:rPr>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3CF7BF05" w14:textId="1C1B3B9B"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076804C0" w14:textId="77777777" w:rsidR="006267C8" w:rsidRPr="005A2D84" w:rsidRDefault="006267C8">
      <w:pPr>
        <w:ind w:firstLine="426"/>
        <w:rPr>
          <w:rFonts w:ascii="Arial" w:hAnsi="Arial" w:cs="Arial"/>
          <w:szCs w:val="22"/>
        </w:rPr>
      </w:pPr>
    </w:p>
    <w:p w14:paraId="3C8AFCBD" w14:textId="77777777" w:rsidR="00443372" w:rsidRPr="005A2D84" w:rsidRDefault="00787C4D" w:rsidP="00E85CEB">
      <w:pPr>
        <w:pStyle w:val="Titre3"/>
      </w:pPr>
      <w:bookmarkStart w:id="20" w:name="_Toc52071126"/>
      <w:bookmarkStart w:id="21" w:name="_Toc91557609"/>
      <w:bookmarkStart w:id="22" w:name="_Toc254166743"/>
      <w:bookmarkStart w:id="23" w:name="_Toc195535242"/>
      <w:bookmarkStart w:id="24" w:name="_Toc36259028"/>
      <w:r w:rsidRPr="005A2D84">
        <w:t>Condition d’e</w:t>
      </w:r>
      <w:r w:rsidR="00443372" w:rsidRPr="005A2D84">
        <w:t xml:space="preserve">nvoi des </w:t>
      </w:r>
      <w:r w:rsidR="00333571" w:rsidRPr="005A2D84">
        <w:t>plis</w:t>
      </w:r>
      <w:bookmarkEnd w:id="20"/>
      <w:bookmarkEnd w:id="21"/>
      <w:bookmarkEnd w:id="22"/>
      <w:bookmarkEnd w:id="23"/>
    </w:p>
    <w:p w14:paraId="3B0EA0F9" w14:textId="77777777" w:rsidR="00443372" w:rsidRPr="005A2D84" w:rsidRDefault="00443372" w:rsidP="008D2D9C">
      <w:pPr>
        <w:spacing w:after="0"/>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32A56BC6" w:rsidR="00787C4D" w:rsidRDefault="00787C4D" w:rsidP="007F2ECF">
      <w:pPr>
        <w:autoSpaceDE w:val="0"/>
        <w:autoSpaceDN w:val="0"/>
        <w:adjustRightInd w:val="0"/>
        <w:spacing w:before="0" w:after="0"/>
        <w:ind w:firstLine="567"/>
        <w:rPr>
          <w:rFonts w:ascii="Arial" w:hAnsi="Arial" w:cs="Arial"/>
          <w:szCs w:val="22"/>
        </w:rPr>
      </w:pPr>
    </w:p>
    <w:p w14:paraId="0F245F14" w14:textId="77777777" w:rsidR="008D2D9C" w:rsidRPr="005A2D84" w:rsidRDefault="008D2D9C"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5E8B5930" w:rsidR="00787C4D" w:rsidRDefault="00787C4D" w:rsidP="0092132F">
      <w:pPr>
        <w:autoSpaceDE w:val="0"/>
        <w:autoSpaceDN w:val="0"/>
        <w:adjustRightInd w:val="0"/>
        <w:spacing w:before="0" w:after="0"/>
        <w:ind w:firstLine="567"/>
        <w:rPr>
          <w:rFonts w:ascii="Arial" w:hAnsi="Arial" w:cs="Arial"/>
          <w:szCs w:val="22"/>
        </w:rPr>
      </w:pPr>
    </w:p>
    <w:p w14:paraId="22E96141" w14:textId="77777777" w:rsidR="008D2D9C" w:rsidRPr="005A2D84" w:rsidRDefault="008D2D9C"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w:t>
      </w:r>
      <w:proofErr w:type="spellStart"/>
      <w:r w:rsidR="00A21D42" w:rsidRPr="005A2D84">
        <w:rPr>
          <w:rFonts w:ascii="Arial" w:hAnsi="Arial" w:cs="Arial"/>
          <w:szCs w:val="22"/>
        </w:rPr>
        <w:t>PLate-forme</w:t>
      </w:r>
      <w:proofErr w:type="spellEnd"/>
      <w:r w:rsidR="00A21D42" w:rsidRPr="005A2D84">
        <w:rPr>
          <w:rFonts w:ascii="Arial" w:hAnsi="Arial" w:cs="Arial"/>
          <w:szCs w:val="22"/>
        </w:rPr>
        <w:t xml:space="preserve"> des </w:t>
      </w:r>
      <w:proofErr w:type="spellStart"/>
      <w:r w:rsidR="00A21D42" w:rsidRPr="005A2D84">
        <w:rPr>
          <w:rFonts w:ascii="Arial" w:hAnsi="Arial" w:cs="Arial"/>
          <w:szCs w:val="22"/>
        </w:rPr>
        <w:t>AChats</w:t>
      </w:r>
      <w:proofErr w:type="spellEnd"/>
      <w:r w:rsidR="00A21D42" w:rsidRPr="005A2D84">
        <w:rPr>
          <w:rFonts w:ascii="Arial" w:hAnsi="Arial" w:cs="Arial"/>
          <w:szCs w:val="22"/>
        </w:rPr>
        <w:t xml:space="preserve"> de l’Etat (PLACE) </w:t>
      </w:r>
      <w:hyperlink r:id="rId17"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8"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1BAA0B6" w14:textId="172431BE" w:rsidR="00A21D42" w:rsidRDefault="00A21D42" w:rsidP="00A21D42">
      <w:pPr>
        <w:autoSpaceDE w:val="0"/>
        <w:autoSpaceDN w:val="0"/>
        <w:adjustRightInd w:val="0"/>
        <w:spacing w:before="0" w:after="0"/>
        <w:ind w:firstLine="567"/>
        <w:rPr>
          <w:rFonts w:ascii="Arial" w:hAnsi="Arial" w:cs="Arial"/>
          <w:b/>
          <w:szCs w:val="22"/>
          <w:u w:val="single"/>
        </w:rPr>
      </w:pPr>
    </w:p>
    <w:p w14:paraId="629510BA" w14:textId="77777777" w:rsidR="008D2D9C" w:rsidRPr="005A2D84" w:rsidRDefault="008D2D9C" w:rsidP="00A21D42">
      <w:pPr>
        <w:autoSpaceDE w:val="0"/>
        <w:autoSpaceDN w:val="0"/>
        <w:adjustRightInd w:val="0"/>
        <w:spacing w:before="0" w:after="0"/>
        <w:ind w:firstLine="567"/>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32CFE35E"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5" w:name="_Toc469464712"/>
      <w:bookmarkEnd w:id="25"/>
      <w:r w:rsidRPr="005A2D84">
        <w:rPr>
          <w:rFonts w:ascii="Arial" w:hAnsi="Arial" w:cs="Arial"/>
          <w:szCs w:val="22"/>
        </w:rPr>
        <w:t xml:space="preserve"> se procurer un certificat numérique conforme aux</w:t>
      </w:r>
      <w:r w:rsidR="00967C70">
        <w:rPr>
          <w:rFonts w:ascii="Arial" w:hAnsi="Arial" w:cs="Arial"/>
          <w:szCs w:val="22"/>
        </w:rPr>
        <w:t xml:space="preserve"> dispositions de l’article 2 de</w:t>
      </w:r>
      <w:r w:rsidRPr="005A2D84">
        <w:rPr>
          <w:rFonts w:ascii="Arial" w:hAnsi="Arial" w:cs="Arial"/>
          <w:szCs w:val="22"/>
        </w:rPr>
        <w:t xml:space="preserve"> l’arrêté du 22 mars 2019 relatif à la signature électronique des contrats de la commande publique</w:t>
      </w:r>
    </w:p>
    <w:p w14:paraId="20396E45" w14:textId="77777777" w:rsidR="002A4498" w:rsidRPr="005A2D84" w:rsidRDefault="00D813BC" w:rsidP="00531D2E">
      <w:pPr>
        <w:pStyle w:val="Corpsdetexte"/>
        <w:spacing w:before="0" w:after="120"/>
        <w:ind w:left="720"/>
        <w:rPr>
          <w:rFonts w:ascii="Arial" w:hAnsi="Arial" w:cs="Arial"/>
          <w:b/>
          <w:color w:val="0000FF"/>
          <w:szCs w:val="22"/>
          <w:u w:val="single"/>
        </w:rPr>
      </w:pPr>
      <w:hyperlink r:id="rId19"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77777777"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t>
      </w:r>
      <w:proofErr w:type="spellStart"/>
      <w:r w:rsidRPr="005A2D84">
        <w:rPr>
          <w:rFonts w:ascii="Arial" w:hAnsi="Arial" w:cs="Arial"/>
          <w:szCs w:val="22"/>
        </w:rPr>
        <w:t>winzip</w:t>
      </w:r>
      <w:proofErr w:type="spellEnd"/>
      <w:r w:rsidRPr="005A2D84">
        <w:rPr>
          <w:rFonts w:ascii="Arial" w:hAnsi="Arial" w:cs="Arial"/>
          <w:szCs w:val="22"/>
        </w:rPr>
        <w:t xml:space="preserve">, </w:t>
      </w:r>
      <w:proofErr w:type="spellStart"/>
      <w:r w:rsidRPr="005A2D84">
        <w:rPr>
          <w:rFonts w:ascii="Arial" w:hAnsi="Arial" w:cs="Arial"/>
          <w:szCs w:val="22"/>
        </w:rPr>
        <w:t>filzip</w:t>
      </w:r>
      <w:proofErr w:type="spellEnd"/>
      <w:r w:rsidRPr="005A2D84">
        <w:rPr>
          <w:rFonts w:ascii="Arial" w:hAnsi="Arial" w:cs="Arial"/>
          <w:szCs w:val="22"/>
        </w:rPr>
        <w:t>,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65AC4BD7" w14:textId="45658FC5"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1DE675D0" w14:textId="77777777" w:rsidR="008276CF" w:rsidRPr="005A2D84" w:rsidRDefault="008276CF" w:rsidP="00222C1A">
      <w:pPr>
        <w:tabs>
          <w:tab w:val="left" w:pos="9390"/>
        </w:tabs>
        <w:autoSpaceDE w:val="0"/>
        <w:autoSpaceDN w:val="0"/>
        <w:adjustRightInd w:val="0"/>
        <w:spacing w:after="0"/>
        <w:ind w:firstLine="567"/>
        <w:rPr>
          <w:rFonts w:ascii="Arial" w:hAnsi="Arial" w:cs="Arial"/>
          <w:szCs w:val="22"/>
        </w:rPr>
      </w:pPr>
    </w:p>
    <w:p w14:paraId="2D4265F6" w14:textId="77777777" w:rsidR="00443372" w:rsidRPr="005A2D84" w:rsidRDefault="00443372" w:rsidP="00E85CEB">
      <w:pPr>
        <w:pStyle w:val="Titre3"/>
      </w:pPr>
      <w:bookmarkStart w:id="26" w:name="_Toc254166744"/>
      <w:bookmarkStart w:id="27" w:name="_Toc195535243"/>
      <w:bookmarkStart w:id="28" w:name="_Toc51128882"/>
      <w:bookmarkStart w:id="29" w:name="_Toc51996824"/>
      <w:bookmarkStart w:id="30" w:name="_Toc51997110"/>
      <w:bookmarkStart w:id="31" w:name="_Toc51997618"/>
      <w:bookmarkStart w:id="32" w:name="_Toc52164628"/>
      <w:bookmarkStart w:id="33" w:name="_Toc91557610"/>
      <w:bookmarkStart w:id="34" w:name="_Toc130354342"/>
      <w:r w:rsidRPr="005A2D84">
        <w:t>Date de remise des offres</w:t>
      </w:r>
      <w:bookmarkEnd w:id="26"/>
      <w:bookmarkEnd w:id="27"/>
    </w:p>
    <w:p w14:paraId="3EA588AF" w14:textId="4C40F997" w:rsidR="007C3AFA" w:rsidRPr="007C3AFA" w:rsidRDefault="007C3AFA" w:rsidP="00E85CEB">
      <w:pPr>
        <w:pStyle w:val="Para1"/>
        <w:tabs>
          <w:tab w:val="left" w:pos="8930"/>
        </w:tabs>
        <w:spacing w:before="120"/>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31C5D814"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0DFF3E87" w14:textId="77777777" w:rsidR="00E85CEB" w:rsidRDefault="00E85CEB" w:rsidP="007C3AFA">
      <w:pPr>
        <w:pStyle w:val="Para1"/>
        <w:tabs>
          <w:tab w:val="left" w:pos="8930"/>
        </w:tabs>
        <w:ind w:left="0"/>
        <w:jc w:val="both"/>
        <w:rPr>
          <w:rFonts w:cs="Arial"/>
          <w:szCs w:val="22"/>
        </w:rPr>
      </w:pPr>
    </w:p>
    <w:p w14:paraId="410A0417" w14:textId="77777777" w:rsidR="00443372" w:rsidRPr="005A2D84" w:rsidRDefault="00443372" w:rsidP="00E85CEB">
      <w:pPr>
        <w:pStyle w:val="Titre1"/>
        <w:numPr>
          <w:ilvl w:val="0"/>
          <w:numId w:val="7"/>
        </w:numPr>
        <w:spacing w:after="120"/>
        <w:rPr>
          <w:rFonts w:ascii="Arial" w:hAnsi="Arial" w:cs="Arial"/>
          <w:szCs w:val="22"/>
        </w:rPr>
      </w:pPr>
      <w:bookmarkStart w:id="35" w:name="_Toc234058939"/>
      <w:bookmarkStart w:id="36" w:name="_Toc195535244"/>
      <w:bookmarkStart w:id="37" w:name="_Toc234058940"/>
      <w:bookmarkEnd w:id="24"/>
      <w:bookmarkEnd w:id="28"/>
      <w:bookmarkEnd w:id="29"/>
      <w:bookmarkEnd w:id="30"/>
      <w:bookmarkEnd w:id="31"/>
      <w:bookmarkEnd w:id="32"/>
      <w:bookmarkEnd w:id="33"/>
      <w:bookmarkEnd w:id="34"/>
      <w:r w:rsidRPr="005A2D84">
        <w:rPr>
          <w:rFonts w:ascii="Arial" w:hAnsi="Arial" w:cs="Arial"/>
          <w:szCs w:val="22"/>
        </w:rPr>
        <w:t>jugement des CANDIDATURES ET DES OFFRES</w:t>
      </w:r>
      <w:bookmarkEnd w:id="35"/>
      <w:bookmarkEnd w:id="36"/>
    </w:p>
    <w:p w14:paraId="384BABD1" w14:textId="77777777" w:rsidR="00443372" w:rsidRPr="005A2D84" w:rsidRDefault="00443372" w:rsidP="00E85CEB">
      <w:pPr>
        <w:pStyle w:val="Titre3"/>
      </w:pPr>
      <w:bookmarkStart w:id="38" w:name="_Toc195535245"/>
      <w:r w:rsidRPr="005A2D84">
        <w:t>Jugement des candidatures</w:t>
      </w:r>
      <w:bookmarkEnd w:id="37"/>
      <w:bookmarkEnd w:id="38"/>
    </w:p>
    <w:p w14:paraId="4A0B3303" w14:textId="77777777"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2AB0DBDF" w14:textId="77777777" w:rsidR="00787C4D" w:rsidRPr="005A2D84" w:rsidRDefault="00787C4D" w:rsidP="001B25B5">
      <w:pPr>
        <w:ind w:firstLine="426"/>
        <w:rPr>
          <w:rFonts w:ascii="Arial" w:hAnsi="Arial" w:cs="Arial"/>
          <w:szCs w:val="22"/>
        </w:rPr>
      </w:pPr>
    </w:p>
    <w:p w14:paraId="5DEFD56C" w14:textId="77777777" w:rsidR="00443372" w:rsidRPr="005A2D84" w:rsidRDefault="001B25B5" w:rsidP="00E85CEB">
      <w:pPr>
        <w:pStyle w:val="Titre3"/>
      </w:pPr>
      <w:bookmarkStart w:id="39" w:name="_Toc234058941"/>
      <w:bookmarkStart w:id="40" w:name="_Toc195535246"/>
      <w:r w:rsidRPr="005A2D84">
        <w:t>Critères de classement des offres et attribution du marché</w:t>
      </w:r>
      <w:bookmarkEnd w:id="39"/>
      <w:bookmarkEnd w:id="40"/>
    </w:p>
    <w:p w14:paraId="03F684BF" w14:textId="77777777" w:rsidR="001B25B5" w:rsidRPr="005A2D84" w:rsidRDefault="001B25B5" w:rsidP="006E533B">
      <w:pPr>
        <w:pStyle w:val="Paragraphe"/>
        <w:ind w:firstLine="0"/>
        <w:rPr>
          <w:rFonts w:ascii="Arial" w:hAnsi="Arial" w:cs="Arial"/>
          <w:szCs w:val="22"/>
        </w:rPr>
      </w:pPr>
      <w:bookmarkStart w:id="41" w:name="_Toc131825450"/>
      <w:bookmarkStart w:id="42"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234F431E" w14:textId="607077BE" w:rsidR="00443372" w:rsidRPr="005A2D84" w:rsidRDefault="00443372" w:rsidP="00F87B7B">
      <w:pPr>
        <w:numPr>
          <w:ilvl w:val="0"/>
          <w:numId w:val="8"/>
        </w:numPr>
        <w:spacing w:before="0" w:after="0"/>
        <w:ind w:left="714" w:firstLine="137"/>
        <w:jc w:val="left"/>
        <w:rPr>
          <w:rFonts w:ascii="Arial" w:hAnsi="Arial" w:cs="Arial"/>
          <w:szCs w:val="22"/>
        </w:rPr>
      </w:pPr>
      <w:r w:rsidRPr="005A2D84">
        <w:rPr>
          <w:rFonts w:ascii="Arial" w:hAnsi="Arial" w:cs="Arial"/>
          <w:szCs w:val="22"/>
        </w:rPr>
        <w:t xml:space="preserve">Prix : </w:t>
      </w:r>
      <w:r w:rsidR="001E5F4E">
        <w:rPr>
          <w:rFonts w:ascii="Arial" w:hAnsi="Arial" w:cs="Arial"/>
          <w:szCs w:val="22"/>
        </w:rPr>
        <w:t>9</w:t>
      </w:r>
      <w:r w:rsidR="007F2569">
        <w:rPr>
          <w:rFonts w:ascii="Arial" w:hAnsi="Arial" w:cs="Arial"/>
          <w:szCs w:val="22"/>
        </w:rPr>
        <w:t>0</w:t>
      </w:r>
      <w:r w:rsidRPr="005A2D84">
        <w:rPr>
          <w:rFonts w:ascii="Arial" w:hAnsi="Arial" w:cs="Arial"/>
          <w:szCs w:val="22"/>
        </w:rPr>
        <w:t xml:space="preserve"> %</w:t>
      </w:r>
    </w:p>
    <w:p w14:paraId="32CEA46D" w14:textId="429D85C0" w:rsidR="00443372" w:rsidRPr="005A2D84" w:rsidRDefault="001E5F4E" w:rsidP="00F87B7B">
      <w:pPr>
        <w:numPr>
          <w:ilvl w:val="0"/>
          <w:numId w:val="8"/>
        </w:numPr>
        <w:spacing w:before="0" w:after="120"/>
        <w:ind w:left="714" w:firstLine="137"/>
        <w:jc w:val="left"/>
        <w:rPr>
          <w:rFonts w:ascii="Arial" w:hAnsi="Arial" w:cs="Arial"/>
          <w:b/>
          <w:bCs/>
          <w:szCs w:val="22"/>
        </w:rPr>
      </w:pPr>
      <w:r>
        <w:rPr>
          <w:rFonts w:ascii="Arial" w:hAnsi="Arial" w:cs="Arial"/>
          <w:szCs w:val="22"/>
        </w:rPr>
        <w:t>Délai de livraison : 1</w:t>
      </w:r>
      <w:r w:rsidR="00443372" w:rsidRPr="005A2D84">
        <w:rPr>
          <w:rFonts w:ascii="Arial" w:hAnsi="Arial" w:cs="Arial"/>
          <w:szCs w:val="22"/>
        </w:rPr>
        <w:t>0 %</w:t>
      </w:r>
    </w:p>
    <w:p w14:paraId="3C86AADC" w14:textId="77777777" w:rsidR="00F10775" w:rsidRPr="005A2D84" w:rsidRDefault="00F10775" w:rsidP="006E533B">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5559BC8" w14:textId="77777777" w:rsidR="006E533B" w:rsidRPr="005A2D84" w:rsidRDefault="006E533B" w:rsidP="00F10775">
      <w:pPr>
        <w:ind w:firstLine="426"/>
        <w:rPr>
          <w:rFonts w:ascii="Arial" w:hAnsi="Arial" w:cs="Arial"/>
          <w:bCs/>
          <w:szCs w:val="22"/>
        </w:rPr>
      </w:pP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60894876"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3EC0E6D6" w14:textId="2E7265CA"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w:t>
      </w:r>
      <w:r w:rsidR="00332C2E" w:rsidRPr="00CF378C">
        <w:rPr>
          <w:b/>
          <w:sz w:val="22"/>
          <w:szCs w:val="22"/>
        </w:rPr>
        <w:t xml:space="preserve">référence </w:t>
      </w:r>
      <w:r w:rsidR="00741B78" w:rsidRPr="00CF378C">
        <w:rPr>
          <w:b/>
          <w:sz w:val="22"/>
          <w:szCs w:val="22"/>
        </w:rPr>
        <w:t>SACRAL N-CORENG/NMCRL</w:t>
      </w:r>
      <w:r w:rsidR="00741B78" w:rsidRPr="00741B78">
        <w:rPr>
          <w:sz w:val="22"/>
          <w:szCs w:val="22"/>
        </w:rPr>
        <w:t xml:space="preserve"> </w:t>
      </w:r>
      <w:r w:rsidR="0012428E"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4EFA5417" w14:textId="77777777" w:rsidR="00340ECC" w:rsidRPr="005A2D84" w:rsidRDefault="00340ECC" w:rsidP="008C7771">
      <w:pPr>
        <w:pStyle w:val="western"/>
        <w:ind w:left="567"/>
        <w:rPr>
          <w:sz w:val="22"/>
          <w:szCs w:val="22"/>
        </w:rPr>
      </w:pPr>
    </w:p>
    <w:p w14:paraId="09646880" w14:textId="77777777" w:rsidR="00DC314B" w:rsidRPr="005A2D84" w:rsidRDefault="00DC314B" w:rsidP="00DC314B">
      <w:pPr>
        <w:ind w:firstLine="426"/>
        <w:rPr>
          <w:rFonts w:ascii="Arial" w:hAnsi="Arial" w:cs="Arial"/>
          <w:szCs w:val="22"/>
          <w:u w:val="single"/>
        </w:rPr>
      </w:pP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46299415" w14:textId="77777777" w:rsidR="00DC314B" w:rsidRPr="005A2D84" w:rsidRDefault="00DC314B" w:rsidP="00577FF5">
      <w:pPr>
        <w:spacing w:before="0" w:after="0"/>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0CF24C02" w14:textId="77777777" w:rsidR="00BF27B0" w:rsidRPr="005A2D84" w:rsidRDefault="00BF27B0" w:rsidP="00577FF5">
      <w:pPr>
        <w:spacing w:before="0" w:after="0"/>
        <w:ind w:firstLine="426"/>
        <w:rPr>
          <w:rFonts w:ascii="Arial" w:hAnsi="Arial" w:cs="Arial"/>
          <w:szCs w:val="22"/>
        </w:rPr>
      </w:pPr>
    </w:p>
    <w:p w14:paraId="74DDF687" w14:textId="77777777" w:rsidR="003E25FB" w:rsidRPr="005A2D84" w:rsidRDefault="003E25FB" w:rsidP="00577FF5">
      <w:pPr>
        <w:spacing w:before="0" w:after="0"/>
        <w:ind w:firstLine="426"/>
        <w:rPr>
          <w:rFonts w:ascii="Arial" w:hAnsi="Arial" w:cs="Arial"/>
          <w:szCs w:val="22"/>
        </w:rPr>
      </w:pP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2B0DFF7A" w14:textId="0A444D0F" w:rsidR="00443372" w:rsidRDefault="00443372" w:rsidP="00577FF5">
      <w:pPr>
        <w:spacing w:after="120"/>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74DC9A41" w14:textId="0AFDCB6A" w:rsidR="00624D23" w:rsidRDefault="00FB7427" w:rsidP="00FB7427">
      <w:pPr>
        <w:spacing w:beforeLines="60" w:before="144" w:afterLines="60" w:after="144"/>
        <w:rPr>
          <w:rFonts w:ascii="Arial" w:hAnsi="Arial" w:cs="Arial"/>
          <w:color w:val="000000"/>
          <w:szCs w:val="22"/>
          <w:u w:val="single"/>
        </w:rPr>
      </w:pPr>
      <w:r w:rsidRPr="00FB7427">
        <w:rPr>
          <w:rFonts w:ascii="Arial" w:hAnsi="Arial" w:cs="Arial"/>
          <w:color w:val="000000"/>
          <w:szCs w:val="22"/>
          <w:u w:val="single"/>
        </w:rPr>
        <w:t>Evolutions de références :</w:t>
      </w:r>
    </w:p>
    <w:p w14:paraId="45715CC7" w14:textId="2CA728A8" w:rsidR="00FB7427" w:rsidRPr="00FB7427" w:rsidRDefault="00FB7427" w:rsidP="00577FF5">
      <w:pPr>
        <w:spacing w:before="0" w:after="120"/>
        <w:rPr>
          <w:rFonts w:ascii="Arial" w:hAnsi="Arial" w:cs="Arial"/>
          <w:color w:val="000000"/>
          <w:szCs w:val="22"/>
        </w:rPr>
      </w:pPr>
      <w:r w:rsidRPr="00FB7427">
        <w:rPr>
          <w:rFonts w:ascii="Arial" w:hAnsi="Arial" w:cs="Arial"/>
          <w:color w:val="000000"/>
          <w:szCs w:val="22"/>
        </w:rPr>
        <w:t xml:space="preserve">Les évolutions de référence de la base </w:t>
      </w:r>
      <w:r w:rsidRPr="00FB7427">
        <w:rPr>
          <w:rFonts w:ascii="Arial" w:hAnsi="Arial" w:cs="Arial"/>
          <w:b/>
          <w:color w:val="000000"/>
          <w:szCs w:val="22"/>
        </w:rPr>
        <w:t>SACRAL N-CORENG/NMCRL</w:t>
      </w:r>
      <w:r w:rsidRPr="00FB7427">
        <w:rPr>
          <w:rFonts w:ascii="Arial" w:hAnsi="Arial" w:cs="Arial"/>
          <w:color w:val="000000"/>
          <w:szCs w:val="22"/>
        </w:rPr>
        <w:t xml:space="preserve"> sont acceptées.</w:t>
      </w:r>
      <w:r>
        <w:rPr>
          <w:rFonts w:ascii="Arial" w:hAnsi="Arial" w:cs="Arial"/>
          <w:color w:val="000000"/>
          <w:szCs w:val="22"/>
        </w:rPr>
        <w:t xml:space="preserve"> Dans ce cas, produire </w:t>
      </w:r>
      <w:r w:rsidRPr="00FB7427">
        <w:rPr>
          <w:rFonts w:ascii="Arial" w:hAnsi="Arial" w:cs="Arial"/>
          <w:b/>
          <w:color w:val="000000"/>
          <w:szCs w:val="22"/>
        </w:rPr>
        <w:t>le</w:t>
      </w:r>
      <w:r>
        <w:rPr>
          <w:rFonts w:ascii="Arial" w:hAnsi="Arial" w:cs="Arial"/>
          <w:color w:val="000000"/>
          <w:szCs w:val="22"/>
        </w:rPr>
        <w:t xml:space="preserve"> </w:t>
      </w:r>
      <w:r w:rsidRPr="00FB7427">
        <w:rPr>
          <w:rFonts w:ascii="Arial" w:hAnsi="Arial" w:cs="Arial"/>
          <w:b/>
          <w:color w:val="000000"/>
          <w:szCs w:val="22"/>
        </w:rPr>
        <w:t>justificatif fabricant</w:t>
      </w:r>
      <w:r>
        <w:rPr>
          <w:rFonts w:ascii="Arial" w:hAnsi="Arial" w:cs="Arial"/>
          <w:color w:val="000000"/>
          <w:szCs w:val="22"/>
        </w:rPr>
        <w:t xml:space="preserve"> précisant cette évolution.</w:t>
      </w:r>
    </w:p>
    <w:p w14:paraId="530EB559" w14:textId="740DABEB"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t>Equivalences</w:t>
      </w:r>
      <w:r w:rsidR="00FB7427">
        <w:rPr>
          <w:rFonts w:ascii="Arial" w:hAnsi="Arial" w:cs="Arial"/>
          <w:color w:val="000000"/>
          <w:szCs w:val="22"/>
          <w:u w:val="single"/>
        </w:rPr>
        <w:t>/Remplaçants</w:t>
      </w:r>
      <w:r w:rsidRPr="005A2D84">
        <w:rPr>
          <w:rFonts w:ascii="Arial" w:hAnsi="Arial" w:cs="Arial"/>
          <w:color w:val="000000"/>
          <w:szCs w:val="22"/>
          <w:u w:val="single"/>
        </w:rPr>
        <w:t xml:space="preserve"> : </w:t>
      </w:r>
    </w:p>
    <w:p w14:paraId="765002DA" w14:textId="6DFC5B30" w:rsidR="00443372" w:rsidRPr="005A2D84" w:rsidRDefault="00443372" w:rsidP="00577FF5">
      <w:pPr>
        <w:tabs>
          <w:tab w:val="left" w:pos="426"/>
        </w:tabs>
        <w:spacing w:before="0"/>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3C4EA7" w:rsidRPr="003C4EA7">
        <w:rPr>
          <w:rFonts w:ascii="Arial" w:hAnsi="Arial" w:cs="Arial"/>
          <w:b/>
          <w:color w:val="000000"/>
          <w:szCs w:val="22"/>
        </w:rPr>
        <w:t xml:space="preserve">SACRAL N-CORENG/NMCRL </w:t>
      </w:r>
      <w:r w:rsidRPr="005A2D84">
        <w:rPr>
          <w:rFonts w:ascii="Arial" w:hAnsi="Arial" w:cs="Arial"/>
          <w:color w:val="000000"/>
          <w:szCs w:val="22"/>
        </w:rPr>
        <w:t>sont considérés comme des équivalences lorsqu’il n’y a pas d’obsolescence. Les équivalences sont autorisées.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7CBF31A8" w:rsidR="001A0B75" w:rsidRPr="005A2D84" w:rsidRDefault="001A0B75" w:rsidP="00F87B7B">
      <w:pPr>
        <w:numPr>
          <w:ilvl w:val="0"/>
          <w:numId w:val="12"/>
        </w:numPr>
        <w:tabs>
          <w:tab w:val="left" w:pos="426"/>
        </w:tabs>
        <w:spacing w:before="0" w:after="0"/>
        <w:ind w:right="38"/>
        <w:rPr>
          <w:rFonts w:ascii="Arial" w:hAnsi="Arial" w:cs="Arial"/>
          <w:color w:val="000000"/>
          <w:szCs w:val="22"/>
        </w:rPr>
      </w:pPr>
      <w:r w:rsidRPr="005A2D84">
        <w:rPr>
          <w:rFonts w:ascii="Arial" w:hAnsi="Arial" w:cs="Arial"/>
          <w:color w:val="000000"/>
          <w:szCs w:val="22"/>
        </w:rPr>
        <w:t>à consulter le CCTP</w:t>
      </w:r>
      <w:r w:rsidR="0036780B">
        <w:rPr>
          <w:rFonts w:ascii="Arial" w:hAnsi="Arial" w:cs="Arial"/>
          <w:color w:val="000000"/>
          <w:szCs w:val="22"/>
        </w:rPr>
        <w:t xml:space="preserve"> ou la SGA</w:t>
      </w:r>
      <w:r w:rsidRPr="005A2D84">
        <w:rPr>
          <w:rFonts w:ascii="Arial" w:hAnsi="Arial" w:cs="Arial"/>
          <w:color w:val="000000"/>
          <w:szCs w:val="22"/>
        </w:rPr>
        <w:t xml:space="preserve"> dans le chapitre "TERMINOLOGIE".</w:t>
      </w:r>
    </w:p>
    <w:p w14:paraId="6587431A" w14:textId="77777777"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7AD7AA82"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 xml:space="preserve">Pour toutes les références non connues dans </w:t>
      </w:r>
      <w:r w:rsidR="003C4EA7" w:rsidRPr="003C4EA7">
        <w:rPr>
          <w:rFonts w:ascii="Arial" w:hAnsi="Arial" w:cs="Arial"/>
          <w:color w:val="000000"/>
          <w:szCs w:val="22"/>
        </w:rPr>
        <w:t>SACRAL N-CORENG/NMCRL</w:t>
      </w:r>
      <w:r w:rsidRPr="005A2D84">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025924D6" w14:textId="329F3BD9"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5DB04BAE" w14:textId="77777777" w:rsidR="007339D5" w:rsidRPr="006B6F46" w:rsidRDefault="007339D5" w:rsidP="007339D5">
      <w:pPr>
        <w:pStyle w:val="western"/>
        <w:spacing w:before="60" w:after="120"/>
        <w:rPr>
          <w:sz w:val="22"/>
          <w:szCs w:val="22"/>
        </w:rPr>
      </w:pPr>
      <w:r>
        <w:rPr>
          <w:sz w:val="22"/>
          <w:szCs w:val="22"/>
        </w:rPr>
        <w:t>L</w:t>
      </w:r>
      <w:r w:rsidRPr="006B6F46">
        <w:rPr>
          <w:sz w:val="22"/>
          <w:szCs w:val="22"/>
        </w:rPr>
        <w:t>es justificatifs techniques informatiques fournis pour étude devront être identifiés individuellement par numéro de poste de l’annexe financière du marché et regroupés dans un dossier nommé « compléments techniques de postes ».</w:t>
      </w:r>
    </w:p>
    <w:p w14:paraId="4F5429BA" w14:textId="77777777" w:rsidR="007339D5" w:rsidRPr="006B6F46" w:rsidRDefault="007339D5" w:rsidP="007339D5">
      <w:pPr>
        <w:spacing w:before="0"/>
        <w:rPr>
          <w:rFonts w:ascii="Arial" w:hAnsi="Arial" w:cs="Arial"/>
        </w:rPr>
      </w:pPr>
      <w:r w:rsidRPr="006B6F46">
        <w:rPr>
          <w:rFonts w:ascii="Arial" w:hAnsi="Arial" w:cs="Arial"/>
        </w:rPr>
        <w:t>Si plusieurs fichiers concernent le même poste, un dossier/conteneur est identifié par le numéro de poste.</w:t>
      </w:r>
    </w:p>
    <w:p w14:paraId="6AD1A467" w14:textId="77777777" w:rsidR="007339D5" w:rsidRPr="006B6F46" w:rsidRDefault="007339D5" w:rsidP="007339D5">
      <w:pPr>
        <w:spacing w:before="0"/>
        <w:ind w:left="284" w:hanging="208"/>
        <w:rPr>
          <w:rFonts w:ascii="Arial" w:hAnsi="Arial" w:cs="Arial"/>
        </w:rPr>
      </w:pPr>
      <w:r w:rsidRPr="006B6F46">
        <w:rPr>
          <w:rFonts w:ascii="Arial" w:hAnsi="Arial" w:cs="Arial"/>
        </w:rPr>
        <w:t xml:space="preserve">Exemple : </w:t>
      </w:r>
    </w:p>
    <w:p w14:paraId="30E6CD02" w14:textId="74109CA6" w:rsidR="003E25FB" w:rsidRDefault="007339D5" w:rsidP="006E533B">
      <w:pPr>
        <w:tabs>
          <w:tab w:val="left" w:pos="0"/>
        </w:tabs>
        <w:spacing w:before="120" w:after="0"/>
        <w:ind w:right="40"/>
        <w:rPr>
          <w:rFonts w:ascii="Arial" w:hAnsi="Arial" w:cs="Arial"/>
          <w:color w:val="000000"/>
          <w:szCs w:val="22"/>
        </w:rPr>
      </w:pPr>
      <w:r>
        <w:rPr>
          <w:noProof/>
        </w:rPr>
        <w:drawing>
          <wp:inline distT="0" distB="0" distL="0" distR="0" wp14:anchorId="2D857F0C" wp14:editId="7567AFF2">
            <wp:extent cx="1543050" cy="895350"/>
            <wp:effectExtent l="0" t="0" r="0" b="0"/>
            <wp:docPr id="2" name="Image 3" descr="cid:image001.png@01D72173.AEFC3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1.png@01D72173.AEFC3980"/>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1543050" cy="895350"/>
                    </a:xfrm>
                    <a:prstGeom prst="rect">
                      <a:avLst/>
                    </a:prstGeom>
                    <a:noFill/>
                    <a:ln>
                      <a:noFill/>
                    </a:ln>
                  </pic:spPr>
                </pic:pic>
              </a:graphicData>
            </a:graphic>
          </wp:inline>
        </w:drawing>
      </w:r>
    </w:p>
    <w:p w14:paraId="3C56767B" w14:textId="77777777" w:rsidR="007339D5" w:rsidRPr="005A2D84" w:rsidRDefault="007339D5" w:rsidP="006E533B">
      <w:pPr>
        <w:tabs>
          <w:tab w:val="left" w:pos="0"/>
        </w:tabs>
        <w:spacing w:before="120" w:after="0"/>
        <w:ind w:right="40"/>
        <w:rPr>
          <w:rFonts w:ascii="Arial" w:hAnsi="Arial" w:cs="Arial"/>
          <w:color w:val="000000"/>
          <w:szCs w:val="22"/>
        </w:rPr>
      </w:pP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1B661CAC" w14:textId="77777777"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774E492A" w14:textId="77777777" w:rsidR="00AA3F05" w:rsidRDefault="00AA3F05" w:rsidP="00AA3F05">
      <w:pPr>
        <w:spacing w:before="0" w:after="120"/>
        <w:rPr>
          <w:rFonts w:ascii="Arial" w:hAnsi="Arial" w:cs="Arial"/>
          <w:bCs/>
        </w:rPr>
      </w:pPr>
    </w:p>
    <w:p w14:paraId="1159D39C" w14:textId="77777777" w:rsidR="00AA3F05" w:rsidRPr="00573FD3" w:rsidRDefault="00AA3F05" w:rsidP="00AA3F05">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L</w:t>
      </w:r>
      <w:r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14:paraId="3766A0F1" w14:textId="77777777" w:rsidR="00C634C7" w:rsidRPr="005A2D84" w:rsidRDefault="00C634C7" w:rsidP="00577FF5">
      <w:pPr>
        <w:spacing w:before="0" w:after="0"/>
        <w:ind w:left="714"/>
        <w:jc w:val="left"/>
        <w:rPr>
          <w:rFonts w:ascii="Arial" w:hAnsi="Arial" w:cs="Arial"/>
          <w:b/>
          <w:bCs/>
          <w:color w:val="000000"/>
          <w:szCs w:val="22"/>
        </w:rPr>
      </w:pPr>
    </w:p>
    <w:p w14:paraId="773908B3" w14:textId="130B10C0" w:rsidR="00443372" w:rsidRPr="005A2D84" w:rsidRDefault="00443372" w:rsidP="00577FF5">
      <w:pPr>
        <w:spacing w:before="0" w:after="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1"/>
      <w:bookmarkEnd w:id="42"/>
      <w:r w:rsidRPr="005A2D84">
        <w:rPr>
          <w:rFonts w:ascii="Arial" w:hAnsi="Arial" w:cs="Arial"/>
          <w:b/>
          <w:bCs/>
          <w:color w:val="000000"/>
          <w:szCs w:val="22"/>
        </w:rPr>
        <w:t xml:space="preserve"> (NP)</w:t>
      </w:r>
    </w:p>
    <w:p w14:paraId="620FC259" w14:textId="3314FABD" w:rsidR="00F97C39" w:rsidRPr="005A2D84" w:rsidRDefault="00F97C39" w:rsidP="00577FF5">
      <w:pPr>
        <w:pStyle w:val="Normalcentr"/>
        <w:widowControl w:val="0"/>
        <w:autoSpaceDE w:val="0"/>
        <w:autoSpaceDN w:val="0"/>
        <w:adjustRightInd w:val="0"/>
        <w:spacing w:after="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236B64CF" w14:textId="77777777" w:rsidR="00C660EC" w:rsidRPr="007E23CE" w:rsidRDefault="00C660EC" w:rsidP="00C660EC">
      <w:pPr>
        <w:pStyle w:val="Normalcentr"/>
        <w:widowControl w:val="0"/>
        <w:autoSpaceDE w:val="0"/>
        <w:autoSpaceDN w:val="0"/>
        <w:adjustRightInd w:val="0"/>
        <w:ind w:left="0" w:right="0"/>
        <w:rPr>
          <w:rFonts w:ascii="Arial" w:hAnsi="Arial" w:cs="Arial"/>
          <w:szCs w:val="22"/>
        </w:rPr>
      </w:pPr>
      <w:r w:rsidRPr="007E23CE">
        <w:rPr>
          <w:rFonts w:ascii="Arial" w:hAnsi="Arial" w:cs="Arial"/>
          <w:szCs w:val="22"/>
        </w:rPr>
        <w:t xml:space="preserve">L’analyse est menée poste par poste tout en considérant la globalité de l’offre. </w:t>
      </w:r>
      <w:r>
        <w:rPr>
          <w:rFonts w:ascii="Arial" w:hAnsi="Arial" w:cs="Arial"/>
          <w:szCs w:val="22"/>
        </w:rPr>
        <w:t xml:space="preserve">Toutefois, si toutes les offres répondent à la totalité des postes de l’annexe financière, l’analyse est menée sur la globalité des offres. </w:t>
      </w:r>
      <w:r w:rsidRPr="007E23CE">
        <w:rPr>
          <w:rFonts w:ascii="Arial" w:hAnsi="Arial" w:cs="Arial"/>
          <w:szCs w:val="22"/>
        </w:rPr>
        <w:t xml:space="preserve"> </w:t>
      </w:r>
    </w:p>
    <w:p w14:paraId="3595288E" w14:textId="77777777"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9"/>
        <w:gridCol w:w="1411"/>
      </w:tblGrid>
      <w:tr w:rsidR="00443372" w:rsidRPr="005A2D84" w14:paraId="010B7540" w14:textId="77777777" w:rsidTr="00AA3F05">
        <w:tc>
          <w:tcPr>
            <w:tcW w:w="7439"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1"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AA3F05">
        <w:tc>
          <w:tcPr>
            <w:tcW w:w="7439" w:type="dxa"/>
          </w:tcPr>
          <w:p w14:paraId="2F9DB792"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1"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AA3F05">
        <w:tc>
          <w:tcPr>
            <w:tcW w:w="7439" w:type="dxa"/>
          </w:tcPr>
          <w:p w14:paraId="38427BCD" w14:textId="681BA0F9"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1"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AA3F05">
        <w:tc>
          <w:tcPr>
            <w:tcW w:w="7439" w:type="dxa"/>
          </w:tcPr>
          <w:p w14:paraId="56EEF2A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1"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AA3F05">
        <w:tc>
          <w:tcPr>
            <w:tcW w:w="7439" w:type="dxa"/>
          </w:tcPr>
          <w:p w14:paraId="6B1821E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1"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AA3F05">
        <w:tc>
          <w:tcPr>
            <w:tcW w:w="7439" w:type="dxa"/>
            <w:tcBorders>
              <w:top w:val="single" w:sz="4" w:space="0" w:color="auto"/>
              <w:left w:val="single" w:sz="4" w:space="0" w:color="auto"/>
              <w:bottom w:val="single" w:sz="4" w:space="0" w:color="auto"/>
              <w:right w:val="single" w:sz="4" w:space="0" w:color="auto"/>
            </w:tcBorders>
          </w:tcPr>
          <w:p w14:paraId="586FFE48" w14:textId="77777777" w:rsidR="00BE3E28" w:rsidRPr="005A2D84" w:rsidRDefault="00BE3E28" w:rsidP="00BE3E28">
            <w:pPr>
              <w:pStyle w:val="Normalcentr"/>
              <w:spacing w:before="120"/>
              <w:ind w:left="0" w:right="-1"/>
              <w:rPr>
                <w:rFonts w:ascii="Arial" w:hAnsi="Arial" w:cs="Arial"/>
                <w:color w:val="000000"/>
                <w:szCs w:val="22"/>
              </w:rPr>
            </w:pPr>
            <w:bookmarkStart w:id="43" w:name="_Toc131825451"/>
            <w:bookmarkStart w:id="44" w:name="_Toc135126496"/>
            <w:r w:rsidRPr="005A2D84">
              <w:rPr>
                <w:rFonts w:ascii="Arial" w:hAnsi="Arial" w:cs="Arial"/>
                <w:color w:val="000000"/>
                <w:szCs w:val="22"/>
              </w:rPr>
              <w:t>Fiche technique ou justificatifs de l’équivalence non produits</w:t>
            </w:r>
          </w:p>
        </w:tc>
        <w:tc>
          <w:tcPr>
            <w:tcW w:w="1411"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AA3F05">
        <w:tc>
          <w:tcPr>
            <w:tcW w:w="7439" w:type="dxa"/>
            <w:tcBorders>
              <w:top w:val="single" w:sz="4" w:space="0" w:color="auto"/>
              <w:left w:val="single" w:sz="4" w:space="0" w:color="auto"/>
              <w:bottom w:val="single" w:sz="4" w:space="0" w:color="auto"/>
              <w:right w:val="single" w:sz="4" w:space="0" w:color="auto"/>
            </w:tcBorders>
          </w:tcPr>
          <w:p w14:paraId="40E78B60" w14:textId="57D4DE47"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1"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6D0630EB" w14:textId="5F4A6457" w:rsidR="00443372" w:rsidRPr="005A2D84" w:rsidRDefault="00443372" w:rsidP="00BF27B0">
      <w:pPr>
        <w:pStyle w:val="Normalcentr"/>
        <w:widowControl w:val="0"/>
        <w:autoSpaceDE w:val="0"/>
        <w:autoSpaceDN w:val="0"/>
        <w:adjustRightInd w:val="0"/>
        <w:ind w:left="0" w:right="0"/>
        <w:rPr>
          <w:rFonts w:ascii="Arial" w:hAnsi="Arial" w:cs="Arial"/>
          <w:szCs w:val="22"/>
        </w:rPr>
      </w:pPr>
    </w:p>
    <w:p w14:paraId="74DB2761" w14:textId="56D54533"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577FF5">
      <w:pPr>
        <w:pStyle w:val="Normalcentr"/>
        <w:widowControl w:val="0"/>
        <w:autoSpaceDE w:val="0"/>
        <w:autoSpaceDN w:val="0"/>
        <w:adjustRightInd w:val="0"/>
        <w:spacing w:before="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43F85305" w14:textId="377ACB84"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w:t>
      </w:r>
      <w:r w:rsidR="0018683A">
        <w:rPr>
          <w:rFonts w:ascii="Arial" w:hAnsi="Arial" w:cs="Arial"/>
          <w:szCs w:val="22"/>
        </w:rPr>
        <w:t>e</w:t>
      </w:r>
      <w:r w:rsidRPr="005A2D84">
        <w:rPr>
          <w:rFonts w:ascii="Arial" w:hAnsi="Arial" w:cs="Arial"/>
          <w:szCs w:val="22"/>
        </w:rPr>
        <w:t xml:space="preserve"> / NP du soumissionnaire la plus 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*20</w:t>
      </w:r>
    </w:p>
    <w:p w14:paraId="5421098F" w14:textId="77777777" w:rsidR="00BF27B0" w:rsidRPr="005A2D84" w:rsidRDefault="00BF27B0">
      <w:pPr>
        <w:ind w:left="357"/>
        <w:rPr>
          <w:rFonts w:ascii="Arial" w:hAnsi="Arial" w:cs="Arial"/>
          <w:b/>
          <w:bCs/>
          <w:szCs w:val="22"/>
        </w:rPr>
      </w:pP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3"/>
      <w:bookmarkEnd w:id="44"/>
      <w:r w:rsidRPr="005A2D84">
        <w:rPr>
          <w:rFonts w:ascii="Arial" w:hAnsi="Arial" w:cs="Arial"/>
          <w:b/>
          <w:bCs/>
          <w:szCs w:val="22"/>
        </w:rPr>
        <w:t xml:space="preserve"> (ND)</w:t>
      </w:r>
    </w:p>
    <w:p w14:paraId="1FA67DF2" w14:textId="77777777" w:rsidR="00443372" w:rsidRPr="005A2D84" w:rsidRDefault="00443372" w:rsidP="00577FF5">
      <w:pPr>
        <w:pStyle w:val="Normalcentr"/>
        <w:widowControl w:val="0"/>
        <w:autoSpaceDE w:val="0"/>
        <w:autoSpaceDN w:val="0"/>
        <w:adjustRightInd w:val="0"/>
        <w:spacing w:before="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3E25FB">
        <w:trPr>
          <w:trHeight w:val="345"/>
        </w:trPr>
        <w:tc>
          <w:tcPr>
            <w:tcW w:w="7968" w:type="dxa"/>
          </w:tcPr>
          <w:p w14:paraId="3AAB1FEC" w14:textId="77777777"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3E25FB">
        <w:trPr>
          <w:trHeight w:val="345"/>
        </w:trPr>
        <w:tc>
          <w:tcPr>
            <w:tcW w:w="7968" w:type="dxa"/>
          </w:tcPr>
          <w:p w14:paraId="4AE6AC12" w14:textId="0A52E337"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3E25FB">
        <w:tc>
          <w:tcPr>
            <w:tcW w:w="7968" w:type="dxa"/>
          </w:tcPr>
          <w:p w14:paraId="60DB2EE5" w14:textId="77777777"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14:paraId="681B8BBF" w14:textId="77777777" w:rsidTr="003E25FB">
        <w:tc>
          <w:tcPr>
            <w:tcW w:w="7968" w:type="dxa"/>
          </w:tcPr>
          <w:p w14:paraId="43D33B69" w14:textId="202C3956"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03CD11EE" w14:textId="77777777" w:rsidR="00443372" w:rsidRPr="005A2D84" w:rsidRDefault="00443372">
      <w:pPr>
        <w:ind w:left="357"/>
        <w:rPr>
          <w:rFonts w:ascii="Arial" w:hAnsi="Arial" w:cs="Arial"/>
          <w:b/>
          <w:bCs/>
          <w:szCs w:val="22"/>
        </w:rPr>
      </w:pPr>
    </w:p>
    <w:p w14:paraId="6D358E62" w14:textId="73D05FE2" w:rsidR="00443372" w:rsidRPr="005A2D84" w:rsidRDefault="00443372" w:rsidP="006E533B">
      <w:pPr>
        <w:rPr>
          <w:rFonts w:ascii="Arial" w:hAnsi="Arial" w:cs="Arial"/>
          <w:b/>
          <w:bCs/>
          <w:szCs w:val="22"/>
        </w:rPr>
      </w:pPr>
      <w:bookmarkStart w:id="45" w:name="_Toc131825452"/>
      <w:bookmarkStart w:id="46"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5"/>
      <w:bookmarkEnd w:id="46"/>
      <w:r w:rsidR="00D813BC">
        <w:rPr>
          <w:rFonts w:ascii="Arial" w:hAnsi="Arial" w:cs="Arial"/>
          <w:b/>
          <w:bCs/>
          <w:szCs w:val="22"/>
        </w:rPr>
        <w:t xml:space="preserve"> Note finale = (0,9</w:t>
      </w:r>
      <w:r w:rsidRPr="005A2D84">
        <w:rPr>
          <w:rFonts w:ascii="Arial" w:hAnsi="Arial" w:cs="Arial"/>
          <w:b/>
          <w:bCs/>
          <w:szCs w:val="22"/>
        </w:rPr>
        <w:t>0 x NP</w:t>
      </w:r>
      <w:r w:rsidR="007F793A" w:rsidRPr="005A2D84">
        <w:rPr>
          <w:rFonts w:ascii="Arial" w:hAnsi="Arial" w:cs="Arial"/>
          <w:b/>
          <w:bCs/>
          <w:szCs w:val="22"/>
        </w:rPr>
        <w:t>G</w:t>
      </w:r>
      <w:r w:rsidR="00D813BC">
        <w:rPr>
          <w:rFonts w:ascii="Arial" w:hAnsi="Arial" w:cs="Arial"/>
          <w:b/>
          <w:bCs/>
          <w:szCs w:val="22"/>
        </w:rPr>
        <w:t>) + (0,1</w:t>
      </w:r>
      <w:bookmarkStart w:id="47" w:name="_GoBack"/>
      <w:bookmarkEnd w:id="47"/>
      <w:r w:rsidRPr="005A2D84">
        <w:rPr>
          <w:rFonts w:ascii="Arial" w:hAnsi="Arial" w:cs="Arial"/>
          <w:b/>
          <w:bCs/>
          <w:szCs w:val="22"/>
        </w:rPr>
        <w:t>0 x ND).</w:t>
      </w:r>
    </w:p>
    <w:p w14:paraId="3AA424E9" w14:textId="77777777" w:rsidR="00443372" w:rsidRPr="005A2D84" w:rsidRDefault="00443372" w:rsidP="00577FF5">
      <w:pPr>
        <w:tabs>
          <w:tab w:val="left" w:pos="11057"/>
        </w:tabs>
        <w:spacing w:before="0"/>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qui présente le plus grand nombre de postes mieux-</w:t>
      </w:r>
      <w:proofErr w:type="spellStart"/>
      <w:r w:rsidRPr="005A2D84">
        <w:rPr>
          <w:rFonts w:ascii="Arial" w:hAnsi="Arial" w:cs="Arial"/>
          <w:szCs w:val="22"/>
        </w:rPr>
        <w:t>disants</w:t>
      </w:r>
      <w:proofErr w:type="spellEnd"/>
      <w:r w:rsidRPr="005A2D84">
        <w:rPr>
          <w:rFonts w:ascii="Arial" w:hAnsi="Arial" w:cs="Arial"/>
          <w:szCs w:val="22"/>
        </w:rPr>
        <w:t xml:space="preserve">. </w:t>
      </w:r>
    </w:p>
    <w:p w14:paraId="4628DA48" w14:textId="77777777" w:rsidR="00443372" w:rsidRPr="005A2D84" w:rsidRDefault="00443372" w:rsidP="00F87B7B">
      <w:pPr>
        <w:pStyle w:val="Titre1"/>
        <w:numPr>
          <w:ilvl w:val="0"/>
          <w:numId w:val="7"/>
        </w:numPr>
        <w:rPr>
          <w:rFonts w:ascii="Arial" w:hAnsi="Arial" w:cs="Arial"/>
          <w:szCs w:val="22"/>
        </w:rPr>
      </w:pPr>
      <w:bookmarkStart w:id="48" w:name="_Toc254166747"/>
      <w:bookmarkStart w:id="49" w:name="_Toc195535247"/>
      <w:r w:rsidRPr="005A2D84">
        <w:rPr>
          <w:rFonts w:ascii="Arial" w:hAnsi="Arial" w:cs="Arial"/>
          <w:szCs w:val="22"/>
        </w:rPr>
        <w:t>contenu du dossier de la consultation</w:t>
      </w:r>
      <w:bookmarkEnd w:id="48"/>
      <w:bookmarkEnd w:id="49"/>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5AD7FF9C" w14:textId="77777777" w:rsidR="00FF13F7" w:rsidRPr="005A2D84" w:rsidRDefault="00FF13F7"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sidRPr="005A2D84">
        <w:rPr>
          <w:rFonts w:ascii="Arial" w:hAnsi="Arial" w:cs="Arial"/>
          <w:szCs w:val="22"/>
        </w:rPr>
        <w:t xml:space="preserve">le marché comprenant l’engagement du </w:t>
      </w:r>
      <w:r w:rsidRPr="005A2D84">
        <w:rPr>
          <w:rFonts w:ascii="Arial" w:hAnsi="Arial" w:cs="Arial"/>
          <w:bCs/>
          <w:szCs w:val="22"/>
        </w:rPr>
        <w:t>soumissionnaire</w:t>
      </w:r>
      <w:r w:rsidRPr="005A2D84">
        <w:rPr>
          <w:rFonts w:ascii="Arial" w:hAnsi="Arial" w:cs="Arial"/>
          <w:szCs w:val="22"/>
        </w:rPr>
        <w:t>, les clauses administratives et l’annexe financière,</w:t>
      </w:r>
    </w:p>
    <w:p w14:paraId="2B75DAE4" w14:textId="77777777" w:rsidR="003E25FB" w:rsidRPr="005A2D84" w:rsidRDefault="003E25FB" w:rsidP="003E25FB">
      <w:pPr>
        <w:widowControl w:val="0"/>
        <w:autoSpaceDE w:val="0"/>
        <w:autoSpaceDN w:val="0"/>
        <w:adjustRightInd w:val="0"/>
        <w:spacing w:before="0" w:after="0"/>
        <w:ind w:left="284"/>
        <w:rPr>
          <w:rFonts w:ascii="Arial" w:hAnsi="Arial" w:cs="Arial"/>
          <w:szCs w:val="22"/>
        </w:rPr>
      </w:pPr>
    </w:p>
    <w:p w14:paraId="635B20C9" w14:textId="6B2BB6A3" w:rsidR="00FF13F7" w:rsidRPr="005A2D84" w:rsidRDefault="00FF13F7" w:rsidP="00E93168">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sidRPr="005A2D84">
        <w:rPr>
          <w:rFonts w:ascii="Arial" w:hAnsi="Arial" w:cs="Arial"/>
          <w:szCs w:val="22"/>
        </w:rPr>
        <w:t xml:space="preserve"> le cahier des clauses techniques particulières</w:t>
      </w:r>
      <w:r w:rsidR="007B25BD">
        <w:rPr>
          <w:rFonts w:ascii="Arial" w:hAnsi="Arial" w:cs="Arial"/>
          <w:szCs w:val="22"/>
        </w:rPr>
        <w:t xml:space="preserve"> (CCTP)</w:t>
      </w:r>
      <w:r w:rsidR="001C5D0D">
        <w:rPr>
          <w:rFonts w:ascii="Arial" w:hAnsi="Arial" w:cs="Arial"/>
          <w:szCs w:val="22"/>
        </w:rPr>
        <w:t xml:space="preserve"> : </w:t>
      </w:r>
      <w:r w:rsidR="001C5D0D" w:rsidRPr="001C5D0D">
        <w:rPr>
          <w:rFonts w:ascii="Arial" w:hAnsi="Arial" w:cs="Arial"/>
          <w:szCs w:val="22"/>
        </w:rPr>
        <w:t>SGA SDLOG/260/O</w:t>
      </w:r>
      <w:r w:rsidRPr="005A2D84">
        <w:rPr>
          <w:rFonts w:ascii="Arial" w:hAnsi="Arial" w:cs="Arial"/>
          <w:szCs w:val="22"/>
        </w:rPr>
        <w:t>.</w:t>
      </w:r>
    </w:p>
    <w:sectPr w:rsidR="00FF13F7" w:rsidRPr="005A2D84">
      <w:headerReference w:type="even" r:id="rId22"/>
      <w:headerReference w:type="default" r:id="rId23"/>
      <w:footerReference w:type="even" r:id="rId24"/>
      <w:headerReference w:type="first" r:id="rId25"/>
      <w:footerReference w:type="first" r:id="rId26"/>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DD685C" w14:textId="77777777" w:rsidR="003777C1" w:rsidRDefault="003777C1">
      <w:r>
        <w:separator/>
      </w:r>
    </w:p>
  </w:endnote>
  <w:endnote w:type="continuationSeparator" w:id="0">
    <w:p w14:paraId="76557DDB" w14:textId="77777777" w:rsidR="003777C1" w:rsidRDefault="00377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BEA35" w14:textId="77777777" w:rsidR="001E5F4E" w:rsidRDefault="001E5F4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4B52C43A" w:rsidR="006E0A18" w:rsidRPr="004A512C" w:rsidRDefault="006E0A18">
    <w:pPr>
      <w:pStyle w:val="Pieddepage"/>
      <w:rPr>
        <w:rFonts w:ascii="Marianne" w:hAnsi="Marianne"/>
        <w:sz w:val="12"/>
        <w:szCs w:val="12"/>
      </w:rPr>
    </w:pPr>
    <w:bookmarkStart w:id="0" w:name="Dossier"/>
    <w:bookmarkEnd w:id="0"/>
    <w:r w:rsidRPr="004A512C">
      <w:rPr>
        <w:rStyle w:val="Numrodepage"/>
        <w:rFonts w:ascii="Marianne" w:hAnsi="Marianne"/>
        <w:sz w:val="12"/>
        <w:szCs w:val="12"/>
      </w:rPr>
      <w:t>N° du marché</w:t>
    </w:r>
    <w:r w:rsidR="00BA32D0">
      <w:rPr>
        <w:rStyle w:val="Numrodepage"/>
        <w:rFonts w:ascii="Calibri" w:hAnsi="Calibri" w:cs="Calibri"/>
        <w:sz w:val="12"/>
        <w:szCs w:val="12"/>
      </w:rPr>
      <w:t> </w:t>
    </w:r>
    <w:r w:rsidR="00BA32D0">
      <w:rPr>
        <w:rStyle w:val="Numrodepage"/>
        <w:rFonts w:ascii="Marianne" w:hAnsi="Marianne"/>
        <w:sz w:val="12"/>
        <w:szCs w:val="12"/>
      </w:rPr>
      <w:t>: S25B00</w:t>
    </w:r>
    <w:r w:rsidR="001E5F4E">
      <w:rPr>
        <w:rStyle w:val="Numrodepage"/>
        <w:rFonts w:ascii="Marianne" w:hAnsi="Marianne"/>
        <w:sz w:val="12"/>
        <w:szCs w:val="12"/>
      </w:rPr>
      <w:t>673</w:t>
    </w:r>
    <w:r w:rsidRPr="004A512C">
      <w:rPr>
        <w:rStyle w:val="Numrodepage"/>
        <w:rFonts w:ascii="Marianne" w:hAnsi="Marianne"/>
        <w:sz w:val="12"/>
        <w:szCs w:val="12"/>
      </w:rPr>
      <w:tab/>
      <w:t xml:space="preserve">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PAGE </w:instrText>
    </w:r>
    <w:r w:rsidRPr="004A512C">
      <w:rPr>
        <w:rStyle w:val="Numrodepage"/>
        <w:rFonts w:ascii="Marianne" w:hAnsi="Marianne"/>
        <w:sz w:val="12"/>
        <w:szCs w:val="12"/>
      </w:rPr>
      <w:fldChar w:fldCharType="separate"/>
    </w:r>
    <w:r w:rsidR="00D813BC">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NUMPAGES </w:instrText>
    </w:r>
    <w:r w:rsidRPr="004A512C">
      <w:rPr>
        <w:rStyle w:val="Numrodepage"/>
        <w:rFonts w:ascii="Marianne" w:hAnsi="Marianne"/>
        <w:sz w:val="12"/>
        <w:szCs w:val="12"/>
      </w:rPr>
      <w:fldChar w:fldCharType="separate"/>
    </w:r>
    <w:r w:rsidR="00D813BC">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w:t>
    </w:r>
    <w:r w:rsidRPr="004A512C">
      <w:rPr>
        <w:rStyle w:val="Numrodepage"/>
        <w:rFonts w:ascii="Marianne" w:hAnsi="Marianne"/>
        <w:color w:val="FF0000"/>
        <w:sz w:val="12"/>
        <w:szCs w:val="12"/>
      </w:rPr>
      <w:t xml:space="preserve"> </w:t>
    </w:r>
    <w:r w:rsidRPr="004A512C">
      <w:rPr>
        <w:rStyle w:val="Numrodepage"/>
        <w:rFonts w:ascii="Marianne" w:hAnsi="Marianne"/>
        <w:color w:val="FF0000"/>
        <w:sz w:val="12"/>
        <w:szCs w:val="12"/>
      </w:rPr>
      <w:tab/>
    </w:r>
    <w:r w:rsidRPr="004A512C">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4A512C">
      <w:rPr>
        <w:rStyle w:val="Numrodepage"/>
        <w:rFonts w:ascii="Marianne" w:hAnsi="Marianne"/>
        <w:noProof/>
        <w:sz w:val="12"/>
        <w:szCs w:val="12"/>
      </w:rPr>
      <w:t>MAPA  pl</w:t>
    </w:r>
    <w:r>
      <w:rPr>
        <w:rStyle w:val="Numrodepage"/>
        <w:rFonts w:ascii="Marianne" w:hAnsi="Marianne"/>
        <w:noProof/>
        <w:sz w:val="12"/>
        <w:szCs w:val="12"/>
      </w:rPr>
      <w:t xml:space="preserve">usieurs postes </w:t>
    </w:r>
    <w:r w:rsidRPr="004A512C">
      <w:rPr>
        <w:rStyle w:val="Numrodepage"/>
        <w:rFonts w:ascii="Marianne" w:hAnsi="Marianne"/>
        <w:noProof/>
        <w:sz w:val="12"/>
        <w:szCs w:val="12"/>
      </w:rPr>
      <w:t>NNO</w:t>
    </w:r>
    <w:r>
      <w:rPr>
        <w:rStyle w:val="Numrodepage"/>
        <w:rFonts w:ascii="Marianne" w:hAnsi="Marianne"/>
        <w:noProof/>
        <w:sz w:val="12"/>
        <w:szCs w:val="12"/>
      </w:rPr>
      <w:t xml:space="preserve"> – </w:t>
    </w:r>
    <w:r w:rsidR="00C660EC">
      <w:rPr>
        <w:rStyle w:val="Numrodepage"/>
        <w:rFonts w:ascii="Marianne" w:hAnsi="Marianne"/>
        <w:noProof/>
        <w:sz w:val="12"/>
        <w:szCs w:val="12"/>
      </w:rPr>
      <w:t>28</w:t>
    </w:r>
    <w:r w:rsidR="001166BB">
      <w:rPr>
        <w:rStyle w:val="Numrodepage"/>
        <w:rFonts w:ascii="Marianne" w:hAnsi="Marianne"/>
        <w:noProof/>
        <w:sz w:val="12"/>
        <w:szCs w:val="12"/>
      </w:rPr>
      <w:t>/0</w:t>
    </w:r>
    <w:r w:rsidR="00C660EC">
      <w:rPr>
        <w:rStyle w:val="Numrodepage"/>
        <w:rFonts w:ascii="Marianne" w:hAnsi="Marianne"/>
        <w:noProof/>
        <w:sz w:val="12"/>
        <w:szCs w:val="12"/>
      </w:rPr>
      <w:t>8</w:t>
    </w:r>
    <w:r w:rsidR="001166BB">
      <w:rPr>
        <w:rStyle w:val="Numrodepage"/>
        <w:rFonts w:ascii="Marianne" w:hAnsi="Marianne"/>
        <w:noProof/>
        <w:sz w:val="12"/>
        <w:szCs w:val="12"/>
      </w:rPr>
      <w:t>/202</w:t>
    </w:r>
    <w:r w:rsidR="00C660EC">
      <w:rPr>
        <w:rStyle w:val="Numrodepage"/>
        <w:rFonts w:ascii="Marianne" w:hAnsi="Marianne"/>
        <w:noProof/>
        <w:sz w:val="12"/>
        <w:szCs w:val="12"/>
      </w:rPr>
      <w:t>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82A57" w14:textId="77777777" w:rsidR="001E5F4E" w:rsidRDefault="001E5F4E">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6E0A18" w:rsidRDefault="006E0A1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6E0A18" w:rsidRDefault="006E0A18">
    <w:pPr>
      <w:pStyle w:val="Pieddepage"/>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6E0A18" w:rsidRDefault="006E0A18">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9C724C" w14:textId="77777777" w:rsidR="003777C1" w:rsidRDefault="003777C1">
      <w:pPr>
        <w:pStyle w:val="Pieddepage"/>
      </w:pPr>
    </w:p>
  </w:footnote>
  <w:footnote w:type="continuationSeparator" w:id="0">
    <w:p w14:paraId="3ED68C09" w14:textId="77777777" w:rsidR="003777C1" w:rsidRDefault="003777C1">
      <w:r>
        <w:continuationSeparator/>
      </w:r>
    </w:p>
  </w:footnote>
  <w:footnote w:id="1">
    <w:p w14:paraId="488BF885" w14:textId="3B30142E" w:rsidR="006E0A18" w:rsidRPr="00B70DE8" w:rsidRDefault="006E0A18" w:rsidP="002C7EDC">
      <w:pPr>
        <w:pStyle w:val="Notedebasdepage"/>
        <w:rPr>
          <w:rFonts w:ascii="Arial" w:hAnsi="Arial" w:cs="Arial"/>
          <w:sz w:val="14"/>
          <w:szCs w:val="14"/>
        </w:rPr>
      </w:pPr>
      <w:r w:rsidRPr="00B70DE8">
        <w:rPr>
          <w:rStyle w:val="Appelnotedebasdep"/>
          <w:rFonts w:ascii="Arial" w:hAnsi="Arial" w:cs="Arial"/>
          <w:sz w:val="14"/>
          <w:szCs w:val="14"/>
          <w:vertAlign w:val="superscript"/>
        </w:rPr>
        <w:footnoteRef/>
      </w:r>
      <w:r w:rsidRPr="00B70DE8">
        <w:rPr>
          <w:rFonts w:ascii="Arial" w:hAnsi="Arial" w:cs="Arial"/>
          <w:sz w:val="14"/>
          <w:szCs w:val="14"/>
        </w:rPr>
        <w:t xml:space="preserve"> </w:t>
      </w:r>
      <w:r w:rsidR="00E05791" w:rsidRPr="00E05791">
        <w:rPr>
          <w:rFonts w:ascii="Arial" w:hAnsi="Arial" w:cs="Arial"/>
          <w:b/>
          <w:sz w:val="14"/>
          <w:szCs w:val="14"/>
        </w:rPr>
        <w:t>SACRAL N-CORENG</w:t>
      </w:r>
      <w:r w:rsidRPr="00B70DE8">
        <w:rPr>
          <w:rFonts w:ascii="Arial" w:hAnsi="Arial" w:cs="Arial"/>
          <w:sz w:val="14"/>
          <w:szCs w:val="14"/>
        </w:rPr>
        <w:t xml:space="preserve"> est l’outil de mise en œuvre au niveau national du système unique de codification des matériels défini au sein de l’OTAN. NMCRL est le catalogue principal des références de la logistique mis en place par l’OTAN. SOPRANO et NMCRL sont des bases de données qui permettent la circulation d’informations sur toutes les références des produits industriels convenant à un besoin de maintenance des armées.</w:t>
      </w:r>
      <w:r>
        <w:rPr>
          <w:rFonts w:ascii="Arial" w:hAnsi="Arial" w:cs="Arial"/>
          <w:sz w:val="14"/>
          <w:szCs w:val="14"/>
        </w:rPr>
        <w:t xml:space="preserve"> Seule la base NMCRL est </w:t>
      </w:r>
      <w:r w:rsidRPr="00B70DE8">
        <w:rPr>
          <w:rFonts w:ascii="Arial" w:hAnsi="Arial" w:cs="Arial"/>
          <w:sz w:val="14"/>
          <w:szCs w:val="14"/>
        </w:rPr>
        <w:t>accessible sur internet, moyennant un abonnemen</w:t>
      </w:r>
      <w:r>
        <w:rPr>
          <w:rFonts w:ascii="Arial" w:hAnsi="Arial" w:cs="Arial"/>
          <w:sz w:val="14"/>
          <w:szCs w:val="14"/>
        </w:rPr>
        <w:t xml:space="preserve">t </w:t>
      </w:r>
      <w:hyperlink r:id="rId1" w:anchor="/" w:history="1">
        <w:r w:rsidR="00B1515C" w:rsidRPr="006C60DC">
          <w:rPr>
            <w:rStyle w:val="Lienhypertexte"/>
            <w:rFonts w:ascii="Arial" w:hAnsi="Arial" w:cs="Arial"/>
            <w:sz w:val="14"/>
            <w:szCs w:val="14"/>
          </w:rPr>
          <w:t>http://www.nato.int/structur/AC/135/nmcrl/index.html#/</w:t>
        </w:r>
      </w:hyperlink>
    </w:p>
    <w:p w14:paraId="3CC9DFA2" w14:textId="6170DB42" w:rsidR="006E0A18" w:rsidRDefault="006E0A18" w:rsidP="002C7EDC">
      <w:pPr>
        <w:pStyle w:val="Notedebasdepage"/>
      </w:pPr>
    </w:p>
  </w:footnote>
  <w:footnote w:id="2">
    <w:p w14:paraId="67768C03" w14:textId="77777777" w:rsidR="006E0A18" w:rsidRPr="00D62785" w:rsidRDefault="006E0A18"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49E64CD2" w14:textId="77777777" w:rsidR="006E0A18" w:rsidRPr="00866D3F" w:rsidRDefault="006E0A18"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D725C" w14:textId="77777777" w:rsidR="001E5F4E" w:rsidRDefault="001E5F4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11DDC" w14:textId="77777777" w:rsidR="001E5F4E" w:rsidRDefault="001E5F4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81828" w14:textId="77777777" w:rsidR="001E5F4E" w:rsidRDefault="001E5F4E">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6E0A18" w:rsidRDefault="006E0A18">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6E0A18" w:rsidRDefault="006E0A18">
    <w:pPr>
      <w:pStyle w:val="En-tte"/>
      <w:tabs>
        <w:tab w:val="clear" w:pos="9072"/>
        <w:tab w:val="right" w:pos="8931"/>
      </w:tabs>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6E0A18" w:rsidRDefault="006E0A1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432E438"/>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38F2"/>
    <w:rsid w:val="00032ABE"/>
    <w:rsid w:val="00034BEA"/>
    <w:rsid w:val="000359EF"/>
    <w:rsid w:val="000442DB"/>
    <w:rsid w:val="00047C09"/>
    <w:rsid w:val="00047D35"/>
    <w:rsid w:val="00062B89"/>
    <w:rsid w:val="00065932"/>
    <w:rsid w:val="000736D4"/>
    <w:rsid w:val="000807B1"/>
    <w:rsid w:val="0008441E"/>
    <w:rsid w:val="0009069F"/>
    <w:rsid w:val="00095250"/>
    <w:rsid w:val="0009589E"/>
    <w:rsid w:val="000A16E7"/>
    <w:rsid w:val="000A65BC"/>
    <w:rsid w:val="000C3219"/>
    <w:rsid w:val="000C39B5"/>
    <w:rsid w:val="000C5CD2"/>
    <w:rsid w:val="000D31DF"/>
    <w:rsid w:val="000E0ADE"/>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34B9A"/>
    <w:rsid w:val="00137786"/>
    <w:rsid w:val="001450F2"/>
    <w:rsid w:val="001456AD"/>
    <w:rsid w:val="00150368"/>
    <w:rsid w:val="0015718D"/>
    <w:rsid w:val="00163631"/>
    <w:rsid w:val="0016627F"/>
    <w:rsid w:val="00172D1B"/>
    <w:rsid w:val="00174005"/>
    <w:rsid w:val="001818E7"/>
    <w:rsid w:val="00185778"/>
    <w:rsid w:val="001860DD"/>
    <w:rsid w:val="001867DF"/>
    <w:rsid w:val="0018683A"/>
    <w:rsid w:val="001942ED"/>
    <w:rsid w:val="001958C6"/>
    <w:rsid w:val="00196650"/>
    <w:rsid w:val="001A0B75"/>
    <w:rsid w:val="001B25B5"/>
    <w:rsid w:val="001B490C"/>
    <w:rsid w:val="001B5DA5"/>
    <w:rsid w:val="001B7D05"/>
    <w:rsid w:val="001C5D0D"/>
    <w:rsid w:val="001E5F4E"/>
    <w:rsid w:val="001F08E5"/>
    <w:rsid w:val="001F139A"/>
    <w:rsid w:val="001F49F9"/>
    <w:rsid w:val="001F6E45"/>
    <w:rsid w:val="002047E4"/>
    <w:rsid w:val="00204806"/>
    <w:rsid w:val="00206A5C"/>
    <w:rsid w:val="0021019E"/>
    <w:rsid w:val="002125A9"/>
    <w:rsid w:val="00222C1A"/>
    <w:rsid w:val="002330C6"/>
    <w:rsid w:val="0024279A"/>
    <w:rsid w:val="00247FBF"/>
    <w:rsid w:val="00250E53"/>
    <w:rsid w:val="002573EF"/>
    <w:rsid w:val="00261796"/>
    <w:rsid w:val="00265080"/>
    <w:rsid w:val="002719DF"/>
    <w:rsid w:val="00274BCC"/>
    <w:rsid w:val="00287E55"/>
    <w:rsid w:val="00297F17"/>
    <w:rsid w:val="002A2AF4"/>
    <w:rsid w:val="002A4498"/>
    <w:rsid w:val="002B3296"/>
    <w:rsid w:val="002C1DFE"/>
    <w:rsid w:val="002C7EDC"/>
    <w:rsid w:val="002D1B2C"/>
    <w:rsid w:val="002D2B0C"/>
    <w:rsid w:val="002D4423"/>
    <w:rsid w:val="002D57EC"/>
    <w:rsid w:val="002D62AF"/>
    <w:rsid w:val="002D7C56"/>
    <w:rsid w:val="002F0642"/>
    <w:rsid w:val="00300A13"/>
    <w:rsid w:val="003120D5"/>
    <w:rsid w:val="003167DA"/>
    <w:rsid w:val="00321829"/>
    <w:rsid w:val="00326817"/>
    <w:rsid w:val="00332C2E"/>
    <w:rsid w:val="00333571"/>
    <w:rsid w:val="00334683"/>
    <w:rsid w:val="00340ECC"/>
    <w:rsid w:val="003559E4"/>
    <w:rsid w:val="00356417"/>
    <w:rsid w:val="0035770D"/>
    <w:rsid w:val="003605F2"/>
    <w:rsid w:val="0036780B"/>
    <w:rsid w:val="00370889"/>
    <w:rsid w:val="00372A76"/>
    <w:rsid w:val="003777C1"/>
    <w:rsid w:val="00380EA3"/>
    <w:rsid w:val="003835BC"/>
    <w:rsid w:val="00384C4D"/>
    <w:rsid w:val="00393EEF"/>
    <w:rsid w:val="00397821"/>
    <w:rsid w:val="003A6FAF"/>
    <w:rsid w:val="003B6F17"/>
    <w:rsid w:val="003C040D"/>
    <w:rsid w:val="003C2AE3"/>
    <w:rsid w:val="003C4EA7"/>
    <w:rsid w:val="003C5C7B"/>
    <w:rsid w:val="003E25FB"/>
    <w:rsid w:val="003E75AD"/>
    <w:rsid w:val="003F15CF"/>
    <w:rsid w:val="003F33CC"/>
    <w:rsid w:val="003F42A0"/>
    <w:rsid w:val="003F6663"/>
    <w:rsid w:val="00400CB2"/>
    <w:rsid w:val="004021CD"/>
    <w:rsid w:val="0040797D"/>
    <w:rsid w:val="00410B8D"/>
    <w:rsid w:val="00412981"/>
    <w:rsid w:val="00416111"/>
    <w:rsid w:val="00420826"/>
    <w:rsid w:val="00421458"/>
    <w:rsid w:val="00423B81"/>
    <w:rsid w:val="004254AA"/>
    <w:rsid w:val="0042623E"/>
    <w:rsid w:val="00426786"/>
    <w:rsid w:val="00433A50"/>
    <w:rsid w:val="004408DF"/>
    <w:rsid w:val="00443052"/>
    <w:rsid w:val="00443372"/>
    <w:rsid w:val="004450B8"/>
    <w:rsid w:val="00445E8B"/>
    <w:rsid w:val="0044796A"/>
    <w:rsid w:val="00447FAA"/>
    <w:rsid w:val="00456409"/>
    <w:rsid w:val="00461474"/>
    <w:rsid w:val="00464D77"/>
    <w:rsid w:val="00474E07"/>
    <w:rsid w:val="00480C99"/>
    <w:rsid w:val="00484964"/>
    <w:rsid w:val="00485FFD"/>
    <w:rsid w:val="00490F3F"/>
    <w:rsid w:val="0049434F"/>
    <w:rsid w:val="004A049E"/>
    <w:rsid w:val="004A473D"/>
    <w:rsid w:val="004A512C"/>
    <w:rsid w:val="004B2149"/>
    <w:rsid w:val="004B27A0"/>
    <w:rsid w:val="004B348C"/>
    <w:rsid w:val="004B3E37"/>
    <w:rsid w:val="004B4F18"/>
    <w:rsid w:val="004C256F"/>
    <w:rsid w:val="004C372E"/>
    <w:rsid w:val="004D133B"/>
    <w:rsid w:val="004E2E74"/>
    <w:rsid w:val="004F11A3"/>
    <w:rsid w:val="004F18E4"/>
    <w:rsid w:val="004F3A1A"/>
    <w:rsid w:val="005041F7"/>
    <w:rsid w:val="00507886"/>
    <w:rsid w:val="00512D19"/>
    <w:rsid w:val="005226FF"/>
    <w:rsid w:val="00531016"/>
    <w:rsid w:val="00531534"/>
    <w:rsid w:val="00531D2E"/>
    <w:rsid w:val="005323A9"/>
    <w:rsid w:val="00535200"/>
    <w:rsid w:val="005462A7"/>
    <w:rsid w:val="005509C8"/>
    <w:rsid w:val="00551B1C"/>
    <w:rsid w:val="005568FD"/>
    <w:rsid w:val="00557D4F"/>
    <w:rsid w:val="00562E6B"/>
    <w:rsid w:val="00567D49"/>
    <w:rsid w:val="00571F37"/>
    <w:rsid w:val="0057269A"/>
    <w:rsid w:val="00573E98"/>
    <w:rsid w:val="00577FF5"/>
    <w:rsid w:val="005825DC"/>
    <w:rsid w:val="00591563"/>
    <w:rsid w:val="00593AFA"/>
    <w:rsid w:val="005A03C6"/>
    <w:rsid w:val="005A2D84"/>
    <w:rsid w:val="005A47E9"/>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3323"/>
    <w:rsid w:val="005E55EB"/>
    <w:rsid w:val="005F29E4"/>
    <w:rsid w:val="005F570B"/>
    <w:rsid w:val="005F6706"/>
    <w:rsid w:val="005F73A8"/>
    <w:rsid w:val="00604245"/>
    <w:rsid w:val="00611D2A"/>
    <w:rsid w:val="00616AA5"/>
    <w:rsid w:val="00624D23"/>
    <w:rsid w:val="006267C8"/>
    <w:rsid w:val="00642CC3"/>
    <w:rsid w:val="0064324B"/>
    <w:rsid w:val="006504BE"/>
    <w:rsid w:val="00654EC8"/>
    <w:rsid w:val="00660279"/>
    <w:rsid w:val="00670B56"/>
    <w:rsid w:val="006805F6"/>
    <w:rsid w:val="006914E1"/>
    <w:rsid w:val="006952DE"/>
    <w:rsid w:val="006A2255"/>
    <w:rsid w:val="006A2DE5"/>
    <w:rsid w:val="006A7F9B"/>
    <w:rsid w:val="006B4344"/>
    <w:rsid w:val="006C766E"/>
    <w:rsid w:val="006D3B00"/>
    <w:rsid w:val="006D755E"/>
    <w:rsid w:val="006E0A18"/>
    <w:rsid w:val="006E533B"/>
    <w:rsid w:val="006E701B"/>
    <w:rsid w:val="006F30EC"/>
    <w:rsid w:val="007000F6"/>
    <w:rsid w:val="00716703"/>
    <w:rsid w:val="00730196"/>
    <w:rsid w:val="00730A95"/>
    <w:rsid w:val="00730E74"/>
    <w:rsid w:val="007339D5"/>
    <w:rsid w:val="00736414"/>
    <w:rsid w:val="00741B78"/>
    <w:rsid w:val="00743C4E"/>
    <w:rsid w:val="0074749B"/>
    <w:rsid w:val="00750E52"/>
    <w:rsid w:val="00762C36"/>
    <w:rsid w:val="00770FC3"/>
    <w:rsid w:val="007730A2"/>
    <w:rsid w:val="00787031"/>
    <w:rsid w:val="00787C4D"/>
    <w:rsid w:val="007943EA"/>
    <w:rsid w:val="0079445E"/>
    <w:rsid w:val="0079605E"/>
    <w:rsid w:val="007A311A"/>
    <w:rsid w:val="007A50BF"/>
    <w:rsid w:val="007B0FEF"/>
    <w:rsid w:val="007B25BD"/>
    <w:rsid w:val="007B34B3"/>
    <w:rsid w:val="007C23F4"/>
    <w:rsid w:val="007C3AFA"/>
    <w:rsid w:val="007D3E8C"/>
    <w:rsid w:val="007D5731"/>
    <w:rsid w:val="007D5CCE"/>
    <w:rsid w:val="007E4C23"/>
    <w:rsid w:val="007F2569"/>
    <w:rsid w:val="007F2ECF"/>
    <w:rsid w:val="007F55EC"/>
    <w:rsid w:val="007F793A"/>
    <w:rsid w:val="008075E2"/>
    <w:rsid w:val="0081028C"/>
    <w:rsid w:val="008177AA"/>
    <w:rsid w:val="0082399E"/>
    <w:rsid w:val="008271FE"/>
    <w:rsid w:val="008276CF"/>
    <w:rsid w:val="00831ADF"/>
    <w:rsid w:val="008340E1"/>
    <w:rsid w:val="00837628"/>
    <w:rsid w:val="00845D76"/>
    <w:rsid w:val="00851542"/>
    <w:rsid w:val="008522F0"/>
    <w:rsid w:val="00857E7D"/>
    <w:rsid w:val="00867843"/>
    <w:rsid w:val="00871701"/>
    <w:rsid w:val="008730CF"/>
    <w:rsid w:val="00874450"/>
    <w:rsid w:val="008812CF"/>
    <w:rsid w:val="00892170"/>
    <w:rsid w:val="00893FDD"/>
    <w:rsid w:val="008A187B"/>
    <w:rsid w:val="008A731B"/>
    <w:rsid w:val="008A741F"/>
    <w:rsid w:val="008B4FB9"/>
    <w:rsid w:val="008C431D"/>
    <w:rsid w:val="008C45C2"/>
    <w:rsid w:val="008C7771"/>
    <w:rsid w:val="008D14D1"/>
    <w:rsid w:val="008D225A"/>
    <w:rsid w:val="008D2D9C"/>
    <w:rsid w:val="008F142B"/>
    <w:rsid w:val="008F455E"/>
    <w:rsid w:val="0092132F"/>
    <w:rsid w:val="0092138C"/>
    <w:rsid w:val="009219A8"/>
    <w:rsid w:val="00926641"/>
    <w:rsid w:val="00935366"/>
    <w:rsid w:val="00941583"/>
    <w:rsid w:val="009457AE"/>
    <w:rsid w:val="009507FD"/>
    <w:rsid w:val="009558E8"/>
    <w:rsid w:val="009671FA"/>
    <w:rsid w:val="00967C70"/>
    <w:rsid w:val="0097676C"/>
    <w:rsid w:val="0097693F"/>
    <w:rsid w:val="009815EB"/>
    <w:rsid w:val="00994332"/>
    <w:rsid w:val="00996A01"/>
    <w:rsid w:val="00996F7E"/>
    <w:rsid w:val="009A127F"/>
    <w:rsid w:val="009A2586"/>
    <w:rsid w:val="009A4FF4"/>
    <w:rsid w:val="009A5442"/>
    <w:rsid w:val="009B1474"/>
    <w:rsid w:val="009D07BA"/>
    <w:rsid w:val="009E06C7"/>
    <w:rsid w:val="009E20EE"/>
    <w:rsid w:val="009F5A4A"/>
    <w:rsid w:val="00A01B09"/>
    <w:rsid w:val="00A13953"/>
    <w:rsid w:val="00A14E53"/>
    <w:rsid w:val="00A21D42"/>
    <w:rsid w:val="00A25970"/>
    <w:rsid w:val="00A268A9"/>
    <w:rsid w:val="00A27CD7"/>
    <w:rsid w:val="00A316DE"/>
    <w:rsid w:val="00A33EFF"/>
    <w:rsid w:val="00A41CBD"/>
    <w:rsid w:val="00A4467C"/>
    <w:rsid w:val="00A44830"/>
    <w:rsid w:val="00A558A7"/>
    <w:rsid w:val="00A574DC"/>
    <w:rsid w:val="00A57796"/>
    <w:rsid w:val="00A70218"/>
    <w:rsid w:val="00A75479"/>
    <w:rsid w:val="00A75486"/>
    <w:rsid w:val="00A87025"/>
    <w:rsid w:val="00A87587"/>
    <w:rsid w:val="00A9140A"/>
    <w:rsid w:val="00AA062C"/>
    <w:rsid w:val="00AA167F"/>
    <w:rsid w:val="00AA22F6"/>
    <w:rsid w:val="00AA3F05"/>
    <w:rsid w:val="00AB3BD3"/>
    <w:rsid w:val="00AB62B7"/>
    <w:rsid w:val="00AC72F3"/>
    <w:rsid w:val="00AD2F59"/>
    <w:rsid w:val="00AD4E54"/>
    <w:rsid w:val="00AD6911"/>
    <w:rsid w:val="00B00090"/>
    <w:rsid w:val="00B037B7"/>
    <w:rsid w:val="00B143C0"/>
    <w:rsid w:val="00B1515C"/>
    <w:rsid w:val="00B15160"/>
    <w:rsid w:val="00B1776B"/>
    <w:rsid w:val="00B17FD2"/>
    <w:rsid w:val="00B222AC"/>
    <w:rsid w:val="00B31FA3"/>
    <w:rsid w:val="00B35C0F"/>
    <w:rsid w:val="00B362B2"/>
    <w:rsid w:val="00B37A6E"/>
    <w:rsid w:val="00B41916"/>
    <w:rsid w:val="00B41B21"/>
    <w:rsid w:val="00B47AAC"/>
    <w:rsid w:val="00B503DB"/>
    <w:rsid w:val="00B512E0"/>
    <w:rsid w:val="00B66FD2"/>
    <w:rsid w:val="00B67B7A"/>
    <w:rsid w:val="00B70DE8"/>
    <w:rsid w:val="00B7121C"/>
    <w:rsid w:val="00B7195B"/>
    <w:rsid w:val="00B926CD"/>
    <w:rsid w:val="00B95E47"/>
    <w:rsid w:val="00B95F62"/>
    <w:rsid w:val="00BA32D0"/>
    <w:rsid w:val="00BB30F4"/>
    <w:rsid w:val="00BB5E1F"/>
    <w:rsid w:val="00BC39DA"/>
    <w:rsid w:val="00BC6D79"/>
    <w:rsid w:val="00BC6F1D"/>
    <w:rsid w:val="00BD26E9"/>
    <w:rsid w:val="00BD7AE0"/>
    <w:rsid w:val="00BE3E28"/>
    <w:rsid w:val="00BF1776"/>
    <w:rsid w:val="00BF27B0"/>
    <w:rsid w:val="00C03240"/>
    <w:rsid w:val="00C03B5A"/>
    <w:rsid w:val="00C03D7A"/>
    <w:rsid w:val="00C10C59"/>
    <w:rsid w:val="00C12C91"/>
    <w:rsid w:val="00C20131"/>
    <w:rsid w:val="00C211C2"/>
    <w:rsid w:val="00C242FE"/>
    <w:rsid w:val="00C3183F"/>
    <w:rsid w:val="00C32BAB"/>
    <w:rsid w:val="00C34AB2"/>
    <w:rsid w:val="00C427B0"/>
    <w:rsid w:val="00C513E1"/>
    <w:rsid w:val="00C51842"/>
    <w:rsid w:val="00C54B98"/>
    <w:rsid w:val="00C57BF8"/>
    <w:rsid w:val="00C61D71"/>
    <w:rsid w:val="00C634C7"/>
    <w:rsid w:val="00C6408D"/>
    <w:rsid w:val="00C65B45"/>
    <w:rsid w:val="00C660EC"/>
    <w:rsid w:val="00C850CA"/>
    <w:rsid w:val="00C90281"/>
    <w:rsid w:val="00C92D7F"/>
    <w:rsid w:val="00C95152"/>
    <w:rsid w:val="00CA025A"/>
    <w:rsid w:val="00CA183A"/>
    <w:rsid w:val="00CA1D9A"/>
    <w:rsid w:val="00CA242B"/>
    <w:rsid w:val="00CA2472"/>
    <w:rsid w:val="00CA642D"/>
    <w:rsid w:val="00CB209D"/>
    <w:rsid w:val="00CB3BF1"/>
    <w:rsid w:val="00CB4526"/>
    <w:rsid w:val="00CB4938"/>
    <w:rsid w:val="00CC2B1D"/>
    <w:rsid w:val="00CC69C0"/>
    <w:rsid w:val="00CC7263"/>
    <w:rsid w:val="00CE4B06"/>
    <w:rsid w:val="00CE618A"/>
    <w:rsid w:val="00CE7250"/>
    <w:rsid w:val="00CE78E2"/>
    <w:rsid w:val="00CF02E8"/>
    <w:rsid w:val="00CF202F"/>
    <w:rsid w:val="00CF378C"/>
    <w:rsid w:val="00CF3994"/>
    <w:rsid w:val="00CF5DA4"/>
    <w:rsid w:val="00CF6C32"/>
    <w:rsid w:val="00CF77E4"/>
    <w:rsid w:val="00D00C43"/>
    <w:rsid w:val="00D05C9B"/>
    <w:rsid w:val="00D1068D"/>
    <w:rsid w:val="00D157B7"/>
    <w:rsid w:val="00D16694"/>
    <w:rsid w:val="00D17CA8"/>
    <w:rsid w:val="00D238B0"/>
    <w:rsid w:val="00D3692A"/>
    <w:rsid w:val="00D42E20"/>
    <w:rsid w:val="00D452AD"/>
    <w:rsid w:val="00D4578D"/>
    <w:rsid w:val="00D61433"/>
    <w:rsid w:val="00D61899"/>
    <w:rsid w:val="00D63DBE"/>
    <w:rsid w:val="00D671D4"/>
    <w:rsid w:val="00D67482"/>
    <w:rsid w:val="00D74C43"/>
    <w:rsid w:val="00D75D06"/>
    <w:rsid w:val="00D77F33"/>
    <w:rsid w:val="00D813BC"/>
    <w:rsid w:val="00D844BD"/>
    <w:rsid w:val="00D85772"/>
    <w:rsid w:val="00D86557"/>
    <w:rsid w:val="00D93B84"/>
    <w:rsid w:val="00D95DD7"/>
    <w:rsid w:val="00DA3323"/>
    <w:rsid w:val="00DB18BC"/>
    <w:rsid w:val="00DB31F7"/>
    <w:rsid w:val="00DC0E68"/>
    <w:rsid w:val="00DC13DB"/>
    <w:rsid w:val="00DC314B"/>
    <w:rsid w:val="00DC435D"/>
    <w:rsid w:val="00DC5CF0"/>
    <w:rsid w:val="00DE11C8"/>
    <w:rsid w:val="00DE41EF"/>
    <w:rsid w:val="00DF1E26"/>
    <w:rsid w:val="00DF4C7B"/>
    <w:rsid w:val="00DF6793"/>
    <w:rsid w:val="00E05791"/>
    <w:rsid w:val="00E0641F"/>
    <w:rsid w:val="00E0694E"/>
    <w:rsid w:val="00E10B73"/>
    <w:rsid w:val="00E1158E"/>
    <w:rsid w:val="00E149AF"/>
    <w:rsid w:val="00E20253"/>
    <w:rsid w:val="00E2082C"/>
    <w:rsid w:val="00E21C09"/>
    <w:rsid w:val="00E22119"/>
    <w:rsid w:val="00E2629D"/>
    <w:rsid w:val="00E26AEF"/>
    <w:rsid w:val="00E32191"/>
    <w:rsid w:val="00E32F89"/>
    <w:rsid w:val="00E33492"/>
    <w:rsid w:val="00E33D8C"/>
    <w:rsid w:val="00E372EF"/>
    <w:rsid w:val="00E46CB7"/>
    <w:rsid w:val="00E76452"/>
    <w:rsid w:val="00E82BAE"/>
    <w:rsid w:val="00E82F8D"/>
    <w:rsid w:val="00E85CEB"/>
    <w:rsid w:val="00E86671"/>
    <w:rsid w:val="00E925C3"/>
    <w:rsid w:val="00E93168"/>
    <w:rsid w:val="00EA172F"/>
    <w:rsid w:val="00EA4AED"/>
    <w:rsid w:val="00EC12D7"/>
    <w:rsid w:val="00EE32EC"/>
    <w:rsid w:val="00EE690C"/>
    <w:rsid w:val="00EF28FF"/>
    <w:rsid w:val="00EF30FF"/>
    <w:rsid w:val="00F045C9"/>
    <w:rsid w:val="00F0476A"/>
    <w:rsid w:val="00F10775"/>
    <w:rsid w:val="00F22FBE"/>
    <w:rsid w:val="00F37562"/>
    <w:rsid w:val="00F4541C"/>
    <w:rsid w:val="00F46635"/>
    <w:rsid w:val="00F51A48"/>
    <w:rsid w:val="00F534D5"/>
    <w:rsid w:val="00F56E6C"/>
    <w:rsid w:val="00F57232"/>
    <w:rsid w:val="00F66CFF"/>
    <w:rsid w:val="00F77692"/>
    <w:rsid w:val="00F87B7B"/>
    <w:rsid w:val="00F92AD4"/>
    <w:rsid w:val="00F95308"/>
    <w:rsid w:val="00F97C39"/>
    <w:rsid w:val="00FA17FB"/>
    <w:rsid w:val="00FA2400"/>
    <w:rsid w:val="00FA6C7E"/>
    <w:rsid w:val="00FB0615"/>
    <w:rsid w:val="00FB2159"/>
    <w:rsid w:val="00FB6562"/>
    <w:rsid w:val="00FB7427"/>
    <w:rsid w:val="00FC1194"/>
    <w:rsid w:val="00FC38CA"/>
    <w:rsid w:val="00FC60B1"/>
    <w:rsid w:val="00FC647F"/>
    <w:rsid w:val="00FD06DB"/>
    <w:rsid w:val="00FD2CEB"/>
    <w:rsid w:val="00FD4570"/>
    <w:rsid w:val="00FD51DC"/>
    <w:rsid w:val="00FD6F09"/>
    <w:rsid w:val="00FE20A9"/>
    <w:rsid w:val="00FE2AF3"/>
    <w:rsid w:val="00FE501E"/>
    <w:rsid w:val="00FE54C4"/>
    <w:rsid w:val="00FF1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81"/>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E85CEB"/>
    <w:pPr>
      <w:keepNext/>
      <w:numPr>
        <w:ilvl w:val="1"/>
        <w:numId w:val="7"/>
      </w:numPr>
      <w:spacing w:before="0" w:after="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 w:type="character" w:customStyle="1" w:styleId="En-tteCar">
    <w:name w:val="En-tête Car"/>
    <w:basedOn w:val="Policepardfaut"/>
    <w:link w:val="En-tte"/>
    <w:rsid w:val="00CE7250"/>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www.achats.defense.gouv.fr"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image" Target="cid:image001.png@01D72173.AEFC3980"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marches-publics.gouv.fr" TargetMode="Externa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www.achats.defense.gouv.fr"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www.march&#233;s-publics.gouv.fr" TargetMode="Externa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www.legifrance.gouv.fr/eli/arrete/2019/3/22/ECOM180224A/jo/texte"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4.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F576DA-164E-469A-8957-CF920E69C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bis-GBC.dot</Template>
  <TotalTime>131</TotalTime>
  <Pages>9</Pages>
  <Words>3052</Words>
  <Characters>16791</Characters>
  <Application>Microsoft Office Word</Application>
  <DocSecurity>0</DocSecurity>
  <Lines>139</Lines>
  <Paragraphs>39</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19804</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UGUEN Erwan TECH SUPE ETUD FAB</cp:lastModifiedBy>
  <cp:revision>51</cp:revision>
  <cp:lastPrinted>2015-11-13T09:08:00Z</cp:lastPrinted>
  <dcterms:created xsi:type="dcterms:W3CDTF">2025-04-14T08:29:00Z</dcterms:created>
  <dcterms:modified xsi:type="dcterms:W3CDTF">2025-10-07T12:04:00Z</dcterms:modified>
</cp:coreProperties>
</file>