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266FC8" w:rsidRPr="00266FC8" w:rsidRDefault="00266FC8" w:rsidP="00266FC8">
      <w:pPr>
        <w:pStyle w:val="En-tte"/>
        <w:jc w:val="center"/>
        <w:rPr>
          <w:rFonts w:ascii="Arial" w:hAnsi="Arial"/>
          <w:b/>
          <w:iCs/>
          <w:lang w:eastAsia="fr-FR"/>
        </w:rPr>
      </w:pPr>
      <w:bookmarkStart w:id="0" w:name="_GoBack"/>
      <w:r w:rsidRPr="00266FC8">
        <w:rPr>
          <w:rFonts w:ascii="Arial" w:hAnsi="Arial"/>
          <w:b/>
          <w:iCs/>
          <w:lang w:eastAsia="fr-FR"/>
        </w:rPr>
        <w:t>CENTRE HOSPITALIER UNIVERSITAIRE CAEN NORMANDIE</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Etablissement support du GHT NORMANDIE CENTRE</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Direction des achats</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Cellule marchés publics – DAJ</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Avenue Côte de Nacre</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CS 30001</w:t>
      </w:r>
    </w:p>
    <w:p w:rsidR="00266FC8" w:rsidRPr="00266FC8" w:rsidRDefault="00266FC8" w:rsidP="00266FC8">
      <w:pPr>
        <w:pStyle w:val="En-tte"/>
        <w:jc w:val="center"/>
        <w:rPr>
          <w:rFonts w:ascii="Arial" w:hAnsi="Arial"/>
          <w:b/>
          <w:iCs/>
          <w:lang w:eastAsia="fr-FR"/>
        </w:rPr>
      </w:pPr>
      <w:r w:rsidRPr="00266FC8">
        <w:rPr>
          <w:rFonts w:ascii="Arial" w:hAnsi="Arial"/>
          <w:b/>
          <w:iCs/>
          <w:lang w:eastAsia="fr-FR"/>
        </w:rPr>
        <w:t>14033 CAEN CEDEX 9</w:t>
      </w:r>
    </w:p>
    <w:p w:rsidR="007411D9" w:rsidRDefault="00266FC8" w:rsidP="00266FC8">
      <w:pPr>
        <w:pStyle w:val="En-tte"/>
        <w:tabs>
          <w:tab w:val="clear" w:pos="4536"/>
          <w:tab w:val="clear" w:pos="9072"/>
        </w:tabs>
        <w:jc w:val="center"/>
        <w:rPr>
          <w:rFonts w:ascii="Arial" w:hAnsi="Arial" w:cs="Arial"/>
        </w:rPr>
      </w:pPr>
      <w:r w:rsidRPr="00266FC8">
        <w:rPr>
          <w:rFonts w:ascii="Arial" w:hAnsi="Arial"/>
          <w:b/>
          <w:iCs/>
          <w:lang w:eastAsia="fr-FR"/>
        </w:rPr>
        <w:t>Courriel : marchesin-c@chu-caen.fr</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04DA0" w:rsidRPr="00B43DAE" w:rsidRDefault="00266FC8" w:rsidP="00C04DA0">
      <w:pPr>
        <w:keepNext/>
        <w:suppressAutoHyphens w:val="0"/>
        <w:jc w:val="center"/>
        <w:outlineLvl w:val="4"/>
        <w:rPr>
          <w:rFonts w:ascii="Arial" w:hAnsi="Arial" w:cs="Arial"/>
          <w:sz w:val="19"/>
          <w:szCs w:val="19"/>
          <w:lang w:eastAsia="fr-FR"/>
        </w:rPr>
      </w:pPr>
      <w:r>
        <w:rPr>
          <w:rFonts w:ascii="Arial" w:hAnsi="Arial" w:cs="Arial"/>
          <w:b/>
          <w:bCs/>
          <w:lang w:eastAsia="fr-FR"/>
        </w:rPr>
        <w:t>FOURNITURE D’EQUIPEMENTS DEDIES A UN ENVIRONNEMENT DIFFICILE DE PSYCHIATRIE EN PREVENTION DES RISQUES SUICIDAIRES ET DE VANDALISMES POUR 3 ETABLISSEMENTS DU GHT NORMANDIE CENTRE</w:t>
      </w:r>
    </w:p>
    <w:bookmarkEnd w:id="0"/>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66FC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266FC8">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66FC8">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266FC8">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66FC8">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66FC8">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266FC8">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266FC8">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FC8" w:rsidRDefault="00266FC8">
      <w:r>
        <w:separator/>
      </w:r>
    </w:p>
  </w:endnote>
  <w:endnote w:type="continuationSeparator" w:id="0">
    <w:p w:rsidR="00266FC8" w:rsidRDefault="0026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266FC8">
          <w:pPr>
            <w:jc w:val="center"/>
            <w:rPr>
              <w:rFonts w:ascii="Arial" w:hAnsi="Arial" w:cs="Arial"/>
              <w:b/>
              <w:bCs/>
            </w:rPr>
          </w:pPr>
          <w:r>
            <w:rPr>
              <w:rFonts w:ascii="Arial" w:hAnsi="Arial" w:cs="Arial"/>
              <w:b/>
              <w:i/>
              <w:iCs/>
            </w:rPr>
            <w:t>GHT2025141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FC8" w:rsidRDefault="00266FC8">
      <w:r>
        <w:separator/>
      </w:r>
    </w:p>
  </w:footnote>
  <w:footnote w:type="continuationSeparator" w:id="0">
    <w:p w:rsidR="00266FC8" w:rsidRDefault="00266FC8">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FC8"/>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6FC8"/>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E21075"/>
  <w15:chartTrackingRefBased/>
  <w15:docId w15:val="{6D4E988C-DF43-4EEA-AFB3-2B61E052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2\GHT-Achat\CJ\0_COM-CJ\00%20-%20DOCUMENTS_TYPES\DOC%20DE%20TRAVAIL\02%20-%20CONSULTATION\DC1%20-%20Lettre%20de%20candidature%20-%20MAJ%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DA720-79C4-42F4-8CBA-19F7D28E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2024.dotx</Template>
  <TotalTime>1</TotalTime>
  <Pages>4</Pages>
  <Words>1646</Words>
  <Characters>9059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10684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MARCHESIN CHANTAL</cp:lastModifiedBy>
  <cp:revision>1</cp:revision>
  <cp:lastPrinted>2016-11-02T12:51:00Z</cp:lastPrinted>
  <dcterms:created xsi:type="dcterms:W3CDTF">2025-10-13T12:40:00Z</dcterms:created>
  <dcterms:modified xsi:type="dcterms:W3CDTF">2025-10-13T12:43:00Z</dcterms:modified>
</cp:coreProperties>
</file>