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9125E" w14:textId="77777777" w:rsidR="001C7B3B" w:rsidRDefault="001F1AA8" w:rsidP="001C7B3B">
      <w:pPr>
        <w:jc w:val="center"/>
        <w:rPr>
          <w:i/>
          <w:sz w:val="20"/>
          <w:szCs w:val="20"/>
        </w:rPr>
      </w:pPr>
      <w:r>
        <w:rPr>
          <w:i/>
          <w:sz w:val="20"/>
          <w:szCs w:val="20"/>
        </w:rPr>
        <w:tab/>
      </w:r>
      <w:bookmarkStart w:id="0" w:name="_Hlk211884857"/>
      <w:r w:rsidR="001C7B3B">
        <w:rPr>
          <w:i/>
          <w:noProof/>
          <w:sz w:val="16"/>
          <w:szCs w:val="16"/>
        </w:rPr>
        <w:drawing>
          <wp:inline distT="0" distB="0" distL="0" distR="0" wp14:anchorId="18E2AE50" wp14:editId="4B45E7A9">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52D25D4A" w14:textId="77777777" w:rsidR="001C7B3B" w:rsidRDefault="001C7B3B" w:rsidP="001C7B3B"/>
    <w:p w14:paraId="6B51C21D" w14:textId="77777777" w:rsidR="001C7B3B" w:rsidRDefault="001C7B3B" w:rsidP="001C7B3B"/>
    <w:p w14:paraId="3A90B165" w14:textId="77777777" w:rsidR="001C7B3B" w:rsidRDefault="001C7B3B" w:rsidP="001C7B3B"/>
    <w:p w14:paraId="5BF24808" w14:textId="77777777" w:rsidR="001C7B3B" w:rsidRPr="00E235D9" w:rsidRDefault="001C7B3B" w:rsidP="001C7B3B">
      <w:pPr>
        <w:widowControl/>
        <w:jc w:val="center"/>
        <w:rPr>
          <w:b/>
          <w:caps/>
          <w:sz w:val="52"/>
          <w:szCs w:val="52"/>
        </w:rPr>
      </w:pPr>
      <w:r w:rsidRPr="00E235D9">
        <w:rPr>
          <w:b/>
          <w:caps/>
          <w:sz w:val="52"/>
          <w:szCs w:val="52"/>
        </w:rPr>
        <w:t>appel d’offres ouvert</w:t>
      </w:r>
    </w:p>
    <w:p w14:paraId="78C23AA9" w14:textId="77777777" w:rsidR="001C7B3B" w:rsidRPr="00CA75BF" w:rsidRDefault="001C7B3B" w:rsidP="001C7B3B">
      <w:pPr>
        <w:widowControl/>
        <w:jc w:val="center"/>
        <w:rPr>
          <w:b/>
          <w:caps/>
          <w:sz w:val="52"/>
          <w:szCs w:val="52"/>
        </w:rPr>
      </w:pPr>
    </w:p>
    <w:p w14:paraId="4E516AD7" w14:textId="77777777" w:rsidR="001C7B3B" w:rsidRPr="00E235D9" w:rsidRDefault="001C7B3B" w:rsidP="001C7B3B">
      <w:pPr>
        <w:widowControl/>
        <w:jc w:val="center"/>
        <w:rPr>
          <w:b/>
          <w:iCs/>
          <w:caps/>
          <w:sz w:val="54"/>
          <w:szCs w:val="54"/>
        </w:rPr>
      </w:pPr>
      <w:r w:rsidRPr="00E235D9">
        <w:rPr>
          <w:b/>
          <w:iCs/>
          <w:caps/>
          <w:sz w:val="54"/>
          <w:szCs w:val="54"/>
        </w:rPr>
        <w:t>Blanchissage ET nettoyage</w:t>
      </w:r>
      <w:r w:rsidRPr="00E235D9">
        <w:rPr>
          <w:b/>
          <w:iCs/>
          <w:caps/>
          <w:sz w:val="54"/>
          <w:szCs w:val="54"/>
        </w:rPr>
        <w:br/>
        <w:t xml:space="preserve">d’ARTICLES TEXTILES </w:t>
      </w:r>
    </w:p>
    <w:p w14:paraId="247CA747" w14:textId="77777777" w:rsidR="001C7B3B" w:rsidRPr="00E235D9" w:rsidRDefault="001C7B3B" w:rsidP="001C7B3B">
      <w:pPr>
        <w:widowControl/>
        <w:jc w:val="center"/>
        <w:rPr>
          <w:b/>
          <w:i/>
          <w:caps/>
          <w:sz w:val="52"/>
          <w:szCs w:val="52"/>
        </w:rPr>
      </w:pPr>
      <w:r w:rsidRPr="00E235D9">
        <w:rPr>
          <w:b/>
          <w:iCs/>
          <w:caps/>
          <w:sz w:val="54"/>
          <w:szCs w:val="54"/>
        </w:rPr>
        <w:t>ET DE SIèges</w:t>
      </w:r>
    </w:p>
    <w:p w14:paraId="5D2A1B38" w14:textId="77777777" w:rsidR="001C7B3B" w:rsidRDefault="001C7B3B" w:rsidP="001C7B3B"/>
    <w:p w14:paraId="336317AC" w14:textId="77777777" w:rsidR="001C7B3B" w:rsidRDefault="001C7B3B" w:rsidP="001C7B3B"/>
    <w:p w14:paraId="7B9003A3" w14:textId="77777777" w:rsidR="001C7B3B" w:rsidRDefault="001C7B3B" w:rsidP="001C7B3B">
      <w:pPr>
        <w:jc w:val="center"/>
      </w:pPr>
      <w:r w:rsidRPr="00E235D9">
        <w:rPr>
          <w:b/>
          <w:caps/>
          <w:sz w:val="36"/>
          <w:szCs w:val="36"/>
        </w:rPr>
        <w:t>Octobre 2025</w:t>
      </w:r>
    </w:p>
    <w:p w14:paraId="5EE88278" w14:textId="77777777" w:rsidR="001C7B3B" w:rsidRDefault="001C7B3B" w:rsidP="001C7B3B"/>
    <w:p w14:paraId="18E211FC" w14:textId="77777777" w:rsidR="001C7B3B" w:rsidRPr="00491EE7" w:rsidRDefault="001C7B3B" w:rsidP="001C7B3B">
      <w:pPr>
        <w:spacing w:before="840"/>
        <w:jc w:val="center"/>
        <w:rPr>
          <w:b/>
          <w:sz w:val="56"/>
          <w:szCs w:val="56"/>
        </w:rPr>
      </w:pPr>
      <w:r w:rsidRPr="00B13072">
        <w:rPr>
          <w:b/>
          <w:sz w:val="56"/>
          <w:szCs w:val="56"/>
        </w:rPr>
        <w:t>D.C.E.</w:t>
      </w:r>
    </w:p>
    <w:bookmarkEnd w:id="0"/>
    <w:p w14:paraId="199B72B5" w14:textId="33D8A29A" w:rsidR="00890738" w:rsidRDefault="00890738" w:rsidP="001F1AA8">
      <w:pPr>
        <w:tabs>
          <w:tab w:val="left" w:pos="1860"/>
        </w:tabs>
        <w:rPr>
          <w:i/>
          <w:sz w:val="20"/>
          <w:szCs w:val="20"/>
        </w:rPr>
      </w:pPr>
    </w:p>
    <w:p w14:paraId="432E45E5" w14:textId="77777777" w:rsidR="001F129B" w:rsidRPr="00806508" w:rsidRDefault="001F129B" w:rsidP="001F129B"/>
    <w:p w14:paraId="5FDA84F0" w14:textId="77777777" w:rsidR="001F129B" w:rsidRPr="00806508" w:rsidRDefault="001F129B" w:rsidP="001F129B"/>
    <w:p w14:paraId="5D2AD150" w14:textId="77777777" w:rsidR="001F129B" w:rsidRPr="00806508" w:rsidRDefault="001F129B" w:rsidP="001F129B"/>
    <w:p w14:paraId="4EACDA01" w14:textId="3FCE14F1" w:rsidR="001F129B"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r>
        <w:rPr>
          <w:b/>
          <w:caps/>
          <w:sz w:val="52"/>
          <w:szCs w:val="52"/>
        </w:rPr>
        <w:t>acte d</w:t>
      </w:r>
      <w:r w:rsidR="000230A3">
        <w:rPr>
          <w:b/>
          <w:caps/>
          <w:sz w:val="52"/>
          <w:szCs w:val="52"/>
        </w:rPr>
        <w:t>’</w:t>
      </w:r>
      <w:r>
        <w:rPr>
          <w:b/>
          <w:caps/>
          <w:sz w:val="52"/>
          <w:szCs w:val="52"/>
        </w:rPr>
        <w:t>ENGAGEMENT</w:t>
      </w:r>
    </w:p>
    <w:p w14:paraId="58344070" w14:textId="77777777" w:rsidR="009E2A17"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p>
    <w:p w14:paraId="6798EDFD" w14:textId="61C91F2A" w:rsidR="009E2A17" w:rsidRPr="00DB320D" w:rsidRDefault="009E2A17" w:rsidP="00BB690B">
      <w:pPr>
        <w:pBdr>
          <w:top w:val="double" w:sz="4" w:space="30" w:color="auto" w:shadow="1"/>
          <w:left w:val="double" w:sz="4" w:space="0" w:color="auto" w:shadow="1"/>
          <w:bottom w:val="double" w:sz="4" w:space="30" w:color="auto" w:shadow="1"/>
          <w:right w:val="double" w:sz="4" w:space="0" w:color="auto" w:shadow="1"/>
        </w:pBdr>
        <w:jc w:val="center"/>
        <w:rPr>
          <w:b/>
          <w:caps/>
          <w:sz w:val="28"/>
          <w:szCs w:val="28"/>
        </w:rPr>
      </w:pPr>
      <w:r w:rsidRPr="00DB320D">
        <w:rPr>
          <w:b/>
          <w:caps/>
          <w:sz w:val="28"/>
          <w:szCs w:val="28"/>
        </w:rPr>
        <w:t>Lot n°</w:t>
      </w:r>
      <w:r w:rsidR="00941791" w:rsidRPr="00DB320D">
        <w:rPr>
          <w:b/>
          <w:caps/>
          <w:sz w:val="28"/>
          <w:szCs w:val="28"/>
        </w:rPr>
        <w:t xml:space="preserve"> </w:t>
      </w:r>
      <w:r w:rsidR="00DB320D" w:rsidRPr="00DB320D">
        <w:rPr>
          <w:b/>
          <w:caps/>
          <w:sz w:val="28"/>
          <w:szCs w:val="28"/>
        </w:rPr>
        <w:t>3</w:t>
      </w:r>
      <w:r w:rsidR="006E4819" w:rsidRPr="00DB320D">
        <w:rPr>
          <w:b/>
          <w:caps/>
          <w:sz w:val="28"/>
          <w:szCs w:val="28"/>
        </w:rPr>
        <w:t> :</w:t>
      </w:r>
      <w:r w:rsidR="00F4794C" w:rsidRPr="00DB320D">
        <w:rPr>
          <w:b/>
          <w:caps/>
          <w:sz w:val="28"/>
          <w:szCs w:val="28"/>
        </w:rPr>
        <w:t> </w:t>
      </w:r>
      <w:r w:rsidR="00DB320D" w:rsidRPr="00DB320D">
        <w:rPr>
          <w:b/>
          <w:caps/>
          <w:sz w:val="28"/>
          <w:szCs w:val="28"/>
        </w:rPr>
        <w:t>NETTOYAGE D’ARTICLES TEXTILES, DE VOILAGES, DE DOUBLES-RIDEAUX, DE TAPIS ET DE SIÈGES</w:t>
      </w:r>
    </w:p>
    <w:p w14:paraId="19EA5D25" w14:textId="1DD3A9E6" w:rsidR="008C6146" w:rsidRDefault="008C6146" w:rsidP="001C7B3B"/>
    <w:p w14:paraId="5C29A65C" w14:textId="44DFEE0A" w:rsidR="001C7B3B" w:rsidRDefault="001C7B3B" w:rsidP="001C7B3B"/>
    <w:p w14:paraId="5DBBCE92" w14:textId="08F0A82F" w:rsidR="001C7B3B" w:rsidRDefault="001C7B3B" w:rsidP="001C7B3B"/>
    <w:p w14:paraId="1370D131" w14:textId="25CEB126" w:rsidR="001C7B3B" w:rsidRPr="00806508" w:rsidRDefault="001C7B3B" w:rsidP="001C7B3B">
      <w:pPr>
        <w:jc w:val="center"/>
      </w:pPr>
      <w:bookmarkStart w:id="1" w:name="_Hlk211884900"/>
      <w:r w:rsidRPr="00E235D9">
        <w:rPr>
          <w:i/>
          <w:sz w:val="22"/>
          <w:szCs w:val="22"/>
        </w:rPr>
        <w:t>SENAT-DLMG 2025-0</w:t>
      </w:r>
      <w:bookmarkEnd w:id="1"/>
      <w:r w:rsidR="00CF50AB">
        <w:rPr>
          <w:i/>
          <w:sz w:val="22"/>
          <w:szCs w:val="22"/>
        </w:rPr>
        <w:t>9</w:t>
      </w:r>
    </w:p>
    <w:p w14:paraId="4F040F69" w14:textId="77777777" w:rsidR="00271411" w:rsidRDefault="008C6146" w:rsidP="000D08DE">
      <w:pPr>
        <w:pStyle w:val="DCEArticle"/>
      </w:pPr>
      <w:r>
        <w:br w:type="page"/>
      </w:r>
      <w:r w:rsidR="00271411">
        <w:lastRenderedPageBreak/>
        <w:t>objet</w:t>
      </w:r>
    </w:p>
    <w:p w14:paraId="1EF35765" w14:textId="77777777" w:rsidR="00BB690B" w:rsidRDefault="00BB690B" w:rsidP="00BB690B">
      <w:pPr>
        <w:pStyle w:val="DCETexte"/>
      </w:pPr>
      <w:r>
        <w:t>Ce marché a pour objet le blanchissage de linge et de vêtements ainsi que le nettoyage d’articles textiles, de voilages, de doubles-rideaux, de tapis et de sièges</w:t>
      </w:r>
      <w:r w:rsidRPr="00934533">
        <w:t>.</w:t>
      </w:r>
    </w:p>
    <w:p w14:paraId="6CADA073" w14:textId="6B319B69" w:rsidR="00271411" w:rsidRDefault="00C84BA9" w:rsidP="00271411">
      <w:pPr>
        <w:pStyle w:val="DCETexte"/>
      </w:pPr>
      <w:r>
        <w:t xml:space="preserve">Le </w:t>
      </w:r>
      <w:r w:rsidR="00067A61">
        <w:t>lot</w:t>
      </w:r>
      <w:r>
        <w:t xml:space="preserve"> n° </w:t>
      </w:r>
      <w:r w:rsidR="00DB320D">
        <w:t>3</w:t>
      </w:r>
      <w:r w:rsidR="00067A61">
        <w:t xml:space="preserve"> </w:t>
      </w:r>
      <w:r w:rsidR="00640DA8">
        <w:t xml:space="preserve">a pour objet </w:t>
      </w:r>
      <w:r w:rsidR="008E52B9">
        <w:t xml:space="preserve">le </w:t>
      </w:r>
      <w:r w:rsidR="00DB320D">
        <w:t>nettoyage d’articles textiles, de voilages, de doubles-rideaux, de tapis et de sièges</w:t>
      </w:r>
      <w:r w:rsidR="00BB7C54">
        <w:t>.</w:t>
      </w:r>
    </w:p>
    <w:p w14:paraId="5BF14F77" w14:textId="77777777" w:rsidR="00526A89" w:rsidRPr="00271411" w:rsidRDefault="00526A89" w:rsidP="00526A89">
      <w:pPr>
        <w:pStyle w:val="DCEArticle"/>
      </w:pPr>
      <w:r>
        <w:t>PARTIES CONTRACTANTES</w:t>
      </w:r>
    </w:p>
    <w:tbl>
      <w:tblPr>
        <w:tblW w:w="0" w:type="auto"/>
        <w:jc w:val="center"/>
        <w:tblLook w:val="01E0" w:firstRow="1" w:lastRow="1" w:firstColumn="1" w:lastColumn="1" w:noHBand="0" w:noVBand="0"/>
      </w:tblPr>
      <w:tblGrid>
        <w:gridCol w:w="3756"/>
        <w:gridCol w:w="4964"/>
      </w:tblGrid>
      <w:tr w:rsidR="00AE062D" w14:paraId="43FE9A0A" w14:textId="77777777">
        <w:trPr>
          <w:cantSplit/>
          <w:trHeight w:val="2268"/>
          <w:jc w:val="center"/>
        </w:trPr>
        <w:tc>
          <w:tcPr>
            <w:tcW w:w="3756" w:type="dxa"/>
            <w:shd w:val="clear" w:color="auto" w:fill="auto"/>
          </w:tcPr>
          <w:p w14:paraId="53827374" w14:textId="77777777" w:rsidR="00AE062D" w:rsidRPr="00AD438A" w:rsidRDefault="00AE062D" w:rsidP="00AD438A">
            <w:pPr>
              <w:pStyle w:val="DCETitre2"/>
              <w:overflowPunct w:val="0"/>
              <w:autoSpaceDE w:val="0"/>
              <w:autoSpaceDN w:val="0"/>
              <w:adjustRightInd w:val="0"/>
              <w:rPr>
                <w:rFonts w:cs="Bookman"/>
              </w:rPr>
            </w:pPr>
            <w:r w:rsidRPr="00AD438A">
              <w:rPr>
                <w:rFonts w:cs="Bookman"/>
              </w:rPr>
              <w:t>Acheteur public</w:t>
            </w:r>
            <w:r w:rsidR="006E4819">
              <w:rPr>
                <w:rFonts w:cs="Bookman"/>
              </w:rPr>
              <w:t> :</w:t>
            </w:r>
          </w:p>
        </w:tc>
        <w:tc>
          <w:tcPr>
            <w:tcW w:w="4964" w:type="dxa"/>
            <w:shd w:val="clear" w:color="auto" w:fill="auto"/>
          </w:tcPr>
          <w:p w14:paraId="4E940035" w14:textId="77777777" w:rsidR="00A73DB0" w:rsidRPr="00AD438A" w:rsidRDefault="00A73DB0" w:rsidP="00AD438A">
            <w:pPr>
              <w:pStyle w:val="DCETexte"/>
              <w:overflowPunct w:val="0"/>
              <w:autoSpaceDE w:val="0"/>
              <w:autoSpaceDN w:val="0"/>
              <w:adjustRightInd w:val="0"/>
              <w:spacing w:before="240"/>
              <w:rPr>
                <w:rFonts w:cs="Bookman"/>
                <w:caps/>
              </w:rPr>
            </w:pPr>
            <w:r w:rsidRPr="00AD438A">
              <w:rPr>
                <w:rFonts w:cs="Bookman"/>
                <w:caps/>
              </w:rPr>
              <w:t>Sénat</w:t>
            </w:r>
          </w:p>
          <w:p w14:paraId="1ED8CDA5" w14:textId="77777777" w:rsidR="00A73DB0" w:rsidRPr="00AD438A" w:rsidRDefault="001E6F2A" w:rsidP="00AD438A">
            <w:pPr>
              <w:pStyle w:val="DCETexte"/>
              <w:overflowPunct w:val="0"/>
              <w:autoSpaceDE w:val="0"/>
              <w:autoSpaceDN w:val="0"/>
              <w:adjustRightInd w:val="0"/>
              <w:rPr>
                <w:rFonts w:cs="Bookman"/>
              </w:rPr>
            </w:pPr>
            <w:r w:rsidRPr="00AD438A">
              <w:rPr>
                <w:rFonts w:cs="Bookman"/>
              </w:rPr>
              <w:t>Direction de la Logistique et des Moyens généraux (DLMG)</w:t>
            </w:r>
          </w:p>
          <w:p w14:paraId="7E55E4FD" w14:textId="77777777" w:rsidR="00A73DB0" w:rsidRPr="00AD438A" w:rsidRDefault="00A73DB0" w:rsidP="00AD438A">
            <w:pPr>
              <w:pStyle w:val="DCETexte"/>
              <w:overflowPunct w:val="0"/>
              <w:autoSpaceDE w:val="0"/>
              <w:autoSpaceDN w:val="0"/>
              <w:adjustRightInd w:val="0"/>
              <w:rPr>
                <w:rFonts w:cs="Bookman"/>
              </w:rPr>
            </w:pPr>
            <w:r w:rsidRPr="00AD438A">
              <w:rPr>
                <w:rFonts w:cs="Bookman"/>
              </w:rPr>
              <w:t xml:space="preserve">15 rue de Vaugirard </w:t>
            </w:r>
          </w:p>
          <w:p w14:paraId="403ECB00" w14:textId="77777777" w:rsidR="00AE062D" w:rsidRPr="00AD438A" w:rsidRDefault="00A73DB0" w:rsidP="00AD438A">
            <w:pPr>
              <w:pStyle w:val="DCETexte"/>
              <w:overflowPunct w:val="0"/>
              <w:autoSpaceDE w:val="0"/>
              <w:autoSpaceDN w:val="0"/>
              <w:adjustRightInd w:val="0"/>
              <w:rPr>
                <w:rFonts w:cs="Bookman"/>
              </w:rPr>
            </w:pPr>
            <w:r w:rsidRPr="00AD438A">
              <w:rPr>
                <w:rFonts w:cs="Bookman"/>
              </w:rPr>
              <w:t>75291 PARIS CEDEX 06</w:t>
            </w:r>
          </w:p>
        </w:tc>
      </w:tr>
      <w:tr w:rsidR="00AE062D" w14:paraId="5388330B" w14:textId="77777777">
        <w:trPr>
          <w:cantSplit/>
          <w:trHeight w:val="1701"/>
          <w:jc w:val="center"/>
        </w:trPr>
        <w:tc>
          <w:tcPr>
            <w:tcW w:w="3756" w:type="dxa"/>
            <w:shd w:val="clear" w:color="auto" w:fill="auto"/>
            <w:vAlign w:val="center"/>
          </w:tcPr>
          <w:p w14:paraId="19683FB6"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Pouvoir adjudicateur</w:t>
            </w:r>
            <w:r w:rsidR="006E4819">
              <w:rPr>
                <w:rFonts w:cs="Bookman"/>
                <w:b/>
              </w:rPr>
              <w:t> :</w:t>
            </w:r>
          </w:p>
        </w:tc>
        <w:tc>
          <w:tcPr>
            <w:tcW w:w="4964" w:type="dxa"/>
            <w:shd w:val="clear" w:color="auto" w:fill="auto"/>
            <w:vAlign w:val="center"/>
          </w:tcPr>
          <w:p w14:paraId="4F60E6EF" w14:textId="466BB166" w:rsidR="00AE062D" w:rsidRPr="00AD438A" w:rsidRDefault="00AE062D" w:rsidP="00AD438A">
            <w:pPr>
              <w:pStyle w:val="DCETexte"/>
              <w:overflowPunct w:val="0"/>
              <w:autoSpaceDE w:val="0"/>
              <w:autoSpaceDN w:val="0"/>
              <w:adjustRightInd w:val="0"/>
              <w:rPr>
                <w:rFonts w:cs="Bookman"/>
              </w:rPr>
            </w:pPr>
            <w:r w:rsidRPr="00AD438A">
              <w:rPr>
                <w:rFonts w:cs="Bookman"/>
              </w:rPr>
              <w:t>L</w:t>
            </w:r>
            <w:r w:rsidR="000230A3">
              <w:rPr>
                <w:rFonts w:cs="Bookman"/>
              </w:rPr>
              <w:t>’</w:t>
            </w:r>
            <w:r w:rsidRPr="00AD438A">
              <w:rPr>
                <w:rFonts w:cs="Bookman"/>
              </w:rPr>
              <w:t>État – Sénat</w:t>
            </w:r>
          </w:p>
        </w:tc>
      </w:tr>
      <w:tr w:rsidR="00F93BAF" w14:paraId="47D3868D" w14:textId="77777777">
        <w:trPr>
          <w:cantSplit/>
          <w:trHeight w:val="567"/>
          <w:jc w:val="center"/>
        </w:trPr>
        <w:tc>
          <w:tcPr>
            <w:tcW w:w="8720" w:type="dxa"/>
            <w:gridSpan w:val="2"/>
            <w:shd w:val="clear" w:color="auto" w:fill="auto"/>
          </w:tcPr>
          <w:p w14:paraId="2B1B0D21" w14:textId="77777777" w:rsidR="00F93BAF" w:rsidRPr="00AD438A" w:rsidRDefault="005E2212" w:rsidP="00AD438A">
            <w:pPr>
              <w:pStyle w:val="DCETexte"/>
              <w:overflowPunct w:val="0"/>
              <w:autoSpaceDE w:val="0"/>
              <w:autoSpaceDN w:val="0"/>
              <w:adjustRightInd w:val="0"/>
              <w:rPr>
                <w:rFonts w:cs="Bookman"/>
                <w:b/>
              </w:rPr>
            </w:pPr>
            <w:r w:rsidRPr="005E2212">
              <w:rPr>
                <w:rFonts w:cs="Bookman"/>
                <w:b/>
                <w:bCs/>
              </w:rPr>
              <w:t>Personne habilitée à donner les renseignements prévus aux articles R.2191-60 à R.2191-62 du code de la commande publique</w:t>
            </w:r>
            <w:r w:rsidR="00890738" w:rsidRPr="00890738">
              <w:rPr>
                <w:rFonts w:cs="Bookman"/>
                <w:b/>
                <w:bCs/>
              </w:rPr>
              <w:t> :</w:t>
            </w:r>
          </w:p>
        </w:tc>
      </w:tr>
      <w:tr w:rsidR="00AE062D" w14:paraId="4F01A01E" w14:textId="77777777">
        <w:trPr>
          <w:cantSplit/>
          <w:trHeight w:val="1701"/>
          <w:jc w:val="center"/>
        </w:trPr>
        <w:tc>
          <w:tcPr>
            <w:tcW w:w="3756" w:type="dxa"/>
            <w:shd w:val="clear" w:color="auto" w:fill="auto"/>
          </w:tcPr>
          <w:p w14:paraId="18DDA7B7" w14:textId="77777777" w:rsidR="00AE062D" w:rsidRPr="00AD438A" w:rsidRDefault="00AE062D" w:rsidP="00AD438A">
            <w:pPr>
              <w:overflowPunct w:val="0"/>
              <w:autoSpaceDE w:val="0"/>
              <w:autoSpaceDN w:val="0"/>
              <w:adjustRightInd w:val="0"/>
              <w:rPr>
                <w:rFonts w:cs="Bookman"/>
                <w:b/>
              </w:rPr>
            </w:pPr>
          </w:p>
        </w:tc>
        <w:tc>
          <w:tcPr>
            <w:tcW w:w="4964" w:type="dxa"/>
            <w:shd w:val="clear" w:color="auto" w:fill="auto"/>
          </w:tcPr>
          <w:p w14:paraId="0A77DED1"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33ABA868"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5B686543"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75291 PARIS </w:t>
            </w:r>
            <w:r w:rsidR="00F93BAF" w:rsidRPr="00AD438A">
              <w:rPr>
                <w:rFonts w:cs="Bookman"/>
              </w:rPr>
              <w:t>CEDEX</w:t>
            </w:r>
            <w:r w:rsidRPr="00AD438A">
              <w:rPr>
                <w:rFonts w:cs="Bookman"/>
              </w:rPr>
              <w:t xml:space="preserve"> 06</w:t>
            </w:r>
          </w:p>
        </w:tc>
      </w:tr>
      <w:tr w:rsidR="00AE062D" w14:paraId="1C30D31B" w14:textId="77777777">
        <w:trPr>
          <w:cantSplit/>
          <w:trHeight w:val="1701"/>
          <w:jc w:val="center"/>
        </w:trPr>
        <w:tc>
          <w:tcPr>
            <w:tcW w:w="3756" w:type="dxa"/>
            <w:shd w:val="clear" w:color="auto" w:fill="auto"/>
            <w:vAlign w:val="center"/>
          </w:tcPr>
          <w:p w14:paraId="0C688481"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Ordonnateur</w:t>
            </w:r>
            <w:r w:rsidR="006E4819">
              <w:rPr>
                <w:rFonts w:cs="Bookman"/>
                <w:b/>
              </w:rPr>
              <w:t> :</w:t>
            </w:r>
          </w:p>
        </w:tc>
        <w:tc>
          <w:tcPr>
            <w:tcW w:w="4964" w:type="dxa"/>
            <w:shd w:val="clear" w:color="auto" w:fill="auto"/>
            <w:vAlign w:val="center"/>
          </w:tcPr>
          <w:p w14:paraId="20B00808" w14:textId="601B4B7F" w:rsidR="00AE062D" w:rsidRPr="00AD438A" w:rsidRDefault="00AD084F" w:rsidP="00AD438A">
            <w:pPr>
              <w:pStyle w:val="DCETexte"/>
              <w:overflowPunct w:val="0"/>
              <w:autoSpaceDE w:val="0"/>
              <w:autoSpaceDN w:val="0"/>
              <w:adjustRightInd w:val="0"/>
              <w:rPr>
                <w:rFonts w:cs="Bookman"/>
              </w:rPr>
            </w:pPr>
            <w:r>
              <w:rPr>
                <w:rFonts w:cs="Bookman"/>
              </w:rPr>
              <w:t xml:space="preserve">Madame </w:t>
            </w:r>
            <w:r w:rsidR="004B565B">
              <w:rPr>
                <w:rFonts w:cs="Bookman"/>
              </w:rPr>
              <w:t xml:space="preserve">la Questeure déléguée </w:t>
            </w:r>
            <w:r>
              <w:rPr>
                <w:rFonts w:cs="Bookman"/>
              </w:rPr>
              <w:t xml:space="preserve">ou </w:t>
            </w:r>
            <w:r w:rsidRPr="00A4319D">
              <w:rPr>
                <w:rFonts w:cs="Bookman"/>
              </w:rPr>
              <w:t>Monsieur le Questeur délégué</w:t>
            </w:r>
          </w:p>
        </w:tc>
      </w:tr>
      <w:tr w:rsidR="00B93A3C" w14:paraId="08F700EF" w14:textId="77777777">
        <w:trPr>
          <w:cantSplit/>
          <w:trHeight w:val="567"/>
          <w:jc w:val="center"/>
        </w:trPr>
        <w:tc>
          <w:tcPr>
            <w:tcW w:w="8720" w:type="dxa"/>
            <w:gridSpan w:val="2"/>
            <w:shd w:val="clear" w:color="auto" w:fill="auto"/>
          </w:tcPr>
          <w:p w14:paraId="181F6F21" w14:textId="77777777" w:rsidR="00B93A3C" w:rsidRPr="00AD438A" w:rsidRDefault="00B93A3C" w:rsidP="00AD438A">
            <w:pPr>
              <w:pStyle w:val="DCETexte"/>
              <w:overflowPunct w:val="0"/>
              <w:autoSpaceDE w:val="0"/>
              <w:autoSpaceDN w:val="0"/>
              <w:adjustRightInd w:val="0"/>
              <w:rPr>
                <w:rFonts w:cs="Bookman"/>
              </w:rPr>
            </w:pPr>
            <w:r w:rsidRPr="00AD438A">
              <w:rPr>
                <w:rFonts w:cs="Bookman"/>
                <w:b/>
              </w:rPr>
              <w:t>Comptable public assignataire des paiements</w:t>
            </w:r>
            <w:r w:rsidR="006E4819">
              <w:rPr>
                <w:rFonts w:cs="Bookman"/>
                <w:b/>
              </w:rPr>
              <w:t> :</w:t>
            </w:r>
          </w:p>
        </w:tc>
      </w:tr>
      <w:tr w:rsidR="00AE062D" w14:paraId="157CE79A" w14:textId="77777777">
        <w:trPr>
          <w:cantSplit/>
          <w:trHeight w:val="1701"/>
          <w:jc w:val="center"/>
        </w:trPr>
        <w:tc>
          <w:tcPr>
            <w:tcW w:w="3756" w:type="dxa"/>
            <w:shd w:val="clear" w:color="auto" w:fill="auto"/>
          </w:tcPr>
          <w:p w14:paraId="06EB904B"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 </w:t>
            </w:r>
          </w:p>
        </w:tc>
        <w:tc>
          <w:tcPr>
            <w:tcW w:w="4964" w:type="dxa"/>
            <w:shd w:val="clear" w:color="auto" w:fill="auto"/>
          </w:tcPr>
          <w:p w14:paraId="160B3AF5"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47E174D6"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2F4C198C"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75291 PARIS CEDEX 06</w:t>
            </w:r>
          </w:p>
        </w:tc>
      </w:tr>
    </w:tbl>
    <w:p w14:paraId="73CDCD51" w14:textId="77777777" w:rsidR="00A73DB0" w:rsidRPr="00C34051" w:rsidRDefault="00A73DB0" w:rsidP="005E2212">
      <w:pPr>
        <w:pStyle w:val="DCEArticle"/>
        <w:rPr>
          <w:rStyle w:val="DCETexteCar"/>
        </w:rPr>
      </w:pPr>
      <w:r>
        <w:br w:type="page"/>
      </w:r>
      <w:r w:rsidR="00526A89">
        <w:lastRenderedPageBreak/>
        <w:t>T</w:t>
      </w:r>
      <w:r w:rsidR="000D08DE">
        <w:t>itulaire du marché</w:t>
      </w:r>
      <w:r w:rsidR="00E420C5">
        <w:br/>
      </w:r>
    </w:p>
    <w:p w14:paraId="394A9C7B" w14:textId="77777777" w:rsidR="00A73DB0" w:rsidRDefault="00A73DB0" w:rsidP="003854DE">
      <w:pPr>
        <w:widowControl/>
        <w:spacing w:line="480" w:lineRule="auto"/>
      </w:pPr>
      <w:r>
        <w:t>Je soussigné(e), M. M</w:t>
      </w:r>
      <w:r w:rsidRPr="0078220E">
        <w:t>me</w:t>
      </w:r>
      <w:r>
        <w:t xml:space="preserve"> </w:t>
      </w:r>
      <w:r w:rsidRPr="00B93A3C">
        <w:rPr>
          <w:i/>
        </w:rPr>
        <w:t>(nom, prénoms et qualités)</w:t>
      </w:r>
      <w:r w:rsidR="003161AF">
        <w:t xml:space="preserve"> </w:t>
      </w:r>
    </w:p>
    <w:p w14:paraId="7E61DE7D" w14:textId="77777777" w:rsidR="00A73DB0" w:rsidRDefault="00A73DB0" w:rsidP="003854DE">
      <w:pPr>
        <w:widowControl/>
        <w:spacing w:line="480" w:lineRule="auto"/>
      </w:pPr>
    </w:p>
    <w:p w14:paraId="0BA17060" w14:textId="77777777" w:rsidR="00A73DB0" w:rsidRPr="000D08DE" w:rsidRDefault="000D08DE" w:rsidP="003854DE">
      <w:pPr>
        <w:widowControl/>
        <w:tabs>
          <w:tab w:val="left" w:pos="284"/>
        </w:tabs>
        <w:spacing w:line="480" w:lineRule="auto"/>
        <w:rPr>
          <w:b/>
        </w:rPr>
      </w:pPr>
      <w:r>
        <w:sym w:font="Wingdings 2" w:char="F0A3"/>
      </w:r>
      <w:r>
        <w:tab/>
      </w:r>
      <w:r w:rsidR="00A73DB0" w:rsidRPr="000D08DE">
        <w:rPr>
          <w:b/>
        </w:rPr>
        <w:t>Agissant pour mon propre compte</w:t>
      </w:r>
    </w:p>
    <w:p w14:paraId="4B60DC3B" w14:textId="77777777" w:rsidR="00A73DB0" w:rsidRDefault="000D08DE" w:rsidP="003854DE">
      <w:pPr>
        <w:widowControl/>
        <w:tabs>
          <w:tab w:val="left" w:pos="284"/>
        </w:tabs>
        <w:spacing w:line="480" w:lineRule="auto"/>
      </w:pPr>
      <w:r>
        <w:sym w:font="Wingdings 2" w:char="F0A3"/>
      </w:r>
      <w:r>
        <w:tab/>
      </w:r>
      <w:r w:rsidR="00A73DB0" w:rsidRPr="000D08DE">
        <w:rPr>
          <w:b/>
        </w:rPr>
        <w:t>Agissant au nom et pour le compte de la société</w:t>
      </w:r>
      <w:r w:rsidR="006E4819">
        <w:t> :</w:t>
      </w:r>
      <w:r w:rsidR="003161AF">
        <w:t xml:space="preserve"> </w:t>
      </w:r>
    </w:p>
    <w:p w14:paraId="5DED969A" w14:textId="77777777" w:rsidR="00A73DB0" w:rsidRDefault="003161AF" w:rsidP="003854DE">
      <w:pPr>
        <w:widowControl/>
        <w:spacing w:line="480" w:lineRule="auto"/>
      </w:pPr>
      <w:r>
        <w:t>Au capital de</w:t>
      </w:r>
      <w:r w:rsidR="006E4819">
        <w:t> :</w:t>
      </w:r>
      <w:r>
        <w:t xml:space="preserve"> </w:t>
      </w:r>
    </w:p>
    <w:p w14:paraId="7EB7839C" w14:textId="77777777" w:rsidR="00A73DB0" w:rsidRDefault="00A73DB0" w:rsidP="003854DE">
      <w:pPr>
        <w:widowControl/>
        <w:spacing w:line="480" w:lineRule="auto"/>
      </w:pPr>
      <w:r>
        <w:t>Ayant son siège social à</w:t>
      </w:r>
      <w:r w:rsidR="006E4819">
        <w:t> :</w:t>
      </w:r>
      <w:r>
        <w:t xml:space="preserve"> </w:t>
      </w:r>
      <w:r w:rsidRPr="000D08DE">
        <w:rPr>
          <w:i/>
        </w:rPr>
        <w:t>(adresse complète)</w:t>
      </w:r>
      <w:r w:rsidR="003161AF">
        <w:t xml:space="preserve"> </w:t>
      </w:r>
    </w:p>
    <w:p w14:paraId="6140E690" w14:textId="77777777" w:rsidR="00A73DB0" w:rsidRDefault="00A73DB0" w:rsidP="003854DE">
      <w:pPr>
        <w:widowControl/>
        <w:spacing w:line="480" w:lineRule="auto"/>
      </w:pPr>
    </w:p>
    <w:p w14:paraId="11DA1BED" w14:textId="7C46FA84" w:rsidR="00A73DB0" w:rsidRDefault="00A73DB0" w:rsidP="003854DE">
      <w:pPr>
        <w:widowControl/>
        <w:spacing w:line="480" w:lineRule="auto"/>
      </w:pPr>
      <w:r>
        <w:t>Immatriculé(e) à l</w:t>
      </w:r>
      <w:r w:rsidR="000230A3">
        <w:t>’</w:t>
      </w:r>
      <w:r>
        <w:t>INSEE</w:t>
      </w:r>
      <w:r w:rsidR="006E4819">
        <w:t> :</w:t>
      </w:r>
    </w:p>
    <w:p w14:paraId="776DFF01" w14:textId="11E7B945" w:rsidR="00A73DB0" w:rsidRDefault="000D08DE" w:rsidP="003854DE">
      <w:pPr>
        <w:widowControl/>
        <w:spacing w:line="480" w:lineRule="auto"/>
      </w:pPr>
      <w:r>
        <w:t>- </w:t>
      </w:r>
      <w:r w:rsidR="00A73DB0">
        <w:t>Numéro d</w:t>
      </w:r>
      <w:r w:rsidR="000230A3">
        <w:t>’</w:t>
      </w:r>
      <w:r w:rsidR="00A73DB0">
        <w:t>ide</w:t>
      </w:r>
      <w:r w:rsidR="003161AF">
        <w:t>ntité d</w:t>
      </w:r>
      <w:r w:rsidR="000230A3">
        <w:t>’</w:t>
      </w:r>
      <w:r w:rsidR="003161AF">
        <w:t>établissement (SIRET)</w:t>
      </w:r>
      <w:r w:rsidR="006E4819">
        <w:t> :</w:t>
      </w:r>
      <w:r w:rsidR="003161AF">
        <w:t xml:space="preserve"> </w:t>
      </w:r>
    </w:p>
    <w:p w14:paraId="51DCB423" w14:textId="0A02A356" w:rsidR="00A73DB0" w:rsidRDefault="000D08DE" w:rsidP="003854DE">
      <w:pPr>
        <w:widowControl/>
        <w:spacing w:line="480" w:lineRule="auto"/>
      </w:pPr>
      <w:r>
        <w:t>- </w:t>
      </w:r>
      <w:r w:rsidR="00A73DB0">
        <w:t>Code d</w:t>
      </w:r>
      <w:r w:rsidR="000230A3">
        <w:t>’</w:t>
      </w:r>
      <w:r w:rsidR="00A73DB0">
        <w:t>activit</w:t>
      </w:r>
      <w:r w:rsidR="003161AF">
        <w:t>é économique principale (APE)</w:t>
      </w:r>
      <w:r w:rsidR="006E4819">
        <w:t> :</w:t>
      </w:r>
      <w:r w:rsidR="003161AF">
        <w:t xml:space="preserve"> </w:t>
      </w:r>
    </w:p>
    <w:p w14:paraId="1AF7766A" w14:textId="29F601F6" w:rsidR="00A73DB0" w:rsidRDefault="000D08DE" w:rsidP="003854DE">
      <w:pPr>
        <w:widowControl/>
        <w:spacing w:line="480" w:lineRule="auto"/>
      </w:pPr>
      <w:r>
        <w:t>- </w:t>
      </w:r>
      <w:r w:rsidR="00A73DB0">
        <w:t>Numéro d</w:t>
      </w:r>
      <w:r w:rsidR="000230A3">
        <w:t>’</w:t>
      </w:r>
      <w:r w:rsidR="00A73DB0">
        <w:t>inscription au registre du commerce et des sociétés</w:t>
      </w:r>
      <w:r w:rsidR="00B93A3C">
        <w:rPr>
          <w:rStyle w:val="Appelnotedebasdep"/>
        </w:rPr>
        <w:footnoteReference w:customMarkFollows="1" w:id="2"/>
        <w:t>(1)</w:t>
      </w:r>
      <w:r w:rsidR="003161AF">
        <w:t xml:space="preserve">: </w:t>
      </w:r>
    </w:p>
    <w:p w14:paraId="22866FDD" w14:textId="77777777" w:rsidR="000D08DE" w:rsidRDefault="000D08DE" w:rsidP="003854DE">
      <w:pPr>
        <w:widowControl/>
        <w:spacing w:line="480" w:lineRule="auto"/>
      </w:pPr>
    </w:p>
    <w:p w14:paraId="1A7E4356" w14:textId="77777777" w:rsidR="000D08DE" w:rsidRDefault="000D08DE" w:rsidP="003854DE">
      <w:pPr>
        <w:widowControl/>
        <w:tabs>
          <w:tab w:val="left" w:pos="284"/>
        </w:tabs>
        <w:spacing w:line="480" w:lineRule="auto"/>
      </w:pPr>
      <w:r>
        <w:sym w:font="Wingdings 2" w:char="F0A3"/>
      </w:r>
      <w:r>
        <w:tab/>
      </w:r>
      <w:r w:rsidRPr="000D08DE">
        <w:rPr>
          <w:b/>
        </w:rPr>
        <w:t>Agissant pour le compte de la personne publique candidate</w:t>
      </w:r>
      <w:r w:rsidR="006E4819">
        <w:t> :</w:t>
      </w:r>
      <w:r w:rsidR="003161AF">
        <w:t xml:space="preserve"> </w:t>
      </w:r>
    </w:p>
    <w:p w14:paraId="78E9E9BE" w14:textId="3047ED08" w:rsidR="00A73DB0" w:rsidRDefault="00A73DB0" w:rsidP="003854DE">
      <w:pPr>
        <w:pStyle w:val="DCETexte"/>
        <w:tabs>
          <w:tab w:val="left" w:pos="284"/>
        </w:tabs>
        <w:spacing w:after="240" w:line="480" w:lineRule="auto"/>
      </w:pPr>
      <w:r>
        <w:t>Ou, s</w:t>
      </w:r>
      <w:r w:rsidR="000230A3">
        <w:t>’</w:t>
      </w:r>
      <w:r>
        <w:t>il s</w:t>
      </w:r>
      <w:r w:rsidR="000230A3">
        <w:t>’</w:t>
      </w:r>
      <w:r>
        <w:t>agit d</w:t>
      </w:r>
      <w:r w:rsidR="000230A3">
        <w:t>’</w:t>
      </w:r>
      <w:r>
        <w:t>un groupement,</w:t>
      </w:r>
    </w:p>
    <w:p w14:paraId="40B9245F" w14:textId="565C11A6" w:rsidR="00A73DB0" w:rsidRDefault="000D08DE" w:rsidP="00497FA0">
      <w:pPr>
        <w:widowControl/>
        <w:tabs>
          <w:tab w:val="left" w:pos="284"/>
        </w:tabs>
        <w:spacing w:line="480" w:lineRule="auto"/>
        <w:ind w:left="284" w:hanging="284"/>
        <w:jc w:val="both"/>
      </w:pPr>
      <w:r>
        <w:sym w:font="Wingdings 2" w:char="F0A3"/>
      </w:r>
      <w:r>
        <w:tab/>
      </w:r>
      <w:r w:rsidR="00A73DB0" w:rsidRPr="000D08DE">
        <w:rPr>
          <w:b/>
        </w:rPr>
        <w:t>Agissant en tant que mandataire habilité par l</w:t>
      </w:r>
      <w:r w:rsidR="000230A3">
        <w:rPr>
          <w:b/>
        </w:rPr>
        <w:t>’</w:t>
      </w:r>
      <w:r w:rsidR="00A73DB0" w:rsidRPr="000D08DE">
        <w:rPr>
          <w:b/>
        </w:rPr>
        <w:t>ensemble de ses membres ayant signé la lettre de candidature, en date du</w:t>
      </w:r>
      <w:r w:rsidR="003161AF">
        <w:t xml:space="preserve"> </w:t>
      </w:r>
    </w:p>
    <w:p w14:paraId="19B51E37" w14:textId="77777777" w:rsidR="005E2212" w:rsidRPr="004C6DBE" w:rsidRDefault="005E2212" w:rsidP="005E2212">
      <w:pPr>
        <w:widowControl/>
        <w:tabs>
          <w:tab w:val="left" w:pos="1418"/>
          <w:tab w:val="left" w:pos="4536"/>
          <w:tab w:val="left" w:pos="4962"/>
          <w:tab w:val="left" w:leader="dot" w:pos="8789"/>
        </w:tabs>
        <w:spacing w:line="480" w:lineRule="auto"/>
      </w:pPr>
      <w:r w:rsidRPr="004C6DBE">
        <w:sym w:font="Wingdings 2" w:char="F0A3"/>
      </w:r>
      <w:r>
        <w:t xml:space="preserve"> </w:t>
      </w:r>
      <w:r w:rsidRPr="004C6DBE">
        <w:t xml:space="preserve">du groupement solidaire </w:t>
      </w:r>
      <w:r>
        <w:t xml:space="preserve">                      </w:t>
      </w:r>
      <w:r w:rsidRPr="004C6DBE">
        <w:sym w:font="Wingdings 2" w:char="F0A3"/>
      </w:r>
      <w:r>
        <w:t xml:space="preserve"> d</w:t>
      </w:r>
      <w:r w:rsidRPr="004C6DBE">
        <w:t>u groupement conjoint</w:t>
      </w:r>
      <w:r w:rsidRPr="002959BF">
        <w:t xml:space="preserve"> </w:t>
      </w:r>
      <w:r>
        <w:t xml:space="preserve">à </w:t>
      </w:r>
      <w:r w:rsidRPr="004C6DBE">
        <w:t>mandataire solidaire</w:t>
      </w:r>
    </w:p>
    <w:p w14:paraId="5454E551" w14:textId="77777777" w:rsidR="005E2212" w:rsidRDefault="005E2212" w:rsidP="003854DE">
      <w:pPr>
        <w:widowControl/>
        <w:spacing w:line="480" w:lineRule="auto"/>
      </w:pPr>
    </w:p>
    <w:p w14:paraId="57EE3D40" w14:textId="77777777" w:rsidR="000D08DE" w:rsidRDefault="000D08DE" w:rsidP="003854DE">
      <w:pPr>
        <w:widowControl/>
        <w:spacing w:line="480" w:lineRule="auto"/>
      </w:pPr>
      <w:r w:rsidRPr="000D08DE">
        <w:t>Composé de</w:t>
      </w:r>
      <w:r w:rsidR="006E4819">
        <w:t> :</w:t>
      </w:r>
    </w:p>
    <w:p w14:paraId="69B09E82" w14:textId="77777777" w:rsidR="005E2212" w:rsidRPr="004C6DBE" w:rsidRDefault="00E420C5" w:rsidP="005E2212">
      <w:pPr>
        <w:widowControl/>
        <w:tabs>
          <w:tab w:val="left" w:leader="dot" w:pos="8789"/>
        </w:tabs>
        <w:spacing w:before="120" w:line="480" w:lineRule="auto"/>
      </w:pPr>
      <w:r>
        <w:br w:type="page"/>
      </w:r>
      <w:r w:rsidR="00ED667A" w:rsidRPr="00ED667A">
        <w:rPr>
          <w:b/>
        </w:rPr>
        <w:lastRenderedPageBreak/>
        <w:t>- </w:t>
      </w:r>
      <w:r w:rsidR="005E2212" w:rsidRPr="004C6DBE">
        <w:rPr>
          <w:b/>
          <w:u w:val="single"/>
        </w:rPr>
        <w:t>Membre n° 1</w:t>
      </w:r>
      <w:r w:rsidR="005E2212">
        <w:t> :</w:t>
      </w:r>
      <w:r w:rsidR="005E2212" w:rsidRPr="004C6DBE">
        <w:t xml:space="preserve"> </w:t>
      </w:r>
    </w:p>
    <w:p w14:paraId="37BDCE66" w14:textId="77777777" w:rsidR="005E2212" w:rsidRPr="004C6DBE" w:rsidRDefault="005E2212" w:rsidP="005E2212">
      <w:pPr>
        <w:keepNext/>
        <w:keepLines/>
        <w:widowControl/>
        <w:tabs>
          <w:tab w:val="left" w:leader="dot" w:pos="8789"/>
        </w:tabs>
        <w:spacing w:line="360" w:lineRule="auto"/>
      </w:pPr>
      <w:r w:rsidRPr="004C6DBE">
        <w:t>Au capital de</w:t>
      </w:r>
      <w:r>
        <w:t> :</w:t>
      </w:r>
      <w:r w:rsidRPr="004C6DBE">
        <w:t xml:space="preserve"> </w:t>
      </w:r>
    </w:p>
    <w:p w14:paraId="07A3EB7C"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68DB203" w14:textId="77777777" w:rsidR="005E2212" w:rsidRPr="004C6DBE" w:rsidRDefault="005E2212" w:rsidP="005E2212">
      <w:pPr>
        <w:widowControl/>
        <w:tabs>
          <w:tab w:val="left" w:leader="dot" w:pos="8789"/>
        </w:tabs>
        <w:spacing w:line="360" w:lineRule="auto"/>
      </w:pPr>
    </w:p>
    <w:p w14:paraId="74F2FF3E" w14:textId="0A35E5B7"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936EBC8" w14:textId="6A31A35F"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3B000DAE" w14:textId="1D823BFD"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0C19A4A1" w14:textId="58AFA033"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bookmarkStart w:id="2" w:name="_Ref228006698"/>
      <w:r w:rsidRPr="004C6DBE">
        <w:rPr>
          <w:rStyle w:val="Appelnotedebasdep"/>
        </w:rPr>
        <w:footnoteReference w:customMarkFollows="1" w:id="3"/>
        <w:t>(</w:t>
      </w:r>
      <w:bookmarkEnd w:id="2"/>
      <w:r w:rsidRPr="004C6DBE">
        <w:rPr>
          <w:rStyle w:val="Appelnotedebasdep"/>
        </w:rPr>
        <w:t>1)</w:t>
      </w:r>
      <w:r>
        <w:t> :</w:t>
      </w:r>
      <w:r w:rsidRPr="004C6DBE">
        <w:t xml:space="preserve"> </w:t>
      </w:r>
    </w:p>
    <w:p w14:paraId="4ECD74DA" w14:textId="2A75A918" w:rsidR="00A73DB0"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B08AA29"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2</w:t>
      </w:r>
      <w:r>
        <w:t> :</w:t>
      </w:r>
      <w:r w:rsidRPr="004C6DBE">
        <w:t xml:space="preserve"> </w:t>
      </w:r>
    </w:p>
    <w:p w14:paraId="5674AE00"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55441E4D"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14B43D2" w14:textId="77777777" w:rsidR="005E2212" w:rsidRPr="004C6DBE" w:rsidRDefault="005E2212" w:rsidP="005E2212">
      <w:pPr>
        <w:widowControl/>
        <w:tabs>
          <w:tab w:val="left" w:leader="dot" w:pos="8789"/>
        </w:tabs>
        <w:spacing w:line="360" w:lineRule="auto"/>
      </w:pPr>
    </w:p>
    <w:p w14:paraId="2F758C95" w14:textId="2931BD06"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4B9EF9EF" w14:textId="7D7AC304"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2CE71C71" w14:textId="1809F013"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393AF3FE" w14:textId="05EDF6C0"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vertAlign w:val="superscript"/>
        </w:rPr>
        <w:fldChar w:fldCharType="begin"/>
      </w:r>
      <w:r w:rsidRPr="004C6DBE">
        <w:rPr>
          <w:vertAlign w:val="superscript"/>
        </w:rPr>
        <w:instrText xml:space="preserve"> NOTEREF _Ref228006698 \h  \* MERGEFORMAT </w:instrText>
      </w:r>
      <w:r w:rsidRPr="004C6DBE">
        <w:rPr>
          <w:vertAlign w:val="superscript"/>
        </w:rPr>
      </w:r>
      <w:r w:rsidRPr="004C6DBE">
        <w:rPr>
          <w:vertAlign w:val="superscript"/>
        </w:rPr>
        <w:fldChar w:fldCharType="separate"/>
      </w:r>
      <w:r w:rsidR="005B2BC6" w:rsidRPr="005B2BC6">
        <w:rPr>
          <w:vertAlign w:val="superscript"/>
        </w:rPr>
        <w:t>(1)</w:t>
      </w:r>
      <w:r w:rsidRPr="004C6DBE">
        <w:rPr>
          <w:vertAlign w:val="superscript"/>
        </w:rPr>
        <w:fldChar w:fldCharType="end"/>
      </w:r>
      <w:r w:rsidRPr="004C6DBE">
        <w:t xml:space="preserve">: </w:t>
      </w:r>
    </w:p>
    <w:p w14:paraId="25AF220E" w14:textId="7F09DAD6" w:rsidR="005E2212" w:rsidRPr="004C6DBE" w:rsidRDefault="005E2212" w:rsidP="005E2212">
      <w:pPr>
        <w:widowControl/>
        <w:tabs>
          <w:tab w:val="left" w:leader="dot" w:pos="8789"/>
        </w:tabs>
        <w:spacing w:line="360" w:lineRule="auto"/>
      </w:pPr>
      <w:r w:rsidRPr="004C6DBE">
        <w:t>- Références d</w:t>
      </w:r>
      <w:r w:rsidR="000230A3">
        <w:t>’</w:t>
      </w:r>
      <w:r w:rsidRPr="004C6DBE">
        <w:t>inscription à un ordre professionnel</w:t>
      </w:r>
      <w:r>
        <w:t> :</w:t>
      </w:r>
      <w:r w:rsidRPr="004C6DBE">
        <w:t xml:space="preserve"> </w:t>
      </w:r>
    </w:p>
    <w:p w14:paraId="4ABA3133"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3</w:t>
      </w:r>
      <w:r>
        <w:t> :</w:t>
      </w:r>
      <w:r w:rsidRPr="004C6DBE">
        <w:t xml:space="preserve"> </w:t>
      </w:r>
    </w:p>
    <w:p w14:paraId="63FE619E"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30F3E069"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16F4F935" w14:textId="77777777" w:rsidR="005E2212" w:rsidRPr="004C6DBE" w:rsidRDefault="005E2212" w:rsidP="005E2212">
      <w:pPr>
        <w:widowControl/>
        <w:tabs>
          <w:tab w:val="left" w:leader="dot" w:pos="8789"/>
        </w:tabs>
        <w:spacing w:line="360" w:lineRule="auto"/>
      </w:pPr>
    </w:p>
    <w:p w14:paraId="4F0930A8" w14:textId="56AD421C"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E9C8508" w14:textId="5730BF77"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45A8623E" w14:textId="774704E5"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67CDB24C" w14:textId="137E34A1"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rStyle w:val="Appelnotedebasdep"/>
        </w:rPr>
        <w:footnoteReference w:customMarkFollows="1" w:id="4"/>
        <w:t>(1)</w:t>
      </w:r>
      <w:r>
        <w:t> :</w:t>
      </w:r>
      <w:r w:rsidRPr="004C6DBE">
        <w:t xml:space="preserve"> </w:t>
      </w:r>
    </w:p>
    <w:p w14:paraId="593DFC47" w14:textId="369002B2" w:rsidR="00ED667A"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A04147F" w14:textId="77777777" w:rsidR="005E2212" w:rsidRDefault="005E2212">
      <w:pPr>
        <w:widowControl/>
      </w:pPr>
      <w:r>
        <w:br w:type="page"/>
      </w:r>
    </w:p>
    <w:p w14:paraId="49932AC5" w14:textId="77777777" w:rsidR="005E2212" w:rsidRDefault="005E2212" w:rsidP="005E2212">
      <w:pPr>
        <w:pStyle w:val="DCETexte"/>
        <w:spacing w:before="0" w:after="240"/>
      </w:pPr>
      <w:r w:rsidRPr="004C6DBE">
        <w:lastRenderedPageBreak/>
        <w:t xml:space="preserve">Après avoir pris connaissance du cahier des clauses </w:t>
      </w:r>
      <w:r>
        <w:t xml:space="preserve">administratives </w:t>
      </w:r>
      <w:r w:rsidRPr="004C6DBE">
        <w:t>particulières (CC</w:t>
      </w:r>
      <w:r>
        <w:t>A</w:t>
      </w:r>
      <w:r w:rsidRPr="004C6DBE">
        <w:t>P) et des documents qui y sont mentionnés,</w:t>
      </w:r>
    </w:p>
    <w:p w14:paraId="2DDCB137" w14:textId="42EA5CD5" w:rsidR="00A73DB0" w:rsidRDefault="005E2212" w:rsidP="005E2212">
      <w:pPr>
        <w:pStyle w:val="DCETexte"/>
      </w:pPr>
      <w:r w:rsidRPr="004C6DBE">
        <w:rPr>
          <w:b/>
        </w:rPr>
        <w:t>M</w:t>
      </w:r>
      <w:r w:rsidR="000230A3">
        <w:rPr>
          <w:b/>
        </w:rPr>
        <w:t>’</w:t>
      </w:r>
      <w:r w:rsidRPr="004C6DBE">
        <w:rPr>
          <w:b/>
        </w:rPr>
        <w:t>ENGAGE</w:t>
      </w:r>
      <w:r w:rsidRPr="004C6DBE">
        <w:t xml:space="preserve"> sans réserve, conformément aux stipulations des documents visés ci</w:t>
      </w:r>
      <w:r w:rsidRPr="004C6DBE">
        <w:noBreakHyphen/>
        <w:t>dessus, à exécuter les prestations demandées aux conditions ci-après définies. L</w:t>
      </w:r>
      <w:r w:rsidR="000230A3">
        <w:t>’</w:t>
      </w:r>
      <w:r w:rsidRPr="004C6DBE">
        <w:t xml:space="preserve">offre ainsi présentée me lie pendant une durée de </w:t>
      </w:r>
      <w:r>
        <w:rPr>
          <w:b/>
        </w:rPr>
        <w:t>cent vingt (120) jours</w:t>
      </w:r>
      <w:r>
        <w:t xml:space="preserve"> </w:t>
      </w:r>
      <w:r w:rsidRPr="004C6DBE">
        <w:t>à compter de la date limite de remise des offres fixée par le règlement de la consultation</w:t>
      </w:r>
      <w:r w:rsidR="00A73DB0">
        <w:t>.</w:t>
      </w:r>
    </w:p>
    <w:p w14:paraId="0687692B" w14:textId="77777777" w:rsidR="00A73DB0" w:rsidRPr="00844D41" w:rsidRDefault="00ED667A" w:rsidP="00ED667A">
      <w:pPr>
        <w:pStyle w:val="DCEArticle"/>
      </w:pPr>
      <w:r>
        <w:t>SOUS-TRAITANCE</w:t>
      </w:r>
    </w:p>
    <w:p w14:paraId="3A33BD6A" w14:textId="6A94520B" w:rsidR="005E2212" w:rsidRPr="004C6DBE" w:rsidRDefault="005E2212" w:rsidP="005E2212">
      <w:pPr>
        <w:pStyle w:val="DCETiret"/>
        <w:tabs>
          <w:tab w:val="clear" w:pos="851"/>
          <w:tab w:val="left" w:pos="284"/>
        </w:tabs>
        <w:ind w:left="0" w:firstLine="0"/>
      </w:pPr>
      <w:r w:rsidRPr="004C6DBE">
        <w:t>Pour l</w:t>
      </w:r>
      <w:r w:rsidR="000230A3">
        <w:t>’</w:t>
      </w:r>
      <w:r w:rsidRPr="004C6DBE">
        <w:t>exécution du marché, je n</w:t>
      </w:r>
      <w:r w:rsidR="000230A3">
        <w:t>’</w:t>
      </w:r>
      <w:r w:rsidRPr="004C6DBE">
        <w:t>envisage pas de recourir à un ou plusieurs sous</w:t>
      </w:r>
      <w:r>
        <w:noBreakHyphen/>
      </w:r>
      <w:r w:rsidRPr="004C6DBE">
        <w:t>traitants</w:t>
      </w:r>
      <w:bookmarkStart w:id="3" w:name="_Ref228006850"/>
      <w:r w:rsidRPr="004C6DBE">
        <w:rPr>
          <w:rStyle w:val="Appelnotedebasdep"/>
        </w:rPr>
        <w:footnoteReference w:customMarkFollows="1" w:id="5"/>
        <w:t>(</w:t>
      </w:r>
      <w:bookmarkEnd w:id="3"/>
      <w:r w:rsidRPr="004C6DBE">
        <w:rPr>
          <w:rStyle w:val="Appelnotedebasdep"/>
        </w:rPr>
        <w:t>2)</w:t>
      </w:r>
      <w:r w:rsidRPr="004C6DBE">
        <w:t>.</w:t>
      </w:r>
    </w:p>
    <w:p w14:paraId="6DF66F76" w14:textId="67616BF5" w:rsidR="005E2212" w:rsidRDefault="005E2212" w:rsidP="005E2212">
      <w:pPr>
        <w:pStyle w:val="DCETiret"/>
        <w:tabs>
          <w:tab w:val="clear" w:pos="851"/>
          <w:tab w:val="left" w:pos="284"/>
        </w:tabs>
        <w:ind w:left="0" w:firstLine="0"/>
      </w:pPr>
      <w:r w:rsidRPr="004C6DBE">
        <w:t>Pour l</w:t>
      </w:r>
      <w:r w:rsidR="000230A3">
        <w:t>’</w:t>
      </w:r>
      <w:r w:rsidRPr="004C6DBE">
        <w:t>exécution du marché, j</w:t>
      </w:r>
      <w:r w:rsidR="000230A3">
        <w:t>’</w:t>
      </w:r>
      <w:r w:rsidRPr="004C6DBE">
        <w:t>envisage de recourir à la sous-traitance pour les prestations suivantes</w:t>
      </w:r>
      <w:r>
        <w:t> :</w:t>
      </w:r>
    </w:p>
    <w:p w14:paraId="221EE78C" w14:textId="77777777" w:rsidR="005E2212" w:rsidRDefault="005E2212" w:rsidP="005E2212">
      <w:pPr>
        <w:pStyle w:val="DCETiret"/>
        <w:numPr>
          <w:ilvl w:val="0"/>
          <w:numId w:val="0"/>
        </w:numPr>
        <w:tabs>
          <w:tab w:val="clear" w:pos="851"/>
          <w:tab w:val="left" w:pos="284"/>
        </w:tabs>
        <w:ind w:left="851" w:hanging="284"/>
      </w:pPr>
    </w:p>
    <w:p w14:paraId="16A5AC12" w14:textId="77777777" w:rsidR="005E2212" w:rsidRDefault="005E2212" w:rsidP="005E2212">
      <w:pPr>
        <w:pStyle w:val="DCETiret"/>
        <w:numPr>
          <w:ilvl w:val="0"/>
          <w:numId w:val="0"/>
        </w:numPr>
        <w:tabs>
          <w:tab w:val="clear" w:pos="851"/>
          <w:tab w:val="left" w:pos="284"/>
        </w:tabs>
        <w:ind w:left="851" w:hanging="284"/>
      </w:pPr>
    </w:p>
    <w:p w14:paraId="6CC6E995" w14:textId="77777777" w:rsidR="005E2212" w:rsidRPr="004C6DBE" w:rsidRDefault="005E2212" w:rsidP="005E2212">
      <w:pPr>
        <w:pStyle w:val="DCETiret"/>
        <w:numPr>
          <w:ilvl w:val="0"/>
          <w:numId w:val="0"/>
        </w:numPr>
        <w:tabs>
          <w:tab w:val="clear" w:pos="851"/>
          <w:tab w:val="left" w:pos="284"/>
        </w:tabs>
        <w:ind w:left="851" w:hanging="284"/>
      </w:pPr>
    </w:p>
    <w:p w14:paraId="25FBD811" w14:textId="0629B72F" w:rsidR="005E2212" w:rsidRPr="004C6DBE" w:rsidRDefault="005E2212" w:rsidP="005E2212">
      <w:pPr>
        <w:pStyle w:val="DCETexte"/>
      </w:pPr>
      <w:r w:rsidRPr="004C6DBE">
        <w:t xml:space="preserve">Les demandes de sous-traitance annexées </w:t>
      </w:r>
      <w:r>
        <w:t>à cet</w:t>
      </w:r>
      <w:r w:rsidRPr="004C6DBE">
        <w:t xml:space="preserve"> acte d</w:t>
      </w:r>
      <w:r w:rsidR="000230A3">
        <w:t>’</w:t>
      </w:r>
      <w:r w:rsidRPr="004C6DBE">
        <w:t>engagement indiquent la nature et le montant des prestations que j</w:t>
      </w:r>
      <w:r w:rsidR="000230A3">
        <w:t>’</w:t>
      </w:r>
      <w:r w:rsidRPr="004C6DBE">
        <w:t>envisage de faire exécuter par des sous-traitants payés directement par le Sénat, le nom de ces sous-traitants, leurs qualifications et les conditions de paiement des contrats de sous-traitance. Le montant des prestations sous</w:t>
      </w:r>
      <w:r>
        <w:noBreakHyphen/>
      </w:r>
      <w:r w:rsidRPr="004C6DBE">
        <w:t>traitées indiqué dans chaque document constitue le montant maximal de la créance que le sous-traitant concerné pourra présenter en nantissement.</w:t>
      </w:r>
    </w:p>
    <w:p w14:paraId="499CBD0C" w14:textId="125612B6" w:rsidR="005E2212" w:rsidRPr="004C6DBE" w:rsidRDefault="005E2212" w:rsidP="005E2212">
      <w:pPr>
        <w:pStyle w:val="DCETexte"/>
      </w:pPr>
      <w:r w:rsidRPr="004C6DBE">
        <w:t>Chaque document constitue une demande d</w:t>
      </w:r>
      <w:r w:rsidR="000230A3">
        <w:t>’</w:t>
      </w:r>
      <w:r w:rsidRPr="004C6DBE">
        <w:t>acceptation du sous-traitant concerné et d</w:t>
      </w:r>
      <w:r w:rsidR="000230A3">
        <w:t>’</w:t>
      </w:r>
      <w:r w:rsidRPr="004C6DBE">
        <w:t>agrément des conditions de paiement du contrat de sous-traitance, demande qui est réputée prendre effet à la date de notification du présent marché ; cette notification est réputée emporter acceptation du sous-traitant et agrément des conditions de paiement du contrat de sous-traitance.</w:t>
      </w:r>
    </w:p>
    <w:p w14:paraId="1D0D4A08" w14:textId="48DBB49A" w:rsidR="002356FA" w:rsidRDefault="005E2212" w:rsidP="005E2212">
      <w:pPr>
        <w:pStyle w:val="DCETexte"/>
      </w:pPr>
      <w:r w:rsidRPr="004C6DBE">
        <w:t>Je joins, en annexe 1, une liste récapitulative des demandes de sous-traitance et les montants des prestations que j</w:t>
      </w:r>
      <w:r w:rsidR="000230A3">
        <w:t>’</w:t>
      </w:r>
      <w:r w:rsidRPr="004C6DBE">
        <w:t>envisage de sous-traiter</w:t>
      </w:r>
      <w:r w:rsidR="002356FA">
        <w:t>.</w:t>
      </w:r>
    </w:p>
    <w:p w14:paraId="21DDD220" w14:textId="77777777" w:rsidR="00A73DB0" w:rsidRPr="00844D41" w:rsidRDefault="00A73DB0" w:rsidP="002356FA">
      <w:pPr>
        <w:pStyle w:val="DCEArticle"/>
      </w:pPr>
      <w:bookmarkStart w:id="4" w:name="_Toc160449159"/>
      <w:r w:rsidRPr="00844D41">
        <w:t>Durée du marché</w:t>
      </w:r>
    </w:p>
    <w:p w14:paraId="55D2D876" w14:textId="6FDEADA6" w:rsidR="00A73DB0" w:rsidRDefault="00570BC4" w:rsidP="00F93BAF">
      <w:pPr>
        <w:pStyle w:val="DCETexte"/>
      </w:pPr>
      <w:r>
        <w:t>Le marché s’exécute </w:t>
      </w:r>
      <w:r w:rsidRPr="00E3211A">
        <w:rPr>
          <w:b/>
        </w:rPr>
        <w:t xml:space="preserve">à compter du </w:t>
      </w:r>
      <w:r>
        <w:rPr>
          <w:b/>
        </w:rPr>
        <w:t>22</w:t>
      </w:r>
      <w:r w:rsidRPr="00E3211A">
        <w:rPr>
          <w:b/>
        </w:rPr>
        <w:t> </w:t>
      </w:r>
      <w:r>
        <w:rPr>
          <w:b/>
        </w:rPr>
        <w:t>janv</w:t>
      </w:r>
      <w:r w:rsidRPr="00E3211A">
        <w:rPr>
          <w:b/>
        </w:rPr>
        <w:t>ier</w:t>
      </w:r>
      <w:r>
        <w:rPr>
          <w:b/>
        </w:rPr>
        <w:t xml:space="preserve"> 2026</w:t>
      </w:r>
      <w:r w:rsidRPr="009F3EEE">
        <w:rPr>
          <w:b/>
        </w:rPr>
        <w:t> </w:t>
      </w:r>
      <w:r>
        <w:t>ou, en cas de notification ultérieure, à la date fixée dans la lettre de notification</w:t>
      </w:r>
      <w:r w:rsidR="00FE4D7D">
        <w:t>.</w:t>
      </w:r>
    </w:p>
    <w:p w14:paraId="4CB8BB01" w14:textId="3EE4336B" w:rsidR="00570BC4" w:rsidRDefault="00570BC4" w:rsidP="00F93BAF">
      <w:pPr>
        <w:pStyle w:val="DCETexte"/>
      </w:pPr>
      <w:r>
        <w:t xml:space="preserve">Il est conclu pour une durée d’un an, </w:t>
      </w:r>
      <w:r w:rsidRPr="00286DB2">
        <w:t>reconduct</w:t>
      </w:r>
      <w:r>
        <w:t xml:space="preserve">ible </w:t>
      </w:r>
      <w:r w:rsidRPr="002254CD">
        <w:t xml:space="preserve">tacitement </w:t>
      </w:r>
      <w:r>
        <w:t>trois</w:t>
      </w:r>
      <w:r w:rsidRPr="002254CD">
        <w:t xml:space="preserve"> fois</w:t>
      </w:r>
      <w:r>
        <w:t xml:space="preserve"> pour une même durée</w:t>
      </w:r>
      <w:r w:rsidRPr="002254CD">
        <w:t xml:space="preserve">, soit une durée totale maximale de </w:t>
      </w:r>
      <w:r>
        <w:t>quatre</w:t>
      </w:r>
      <w:r w:rsidRPr="002254CD">
        <w:t xml:space="preserve"> ans.</w:t>
      </w:r>
    </w:p>
    <w:bookmarkEnd w:id="4"/>
    <w:p w14:paraId="14C7019C" w14:textId="6ABD15FA" w:rsidR="00890738" w:rsidRDefault="00E857AA" w:rsidP="00890738">
      <w:pPr>
        <w:jc w:val="both"/>
      </w:pPr>
      <w:r w:rsidRPr="00A66D14">
        <w:t>En application de l</w:t>
      </w:r>
      <w:r w:rsidR="000230A3">
        <w:t>’</w:t>
      </w:r>
      <w:r w:rsidRPr="00A66D14">
        <w:t>article R. 2112-4 du code de la commande publique, la reconduction est tacite et le titulaire ne peut s</w:t>
      </w:r>
      <w:r w:rsidR="000230A3">
        <w:t>’</w:t>
      </w:r>
      <w:r w:rsidRPr="00A66D14">
        <w:t>y opposer. En revanche, le Sénat peut décider de ne pas reconduire le marché à condition d</w:t>
      </w:r>
      <w:r w:rsidR="000230A3">
        <w:t>’</w:t>
      </w:r>
      <w:r w:rsidRPr="00A66D14">
        <w:t>en informer le titulaire, par lettre recommandée avec accusé de réception, au moins trois mois avant la date de fin de la période concernée</w:t>
      </w:r>
      <w:r w:rsidR="00890738">
        <w:t>.</w:t>
      </w:r>
    </w:p>
    <w:p w14:paraId="2C13DFF6" w14:textId="11839EA3" w:rsidR="00E857AA" w:rsidRDefault="00E857AA" w:rsidP="00890738">
      <w:pPr>
        <w:jc w:val="both"/>
      </w:pPr>
    </w:p>
    <w:p w14:paraId="6DC4EE4F" w14:textId="32F2E36D" w:rsidR="00570BC4" w:rsidRDefault="00E857AA" w:rsidP="00890738">
      <w:pPr>
        <w:jc w:val="both"/>
      </w:pPr>
      <w:r w:rsidRPr="00A66D14">
        <w:t>Dans le cas où le marché s</w:t>
      </w:r>
      <w:r w:rsidR="000230A3">
        <w:t>’</w:t>
      </w:r>
      <w:r w:rsidRPr="00A66D14">
        <w:t>achèverait sans qu</w:t>
      </w:r>
      <w:r w:rsidR="000230A3">
        <w:t>’</w:t>
      </w:r>
      <w:r w:rsidRPr="00A66D14">
        <w:t>un nouveau titulaire ait été désigné, ou si le nouveau marché ne peut entrer en vigueur à la date d</w:t>
      </w:r>
      <w:r w:rsidR="000230A3">
        <w:t>’</w:t>
      </w:r>
      <w:r w:rsidRPr="00A66D14">
        <w:t xml:space="preserve">échéance du présent marché, le titulaire </w:t>
      </w:r>
      <w:r w:rsidRPr="00A66D14">
        <w:lastRenderedPageBreak/>
        <w:t>est tenu de poursuivre l</w:t>
      </w:r>
      <w:r w:rsidR="000230A3">
        <w:t>’</w:t>
      </w:r>
      <w:r w:rsidRPr="00A66D14">
        <w:t>exécution du contrat pour une durée maximale de trois mois sur simple ordre de service du directeur de la Logistique et des Moyens généraux</w:t>
      </w:r>
      <w:r w:rsidR="00570BC4">
        <w:t>.</w:t>
      </w:r>
    </w:p>
    <w:p w14:paraId="2B0B9B33" w14:textId="77777777" w:rsidR="00570BC4" w:rsidRDefault="00570BC4" w:rsidP="00890738">
      <w:pPr>
        <w:jc w:val="both"/>
      </w:pPr>
    </w:p>
    <w:p w14:paraId="67BAFBA9" w14:textId="40B0D192" w:rsidR="00941791" w:rsidRDefault="00570BC4" w:rsidP="00890738">
      <w:pPr>
        <w:jc w:val="both"/>
      </w:pPr>
      <w:r>
        <w:t>En application de l’article R. 2122-7 du code de la commande publique, le présent marché comporte la faculté pour le Sénat de conclure avec le titulaire, sans mise en concurrence ni publicité préalable, un marché de prestations similaires à celles objet du présent contrat. Ce marché devra être conclu dans les trois ans suivant la notification du marché initial</w:t>
      </w:r>
      <w:r w:rsidR="00E857AA">
        <w:t>.</w:t>
      </w:r>
    </w:p>
    <w:p w14:paraId="31956FE0" w14:textId="77777777" w:rsidR="00A73DB0" w:rsidRPr="004477C0" w:rsidRDefault="002356FA" w:rsidP="002356FA">
      <w:pPr>
        <w:pStyle w:val="DCEArticle"/>
      </w:pPr>
      <w:r>
        <w:t>PRIX</w:t>
      </w:r>
    </w:p>
    <w:p w14:paraId="4CF1B2AD" w14:textId="77777777" w:rsidR="009A4C39" w:rsidRDefault="001D72D9" w:rsidP="00F7329D">
      <w:pPr>
        <w:pStyle w:val="DCETexte"/>
        <w:keepNext/>
        <w:keepLines/>
      </w:pPr>
      <w:r>
        <w:t>Le montant de la présente offre est exprimé en euros.</w:t>
      </w:r>
    </w:p>
    <w:p w14:paraId="60BECDE5" w14:textId="4201F4E3" w:rsidR="00526A89" w:rsidRDefault="00AC7D03" w:rsidP="00F93BAF">
      <w:pPr>
        <w:pStyle w:val="DCETexte"/>
      </w:pPr>
      <w:r>
        <w:t>Les prestations seront rémunérées par application des quantités commandées et exécutées conformément aux bons de commande émis par le Sénat</w:t>
      </w:r>
      <w:r w:rsidRPr="00613D6E">
        <w:t xml:space="preserve"> </w:t>
      </w:r>
      <w:r>
        <w:t>aux prix indiqués dans le bordereau de prix unitaires (BPU), annexé au présent acte d</w:t>
      </w:r>
      <w:r w:rsidR="000230A3">
        <w:t>’</w:t>
      </w:r>
      <w:r>
        <w:t>engagement</w:t>
      </w:r>
      <w:r w:rsidR="00640048">
        <w:t xml:space="preserve"> (annexe 2)</w:t>
      </w:r>
      <w:r>
        <w:t>.</w:t>
      </w:r>
      <w:r w:rsidR="00640048">
        <w:t xml:space="preserve"> </w:t>
      </w:r>
      <w:r w:rsidR="00526A89">
        <w:t xml:space="preserve">Les quantités annuelles indiquées </w:t>
      </w:r>
      <w:r w:rsidR="00BB690B">
        <w:t xml:space="preserve">au BPU </w:t>
      </w:r>
      <w:r w:rsidR="00640048">
        <w:t xml:space="preserve">à titre de devis quantitatif estimatif (DQE) </w:t>
      </w:r>
      <w:r w:rsidR="00526A89">
        <w:t>sont purement estimatives et non contractuelles.</w:t>
      </w:r>
    </w:p>
    <w:p w14:paraId="12EDAB87" w14:textId="77777777" w:rsidR="009A4C39" w:rsidRDefault="009A4C39" w:rsidP="009A4C39">
      <w:pPr>
        <w:pStyle w:val="DCEArticle"/>
      </w:pPr>
      <w:r>
        <w:t>PAIEMENT</w:t>
      </w:r>
    </w:p>
    <w:p w14:paraId="42DA0BA5" w14:textId="77777777" w:rsidR="00A73DB0" w:rsidRDefault="00A73DB0" w:rsidP="00F7329D">
      <w:pPr>
        <w:pStyle w:val="DCETexte"/>
        <w:keepNext/>
        <w:keepLines/>
      </w:pPr>
      <w:r>
        <w:t xml:space="preserve">Le Sénat se libérera des sommes dues au titre </w:t>
      </w:r>
      <w:r w:rsidR="009A4C39">
        <w:t>du présent marché en faisant porter le montant de celles-ci au crédit du compte</w:t>
      </w:r>
      <w:r w:rsidR="006E4819">
        <w:t> :</w:t>
      </w:r>
    </w:p>
    <w:tbl>
      <w:tblPr>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951"/>
        <w:gridCol w:w="284"/>
        <w:gridCol w:w="6804"/>
      </w:tblGrid>
      <w:tr w:rsidR="005E2212" w:rsidRPr="005B388B" w14:paraId="0D2A9222" w14:textId="77777777" w:rsidTr="005E2212">
        <w:tc>
          <w:tcPr>
            <w:tcW w:w="2235" w:type="dxa"/>
            <w:gridSpan w:val="2"/>
            <w:shd w:val="clear" w:color="auto" w:fill="auto"/>
          </w:tcPr>
          <w:p w14:paraId="41FD9C39"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p>
        </w:tc>
        <w:tc>
          <w:tcPr>
            <w:tcW w:w="6804" w:type="dxa"/>
            <w:shd w:val="clear" w:color="auto" w:fill="auto"/>
          </w:tcPr>
          <w:p w14:paraId="395F0409"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46919C79" w14:textId="77777777" w:rsidTr="005E2212">
        <w:tc>
          <w:tcPr>
            <w:tcW w:w="9039" w:type="dxa"/>
            <w:gridSpan w:val="3"/>
            <w:shd w:val="clear" w:color="auto" w:fill="auto"/>
          </w:tcPr>
          <w:p w14:paraId="3534D30E" w14:textId="77777777" w:rsidR="005E2212" w:rsidRPr="005B388B" w:rsidRDefault="005E2212" w:rsidP="00F7329D">
            <w:pPr>
              <w:keepNext/>
              <w:keepLines/>
              <w:widowControl/>
              <w:overflowPunct w:val="0"/>
              <w:autoSpaceDE w:val="0"/>
              <w:autoSpaceDN w:val="0"/>
              <w:adjustRightInd w:val="0"/>
              <w:spacing w:before="120" w:after="120"/>
              <w:rPr>
                <w:b/>
                <w:i/>
              </w:rPr>
            </w:pPr>
            <w:r w:rsidRPr="005B388B">
              <w:rPr>
                <w:i/>
              </w:rPr>
              <w:t xml:space="preserve">Désignation du compte à créditer </w:t>
            </w:r>
            <w:r w:rsidRPr="005B388B">
              <w:rPr>
                <w:b/>
                <w:i/>
              </w:rPr>
              <w:t>(joindre un RIB)</w:t>
            </w:r>
            <w:r w:rsidRPr="005B388B">
              <w:rPr>
                <w:i/>
              </w:rPr>
              <w:t> :</w:t>
            </w:r>
          </w:p>
        </w:tc>
      </w:tr>
      <w:tr w:rsidR="005E2212" w:rsidRPr="005B388B" w14:paraId="61C00C1F" w14:textId="77777777" w:rsidTr="005E2212">
        <w:tc>
          <w:tcPr>
            <w:tcW w:w="1951" w:type="dxa"/>
            <w:shd w:val="clear" w:color="auto" w:fill="auto"/>
          </w:tcPr>
          <w:p w14:paraId="5B2CA65F"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p>
        </w:tc>
        <w:tc>
          <w:tcPr>
            <w:tcW w:w="7088" w:type="dxa"/>
            <w:gridSpan w:val="2"/>
            <w:shd w:val="clear" w:color="auto" w:fill="auto"/>
          </w:tcPr>
          <w:p w14:paraId="5AF771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9FE25A5" w14:textId="77777777" w:rsidTr="005E2212">
        <w:tc>
          <w:tcPr>
            <w:tcW w:w="1951" w:type="dxa"/>
            <w:shd w:val="clear" w:color="auto" w:fill="auto"/>
          </w:tcPr>
          <w:p w14:paraId="1F9DEEBC"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p>
        </w:tc>
        <w:tc>
          <w:tcPr>
            <w:tcW w:w="7088" w:type="dxa"/>
            <w:gridSpan w:val="2"/>
            <w:shd w:val="clear" w:color="auto" w:fill="auto"/>
          </w:tcPr>
          <w:p w14:paraId="08DC64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8041620" w14:textId="77777777" w:rsidTr="005E2212">
        <w:tc>
          <w:tcPr>
            <w:tcW w:w="1951" w:type="dxa"/>
            <w:shd w:val="clear" w:color="auto" w:fill="auto"/>
          </w:tcPr>
          <w:p w14:paraId="75F6E83B"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p>
        </w:tc>
        <w:tc>
          <w:tcPr>
            <w:tcW w:w="7088" w:type="dxa"/>
            <w:gridSpan w:val="2"/>
            <w:shd w:val="clear" w:color="auto" w:fill="auto"/>
          </w:tcPr>
          <w:p w14:paraId="1C380F9B"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2DBB5DA4"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p>
        </w:tc>
      </w:tr>
      <w:tr w:rsidR="005E2212" w:rsidRPr="005B388B" w14:paraId="731A5413" w14:textId="77777777" w:rsidTr="005E2212">
        <w:tc>
          <w:tcPr>
            <w:tcW w:w="1951" w:type="dxa"/>
            <w:shd w:val="clear" w:color="auto" w:fill="auto"/>
          </w:tcPr>
          <w:p w14:paraId="1FD19049" w14:textId="77777777" w:rsidR="005E2212" w:rsidRPr="005B388B" w:rsidRDefault="005E2212" w:rsidP="00F7329D">
            <w:pPr>
              <w:keepNext/>
              <w:keepLines/>
              <w:widowControl/>
              <w:overflowPunct w:val="0"/>
              <w:autoSpaceDE w:val="0"/>
              <w:autoSpaceDN w:val="0"/>
              <w:adjustRightInd w:val="0"/>
              <w:spacing w:before="120" w:after="120"/>
            </w:pPr>
            <w:r>
              <w:t>Membre du groupement</w:t>
            </w:r>
          </w:p>
        </w:tc>
        <w:tc>
          <w:tcPr>
            <w:tcW w:w="7088" w:type="dxa"/>
            <w:gridSpan w:val="2"/>
            <w:shd w:val="clear" w:color="auto" w:fill="auto"/>
          </w:tcPr>
          <w:p w14:paraId="4598FF02" w14:textId="77777777" w:rsidR="005E2212" w:rsidRPr="005B388B" w:rsidRDefault="005E2212" w:rsidP="00F7329D">
            <w:pPr>
              <w:keepNext/>
              <w:keepLines/>
              <w:widowControl/>
              <w:overflowPunct w:val="0"/>
              <w:autoSpaceDE w:val="0"/>
              <w:autoSpaceDN w:val="0"/>
              <w:adjustRightInd w:val="0"/>
              <w:spacing w:before="120" w:after="120"/>
            </w:pPr>
            <w:r w:rsidRPr="005B388B">
              <w:t>le cas échéant, en cas de groupement conjoint (donnant lieu à paiement séparé des membres du groupement) :</w:t>
            </w:r>
          </w:p>
          <w:p w14:paraId="197BDC4D"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r w:rsidRPr="005B388B">
              <w:tab/>
            </w:r>
            <w:r w:rsidRPr="005B388B">
              <w:tab/>
            </w:r>
          </w:p>
          <w:p w14:paraId="3FBF3104" w14:textId="77777777" w:rsidR="005E2212" w:rsidRPr="005B388B" w:rsidRDefault="005E2212" w:rsidP="00F7329D">
            <w:pPr>
              <w:keepNext/>
              <w:keepLines/>
              <w:widowControl/>
              <w:overflowPunct w:val="0"/>
              <w:autoSpaceDE w:val="0"/>
              <w:autoSpaceDN w:val="0"/>
              <w:adjustRightInd w:val="0"/>
              <w:spacing w:before="120" w:after="120"/>
            </w:pPr>
            <w:r w:rsidRPr="005B388B">
              <w:t>Désignation du compte à créditer (joindre un RIB)</w:t>
            </w:r>
          </w:p>
          <w:p w14:paraId="24C84564"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r w:rsidRPr="005B388B">
              <w:tab/>
            </w:r>
            <w:r w:rsidRPr="005B388B">
              <w:tab/>
            </w:r>
          </w:p>
          <w:p w14:paraId="321AC620"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r w:rsidRPr="005B388B">
              <w:tab/>
            </w:r>
            <w:r w:rsidRPr="005B388B">
              <w:tab/>
            </w:r>
          </w:p>
          <w:p w14:paraId="482F8753"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r w:rsidRPr="005B388B">
              <w:tab/>
            </w:r>
            <w:r w:rsidRPr="005B388B">
              <w:tab/>
            </w:r>
          </w:p>
          <w:p w14:paraId="626762DA"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33482E05"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r w:rsidRPr="005B388B">
              <w:tab/>
            </w:r>
            <w:r w:rsidRPr="005B388B">
              <w:tab/>
            </w:r>
          </w:p>
        </w:tc>
      </w:tr>
      <w:tr w:rsidR="005E2212" w:rsidRPr="005B388B" w14:paraId="47A984B3" w14:textId="77777777" w:rsidTr="005E2212">
        <w:tc>
          <w:tcPr>
            <w:tcW w:w="1951" w:type="dxa"/>
            <w:shd w:val="clear" w:color="auto" w:fill="auto"/>
          </w:tcPr>
          <w:p w14:paraId="54184A12" w14:textId="77777777" w:rsidR="005E2212" w:rsidRPr="005B388B" w:rsidRDefault="005E2212" w:rsidP="005C6D4B">
            <w:pPr>
              <w:widowControl/>
              <w:overflowPunct w:val="0"/>
              <w:autoSpaceDE w:val="0"/>
              <w:autoSpaceDN w:val="0"/>
              <w:adjustRightInd w:val="0"/>
              <w:spacing w:before="120" w:after="120"/>
            </w:pPr>
            <w:r>
              <w:t>Membre du groupement</w:t>
            </w:r>
          </w:p>
        </w:tc>
        <w:tc>
          <w:tcPr>
            <w:tcW w:w="7088" w:type="dxa"/>
            <w:gridSpan w:val="2"/>
            <w:shd w:val="clear" w:color="auto" w:fill="auto"/>
          </w:tcPr>
          <w:p w14:paraId="42DE8767" w14:textId="77777777" w:rsidR="005E2212" w:rsidRPr="005B388B" w:rsidRDefault="005E2212" w:rsidP="005E2212">
            <w:pPr>
              <w:widowControl/>
              <w:overflowPunct w:val="0"/>
              <w:autoSpaceDE w:val="0"/>
              <w:autoSpaceDN w:val="0"/>
              <w:adjustRightInd w:val="0"/>
              <w:spacing w:before="120" w:after="120"/>
            </w:pPr>
            <w:r w:rsidRPr="005B388B">
              <w:t>Le cas échéant (suite), en cas de groupement conjoint (donnant lieu à paiement séparé des membres du groupement) :</w:t>
            </w:r>
          </w:p>
          <w:p w14:paraId="6DFD65B6" w14:textId="77777777" w:rsidR="005E2212" w:rsidRPr="005B388B" w:rsidRDefault="005E2212" w:rsidP="005E2212">
            <w:pPr>
              <w:widowControl/>
              <w:overflowPunct w:val="0"/>
              <w:autoSpaceDE w:val="0"/>
              <w:autoSpaceDN w:val="0"/>
              <w:adjustRightInd w:val="0"/>
              <w:spacing w:before="120" w:after="120"/>
            </w:pPr>
            <w:r w:rsidRPr="005B388B">
              <w:t>Ouvert au nom de :</w:t>
            </w:r>
            <w:r w:rsidRPr="005B388B">
              <w:tab/>
            </w:r>
            <w:r w:rsidRPr="005B388B">
              <w:tab/>
            </w:r>
          </w:p>
          <w:p w14:paraId="2D33FB84" w14:textId="77777777" w:rsidR="005E2212" w:rsidRPr="005B388B" w:rsidRDefault="005E2212" w:rsidP="005E2212">
            <w:pPr>
              <w:widowControl/>
              <w:overflowPunct w:val="0"/>
              <w:autoSpaceDE w:val="0"/>
              <w:autoSpaceDN w:val="0"/>
              <w:adjustRightInd w:val="0"/>
              <w:spacing w:before="120" w:after="120"/>
            </w:pPr>
            <w:r w:rsidRPr="005B388B">
              <w:lastRenderedPageBreak/>
              <w:t>Désignation du compte à créditer (joindre un RIB)</w:t>
            </w:r>
          </w:p>
          <w:p w14:paraId="3E44CF4B" w14:textId="77777777" w:rsidR="005E2212" w:rsidRPr="005B388B" w:rsidRDefault="005E2212" w:rsidP="005E2212">
            <w:pPr>
              <w:widowControl/>
              <w:overflowPunct w:val="0"/>
              <w:autoSpaceDE w:val="0"/>
              <w:autoSpaceDN w:val="0"/>
              <w:adjustRightInd w:val="0"/>
              <w:spacing w:before="120" w:after="120"/>
            </w:pPr>
            <w:r w:rsidRPr="005B388B">
              <w:t>Établissement :</w:t>
            </w:r>
            <w:r w:rsidRPr="005B388B">
              <w:tab/>
            </w:r>
            <w:r w:rsidRPr="005B388B">
              <w:tab/>
            </w:r>
          </w:p>
          <w:p w14:paraId="70D15000" w14:textId="77777777" w:rsidR="005E2212" w:rsidRPr="005B388B" w:rsidRDefault="005E2212" w:rsidP="005E2212">
            <w:pPr>
              <w:widowControl/>
              <w:overflowPunct w:val="0"/>
              <w:autoSpaceDE w:val="0"/>
              <w:autoSpaceDN w:val="0"/>
              <w:adjustRightInd w:val="0"/>
              <w:spacing w:before="120" w:after="120"/>
            </w:pPr>
            <w:r w:rsidRPr="005B388B">
              <w:t>Adresse :</w:t>
            </w:r>
            <w:r w:rsidRPr="005B388B">
              <w:tab/>
            </w:r>
            <w:r w:rsidRPr="005B388B">
              <w:tab/>
            </w:r>
          </w:p>
          <w:p w14:paraId="28F71573" w14:textId="77777777" w:rsidR="005E2212" w:rsidRPr="005B388B" w:rsidRDefault="005E2212" w:rsidP="005E2212">
            <w:pPr>
              <w:widowControl/>
              <w:overflowPunct w:val="0"/>
              <w:autoSpaceDE w:val="0"/>
              <w:autoSpaceDN w:val="0"/>
              <w:adjustRightInd w:val="0"/>
              <w:spacing w:before="120" w:after="120"/>
            </w:pPr>
            <w:r w:rsidRPr="005B388B">
              <w:t>Numéro du compte :</w:t>
            </w:r>
            <w:r w:rsidRPr="005B388B">
              <w:tab/>
            </w:r>
            <w:r w:rsidRPr="005B388B">
              <w:tab/>
            </w:r>
          </w:p>
          <w:p w14:paraId="29FEA396" w14:textId="77777777" w:rsidR="005E2212" w:rsidRPr="005B388B" w:rsidRDefault="005E2212" w:rsidP="005E2212">
            <w:pPr>
              <w:widowControl/>
              <w:overflowPunct w:val="0"/>
              <w:autoSpaceDE w:val="0"/>
              <w:autoSpaceDN w:val="0"/>
              <w:adjustRightInd w:val="0"/>
              <w:spacing w:before="120" w:after="120"/>
            </w:pPr>
            <w:r w:rsidRPr="005B388B">
              <w:t>Code BIC :</w:t>
            </w:r>
          </w:p>
          <w:p w14:paraId="28D67DEC" w14:textId="77777777" w:rsidR="005E2212" w:rsidRPr="005B388B" w:rsidRDefault="005E2212" w:rsidP="005E2212">
            <w:pPr>
              <w:widowControl/>
              <w:overflowPunct w:val="0"/>
              <w:autoSpaceDE w:val="0"/>
              <w:autoSpaceDN w:val="0"/>
              <w:adjustRightInd w:val="0"/>
              <w:spacing w:before="120" w:after="120"/>
            </w:pPr>
            <w:r w:rsidRPr="005B388B">
              <w:t>Code IBAN :</w:t>
            </w:r>
            <w:r w:rsidRPr="005B388B">
              <w:tab/>
            </w:r>
          </w:p>
        </w:tc>
      </w:tr>
    </w:tbl>
    <w:p w14:paraId="4D54A92F" w14:textId="77777777" w:rsidR="005E2212" w:rsidRPr="00CF1E13" w:rsidRDefault="005E2212" w:rsidP="00F7329D">
      <w:pPr>
        <w:keepNext/>
        <w:keepLines/>
        <w:widowControl/>
        <w:overflowPunct w:val="0"/>
        <w:autoSpaceDE w:val="0"/>
        <w:autoSpaceDN w:val="0"/>
        <w:adjustRightInd w:val="0"/>
        <w:spacing w:after="240"/>
        <w:ind w:firstLine="567"/>
        <w:jc w:val="both"/>
        <w:textAlignment w:val="baseline"/>
      </w:pPr>
      <w:r w:rsidRPr="00CF1E13">
        <w:lastRenderedPageBreak/>
        <w:t>Préciser la répartition des paiements entre les membres du groupement conjoint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552"/>
        <w:gridCol w:w="2582"/>
      </w:tblGrid>
      <w:tr w:rsidR="005E2212" w:rsidRPr="00CF1E13" w14:paraId="63929671" w14:textId="77777777" w:rsidTr="005C6D4B">
        <w:trPr>
          <w:trHeight w:val="769"/>
          <w:jc w:val="center"/>
        </w:trPr>
        <w:tc>
          <w:tcPr>
            <w:tcW w:w="4077" w:type="dxa"/>
            <w:vMerge w:val="restart"/>
            <w:shd w:val="clear" w:color="auto" w:fill="auto"/>
            <w:vAlign w:val="center"/>
          </w:tcPr>
          <w:p w14:paraId="43EB47F7"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Désignation des membres du groupement conjoint</w:t>
            </w:r>
          </w:p>
        </w:tc>
        <w:tc>
          <w:tcPr>
            <w:tcW w:w="5134" w:type="dxa"/>
            <w:gridSpan w:val="2"/>
            <w:shd w:val="clear" w:color="auto" w:fill="auto"/>
            <w:vAlign w:val="center"/>
          </w:tcPr>
          <w:p w14:paraId="3434AB0B"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Prestations exécutées par les membres du groupement conjoint</w:t>
            </w:r>
          </w:p>
        </w:tc>
      </w:tr>
      <w:tr w:rsidR="005E2212" w:rsidRPr="00CF1E13" w14:paraId="5774E399" w14:textId="77777777" w:rsidTr="005C6D4B">
        <w:trPr>
          <w:trHeight w:val="806"/>
          <w:jc w:val="center"/>
        </w:trPr>
        <w:tc>
          <w:tcPr>
            <w:tcW w:w="4077" w:type="dxa"/>
            <w:vMerge/>
            <w:shd w:val="clear" w:color="auto" w:fill="auto"/>
            <w:vAlign w:val="center"/>
          </w:tcPr>
          <w:p w14:paraId="09A257E7" w14:textId="77777777" w:rsidR="005E2212" w:rsidRPr="00CF1E13" w:rsidRDefault="005E2212" w:rsidP="00F7329D">
            <w:pPr>
              <w:keepNext/>
              <w:keepLines/>
              <w:widowControl/>
              <w:overflowPunct w:val="0"/>
              <w:autoSpaceDE w:val="0"/>
              <w:autoSpaceDN w:val="0"/>
              <w:adjustRightInd w:val="0"/>
              <w:textAlignment w:val="baseline"/>
            </w:pPr>
          </w:p>
        </w:tc>
        <w:tc>
          <w:tcPr>
            <w:tcW w:w="2552" w:type="dxa"/>
            <w:shd w:val="clear" w:color="auto" w:fill="auto"/>
            <w:vAlign w:val="center"/>
          </w:tcPr>
          <w:p w14:paraId="3412ED25"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Nature de la prestation</w:t>
            </w:r>
          </w:p>
        </w:tc>
        <w:tc>
          <w:tcPr>
            <w:tcW w:w="2582" w:type="dxa"/>
            <w:shd w:val="clear" w:color="auto" w:fill="auto"/>
            <w:vAlign w:val="center"/>
          </w:tcPr>
          <w:p w14:paraId="55206F12"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Montant HT</w:t>
            </w:r>
          </w:p>
          <w:p w14:paraId="5851DC15"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de la prestation</w:t>
            </w:r>
          </w:p>
        </w:tc>
      </w:tr>
      <w:tr w:rsidR="005E2212" w:rsidRPr="00CF1E13" w14:paraId="448D7DEC" w14:textId="77777777" w:rsidTr="005C6D4B">
        <w:trPr>
          <w:trHeight w:val="850"/>
          <w:jc w:val="center"/>
        </w:trPr>
        <w:tc>
          <w:tcPr>
            <w:tcW w:w="4077" w:type="dxa"/>
            <w:shd w:val="clear" w:color="auto" w:fill="auto"/>
            <w:vAlign w:val="center"/>
          </w:tcPr>
          <w:p w14:paraId="3A4C59D8"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shd w:val="clear" w:color="auto" w:fill="auto"/>
            <w:vAlign w:val="center"/>
          </w:tcPr>
          <w:p w14:paraId="1E1F9793"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shd w:val="clear" w:color="auto" w:fill="auto"/>
            <w:vAlign w:val="center"/>
          </w:tcPr>
          <w:p w14:paraId="3D06AFA7"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BDDF11F" w14:textId="77777777" w:rsidTr="005C6D4B">
        <w:trPr>
          <w:trHeight w:val="850"/>
          <w:jc w:val="center"/>
        </w:trPr>
        <w:tc>
          <w:tcPr>
            <w:tcW w:w="4077" w:type="dxa"/>
            <w:tcBorders>
              <w:bottom w:val="single" w:sz="4" w:space="0" w:color="auto"/>
            </w:tcBorders>
            <w:shd w:val="clear" w:color="auto" w:fill="auto"/>
            <w:vAlign w:val="center"/>
          </w:tcPr>
          <w:p w14:paraId="0324A1ED"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2F64B6BF"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45C39953"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7FB2582" w14:textId="77777777" w:rsidTr="005C6D4B">
        <w:trPr>
          <w:trHeight w:hRule="exact" w:val="972"/>
          <w:jc w:val="center"/>
        </w:trPr>
        <w:tc>
          <w:tcPr>
            <w:tcW w:w="4077" w:type="dxa"/>
            <w:tcBorders>
              <w:bottom w:val="single" w:sz="4" w:space="0" w:color="auto"/>
            </w:tcBorders>
            <w:shd w:val="clear" w:color="auto" w:fill="auto"/>
            <w:vAlign w:val="center"/>
          </w:tcPr>
          <w:p w14:paraId="0C7828A7" w14:textId="77777777" w:rsidR="005E2212" w:rsidRPr="00CF1E13" w:rsidRDefault="005E2212" w:rsidP="005C6D4B">
            <w:pPr>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78BC41D7" w14:textId="77777777" w:rsidR="005E2212" w:rsidRPr="00CF1E13" w:rsidRDefault="005E2212" w:rsidP="005C6D4B">
            <w:pPr>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6936D7A1" w14:textId="77777777" w:rsidR="005E2212" w:rsidRPr="00CF1E13" w:rsidRDefault="005E2212" w:rsidP="005C6D4B">
            <w:pPr>
              <w:widowControl/>
              <w:overflowPunct w:val="0"/>
              <w:autoSpaceDE w:val="0"/>
              <w:autoSpaceDN w:val="0"/>
              <w:adjustRightInd w:val="0"/>
              <w:spacing w:after="240"/>
              <w:textAlignment w:val="baseline"/>
            </w:pPr>
          </w:p>
        </w:tc>
      </w:tr>
    </w:tbl>
    <w:p w14:paraId="42AAEFA2" w14:textId="77777777" w:rsidR="00A73DB0" w:rsidRDefault="00A73DB0" w:rsidP="00353BDD">
      <w:pPr>
        <w:pStyle w:val="DCETiret"/>
        <w:numPr>
          <w:ilvl w:val="0"/>
          <w:numId w:val="0"/>
        </w:numPr>
        <w:tabs>
          <w:tab w:val="clear" w:pos="851"/>
          <w:tab w:val="left" w:pos="426"/>
        </w:tabs>
      </w:pPr>
      <w: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A73DB0" w:rsidRPr="00627FCC" w14:paraId="56D2F60C" w14:textId="77777777">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32B7F8DD" w14:textId="77777777" w:rsidR="00A73DB0" w:rsidRPr="004C2D09" w:rsidRDefault="00A73DB0" w:rsidP="00F93BAF">
            <w:pPr>
              <w:widowControl/>
              <w:tabs>
                <w:tab w:val="left" w:leader="dot" w:pos="7230"/>
              </w:tabs>
              <w:spacing w:line="360" w:lineRule="auto"/>
              <w:rPr>
                <w:b/>
                <w:bCs/>
                <w:sz w:val="22"/>
                <w:szCs w:val="22"/>
              </w:rPr>
            </w:pPr>
            <w:r w:rsidRPr="00844D41">
              <w:lastRenderedPageBreak/>
              <w:br w:type="page"/>
            </w:r>
            <w:r w:rsidRPr="004C2D09">
              <w:rPr>
                <w:b/>
                <w:bCs/>
                <w:sz w:val="22"/>
                <w:szCs w:val="22"/>
              </w:rPr>
              <w:t>Partie à compléter obligatoirement par le candidat pour la présentation de son offre</w:t>
            </w:r>
            <w:r w:rsidR="006E4819">
              <w:rPr>
                <w:b/>
                <w:bCs/>
                <w:sz w:val="22"/>
                <w:szCs w:val="22"/>
              </w:rPr>
              <w:t> :</w:t>
            </w:r>
          </w:p>
        </w:tc>
      </w:tr>
      <w:tr w:rsidR="00A73DB0" w:rsidRPr="00627FCC" w14:paraId="0DB74F38" w14:textId="77777777">
        <w:tc>
          <w:tcPr>
            <w:tcW w:w="9142" w:type="dxa"/>
            <w:tcBorders>
              <w:top w:val="double" w:sz="4" w:space="0" w:color="auto"/>
              <w:left w:val="double" w:sz="4" w:space="0" w:color="auto"/>
              <w:bottom w:val="double" w:sz="4" w:space="0" w:color="auto"/>
              <w:right w:val="double" w:sz="4" w:space="0" w:color="auto"/>
            </w:tcBorders>
            <w:vAlign w:val="center"/>
          </w:tcPr>
          <w:p w14:paraId="76361A4D" w14:textId="77777777" w:rsidR="00A73DB0" w:rsidRPr="00C83C47" w:rsidRDefault="00A73DB0" w:rsidP="00F93BAF">
            <w:pPr>
              <w:widowControl/>
              <w:tabs>
                <w:tab w:val="left" w:leader="dot" w:pos="7230"/>
              </w:tabs>
              <w:spacing w:before="240" w:line="360" w:lineRule="auto"/>
              <w:ind w:left="4678"/>
            </w:pPr>
            <w:r w:rsidRPr="00C83C47">
              <w:t>Fait en un seul original</w:t>
            </w:r>
          </w:p>
          <w:p w14:paraId="149BE40D" w14:textId="77777777" w:rsidR="00A73DB0" w:rsidRPr="00C83C47" w:rsidRDefault="003161AF" w:rsidP="00F93BAF">
            <w:pPr>
              <w:widowControl/>
              <w:tabs>
                <w:tab w:val="left" w:leader="dot" w:pos="8789"/>
              </w:tabs>
              <w:spacing w:before="240" w:line="360" w:lineRule="auto"/>
              <w:ind w:left="4678"/>
            </w:pPr>
            <w:r>
              <w:t xml:space="preserve">À </w:t>
            </w:r>
          </w:p>
          <w:p w14:paraId="3B8885BD" w14:textId="77777777" w:rsidR="00A73DB0" w:rsidRPr="00C83C47" w:rsidRDefault="00C83C47" w:rsidP="00F93BAF">
            <w:pPr>
              <w:widowControl/>
              <w:tabs>
                <w:tab w:val="left" w:leader="dot" w:pos="8789"/>
              </w:tabs>
              <w:spacing w:before="240" w:line="360" w:lineRule="auto"/>
              <w:ind w:left="4678"/>
            </w:pPr>
            <w:r w:rsidRPr="00C83C47">
              <w:t>Le</w:t>
            </w:r>
            <w:r w:rsidR="003161AF">
              <w:t xml:space="preserve"> </w:t>
            </w:r>
          </w:p>
          <w:p w14:paraId="7F7F7448" w14:textId="31327E47" w:rsidR="00A73DB0" w:rsidRPr="00844D41" w:rsidRDefault="00A73DB0" w:rsidP="003854DE">
            <w:pPr>
              <w:widowControl/>
              <w:tabs>
                <w:tab w:val="left" w:pos="4680"/>
              </w:tabs>
              <w:spacing w:line="360" w:lineRule="auto"/>
            </w:pPr>
            <w:r w:rsidRPr="00844D41">
              <w:t>Signature du contractant</w:t>
            </w:r>
            <w:r w:rsidR="006E4819">
              <w:t> :</w:t>
            </w:r>
            <w:r w:rsidR="003854DE">
              <w:tab/>
              <w:t>Cachet de l</w:t>
            </w:r>
            <w:r w:rsidR="000230A3">
              <w:t>’</w:t>
            </w:r>
            <w:r w:rsidR="003854DE">
              <w:t>entreprise</w:t>
            </w:r>
            <w:r w:rsidR="006E4819">
              <w:t> :</w:t>
            </w:r>
          </w:p>
          <w:p w14:paraId="579CD914" w14:textId="77777777" w:rsidR="00A73DB0" w:rsidRPr="00C83C47" w:rsidRDefault="00A73DB0" w:rsidP="00F93BAF">
            <w:pPr>
              <w:widowControl/>
              <w:spacing w:line="360" w:lineRule="auto"/>
            </w:pPr>
          </w:p>
          <w:p w14:paraId="3740B5E6" w14:textId="77777777" w:rsidR="00A73DB0" w:rsidRPr="00C83C47" w:rsidRDefault="00A73DB0" w:rsidP="00F93BAF">
            <w:pPr>
              <w:widowControl/>
              <w:tabs>
                <w:tab w:val="left" w:leader="dot" w:pos="7230"/>
              </w:tabs>
              <w:spacing w:line="360" w:lineRule="auto"/>
            </w:pPr>
          </w:p>
          <w:p w14:paraId="488F0608" w14:textId="77777777" w:rsidR="00A73DB0" w:rsidRPr="00C83C47" w:rsidRDefault="00A73DB0" w:rsidP="00F93BAF">
            <w:pPr>
              <w:widowControl/>
              <w:tabs>
                <w:tab w:val="left" w:leader="dot" w:pos="7230"/>
              </w:tabs>
              <w:spacing w:line="360" w:lineRule="auto"/>
            </w:pPr>
          </w:p>
          <w:p w14:paraId="31E733B4" w14:textId="77777777" w:rsidR="00A73DB0" w:rsidRPr="00844D41" w:rsidRDefault="00A73DB0" w:rsidP="00F93BAF">
            <w:pPr>
              <w:widowControl/>
              <w:tabs>
                <w:tab w:val="left" w:leader="dot" w:pos="7230"/>
              </w:tabs>
              <w:spacing w:line="360" w:lineRule="auto"/>
              <w:rPr>
                <w:sz w:val="20"/>
                <w:szCs w:val="20"/>
              </w:rPr>
            </w:pPr>
          </w:p>
        </w:tc>
      </w:tr>
      <w:tr w:rsidR="00A73DB0" w:rsidRPr="00627FCC" w14:paraId="1EFE2646" w14:textId="77777777">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4C66CE1E" w14:textId="77777777" w:rsidR="00A73DB0" w:rsidRPr="004C2D09" w:rsidRDefault="00A73DB0" w:rsidP="00F93BAF">
            <w:pPr>
              <w:widowControl/>
              <w:tabs>
                <w:tab w:val="left" w:leader="dot" w:pos="7230"/>
              </w:tabs>
              <w:spacing w:line="360" w:lineRule="auto"/>
              <w:rPr>
                <w:b/>
                <w:bCs/>
                <w:sz w:val="22"/>
                <w:szCs w:val="22"/>
              </w:rPr>
            </w:pPr>
            <w:r w:rsidRPr="004C2D09">
              <w:rPr>
                <w:b/>
                <w:bCs/>
                <w:sz w:val="22"/>
                <w:szCs w:val="22"/>
              </w:rPr>
              <w:t>Partie réservée au Sénat</w:t>
            </w:r>
            <w:r w:rsidR="006E4819">
              <w:rPr>
                <w:b/>
                <w:bCs/>
                <w:sz w:val="22"/>
                <w:szCs w:val="22"/>
              </w:rPr>
              <w:t> :</w:t>
            </w:r>
          </w:p>
        </w:tc>
      </w:tr>
      <w:tr w:rsidR="00A73DB0" w:rsidRPr="00627FCC" w14:paraId="6F2AA165" w14:textId="77777777">
        <w:tc>
          <w:tcPr>
            <w:tcW w:w="9142" w:type="dxa"/>
            <w:tcBorders>
              <w:top w:val="double" w:sz="4" w:space="0" w:color="auto"/>
              <w:left w:val="double" w:sz="4" w:space="0" w:color="auto"/>
              <w:bottom w:val="double" w:sz="4" w:space="0" w:color="auto"/>
              <w:right w:val="double" w:sz="4" w:space="0" w:color="auto"/>
            </w:tcBorders>
            <w:vAlign w:val="center"/>
          </w:tcPr>
          <w:p w14:paraId="170F08F3" w14:textId="573D02AA" w:rsidR="0038710F" w:rsidRPr="0038710F" w:rsidRDefault="0038710F" w:rsidP="0038710F">
            <w:pPr>
              <w:widowControl/>
              <w:spacing w:before="240" w:line="360" w:lineRule="auto"/>
              <w:ind w:left="3969"/>
              <w:rPr>
                <w:rFonts w:eastAsia="SimSun"/>
              </w:rPr>
            </w:pPr>
            <w:r w:rsidRPr="0038710F">
              <w:rPr>
                <w:rFonts w:eastAsia="SimSun"/>
              </w:rPr>
              <w:t>Est acceptée la présente offre pour valoir acte d</w:t>
            </w:r>
            <w:r w:rsidR="000230A3">
              <w:rPr>
                <w:rFonts w:eastAsia="SimSun"/>
              </w:rPr>
              <w:t>’</w:t>
            </w:r>
            <w:r w:rsidRPr="0038710F">
              <w:rPr>
                <w:rFonts w:eastAsia="SimSun"/>
              </w:rPr>
              <w:t>engagement</w:t>
            </w:r>
          </w:p>
          <w:p w14:paraId="36D70AA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À </w:t>
            </w:r>
          </w:p>
          <w:p w14:paraId="72BF666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Le </w:t>
            </w:r>
          </w:p>
          <w:p w14:paraId="33C7714E" w14:textId="77777777" w:rsidR="0038710F" w:rsidRPr="0038710F" w:rsidRDefault="0038710F" w:rsidP="0038710F">
            <w:pPr>
              <w:widowControl/>
              <w:tabs>
                <w:tab w:val="left" w:pos="3960"/>
                <w:tab w:val="left" w:leader="dot" w:pos="7655"/>
              </w:tabs>
              <w:spacing w:line="360" w:lineRule="auto"/>
              <w:rPr>
                <w:rFonts w:eastAsia="SimSun"/>
              </w:rPr>
            </w:pPr>
          </w:p>
          <w:p w14:paraId="05527DB4" w14:textId="77777777" w:rsidR="0038710F" w:rsidRPr="0038710F" w:rsidRDefault="0038710F" w:rsidP="0038710F">
            <w:pPr>
              <w:widowControl/>
              <w:tabs>
                <w:tab w:val="left" w:pos="3960"/>
                <w:tab w:val="left" w:leader="dot" w:pos="7655"/>
              </w:tabs>
              <w:spacing w:line="360" w:lineRule="auto"/>
              <w:rPr>
                <w:rFonts w:eastAsia="SimSun"/>
              </w:rPr>
            </w:pPr>
            <w:r w:rsidRPr="0038710F">
              <w:rPr>
                <w:rFonts w:eastAsia="SimSun"/>
              </w:rPr>
              <w:t>Le pouvoir adjudicateur :</w:t>
            </w:r>
          </w:p>
          <w:p w14:paraId="48AD16FD" w14:textId="77777777" w:rsidR="0038710F" w:rsidRPr="0038710F" w:rsidRDefault="0038710F" w:rsidP="0038710F">
            <w:pPr>
              <w:widowControl/>
              <w:spacing w:line="360" w:lineRule="auto"/>
              <w:rPr>
                <w:rFonts w:eastAsia="SimSun"/>
              </w:rPr>
            </w:pPr>
          </w:p>
          <w:p w14:paraId="3357D562" w14:textId="77777777" w:rsidR="0038710F" w:rsidRPr="0038710F" w:rsidRDefault="0038710F" w:rsidP="0038710F">
            <w:pPr>
              <w:widowControl/>
              <w:spacing w:line="360" w:lineRule="auto"/>
              <w:rPr>
                <w:rFonts w:eastAsia="SimSun"/>
              </w:rPr>
            </w:pPr>
          </w:p>
          <w:p w14:paraId="4BA1D28A" w14:textId="0F8AD727" w:rsidR="0038710F" w:rsidRPr="0038710F" w:rsidRDefault="0038710F" w:rsidP="0038710F">
            <w:pPr>
              <w:widowControl/>
              <w:spacing w:line="360" w:lineRule="auto"/>
              <w:rPr>
                <w:rFonts w:eastAsia="SimSun"/>
              </w:rPr>
            </w:pPr>
            <w:r w:rsidRPr="0038710F">
              <w:rPr>
                <w:rFonts w:eastAsia="SimSun"/>
              </w:rPr>
              <w:t>Présenté par l</w:t>
            </w:r>
            <w:r w:rsidR="00D7080E">
              <w:rPr>
                <w:rFonts w:eastAsia="SimSun"/>
              </w:rPr>
              <w:t>e</w:t>
            </w:r>
            <w:r w:rsidRPr="0038710F">
              <w:rPr>
                <w:rFonts w:eastAsia="SimSun"/>
              </w:rPr>
              <w:t xml:space="preserve"> direct</w:t>
            </w:r>
            <w:r w:rsidR="00D7080E">
              <w:rPr>
                <w:rFonts w:eastAsia="SimSun"/>
              </w:rPr>
              <w:t>eur</w:t>
            </w:r>
            <w:r w:rsidRPr="0038710F">
              <w:rPr>
                <w:rFonts w:eastAsia="SimSun"/>
              </w:rPr>
              <w:t xml:space="preserve"> de la Logistique et des Moyens généraux (DLMG) :</w:t>
            </w:r>
          </w:p>
          <w:p w14:paraId="1A16CBFB" w14:textId="77777777" w:rsidR="0038710F" w:rsidRPr="0038710F" w:rsidRDefault="0038710F" w:rsidP="0038710F">
            <w:pPr>
              <w:widowControl/>
              <w:spacing w:line="360" w:lineRule="auto"/>
              <w:rPr>
                <w:rFonts w:eastAsia="SimSun"/>
              </w:rPr>
            </w:pPr>
          </w:p>
          <w:p w14:paraId="779C1979" w14:textId="77777777" w:rsidR="0038710F" w:rsidRPr="0038710F" w:rsidRDefault="0038710F" w:rsidP="0038710F">
            <w:pPr>
              <w:widowControl/>
              <w:spacing w:line="360" w:lineRule="auto"/>
              <w:rPr>
                <w:rFonts w:eastAsia="SimSun"/>
              </w:rPr>
            </w:pPr>
          </w:p>
          <w:p w14:paraId="3A8A2720" w14:textId="77777777" w:rsidR="0038710F" w:rsidRPr="0038710F" w:rsidRDefault="0038710F" w:rsidP="0038710F">
            <w:pPr>
              <w:widowControl/>
              <w:spacing w:line="360" w:lineRule="auto"/>
              <w:rPr>
                <w:rFonts w:eastAsia="SimSun"/>
              </w:rPr>
            </w:pPr>
          </w:p>
          <w:p w14:paraId="610BCD51" w14:textId="77777777" w:rsidR="0038710F" w:rsidRPr="0038710F" w:rsidRDefault="0038710F" w:rsidP="0038710F">
            <w:pPr>
              <w:widowControl/>
              <w:spacing w:line="360" w:lineRule="auto"/>
              <w:rPr>
                <w:rFonts w:eastAsia="SimSun"/>
              </w:rPr>
            </w:pPr>
          </w:p>
          <w:p w14:paraId="053EB5E7" w14:textId="52C65C59" w:rsidR="00A73DB0" w:rsidRPr="00C83C47" w:rsidRDefault="0038710F" w:rsidP="00F93BAF">
            <w:pPr>
              <w:widowControl/>
              <w:spacing w:line="360" w:lineRule="auto"/>
            </w:pPr>
            <w:r w:rsidRPr="0038710F">
              <w:rPr>
                <w:rFonts w:eastAsia="SimSun"/>
              </w:rPr>
              <w:t xml:space="preserve">Pour le Conseil de Questure, </w:t>
            </w:r>
            <w:r w:rsidR="00D7080E">
              <w:t xml:space="preserve">Mme la Questeure déléguée ou </w:t>
            </w:r>
            <w:r w:rsidR="00D7080E" w:rsidRPr="00A4319D">
              <w:t>M. le Questeur délégué</w:t>
            </w:r>
            <w:r w:rsidR="00D7080E">
              <w:t> :</w:t>
            </w:r>
          </w:p>
          <w:p w14:paraId="51D51D68" w14:textId="77777777" w:rsidR="00A73DB0" w:rsidRDefault="00A73DB0" w:rsidP="00F93BAF">
            <w:pPr>
              <w:widowControl/>
              <w:spacing w:line="360" w:lineRule="auto"/>
            </w:pPr>
          </w:p>
          <w:p w14:paraId="77D60B59" w14:textId="77777777" w:rsidR="00800F4C" w:rsidRDefault="00800F4C" w:rsidP="00F93BAF">
            <w:pPr>
              <w:widowControl/>
              <w:spacing w:line="360" w:lineRule="auto"/>
            </w:pPr>
          </w:p>
          <w:p w14:paraId="697E5D1A" w14:textId="77777777" w:rsidR="00C83C47" w:rsidRPr="00C83C47" w:rsidRDefault="00C83C47" w:rsidP="00F93BAF">
            <w:pPr>
              <w:widowControl/>
              <w:spacing w:line="360" w:lineRule="auto"/>
            </w:pPr>
          </w:p>
          <w:p w14:paraId="2FC68D61" w14:textId="77777777" w:rsidR="00A73DB0" w:rsidRPr="00844D41" w:rsidRDefault="00A73DB0" w:rsidP="00800F4C">
            <w:pPr>
              <w:widowControl/>
              <w:spacing w:line="360" w:lineRule="auto"/>
              <w:rPr>
                <w:sz w:val="20"/>
                <w:szCs w:val="20"/>
              </w:rPr>
            </w:pPr>
          </w:p>
        </w:tc>
      </w:tr>
    </w:tbl>
    <w:p w14:paraId="517E93C1" w14:textId="77777777" w:rsidR="003D7D58" w:rsidRDefault="003D7D58" w:rsidP="009A4C39">
      <w:pPr>
        <w:widowControl/>
        <w:tabs>
          <w:tab w:val="left" w:leader="dot" w:pos="6804"/>
        </w:tabs>
        <w:spacing w:line="360" w:lineRule="auto"/>
        <w:jc w:val="both"/>
      </w:pPr>
    </w:p>
    <w:p w14:paraId="6913A4A8" w14:textId="77777777" w:rsidR="00D7080E" w:rsidRDefault="00D7080E" w:rsidP="009A4C39">
      <w:pPr>
        <w:pStyle w:val="DCEAnnexe"/>
        <w:rPr>
          <w:u w:val="single"/>
        </w:rPr>
      </w:pPr>
    </w:p>
    <w:p w14:paraId="7FF73AE3" w14:textId="0046890C" w:rsidR="009A4C39" w:rsidRDefault="009A4C39" w:rsidP="009A4C39">
      <w:pPr>
        <w:pStyle w:val="DCEAnnexe"/>
        <w:rPr>
          <w:caps/>
        </w:rPr>
      </w:pPr>
      <w:r w:rsidRPr="009A4C39">
        <w:rPr>
          <w:u w:val="single"/>
        </w:rPr>
        <w:lastRenderedPageBreak/>
        <w:t>ANNEXE 1</w:t>
      </w:r>
      <w:r>
        <w:br/>
      </w:r>
      <w:r>
        <w:br/>
      </w:r>
      <w:r>
        <w:br/>
      </w:r>
      <w:r w:rsidRPr="00E40534">
        <w:rPr>
          <w:caps/>
        </w:rPr>
        <w:t>Liste des demandes d</w:t>
      </w:r>
      <w:r w:rsidR="000230A3">
        <w:rPr>
          <w:caps/>
        </w:rPr>
        <w:t>’</w:t>
      </w:r>
      <w:r w:rsidRPr="00E40534">
        <w:rPr>
          <w:caps/>
        </w:rPr>
        <w:t>acceptation de sous-traitants</w:t>
      </w:r>
      <w:r w:rsidRPr="00E40534">
        <w:rPr>
          <w:caps/>
        </w:rPr>
        <w:br/>
        <w:t>et d</w:t>
      </w:r>
      <w:r w:rsidR="000230A3">
        <w:rPr>
          <w:caps/>
        </w:rPr>
        <w:t>’</w:t>
      </w:r>
      <w:r w:rsidRPr="00E40534">
        <w:rPr>
          <w:caps/>
        </w:rPr>
        <w:t>agrément des conditions de paiement</w:t>
      </w:r>
    </w:p>
    <w:p w14:paraId="4A9B0642" w14:textId="77777777" w:rsidR="007F6380" w:rsidRPr="007F6380" w:rsidRDefault="007F6380" w:rsidP="007F6380">
      <w:pPr>
        <w:pStyle w:val="DCETexte"/>
      </w:pPr>
    </w:p>
    <w:p w14:paraId="384BEC1E" w14:textId="77777777" w:rsidR="00AD431C" w:rsidRDefault="00AD431C" w:rsidP="001D72D9">
      <w:pPr>
        <w:pStyle w:val="DCEAnnexe"/>
        <w:sectPr w:rsidR="00AD431C" w:rsidSect="007F6380">
          <w:footerReference w:type="even" r:id="rId9"/>
          <w:footerReference w:type="default" r:id="rId10"/>
          <w:footnotePr>
            <w:numRestart w:val="eachPage"/>
          </w:footnotePr>
          <w:pgSz w:w="11906" w:h="16838" w:code="9"/>
          <w:pgMar w:top="1418" w:right="1134" w:bottom="1134" w:left="1985" w:header="709" w:footer="709" w:gutter="0"/>
          <w:cols w:space="708"/>
          <w:titlePg/>
          <w:docGrid w:linePitch="360"/>
        </w:sectPr>
      </w:pPr>
    </w:p>
    <w:p w14:paraId="53AE0214" w14:textId="77777777" w:rsidR="001D104B" w:rsidRDefault="00AD431C" w:rsidP="00AD431C">
      <w:pPr>
        <w:pStyle w:val="DCEAnnexe"/>
      </w:pPr>
      <w:bookmarkStart w:id="5" w:name="_Toc227746540"/>
      <w:r w:rsidRPr="006E4819">
        <w:rPr>
          <w:u w:val="single"/>
        </w:rPr>
        <w:lastRenderedPageBreak/>
        <w:t xml:space="preserve">ANNEXE </w:t>
      </w:r>
      <w:r w:rsidR="00A42B07" w:rsidRPr="006E4819">
        <w:rPr>
          <w:u w:val="single"/>
        </w:rPr>
        <w:t>2</w:t>
      </w:r>
      <w:r w:rsidR="005142C9">
        <w:rPr>
          <w:u w:val="single"/>
        </w:rPr>
        <w:br/>
      </w:r>
      <w:r w:rsidR="00A42B07">
        <w:br/>
        <w:t>BORDEREAU DE PRIX UNITAIRES</w:t>
      </w:r>
      <w:r w:rsidR="001D104B">
        <w:t xml:space="preserve"> </w:t>
      </w:r>
    </w:p>
    <w:p w14:paraId="5592A888" w14:textId="77777777" w:rsidR="00F02D64" w:rsidRDefault="001D104B" w:rsidP="00AD431C">
      <w:pPr>
        <w:pStyle w:val="DCEAnnexe"/>
      </w:pPr>
      <w:r>
        <w:t>ET DEVIS QUANTITATIF ESTIMATIF ANNUEL</w:t>
      </w:r>
    </w:p>
    <w:bookmarkEnd w:id="5"/>
    <w:p w14:paraId="4A556576" w14:textId="77777777" w:rsidR="00570BC4" w:rsidRDefault="00BB7C54" w:rsidP="0002202E">
      <w:pPr>
        <w:pStyle w:val="DCEAnnexe"/>
        <w:rPr>
          <w:i/>
          <w:iCs/>
        </w:rPr>
      </w:pPr>
      <w:r>
        <w:rPr>
          <w:i/>
          <w:iCs/>
        </w:rPr>
        <w:t>Voir</w:t>
      </w:r>
      <w:r w:rsidR="0002202E" w:rsidRPr="00640048">
        <w:rPr>
          <w:i/>
          <w:iCs/>
        </w:rPr>
        <w:t xml:space="preserve"> fichier Excel</w:t>
      </w:r>
      <w:r>
        <w:rPr>
          <w:i/>
          <w:iCs/>
        </w:rPr>
        <w:t xml:space="preserve"> </w:t>
      </w:r>
    </w:p>
    <w:p w14:paraId="62CB6C1B" w14:textId="30FF39B3" w:rsidR="00570BC4" w:rsidRDefault="00BB7C54" w:rsidP="0002202E">
      <w:pPr>
        <w:pStyle w:val="DCEAnnexe"/>
        <w:rPr>
          <w:i/>
        </w:rPr>
      </w:pPr>
      <w:r>
        <w:rPr>
          <w:i/>
          <w:iCs/>
        </w:rPr>
        <w:t>« </w:t>
      </w:r>
      <w:r w:rsidR="00570BC4" w:rsidRPr="00570BC4">
        <w:rPr>
          <w:i/>
          <w:iCs/>
        </w:rPr>
        <w:t>7b_BPU_lot_3_textiles_voilages_doubles_rideaux_tapis_sieges</w:t>
      </w:r>
      <w:r>
        <w:rPr>
          <w:i/>
          <w:iCs/>
        </w:rPr>
        <w:t> »</w:t>
      </w:r>
      <w:r w:rsidR="000E11D5">
        <w:rPr>
          <w:i/>
        </w:rPr>
        <w:t>,</w:t>
      </w:r>
    </w:p>
    <w:p w14:paraId="3FDE1B85" w14:textId="57DD607C" w:rsidR="0002202E" w:rsidRPr="00B0232E" w:rsidRDefault="00640048" w:rsidP="0002202E">
      <w:pPr>
        <w:pStyle w:val="DCEAnnexe"/>
      </w:pPr>
      <w:r w:rsidRPr="00640048">
        <w:rPr>
          <w:i/>
          <w:iCs/>
        </w:rPr>
        <w:t xml:space="preserve"> </w:t>
      </w:r>
      <w:r w:rsidR="00BB690B" w:rsidRPr="00640048">
        <w:rPr>
          <w:i/>
          <w:iCs/>
        </w:rPr>
        <w:t>joint</w:t>
      </w:r>
      <w:r w:rsidR="00BB690B">
        <w:rPr>
          <w:i/>
        </w:rPr>
        <w:t xml:space="preserve"> au DCE</w:t>
      </w:r>
      <w:r w:rsidR="000E11D5">
        <w:rPr>
          <w:i/>
        </w:rPr>
        <w:t xml:space="preserve"> et</w:t>
      </w:r>
      <w:r w:rsidR="00BB690B">
        <w:rPr>
          <w:i/>
        </w:rPr>
        <w:t xml:space="preserve"> à compléter par le candidat</w:t>
      </w:r>
    </w:p>
    <w:p w14:paraId="7851228E" w14:textId="2215BFD1" w:rsidR="006E4819" w:rsidRPr="00484E0C" w:rsidRDefault="006E4819">
      <w:pPr>
        <w:pStyle w:val="DCETexte"/>
        <w:spacing w:before="200" w:after="200"/>
        <w:ind w:right="-711"/>
        <w:rPr>
          <w:bCs/>
        </w:rPr>
      </w:pPr>
    </w:p>
    <w:sectPr w:rsidR="006E4819" w:rsidRPr="00484E0C" w:rsidSect="00885617">
      <w:headerReference w:type="default" r:id="rId11"/>
      <w:footerReference w:type="default" r:id="rId12"/>
      <w:footnotePr>
        <w:numRestart w:val="eachPage"/>
      </w:footnotePr>
      <w:pgSz w:w="11906" w:h="16838" w:code="9"/>
      <w:pgMar w:top="1134" w:right="127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3BEB5" w14:textId="77777777" w:rsidR="00447496" w:rsidRDefault="00447496">
      <w:r>
        <w:separator/>
      </w:r>
    </w:p>
  </w:endnote>
  <w:endnote w:type="continuationSeparator" w:id="0">
    <w:p w14:paraId="069A8FD0" w14:textId="77777777" w:rsidR="00447496" w:rsidRDefault="0044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3BA57" w14:textId="77777777" w:rsidR="004375C4" w:rsidRDefault="004375C4" w:rsidP="007F638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520931F" w14:textId="77777777" w:rsidR="004375C4" w:rsidRDefault="004375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99F5" w14:textId="77777777" w:rsidR="004375C4" w:rsidRPr="004867CD" w:rsidRDefault="004375C4" w:rsidP="007F6380">
    <w:pPr>
      <w:pStyle w:val="Pieddepage"/>
      <w:framePr w:wrap="around" w:vAnchor="text" w:hAnchor="page" w:x="6202" w:y="145"/>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9</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78D91102" w14:textId="77777777" w:rsidR="004375C4" w:rsidRPr="00541CE4" w:rsidRDefault="004375C4" w:rsidP="00A04674">
    <w:pPr>
      <w:pStyle w:val="Pieddepage"/>
      <w:tabs>
        <w:tab w:val="clear" w:pos="4536"/>
        <w:tab w:val="clear" w:pos="9072"/>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3B76" w14:textId="77777777" w:rsidR="004375C4" w:rsidRPr="004867CD" w:rsidRDefault="004375C4" w:rsidP="006E4819">
    <w:pPr>
      <w:pStyle w:val="Pieddepage"/>
      <w:framePr w:wrap="around" w:vAnchor="text" w:hAnchor="page" w:x="6202" w:y="-35"/>
      <w:tabs>
        <w:tab w:val="clear" w:pos="4536"/>
        <w:tab w:val="clear" w:pos="9072"/>
      </w:tabs>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27F1F5FC" w14:textId="77777777" w:rsidR="004375C4" w:rsidRPr="00541CE4" w:rsidRDefault="004375C4" w:rsidP="00A04674">
    <w:pPr>
      <w:pStyle w:val="Pieddepage"/>
      <w:tabs>
        <w:tab w:val="clear" w:pos="4536"/>
        <w:tab w:val="clear" w:pos="9072"/>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975C7" w14:textId="77777777" w:rsidR="00447496" w:rsidRDefault="00447496">
      <w:r>
        <w:separator/>
      </w:r>
    </w:p>
  </w:footnote>
  <w:footnote w:type="continuationSeparator" w:id="0">
    <w:p w14:paraId="351AC5CD" w14:textId="77777777" w:rsidR="00447496" w:rsidRDefault="00447496">
      <w:r>
        <w:continuationSeparator/>
      </w:r>
    </w:p>
  </w:footnote>
  <w:footnote w:type="continuationNotice" w:id="1">
    <w:p w14:paraId="5DC47723" w14:textId="77777777" w:rsidR="00447496" w:rsidRDefault="00447496"/>
  </w:footnote>
  <w:footnote w:id="2">
    <w:p w14:paraId="01C0457A" w14:textId="2F217F7F" w:rsidR="004375C4" w:rsidRDefault="004375C4">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3">
    <w:p w14:paraId="483602FB" w14:textId="2E427C3C" w:rsidR="005E2212" w:rsidRDefault="005E2212" w:rsidP="005E2212">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4">
    <w:p w14:paraId="5B1D30B9" w14:textId="77777777" w:rsidR="005E2212" w:rsidRDefault="005E2212" w:rsidP="005E2212">
      <w:pPr>
        <w:pStyle w:val="Notedebasdepage"/>
      </w:pPr>
    </w:p>
  </w:footnote>
  <w:footnote w:id="5">
    <w:p w14:paraId="09E31C60" w14:textId="77777777" w:rsidR="005E2212" w:rsidRDefault="005E2212" w:rsidP="005E2212">
      <w:pPr>
        <w:pStyle w:val="Notedebasdepage"/>
      </w:pPr>
      <w:r>
        <w:rPr>
          <w:rStyle w:val="Appelnotedebasdep"/>
        </w:rPr>
        <w:t>(2)</w:t>
      </w:r>
      <w:r>
        <w:t xml:space="preserve"> </w:t>
      </w:r>
      <w:r w:rsidRPr="00ED667A">
        <w:rPr>
          <w:i/>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4BDDD" w14:textId="77777777" w:rsidR="004375C4" w:rsidRDefault="004375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60D2C4E8"/>
    <w:lvl w:ilvl="0" w:tplc="ED740A24">
      <w:start w:val="1"/>
      <w:numFmt w:val="bullet"/>
      <w:lvlText w:val="-"/>
      <w:lvlJc w:val="left"/>
      <w:pPr>
        <w:tabs>
          <w:tab w:val="num" w:pos="567"/>
        </w:tabs>
        <w:ind w:left="567" w:hanging="567"/>
      </w:pPr>
      <w:rPr>
        <w:rFonts w:ascii="Times New Roman" w:hAnsi="Times New Roman" w:cs="Times New Roman"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1708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1B0A39"/>
    <w:multiLevelType w:val="multilevel"/>
    <w:tmpl w:val="BCE6644A"/>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2A5D97"/>
    <w:multiLevelType w:val="multilevel"/>
    <w:tmpl w:val="B8D0A88E"/>
    <w:lvl w:ilvl="0">
      <w:start w:val="1"/>
      <w:numFmt w:val="decimal"/>
      <w:pStyle w:val="DCEArticle"/>
      <w:isLgl/>
      <w:suff w:val="nothing"/>
      <w:lvlText w:val="ARTICLE %1 - "/>
      <w:lvlJc w:val="left"/>
      <w:pPr>
        <w:ind w:left="993"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
      <w:suff w:val="space"/>
      <w:lvlText w:val="%1.%2.%3."/>
      <w:lvlJc w:val="left"/>
      <w:pPr>
        <w:ind w:left="0"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5" w15:restartNumberingAfterBreak="0">
    <w:nsid w:val="15CA092E"/>
    <w:multiLevelType w:val="multilevel"/>
    <w:tmpl w:val="E9AC2B8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7F6B89"/>
    <w:multiLevelType w:val="multilevel"/>
    <w:tmpl w:val="72C8DC6E"/>
    <w:lvl w:ilvl="0">
      <w:start w:val="1"/>
      <w:numFmt w:val="bullet"/>
      <w:lvlText w:val="-"/>
      <w:lvlJc w:val="left"/>
      <w:pPr>
        <w:tabs>
          <w:tab w:val="num" w:pos="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CB27F2B"/>
    <w:multiLevelType w:val="multilevel"/>
    <w:tmpl w:val="0A5CB4C4"/>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BD28BC"/>
    <w:multiLevelType w:val="multilevel"/>
    <w:tmpl w:val="1B34F07E"/>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D62CFF"/>
    <w:multiLevelType w:val="hybridMultilevel"/>
    <w:tmpl w:val="354AA5BC"/>
    <w:lvl w:ilvl="0" w:tplc="FB626940">
      <w:start w:val="1"/>
      <w:numFmt w:val="bullet"/>
      <w:lvlText w:val=""/>
      <w:lvlJc w:val="left"/>
      <w:pPr>
        <w:ind w:left="54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B8744D"/>
    <w:multiLevelType w:val="hybridMultilevel"/>
    <w:tmpl w:val="230CD924"/>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23" w15:restartNumberingAfterBreak="0">
    <w:nsid w:val="32BF05E9"/>
    <w:multiLevelType w:val="multilevel"/>
    <w:tmpl w:val="D818AE0C"/>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4" w15:restartNumberingAfterBreak="0">
    <w:nsid w:val="33D105D8"/>
    <w:multiLevelType w:val="multilevel"/>
    <w:tmpl w:val="05C6DF9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45498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9E754E"/>
    <w:multiLevelType w:val="hybridMultilevel"/>
    <w:tmpl w:val="EDFED0C0"/>
    <w:lvl w:ilvl="0" w:tplc="FB626940">
      <w:start w:val="1"/>
      <w:numFmt w:val="bullet"/>
      <w:lvlText w:val=""/>
      <w:lvlJc w:val="left"/>
      <w:pPr>
        <w:ind w:left="900" w:hanging="360"/>
      </w:pPr>
      <w:rPr>
        <w:rFonts w:ascii="Symbol" w:hAnsi="Symbol" w:hint="default"/>
        <w:sz w:val="18"/>
        <w:szCs w:val="18"/>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7" w15:restartNumberingAfterBreak="0">
    <w:nsid w:val="419658E6"/>
    <w:multiLevelType w:val="multilevel"/>
    <w:tmpl w:val="7E5864EC"/>
    <w:lvl w:ilvl="0">
      <w:start w:val="1"/>
      <w:numFmt w:val="bullet"/>
      <w:lvlText w:val=""/>
      <w:lvlJc w:val="left"/>
      <w:pPr>
        <w:tabs>
          <w:tab w:val="num" w:pos="720"/>
        </w:tabs>
        <w:ind w:left="720" w:hanging="360"/>
      </w:pPr>
      <w:rPr>
        <w:rFonts w:ascii="Wingdings 3" w:hAnsi="Wingdings 3"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D77D27"/>
    <w:multiLevelType w:val="multilevel"/>
    <w:tmpl w:val="C3E24D1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90D54"/>
    <w:multiLevelType w:val="multilevel"/>
    <w:tmpl w:val="23CA7BC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11551"/>
    <w:multiLevelType w:val="multilevel"/>
    <w:tmpl w:val="25628D62"/>
    <w:lvl w:ilvl="0">
      <w:start w:val="1"/>
      <w:numFmt w:val="bullet"/>
      <w:lvlText w:val="-"/>
      <w:lvlJc w:val="left"/>
      <w:pPr>
        <w:tabs>
          <w:tab w:val="num" w:pos="360"/>
        </w:tabs>
        <w:ind w:left="360" w:hanging="360"/>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6F26F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F657847"/>
    <w:multiLevelType w:val="hybridMultilevel"/>
    <w:tmpl w:val="3FA4EE32"/>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4" w15:restartNumberingAfterBreak="0">
    <w:nsid w:val="601F5100"/>
    <w:multiLevelType w:val="hybridMultilevel"/>
    <w:tmpl w:val="0B785212"/>
    <w:lvl w:ilvl="0" w:tplc="040C000B">
      <w:start w:val="1"/>
      <w:numFmt w:val="bullet"/>
      <w:lvlText w:val=""/>
      <w:lvlJc w:val="left"/>
      <w:pPr>
        <w:tabs>
          <w:tab w:val="num" w:pos="353"/>
        </w:tabs>
        <w:ind w:left="353" w:hanging="360"/>
      </w:pPr>
      <w:rPr>
        <w:rFonts w:ascii="Wingdings" w:hAnsi="Wingdings" w:hint="default"/>
      </w:rPr>
    </w:lvl>
    <w:lvl w:ilvl="1" w:tplc="040C0003" w:tentative="1">
      <w:start w:val="1"/>
      <w:numFmt w:val="bullet"/>
      <w:lvlText w:val="o"/>
      <w:lvlJc w:val="left"/>
      <w:pPr>
        <w:tabs>
          <w:tab w:val="num" w:pos="1073"/>
        </w:tabs>
        <w:ind w:left="1073" w:hanging="360"/>
      </w:pPr>
      <w:rPr>
        <w:rFonts w:ascii="Courier New" w:hAnsi="Courier New" w:cs="Courier New" w:hint="default"/>
      </w:rPr>
    </w:lvl>
    <w:lvl w:ilvl="2" w:tplc="040C0005" w:tentative="1">
      <w:start w:val="1"/>
      <w:numFmt w:val="bullet"/>
      <w:lvlText w:val=""/>
      <w:lvlJc w:val="left"/>
      <w:pPr>
        <w:tabs>
          <w:tab w:val="num" w:pos="1793"/>
        </w:tabs>
        <w:ind w:left="1793" w:hanging="360"/>
      </w:pPr>
      <w:rPr>
        <w:rFonts w:ascii="Wingdings" w:hAnsi="Wingdings" w:hint="default"/>
      </w:rPr>
    </w:lvl>
    <w:lvl w:ilvl="3" w:tplc="040C0001" w:tentative="1">
      <w:start w:val="1"/>
      <w:numFmt w:val="bullet"/>
      <w:lvlText w:val=""/>
      <w:lvlJc w:val="left"/>
      <w:pPr>
        <w:tabs>
          <w:tab w:val="num" w:pos="2513"/>
        </w:tabs>
        <w:ind w:left="2513" w:hanging="360"/>
      </w:pPr>
      <w:rPr>
        <w:rFonts w:ascii="Symbol" w:hAnsi="Symbol" w:hint="default"/>
      </w:rPr>
    </w:lvl>
    <w:lvl w:ilvl="4" w:tplc="040C0003" w:tentative="1">
      <w:start w:val="1"/>
      <w:numFmt w:val="bullet"/>
      <w:lvlText w:val="o"/>
      <w:lvlJc w:val="left"/>
      <w:pPr>
        <w:tabs>
          <w:tab w:val="num" w:pos="3233"/>
        </w:tabs>
        <w:ind w:left="3233" w:hanging="360"/>
      </w:pPr>
      <w:rPr>
        <w:rFonts w:ascii="Courier New" w:hAnsi="Courier New" w:cs="Courier New" w:hint="default"/>
      </w:rPr>
    </w:lvl>
    <w:lvl w:ilvl="5" w:tplc="040C0005" w:tentative="1">
      <w:start w:val="1"/>
      <w:numFmt w:val="bullet"/>
      <w:lvlText w:val=""/>
      <w:lvlJc w:val="left"/>
      <w:pPr>
        <w:tabs>
          <w:tab w:val="num" w:pos="3953"/>
        </w:tabs>
        <w:ind w:left="3953" w:hanging="360"/>
      </w:pPr>
      <w:rPr>
        <w:rFonts w:ascii="Wingdings" w:hAnsi="Wingdings" w:hint="default"/>
      </w:rPr>
    </w:lvl>
    <w:lvl w:ilvl="6" w:tplc="040C0001" w:tentative="1">
      <w:start w:val="1"/>
      <w:numFmt w:val="bullet"/>
      <w:lvlText w:val=""/>
      <w:lvlJc w:val="left"/>
      <w:pPr>
        <w:tabs>
          <w:tab w:val="num" w:pos="4673"/>
        </w:tabs>
        <w:ind w:left="4673" w:hanging="360"/>
      </w:pPr>
      <w:rPr>
        <w:rFonts w:ascii="Symbol" w:hAnsi="Symbol" w:hint="default"/>
      </w:rPr>
    </w:lvl>
    <w:lvl w:ilvl="7" w:tplc="040C0003" w:tentative="1">
      <w:start w:val="1"/>
      <w:numFmt w:val="bullet"/>
      <w:lvlText w:val="o"/>
      <w:lvlJc w:val="left"/>
      <w:pPr>
        <w:tabs>
          <w:tab w:val="num" w:pos="5393"/>
        </w:tabs>
        <w:ind w:left="5393" w:hanging="360"/>
      </w:pPr>
      <w:rPr>
        <w:rFonts w:ascii="Courier New" w:hAnsi="Courier New" w:cs="Courier New" w:hint="default"/>
      </w:rPr>
    </w:lvl>
    <w:lvl w:ilvl="8" w:tplc="040C0005" w:tentative="1">
      <w:start w:val="1"/>
      <w:numFmt w:val="bullet"/>
      <w:lvlText w:val=""/>
      <w:lvlJc w:val="left"/>
      <w:pPr>
        <w:tabs>
          <w:tab w:val="num" w:pos="6113"/>
        </w:tabs>
        <w:ind w:left="6113" w:hanging="360"/>
      </w:pPr>
      <w:rPr>
        <w:rFonts w:ascii="Wingdings" w:hAnsi="Wingdings" w:hint="default"/>
      </w:rPr>
    </w:lvl>
  </w:abstractNum>
  <w:abstractNum w:abstractNumId="35"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3322542"/>
    <w:multiLevelType w:val="multilevel"/>
    <w:tmpl w:val="6A2CA51C"/>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BA2842"/>
    <w:multiLevelType w:val="multilevel"/>
    <w:tmpl w:val="F9E6A908"/>
    <w:lvl w:ilvl="0">
      <w:start w:val="1"/>
      <w:numFmt w:val="bullet"/>
      <w:lvlText w:val="-"/>
      <w:lvlJc w:val="left"/>
      <w:pPr>
        <w:tabs>
          <w:tab w:val="num" w:pos="36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47EBA"/>
    <w:multiLevelType w:val="multilevel"/>
    <w:tmpl w:val="B1DAA8A0"/>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A27BA"/>
    <w:multiLevelType w:val="hybridMultilevel"/>
    <w:tmpl w:val="83FE3CC8"/>
    <w:lvl w:ilvl="0" w:tplc="FB626940">
      <w:start w:val="1"/>
      <w:numFmt w:val="bullet"/>
      <w:lvlText w:val=""/>
      <w:lvlJc w:val="left"/>
      <w:pPr>
        <w:ind w:left="896" w:hanging="360"/>
      </w:pPr>
      <w:rPr>
        <w:rFonts w:ascii="Symbol" w:hAnsi="Symbol" w:hint="default"/>
        <w:sz w:val="18"/>
        <w:szCs w:val="18"/>
      </w:rPr>
    </w:lvl>
    <w:lvl w:ilvl="1" w:tplc="040C0003">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41" w15:restartNumberingAfterBreak="0">
    <w:nsid w:val="7CEF2E0C"/>
    <w:multiLevelType w:val="hybridMultilevel"/>
    <w:tmpl w:val="7E5864EC"/>
    <w:lvl w:ilvl="0" w:tplc="017AFD14">
      <w:start w:val="1"/>
      <w:numFmt w:val="bullet"/>
      <w:lvlText w:val=""/>
      <w:lvlJc w:val="left"/>
      <w:pPr>
        <w:tabs>
          <w:tab w:val="num" w:pos="720"/>
        </w:tabs>
        <w:ind w:left="720" w:hanging="360"/>
      </w:pPr>
      <w:rPr>
        <w:rFonts w:ascii="Wingdings 3" w:hAnsi="Wingdings 3"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01392"/>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EEE3B18"/>
    <w:multiLevelType w:val="hybridMultilevel"/>
    <w:tmpl w:val="A6629098"/>
    <w:lvl w:ilvl="0" w:tplc="FB626940">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9E2FE0"/>
    <w:multiLevelType w:val="multilevel"/>
    <w:tmpl w:val="E0CEF446"/>
    <w:lvl w:ilvl="0">
      <w:start w:val="1"/>
      <w:numFmt w:val="decimal"/>
      <w:isLgl/>
      <w:suff w:val="nothing"/>
      <w:lvlText w:val="ARTICLE %1. - "/>
      <w:lvlJc w:val="left"/>
      <w:pPr>
        <w:ind w:left="0" w:firstLine="0"/>
      </w:pPr>
      <w:rPr>
        <w:rFonts w:ascii="Times New Roman" w:hAnsi="Times New Roman" w:hint="default"/>
        <w:b/>
        <w:i w:val="0"/>
        <w:sz w:val="28"/>
        <w:szCs w:val="28"/>
        <w:u w:val="single"/>
      </w:rPr>
    </w:lvl>
    <w:lvl w:ilvl="1">
      <w:start w:val="1"/>
      <w:numFmt w:val="decimal"/>
      <w:suff w:val="space"/>
      <w:lvlText w:val="%1.%2."/>
      <w:lvlJc w:val="left"/>
      <w:pPr>
        <w:ind w:left="0"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0"/>
  </w:num>
  <w:num w:numId="2">
    <w:abstractNumId w:val="34"/>
  </w:num>
  <w:num w:numId="3">
    <w:abstractNumId w:val="41"/>
  </w:num>
  <w:num w:numId="4">
    <w:abstractNumId w:val="27"/>
  </w:num>
  <w:num w:numId="5">
    <w:abstractNumId w:val="28"/>
  </w:num>
  <w:num w:numId="6">
    <w:abstractNumId w:val="37"/>
  </w:num>
  <w:num w:numId="7">
    <w:abstractNumId w:val="19"/>
  </w:num>
  <w:num w:numId="8">
    <w:abstractNumId w:val="15"/>
  </w:num>
  <w:num w:numId="9">
    <w:abstractNumId w:val="19"/>
  </w:num>
  <w:num w:numId="10">
    <w:abstractNumId w:val="29"/>
  </w:num>
  <w:num w:numId="11">
    <w:abstractNumId w:val="19"/>
  </w:num>
  <w:num w:numId="12">
    <w:abstractNumId w:val="18"/>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39"/>
  </w:num>
  <w:num w:numId="25">
    <w:abstractNumId w:val="14"/>
  </w:num>
  <w:num w:numId="26">
    <w:abstractNumId w:val="17"/>
  </w:num>
  <w:num w:numId="27">
    <w:abstractNumId w:val="44"/>
  </w:num>
  <w:num w:numId="28">
    <w:abstractNumId w:val="32"/>
  </w:num>
  <w:num w:numId="29">
    <w:abstractNumId w:val="25"/>
  </w:num>
  <w:num w:numId="30">
    <w:abstractNumId w:val="42"/>
  </w:num>
  <w:num w:numId="31">
    <w:abstractNumId w:val="35"/>
  </w:num>
  <w:num w:numId="32">
    <w:abstractNumId w:val="11"/>
  </w:num>
  <w:num w:numId="33">
    <w:abstractNumId w:val="23"/>
  </w:num>
  <w:num w:numId="34">
    <w:abstractNumId w:val="36"/>
  </w:num>
  <w:num w:numId="35">
    <w:abstractNumId w:val="20"/>
  </w:num>
  <w:num w:numId="36">
    <w:abstractNumId w:val="31"/>
  </w:num>
  <w:num w:numId="37">
    <w:abstractNumId w:val="38"/>
  </w:num>
  <w:num w:numId="38">
    <w:abstractNumId w:val="24"/>
  </w:num>
  <w:num w:numId="39">
    <w:abstractNumId w:val="16"/>
  </w:num>
  <w:num w:numId="40">
    <w:abstractNumId w:val="30"/>
  </w:num>
  <w:num w:numId="41">
    <w:abstractNumId w:val="12"/>
  </w:num>
  <w:num w:numId="42">
    <w:abstractNumId w:val="21"/>
  </w:num>
  <w:num w:numId="43">
    <w:abstractNumId w:val="26"/>
  </w:num>
  <w:num w:numId="44">
    <w:abstractNumId w:val="22"/>
  </w:num>
  <w:num w:numId="45">
    <w:abstractNumId w:val="33"/>
  </w:num>
  <w:num w:numId="46">
    <w:abstractNumId w:val="40"/>
  </w:num>
  <w:num w:numId="47">
    <w:abstractNumId w:val="43"/>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0C"/>
    <w:rsid w:val="00001474"/>
    <w:rsid w:val="000119B4"/>
    <w:rsid w:val="000165E8"/>
    <w:rsid w:val="000177F4"/>
    <w:rsid w:val="0002202E"/>
    <w:rsid w:val="000230A3"/>
    <w:rsid w:val="0002514F"/>
    <w:rsid w:val="00051ADE"/>
    <w:rsid w:val="000609D4"/>
    <w:rsid w:val="00067A61"/>
    <w:rsid w:val="000B3B25"/>
    <w:rsid w:val="000B6980"/>
    <w:rsid w:val="000C0F7D"/>
    <w:rsid w:val="000C7C6F"/>
    <w:rsid w:val="000D08DE"/>
    <w:rsid w:val="000D7A4A"/>
    <w:rsid w:val="000D7E83"/>
    <w:rsid w:val="000E11D5"/>
    <w:rsid w:val="000E7804"/>
    <w:rsid w:val="000F1BEA"/>
    <w:rsid w:val="000F1E39"/>
    <w:rsid w:val="000F7A3A"/>
    <w:rsid w:val="000F7F13"/>
    <w:rsid w:val="00101046"/>
    <w:rsid w:val="001152D9"/>
    <w:rsid w:val="00120A91"/>
    <w:rsid w:val="0012399B"/>
    <w:rsid w:val="00141AE1"/>
    <w:rsid w:val="00150A8D"/>
    <w:rsid w:val="00157A00"/>
    <w:rsid w:val="0016716B"/>
    <w:rsid w:val="001672D1"/>
    <w:rsid w:val="00171444"/>
    <w:rsid w:val="00173653"/>
    <w:rsid w:val="00173E36"/>
    <w:rsid w:val="00194431"/>
    <w:rsid w:val="001A4DEF"/>
    <w:rsid w:val="001C7B3B"/>
    <w:rsid w:val="001D0535"/>
    <w:rsid w:val="001D104B"/>
    <w:rsid w:val="001D72D9"/>
    <w:rsid w:val="001D7C48"/>
    <w:rsid w:val="001E2C94"/>
    <w:rsid w:val="001E30F1"/>
    <w:rsid w:val="001E3DD3"/>
    <w:rsid w:val="001E6F2A"/>
    <w:rsid w:val="001E7EB7"/>
    <w:rsid w:val="001F129B"/>
    <w:rsid w:val="001F1AA8"/>
    <w:rsid w:val="001F7094"/>
    <w:rsid w:val="001F71EB"/>
    <w:rsid w:val="00200333"/>
    <w:rsid w:val="00205871"/>
    <w:rsid w:val="00217934"/>
    <w:rsid w:val="002356FA"/>
    <w:rsid w:val="00235A5B"/>
    <w:rsid w:val="00240DD0"/>
    <w:rsid w:val="002478E5"/>
    <w:rsid w:val="0025704C"/>
    <w:rsid w:val="00262774"/>
    <w:rsid w:val="00271411"/>
    <w:rsid w:val="00281AF0"/>
    <w:rsid w:val="00291523"/>
    <w:rsid w:val="002B521E"/>
    <w:rsid w:val="002C74E5"/>
    <w:rsid w:val="002D2FD2"/>
    <w:rsid w:val="002E25DC"/>
    <w:rsid w:val="002E2771"/>
    <w:rsid w:val="00302FBA"/>
    <w:rsid w:val="0030570C"/>
    <w:rsid w:val="003145B5"/>
    <w:rsid w:val="003161AF"/>
    <w:rsid w:val="00332390"/>
    <w:rsid w:val="003335F1"/>
    <w:rsid w:val="00353BDD"/>
    <w:rsid w:val="00354A9B"/>
    <w:rsid w:val="0035659C"/>
    <w:rsid w:val="00364E73"/>
    <w:rsid w:val="00385002"/>
    <w:rsid w:val="003854DE"/>
    <w:rsid w:val="0038710F"/>
    <w:rsid w:val="00387B7A"/>
    <w:rsid w:val="00391ABC"/>
    <w:rsid w:val="003A1D02"/>
    <w:rsid w:val="003B0E99"/>
    <w:rsid w:val="003B0F78"/>
    <w:rsid w:val="003C2A8A"/>
    <w:rsid w:val="003D7D58"/>
    <w:rsid w:val="003E1B80"/>
    <w:rsid w:val="00405810"/>
    <w:rsid w:val="00406526"/>
    <w:rsid w:val="00436672"/>
    <w:rsid w:val="004375C4"/>
    <w:rsid w:val="00440026"/>
    <w:rsid w:val="004403FB"/>
    <w:rsid w:val="004406E1"/>
    <w:rsid w:val="0044073D"/>
    <w:rsid w:val="004431D9"/>
    <w:rsid w:val="0044524F"/>
    <w:rsid w:val="00447496"/>
    <w:rsid w:val="0045063A"/>
    <w:rsid w:val="004566AC"/>
    <w:rsid w:val="00460DAF"/>
    <w:rsid w:val="004630BE"/>
    <w:rsid w:val="004676B2"/>
    <w:rsid w:val="004739B2"/>
    <w:rsid w:val="004842BE"/>
    <w:rsid w:val="00484E0C"/>
    <w:rsid w:val="00497FA0"/>
    <w:rsid w:val="004B565B"/>
    <w:rsid w:val="004C1963"/>
    <w:rsid w:val="004C2060"/>
    <w:rsid w:val="004C2D09"/>
    <w:rsid w:val="004E7CE6"/>
    <w:rsid w:val="00501D09"/>
    <w:rsid w:val="005054C5"/>
    <w:rsid w:val="00511197"/>
    <w:rsid w:val="005142C9"/>
    <w:rsid w:val="00526A89"/>
    <w:rsid w:val="00535675"/>
    <w:rsid w:val="005367D3"/>
    <w:rsid w:val="00537337"/>
    <w:rsid w:val="00546419"/>
    <w:rsid w:val="005560C7"/>
    <w:rsid w:val="00557704"/>
    <w:rsid w:val="00560EF7"/>
    <w:rsid w:val="005615B1"/>
    <w:rsid w:val="00570BC4"/>
    <w:rsid w:val="00585028"/>
    <w:rsid w:val="005A16B3"/>
    <w:rsid w:val="005A38DE"/>
    <w:rsid w:val="005B2777"/>
    <w:rsid w:val="005B294E"/>
    <w:rsid w:val="005B2BC6"/>
    <w:rsid w:val="005D33E2"/>
    <w:rsid w:val="005D4C17"/>
    <w:rsid w:val="005E2212"/>
    <w:rsid w:val="005F27C6"/>
    <w:rsid w:val="006028D8"/>
    <w:rsid w:val="0061337F"/>
    <w:rsid w:val="006137AF"/>
    <w:rsid w:val="00613DE7"/>
    <w:rsid w:val="00625195"/>
    <w:rsid w:val="00632B2D"/>
    <w:rsid w:val="00640048"/>
    <w:rsid w:val="00640DA8"/>
    <w:rsid w:val="006426DC"/>
    <w:rsid w:val="00642E26"/>
    <w:rsid w:val="00651964"/>
    <w:rsid w:val="00665227"/>
    <w:rsid w:val="006700F9"/>
    <w:rsid w:val="00672C7C"/>
    <w:rsid w:val="006949EA"/>
    <w:rsid w:val="0069548C"/>
    <w:rsid w:val="006C3F66"/>
    <w:rsid w:val="006D6484"/>
    <w:rsid w:val="006E4819"/>
    <w:rsid w:val="006F2ECC"/>
    <w:rsid w:val="00711FFE"/>
    <w:rsid w:val="00724320"/>
    <w:rsid w:val="00741891"/>
    <w:rsid w:val="007421C8"/>
    <w:rsid w:val="00763A48"/>
    <w:rsid w:val="007811B2"/>
    <w:rsid w:val="00781966"/>
    <w:rsid w:val="00781DB6"/>
    <w:rsid w:val="00790DB0"/>
    <w:rsid w:val="00794EE6"/>
    <w:rsid w:val="007B0B88"/>
    <w:rsid w:val="007B3AA8"/>
    <w:rsid w:val="007B5DD7"/>
    <w:rsid w:val="007C7D3A"/>
    <w:rsid w:val="007D3FF3"/>
    <w:rsid w:val="007E29A7"/>
    <w:rsid w:val="007F6380"/>
    <w:rsid w:val="00800F4C"/>
    <w:rsid w:val="00805FD0"/>
    <w:rsid w:val="00812952"/>
    <w:rsid w:val="00817BD4"/>
    <w:rsid w:val="00822562"/>
    <w:rsid w:val="00826473"/>
    <w:rsid w:val="00844D41"/>
    <w:rsid w:val="008460CF"/>
    <w:rsid w:val="00846B5F"/>
    <w:rsid w:val="00861452"/>
    <w:rsid w:val="0087428E"/>
    <w:rsid w:val="00874B6C"/>
    <w:rsid w:val="00885617"/>
    <w:rsid w:val="00890738"/>
    <w:rsid w:val="008945BE"/>
    <w:rsid w:val="008C3608"/>
    <w:rsid w:val="008C6146"/>
    <w:rsid w:val="008D7AC2"/>
    <w:rsid w:val="008E0C5E"/>
    <w:rsid w:val="008E52B9"/>
    <w:rsid w:val="008E5811"/>
    <w:rsid w:val="008F319E"/>
    <w:rsid w:val="0091121F"/>
    <w:rsid w:val="00917402"/>
    <w:rsid w:val="009229B0"/>
    <w:rsid w:val="009356A4"/>
    <w:rsid w:val="00937861"/>
    <w:rsid w:val="00941791"/>
    <w:rsid w:val="00943B3E"/>
    <w:rsid w:val="009610CD"/>
    <w:rsid w:val="00980058"/>
    <w:rsid w:val="00987CEC"/>
    <w:rsid w:val="00991EC8"/>
    <w:rsid w:val="0099579D"/>
    <w:rsid w:val="009A4C39"/>
    <w:rsid w:val="009B5DAA"/>
    <w:rsid w:val="009B5F69"/>
    <w:rsid w:val="009C4984"/>
    <w:rsid w:val="009D35B0"/>
    <w:rsid w:val="009E2A17"/>
    <w:rsid w:val="009E2C42"/>
    <w:rsid w:val="009E44E7"/>
    <w:rsid w:val="009F6F70"/>
    <w:rsid w:val="00A04674"/>
    <w:rsid w:val="00A04BC7"/>
    <w:rsid w:val="00A06452"/>
    <w:rsid w:val="00A06A3B"/>
    <w:rsid w:val="00A140A3"/>
    <w:rsid w:val="00A30A85"/>
    <w:rsid w:val="00A334CD"/>
    <w:rsid w:val="00A356FF"/>
    <w:rsid w:val="00A42B07"/>
    <w:rsid w:val="00A50954"/>
    <w:rsid w:val="00A56501"/>
    <w:rsid w:val="00A56BEE"/>
    <w:rsid w:val="00A73080"/>
    <w:rsid w:val="00A73DB0"/>
    <w:rsid w:val="00A957AC"/>
    <w:rsid w:val="00AA6FB6"/>
    <w:rsid w:val="00AB6553"/>
    <w:rsid w:val="00AB7014"/>
    <w:rsid w:val="00AC02CE"/>
    <w:rsid w:val="00AC437A"/>
    <w:rsid w:val="00AC7D03"/>
    <w:rsid w:val="00AD084F"/>
    <w:rsid w:val="00AD431C"/>
    <w:rsid w:val="00AD438A"/>
    <w:rsid w:val="00AE062D"/>
    <w:rsid w:val="00AE2BA9"/>
    <w:rsid w:val="00AE3808"/>
    <w:rsid w:val="00AF6D8B"/>
    <w:rsid w:val="00AF7550"/>
    <w:rsid w:val="00B0232E"/>
    <w:rsid w:val="00B03847"/>
    <w:rsid w:val="00B146B0"/>
    <w:rsid w:val="00B15ECF"/>
    <w:rsid w:val="00B16DDA"/>
    <w:rsid w:val="00B27087"/>
    <w:rsid w:val="00B43810"/>
    <w:rsid w:val="00B51868"/>
    <w:rsid w:val="00B57D50"/>
    <w:rsid w:val="00B769C3"/>
    <w:rsid w:val="00B923FE"/>
    <w:rsid w:val="00B93A3C"/>
    <w:rsid w:val="00B978CA"/>
    <w:rsid w:val="00BA6407"/>
    <w:rsid w:val="00BA7C3A"/>
    <w:rsid w:val="00BB477C"/>
    <w:rsid w:val="00BB4EAE"/>
    <w:rsid w:val="00BB690B"/>
    <w:rsid w:val="00BB7C54"/>
    <w:rsid w:val="00BB7DEE"/>
    <w:rsid w:val="00BF225A"/>
    <w:rsid w:val="00C1143C"/>
    <w:rsid w:val="00C209B4"/>
    <w:rsid w:val="00C32051"/>
    <w:rsid w:val="00C34051"/>
    <w:rsid w:val="00C34FF0"/>
    <w:rsid w:val="00C83C47"/>
    <w:rsid w:val="00C84BA9"/>
    <w:rsid w:val="00C86551"/>
    <w:rsid w:val="00C91282"/>
    <w:rsid w:val="00CD6776"/>
    <w:rsid w:val="00CF243D"/>
    <w:rsid w:val="00CF50AB"/>
    <w:rsid w:val="00D03C54"/>
    <w:rsid w:val="00D3055B"/>
    <w:rsid w:val="00D354FA"/>
    <w:rsid w:val="00D52BF1"/>
    <w:rsid w:val="00D574E4"/>
    <w:rsid w:val="00D7080E"/>
    <w:rsid w:val="00D71DFD"/>
    <w:rsid w:val="00DA1EAC"/>
    <w:rsid w:val="00DA43AB"/>
    <w:rsid w:val="00DA6AD6"/>
    <w:rsid w:val="00DB2236"/>
    <w:rsid w:val="00DB320D"/>
    <w:rsid w:val="00DB4419"/>
    <w:rsid w:val="00DC2C86"/>
    <w:rsid w:val="00DC2F6D"/>
    <w:rsid w:val="00DC4F00"/>
    <w:rsid w:val="00DD226E"/>
    <w:rsid w:val="00DF6DF2"/>
    <w:rsid w:val="00E0703C"/>
    <w:rsid w:val="00E079C7"/>
    <w:rsid w:val="00E1237D"/>
    <w:rsid w:val="00E12CE4"/>
    <w:rsid w:val="00E140D1"/>
    <w:rsid w:val="00E40534"/>
    <w:rsid w:val="00E420C5"/>
    <w:rsid w:val="00E44C8C"/>
    <w:rsid w:val="00E510A8"/>
    <w:rsid w:val="00E54171"/>
    <w:rsid w:val="00E54C42"/>
    <w:rsid w:val="00E56578"/>
    <w:rsid w:val="00E75942"/>
    <w:rsid w:val="00E857AA"/>
    <w:rsid w:val="00E857EF"/>
    <w:rsid w:val="00E87034"/>
    <w:rsid w:val="00E9035F"/>
    <w:rsid w:val="00EA032B"/>
    <w:rsid w:val="00ED667A"/>
    <w:rsid w:val="00EE2E33"/>
    <w:rsid w:val="00EF40EA"/>
    <w:rsid w:val="00EF458D"/>
    <w:rsid w:val="00F02D64"/>
    <w:rsid w:val="00F11A38"/>
    <w:rsid w:val="00F125C8"/>
    <w:rsid w:val="00F17420"/>
    <w:rsid w:val="00F2473F"/>
    <w:rsid w:val="00F255FF"/>
    <w:rsid w:val="00F44AFF"/>
    <w:rsid w:val="00F4794C"/>
    <w:rsid w:val="00F54E8F"/>
    <w:rsid w:val="00F7329D"/>
    <w:rsid w:val="00F81792"/>
    <w:rsid w:val="00F823A0"/>
    <w:rsid w:val="00F91D1F"/>
    <w:rsid w:val="00F93BAF"/>
    <w:rsid w:val="00FA635C"/>
    <w:rsid w:val="00FB5E51"/>
    <w:rsid w:val="00FC6543"/>
    <w:rsid w:val="00FE4D7D"/>
    <w:rsid w:val="00FF314D"/>
    <w:rsid w:val="00FF6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38F5E"/>
  <w15:docId w15:val="{B19EC101-CD58-4584-8056-E670B155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rsid w:val="00A50954"/>
    <w:pPr>
      <w:keepNext/>
      <w:keepLines/>
      <w:widowControl/>
      <w:numPr>
        <w:numId w:val="25"/>
      </w:numPr>
      <w:spacing w:before="360" w:after="240"/>
      <w:ind w:left="0"/>
      <w:outlineLvl w:val="0"/>
    </w:pPr>
    <w:rPr>
      <w:b/>
      <w:caps/>
      <w:sz w:val="26"/>
      <w:szCs w:val="26"/>
      <w:u w:val="single"/>
    </w:rPr>
  </w:style>
  <w:style w:type="paragraph" w:styleId="En-tte">
    <w:name w:val="header"/>
    <w:basedOn w:val="Normal"/>
    <w:semiHidden/>
    <w:rsid w:val="001F71EB"/>
    <w:pPr>
      <w:tabs>
        <w:tab w:val="center" w:pos="4536"/>
        <w:tab w:val="right" w:pos="9072"/>
      </w:tabs>
    </w:pPr>
  </w:style>
  <w:style w:type="paragraph" w:styleId="Notedebasdepage">
    <w:name w:val="footnote text"/>
    <w:basedOn w:val="Normal"/>
    <w:link w:val="NotedebasdepageCar"/>
    <w:rsid w:val="00120A91"/>
    <w:pPr>
      <w:overflowPunct w:val="0"/>
      <w:autoSpaceDE w:val="0"/>
      <w:autoSpaceDN w:val="0"/>
      <w:adjustRightInd w:val="0"/>
      <w:textAlignment w:val="baseline"/>
    </w:pPr>
    <w:rPr>
      <w:sz w:val="20"/>
      <w:szCs w:val="20"/>
    </w:rPr>
  </w:style>
  <w:style w:type="paragraph" w:customStyle="1" w:styleId="DCETexte">
    <w:name w:val="DCE Texte"/>
    <w:basedOn w:val="Normal"/>
    <w:link w:val="DCETexteCar"/>
    <w:qFormat/>
    <w:rsid w:val="0091121F"/>
    <w:pPr>
      <w:widowControl/>
      <w:spacing w:before="120" w:after="120"/>
      <w:jc w:val="both"/>
    </w:pPr>
  </w:style>
  <w:style w:type="paragraph" w:styleId="Pieddepage">
    <w:name w:val="footer"/>
    <w:basedOn w:val="Normal"/>
    <w:semiHidden/>
    <w:pPr>
      <w:tabs>
        <w:tab w:val="center" w:pos="4536"/>
        <w:tab w:val="right" w:pos="9072"/>
      </w:tabs>
    </w:pPr>
  </w:style>
  <w:style w:type="character" w:styleId="Appelnotedebasdep">
    <w:name w:val="footnote reference"/>
    <w:rsid w:val="00120A91"/>
    <w:rPr>
      <w:vertAlign w:val="superscript"/>
    </w:rPr>
  </w:style>
  <w:style w:type="character" w:styleId="Numrodepage">
    <w:name w:val="page number"/>
    <w:basedOn w:val="Policepardfaut"/>
    <w:semiHidden/>
  </w:style>
  <w:style w:type="paragraph" w:customStyle="1" w:styleId="DCETitre2">
    <w:name w:val="DCE Titre 2"/>
    <w:basedOn w:val="Normal"/>
    <w:next w:val="DCETitre3"/>
    <w:rsid w:val="00A50954"/>
    <w:pPr>
      <w:keepNext/>
      <w:keepLines/>
      <w:widowControl/>
      <w:numPr>
        <w:ilvl w:val="1"/>
        <w:numId w:val="25"/>
      </w:numPr>
      <w:spacing w:before="240" w:after="240"/>
      <w:outlineLvl w:val="1"/>
    </w:pPr>
    <w:rPr>
      <w:b/>
    </w:rPr>
  </w:style>
  <w:style w:type="paragraph" w:customStyle="1" w:styleId="DCEPucea">
    <w:name w:val="DCE Puce a)"/>
    <w:basedOn w:val="Corpstexte"/>
    <w:rsid w:val="007B5DD7"/>
    <w:pPr>
      <w:numPr>
        <w:numId w:val="11"/>
      </w:numPr>
    </w:pPr>
  </w:style>
  <w:style w:type="character" w:styleId="Lienhypertexte">
    <w:name w:val="Hyperlink"/>
    <w:semiHidden/>
    <w:rsid w:val="00120A91"/>
    <w:rPr>
      <w:color w:val="0000FF"/>
      <w:u w:val="single"/>
    </w:rPr>
  </w:style>
  <w:style w:type="paragraph" w:customStyle="1" w:styleId="Sous-article">
    <w:name w:val="Sous-article"/>
    <w:basedOn w:val="Normal"/>
    <w:semiHidden/>
    <w:rsid w:val="00C34FF0"/>
    <w:pPr>
      <w:spacing w:before="120" w:after="240"/>
    </w:pPr>
    <w:rPr>
      <w:b/>
    </w:rPr>
  </w:style>
  <w:style w:type="paragraph" w:customStyle="1" w:styleId="Article">
    <w:name w:val="Article"/>
    <w:basedOn w:val="Normal"/>
    <w:semiHidden/>
    <w:rsid w:val="00E079C7"/>
    <w:pPr>
      <w:spacing w:before="240" w:after="240"/>
      <w:jc w:val="both"/>
    </w:pPr>
    <w:rPr>
      <w:b/>
      <w:caps/>
      <w:u w:val="single"/>
    </w:rPr>
  </w:style>
  <w:style w:type="paragraph" w:customStyle="1" w:styleId="Puce1">
    <w:name w:val="Puce1"/>
    <w:basedOn w:val="Normal"/>
    <w:semiHidden/>
    <w:rsid w:val="00F255FF"/>
    <w:pPr>
      <w:tabs>
        <w:tab w:val="num" w:pos="720"/>
      </w:tabs>
      <w:spacing w:before="120" w:after="240"/>
      <w:ind w:left="714" w:hanging="357"/>
    </w:pPr>
  </w:style>
  <w:style w:type="paragraph" w:customStyle="1" w:styleId="Corpstexte">
    <w:name w:val="Corps texte"/>
    <w:basedOn w:val="Normal"/>
    <w:semiHidden/>
    <w:rsid w:val="00C34FF0"/>
    <w:pPr>
      <w:numPr>
        <w:numId w:val="5"/>
      </w:numPr>
      <w:spacing w:before="120" w:after="240"/>
    </w:pPr>
  </w:style>
  <w:style w:type="paragraph" w:customStyle="1" w:styleId="Texteparagraphe">
    <w:name w:val="Texte paragraphe"/>
    <w:basedOn w:val="Normal"/>
    <w:semiHidden/>
    <w:rsid w:val="007C7D3A"/>
    <w:pPr>
      <w:widowControl/>
      <w:spacing w:after="240"/>
      <w:jc w:val="both"/>
    </w:pPr>
  </w:style>
  <w:style w:type="paragraph" w:customStyle="1" w:styleId="StyleCentr">
    <w:name w:val="Style Centré"/>
    <w:basedOn w:val="Normal"/>
    <w:semiHidden/>
    <w:rsid w:val="00E079C7"/>
    <w:pPr>
      <w:jc w:val="center"/>
    </w:pPr>
    <w:rPr>
      <w:szCs w:val="20"/>
    </w:rPr>
  </w:style>
  <w:style w:type="paragraph" w:customStyle="1" w:styleId="DCETitre3">
    <w:name w:val="DCE Titre 3"/>
    <w:basedOn w:val="Normal"/>
    <w:next w:val="DCETitre4"/>
    <w:link w:val="DCETitre3CarCar"/>
    <w:rsid w:val="00235A5B"/>
    <w:pPr>
      <w:keepNext/>
      <w:keepLines/>
      <w:widowControl/>
      <w:numPr>
        <w:ilvl w:val="2"/>
        <w:numId w:val="25"/>
      </w:numPr>
      <w:spacing w:before="240" w:after="120"/>
      <w:outlineLvl w:val="2"/>
    </w:pPr>
    <w:rPr>
      <w:b/>
      <w:i/>
    </w:rPr>
  </w:style>
  <w:style w:type="character" w:customStyle="1" w:styleId="DCETitre3CarCar">
    <w:name w:val="DCE Titre 3 Car Car"/>
    <w:link w:val="DCETitre3"/>
    <w:rsid w:val="00235A5B"/>
    <w:rPr>
      <w:b/>
      <w:i/>
      <w:sz w:val="24"/>
      <w:szCs w:val="24"/>
      <w:lang w:val="fr-FR" w:eastAsia="fr-FR" w:bidi="ar-SA"/>
    </w:rPr>
  </w:style>
  <w:style w:type="paragraph" w:customStyle="1" w:styleId="DCETitre4">
    <w:name w:val="DCE Titre 4"/>
    <w:basedOn w:val="DCETitre3"/>
    <w:rsid w:val="00A50954"/>
    <w:pPr>
      <w:numPr>
        <w:ilvl w:val="3"/>
      </w:numPr>
      <w:outlineLvl w:val="3"/>
    </w:pPr>
    <w:rPr>
      <w:b w:val="0"/>
      <w:sz w:val="22"/>
    </w:rPr>
  </w:style>
  <w:style w:type="paragraph" w:customStyle="1" w:styleId="DCETiret">
    <w:name w:val="DCE Tiret"/>
    <w:basedOn w:val="DCETexte"/>
    <w:rsid w:val="00613DE7"/>
    <w:pPr>
      <w:numPr>
        <w:numId w:val="26"/>
      </w:numPr>
      <w:tabs>
        <w:tab w:val="clear" w:pos="1287"/>
        <w:tab w:val="left" w:pos="851"/>
      </w:tabs>
      <w:spacing w:after="160"/>
      <w:ind w:left="851" w:hanging="284"/>
    </w:pPr>
  </w:style>
  <w:style w:type="table" w:styleId="Grilledutableau">
    <w:name w:val="Table Grid"/>
    <w:basedOn w:val="TableauNormal"/>
    <w:semiHidden/>
    <w:rsid w:val="006426DC"/>
    <w:pPr>
      <w:overflowPunct w:val="0"/>
      <w:autoSpaceDE w:val="0"/>
      <w:autoSpaceDN w:val="0"/>
      <w:adjustRightInd w:val="0"/>
    </w:pPr>
    <w:rPr>
      <w:rFonts w:ascii="Bookman" w:hAnsi="Bookman" w:cs="Book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
    <w:name w:val="DCE"/>
    <w:basedOn w:val="En-tte"/>
    <w:rsid w:val="003B0F78"/>
    <w:pPr>
      <w:widowControl/>
      <w:pBdr>
        <w:top w:val="single" w:sz="4" w:space="1" w:color="auto"/>
        <w:left w:val="single" w:sz="4" w:space="4" w:color="auto"/>
        <w:bottom w:val="single" w:sz="4" w:space="1" w:color="auto"/>
        <w:right w:val="single" w:sz="4" w:space="4" w:color="auto"/>
      </w:pBdr>
      <w:tabs>
        <w:tab w:val="clear" w:pos="4536"/>
      </w:tabs>
      <w:ind w:left="3119" w:right="2863"/>
      <w:jc w:val="center"/>
    </w:pPr>
    <w:rPr>
      <w:b/>
      <w:sz w:val="52"/>
      <w:szCs w:val="52"/>
    </w:rPr>
  </w:style>
  <w:style w:type="table" w:customStyle="1" w:styleId="DCETableau">
    <w:name w:val="DCE Tableau"/>
    <w:basedOn w:val="Grilledutableau"/>
    <w:rsid w:val="00A56501"/>
    <w:rPr>
      <w:rFonts w:ascii="Times New Roman" w:hAnsi="Times New Roman"/>
      <w:sz w:val="24"/>
      <w:szCs w:val="24"/>
    </w:rPr>
    <w:tblPr>
      <w:jc w:val="center"/>
    </w:tblPr>
    <w:trPr>
      <w:jc w:val="center"/>
    </w:trPr>
    <w:tcPr>
      <w:vAlign w:val="center"/>
    </w:tcPr>
  </w:style>
  <w:style w:type="table" w:styleId="Grilledetableau1">
    <w:name w:val="Table Grid 1"/>
    <w:basedOn w:val="TableauNormal"/>
    <w:semiHidden/>
    <w:rsid w:val="00E5657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CECadre6pt">
    <w:name w:val="DCE Cadre 6 pt"/>
    <w:basedOn w:val="DCETexte"/>
    <w:rsid w:val="00EF458D"/>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sid w:val="00A04BC7"/>
    <w:rPr>
      <w:rFonts w:ascii="Tahoma" w:hAnsi="Tahoma" w:cs="Tahoma"/>
      <w:sz w:val="16"/>
      <w:szCs w:val="16"/>
    </w:rPr>
  </w:style>
  <w:style w:type="paragraph" w:styleId="TM2">
    <w:name w:val="toc 2"/>
    <w:basedOn w:val="Normal"/>
    <w:next w:val="Normal"/>
    <w:autoRedefine/>
    <w:semiHidden/>
    <w:rsid w:val="00822562"/>
    <w:pPr>
      <w:widowControl/>
      <w:ind w:left="238" w:right="454"/>
    </w:pPr>
    <w:rPr>
      <w:sz w:val="22"/>
      <w:szCs w:val="22"/>
    </w:rPr>
  </w:style>
  <w:style w:type="paragraph" w:styleId="TM1">
    <w:name w:val="toc 1"/>
    <w:basedOn w:val="Normal"/>
    <w:next w:val="Normal"/>
    <w:autoRedefine/>
    <w:semiHidden/>
    <w:rsid w:val="00822562"/>
    <w:pPr>
      <w:keepNext/>
      <w:keepLines/>
      <w:widowControl/>
      <w:tabs>
        <w:tab w:val="right" w:leader="dot" w:pos="8777"/>
      </w:tabs>
      <w:spacing w:before="160" w:line="360" w:lineRule="auto"/>
    </w:pPr>
    <w:rPr>
      <w:b/>
      <w:caps/>
      <w:sz w:val="22"/>
      <w:szCs w:val="22"/>
    </w:rPr>
  </w:style>
  <w:style w:type="paragraph" w:styleId="TM3">
    <w:name w:val="toc 3"/>
    <w:basedOn w:val="Normal"/>
    <w:next w:val="Normal"/>
    <w:autoRedefine/>
    <w:semiHidden/>
    <w:rsid w:val="00822562"/>
    <w:pPr>
      <w:ind w:left="482" w:right="454"/>
    </w:pPr>
    <w:rPr>
      <w:i/>
      <w:sz w:val="22"/>
    </w:rPr>
  </w:style>
  <w:style w:type="paragraph" w:customStyle="1" w:styleId="DCEAnnexe">
    <w:name w:val="DCE Annexe"/>
    <w:basedOn w:val="Normal"/>
    <w:next w:val="DCETexte"/>
    <w:rsid w:val="00DC2C86"/>
    <w:pPr>
      <w:spacing w:after="240"/>
      <w:jc w:val="center"/>
    </w:pPr>
    <w:rPr>
      <w:b/>
      <w:spacing w:val="20"/>
    </w:rPr>
  </w:style>
  <w:style w:type="paragraph" w:styleId="TM4">
    <w:name w:val="toc 4"/>
    <w:basedOn w:val="Normal"/>
    <w:next w:val="Normal"/>
    <w:autoRedefine/>
    <w:semiHidden/>
    <w:rsid w:val="00822562"/>
    <w:pPr>
      <w:spacing w:before="240"/>
      <w:ind w:right="454"/>
    </w:pPr>
    <w:rPr>
      <w:b/>
      <w:sz w:val="22"/>
    </w:rPr>
  </w:style>
  <w:style w:type="numbering" w:styleId="111111">
    <w:name w:val="Outline List 2"/>
    <w:basedOn w:val="Aucuneliste"/>
    <w:semiHidden/>
    <w:rsid w:val="00173653"/>
    <w:pPr>
      <w:numPr>
        <w:numId w:val="28"/>
      </w:numPr>
    </w:pPr>
  </w:style>
  <w:style w:type="numbering" w:styleId="1ai">
    <w:name w:val="Outline List 1"/>
    <w:basedOn w:val="Aucuneliste"/>
    <w:semiHidden/>
    <w:rsid w:val="00173653"/>
    <w:pPr>
      <w:numPr>
        <w:numId w:val="29"/>
      </w:numPr>
    </w:pPr>
  </w:style>
  <w:style w:type="character" w:styleId="Accentuation">
    <w:name w:val="Emphasis"/>
    <w:qFormat/>
    <w:rsid w:val="00173653"/>
    <w:rPr>
      <w:i/>
      <w:iCs/>
    </w:rPr>
  </w:style>
  <w:style w:type="character" w:styleId="AcronymeHTML">
    <w:name w:val="HTML Acronym"/>
    <w:basedOn w:val="Policepardfaut"/>
    <w:semiHidden/>
    <w:rsid w:val="00173653"/>
  </w:style>
  <w:style w:type="paragraph" w:styleId="Adressedestinataire">
    <w:name w:val="envelope address"/>
    <w:basedOn w:val="Normal"/>
    <w:semiHidden/>
    <w:rsid w:val="00173653"/>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173653"/>
    <w:rPr>
      <w:rFonts w:ascii="Arial" w:hAnsi="Arial" w:cs="Arial"/>
      <w:sz w:val="20"/>
      <w:szCs w:val="20"/>
    </w:rPr>
  </w:style>
  <w:style w:type="paragraph" w:styleId="AdresseHTML">
    <w:name w:val="HTML Address"/>
    <w:basedOn w:val="Normal"/>
    <w:semiHidden/>
    <w:rsid w:val="00173653"/>
    <w:rPr>
      <w:i/>
      <w:iCs/>
    </w:rPr>
  </w:style>
  <w:style w:type="numbering" w:styleId="ArticleSection">
    <w:name w:val="Outline List 3"/>
    <w:basedOn w:val="Aucuneliste"/>
    <w:semiHidden/>
    <w:rsid w:val="00173653"/>
    <w:pPr>
      <w:numPr>
        <w:numId w:val="30"/>
      </w:numPr>
    </w:pPr>
  </w:style>
  <w:style w:type="character" w:styleId="CitationHTML">
    <w:name w:val="HTML Cite"/>
    <w:semiHidden/>
    <w:rsid w:val="00173653"/>
    <w:rPr>
      <w:i/>
      <w:iCs/>
    </w:rPr>
  </w:style>
  <w:style w:type="table" w:styleId="Tableauclassique1">
    <w:name w:val="Table Classic 1"/>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73653"/>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73653"/>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73653"/>
    <w:rPr>
      <w:rFonts w:ascii="Courier New" w:hAnsi="Courier New" w:cs="Courier New"/>
      <w:sz w:val="20"/>
      <w:szCs w:val="20"/>
    </w:rPr>
  </w:style>
  <w:style w:type="character" w:styleId="CodeHTML">
    <w:name w:val="HTML Code"/>
    <w:semiHidden/>
    <w:rsid w:val="00173653"/>
    <w:rPr>
      <w:rFonts w:ascii="Courier New" w:hAnsi="Courier New" w:cs="Courier New"/>
      <w:sz w:val="20"/>
      <w:szCs w:val="20"/>
    </w:rPr>
  </w:style>
  <w:style w:type="table" w:styleId="Colonnesdetableau1">
    <w:name w:val="Table Columns 1"/>
    <w:basedOn w:val="TableauNormal"/>
    <w:semiHidden/>
    <w:rsid w:val="00173653"/>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73653"/>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73653"/>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73653"/>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73653"/>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73653"/>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73653"/>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73653"/>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73653"/>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73653"/>
    <w:pPr>
      <w:spacing w:after="120"/>
    </w:pPr>
  </w:style>
  <w:style w:type="paragraph" w:styleId="Corpsdetexte2">
    <w:name w:val="Body Text 2"/>
    <w:basedOn w:val="Normal"/>
    <w:semiHidden/>
    <w:rsid w:val="00173653"/>
    <w:pPr>
      <w:spacing w:after="120" w:line="480" w:lineRule="auto"/>
    </w:pPr>
  </w:style>
  <w:style w:type="paragraph" w:styleId="Corpsdetexte3">
    <w:name w:val="Body Text 3"/>
    <w:basedOn w:val="Normal"/>
    <w:semiHidden/>
    <w:rsid w:val="00173653"/>
    <w:pPr>
      <w:spacing w:after="120"/>
    </w:pPr>
    <w:rPr>
      <w:sz w:val="16"/>
      <w:szCs w:val="16"/>
    </w:rPr>
  </w:style>
  <w:style w:type="character" w:styleId="DfinitionHTML">
    <w:name w:val="HTML Definition"/>
    <w:semiHidden/>
    <w:rsid w:val="00173653"/>
    <w:rPr>
      <w:i/>
      <w:iCs/>
    </w:rPr>
  </w:style>
  <w:style w:type="table" w:styleId="Effetsdetableau3D2">
    <w:name w:val="Table 3D effects 2"/>
    <w:basedOn w:val="TableauNormal"/>
    <w:semiHidden/>
    <w:rsid w:val="00173653"/>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73653"/>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73653"/>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73653"/>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173653"/>
    <w:rPr>
      <w:b/>
      <w:bCs/>
    </w:rPr>
  </w:style>
  <w:style w:type="paragraph" w:styleId="En-ttedemessage">
    <w:name w:val="Message Header"/>
    <w:basedOn w:val="Normal"/>
    <w:semiHidden/>
    <w:rsid w:val="001736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173653"/>
    <w:rPr>
      <w:rFonts w:ascii="Courier New" w:hAnsi="Courier New" w:cs="Courier New"/>
    </w:rPr>
  </w:style>
  <w:style w:type="paragraph" w:styleId="Formuledepolitesse">
    <w:name w:val="Closing"/>
    <w:basedOn w:val="Normal"/>
    <w:semiHidden/>
    <w:rsid w:val="00173653"/>
    <w:pPr>
      <w:ind w:left="4252"/>
    </w:pPr>
  </w:style>
  <w:style w:type="table" w:styleId="Grilledetableau2">
    <w:name w:val="Table Grid 2"/>
    <w:basedOn w:val="TableauNormal"/>
    <w:semiHidden/>
    <w:rsid w:val="00173653"/>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73653"/>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73653"/>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73653"/>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73653"/>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173653"/>
    <w:rPr>
      <w:color w:val="800080"/>
      <w:u w:val="single"/>
    </w:rPr>
  </w:style>
  <w:style w:type="paragraph" w:styleId="Liste">
    <w:name w:val="List"/>
    <w:basedOn w:val="Normal"/>
    <w:semiHidden/>
    <w:rsid w:val="00173653"/>
    <w:pPr>
      <w:ind w:left="283" w:hanging="283"/>
    </w:pPr>
  </w:style>
  <w:style w:type="paragraph" w:styleId="Liste2">
    <w:name w:val="List 2"/>
    <w:basedOn w:val="Normal"/>
    <w:semiHidden/>
    <w:rsid w:val="00173653"/>
    <w:pPr>
      <w:ind w:left="566" w:hanging="283"/>
    </w:pPr>
  </w:style>
  <w:style w:type="paragraph" w:styleId="Liste3">
    <w:name w:val="List 3"/>
    <w:basedOn w:val="Normal"/>
    <w:semiHidden/>
    <w:rsid w:val="00173653"/>
    <w:pPr>
      <w:ind w:left="849" w:hanging="283"/>
    </w:pPr>
  </w:style>
  <w:style w:type="paragraph" w:styleId="Liste4">
    <w:name w:val="List 4"/>
    <w:basedOn w:val="Normal"/>
    <w:semiHidden/>
    <w:rsid w:val="00173653"/>
    <w:pPr>
      <w:ind w:left="1132" w:hanging="283"/>
    </w:pPr>
  </w:style>
  <w:style w:type="paragraph" w:styleId="Liste5">
    <w:name w:val="List 5"/>
    <w:basedOn w:val="Normal"/>
    <w:semiHidden/>
    <w:rsid w:val="00173653"/>
    <w:pPr>
      <w:ind w:left="1415" w:hanging="283"/>
    </w:pPr>
  </w:style>
  <w:style w:type="paragraph" w:styleId="Listenumros">
    <w:name w:val="List Number"/>
    <w:basedOn w:val="Normal"/>
    <w:semiHidden/>
    <w:rsid w:val="00173653"/>
    <w:pPr>
      <w:numPr>
        <w:numId w:val="14"/>
      </w:numPr>
    </w:pPr>
  </w:style>
  <w:style w:type="paragraph" w:styleId="Listenumros2">
    <w:name w:val="List Number 2"/>
    <w:basedOn w:val="Normal"/>
    <w:semiHidden/>
    <w:rsid w:val="00173653"/>
    <w:pPr>
      <w:numPr>
        <w:numId w:val="15"/>
      </w:numPr>
    </w:pPr>
  </w:style>
  <w:style w:type="paragraph" w:styleId="Listenumros3">
    <w:name w:val="List Number 3"/>
    <w:basedOn w:val="Normal"/>
    <w:semiHidden/>
    <w:rsid w:val="00173653"/>
    <w:pPr>
      <w:numPr>
        <w:numId w:val="16"/>
      </w:numPr>
    </w:pPr>
  </w:style>
  <w:style w:type="paragraph" w:styleId="Listenumros4">
    <w:name w:val="List Number 4"/>
    <w:basedOn w:val="Normal"/>
    <w:semiHidden/>
    <w:rsid w:val="00173653"/>
    <w:pPr>
      <w:numPr>
        <w:numId w:val="17"/>
      </w:numPr>
    </w:pPr>
  </w:style>
  <w:style w:type="paragraph" w:styleId="Listenumros5">
    <w:name w:val="List Number 5"/>
    <w:basedOn w:val="Normal"/>
    <w:semiHidden/>
    <w:rsid w:val="00173653"/>
    <w:pPr>
      <w:numPr>
        <w:numId w:val="18"/>
      </w:numPr>
    </w:pPr>
  </w:style>
  <w:style w:type="paragraph" w:styleId="Listepuces">
    <w:name w:val="List Bullet"/>
    <w:basedOn w:val="Normal"/>
    <w:semiHidden/>
    <w:rsid w:val="00173653"/>
    <w:pPr>
      <w:numPr>
        <w:numId w:val="19"/>
      </w:numPr>
    </w:pPr>
  </w:style>
  <w:style w:type="paragraph" w:styleId="Listepuces2">
    <w:name w:val="List Bullet 2"/>
    <w:basedOn w:val="Normal"/>
    <w:semiHidden/>
    <w:rsid w:val="00173653"/>
    <w:pPr>
      <w:numPr>
        <w:numId w:val="20"/>
      </w:numPr>
    </w:pPr>
  </w:style>
  <w:style w:type="paragraph" w:styleId="Listepuces3">
    <w:name w:val="List Bullet 3"/>
    <w:basedOn w:val="Normal"/>
    <w:semiHidden/>
    <w:rsid w:val="00173653"/>
    <w:pPr>
      <w:numPr>
        <w:numId w:val="21"/>
      </w:numPr>
    </w:pPr>
  </w:style>
  <w:style w:type="paragraph" w:styleId="Listepuces4">
    <w:name w:val="List Bullet 4"/>
    <w:basedOn w:val="Normal"/>
    <w:semiHidden/>
    <w:rsid w:val="00173653"/>
    <w:pPr>
      <w:numPr>
        <w:numId w:val="22"/>
      </w:numPr>
    </w:pPr>
  </w:style>
  <w:style w:type="paragraph" w:styleId="Listepuces5">
    <w:name w:val="List Bullet 5"/>
    <w:basedOn w:val="Normal"/>
    <w:semiHidden/>
    <w:rsid w:val="00173653"/>
    <w:pPr>
      <w:numPr>
        <w:numId w:val="23"/>
      </w:numPr>
    </w:pPr>
  </w:style>
  <w:style w:type="paragraph" w:styleId="Listecontinue">
    <w:name w:val="List Continue"/>
    <w:basedOn w:val="Normal"/>
    <w:semiHidden/>
    <w:rsid w:val="00173653"/>
    <w:pPr>
      <w:spacing w:after="120"/>
      <w:ind w:left="283"/>
    </w:pPr>
  </w:style>
  <w:style w:type="paragraph" w:styleId="Listecontinue2">
    <w:name w:val="List Continue 2"/>
    <w:basedOn w:val="Normal"/>
    <w:semiHidden/>
    <w:rsid w:val="00173653"/>
    <w:pPr>
      <w:spacing w:after="120"/>
      <w:ind w:left="566"/>
    </w:pPr>
  </w:style>
  <w:style w:type="paragraph" w:styleId="Listecontinue3">
    <w:name w:val="List Continue 3"/>
    <w:basedOn w:val="Normal"/>
    <w:semiHidden/>
    <w:rsid w:val="00173653"/>
    <w:pPr>
      <w:spacing w:after="120"/>
      <w:ind w:left="849"/>
    </w:pPr>
  </w:style>
  <w:style w:type="paragraph" w:styleId="Listecontinue4">
    <w:name w:val="List Continue 4"/>
    <w:basedOn w:val="Normal"/>
    <w:semiHidden/>
    <w:rsid w:val="00173653"/>
    <w:pPr>
      <w:spacing w:after="120"/>
      <w:ind w:left="1132"/>
    </w:pPr>
  </w:style>
  <w:style w:type="paragraph" w:styleId="Listecontinue5">
    <w:name w:val="List Continue 5"/>
    <w:basedOn w:val="Normal"/>
    <w:semiHidden/>
    <w:rsid w:val="00173653"/>
    <w:pPr>
      <w:spacing w:after="120"/>
      <w:ind w:left="1415"/>
    </w:pPr>
  </w:style>
  <w:style w:type="character" w:styleId="MachinecrireHTML">
    <w:name w:val="HTML Typewriter"/>
    <w:semiHidden/>
    <w:rsid w:val="00173653"/>
    <w:rPr>
      <w:rFonts w:ascii="Courier New" w:hAnsi="Courier New" w:cs="Courier New"/>
      <w:sz w:val="20"/>
      <w:szCs w:val="20"/>
    </w:rPr>
  </w:style>
  <w:style w:type="paragraph" w:styleId="NormalWeb">
    <w:name w:val="Normal (Web)"/>
    <w:basedOn w:val="Normal"/>
    <w:semiHidden/>
    <w:rsid w:val="00173653"/>
  </w:style>
  <w:style w:type="character" w:styleId="Numrodeligne">
    <w:name w:val="line number"/>
    <w:basedOn w:val="Policepardfaut"/>
    <w:semiHidden/>
    <w:rsid w:val="00173653"/>
  </w:style>
  <w:style w:type="table" w:styleId="Tableauple1">
    <w:name w:val="Table Subtle 1"/>
    <w:basedOn w:val="TableauNormal"/>
    <w:semiHidden/>
    <w:rsid w:val="00173653"/>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73653"/>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73653"/>
    <w:rPr>
      <w:rFonts w:ascii="Courier New" w:hAnsi="Courier New" w:cs="Courier New"/>
      <w:sz w:val="20"/>
      <w:szCs w:val="20"/>
    </w:rPr>
  </w:style>
  <w:style w:type="table" w:styleId="Tableauprofessionnel">
    <w:name w:val="Table Professional"/>
    <w:basedOn w:val="TableauNormal"/>
    <w:semiHidden/>
    <w:rsid w:val="00173653"/>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CESommaire">
    <w:name w:val="DCE Sommaire"/>
    <w:basedOn w:val="DCETexte"/>
    <w:rsid w:val="0099579D"/>
    <w:pPr>
      <w:jc w:val="center"/>
    </w:pPr>
    <w:rPr>
      <w:b/>
      <w:caps/>
      <w:spacing w:val="40"/>
      <w:sz w:val="28"/>
      <w:szCs w:val="28"/>
    </w:rPr>
  </w:style>
  <w:style w:type="paragraph" w:customStyle="1" w:styleId="DCEPuce">
    <w:name w:val="DCE Puce"/>
    <w:basedOn w:val="DCETiret"/>
    <w:rsid w:val="00672C7C"/>
    <w:pPr>
      <w:numPr>
        <w:numId w:val="31"/>
      </w:numPr>
      <w:spacing w:before="0"/>
    </w:pPr>
  </w:style>
  <w:style w:type="character" w:customStyle="1" w:styleId="DCETexteCar">
    <w:name w:val="DCE Texte Car"/>
    <w:link w:val="DCETexte"/>
    <w:rsid w:val="00C34051"/>
    <w:rPr>
      <w:sz w:val="24"/>
      <w:szCs w:val="24"/>
      <w:lang w:val="fr-FR" w:eastAsia="fr-FR" w:bidi="ar-SA"/>
    </w:rPr>
  </w:style>
  <w:style w:type="paragraph" w:customStyle="1" w:styleId="DCECadreGrand">
    <w:name w:val="DCE Cadre Grand"/>
    <w:basedOn w:val="Normal"/>
    <w:rsid w:val="00AB7014"/>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rsid w:val="00EF458D"/>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rsid w:val="00A73DB0"/>
    <w:pPr>
      <w:spacing w:after="240"/>
    </w:pPr>
  </w:style>
  <w:style w:type="paragraph" w:customStyle="1" w:styleId="DCELot">
    <w:name w:val="DCE Lot"/>
    <w:basedOn w:val="DCETiret"/>
    <w:rsid w:val="009D35B0"/>
    <w:pPr>
      <w:tabs>
        <w:tab w:val="clear" w:pos="851"/>
        <w:tab w:val="left" w:pos="284"/>
        <w:tab w:val="left" w:pos="1276"/>
      </w:tabs>
      <w:ind w:left="1559" w:hanging="1559"/>
    </w:pPr>
  </w:style>
  <w:style w:type="paragraph" w:customStyle="1" w:styleId="a">
    <w:basedOn w:val="Normal"/>
    <w:rsid w:val="00FB5E51"/>
    <w:pPr>
      <w:widowControl/>
      <w:spacing w:after="160" w:line="240" w:lineRule="exact"/>
    </w:pPr>
    <w:rPr>
      <w:rFonts w:ascii="Tahoma" w:hAnsi="Tahoma"/>
      <w:sz w:val="20"/>
      <w:szCs w:val="20"/>
      <w:lang w:val="en-US" w:eastAsia="en-US"/>
    </w:rPr>
  </w:style>
  <w:style w:type="character" w:customStyle="1" w:styleId="NotedebasdepageCar">
    <w:name w:val="Note de bas de page Car"/>
    <w:link w:val="Notedebasdepage"/>
    <w:rsid w:val="005E2212"/>
  </w:style>
  <w:style w:type="character" w:customStyle="1" w:styleId="CarCar16">
    <w:name w:val="Car Car16"/>
    <w:locked/>
    <w:rsid w:val="005E2212"/>
    <w:rPr>
      <w:rFonts w:ascii="Times" w:hAnsi="Times" w:cs="Times"/>
      <w:i/>
      <w:iCs/>
    </w:rPr>
  </w:style>
  <w:style w:type="character" w:styleId="Marquedecommentaire">
    <w:name w:val="annotation reference"/>
    <w:basedOn w:val="Policepardfaut"/>
    <w:rsid w:val="004630BE"/>
    <w:rPr>
      <w:sz w:val="16"/>
      <w:szCs w:val="16"/>
    </w:rPr>
  </w:style>
  <w:style w:type="paragraph" w:styleId="Commentaire">
    <w:name w:val="annotation text"/>
    <w:basedOn w:val="Normal"/>
    <w:link w:val="CommentaireCar"/>
    <w:rsid w:val="004630BE"/>
    <w:rPr>
      <w:sz w:val="20"/>
      <w:szCs w:val="20"/>
    </w:rPr>
  </w:style>
  <w:style w:type="character" w:customStyle="1" w:styleId="CommentaireCar">
    <w:name w:val="Commentaire Car"/>
    <w:basedOn w:val="Policepardfaut"/>
    <w:link w:val="Commentaire"/>
    <w:rsid w:val="004630BE"/>
  </w:style>
  <w:style w:type="paragraph" w:styleId="Objetducommentaire">
    <w:name w:val="annotation subject"/>
    <w:basedOn w:val="Commentaire"/>
    <w:next w:val="Commentaire"/>
    <w:link w:val="ObjetducommentaireCar"/>
    <w:rsid w:val="004630BE"/>
    <w:rPr>
      <w:b/>
      <w:bCs/>
    </w:rPr>
  </w:style>
  <w:style w:type="character" w:customStyle="1" w:styleId="ObjetducommentaireCar">
    <w:name w:val="Objet du commentaire Car"/>
    <w:basedOn w:val="CommentaireCar"/>
    <w:link w:val="Objetducommentaire"/>
    <w:rsid w:val="004630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295">
      <w:bodyDiv w:val="1"/>
      <w:marLeft w:val="0"/>
      <w:marRight w:val="0"/>
      <w:marTop w:val="0"/>
      <w:marBottom w:val="0"/>
      <w:divBdr>
        <w:top w:val="none" w:sz="0" w:space="0" w:color="auto"/>
        <w:left w:val="none" w:sz="0" w:space="0" w:color="auto"/>
        <w:bottom w:val="none" w:sz="0" w:space="0" w:color="auto"/>
        <w:right w:val="none" w:sz="0" w:space="0" w:color="auto"/>
      </w:divBdr>
    </w:div>
    <w:div w:id="521288967">
      <w:bodyDiv w:val="1"/>
      <w:marLeft w:val="0"/>
      <w:marRight w:val="0"/>
      <w:marTop w:val="0"/>
      <w:marBottom w:val="0"/>
      <w:divBdr>
        <w:top w:val="none" w:sz="0" w:space="0" w:color="auto"/>
        <w:left w:val="none" w:sz="0" w:space="0" w:color="auto"/>
        <w:bottom w:val="none" w:sz="0" w:space="0" w:color="auto"/>
        <w:right w:val="none" w:sz="0" w:space="0" w:color="auto"/>
      </w:divBdr>
    </w:div>
    <w:div w:id="1054626239">
      <w:bodyDiv w:val="1"/>
      <w:marLeft w:val="0"/>
      <w:marRight w:val="0"/>
      <w:marTop w:val="0"/>
      <w:marBottom w:val="0"/>
      <w:divBdr>
        <w:top w:val="none" w:sz="0" w:space="0" w:color="auto"/>
        <w:left w:val="none" w:sz="0" w:space="0" w:color="auto"/>
        <w:bottom w:val="none" w:sz="0" w:space="0" w:color="auto"/>
        <w:right w:val="none" w:sz="0" w:space="0" w:color="auto"/>
      </w:divBdr>
    </w:div>
    <w:div w:id="1509250681">
      <w:bodyDiv w:val="1"/>
      <w:marLeft w:val="0"/>
      <w:marRight w:val="0"/>
      <w:marTop w:val="0"/>
      <w:marBottom w:val="0"/>
      <w:divBdr>
        <w:top w:val="none" w:sz="0" w:space="0" w:color="auto"/>
        <w:left w:val="none" w:sz="0" w:space="0" w:color="auto"/>
        <w:bottom w:val="none" w:sz="0" w:space="0" w:color="auto"/>
        <w:right w:val="none" w:sz="0" w:space="0" w:color="auto"/>
      </w:divBdr>
    </w:div>
    <w:div w:id="155543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20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C502D-77A3-44F6-BD7C-6A8D1A1A0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 AE</Template>
  <TotalTime>10</TotalTime>
  <Pages>10</Pages>
  <Words>1314</Words>
  <Characters>6963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Hélène Fert;Aline</dc:creator>
  <cp:lastModifiedBy>Jean-Pierre ROMAN</cp:lastModifiedBy>
  <cp:revision>9</cp:revision>
  <cp:lastPrinted>2021-07-13T09:44:00Z</cp:lastPrinted>
  <dcterms:created xsi:type="dcterms:W3CDTF">2025-10-03T14:58:00Z</dcterms:created>
  <dcterms:modified xsi:type="dcterms:W3CDTF">2025-10-22T14:50:00Z</dcterms:modified>
</cp:coreProperties>
</file>