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241DA" w14:textId="33E22542" w:rsidR="009377CB" w:rsidRPr="00304636" w:rsidRDefault="009377CB" w:rsidP="00126F42">
      <w:pPr>
        <w:pStyle w:val="Corpsdetexte"/>
        <w:rPr>
          <w:rFonts w:ascii="Marianne" w:hAnsi="Marianne" w:cs="Arial"/>
          <w:sz w:val="20"/>
        </w:rPr>
      </w:pPr>
    </w:p>
    <w:p w14:paraId="15E53DFC" w14:textId="77777777" w:rsidR="009377CB" w:rsidRPr="00304636" w:rsidRDefault="009377CB" w:rsidP="00126F42">
      <w:pPr>
        <w:pStyle w:val="Corpsdetexte"/>
        <w:rPr>
          <w:rFonts w:ascii="Marianne" w:hAnsi="Marianne" w:cs="Arial"/>
          <w:sz w:val="20"/>
        </w:rPr>
      </w:pPr>
    </w:p>
    <w:p w14:paraId="1687B4B5" w14:textId="77777777" w:rsidR="00FA1090" w:rsidRPr="00304636" w:rsidRDefault="00FA1090" w:rsidP="00126F42">
      <w:pPr>
        <w:pStyle w:val="Corpsdetexte"/>
        <w:rPr>
          <w:rFonts w:ascii="Marianne" w:hAnsi="Marianne" w:cs="Arial"/>
          <w:sz w:val="20"/>
        </w:rPr>
      </w:pPr>
    </w:p>
    <w:p w14:paraId="6F2C3428" w14:textId="77777777" w:rsidR="00FA1090" w:rsidRPr="00304636" w:rsidRDefault="00FA1090" w:rsidP="00126F42">
      <w:pPr>
        <w:pStyle w:val="Corpsdetexte"/>
        <w:rPr>
          <w:rFonts w:ascii="Marianne" w:hAnsi="Marianne" w:cs="Arial"/>
          <w:sz w:val="20"/>
        </w:rPr>
      </w:pPr>
    </w:p>
    <w:p w14:paraId="0DD9C969" w14:textId="77777777" w:rsidR="00533725" w:rsidRPr="00304636" w:rsidRDefault="00533725" w:rsidP="00126F42">
      <w:pPr>
        <w:pStyle w:val="Corpsdetexte"/>
        <w:rPr>
          <w:rFonts w:ascii="Marianne" w:hAnsi="Marianne" w:cs="Arial"/>
          <w:sz w:val="20"/>
        </w:rPr>
      </w:pPr>
    </w:p>
    <w:p w14:paraId="771083C1" w14:textId="77777777" w:rsidR="00533725" w:rsidRPr="00304636" w:rsidRDefault="00533725" w:rsidP="00126F42">
      <w:pPr>
        <w:pStyle w:val="Corpsdetexte"/>
        <w:rPr>
          <w:rFonts w:ascii="Marianne" w:hAnsi="Marianne" w:cs="Arial"/>
          <w:sz w:val="2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4472C4" w:themeFill="accent5"/>
        <w:tblLook w:val="04A0" w:firstRow="1" w:lastRow="0" w:firstColumn="1" w:lastColumn="0" w:noHBand="0" w:noVBand="1"/>
      </w:tblPr>
      <w:tblGrid>
        <w:gridCol w:w="9356"/>
      </w:tblGrid>
      <w:tr w:rsidR="00F82F2C" w:rsidRPr="00304636" w14:paraId="190A0EA1" w14:textId="77777777" w:rsidTr="00F82F2C">
        <w:tc>
          <w:tcPr>
            <w:tcW w:w="9629" w:type="dxa"/>
            <w:shd w:val="clear" w:color="auto" w:fill="4472C4" w:themeFill="accent5"/>
          </w:tcPr>
          <w:p w14:paraId="4F9B6F4F" w14:textId="4628FC74" w:rsidR="00533725" w:rsidRPr="00304636" w:rsidRDefault="00861989" w:rsidP="00A72767">
            <w:pPr>
              <w:pStyle w:val="Corpsdetexte"/>
              <w:shd w:val="clear" w:color="auto" w:fill="auto"/>
              <w:spacing w:before="120" w:after="120"/>
              <w:ind w:right="0"/>
              <w:jc w:val="center"/>
              <w:rPr>
                <w:rFonts w:ascii="Marianne" w:hAnsi="Marianne" w:cs="Arial"/>
                <w:b/>
                <w:color w:val="FFFFFF" w:themeColor="background1"/>
                <w:sz w:val="20"/>
              </w:rPr>
            </w:pPr>
            <w:r w:rsidRPr="00304636">
              <w:rPr>
                <w:rFonts w:ascii="Marianne" w:hAnsi="Marianne" w:cs="Arial"/>
                <w:b/>
                <w:color w:val="FFFFFF" w:themeColor="background1"/>
                <w:sz w:val="20"/>
              </w:rPr>
              <w:t xml:space="preserve">Marché N° </w:t>
            </w:r>
            <w:r w:rsidR="00A67C4D">
              <w:rPr>
                <w:rFonts w:ascii="Marianne" w:hAnsi="Marianne" w:cs="Arial"/>
                <w:b/>
                <w:color w:val="FFFFFF" w:themeColor="background1"/>
                <w:sz w:val="20"/>
              </w:rPr>
              <w:fldChar w:fldCharType="begin"/>
            </w:r>
            <w:r w:rsidR="00A67C4D">
              <w:rPr>
                <w:rFonts w:ascii="Marianne" w:hAnsi="Marianne" w:cs="Arial"/>
                <w:b/>
                <w:color w:val="FFFFFF" w:themeColor="background1"/>
                <w:sz w:val="20"/>
              </w:rPr>
              <w:instrText xml:space="preserve"> COMMENTS  2025_FCS_010_NTE_01  \* MERGEFORMAT </w:instrText>
            </w:r>
            <w:r w:rsidR="00A67C4D">
              <w:rPr>
                <w:rFonts w:ascii="Marianne" w:hAnsi="Marianne" w:cs="Arial"/>
                <w:b/>
                <w:color w:val="FFFFFF" w:themeColor="background1"/>
                <w:sz w:val="20"/>
              </w:rPr>
              <w:fldChar w:fldCharType="separate"/>
            </w:r>
            <w:r w:rsidR="00A67C4D">
              <w:rPr>
                <w:rFonts w:ascii="Marianne" w:hAnsi="Marianne" w:cs="Arial"/>
                <w:b/>
                <w:color w:val="FFFFFF" w:themeColor="background1"/>
                <w:sz w:val="20"/>
              </w:rPr>
              <w:t>2025_FCS_010_NTE_01</w:t>
            </w:r>
            <w:r w:rsidR="00A67C4D">
              <w:rPr>
                <w:rFonts w:ascii="Marianne" w:hAnsi="Marianne" w:cs="Arial"/>
                <w:b/>
                <w:color w:val="FFFFFF" w:themeColor="background1"/>
                <w:sz w:val="20"/>
              </w:rPr>
              <w:fldChar w:fldCharType="end"/>
            </w:r>
          </w:p>
        </w:tc>
      </w:tr>
    </w:tbl>
    <w:p w14:paraId="31E003AA" w14:textId="77777777" w:rsidR="00185395" w:rsidRPr="00304636" w:rsidRDefault="00185395" w:rsidP="00F82F2C">
      <w:pPr>
        <w:pStyle w:val="Corpsdetexte"/>
        <w:spacing w:before="120" w:after="120"/>
        <w:ind w:right="0"/>
        <w:rPr>
          <w:rFonts w:ascii="Marianne" w:hAnsi="Marianne" w:cs="Arial"/>
          <w:sz w:val="20"/>
        </w:rPr>
      </w:pPr>
    </w:p>
    <w:tbl>
      <w:tblPr>
        <w:tblStyle w:val="Grilledutableau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336"/>
      </w:tblGrid>
      <w:tr w:rsidR="00185395" w:rsidRPr="00304636" w14:paraId="70FF7B4D" w14:textId="77777777" w:rsidTr="00185395">
        <w:tc>
          <w:tcPr>
            <w:tcW w:w="9346" w:type="dxa"/>
          </w:tcPr>
          <w:p w14:paraId="79F96E0A" w14:textId="683C28EA" w:rsidR="00185395" w:rsidRPr="00304636" w:rsidRDefault="005C6D29" w:rsidP="00861989">
            <w:pPr>
              <w:spacing w:before="120" w:after="120"/>
              <w:ind w:left="273" w:right="419"/>
              <w:jc w:val="center"/>
              <w:rPr>
                <w:rFonts w:ascii="Marianne" w:hAnsi="Marianne" w:cs="Arial"/>
                <w:b/>
                <w:bCs/>
              </w:rPr>
            </w:pPr>
            <w:r w:rsidRPr="00FB3DAF">
              <w:rPr>
                <w:rFonts w:ascii="Arial" w:hAnsi="Arial" w:cs="Arial"/>
                <w:b/>
                <w:bCs/>
              </w:rPr>
              <w:t>FOURNITURE, LIVRAISON, INSTALLATION D'UN AUTOCLAVE DE STERILISATION ET FOURNITURE DE CONTENANTS REEMPLOYABLES POUR LE CROUS DE NANTES</w:t>
            </w:r>
          </w:p>
        </w:tc>
      </w:tr>
    </w:tbl>
    <w:p w14:paraId="142A3AFA" w14:textId="77777777" w:rsidR="00F82F2C" w:rsidRPr="00304636" w:rsidRDefault="00F82F2C" w:rsidP="00F82F2C">
      <w:pPr>
        <w:pStyle w:val="Corpsdetexte"/>
        <w:spacing w:before="120" w:after="120"/>
        <w:ind w:right="0"/>
        <w:rPr>
          <w:rFonts w:ascii="Marianne" w:hAnsi="Marianne" w:cs="Arial"/>
          <w:sz w:val="2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4472C4" w:themeFill="accent5"/>
        <w:tblLook w:val="04A0" w:firstRow="1" w:lastRow="0" w:firstColumn="1" w:lastColumn="0" w:noHBand="0" w:noVBand="1"/>
      </w:tblPr>
      <w:tblGrid>
        <w:gridCol w:w="9346"/>
      </w:tblGrid>
      <w:tr w:rsidR="00F82F2C" w:rsidRPr="00304636" w14:paraId="37617774" w14:textId="77777777" w:rsidTr="00F82F2C">
        <w:tc>
          <w:tcPr>
            <w:tcW w:w="9346" w:type="dxa"/>
            <w:shd w:val="clear" w:color="auto" w:fill="4472C4" w:themeFill="accent5"/>
          </w:tcPr>
          <w:p w14:paraId="332541FE" w14:textId="77777777" w:rsidR="00F82F2C" w:rsidRPr="00304636" w:rsidRDefault="00F82F2C" w:rsidP="00221C66">
            <w:pPr>
              <w:pStyle w:val="Corpsdetexte"/>
              <w:shd w:val="clear" w:color="auto" w:fill="auto"/>
              <w:spacing w:before="120" w:after="120"/>
              <w:ind w:right="0"/>
              <w:jc w:val="center"/>
              <w:rPr>
                <w:rFonts w:ascii="Marianne" w:hAnsi="Marianne" w:cstheme="minorHAnsi"/>
                <w:b/>
                <w:color w:val="FFFFFF" w:themeColor="background1"/>
                <w:sz w:val="20"/>
              </w:rPr>
            </w:pPr>
            <w:r w:rsidRPr="00304636">
              <w:rPr>
                <w:rFonts w:ascii="Marianne" w:hAnsi="Marianne" w:cstheme="minorHAnsi"/>
                <w:b/>
                <w:color w:val="FFFFFF" w:themeColor="background1"/>
                <w:sz w:val="20"/>
              </w:rPr>
              <w:t>CADRE DE REPONSE TECHNIQUE</w:t>
            </w:r>
          </w:p>
        </w:tc>
      </w:tr>
    </w:tbl>
    <w:p w14:paraId="3130703D" w14:textId="77777777" w:rsidR="00185395" w:rsidRPr="00304636" w:rsidRDefault="00185395" w:rsidP="00185395">
      <w:pPr>
        <w:pStyle w:val="Corpsdetexte"/>
        <w:spacing w:before="240" w:after="240"/>
        <w:ind w:right="0"/>
        <w:rPr>
          <w:rFonts w:ascii="Marianne" w:hAnsi="Marianne" w:cs="Arial"/>
          <w:sz w:val="20"/>
        </w:rPr>
      </w:pPr>
    </w:p>
    <w:p w14:paraId="2A4E987F" w14:textId="77777777" w:rsidR="00971866" w:rsidRPr="00304636" w:rsidRDefault="00971866" w:rsidP="00126F42">
      <w:pPr>
        <w:jc w:val="both"/>
        <w:rPr>
          <w:rFonts w:ascii="Marianne" w:hAnsi="Marianne" w:cs="Arial"/>
        </w:rPr>
      </w:pPr>
    </w:p>
    <w:p w14:paraId="243D0CCA" w14:textId="77777777" w:rsidR="00830471" w:rsidRPr="00304636" w:rsidRDefault="00830471" w:rsidP="00126F42">
      <w:pPr>
        <w:jc w:val="both"/>
        <w:rPr>
          <w:rFonts w:ascii="Marianne" w:hAnsi="Marianne" w:cs="Arial"/>
          <w:bCs/>
          <w:color w:val="000000"/>
        </w:rPr>
      </w:pPr>
    </w:p>
    <w:p w14:paraId="55207441" w14:textId="77777777" w:rsidR="00830471" w:rsidRPr="00304636" w:rsidRDefault="00F82F2C" w:rsidP="00AF7126">
      <w:pPr>
        <w:spacing w:before="120" w:after="120"/>
        <w:jc w:val="both"/>
        <w:rPr>
          <w:rFonts w:ascii="Marianne" w:hAnsi="Marianne" w:cs="Arial"/>
          <w:bCs/>
          <w:color w:val="000000"/>
        </w:rPr>
      </w:pPr>
      <w:r w:rsidRPr="00304636">
        <w:rPr>
          <w:rFonts w:ascii="Marianne" w:hAnsi="Marianne" w:cs="Arial"/>
          <w:bCs/>
          <w:color w:val="000000"/>
        </w:rPr>
        <w:t>ACHETEUR</w:t>
      </w:r>
      <w:r w:rsidR="00AF7126" w:rsidRPr="00304636">
        <w:rPr>
          <w:rFonts w:ascii="Calibri" w:hAnsi="Calibri" w:cs="Calibri"/>
          <w:bCs/>
          <w:color w:val="000000"/>
        </w:rPr>
        <w:t> </w:t>
      </w:r>
      <w:r w:rsidR="00AF7126" w:rsidRPr="00304636">
        <w:rPr>
          <w:rFonts w:ascii="Marianne" w:hAnsi="Marianne" w:cs="Arial"/>
          <w:bCs/>
          <w:color w:val="000000"/>
        </w:rPr>
        <w:t>:</w:t>
      </w:r>
    </w:p>
    <w:p w14:paraId="5918B768" w14:textId="77777777" w:rsidR="00F82F2C" w:rsidRPr="00304636" w:rsidRDefault="00F82F2C" w:rsidP="00F82F2C">
      <w:pPr>
        <w:jc w:val="both"/>
        <w:rPr>
          <w:rFonts w:ascii="Marianne" w:hAnsi="Marianne" w:cs="Arial"/>
          <w:bCs/>
          <w:color w:val="000000"/>
        </w:rPr>
      </w:pPr>
      <w:r w:rsidRPr="00304636">
        <w:rPr>
          <w:rFonts w:ascii="Marianne" w:hAnsi="Marianne" w:cs="Arial"/>
          <w:bCs/>
          <w:color w:val="000000"/>
        </w:rPr>
        <w:t>Centre Régional des Œuvres Universitaires et Scolaires (</w:t>
      </w:r>
      <w:r w:rsidR="00F50681" w:rsidRPr="00304636">
        <w:rPr>
          <w:rFonts w:ascii="Marianne" w:hAnsi="Marianne" w:cs="Arial"/>
          <w:bCs/>
          <w:color w:val="000000"/>
        </w:rPr>
        <w:t>Crous</w:t>
      </w:r>
      <w:r w:rsidRPr="00304636">
        <w:rPr>
          <w:rFonts w:ascii="Marianne" w:hAnsi="Marianne" w:cs="Arial"/>
          <w:bCs/>
          <w:color w:val="000000"/>
        </w:rPr>
        <w:t>) de Nantes Pays de la Loire</w:t>
      </w:r>
    </w:p>
    <w:p w14:paraId="2440E9CC" w14:textId="77777777" w:rsidR="00F82F2C" w:rsidRPr="00304636" w:rsidRDefault="00F82F2C" w:rsidP="00F82F2C">
      <w:pPr>
        <w:jc w:val="both"/>
        <w:rPr>
          <w:rFonts w:ascii="Marianne" w:hAnsi="Marianne" w:cs="Arial"/>
          <w:bCs/>
          <w:color w:val="000000"/>
        </w:rPr>
      </w:pPr>
      <w:r w:rsidRPr="00304636">
        <w:rPr>
          <w:rFonts w:ascii="Marianne" w:hAnsi="Marianne" w:cs="Arial"/>
          <w:bCs/>
          <w:color w:val="000000"/>
        </w:rPr>
        <w:t>2 bd Guy Mollet BP 52213</w:t>
      </w:r>
    </w:p>
    <w:p w14:paraId="695608DB" w14:textId="77777777" w:rsidR="00F82F2C" w:rsidRPr="00304636" w:rsidRDefault="00F82F2C" w:rsidP="00F82F2C">
      <w:pPr>
        <w:jc w:val="both"/>
        <w:rPr>
          <w:rFonts w:ascii="Marianne" w:hAnsi="Marianne" w:cs="Arial"/>
          <w:bCs/>
          <w:color w:val="000000"/>
        </w:rPr>
      </w:pPr>
      <w:r w:rsidRPr="00304636">
        <w:rPr>
          <w:rFonts w:ascii="Marianne" w:hAnsi="Marianne" w:cs="Arial"/>
          <w:bCs/>
          <w:color w:val="000000"/>
        </w:rPr>
        <w:t>44322 NANTES cedex 3</w:t>
      </w:r>
    </w:p>
    <w:p w14:paraId="249E99EB" w14:textId="77777777" w:rsidR="00F82F2C" w:rsidRPr="00304636" w:rsidRDefault="00F82F2C" w:rsidP="00F82F2C">
      <w:pPr>
        <w:jc w:val="both"/>
        <w:rPr>
          <w:rFonts w:ascii="Marianne" w:hAnsi="Marianne" w:cs="Arial"/>
          <w:bCs/>
          <w:color w:val="000000"/>
        </w:rPr>
      </w:pPr>
    </w:p>
    <w:p w14:paraId="73839679" w14:textId="77777777" w:rsidR="00F82F2C" w:rsidRPr="00304636" w:rsidRDefault="00F82F2C" w:rsidP="00F82F2C">
      <w:pPr>
        <w:jc w:val="both"/>
        <w:rPr>
          <w:rFonts w:ascii="Marianne" w:hAnsi="Marianne" w:cs="Arial"/>
          <w:bCs/>
          <w:color w:val="000000"/>
        </w:rPr>
      </w:pPr>
    </w:p>
    <w:p w14:paraId="1A309273" w14:textId="77777777" w:rsidR="00F82F2C" w:rsidRPr="00304636" w:rsidRDefault="00F82F2C" w:rsidP="00AF7126">
      <w:pPr>
        <w:spacing w:before="120" w:after="120"/>
        <w:jc w:val="both"/>
        <w:rPr>
          <w:rFonts w:ascii="Marianne" w:hAnsi="Marianne" w:cs="Arial"/>
          <w:bCs/>
          <w:color w:val="000000"/>
        </w:rPr>
      </w:pPr>
      <w:r w:rsidRPr="00304636">
        <w:rPr>
          <w:rFonts w:ascii="Marianne" w:hAnsi="Marianne" w:cs="Arial"/>
          <w:bCs/>
          <w:color w:val="000000"/>
        </w:rPr>
        <w:t>REPRESENTANT DU POUVOIR ADJUDICATEUR</w:t>
      </w:r>
      <w:r w:rsidR="00AF7126" w:rsidRPr="00304636">
        <w:rPr>
          <w:rFonts w:ascii="Calibri" w:hAnsi="Calibri" w:cs="Calibri"/>
          <w:bCs/>
          <w:color w:val="000000"/>
        </w:rPr>
        <w:t> </w:t>
      </w:r>
      <w:r w:rsidR="00AF7126" w:rsidRPr="00304636">
        <w:rPr>
          <w:rFonts w:ascii="Marianne" w:hAnsi="Marianne" w:cs="Arial"/>
          <w:bCs/>
          <w:color w:val="000000"/>
        </w:rPr>
        <w:t>:</w:t>
      </w:r>
    </w:p>
    <w:p w14:paraId="546F0E3B" w14:textId="3DAC6979" w:rsidR="00F82F2C" w:rsidRPr="00304636" w:rsidRDefault="00A67C4D" w:rsidP="00F82F2C">
      <w:pPr>
        <w:jc w:val="both"/>
        <w:rPr>
          <w:rFonts w:ascii="Marianne" w:hAnsi="Marianne" w:cs="Arial"/>
          <w:bCs/>
          <w:color w:val="000000"/>
        </w:rPr>
      </w:pPr>
      <w:r>
        <w:rPr>
          <w:rFonts w:ascii="Marianne" w:hAnsi="Marianne" w:cs="Arial"/>
          <w:bCs/>
          <w:color w:val="000000"/>
        </w:rPr>
        <w:t>Madame Nathalie BOURSIER</w:t>
      </w:r>
      <w:r w:rsidR="00F82F2C" w:rsidRPr="00304636">
        <w:rPr>
          <w:rFonts w:ascii="Marianne" w:hAnsi="Marianne" w:cs="Arial"/>
          <w:bCs/>
          <w:color w:val="000000"/>
        </w:rPr>
        <w:t>, Direct</w:t>
      </w:r>
      <w:r>
        <w:rPr>
          <w:rFonts w:ascii="Marianne" w:hAnsi="Marianne" w:cs="Arial"/>
          <w:bCs/>
          <w:color w:val="000000"/>
        </w:rPr>
        <w:t>rice</w:t>
      </w:r>
      <w:r w:rsidR="00F82F2C" w:rsidRPr="00304636">
        <w:rPr>
          <w:rFonts w:ascii="Marianne" w:hAnsi="Marianne" w:cs="Arial"/>
          <w:bCs/>
          <w:color w:val="000000"/>
        </w:rPr>
        <w:t xml:space="preserve"> général</w:t>
      </w:r>
      <w:r>
        <w:rPr>
          <w:rFonts w:ascii="Marianne" w:hAnsi="Marianne" w:cs="Arial"/>
          <w:bCs/>
          <w:color w:val="000000"/>
        </w:rPr>
        <w:t>e</w:t>
      </w:r>
      <w:r w:rsidR="00F82F2C" w:rsidRPr="00304636">
        <w:rPr>
          <w:rFonts w:ascii="Marianne" w:hAnsi="Marianne" w:cs="Arial"/>
          <w:bCs/>
          <w:color w:val="000000"/>
        </w:rPr>
        <w:t xml:space="preserve"> du </w:t>
      </w:r>
      <w:r w:rsidR="00F50681" w:rsidRPr="00304636">
        <w:rPr>
          <w:rFonts w:ascii="Marianne" w:hAnsi="Marianne" w:cs="Arial"/>
          <w:bCs/>
          <w:color w:val="000000"/>
        </w:rPr>
        <w:t>Crous</w:t>
      </w:r>
      <w:r w:rsidR="00F82F2C" w:rsidRPr="00304636">
        <w:rPr>
          <w:rFonts w:ascii="Marianne" w:hAnsi="Marianne" w:cs="Arial"/>
          <w:bCs/>
          <w:color w:val="000000"/>
        </w:rPr>
        <w:t xml:space="preserve"> de Nantes Pays de la Loire</w:t>
      </w:r>
    </w:p>
    <w:p w14:paraId="4381E013" w14:textId="77777777" w:rsidR="00F82F2C" w:rsidRPr="00304636" w:rsidRDefault="00F82F2C" w:rsidP="00F82F2C">
      <w:pPr>
        <w:jc w:val="both"/>
        <w:rPr>
          <w:rFonts w:ascii="Marianne" w:hAnsi="Marianne" w:cs="Arial"/>
          <w:bCs/>
          <w:color w:val="000000"/>
        </w:rPr>
      </w:pPr>
      <w:r w:rsidRPr="00304636">
        <w:rPr>
          <w:rFonts w:ascii="Marianne" w:hAnsi="Marianne" w:cs="Arial"/>
          <w:bCs/>
          <w:color w:val="000000"/>
        </w:rPr>
        <w:t>Tél. : 02.40.37.13.30</w:t>
      </w:r>
    </w:p>
    <w:p w14:paraId="687E0F4B" w14:textId="77777777" w:rsidR="00830471" w:rsidRPr="00304636" w:rsidRDefault="00830471" w:rsidP="00F82F2C">
      <w:pPr>
        <w:jc w:val="both"/>
        <w:rPr>
          <w:rFonts w:ascii="Marianne" w:hAnsi="Marianne" w:cs="Arial"/>
          <w:bCs/>
          <w:color w:val="000000"/>
        </w:rPr>
      </w:pPr>
    </w:p>
    <w:p w14:paraId="094F7073" w14:textId="77777777" w:rsidR="00BD4877" w:rsidRDefault="00BD4877">
      <w:pPr>
        <w:overflowPunct/>
        <w:autoSpaceDE/>
        <w:autoSpaceDN/>
        <w:adjustRightInd/>
        <w:textAlignment w:val="auto"/>
        <w:rPr>
          <w:rFonts w:ascii="Marianne" w:hAnsi="Marianne" w:cs="Arial"/>
          <w:b/>
          <w:bCs/>
          <w:smallCaps/>
          <w:color w:val="EA0000"/>
        </w:rPr>
      </w:pPr>
    </w:p>
    <w:p w14:paraId="471D9AA5" w14:textId="07A969E0" w:rsidR="00AF7126" w:rsidRPr="00304636" w:rsidRDefault="00AF7126">
      <w:pPr>
        <w:overflowPunct/>
        <w:autoSpaceDE/>
        <w:autoSpaceDN/>
        <w:adjustRightInd/>
        <w:textAlignment w:val="auto"/>
        <w:rPr>
          <w:rFonts w:ascii="Marianne" w:hAnsi="Marianne" w:cs="Arial"/>
          <w:b/>
          <w:bCs/>
          <w:smallCaps/>
          <w:color w:val="EA0000"/>
        </w:rPr>
      </w:pPr>
      <w:r w:rsidRPr="00304636">
        <w:rPr>
          <w:rFonts w:ascii="Marianne" w:hAnsi="Marianne" w:cs="Arial"/>
          <w:b/>
          <w:bCs/>
          <w:smallCaps/>
          <w:color w:val="EA0000"/>
        </w:rPr>
        <w:br w:type="page"/>
      </w:r>
    </w:p>
    <w:p w14:paraId="55C28315" w14:textId="77777777" w:rsidR="00562D2E" w:rsidRPr="00304636" w:rsidRDefault="006F574E" w:rsidP="00C92727">
      <w:pPr>
        <w:shd w:val="clear" w:color="auto" w:fill="FFFFFF"/>
        <w:spacing w:before="480" w:after="480"/>
        <w:jc w:val="center"/>
        <w:rPr>
          <w:rFonts w:ascii="Marianne" w:hAnsi="Marianne" w:cs="Arial"/>
          <w:b/>
          <w:bCs/>
          <w:smallCaps/>
          <w:color w:val="4472C4" w:themeColor="accent5"/>
        </w:rPr>
      </w:pPr>
      <w:r w:rsidRPr="00304636">
        <w:rPr>
          <w:rFonts w:ascii="Marianne" w:hAnsi="Marianne" w:cs="Arial"/>
          <w:b/>
          <w:bCs/>
          <w:smallCaps/>
          <w:color w:val="4472C4" w:themeColor="accent5"/>
        </w:rPr>
        <w:lastRenderedPageBreak/>
        <w:t>SOMMAIRE</w:t>
      </w:r>
    </w:p>
    <w:p w14:paraId="5AF475A4" w14:textId="7BAAE5AF" w:rsidR="002E0C3D" w:rsidRDefault="00031827">
      <w:pPr>
        <w:pStyle w:val="TM1"/>
        <w:tabs>
          <w:tab w:val="left" w:pos="400"/>
          <w:tab w:val="right" w:leader="dot" w:pos="9346"/>
        </w:tabs>
        <w:rPr>
          <w:rFonts w:eastAsiaTheme="minorEastAsia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304636">
        <w:rPr>
          <w:rFonts w:ascii="Marianne" w:hAnsi="Marianne" w:cs="Arial"/>
          <w:bCs w:val="0"/>
          <w:u w:val="single"/>
        </w:rPr>
        <w:fldChar w:fldCharType="begin"/>
      </w:r>
      <w:r w:rsidRPr="00304636">
        <w:rPr>
          <w:rFonts w:ascii="Marianne" w:hAnsi="Marianne" w:cs="Arial"/>
          <w:bCs w:val="0"/>
          <w:u w:val="single"/>
        </w:rPr>
        <w:instrText xml:space="preserve"> TOC \h \z \t "Titre 1B;1;Titre 2.1B;2" </w:instrText>
      </w:r>
      <w:r w:rsidRPr="00304636">
        <w:rPr>
          <w:rFonts w:ascii="Marianne" w:hAnsi="Marianne" w:cs="Arial"/>
          <w:bCs w:val="0"/>
          <w:u w:val="single"/>
        </w:rPr>
        <w:fldChar w:fldCharType="separate"/>
      </w:r>
      <w:hyperlink w:anchor="_Toc209444386" w:history="1">
        <w:r w:rsidR="002E0C3D" w:rsidRPr="00775580">
          <w:rPr>
            <w:rStyle w:val="Lienhypertexte"/>
            <w:rFonts w:ascii="Marianne" w:hAnsi="Marianne"/>
            <w:noProof/>
          </w:rPr>
          <w:t>1.</w:t>
        </w:r>
        <w:r w:rsidR="002E0C3D">
          <w:rPr>
            <w:rFonts w:eastAsiaTheme="minorEastAsia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="002E0C3D" w:rsidRPr="00775580">
          <w:rPr>
            <w:rStyle w:val="Lienhypertexte"/>
            <w:rFonts w:ascii="Marianne" w:hAnsi="Marianne"/>
            <w:noProof/>
          </w:rPr>
          <w:t>Presentation du candiat</w:t>
        </w:r>
        <w:r w:rsidR="002E0C3D">
          <w:rPr>
            <w:noProof/>
            <w:webHidden/>
          </w:rPr>
          <w:tab/>
        </w:r>
        <w:r w:rsidR="002E0C3D">
          <w:rPr>
            <w:noProof/>
            <w:webHidden/>
          </w:rPr>
          <w:fldChar w:fldCharType="begin"/>
        </w:r>
        <w:r w:rsidR="002E0C3D">
          <w:rPr>
            <w:noProof/>
            <w:webHidden/>
          </w:rPr>
          <w:instrText xml:space="preserve"> PAGEREF _Toc209444386 \h </w:instrText>
        </w:r>
        <w:r w:rsidR="002E0C3D">
          <w:rPr>
            <w:noProof/>
            <w:webHidden/>
          </w:rPr>
        </w:r>
        <w:r w:rsidR="002E0C3D">
          <w:rPr>
            <w:noProof/>
            <w:webHidden/>
          </w:rPr>
          <w:fldChar w:fldCharType="separate"/>
        </w:r>
        <w:r w:rsidR="002E0C3D">
          <w:rPr>
            <w:noProof/>
            <w:webHidden/>
          </w:rPr>
          <w:t>3</w:t>
        </w:r>
        <w:r w:rsidR="002E0C3D">
          <w:rPr>
            <w:noProof/>
            <w:webHidden/>
          </w:rPr>
          <w:fldChar w:fldCharType="end"/>
        </w:r>
      </w:hyperlink>
    </w:p>
    <w:p w14:paraId="6F51ED11" w14:textId="6AC8BE7B" w:rsidR="002E0C3D" w:rsidRDefault="002E0C3D">
      <w:pPr>
        <w:pStyle w:val="TM2"/>
        <w:tabs>
          <w:tab w:val="left" w:pos="800"/>
          <w:tab w:val="right" w:leader="dot" w:pos="9346"/>
        </w:tabs>
        <w:rPr>
          <w:rFonts w:eastAsiaTheme="minorEastAsia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09444387" w:history="1">
        <w:r w:rsidRPr="00775580">
          <w:rPr>
            <w:rStyle w:val="Lienhypertexte"/>
            <w:rFonts w:ascii="Marianne" w:hAnsi="Marianne"/>
            <w:noProof/>
          </w:rPr>
          <w:t>1.1.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775580">
          <w:rPr>
            <w:rStyle w:val="Lienhypertexte"/>
            <w:rFonts w:ascii="Marianne" w:hAnsi="Marianne"/>
            <w:noProof/>
          </w:rPr>
          <w:t>Présentation de l’entreprise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_Toc209444387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500A142" w14:textId="6DE51961" w:rsidR="002E0C3D" w:rsidRDefault="002E0C3D">
      <w:pPr>
        <w:pStyle w:val="TM2"/>
        <w:tabs>
          <w:tab w:val="left" w:pos="800"/>
          <w:tab w:val="right" w:leader="dot" w:pos="9346"/>
        </w:tabs>
        <w:rPr>
          <w:rFonts w:eastAsiaTheme="minorEastAsia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09444388" w:history="1">
        <w:r w:rsidRPr="00775580">
          <w:rPr>
            <w:rStyle w:val="Lienhypertexte"/>
            <w:rFonts w:ascii="Marianne" w:hAnsi="Marianne"/>
            <w:noProof/>
          </w:rPr>
          <w:t>1.2.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775580">
          <w:rPr>
            <w:rStyle w:val="Lienhypertexte"/>
            <w:rFonts w:ascii="Marianne" w:hAnsi="Marianne"/>
            <w:noProof/>
          </w:rPr>
          <w:t>Référent marché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_Toc209444388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4373305" w14:textId="1B7CE163" w:rsidR="002E0C3D" w:rsidRDefault="002E0C3D">
      <w:pPr>
        <w:pStyle w:val="TM1"/>
        <w:tabs>
          <w:tab w:val="left" w:pos="600"/>
          <w:tab w:val="right" w:leader="dot" w:pos="9346"/>
        </w:tabs>
        <w:rPr>
          <w:rFonts w:eastAsiaTheme="minorEastAsia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09444389" w:history="1">
        <w:r w:rsidRPr="00775580">
          <w:rPr>
            <w:rStyle w:val="Lienhypertexte"/>
            <w:rFonts w:ascii="Marianne" w:hAnsi="Marianne"/>
            <w:noProof/>
          </w:rPr>
          <w:t>2.</w:t>
        </w:r>
        <w:r>
          <w:rPr>
            <w:rFonts w:eastAsiaTheme="minorEastAsia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775580">
          <w:rPr>
            <w:rStyle w:val="Lienhypertexte"/>
            <w:rFonts w:ascii="Marianne" w:hAnsi="Marianne"/>
            <w:noProof/>
          </w:rPr>
          <w:t>Valeur technique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_Toc209444389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4AD430D" w14:textId="32C33606" w:rsidR="002E0C3D" w:rsidRDefault="002E0C3D">
      <w:pPr>
        <w:pStyle w:val="TM2"/>
        <w:tabs>
          <w:tab w:val="left" w:pos="800"/>
          <w:tab w:val="right" w:leader="dot" w:pos="9346"/>
        </w:tabs>
        <w:rPr>
          <w:rFonts w:eastAsiaTheme="minorEastAsia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09444390" w:history="1">
        <w:r w:rsidRPr="00775580">
          <w:rPr>
            <w:rStyle w:val="Lienhypertexte"/>
            <w:rFonts w:ascii="Marianne" w:hAnsi="Marianne"/>
            <w:noProof/>
          </w:rPr>
          <w:t>2.1.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775580">
          <w:rPr>
            <w:rStyle w:val="Lienhypertexte"/>
            <w:rFonts w:ascii="Marianne" w:hAnsi="Marianne"/>
            <w:noProof/>
          </w:rPr>
          <w:t>Qualité des produits, caractéristiques techniques (40% de la note technique)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_Toc209444390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5F2037F" w14:textId="3AA4BA89" w:rsidR="002E0C3D" w:rsidRDefault="002E0C3D">
      <w:pPr>
        <w:pStyle w:val="TM2"/>
        <w:tabs>
          <w:tab w:val="left" w:pos="800"/>
          <w:tab w:val="right" w:leader="dot" w:pos="9346"/>
        </w:tabs>
        <w:rPr>
          <w:rFonts w:eastAsiaTheme="minorEastAsia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09444391" w:history="1">
        <w:r w:rsidRPr="00775580">
          <w:rPr>
            <w:rStyle w:val="Lienhypertexte"/>
            <w:rFonts w:ascii="Marianne" w:hAnsi="Marianne"/>
            <w:noProof/>
          </w:rPr>
          <w:t>2.2.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775580">
          <w:rPr>
            <w:rStyle w:val="Lienhypertexte"/>
            <w:rFonts w:ascii="Marianne" w:hAnsi="Marianne"/>
            <w:noProof/>
          </w:rPr>
          <w:t>Conditions et délais de livraison, d’installation et de montage, (20% de la note technique)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_Toc209444391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07CD456" w14:textId="59E512BF" w:rsidR="002E0C3D" w:rsidRDefault="002E0C3D">
      <w:pPr>
        <w:pStyle w:val="TM2"/>
        <w:tabs>
          <w:tab w:val="left" w:pos="800"/>
          <w:tab w:val="right" w:leader="dot" w:pos="9346"/>
        </w:tabs>
        <w:rPr>
          <w:rFonts w:eastAsiaTheme="minorEastAsia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09444392" w:history="1">
        <w:r w:rsidRPr="00775580">
          <w:rPr>
            <w:rStyle w:val="Lienhypertexte"/>
            <w:rFonts w:ascii="Marianne" w:hAnsi="Marianne"/>
            <w:noProof/>
          </w:rPr>
          <w:t>2.3.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775580">
          <w:rPr>
            <w:rStyle w:val="Lienhypertexte"/>
            <w:rFonts w:ascii="Marianne" w:hAnsi="Marianne"/>
            <w:noProof/>
          </w:rPr>
          <w:t>Conditions et durée de garantie pour chaque produit et gamme de produits (20% de la note technique)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_Toc209444392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FEABFBC" w14:textId="452FD7FD" w:rsidR="002E0C3D" w:rsidRDefault="002E0C3D">
      <w:pPr>
        <w:pStyle w:val="TM2"/>
        <w:tabs>
          <w:tab w:val="left" w:pos="800"/>
          <w:tab w:val="right" w:leader="dot" w:pos="9346"/>
        </w:tabs>
        <w:rPr>
          <w:rFonts w:eastAsiaTheme="minorEastAsia" w:cstheme="minorBidi"/>
          <w:smallCaps w:val="0"/>
          <w:noProof/>
          <w:kern w:val="2"/>
          <w:sz w:val="24"/>
          <w:szCs w:val="24"/>
          <w14:ligatures w14:val="standardContextual"/>
        </w:rPr>
      </w:pPr>
      <w:hyperlink w:anchor="_Toc209444393" w:history="1">
        <w:r w:rsidRPr="00775580">
          <w:rPr>
            <w:rStyle w:val="Lienhypertexte"/>
            <w:rFonts w:ascii="Marianne" w:hAnsi="Marianne"/>
            <w:noProof/>
          </w:rPr>
          <w:t>2.4.</w:t>
        </w:r>
        <w:r>
          <w:rPr>
            <w:rFonts w:eastAsiaTheme="minorEastAsia" w:cstheme="minorBidi"/>
            <w:smallCaps w:val="0"/>
            <w:noProof/>
            <w:kern w:val="2"/>
            <w:sz w:val="24"/>
            <w:szCs w:val="24"/>
            <w14:ligatures w14:val="standardContextual"/>
          </w:rPr>
          <w:tab/>
        </w:r>
        <w:r w:rsidRPr="00775580">
          <w:rPr>
            <w:rStyle w:val="Lienhypertexte"/>
            <w:rFonts w:ascii="Marianne" w:hAnsi="Marianne"/>
            <w:noProof/>
          </w:rPr>
          <w:t>Performance en matière de protection de l'environnement dans le cadre de l’exécution des prestations objet du marché (20% de la note technique)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_Toc209444393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26CD906" w14:textId="2BCA56A1" w:rsidR="00097BF0" w:rsidRPr="00304636" w:rsidRDefault="00031827" w:rsidP="00097BF0">
      <w:pPr>
        <w:pStyle w:val="Corpsperso1"/>
        <w:rPr>
          <w:rFonts w:ascii="Marianne" w:hAnsi="Marianne"/>
          <w:sz w:val="20"/>
          <w:u w:val="single"/>
        </w:rPr>
      </w:pPr>
      <w:r w:rsidRPr="00304636">
        <w:rPr>
          <w:rFonts w:ascii="Marianne" w:hAnsi="Marianne"/>
          <w:sz w:val="20"/>
          <w:u w:val="single"/>
        </w:rPr>
        <w:fldChar w:fldCharType="end"/>
      </w:r>
      <w:bookmarkStart w:id="0" w:name="_Toc66356320"/>
    </w:p>
    <w:p w14:paraId="79C46FC1" w14:textId="77777777" w:rsidR="00097BF0" w:rsidRPr="00304636" w:rsidRDefault="00097BF0" w:rsidP="00097BF0">
      <w:pPr>
        <w:pStyle w:val="Corpsperso1"/>
        <w:rPr>
          <w:rFonts w:ascii="Marianne" w:hAnsi="Marianne"/>
          <w:sz w:val="20"/>
          <w:u w:val="single"/>
        </w:rPr>
      </w:pPr>
    </w:p>
    <w:tbl>
      <w:tblPr>
        <w:tblStyle w:val="Grilledutableau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346"/>
      </w:tblGrid>
      <w:tr w:rsidR="00097BF0" w:rsidRPr="00304636" w14:paraId="6BF8A50F" w14:textId="77777777" w:rsidTr="00097BF0">
        <w:tc>
          <w:tcPr>
            <w:tcW w:w="9346" w:type="dxa"/>
          </w:tcPr>
          <w:p w14:paraId="01DDC286" w14:textId="77C174DD" w:rsidR="00097BF0" w:rsidRPr="00304636" w:rsidRDefault="00097BF0" w:rsidP="00E9783A">
            <w:pPr>
              <w:pStyle w:val="Corpsperso1"/>
              <w:spacing w:before="240" w:after="240"/>
              <w:jc w:val="center"/>
              <w:rPr>
                <w:rFonts w:ascii="Marianne" w:hAnsi="Marianne" w:cstheme="minorHAnsi"/>
                <w:b/>
                <w:smallCaps/>
                <w:color w:val="FF0000"/>
                <w:sz w:val="20"/>
                <w:u w:val="single"/>
              </w:rPr>
            </w:pPr>
            <w:r w:rsidRPr="00304636">
              <w:rPr>
                <w:rFonts w:ascii="Marianne" w:hAnsi="Marianne" w:cstheme="minorHAnsi"/>
                <w:b/>
                <w:color w:val="FF0000"/>
                <w:sz w:val="20"/>
              </w:rPr>
              <w:t xml:space="preserve">INSTRUCTIONS </w:t>
            </w:r>
          </w:p>
          <w:p w14:paraId="5479DAFE" w14:textId="4CB12ACC" w:rsidR="00627C72" w:rsidRPr="00D876C8" w:rsidRDefault="00627C72" w:rsidP="00627C72">
            <w:pPr>
              <w:pStyle w:val="Corpsperso1"/>
              <w:rPr>
                <w:rFonts w:ascii="Marianne" w:hAnsi="Marianne"/>
                <w:sz w:val="20"/>
              </w:rPr>
            </w:pPr>
            <w:r w:rsidRPr="00D876C8">
              <w:rPr>
                <w:rFonts w:ascii="Marianne" w:hAnsi="Marianne"/>
                <w:sz w:val="20"/>
              </w:rPr>
              <w:t>Le présent cadre constitue la réponse technique du candidat au marché</w:t>
            </w:r>
            <w:r w:rsidRPr="00D876C8">
              <w:rPr>
                <w:rFonts w:ascii="Marianne" w:hAnsi="Marianne" w:cs="Calibri"/>
                <w:sz w:val="20"/>
              </w:rPr>
              <w:t xml:space="preserve"> </w:t>
            </w:r>
            <w:r>
              <w:rPr>
                <w:rFonts w:ascii="Marianne" w:hAnsi="Marianne"/>
                <w:bCs w:val="0"/>
                <w:sz w:val="20"/>
              </w:rPr>
              <w:t>N°</w:t>
            </w:r>
            <w:sdt>
              <w:sdtPr>
                <w:rPr>
                  <w:rFonts w:ascii="Marianne" w:hAnsi="Marianne"/>
                  <w:bCs w:val="0"/>
                  <w:sz w:val="20"/>
                </w:rPr>
                <w:alias w:val="Commentaires "/>
                <w:tag w:val=""/>
                <w:id w:val="902648050"/>
                <w:placeholder>
                  <w:docPart w:val="A1750DE27AF544EA933A7B4D328655C1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A67C4D">
                  <w:rPr>
                    <w:rFonts w:ascii="Marianne" w:hAnsi="Marianne"/>
                    <w:bCs w:val="0"/>
                    <w:sz w:val="20"/>
                  </w:rPr>
                  <w:t>2025_FCS_010_NTE_01</w:t>
                </w:r>
              </w:sdtContent>
            </w:sdt>
            <w:r w:rsidR="00272B73">
              <w:rPr>
                <w:rFonts w:ascii="Marianne" w:hAnsi="Marianne"/>
                <w:bCs w:val="0"/>
                <w:sz w:val="20"/>
              </w:rPr>
              <w:t xml:space="preserve"> </w:t>
            </w:r>
            <w:r w:rsidRPr="00D876C8">
              <w:rPr>
                <w:rFonts w:ascii="Marianne" w:hAnsi="Marianne"/>
                <w:sz w:val="20"/>
              </w:rPr>
              <w:t>du Crous de Nantes Pays de la Loire.</w:t>
            </w:r>
          </w:p>
          <w:p w14:paraId="61D31D29" w14:textId="77777777" w:rsidR="00627C72" w:rsidRDefault="00627C72" w:rsidP="00627C72">
            <w:pPr>
              <w:pStyle w:val="Corpsperso1"/>
              <w:rPr>
                <w:rFonts w:ascii="Marianne" w:hAnsi="Marianne"/>
                <w:sz w:val="20"/>
              </w:rPr>
            </w:pPr>
            <w:r w:rsidRPr="00D876C8">
              <w:rPr>
                <w:rFonts w:ascii="Marianne" w:hAnsi="Marianne"/>
                <w:sz w:val="20"/>
              </w:rPr>
              <w:t>Ce cadre permet de juger la valeur de l’offre du candidat au regard de l’organisation, des moyens spécifiques et des engagements que le candidat met en œuvre pour l’exécution du marché.</w:t>
            </w:r>
          </w:p>
          <w:p w14:paraId="79C8789B" w14:textId="6945A011" w:rsidR="00627C72" w:rsidRPr="00D876C8" w:rsidRDefault="00627C72" w:rsidP="00627C72">
            <w:pPr>
              <w:pStyle w:val="Corpsperso1"/>
              <w:rPr>
                <w:rFonts w:ascii="Marianne" w:hAnsi="Marianne"/>
                <w:sz w:val="20"/>
              </w:rPr>
            </w:pPr>
            <w:r w:rsidRPr="00D876C8">
              <w:rPr>
                <w:rFonts w:ascii="Marianne" w:hAnsi="Marianne"/>
                <w:sz w:val="20"/>
              </w:rPr>
              <w:t>En cas de groupement, un seul cadre est rempli pour l’ensemble des membres du groupement.</w:t>
            </w:r>
          </w:p>
          <w:p w14:paraId="6356D314" w14:textId="1A800C33" w:rsidR="00627C72" w:rsidRPr="00627C72" w:rsidRDefault="00627C72" w:rsidP="00627C72">
            <w:pPr>
              <w:pStyle w:val="Corpsperso1"/>
              <w:rPr>
                <w:rFonts w:ascii="Marianne" w:hAnsi="Marianne" w:cstheme="minorHAnsi"/>
                <w:sz w:val="20"/>
              </w:rPr>
            </w:pPr>
            <w:r w:rsidRPr="00304636">
              <w:rPr>
                <w:rFonts w:ascii="Marianne" w:hAnsi="Marianne" w:cstheme="minorHAnsi"/>
                <w:sz w:val="20"/>
              </w:rPr>
              <w:t>Le candidat veillera à apporter une réponse adaptée au présent marché.</w:t>
            </w:r>
            <w:r>
              <w:rPr>
                <w:rFonts w:ascii="Marianne" w:hAnsi="Marianne" w:cstheme="minorHAnsi"/>
                <w:sz w:val="20"/>
              </w:rPr>
              <w:t xml:space="preserve"> </w:t>
            </w:r>
            <w:r w:rsidRPr="00D876C8">
              <w:rPr>
                <w:rFonts w:ascii="Marianne" w:hAnsi="Marianne"/>
                <w:sz w:val="20"/>
              </w:rPr>
              <w:t>Le document doit être cohérent et rédigé de manière à répondre spécifiquement aux besoins exprimés et aux résultats attendus.</w:t>
            </w:r>
          </w:p>
          <w:p w14:paraId="30FA2194" w14:textId="77777777" w:rsidR="00627C72" w:rsidRPr="00304636" w:rsidRDefault="00627C72" w:rsidP="00627C72">
            <w:pPr>
              <w:pStyle w:val="Corpsperso1"/>
              <w:rPr>
                <w:rFonts w:ascii="Marianne" w:hAnsi="Marianne" w:cstheme="minorHAnsi"/>
                <w:sz w:val="20"/>
              </w:rPr>
            </w:pPr>
            <w:r w:rsidRPr="00304636">
              <w:rPr>
                <w:rFonts w:ascii="Marianne" w:hAnsi="Marianne" w:cstheme="minorHAnsi"/>
                <w:sz w:val="20"/>
              </w:rPr>
              <w:t xml:space="preserve">Le CRT doit être renseigné dans son intégralité. </w:t>
            </w:r>
            <w:r w:rsidRPr="00304636">
              <w:rPr>
                <w:rFonts w:ascii="Marianne" w:hAnsi="Marianne" w:cstheme="minorHAnsi"/>
                <w:color w:val="000000"/>
                <w:kern w:val="3"/>
                <w:sz w:val="20"/>
              </w:rPr>
              <w:t>Aucune modification sur le fond ou la forme n’est tolérée, hormis l’</w:t>
            </w:r>
            <w:r w:rsidRPr="00304636">
              <w:rPr>
                <w:rFonts w:ascii="Marianne" w:hAnsi="Marianne" w:cstheme="minorHAnsi"/>
                <w:sz w:val="20"/>
              </w:rPr>
              <w:t>ajout de lignes dans les parties existantes.</w:t>
            </w:r>
          </w:p>
          <w:p w14:paraId="575BA3EF" w14:textId="4698E2EB" w:rsidR="00627C72" w:rsidRPr="00627C72" w:rsidRDefault="00627C72" w:rsidP="00627C72">
            <w:pPr>
              <w:pStyle w:val="Corpsperso1"/>
              <w:rPr>
                <w:rFonts w:ascii="Marianne" w:hAnsi="Marianne" w:cstheme="minorHAnsi"/>
                <w:color w:val="FF0000"/>
                <w:sz w:val="20"/>
              </w:rPr>
            </w:pPr>
            <w:bookmarkStart w:id="1" w:name="_Toc69660225"/>
            <w:r w:rsidRPr="00A67C4D">
              <w:rPr>
                <w:rFonts w:ascii="Marianne" w:hAnsi="Marianne" w:cstheme="minorHAnsi"/>
                <w:color w:val="FF0000"/>
                <w:sz w:val="20"/>
              </w:rPr>
              <w:t>La notation du critère Valeur Technique sera basée uniquement sur le présent Cadre de Réponse Technique, aucune partie supplémentaire, aucun renvoi ou pièces-jointe ne sera pris en considération.</w:t>
            </w:r>
            <w:bookmarkEnd w:id="1"/>
          </w:p>
          <w:p w14:paraId="1CEB356E" w14:textId="77777777" w:rsidR="00627C72" w:rsidRDefault="00627C72" w:rsidP="00627C72">
            <w:pPr>
              <w:pStyle w:val="Corpsperso1"/>
              <w:rPr>
                <w:rFonts w:ascii="Marianne" w:hAnsi="Marianne"/>
                <w:sz w:val="20"/>
              </w:rPr>
            </w:pPr>
            <w:r w:rsidRPr="00D876C8">
              <w:rPr>
                <w:rFonts w:ascii="Marianne" w:hAnsi="Marianne"/>
                <w:sz w:val="20"/>
              </w:rPr>
              <w:t>Son niveau de qualité et la cohérence des informations transmises constituent des éléments déterminants dans l’analyse de l’offre.</w:t>
            </w:r>
          </w:p>
          <w:p w14:paraId="5AEABB13" w14:textId="7791515C" w:rsidR="00627C72" w:rsidRPr="00D876C8" w:rsidRDefault="00627C72" w:rsidP="00627C72">
            <w:pPr>
              <w:pStyle w:val="Corpsperso1"/>
              <w:rPr>
                <w:rFonts w:ascii="Marianne" w:hAnsi="Marianne"/>
                <w:sz w:val="20"/>
              </w:rPr>
            </w:pPr>
            <w:r w:rsidRPr="00D876C8">
              <w:rPr>
                <w:rFonts w:ascii="Marianne" w:hAnsi="Marianne"/>
                <w:sz w:val="20"/>
              </w:rPr>
              <w:t>Le cadre de réponse technique est un document contractuel.</w:t>
            </w:r>
          </w:p>
          <w:p w14:paraId="7A17BEBC" w14:textId="77777777" w:rsidR="00627C72" w:rsidRPr="00D876C8" w:rsidRDefault="00627C72" w:rsidP="00627C72">
            <w:pPr>
              <w:pStyle w:val="Corpsperso1"/>
              <w:rPr>
                <w:rFonts w:ascii="Marianne" w:hAnsi="Marianne"/>
                <w:sz w:val="20"/>
              </w:rPr>
            </w:pPr>
            <w:r w:rsidRPr="00D876C8">
              <w:rPr>
                <w:rFonts w:ascii="Marianne" w:hAnsi="Marianne"/>
                <w:sz w:val="20"/>
              </w:rPr>
              <w:t>A ce titre, le candidat sera tenu de mettre en œuvre l’organisation, les procédés, les techniques exposés dans son offre. De même il mettra à disposition des intervenants disposant de profils et certifications identiques ou équivalents à ceux présentés.</w:t>
            </w:r>
          </w:p>
          <w:p w14:paraId="06364B6F" w14:textId="63F05808" w:rsidR="00097BF0" w:rsidRPr="00627C72" w:rsidRDefault="00627C72" w:rsidP="00627C72">
            <w:pPr>
              <w:pStyle w:val="Corpsperso1"/>
              <w:rPr>
                <w:rFonts w:ascii="Marianne" w:hAnsi="Marianne"/>
                <w:sz w:val="20"/>
              </w:rPr>
            </w:pPr>
            <w:r w:rsidRPr="00D876C8">
              <w:rPr>
                <w:rFonts w:ascii="Marianne" w:hAnsi="Marianne"/>
                <w:sz w:val="20"/>
              </w:rPr>
              <w:t>Les dispositions prévues dans le cahier des clauses administratives particulières (CCP), notamment les pénalités, s’appliquent si les engagements du cadre de réponse technique ne sont pas tenus.</w:t>
            </w:r>
          </w:p>
        </w:tc>
      </w:tr>
    </w:tbl>
    <w:p w14:paraId="5D72CBFF" w14:textId="77777777" w:rsidR="00097BF0" w:rsidRPr="00304636" w:rsidRDefault="00097BF0" w:rsidP="00097BF0">
      <w:pPr>
        <w:pStyle w:val="Corpsperso1"/>
        <w:rPr>
          <w:rFonts w:ascii="Marianne" w:hAnsi="Marianne" w:cstheme="minorHAnsi"/>
          <w:sz w:val="20"/>
          <w:u w:val="single"/>
        </w:rPr>
      </w:pPr>
    </w:p>
    <w:bookmarkEnd w:id="0"/>
    <w:p w14:paraId="145AA60E" w14:textId="7186CD1D" w:rsidR="00097BF0" w:rsidRPr="00304636" w:rsidRDefault="00097BF0" w:rsidP="00097BF0">
      <w:pPr>
        <w:overflowPunct/>
        <w:autoSpaceDE/>
        <w:autoSpaceDN/>
        <w:adjustRightInd/>
        <w:textAlignment w:val="auto"/>
        <w:rPr>
          <w:rFonts w:ascii="Marianne" w:hAnsi="Marianne" w:cs="Arial"/>
          <w:bCs/>
        </w:rPr>
      </w:pPr>
      <w:r w:rsidRPr="00304636">
        <w:rPr>
          <w:rFonts w:ascii="Marianne" w:hAnsi="Marianne"/>
        </w:rPr>
        <w:br w:type="page"/>
      </w:r>
    </w:p>
    <w:p w14:paraId="5869B4CF" w14:textId="77777777" w:rsidR="00F01181" w:rsidRPr="00304636" w:rsidRDefault="007630F6" w:rsidP="00031827">
      <w:pPr>
        <w:pStyle w:val="Titre1B"/>
        <w:rPr>
          <w:rFonts w:ascii="Marianne" w:hAnsi="Marianne"/>
          <w:sz w:val="20"/>
        </w:rPr>
      </w:pPr>
      <w:bookmarkStart w:id="2" w:name="_Toc66356321"/>
      <w:bookmarkStart w:id="3" w:name="_Toc209444386"/>
      <w:r w:rsidRPr="00304636">
        <w:rPr>
          <w:rFonts w:ascii="Marianne" w:hAnsi="Marianne"/>
          <w:sz w:val="20"/>
        </w:rPr>
        <w:lastRenderedPageBreak/>
        <w:t>Presentation du candiat</w:t>
      </w:r>
      <w:bookmarkEnd w:id="2"/>
      <w:bookmarkEnd w:id="3"/>
    </w:p>
    <w:p w14:paraId="6A4A44E9" w14:textId="7D01BA73" w:rsidR="008A54B5" w:rsidRPr="00304636" w:rsidRDefault="00B221F7" w:rsidP="00031827">
      <w:pPr>
        <w:pStyle w:val="Titre21B"/>
        <w:rPr>
          <w:rFonts w:ascii="Marianne" w:hAnsi="Marianne"/>
          <w:sz w:val="20"/>
        </w:rPr>
      </w:pPr>
      <w:bookmarkStart w:id="4" w:name="_Toc209444387"/>
      <w:r w:rsidRPr="00304636">
        <w:rPr>
          <w:rFonts w:ascii="Marianne" w:hAnsi="Marianne"/>
          <w:sz w:val="20"/>
        </w:rPr>
        <w:t>Présentation de l’entreprise</w:t>
      </w:r>
      <w:bookmarkEnd w:id="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1"/>
        <w:gridCol w:w="6075"/>
      </w:tblGrid>
      <w:tr w:rsidR="00B221F7" w:rsidRPr="00304636" w14:paraId="18F7E8FF" w14:textId="77777777" w:rsidTr="009320E2">
        <w:trPr>
          <w:trHeight w:val="510"/>
        </w:trPr>
        <w:tc>
          <w:tcPr>
            <w:tcW w:w="9346" w:type="dxa"/>
            <w:gridSpan w:val="2"/>
            <w:vAlign w:val="center"/>
          </w:tcPr>
          <w:p w14:paraId="3E428512" w14:textId="77777777" w:rsidR="00B221F7" w:rsidRPr="00304636" w:rsidRDefault="00B221F7" w:rsidP="00E71D68">
            <w:pPr>
              <w:rPr>
                <w:rFonts w:ascii="Marianne" w:hAnsi="Marianne" w:cstheme="minorHAnsi"/>
              </w:rPr>
            </w:pPr>
            <w:bookmarkStart w:id="5" w:name="_Hlk520897241"/>
            <w:r w:rsidRPr="00304636">
              <w:rPr>
                <w:rFonts w:ascii="Marianne" w:hAnsi="Marianne" w:cstheme="minorHAnsi"/>
              </w:rPr>
              <w:t>Société (ou groupement)</w:t>
            </w:r>
            <w:r w:rsidRPr="00304636">
              <w:rPr>
                <w:rFonts w:ascii="Calibri" w:hAnsi="Calibri" w:cs="Calibri"/>
              </w:rPr>
              <w:t> </w:t>
            </w:r>
            <w:r w:rsidRPr="00304636">
              <w:rPr>
                <w:rFonts w:ascii="Marianne" w:hAnsi="Marianne" w:cstheme="minorHAnsi"/>
              </w:rPr>
              <w:t>:</w:t>
            </w:r>
          </w:p>
        </w:tc>
      </w:tr>
      <w:tr w:rsidR="00B221F7" w:rsidRPr="00304636" w14:paraId="7A1FE5EC" w14:textId="77777777" w:rsidTr="009320E2">
        <w:trPr>
          <w:trHeight w:val="510"/>
        </w:trPr>
        <w:tc>
          <w:tcPr>
            <w:tcW w:w="3271" w:type="dxa"/>
            <w:vAlign w:val="center"/>
          </w:tcPr>
          <w:p w14:paraId="79B22FDD" w14:textId="77777777" w:rsidR="00B221F7" w:rsidRPr="00304636" w:rsidRDefault="00B221F7" w:rsidP="00E71D68">
            <w:pPr>
              <w:rPr>
                <w:rFonts w:ascii="Marianne" w:hAnsi="Marianne" w:cstheme="minorHAnsi"/>
              </w:rPr>
            </w:pPr>
            <w:r w:rsidRPr="00304636">
              <w:rPr>
                <w:rFonts w:ascii="Marianne" w:hAnsi="Marianne" w:cstheme="minorHAnsi"/>
              </w:rPr>
              <w:t>Nom de la société</w:t>
            </w:r>
          </w:p>
        </w:tc>
        <w:tc>
          <w:tcPr>
            <w:tcW w:w="6075" w:type="dxa"/>
            <w:vAlign w:val="center"/>
          </w:tcPr>
          <w:p w14:paraId="43E31816" w14:textId="77777777" w:rsidR="00B221F7" w:rsidRPr="00304636" w:rsidRDefault="00B221F7" w:rsidP="00E71D68">
            <w:pPr>
              <w:rPr>
                <w:rFonts w:ascii="Marianne" w:hAnsi="Marianne" w:cstheme="minorHAnsi"/>
              </w:rPr>
            </w:pPr>
          </w:p>
        </w:tc>
      </w:tr>
      <w:tr w:rsidR="00B221F7" w:rsidRPr="00304636" w14:paraId="54E18E66" w14:textId="77777777" w:rsidTr="009320E2">
        <w:trPr>
          <w:trHeight w:val="510"/>
        </w:trPr>
        <w:tc>
          <w:tcPr>
            <w:tcW w:w="3271" w:type="dxa"/>
            <w:vAlign w:val="center"/>
          </w:tcPr>
          <w:p w14:paraId="34C47816" w14:textId="77777777" w:rsidR="00B221F7" w:rsidRPr="00304636" w:rsidRDefault="00B221F7" w:rsidP="00E71D68">
            <w:pPr>
              <w:rPr>
                <w:rFonts w:ascii="Marianne" w:hAnsi="Marianne" w:cstheme="minorHAnsi"/>
              </w:rPr>
            </w:pPr>
            <w:r w:rsidRPr="00304636">
              <w:rPr>
                <w:rFonts w:ascii="Marianne" w:hAnsi="Marianne" w:cstheme="minorHAnsi"/>
              </w:rPr>
              <w:t>Adresse du siège social</w:t>
            </w:r>
          </w:p>
        </w:tc>
        <w:tc>
          <w:tcPr>
            <w:tcW w:w="6075" w:type="dxa"/>
            <w:vAlign w:val="center"/>
          </w:tcPr>
          <w:p w14:paraId="703FA673" w14:textId="77777777" w:rsidR="00B221F7" w:rsidRPr="00304636" w:rsidRDefault="00B221F7" w:rsidP="00E71D68">
            <w:pPr>
              <w:rPr>
                <w:rFonts w:ascii="Marianne" w:hAnsi="Marianne" w:cstheme="minorHAnsi"/>
              </w:rPr>
            </w:pPr>
          </w:p>
        </w:tc>
      </w:tr>
      <w:tr w:rsidR="00B221F7" w:rsidRPr="00304636" w14:paraId="5E89E129" w14:textId="77777777" w:rsidTr="009320E2">
        <w:trPr>
          <w:trHeight w:val="510"/>
        </w:trPr>
        <w:tc>
          <w:tcPr>
            <w:tcW w:w="3271" w:type="dxa"/>
            <w:vAlign w:val="center"/>
          </w:tcPr>
          <w:p w14:paraId="7D89F488" w14:textId="77777777" w:rsidR="00B221F7" w:rsidRPr="00304636" w:rsidRDefault="00B221F7" w:rsidP="00E71D68">
            <w:pPr>
              <w:rPr>
                <w:rFonts w:ascii="Marianne" w:hAnsi="Marianne" w:cstheme="minorHAnsi"/>
              </w:rPr>
            </w:pPr>
            <w:r w:rsidRPr="00304636">
              <w:rPr>
                <w:rFonts w:ascii="Marianne" w:hAnsi="Marianne" w:cstheme="minorHAnsi"/>
              </w:rPr>
              <w:t>Représentant légal</w:t>
            </w:r>
          </w:p>
        </w:tc>
        <w:tc>
          <w:tcPr>
            <w:tcW w:w="6075" w:type="dxa"/>
            <w:vAlign w:val="center"/>
          </w:tcPr>
          <w:p w14:paraId="3076F460" w14:textId="77777777" w:rsidR="00B221F7" w:rsidRPr="00304636" w:rsidRDefault="00B221F7" w:rsidP="00E71D68">
            <w:pPr>
              <w:rPr>
                <w:rFonts w:ascii="Marianne" w:hAnsi="Marianne" w:cstheme="minorHAnsi"/>
              </w:rPr>
            </w:pPr>
          </w:p>
        </w:tc>
      </w:tr>
      <w:tr w:rsidR="00B221F7" w:rsidRPr="00304636" w14:paraId="636E2B0B" w14:textId="77777777" w:rsidTr="009320E2">
        <w:trPr>
          <w:trHeight w:val="510"/>
        </w:trPr>
        <w:tc>
          <w:tcPr>
            <w:tcW w:w="3271" w:type="dxa"/>
            <w:vAlign w:val="center"/>
          </w:tcPr>
          <w:p w14:paraId="0A737151" w14:textId="77777777" w:rsidR="00B221F7" w:rsidRPr="00304636" w:rsidRDefault="00B221F7" w:rsidP="00E71D68">
            <w:pPr>
              <w:rPr>
                <w:rFonts w:ascii="Marianne" w:hAnsi="Marianne" w:cstheme="minorHAnsi"/>
              </w:rPr>
            </w:pPr>
            <w:r w:rsidRPr="00304636">
              <w:rPr>
                <w:rFonts w:ascii="Marianne" w:hAnsi="Marianne" w:cstheme="minorHAnsi"/>
              </w:rPr>
              <w:t>Mandataire (si groupement)</w:t>
            </w:r>
          </w:p>
        </w:tc>
        <w:tc>
          <w:tcPr>
            <w:tcW w:w="6075" w:type="dxa"/>
            <w:vAlign w:val="center"/>
          </w:tcPr>
          <w:p w14:paraId="09CEF3DD" w14:textId="77777777" w:rsidR="00B221F7" w:rsidRPr="00304636" w:rsidRDefault="00B221F7" w:rsidP="00E71D68">
            <w:pPr>
              <w:rPr>
                <w:rFonts w:ascii="Marianne" w:hAnsi="Marianne" w:cstheme="minorHAnsi"/>
              </w:rPr>
            </w:pPr>
          </w:p>
        </w:tc>
      </w:tr>
    </w:tbl>
    <w:p w14:paraId="71F5C4B1" w14:textId="77777777" w:rsidR="00670930" w:rsidRPr="002E0C3D" w:rsidRDefault="00670930" w:rsidP="00670930">
      <w:pPr>
        <w:pStyle w:val="Titre21B"/>
        <w:rPr>
          <w:rFonts w:ascii="Marianne" w:hAnsi="Marianne"/>
          <w:sz w:val="20"/>
        </w:rPr>
      </w:pPr>
      <w:bookmarkStart w:id="6" w:name="_Toc117860602"/>
      <w:bookmarkStart w:id="7" w:name="_Toc66356322"/>
      <w:bookmarkStart w:id="8" w:name="_Toc209444388"/>
      <w:bookmarkEnd w:id="5"/>
      <w:r w:rsidRPr="002E0C3D">
        <w:rPr>
          <w:rFonts w:ascii="Marianne" w:hAnsi="Marianne"/>
          <w:sz w:val="20"/>
        </w:rPr>
        <w:t>Référent marché</w:t>
      </w:r>
      <w:bookmarkEnd w:id="6"/>
      <w:bookmarkEnd w:id="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6085"/>
      </w:tblGrid>
      <w:tr w:rsidR="00670930" w:rsidRPr="00D876C8" w14:paraId="28448133" w14:textId="77777777" w:rsidTr="003E539B">
        <w:trPr>
          <w:trHeight w:val="510"/>
        </w:trPr>
        <w:tc>
          <w:tcPr>
            <w:tcW w:w="3261" w:type="dxa"/>
            <w:vAlign w:val="center"/>
          </w:tcPr>
          <w:p w14:paraId="7C87A30C" w14:textId="77777777" w:rsidR="00670930" w:rsidRPr="00D876C8" w:rsidRDefault="00670930" w:rsidP="003E539B">
            <w:pPr>
              <w:rPr>
                <w:rFonts w:ascii="Marianne" w:hAnsi="Marianne" w:cstheme="minorHAnsi"/>
              </w:rPr>
            </w:pPr>
            <w:bookmarkStart w:id="9" w:name="_Hlk520897726"/>
            <w:r w:rsidRPr="00D876C8">
              <w:rPr>
                <w:rFonts w:ascii="Marianne" w:hAnsi="Marianne" w:cstheme="minorHAnsi"/>
              </w:rPr>
              <w:t>Nom, Prénom</w:t>
            </w:r>
          </w:p>
        </w:tc>
        <w:tc>
          <w:tcPr>
            <w:tcW w:w="6085" w:type="dxa"/>
            <w:vAlign w:val="center"/>
          </w:tcPr>
          <w:p w14:paraId="7A870129" w14:textId="77777777" w:rsidR="00670930" w:rsidRPr="00D876C8" w:rsidRDefault="00670930" w:rsidP="003E539B">
            <w:pPr>
              <w:rPr>
                <w:rFonts w:ascii="Marianne" w:hAnsi="Marianne" w:cstheme="minorHAnsi"/>
              </w:rPr>
            </w:pPr>
          </w:p>
        </w:tc>
      </w:tr>
      <w:tr w:rsidR="00670930" w:rsidRPr="00D876C8" w14:paraId="5274F58C" w14:textId="77777777" w:rsidTr="003E539B">
        <w:trPr>
          <w:trHeight w:val="510"/>
        </w:trPr>
        <w:tc>
          <w:tcPr>
            <w:tcW w:w="3261" w:type="dxa"/>
            <w:vAlign w:val="center"/>
          </w:tcPr>
          <w:p w14:paraId="671D4C61" w14:textId="77777777" w:rsidR="00670930" w:rsidRPr="00D876C8" w:rsidRDefault="00670930" w:rsidP="003E539B">
            <w:pPr>
              <w:rPr>
                <w:rFonts w:ascii="Marianne" w:hAnsi="Marianne" w:cstheme="minorHAnsi"/>
              </w:rPr>
            </w:pPr>
            <w:r w:rsidRPr="00D876C8">
              <w:rPr>
                <w:rFonts w:ascii="Marianne" w:hAnsi="Marianne" w:cstheme="minorHAnsi"/>
              </w:rPr>
              <w:t>Fonction</w:t>
            </w:r>
          </w:p>
        </w:tc>
        <w:tc>
          <w:tcPr>
            <w:tcW w:w="6085" w:type="dxa"/>
            <w:vAlign w:val="center"/>
          </w:tcPr>
          <w:p w14:paraId="6A0810AF" w14:textId="77777777" w:rsidR="00670930" w:rsidRPr="00D876C8" w:rsidRDefault="00670930" w:rsidP="003E539B">
            <w:pPr>
              <w:rPr>
                <w:rFonts w:ascii="Marianne" w:hAnsi="Marianne" w:cstheme="minorHAnsi"/>
              </w:rPr>
            </w:pPr>
          </w:p>
        </w:tc>
      </w:tr>
      <w:tr w:rsidR="00670930" w:rsidRPr="00D876C8" w14:paraId="4AA24DD1" w14:textId="77777777" w:rsidTr="003E539B">
        <w:trPr>
          <w:trHeight w:val="510"/>
        </w:trPr>
        <w:tc>
          <w:tcPr>
            <w:tcW w:w="3261" w:type="dxa"/>
            <w:vAlign w:val="center"/>
          </w:tcPr>
          <w:p w14:paraId="6BFCCBE1" w14:textId="77777777" w:rsidR="00670930" w:rsidRPr="00D876C8" w:rsidRDefault="00670930" w:rsidP="003E539B">
            <w:pPr>
              <w:rPr>
                <w:rFonts w:ascii="Marianne" w:hAnsi="Marianne" w:cstheme="minorHAnsi"/>
              </w:rPr>
            </w:pPr>
            <w:r w:rsidRPr="00D876C8">
              <w:rPr>
                <w:rFonts w:ascii="Marianne" w:hAnsi="Marianne" w:cstheme="minorHAnsi"/>
              </w:rPr>
              <w:t>Téléphone</w:t>
            </w:r>
          </w:p>
        </w:tc>
        <w:tc>
          <w:tcPr>
            <w:tcW w:w="6085" w:type="dxa"/>
            <w:vAlign w:val="center"/>
          </w:tcPr>
          <w:p w14:paraId="5C2676A4" w14:textId="77777777" w:rsidR="00670930" w:rsidRPr="00D876C8" w:rsidRDefault="00670930" w:rsidP="003E539B">
            <w:pPr>
              <w:rPr>
                <w:rFonts w:ascii="Marianne" w:hAnsi="Marianne" w:cstheme="minorHAnsi"/>
              </w:rPr>
            </w:pPr>
          </w:p>
        </w:tc>
      </w:tr>
      <w:tr w:rsidR="00670930" w:rsidRPr="00D876C8" w14:paraId="2CFF532E" w14:textId="77777777" w:rsidTr="003E539B">
        <w:trPr>
          <w:trHeight w:val="510"/>
        </w:trPr>
        <w:tc>
          <w:tcPr>
            <w:tcW w:w="3261" w:type="dxa"/>
            <w:vAlign w:val="center"/>
          </w:tcPr>
          <w:p w14:paraId="4F901567" w14:textId="77777777" w:rsidR="00670930" w:rsidRPr="00D876C8" w:rsidRDefault="00670930" w:rsidP="003E539B">
            <w:pPr>
              <w:rPr>
                <w:rFonts w:ascii="Marianne" w:hAnsi="Marianne" w:cstheme="minorHAnsi"/>
              </w:rPr>
            </w:pPr>
            <w:r w:rsidRPr="00D876C8">
              <w:rPr>
                <w:rFonts w:ascii="Marianne" w:hAnsi="Marianne" w:cstheme="minorHAnsi"/>
              </w:rPr>
              <w:t>Adresse courriel</w:t>
            </w:r>
          </w:p>
        </w:tc>
        <w:tc>
          <w:tcPr>
            <w:tcW w:w="6085" w:type="dxa"/>
            <w:vAlign w:val="center"/>
          </w:tcPr>
          <w:p w14:paraId="6591FF63" w14:textId="77777777" w:rsidR="00670930" w:rsidRPr="00D876C8" w:rsidRDefault="00670930" w:rsidP="003E539B">
            <w:pPr>
              <w:rPr>
                <w:rFonts w:ascii="Marianne" w:hAnsi="Marianne" w:cstheme="minorHAnsi"/>
              </w:rPr>
            </w:pPr>
          </w:p>
        </w:tc>
      </w:tr>
      <w:tr w:rsidR="00670930" w:rsidRPr="00D876C8" w14:paraId="28225AA4" w14:textId="77777777" w:rsidTr="003E539B">
        <w:trPr>
          <w:trHeight w:val="510"/>
        </w:trPr>
        <w:tc>
          <w:tcPr>
            <w:tcW w:w="3261" w:type="dxa"/>
            <w:vAlign w:val="center"/>
          </w:tcPr>
          <w:p w14:paraId="5A26D9DC" w14:textId="77777777" w:rsidR="00670930" w:rsidRPr="00D876C8" w:rsidRDefault="00670930" w:rsidP="003E539B">
            <w:pPr>
              <w:rPr>
                <w:rFonts w:ascii="Marianne" w:hAnsi="Marianne" w:cstheme="minorHAnsi"/>
              </w:rPr>
            </w:pPr>
            <w:r w:rsidRPr="00D876C8">
              <w:rPr>
                <w:rFonts w:ascii="Marianne" w:hAnsi="Marianne" w:cstheme="minorHAnsi"/>
              </w:rPr>
              <w:t>Fax</w:t>
            </w:r>
          </w:p>
        </w:tc>
        <w:tc>
          <w:tcPr>
            <w:tcW w:w="6085" w:type="dxa"/>
            <w:vAlign w:val="center"/>
          </w:tcPr>
          <w:p w14:paraId="1F80B812" w14:textId="77777777" w:rsidR="00670930" w:rsidRPr="00D876C8" w:rsidRDefault="00670930" w:rsidP="003E539B">
            <w:pPr>
              <w:rPr>
                <w:rFonts w:ascii="Marianne" w:hAnsi="Marianne" w:cstheme="minorHAnsi"/>
              </w:rPr>
            </w:pPr>
          </w:p>
        </w:tc>
      </w:tr>
      <w:bookmarkEnd w:id="9"/>
    </w:tbl>
    <w:p w14:paraId="25B6D428" w14:textId="787A3885" w:rsidR="00670930" w:rsidRPr="002E0C3D" w:rsidRDefault="00670930" w:rsidP="00670930">
      <w:pPr>
        <w:pStyle w:val="Corpsperso1"/>
        <w:rPr>
          <w:rFonts w:ascii="Marianne" w:hAnsi="Marianne"/>
          <w:sz w:val="20"/>
        </w:rPr>
      </w:pPr>
    </w:p>
    <w:p w14:paraId="13D54ABF" w14:textId="1B61AF19" w:rsidR="002E0C3D" w:rsidRPr="002E0C3D" w:rsidRDefault="002E0C3D" w:rsidP="002E0C3D">
      <w:pPr>
        <w:pStyle w:val="Corpsperso1"/>
        <w:rPr>
          <w:rFonts w:ascii="Marianne" w:hAnsi="Marianne"/>
          <w:b/>
          <w:bCs w:val="0"/>
          <w:color w:val="EE0000"/>
          <w:sz w:val="20"/>
        </w:rPr>
      </w:pPr>
      <w:r w:rsidRPr="002E0C3D">
        <w:rPr>
          <w:rFonts w:ascii="Marianne" w:hAnsi="Marianne"/>
          <w:b/>
          <w:bCs w:val="0"/>
          <w:color w:val="EE0000"/>
          <w:sz w:val="20"/>
        </w:rPr>
        <w:t>Un cadre de réponse technique par lot auquel le candidat soumissionne.</w:t>
      </w:r>
    </w:p>
    <w:p w14:paraId="060B9A1E" w14:textId="77777777" w:rsidR="002E0C3D" w:rsidRPr="002E0C3D" w:rsidRDefault="002E0C3D" w:rsidP="002E0C3D">
      <w:pPr>
        <w:pStyle w:val="Corpsperso1"/>
        <w:jc w:val="center"/>
        <w:rPr>
          <w:rFonts w:ascii="Marianne" w:hAnsi="Marianne"/>
          <w:b/>
          <w:bCs w:val="0"/>
          <w:color w:val="EE0000"/>
          <w:sz w:val="20"/>
        </w:rPr>
      </w:pPr>
    </w:p>
    <w:p w14:paraId="01813895" w14:textId="70F9009A" w:rsidR="002E0C3D" w:rsidRPr="002E0C3D" w:rsidRDefault="002E0C3D" w:rsidP="002E0C3D">
      <w:pPr>
        <w:pStyle w:val="Listeperso1"/>
        <w:numPr>
          <w:ilvl w:val="0"/>
          <w:numId w:val="0"/>
        </w:numPr>
        <w:spacing w:before="80" w:after="80"/>
        <w:ind w:left="357"/>
        <w:rPr>
          <w:rFonts w:ascii="Marianne" w:hAnsi="Marianne"/>
          <w:b/>
          <w:bCs w:val="0"/>
          <w:sz w:val="20"/>
        </w:rPr>
      </w:pPr>
      <w:sdt>
        <w:sdtPr>
          <w:rPr>
            <w:rFonts w:ascii="Marianne" w:hAnsi="Marianne"/>
            <w:b/>
            <w:bCs w:val="0"/>
            <w:sz w:val="20"/>
          </w:rPr>
          <w:id w:val="16060005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E0C3D">
            <w:rPr>
              <w:rFonts w:ascii="Segoe UI Symbol" w:eastAsia="MS Gothic" w:hAnsi="Segoe UI Symbol" w:cs="Segoe UI Symbol"/>
              <w:b/>
              <w:bCs w:val="0"/>
              <w:sz w:val="20"/>
            </w:rPr>
            <w:t>☐</w:t>
          </w:r>
        </w:sdtContent>
      </w:sdt>
      <w:r w:rsidRPr="002E0C3D">
        <w:rPr>
          <w:rFonts w:ascii="Marianne" w:hAnsi="Marianne"/>
          <w:b/>
          <w:bCs w:val="0"/>
          <w:sz w:val="20"/>
        </w:rPr>
        <w:t xml:space="preserve"> </w:t>
      </w:r>
      <w:proofErr w:type="gramStart"/>
      <w:r w:rsidRPr="002E0C3D">
        <w:rPr>
          <w:rFonts w:ascii="Marianne" w:hAnsi="Marianne"/>
          <w:b/>
          <w:bCs w:val="0"/>
          <w:sz w:val="20"/>
        </w:rPr>
        <w:t>lot</w:t>
      </w:r>
      <w:proofErr w:type="gramEnd"/>
      <w:r w:rsidRPr="002E0C3D">
        <w:rPr>
          <w:rFonts w:ascii="Marianne" w:hAnsi="Marianne"/>
          <w:b/>
          <w:bCs w:val="0"/>
          <w:sz w:val="20"/>
        </w:rPr>
        <w:t xml:space="preserve"> 1</w:t>
      </w:r>
      <w:r w:rsidRPr="002E0C3D">
        <w:rPr>
          <w:rFonts w:ascii="Calibri" w:hAnsi="Calibri" w:cs="Calibri"/>
          <w:b/>
          <w:bCs w:val="0"/>
          <w:sz w:val="20"/>
        </w:rPr>
        <w:t> </w:t>
      </w:r>
      <w:r w:rsidRPr="002E0C3D">
        <w:rPr>
          <w:rFonts w:ascii="Marianne" w:hAnsi="Marianne"/>
          <w:b/>
          <w:bCs w:val="0"/>
          <w:sz w:val="20"/>
        </w:rPr>
        <w:t>:</w:t>
      </w:r>
      <w:r w:rsidRPr="002E0C3D">
        <w:rPr>
          <w:rFonts w:ascii="Marianne" w:hAnsi="Marianne"/>
          <w:b/>
          <w:bCs w:val="0"/>
          <w:sz w:val="20"/>
        </w:rPr>
        <w:t xml:space="preserve"> matériel de stérilisation.</w:t>
      </w:r>
    </w:p>
    <w:p w14:paraId="55646D8A" w14:textId="303B5325" w:rsidR="002E0C3D" w:rsidRPr="002E0C3D" w:rsidRDefault="002E0C3D" w:rsidP="002E0C3D">
      <w:pPr>
        <w:pStyle w:val="Listeperso1"/>
        <w:numPr>
          <w:ilvl w:val="0"/>
          <w:numId w:val="0"/>
        </w:numPr>
        <w:spacing w:before="80" w:after="80"/>
        <w:ind w:left="357"/>
        <w:rPr>
          <w:rFonts w:ascii="Marianne" w:hAnsi="Marianne"/>
          <w:b/>
          <w:bCs w:val="0"/>
          <w:sz w:val="20"/>
        </w:rPr>
      </w:pPr>
      <w:sdt>
        <w:sdtPr>
          <w:rPr>
            <w:rFonts w:ascii="Marianne" w:hAnsi="Marianne"/>
            <w:b/>
            <w:bCs w:val="0"/>
            <w:sz w:val="20"/>
          </w:rPr>
          <w:id w:val="10542862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E0C3D">
            <w:rPr>
              <w:rFonts w:ascii="Segoe UI Symbol" w:eastAsia="MS Gothic" w:hAnsi="Segoe UI Symbol" w:cs="Segoe UI Symbol"/>
              <w:b/>
              <w:bCs w:val="0"/>
              <w:sz w:val="20"/>
            </w:rPr>
            <w:t>☐</w:t>
          </w:r>
        </w:sdtContent>
      </w:sdt>
      <w:r w:rsidRPr="002E0C3D">
        <w:rPr>
          <w:rFonts w:ascii="Marianne" w:hAnsi="Marianne"/>
          <w:b/>
          <w:bCs w:val="0"/>
          <w:sz w:val="20"/>
        </w:rPr>
        <w:t xml:space="preserve"> </w:t>
      </w:r>
      <w:proofErr w:type="gramStart"/>
      <w:r w:rsidRPr="002E0C3D">
        <w:rPr>
          <w:rFonts w:ascii="Marianne" w:hAnsi="Marianne"/>
          <w:b/>
          <w:bCs w:val="0"/>
          <w:sz w:val="20"/>
        </w:rPr>
        <w:t>lot</w:t>
      </w:r>
      <w:proofErr w:type="gramEnd"/>
      <w:r w:rsidRPr="002E0C3D">
        <w:rPr>
          <w:rFonts w:ascii="Marianne" w:hAnsi="Marianne"/>
          <w:b/>
          <w:bCs w:val="0"/>
          <w:sz w:val="20"/>
        </w:rPr>
        <w:t xml:space="preserve"> 2</w:t>
      </w:r>
      <w:r w:rsidRPr="002E0C3D">
        <w:rPr>
          <w:rFonts w:ascii="Calibri" w:hAnsi="Calibri" w:cs="Calibri"/>
          <w:b/>
          <w:bCs w:val="0"/>
          <w:sz w:val="20"/>
        </w:rPr>
        <w:t> </w:t>
      </w:r>
      <w:r w:rsidRPr="002E0C3D">
        <w:rPr>
          <w:rFonts w:ascii="Marianne" w:hAnsi="Marianne"/>
          <w:b/>
          <w:bCs w:val="0"/>
          <w:sz w:val="20"/>
        </w:rPr>
        <w:t>:</w:t>
      </w:r>
      <w:r w:rsidRPr="002E0C3D">
        <w:rPr>
          <w:rFonts w:ascii="Marianne" w:hAnsi="Marianne"/>
          <w:b/>
          <w:bCs w:val="0"/>
          <w:sz w:val="20"/>
        </w:rPr>
        <w:t xml:space="preserve"> ligne de conditionnement.</w:t>
      </w:r>
    </w:p>
    <w:p w14:paraId="08CB36EE" w14:textId="624036BA" w:rsidR="002E0C3D" w:rsidRPr="002E0C3D" w:rsidRDefault="002E0C3D" w:rsidP="002E0C3D">
      <w:pPr>
        <w:pStyle w:val="Listeperso1"/>
        <w:numPr>
          <w:ilvl w:val="0"/>
          <w:numId w:val="0"/>
        </w:numPr>
        <w:spacing w:before="80" w:after="80"/>
        <w:ind w:left="357"/>
        <w:rPr>
          <w:rFonts w:ascii="Marianne" w:hAnsi="Marianne"/>
          <w:b/>
          <w:bCs w:val="0"/>
          <w:sz w:val="20"/>
        </w:rPr>
      </w:pPr>
      <w:sdt>
        <w:sdtPr>
          <w:rPr>
            <w:rFonts w:ascii="Marianne" w:hAnsi="Marianne"/>
            <w:b/>
            <w:bCs w:val="0"/>
            <w:sz w:val="20"/>
          </w:rPr>
          <w:id w:val="-5723587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2E0C3D">
            <w:rPr>
              <w:rFonts w:ascii="Segoe UI Symbol" w:eastAsia="MS Gothic" w:hAnsi="Segoe UI Symbol" w:cs="Segoe UI Symbol"/>
              <w:b/>
              <w:bCs w:val="0"/>
              <w:sz w:val="20"/>
            </w:rPr>
            <w:t>☐</w:t>
          </w:r>
        </w:sdtContent>
      </w:sdt>
      <w:r w:rsidRPr="002E0C3D">
        <w:rPr>
          <w:rFonts w:ascii="Marianne" w:hAnsi="Marianne"/>
          <w:b/>
          <w:bCs w:val="0"/>
          <w:sz w:val="20"/>
        </w:rPr>
        <w:t xml:space="preserve"> </w:t>
      </w:r>
      <w:proofErr w:type="gramStart"/>
      <w:r w:rsidRPr="002E0C3D">
        <w:rPr>
          <w:rFonts w:ascii="Marianne" w:hAnsi="Marianne"/>
          <w:b/>
          <w:bCs w:val="0"/>
          <w:sz w:val="20"/>
        </w:rPr>
        <w:t>lot</w:t>
      </w:r>
      <w:proofErr w:type="gramEnd"/>
      <w:r w:rsidRPr="002E0C3D">
        <w:rPr>
          <w:rFonts w:ascii="Marianne" w:hAnsi="Marianne"/>
          <w:b/>
          <w:bCs w:val="0"/>
          <w:sz w:val="20"/>
        </w:rPr>
        <w:t xml:space="preserve"> 3</w:t>
      </w:r>
      <w:r w:rsidRPr="002E0C3D">
        <w:rPr>
          <w:rFonts w:ascii="Calibri" w:hAnsi="Calibri" w:cs="Calibri"/>
          <w:b/>
          <w:bCs w:val="0"/>
          <w:sz w:val="20"/>
        </w:rPr>
        <w:t> </w:t>
      </w:r>
      <w:r w:rsidRPr="002E0C3D">
        <w:rPr>
          <w:rFonts w:ascii="Marianne" w:hAnsi="Marianne"/>
          <w:b/>
          <w:bCs w:val="0"/>
          <w:sz w:val="20"/>
        </w:rPr>
        <w:t xml:space="preserve">: </w:t>
      </w:r>
      <w:r w:rsidRPr="002E0C3D">
        <w:rPr>
          <w:rFonts w:ascii="Marianne" w:hAnsi="Marianne"/>
          <w:b/>
          <w:bCs w:val="0"/>
          <w:sz w:val="20"/>
        </w:rPr>
        <w:t>fourniture de contenants réemployables.</w:t>
      </w:r>
    </w:p>
    <w:p w14:paraId="13997744" w14:textId="77777777" w:rsidR="002E0C3D" w:rsidRDefault="002E0C3D" w:rsidP="00670930">
      <w:pPr>
        <w:pStyle w:val="Corpsperso1"/>
      </w:pPr>
    </w:p>
    <w:p w14:paraId="03D74134" w14:textId="77777777" w:rsidR="00670930" w:rsidRDefault="00670930">
      <w:pPr>
        <w:overflowPunct/>
        <w:autoSpaceDE/>
        <w:autoSpaceDN/>
        <w:adjustRightInd/>
        <w:textAlignment w:val="auto"/>
        <w:rPr>
          <w:rFonts w:asciiTheme="minorHAnsi" w:hAnsiTheme="minorHAnsi" w:cs="Arial"/>
          <w:bCs/>
          <w:sz w:val="22"/>
        </w:rPr>
      </w:pPr>
      <w:r>
        <w:br w:type="page"/>
      </w:r>
    </w:p>
    <w:p w14:paraId="6167BAEE" w14:textId="6491072B" w:rsidR="00AF0AEF" w:rsidRPr="00304636" w:rsidRDefault="002825E7" w:rsidP="009C7564">
      <w:pPr>
        <w:pStyle w:val="Titre1B"/>
        <w:spacing w:before="480"/>
        <w:ind w:left="357" w:hanging="357"/>
        <w:rPr>
          <w:rFonts w:ascii="Marianne" w:hAnsi="Marianne"/>
          <w:sz w:val="20"/>
        </w:rPr>
      </w:pPr>
      <w:bookmarkStart w:id="10" w:name="_Toc209444389"/>
      <w:r w:rsidRPr="00304636">
        <w:rPr>
          <w:rFonts w:ascii="Marianne" w:hAnsi="Marianne"/>
          <w:sz w:val="20"/>
        </w:rPr>
        <w:lastRenderedPageBreak/>
        <w:t>Valeur</w:t>
      </w:r>
      <w:r w:rsidR="00AF0AEF" w:rsidRPr="00304636">
        <w:rPr>
          <w:rFonts w:ascii="Marianne" w:hAnsi="Marianne"/>
          <w:sz w:val="20"/>
        </w:rPr>
        <w:t xml:space="preserve"> technique</w:t>
      </w:r>
      <w:bookmarkEnd w:id="7"/>
      <w:bookmarkEnd w:id="10"/>
    </w:p>
    <w:p w14:paraId="637B291B" w14:textId="2D59F45D" w:rsidR="009C7894" w:rsidRPr="00304636" w:rsidRDefault="00A67C4D" w:rsidP="00813C95">
      <w:pPr>
        <w:pStyle w:val="Titre21B"/>
        <w:rPr>
          <w:rFonts w:ascii="Marianne" w:hAnsi="Marianne"/>
          <w:sz w:val="20"/>
        </w:rPr>
      </w:pPr>
      <w:bookmarkStart w:id="11" w:name="_Toc209444390"/>
      <w:r w:rsidRPr="00A67C4D">
        <w:rPr>
          <w:rFonts w:ascii="Marianne" w:hAnsi="Marianne"/>
          <w:sz w:val="20"/>
        </w:rPr>
        <w:t>Qualité des produits</w:t>
      </w:r>
      <w:r>
        <w:rPr>
          <w:rFonts w:ascii="Marianne" w:hAnsi="Marianne"/>
          <w:sz w:val="20"/>
        </w:rPr>
        <w:t xml:space="preserve">, </w:t>
      </w:r>
      <w:r w:rsidRPr="00A67C4D">
        <w:rPr>
          <w:rFonts w:ascii="Marianne" w:hAnsi="Marianne"/>
          <w:sz w:val="20"/>
        </w:rPr>
        <w:t xml:space="preserve">caractéristiques techniques </w:t>
      </w:r>
      <w:r w:rsidR="00E13F49" w:rsidRPr="00304636">
        <w:rPr>
          <w:rFonts w:ascii="Marianne" w:hAnsi="Marianne"/>
          <w:sz w:val="20"/>
        </w:rPr>
        <w:t>(</w:t>
      </w:r>
      <w:r>
        <w:rPr>
          <w:rFonts w:ascii="Marianne" w:hAnsi="Marianne"/>
          <w:sz w:val="20"/>
        </w:rPr>
        <w:t>4</w:t>
      </w:r>
      <w:r w:rsidR="00E13F49" w:rsidRPr="00304636">
        <w:rPr>
          <w:rFonts w:ascii="Marianne" w:hAnsi="Marianne"/>
          <w:sz w:val="20"/>
        </w:rPr>
        <w:t xml:space="preserve">0% de la </w:t>
      </w:r>
      <w:r>
        <w:rPr>
          <w:rFonts w:ascii="Marianne" w:hAnsi="Marianne"/>
          <w:sz w:val="20"/>
        </w:rPr>
        <w:t>note</w:t>
      </w:r>
      <w:r w:rsidR="00E13F49" w:rsidRPr="00304636">
        <w:rPr>
          <w:rFonts w:ascii="Marianne" w:hAnsi="Marianne"/>
          <w:sz w:val="20"/>
        </w:rPr>
        <w:t xml:space="preserve"> technique)</w:t>
      </w:r>
      <w:bookmarkEnd w:id="11"/>
    </w:p>
    <w:p w14:paraId="2E631135" w14:textId="77777777" w:rsidR="0095396A" w:rsidRDefault="0095396A" w:rsidP="00AF0AEF">
      <w:pPr>
        <w:pStyle w:val="Corpsperso1"/>
        <w:rPr>
          <w:rFonts w:ascii="Marianne" w:hAnsi="Marianne"/>
          <w:sz w:val="20"/>
        </w:rPr>
      </w:pPr>
    </w:p>
    <w:p w14:paraId="16C043DF" w14:textId="77777777" w:rsidR="00A67C4D" w:rsidRDefault="00A67C4D" w:rsidP="00AF0AEF">
      <w:pPr>
        <w:pStyle w:val="Corpsperso1"/>
        <w:rPr>
          <w:rFonts w:ascii="Marianne" w:hAnsi="Marianne"/>
          <w:sz w:val="20"/>
        </w:rPr>
      </w:pPr>
    </w:p>
    <w:p w14:paraId="10E0E863" w14:textId="77777777" w:rsidR="00670930" w:rsidRDefault="00670930" w:rsidP="00AF0AEF">
      <w:pPr>
        <w:pStyle w:val="Corpsperso1"/>
        <w:rPr>
          <w:rFonts w:ascii="Marianne" w:hAnsi="Marianne"/>
          <w:sz w:val="20"/>
        </w:rPr>
      </w:pPr>
    </w:p>
    <w:p w14:paraId="01E50B35" w14:textId="77777777" w:rsidR="00347C90" w:rsidRPr="00304636" w:rsidRDefault="00347C90" w:rsidP="00AF0AEF">
      <w:pPr>
        <w:pStyle w:val="Corpsperso1"/>
        <w:rPr>
          <w:rFonts w:ascii="Marianne" w:hAnsi="Marianne"/>
          <w:sz w:val="20"/>
        </w:rPr>
      </w:pPr>
    </w:p>
    <w:p w14:paraId="059DA82F" w14:textId="741F4115" w:rsidR="00347C90" w:rsidRDefault="00347C90">
      <w:pPr>
        <w:overflowPunct/>
        <w:autoSpaceDE/>
        <w:autoSpaceDN/>
        <w:adjustRightInd/>
        <w:textAlignment w:val="auto"/>
        <w:rPr>
          <w:rFonts w:ascii="Marianne" w:hAnsi="Marianne" w:cs="Arial"/>
          <w:bCs/>
        </w:rPr>
      </w:pPr>
      <w:r>
        <w:rPr>
          <w:rFonts w:ascii="Marianne" w:hAnsi="Marianne"/>
        </w:rPr>
        <w:br w:type="page"/>
      </w:r>
    </w:p>
    <w:p w14:paraId="0C49BFCF" w14:textId="15BEAB54" w:rsidR="009C7894" w:rsidRPr="00304636" w:rsidRDefault="00A67C4D" w:rsidP="00813C95">
      <w:pPr>
        <w:pStyle w:val="Titre21B"/>
        <w:rPr>
          <w:rFonts w:ascii="Marianne" w:hAnsi="Marianne"/>
          <w:sz w:val="20"/>
        </w:rPr>
      </w:pPr>
      <w:bookmarkStart w:id="12" w:name="_Toc209444391"/>
      <w:r w:rsidRPr="00A67C4D">
        <w:rPr>
          <w:rFonts w:ascii="Marianne" w:hAnsi="Marianne"/>
          <w:sz w:val="20"/>
        </w:rPr>
        <w:lastRenderedPageBreak/>
        <w:t>Conditions et délais de livraison, d’installation et de montage</w:t>
      </w:r>
      <w:r w:rsidR="00347C90" w:rsidRPr="00347C90">
        <w:rPr>
          <w:rFonts w:ascii="Marianne" w:hAnsi="Marianne"/>
          <w:sz w:val="20"/>
        </w:rPr>
        <w:t xml:space="preserve">, </w:t>
      </w:r>
      <w:r w:rsidR="00813C95" w:rsidRPr="00304636">
        <w:rPr>
          <w:rFonts w:ascii="Marianne" w:hAnsi="Marianne"/>
          <w:sz w:val="20"/>
        </w:rPr>
        <w:t>(</w:t>
      </w:r>
      <w:r>
        <w:rPr>
          <w:rFonts w:ascii="Marianne" w:hAnsi="Marianne"/>
          <w:sz w:val="20"/>
        </w:rPr>
        <w:t>2</w:t>
      </w:r>
      <w:r w:rsidR="00C176E5" w:rsidRPr="00304636">
        <w:rPr>
          <w:rFonts w:ascii="Marianne" w:hAnsi="Marianne"/>
          <w:sz w:val="20"/>
        </w:rPr>
        <w:t xml:space="preserve">0% de la </w:t>
      </w:r>
      <w:r>
        <w:rPr>
          <w:rFonts w:ascii="Marianne" w:hAnsi="Marianne"/>
          <w:sz w:val="20"/>
        </w:rPr>
        <w:t>note</w:t>
      </w:r>
      <w:r w:rsidR="00C176E5" w:rsidRPr="00304636">
        <w:rPr>
          <w:rFonts w:ascii="Marianne" w:hAnsi="Marianne"/>
          <w:sz w:val="20"/>
        </w:rPr>
        <w:t xml:space="preserve"> technique)</w:t>
      </w:r>
      <w:bookmarkEnd w:id="12"/>
    </w:p>
    <w:p w14:paraId="2860E521" w14:textId="5DAAFE49" w:rsidR="0095396A" w:rsidRPr="00A67C4D" w:rsidRDefault="0095396A" w:rsidP="00AF0AEF">
      <w:pPr>
        <w:pStyle w:val="Corpsperso1"/>
        <w:rPr>
          <w:rFonts w:ascii="Marianne" w:hAnsi="Marianne"/>
          <w:iCs/>
          <w:sz w:val="20"/>
        </w:rPr>
      </w:pPr>
    </w:p>
    <w:p w14:paraId="03EA18D4" w14:textId="7DC992CF" w:rsidR="00813C95" w:rsidRDefault="00813C95" w:rsidP="00AF0AEF">
      <w:pPr>
        <w:pStyle w:val="Corpsperso1"/>
        <w:rPr>
          <w:rFonts w:ascii="Marianne" w:hAnsi="Marianne"/>
          <w:sz w:val="20"/>
        </w:rPr>
      </w:pPr>
    </w:p>
    <w:p w14:paraId="6D4759BF" w14:textId="77777777" w:rsidR="00670930" w:rsidRPr="00304636" w:rsidRDefault="00670930" w:rsidP="00AF0AEF">
      <w:pPr>
        <w:pStyle w:val="Corpsperso1"/>
        <w:rPr>
          <w:rFonts w:ascii="Marianne" w:hAnsi="Marianne"/>
          <w:sz w:val="20"/>
        </w:rPr>
      </w:pPr>
    </w:p>
    <w:p w14:paraId="3911FCAC" w14:textId="41687A58" w:rsidR="00813C95" w:rsidRPr="00304636" w:rsidRDefault="00813C95" w:rsidP="00AF0AEF">
      <w:pPr>
        <w:pStyle w:val="Corpsperso1"/>
        <w:rPr>
          <w:rFonts w:ascii="Marianne" w:hAnsi="Marianne"/>
          <w:sz w:val="20"/>
        </w:rPr>
      </w:pPr>
    </w:p>
    <w:p w14:paraId="602A555D" w14:textId="280AEC83" w:rsidR="00E13F49" w:rsidRDefault="00E13F49">
      <w:pPr>
        <w:overflowPunct/>
        <w:autoSpaceDE/>
        <w:autoSpaceDN/>
        <w:adjustRightInd/>
        <w:textAlignment w:val="auto"/>
        <w:rPr>
          <w:rFonts w:ascii="Marianne" w:hAnsi="Marianne" w:cs="Arial"/>
          <w:bCs/>
        </w:rPr>
      </w:pPr>
      <w:r>
        <w:rPr>
          <w:rFonts w:ascii="Marianne" w:hAnsi="Marianne"/>
        </w:rPr>
        <w:br w:type="page"/>
      </w:r>
    </w:p>
    <w:p w14:paraId="385ACBF6" w14:textId="67DAAE61" w:rsidR="009C7894" w:rsidRPr="00304636" w:rsidRDefault="00A67C4D" w:rsidP="00813C95">
      <w:pPr>
        <w:pStyle w:val="Titre21B"/>
        <w:rPr>
          <w:rFonts w:ascii="Marianne" w:hAnsi="Marianne"/>
          <w:sz w:val="20"/>
        </w:rPr>
      </w:pPr>
      <w:bookmarkStart w:id="13" w:name="_Toc209444392"/>
      <w:r w:rsidRPr="00A67C4D">
        <w:rPr>
          <w:rFonts w:ascii="Marianne" w:hAnsi="Marianne"/>
          <w:sz w:val="20"/>
        </w:rPr>
        <w:lastRenderedPageBreak/>
        <w:t xml:space="preserve">Conditions et durée de garantie pour chaque produit et gamme de produits </w:t>
      </w:r>
      <w:r w:rsidR="00C176E5" w:rsidRPr="00304636">
        <w:rPr>
          <w:rFonts w:ascii="Marianne" w:hAnsi="Marianne"/>
          <w:sz w:val="20"/>
        </w:rPr>
        <w:t>(</w:t>
      </w:r>
      <w:r w:rsidR="00E13F49">
        <w:rPr>
          <w:rFonts w:ascii="Marianne" w:hAnsi="Marianne"/>
          <w:sz w:val="20"/>
        </w:rPr>
        <w:t>20</w:t>
      </w:r>
      <w:r w:rsidR="00C176E5" w:rsidRPr="00304636">
        <w:rPr>
          <w:rFonts w:ascii="Marianne" w:hAnsi="Marianne"/>
          <w:sz w:val="20"/>
        </w:rPr>
        <w:t xml:space="preserve">% de la </w:t>
      </w:r>
      <w:r>
        <w:rPr>
          <w:rFonts w:ascii="Marianne" w:hAnsi="Marianne"/>
          <w:sz w:val="20"/>
        </w:rPr>
        <w:t>note</w:t>
      </w:r>
      <w:r w:rsidR="00C176E5" w:rsidRPr="00304636">
        <w:rPr>
          <w:rFonts w:ascii="Marianne" w:hAnsi="Marianne"/>
          <w:sz w:val="20"/>
        </w:rPr>
        <w:t xml:space="preserve"> technique)</w:t>
      </w:r>
      <w:bookmarkEnd w:id="13"/>
    </w:p>
    <w:p w14:paraId="2EDB9B5E" w14:textId="10BB693F" w:rsidR="00304636" w:rsidRPr="00A67C4D" w:rsidRDefault="00304636" w:rsidP="00AF2B7D">
      <w:pPr>
        <w:pStyle w:val="Corpsperso1"/>
        <w:rPr>
          <w:iCs/>
        </w:rPr>
      </w:pPr>
    </w:p>
    <w:p w14:paraId="5FCC398B" w14:textId="77777777" w:rsidR="00A67C4D" w:rsidRDefault="00A67C4D" w:rsidP="00AF2B7D">
      <w:pPr>
        <w:pStyle w:val="Corpsperso1"/>
      </w:pPr>
    </w:p>
    <w:p w14:paraId="7C95A42D" w14:textId="77777777" w:rsidR="00A67C4D" w:rsidRDefault="00A67C4D" w:rsidP="00AF2B7D">
      <w:pPr>
        <w:pStyle w:val="Corpsperso1"/>
      </w:pPr>
    </w:p>
    <w:p w14:paraId="71AD5F20" w14:textId="77777777" w:rsidR="00A67C4D" w:rsidRDefault="00A67C4D" w:rsidP="00AF2B7D">
      <w:pPr>
        <w:pStyle w:val="Corpsperso1"/>
      </w:pPr>
    </w:p>
    <w:p w14:paraId="07FEDCAD" w14:textId="57649251" w:rsidR="002E0C3D" w:rsidRDefault="002E0C3D">
      <w:pPr>
        <w:overflowPunct/>
        <w:autoSpaceDE/>
        <w:autoSpaceDN/>
        <w:adjustRightInd/>
        <w:textAlignment w:val="auto"/>
        <w:rPr>
          <w:rFonts w:asciiTheme="minorHAnsi" w:hAnsiTheme="minorHAnsi" w:cs="Arial"/>
          <w:bCs/>
          <w:sz w:val="22"/>
        </w:rPr>
      </w:pPr>
      <w:r>
        <w:br w:type="page"/>
      </w:r>
    </w:p>
    <w:p w14:paraId="1DA8AEF2" w14:textId="6528F772" w:rsidR="00A67C4D" w:rsidRPr="002E0C3D" w:rsidRDefault="00A67C4D" w:rsidP="002035FB">
      <w:pPr>
        <w:pStyle w:val="Titre21B"/>
        <w:rPr>
          <w:rFonts w:ascii="Marianne" w:hAnsi="Marianne"/>
          <w:sz w:val="20"/>
        </w:rPr>
      </w:pPr>
      <w:bookmarkStart w:id="14" w:name="_Toc209444393"/>
      <w:r w:rsidRPr="002E0C3D">
        <w:rPr>
          <w:rFonts w:ascii="Marianne" w:hAnsi="Marianne"/>
          <w:sz w:val="20"/>
        </w:rPr>
        <w:lastRenderedPageBreak/>
        <w:t>Performance en matière de protection de l'environnement dans le cadre de l’exécution des prestations objet du marché (20% de la note technique)</w:t>
      </w:r>
      <w:bookmarkEnd w:id="14"/>
    </w:p>
    <w:p w14:paraId="302C341A" w14:textId="2A8C7931" w:rsidR="00304636" w:rsidRPr="00304636" w:rsidRDefault="00304636" w:rsidP="005A44E1">
      <w:pPr>
        <w:pStyle w:val="Corpsperso1"/>
      </w:pPr>
    </w:p>
    <w:p w14:paraId="6A121F38" w14:textId="4C764B18" w:rsidR="00304636" w:rsidRPr="00304636" w:rsidRDefault="00304636" w:rsidP="005A44E1">
      <w:pPr>
        <w:pStyle w:val="Corpsperso1"/>
      </w:pPr>
    </w:p>
    <w:p w14:paraId="712BBF0B" w14:textId="25E605F5" w:rsidR="00304636" w:rsidRPr="00304636" w:rsidRDefault="00304636" w:rsidP="005A44E1">
      <w:pPr>
        <w:pStyle w:val="Corpsperso1"/>
      </w:pPr>
    </w:p>
    <w:p w14:paraId="047F59C1" w14:textId="5A411354" w:rsidR="00304636" w:rsidRPr="00304636" w:rsidRDefault="00304636" w:rsidP="005A44E1">
      <w:pPr>
        <w:pStyle w:val="Corpsperso1"/>
      </w:pPr>
    </w:p>
    <w:tbl>
      <w:tblPr>
        <w:tblStyle w:val="Grilledutableau"/>
        <w:tblW w:w="0" w:type="auto"/>
        <w:tblInd w:w="3823" w:type="dxa"/>
        <w:tblLook w:val="04A0" w:firstRow="1" w:lastRow="0" w:firstColumn="1" w:lastColumn="0" w:noHBand="0" w:noVBand="1"/>
      </w:tblPr>
      <w:tblGrid>
        <w:gridCol w:w="5523"/>
      </w:tblGrid>
      <w:tr w:rsidR="00304636" w:rsidRPr="00304636" w14:paraId="70F72B5A" w14:textId="77777777" w:rsidTr="00304636">
        <w:tc>
          <w:tcPr>
            <w:tcW w:w="5523" w:type="dxa"/>
          </w:tcPr>
          <w:p w14:paraId="27588021" w14:textId="77777777" w:rsidR="00304636" w:rsidRPr="00304636" w:rsidRDefault="00304636" w:rsidP="0030463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ascii="Marianne" w:hAnsi="Marianne" w:cs="Calibri"/>
                <w:color w:val="000000"/>
              </w:rPr>
            </w:pPr>
            <w:r w:rsidRPr="00304636">
              <w:rPr>
                <w:rFonts w:ascii="Marianne" w:hAnsi="Marianne" w:cs="Calibri"/>
                <w:color w:val="000000"/>
              </w:rPr>
              <w:t>Nom de la personne habilitée à engager la société</w:t>
            </w:r>
            <w:r w:rsidRPr="00304636">
              <w:rPr>
                <w:rFonts w:ascii="Marianne" w:hAnsi="Marianne" w:cs="Calibri"/>
                <w:color w:val="000000"/>
              </w:rPr>
              <w:br/>
            </w:r>
            <w:r w:rsidRPr="00304636">
              <w:rPr>
                <w:rFonts w:ascii="Marianne" w:hAnsi="Marianne" w:cs="Calibri"/>
                <w:i/>
                <w:iCs/>
                <w:color w:val="000000"/>
              </w:rPr>
              <w:t>(identique à celui mentionné dans la lettre de candidature et l'acte d'engagement)</w:t>
            </w:r>
            <w:r w:rsidRPr="00304636">
              <w:rPr>
                <w:rFonts w:ascii="Marianne" w:hAnsi="Marianne" w:cs="Calibri"/>
                <w:color w:val="000000"/>
              </w:rPr>
              <w:br/>
              <w:t>Date, signature et cachet de l'entreprise</w:t>
            </w:r>
          </w:p>
          <w:p w14:paraId="64CAB2A3" w14:textId="77777777" w:rsidR="00304636" w:rsidRPr="00304636" w:rsidRDefault="00304636" w:rsidP="00304636">
            <w:pPr>
              <w:pStyle w:val="Listeperso2"/>
              <w:numPr>
                <w:ilvl w:val="0"/>
                <w:numId w:val="0"/>
              </w:numPr>
              <w:rPr>
                <w:rFonts w:ascii="Marianne" w:hAnsi="Marianne"/>
                <w:sz w:val="20"/>
              </w:rPr>
            </w:pPr>
          </w:p>
          <w:p w14:paraId="187B1AD1" w14:textId="77777777" w:rsidR="00304636" w:rsidRPr="00304636" w:rsidRDefault="00304636" w:rsidP="00304636">
            <w:pPr>
              <w:pStyle w:val="Listeperso2"/>
              <w:numPr>
                <w:ilvl w:val="0"/>
                <w:numId w:val="0"/>
              </w:numPr>
              <w:rPr>
                <w:rFonts w:ascii="Marianne" w:hAnsi="Marianne"/>
                <w:sz w:val="20"/>
              </w:rPr>
            </w:pPr>
          </w:p>
          <w:p w14:paraId="1D73F3ED" w14:textId="77777777" w:rsidR="00304636" w:rsidRPr="00304636" w:rsidRDefault="00304636" w:rsidP="00304636">
            <w:pPr>
              <w:pStyle w:val="Listeperso2"/>
              <w:numPr>
                <w:ilvl w:val="0"/>
                <w:numId w:val="0"/>
              </w:numPr>
              <w:rPr>
                <w:rFonts w:ascii="Marianne" w:hAnsi="Marianne"/>
                <w:sz w:val="20"/>
              </w:rPr>
            </w:pPr>
          </w:p>
          <w:p w14:paraId="2939B4AC" w14:textId="77777777" w:rsidR="00304636" w:rsidRPr="00304636" w:rsidRDefault="00304636" w:rsidP="00304636">
            <w:pPr>
              <w:pStyle w:val="Listeperso2"/>
              <w:numPr>
                <w:ilvl w:val="0"/>
                <w:numId w:val="0"/>
              </w:numPr>
              <w:rPr>
                <w:rFonts w:ascii="Marianne" w:hAnsi="Marianne"/>
                <w:sz w:val="20"/>
              </w:rPr>
            </w:pPr>
          </w:p>
          <w:p w14:paraId="2D92BA05" w14:textId="16753332" w:rsidR="00304636" w:rsidRPr="00304636" w:rsidRDefault="00304636" w:rsidP="00304636">
            <w:pPr>
              <w:pStyle w:val="Listeperso2"/>
              <w:numPr>
                <w:ilvl w:val="0"/>
                <w:numId w:val="0"/>
              </w:numPr>
              <w:rPr>
                <w:rFonts w:ascii="Marianne" w:hAnsi="Marianne"/>
                <w:sz w:val="20"/>
              </w:rPr>
            </w:pPr>
          </w:p>
        </w:tc>
      </w:tr>
    </w:tbl>
    <w:p w14:paraId="0D8F739B" w14:textId="77777777" w:rsidR="00304636" w:rsidRPr="00304636" w:rsidRDefault="00304636" w:rsidP="00304636">
      <w:pPr>
        <w:pStyle w:val="Listeperso2"/>
        <w:numPr>
          <w:ilvl w:val="0"/>
          <w:numId w:val="0"/>
        </w:numPr>
        <w:ind w:left="1135" w:hanging="284"/>
        <w:rPr>
          <w:rFonts w:ascii="Marianne" w:hAnsi="Marianne"/>
          <w:sz w:val="20"/>
        </w:rPr>
      </w:pPr>
    </w:p>
    <w:sectPr w:rsidR="00304636" w:rsidRPr="00304636" w:rsidSect="00627C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275" w:bottom="1134" w:left="1276" w:header="720" w:footer="546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64A436" w14:textId="77777777" w:rsidR="004C52BA" w:rsidRDefault="004C52BA">
      <w:r>
        <w:separator/>
      </w:r>
    </w:p>
  </w:endnote>
  <w:endnote w:type="continuationSeparator" w:id="0">
    <w:p w14:paraId="338D002F" w14:textId="77777777" w:rsidR="004C52BA" w:rsidRDefault="004C5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, 宋体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5DBC2" w14:textId="77777777" w:rsidR="007630F6" w:rsidRPr="00A525D0" w:rsidRDefault="007630F6" w:rsidP="00A525D0">
    <w:pPr>
      <w:pStyle w:val="Pieddepage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fldChar w:fldCharType="begin"/>
    </w:r>
    <w:r>
      <w:rPr>
        <w:rFonts w:ascii="Calibri" w:hAnsi="Calibri"/>
        <w:sz w:val="22"/>
        <w:szCs w:val="22"/>
      </w:rPr>
      <w:instrText xml:space="preserve"> QUOTE  "CCAP N° 2020_FCS_009" \* Upper  \* MERGEFORMAT </w:instrText>
    </w:r>
    <w:r>
      <w:rPr>
        <w:rFonts w:ascii="Calibri" w:hAnsi="Calibri"/>
        <w:sz w:val="22"/>
        <w:szCs w:val="22"/>
      </w:rPr>
      <w:fldChar w:fldCharType="separate"/>
    </w:r>
    <w:r w:rsidR="00214CA8">
      <w:rPr>
        <w:rFonts w:ascii="Calibri" w:hAnsi="Calibri"/>
        <w:sz w:val="22"/>
        <w:szCs w:val="22"/>
      </w:rPr>
      <w:t>CCAP N° 2020_FCS_009</w:t>
    </w:r>
    <w:r>
      <w:rPr>
        <w:rFonts w:ascii="Calibri" w:hAnsi="Calibri"/>
        <w:sz w:val="22"/>
        <w:szCs w:val="22"/>
      </w:rPr>
      <w:fldChar w:fldCharType="end"/>
    </w:r>
    <w:r w:rsidRPr="00240096">
      <w:rPr>
        <w:rFonts w:ascii="Calibri" w:hAnsi="Calibri"/>
        <w:sz w:val="22"/>
        <w:szCs w:val="22"/>
      </w:rPr>
      <w:tab/>
    </w:r>
    <w:r w:rsidRPr="00240096">
      <w:rPr>
        <w:rFonts w:ascii="Calibri" w:hAnsi="Calibri"/>
        <w:sz w:val="22"/>
        <w:szCs w:val="22"/>
      </w:rPr>
      <w:tab/>
      <w:t xml:space="preserve">Page </w:t>
    </w:r>
    <w:r w:rsidRPr="00240096">
      <w:rPr>
        <w:rFonts w:ascii="Calibri" w:hAnsi="Calibri"/>
        <w:sz w:val="22"/>
        <w:szCs w:val="22"/>
      </w:rPr>
      <w:fldChar w:fldCharType="begin"/>
    </w:r>
    <w:r w:rsidRPr="00240096">
      <w:rPr>
        <w:rFonts w:ascii="Calibri" w:hAnsi="Calibri"/>
        <w:sz w:val="22"/>
        <w:szCs w:val="22"/>
      </w:rPr>
      <w:instrText xml:space="preserve"> PAGE </w:instrText>
    </w:r>
    <w:r w:rsidRPr="00240096">
      <w:rPr>
        <w:rFonts w:ascii="Calibri" w:hAnsi="Calibri"/>
        <w:sz w:val="22"/>
        <w:szCs w:val="22"/>
      </w:rPr>
      <w:fldChar w:fldCharType="separate"/>
    </w:r>
    <w:r>
      <w:rPr>
        <w:rFonts w:ascii="Calibri" w:hAnsi="Calibri"/>
        <w:noProof/>
        <w:sz w:val="22"/>
        <w:szCs w:val="22"/>
      </w:rPr>
      <w:t>11</w:t>
    </w:r>
    <w:r w:rsidRPr="00240096">
      <w:rPr>
        <w:rFonts w:ascii="Calibri" w:hAnsi="Calibri"/>
        <w:sz w:val="22"/>
        <w:szCs w:val="22"/>
      </w:rPr>
      <w:fldChar w:fldCharType="end"/>
    </w:r>
    <w:r w:rsidRPr="00240096">
      <w:rPr>
        <w:rFonts w:ascii="Calibri" w:hAnsi="Calibri"/>
        <w:sz w:val="22"/>
        <w:szCs w:val="22"/>
      </w:rPr>
      <w:t xml:space="preserve"> sur </w:t>
    </w:r>
    <w:r w:rsidRPr="00240096">
      <w:rPr>
        <w:rFonts w:ascii="Calibri" w:hAnsi="Calibri"/>
        <w:sz w:val="22"/>
        <w:szCs w:val="22"/>
      </w:rPr>
      <w:fldChar w:fldCharType="begin"/>
    </w:r>
    <w:r w:rsidRPr="00240096">
      <w:rPr>
        <w:rFonts w:ascii="Calibri" w:hAnsi="Calibri"/>
        <w:sz w:val="22"/>
        <w:szCs w:val="22"/>
      </w:rPr>
      <w:instrText xml:space="preserve"> NUMPAGES </w:instrText>
    </w:r>
    <w:r w:rsidRPr="00240096">
      <w:rPr>
        <w:rFonts w:ascii="Calibri" w:hAnsi="Calibri"/>
        <w:sz w:val="22"/>
        <w:szCs w:val="22"/>
      </w:rPr>
      <w:fldChar w:fldCharType="separate"/>
    </w:r>
    <w:r w:rsidR="00214CA8">
      <w:rPr>
        <w:rFonts w:ascii="Calibri" w:hAnsi="Calibri"/>
        <w:noProof/>
        <w:sz w:val="22"/>
        <w:szCs w:val="22"/>
      </w:rPr>
      <w:t>6</w:t>
    </w:r>
    <w:r w:rsidRPr="00240096">
      <w:rPr>
        <w:rFonts w:ascii="Calibri" w:hAnsi="Calibri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ACE92" w14:textId="326C2FA2" w:rsidR="007630F6" w:rsidRPr="00F82F2C" w:rsidRDefault="002E0C3D" w:rsidP="00F82F2C">
    <w:pPr>
      <w:pStyle w:val="Pieddepage"/>
      <w:shd w:val="clear" w:color="auto" w:fill="4472C4" w:themeFill="accent5"/>
      <w:rPr>
        <w:rFonts w:ascii="Calibri" w:hAnsi="Calibri"/>
        <w:color w:val="FFFFFF" w:themeColor="background1"/>
        <w:sz w:val="22"/>
        <w:szCs w:val="22"/>
      </w:rPr>
    </w:pPr>
    <w:sdt>
      <w:sdtPr>
        <w:rPr>
          <w:rFonts w:ascii="Arial" w:hAnsi="Arial" w:cs="Arial"/>
          <w:color w:val="FFFFFF" w:themeColor="background1"/>
        </w:rPr>
        <w:alias w:val="Catégorie "/>
        <w:tag w:val=""/>
        <w:id w:val="1992666054"/>
        <w:placeholder>
          <w:docPart w:val="E4BC976322FE47C1A31EC8E3481E1DD3"/>
        </w:placeholder>
        <w:showingPlcHdr/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813C95" w:rsidRPr="008907B0">
          <w:rPr>
            <w:rStyle w:val="Textedelespacerserv"/>
          </w:rPr>
          <w:t>[Catégorie ]</w:t>
        </w:r>
      </w:sdtContent>
    </w:sdt>
    <w:r w:rsidR="007630F6" w:rsidRPr="00F82F2C">
      <w:rPr>
        <w:rFonts w:ascii="Arial" w:hAnsi="Arial" w:cs="Arial"/>
        <w:color w:val="FFFFFF" w:themeColor="background1"/>
      </w:rPr>
      <w:t xml:space="preserve"> </w:t>
    </w:r>
    <w:sdt>
      <w:sdtPr>
        <w:rPr>
          <w:rFonts w:ascii="Arial" w:hAnsi="Arial" w:cs="Arial"/>
          <w:color w:val="FFFFFF" w:themeColor="background1"/>
        </w:rPr>
        <w:alias w:val="Commentaires "/>
        <w:tag w:val=""/>
        <w:id w:val="267978754"/>
        <w:placeholder>
          <w:docPart w:val="B4441B47202E48A5A6E201EA448E3E13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A67C4D">
          <w:rPr>
            <w:rFonts w:ascii="Arial" w:hAnsi="Arial" w:cs="Arial"/>
            <w:color w:val="FFFFFF" w:themeColor="background1"/>
          </w:rPr>
          <w:t>2025_FCS_010_NTE_01</w:t>
        </w:r>
      </w:sdtContent>
    </w:sdt>
    <w:r w:rsidR="007630F6" w:rsidRPr="00F82F2C">
      <w:rPr>
        <w:rFonts w:ascii="Calibri" w:hAnsi="Calibri"/>
        <w:color w:val="FFFFFF" w:themeColor="background1"/>
        <w:sz w:val="22"/>
        <w:szCs w:val="22"/>
      </w:rPr>
      <w:tab/>
    </w:r>
    <w:r w:rsidR="007630F6" w:rsidRPr="00F82F2C">
      <w:rPr>
        <w:rFonts w:ascii="Calibri" w:hAnsi="Calibri"/>
        <w:color w:val="FFFFFF" w:themeColor="background1"/>
        <w:sz w:val="22"/>
        <w:szCs w:val="22"/>
      </w:rPr>
      <w:tab/>
      <w:t xml:space="preserve">Page </w: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begin"/>
    </w:r>
    <w:r w:rsidR="007630F6" w:rsidRPr="00F82F2C">
      <w:rPr>
        <w:rFonts w:ascii="Calibri" w:hAnsi="Calibri"/>
        <w:color w:val="FFFFFF" w:themeColor="background1"/>
        <w:sz w:val="22"/>
        <w:szCs w:val="22"/>
      </w:rPr>
      <w:instrText xml:space="preserve"> PAGE </w:instrTex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separate"/>
    </w:r>
    <w:r w:rsidR="00E13F49">
      <w:rPr>
        <w:rFonts w:ascii="Calibri" w:hAnsi="Calibri"/>
        <w:noProof/>
        <w:color w:val="FFFFFF" w:themeColor="background1"/>
        <w:sz w:val="22"/>
        <w:szCs w:val="22"/>
      </w:rPr>
      <w:t>4</w: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end"/>
    </w:r>
    <w:r w:rsidR="007630F6" w:rsidRPr="00F82F2C">
      <w:rPr>
        <w:rFonts w:ascii="Calibri" w:hAnsi="Calibri"/>
        <w:color w:val="FFFFFF" w:themeColor="background1"/>
        <w:sz w:val="22"/>
        <w:szCs w:val="22"/>
      </w:rPr>
      <w:t xml:space="preserve"> sur </w: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begin"/>
    </w:r>
    <w:r w:rsidR="007630F6" w:rsidRPr="00F82F2C">
      <w:rPr>
        <w:rFonts w:ascii="Calibri" w:hAnsi="Calibri"/>
        <w:color w:val="FFFFFF" w:themeColor="background1"/>
        <w:sz w:val="22"/>
        <w:szCs w:val="22"/>
      </w:rPr>
      <w:instrText xml:space="preserve"> NUMPAGES </w:instrTex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separate"/>
    </w:r>
    <w:r w:rsidR="00E13F49">
      <w:rPr>
        <w:rFonts w:ascii="Calibri" w:hAnsi="Calibri"/>
        <w:noProof/>
        <w:color w:val="FFFFFF" w:themeColor="background1"/>
        <w:sz w:val="22"/>
        <w:szCs w:val="22"/>
      </w:rPr>
      <w:t>4</w: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08BC3" w14:textId="454E30F1" w:rsidR="007630F6" w:rsidRPr="00F82F2C" w:rsidRDefault="002E0C3D" w:rsidP="00F82F2C">
    <w:pPr>
      <w:pStyle w:val="Pieddepage"/>
      <w:shd w:val="clear" w:color="auto" w:fill="4472C4" w:themeFill="accent5"/>
      <w:rPr>
        <w:rFonts w:ascii="Calibri" w:hAnsi="Calibri"/>
        <w:color w:val="FFFFFF" w:themeColor="background1"/>
        <w:sz w:val="22"/>
        <w:szCs w:val="22"/>
      </w:rPr>
    </w:pPr>
    <w:sdt>
      <w:sdtPr>
        <w:rPr>
          <w:rFonts w:ascii="Arial" w:hAnsi="Arial" w:cs="Arial"/>
          <w:color w:val="FFFFFF" w:themeColor="background1"/>
        </w:rPr>
        <w:alias w:val="Catégorie "/>
        <w:tag w:val=""/>
        <w:id w:val="-1510673067"/>
        <w:placeholder>
          <w:docPart w:val="3E7A5A4EBCF94135803A8E745CD9D480"/>
        </w:placeholder>
        <w:showingPlcHdr/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813C95" w:rsidRPr="008907B0">
          <w:rPr>
            <w:rStyle w:val="Textedelespacerserv"/>
          </w:rPr>
          <w:t>[Catégorie ]</w:t>
        </w:r>
      </w:sdtContent>
    </w:sdt>
    <w:r w:rsidR="007630F6" w:rsidRPr="00F82F2C">
      <w:rPr>
        <w:rFonts w:ascii="Arial" w:hAnsi="Arial" w:cs="Arial"/>
        <w:color w:val="FFFFFF" w:themeColor="background1"/>
      </w:rPr>
      <w:t xml:space="preserve"> </w:t>
    </w:r>
    <w:sdt>
      <w:sdtPr>
        <w:rPr>
          <w:rFonts w:ascii="Arial" w:hAnsi="Arial" w:cs="Arial"/>
          <w:color w:val="FFFFFF" w:themeColor="background1"/>
        </w:rPr>
        <w:alias w:val="Commentaires "/>
        <w:tag w:val=""/>
        <w:id w:val="826411915"/>
        <w:placeholder>
          <w:docPart w:val="9B5F609C2EBC4C43802E3AEBE033E3C6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A67C4D">
          <w:rPr>
            <w:rFonts w:ascii="Arial" w:hAnsi="Arial" w:cs="Arial"/>
            <w:color w:val="FFFFFF" w:themeColor="background1"/>
          </w:rPr>
          <w:t>2025_FCS_010_NTE_01</w:t>
        </w:r>
      </w:sdtContent>
    </w:sdt>
    <w:r w:rsidR="007630F6" w:rsidRPr="00F82F2C">
      <w:rPr>
        <w:rFonts w:ascii="Calibri" w:hAnsi="Calibri"/>
        <w:color w:val="FFFFFF" w:themeColor="background1"/>
        <w:sz w:val="22"/>
        <w:szCs w:val="22"/>
      </w:rPr>
      <w:tab/>
    </w:r>
    <w:r w:rsidR="007630F6" w:rsidRPr="00F82F2C">
      <w:rPr>
        <w:rFonts w:ascii="Calibri" w:hAnsi="Calibri"/>
        <w:color w:val="FFFFFF" w:themeColor="background1"/>
        <w:sz w:val="22"/>
        <w:szCs w:val="22"/>
      </w:rPr>
      <w:tab/>
      <w:t xml:space="preserve">Page </w: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begin"/>
    </w:r>
    <w:r w:rsidR="007630F6" w:rsidRPr="00F82F2C">
      <w:rPr>
        <w:rFonts w:ascii="Calibri" w:hAnsi="Calibri"/>
        <w:color w:val="FFFFFF" w:themeColor="background1"/>
        <w:sz w:val="22"/>
        <w:szCs w:val="22"/>
      </w:rPr>
      <w:instrText xml:space="preserve"> PAGE </w:instrTex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separate"/>
    </w:r>
    <w:r w:rsidR="007630F6">
      <w:rPr>
        <w:rFonts w:ascii="Calibri" w:hAnsi="Calibri"/>
        <w:noProof/>
        <w:color w:val="FFFFFF" w:themeColor="background1"/>
        <w:sz w:val="22"/>
        <w:szCs w:val="22"/>
      </w:rPr>
      <w:t>1</w: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end"/>
    </w:r>
    <w:r w:rsidR="007630F6" w:rsidRPr="00F82F2C">
      <w:rPr>
        <w:rFonts w:ascii="Calibri" w:hAnsi="Calibri"/>
        <w:color w:val="FFFFFF" w:themeColor="background1"/>
        <w:sz w:val="22"/>
        <w:szCs w:val="22"/>
      </w:rPr>
      <w:t xml:space="preserve"> sur </w: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begin"/>
    </w:r>
    <w:r w:rsidR="007630F6" w:rsidRPr="00F82F2C">
      <w:rPr>
        <w:rFonts w:ascii="Calibri" w:hAnsi="Calibri"/>
        <w:color w:val="FFFFFF" w:themeColor="background1"/>
        <w:sz w:val="22"/>
        <w:szCs w:val="22"/>
      </w:rPr>
      <w:instrText xml:space="preserve"> NUMPAGES </w:instrTex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separate"/>
    </w:r>
    <w:r w:rsidR="00214CA8">
      <w:rPr>
        <w:rFonts w:ascii="Calibri" w:hAnsi="Calibri"/>
        <w:noProof/>
        <w:color w:val="FFFFFF" w:themeColor="background1"/>
        <w:sz w:val="22"/>
        <w:szCs w:val="22"/>
      </w:rPr>
      <w:t>6</w:t>
    </w:r>
    <w:r w:rsidR="007630F6" w:rsidRPr="00F82F2C">
      <w:rPr>
        <w:rFonts w:ascii="Calibri" w:hAnsi="Calibri"/>
        <w:color w:val="FFFFFF" w:themeColor="background1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ECAF05" w14:textId="77777777" w:rsidR="004C52BA" w:rsidRDefault="004C52BA">
      <w:r>
        <w:separator/>
      </w:r>
    </w:p>
  </w:footnote>
  <w:footnote w:type="continuationSeparator" w:id="0">
    <w:p w14:paraId="26AEEE7F" w14:textId="77777777" w:rsidR="004C52BA" w:rsidRDefault="004C52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32998" w14:textId="77777777" w:rsidR="007630F6" w:rsidRDefault="007630F6">
    <w:pPr>
      <w:pStyle w:val="En-tte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DA321" w14:textId="1626C2E3" w:rsidR="007630F6" w:rsidRDefault="007630F6">
    <w:pPr>
      <w:pStyle w:val="En-tte"/>
      <w:ind w:right="360"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80837" w14:textId="680F2C78" w:rsidR="00627C72" w:rsidRDefault="00627C72">
    <w:pPr>
      <w:pStyle w:val="En-tte"/>
    </w:pPr>
    <w:r>
      <w:rPr>
        <w:noProof/>
      </w:rPr>
      <w:drawing>
        <wp:anchor distT="0" distB="0" distL="114300" distR="114300" simplePos="0" relativeHeight="251665408" behindDoc="1" locked="0" layoutInCell="1" allowOverlap="1" wp14:anchorId="2929E5AA" wp14:editId="48E26678">
          <wp:simplePos x="0" y="0"/>
          <wp:positionH relativeFrom="column">
            <wp:posOffset>-200025</wp:posOffset>
          </wp:positionH>
          <wp:positionV relativeFrom="page">
            <wp:posOffset>476250</wp:posOffset>
          </wp:positionV>
          <wp:extent cx="1804670" cy="1804670"/>
          <wp:effectExtent l="0" t="0" r="5080" b="5080"/>
          <wp:wrapSquare wrapText="bothSides"/>
          <wp:docPr id="42" name="Image 42" descr="Une image contenant texte, Police, capture d’écran, logo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age 42" descr="Une image contenant texte, Police, capture d’écran, logo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4670" cy="1804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0ECF5736" wp14:editId="3AFD707A">
          <wp:simplePos x="0" y="0"/>
          <wp:positionH relativeFrom="margin">
            <wp:align>right</wp:align>
          </wp:positionH>
          <wp:positionV relativeFrom="margin">
            <wp:posOffset>13335</wp:posOffset>
          </wp:positionV>
          <wp:extent cx="902335" cy="895985"/>
          <wp:effectExtent l="0" t="0" r="0" b="0"/>
          <wp:wrapSquare wrapText="bothSides"/>
          <wp:docPr id="43" name="Image 43" descr="Une image contenant texte, Police, logo, cercl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" name="Image 43" descr="Une image contenant texte, Police, logo, cercl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335" cy="895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D0D83"/>
    <w:multiLevelType w:val="multilevel"/>
    <w:tmpl w:val="4F027EEA"/>
    <w:lvl w:ilvl="0">
      <w:start w:val="1"/>
      <w:numFmt w:val="decimal"/>
      <w:pStyle w:val="Titre2B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D9359A7"/>
    <w:multiLevelType w:val="multilevel"/>
    <w:tmpl w:val="21D0817C"/>
    <w:lvl w:ilvl="0">
      <w:start w:val="1"/>
      <w:numFmt w:val="decimal"/>
      <w:pStyle w:val="Titre1B"/>
      <w:lvlText w:val="%1."/>
      <w:lvlJc w:val="left"/>
      <w:pPr>
        <w:ind w:left="360" w:hanging="360"/>
      </w:pPr>
    </w:lvl>
    <w:lvl w:ilvl="1">
      <w:start w:val="1"/>
      <w:numFmt w:val="decimal"/>
      <w:pStyle w:val="Titre21B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9EC205E"/>
    <w:multiLevelType w:val="hybridMultilevel"/>
    <w:tmpl w:val="B61E2124"/>
    <w:lvl w:ilvl="0" w:tplc="E104181C">
      <w:start w:val="1"/>
      <w:numFmt w:val="bullet"/>
      <w:pStyle w:val="Listeperso2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941621"/>
    <w:multiLevelType w:val="hybridMultilevel"/>
    <w:tmpl w:val="38C8C614"/>
    <w:lvl w:ilvl="0" w:tplc="A90A8730">
      <w:start w:val="1"/>
      <w:numFmt w:val="bullet"/>
      <w:pStyle w:val="Listeperso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6F5C17"/>
    <w:multiLevelType w:val="multilevel"/>
    <w:tmpl w:val="A810F61E"/>
    <w:lvl w:ilvl="0">
      <w:start w:val="1"/>
      <w:numFmt w:val="decimal"/>
      <w:pStyle w:val="Titreperso1"/>
      <w:lvlText w:val="ArTicle %1 -"/>
      <w:lvlJc w:val="left"/>
      <w:pPr>
        <w:ind w:left="510" w:hanging="510"/>
      </w:pPr>
      <w:rPr>
        <w:rFonts w:ascii="Arial" w:hAnsi="Arial" w:hint="default"/>
        <w:b/>
        <w:i w:val="0"/>
        <w:caps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Titreperso2"/>
      <w:lvlText w:val="%1.%2."/>
      <w:lvlJc w:val="left"/>
      <w:pPr>
        <w:ind w:left="867" w:hanging="510"/>
      </w:pPr>
      <w:rPr>
        <w:rFonts w:hint="default"/>
      </w:rPr>
    </w:lvl>
    <w:lvl w:ilvl="2">
      <w:start w:val="1"/>
      <w:numFmt w:val="decimal"/>
      <w:pStyle w:val="Titreperso3"/>
      <w:lvlText w:val="%1.%2.%3."/>
      <w:lvlJc w:val="right"/>
      <w:pPr>
        <w:ind w:left="1588" w:hanging="1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81" w:hanging="51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938" w:hanging="51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295" w:hanging="51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52" w:hanging="51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09" w:hanging="51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366" w:hanging="510"/>
      </w:pPr>
      <w:rPr>
        <w:rFonts w:hint="default"/>
      </w:rPr>
    </w:lvl>
  </w:abstractNum>
  <w:num w:numId="1" w16cid:durableId="1805153375">
    <w:abstractNumId w:val="3"/>
  </w:num>
  <w:num w:numId="2" w16cid:durableId="927927924">
    <w:abstractNumId w:val="2"/>
  </w:num>
  <w:num w:numId="3" w16cid:durableId="1415206883">
    <w:abstractNumId w:val="4"/>
  </w:num>
  <w:num w:numId="4" w16cid:durableId="489519839">
    <w:abstractNumId w:val="0"/>
  </w:num>
  <w:num w:numId="5" w16cid:durableId="253055081">
    <w:abstractNumId w:val="1"/>
  </w:num>
  <w:num w:numId="6" w16cid:durableId="15240491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990985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418239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470"/>
    <w:rsid w:val="000209B6"/>
    <w:rsid w:val="00031827"/>
    <w:rsid w:val="00050443"/>
    <w:rsid w:val="00050544"/>
    <w:rsid w:val="000533BC"/>
    <w:rsid w:val="0005682F"/>
    <w:rsid w:val="00075934"/>
    <w:rsid w:val="0007697C"/>
    <w:rsid w:val="00084861"/>
    <w:rsid w:val="00085D9C"/>
    <w:rsid w:val="00086C3B"/>
    <w:rsid w:val="00092E9C"/>
    <w:rsid w:val="00096DA9"/>
    <w:rsid w:val="00097BF0"/>
    <w:rsid w:val="000A58E7"/>
    <w:rsid w:val="000B6089"/>
    <w:rsid w:val="000C2EA1"/>
    <w:rsid w:val="000C325D"/>
    <w:rsid w:val="000C7D3C"/>
    <w:rsid w:val="000D2622"/>
    <w:rsid w:val="000D7026"/>
    <w:rsid w:val="000E1E60"/>
    <w:rsid w:val="000E49FD"/>
    <w:rsid w:val="000F315F"/>
    <w:rsid w:val="0010070B"/>
    <w:rsid w:val="0011148E"/>
    <w:rsid w:val="00111DBD"/>
    <w:rsid w:val="00112981"/>
    <w:rsid w:val="0011503C"/>
    <w:rsid w:val="00117F59"/>
    <w:rsid w:val="001216E4"/>
    <w:rsid w:val="00122B6B"/>
    <w:rsid w:val="0012493C"/>
    <w:rsid w:val="00124BD6"/>
    <w:rsid w:val="00125BB1"/>
    <w:rsid w:val="00126F42"/>
    <w:rsid w:val="00127320"/>
    <w:rsid w:val="00127470"/>
    <w:rsid w:val="00133894"/>
    <w:rsid w:val="0014317B"/>
    <w:rsid w:val="0014438D"/>
    <w:rsid w:val="00150E15"/>
    <w:rsid w:val="00151411"/>
    <w:rsid w:val="0015314E"/>
    <w:rsid w:val="001534E5"/>
    <w:rsid w:val="00153941"/>
    <w:rsid w:val="00160120"/>
    <w:rsid w:val="00175842"/>
    <w:rsid w:val="00177724"/>
    <w:rsid w:val="0017795C"/>
    <w:rsid w:val="00180519"/>
    <w:rsid w:val="00185395"/>
    <w:rsid w:val="001972F1"/>
    <w:rsid w:val="001A2E25"/>
    <w:rsid w:val="001A3254"/>
    <w:rsid w:val="001A33CF"/>
    <w:rsid w:val="001A700E"/>
    <w:rsid w:val="001B08BD"/>
    <w:rsid w:val="001B3678"/>
    <w:rsid w:val="001C29C0"/>
    <w:rsid w:val="001C7145"/>
    <w:rsid w:val="001C7A72"/>
    <w:rsid w:val="001D01D4"/>
    <w:rsid w:val="001E5520"/>
    <w:rsid w:val="001E706A"/>
    <w:rsid w:val="001F1FFC"/>
    <w:rsid w:val="001F2DDE"/>
    <w:rsid w:val="001F32D4"/>
    <w:rsid w:val="001F747E"/>
    <w:rsid w:val="00202693"/>
    <w:rsid w:val="002035FB"/>
    <w:rsid w:val="002047E1"/>
    <w:rsid w:val="00206A3B"/>
    <w:rsid w:val="00214CA8"/>
    <w:rsid w:val="00221C66"/>
    <w:rsid w:val="00222D2A"/>
    <w:rsid w:val="00233450"/>
    <w:rsid w:val="0023695C"/>
    <w:rsid w:val="00240096"/>
    <w:rsid w:val="00242177"/>
    <w:rsid w:val="00243BA9"/>
    <w:rsid w:val="00251B25"/>
    <w:rsid w:val="00264DD2"/>
    <w:rsid w:val="00272B73"/>
    <w:rsid w:val="002825E7"/>
    <w:rsid w:val="00282677"/>
    <w:rsid w:val="002940A7"/>
    <w:rsid w:val="002A02F6"/>
    <w:rsid w:val="002A4AC2"/>
    <w:rsid w:val="002C019E"/>
    <w:rsid w:val="002C4067"/>
    <w:rsid w:val="002C6B69"/>
    <w:rsid w:val="002C7938"/>
    <w:rsid w:val="002D1CF7"/>
    <w:rsid w:val="002D2FA9"/>
    <w:rsid w:val="002D4C35"/>
    <w:rsid w:val="002E0C3D"/>
    <w:rsid w:val="002F7617"/>
    <w:rsid w:val="00302E8B"/>
    <w:rsid w:val="0030314B"/>
    <w:rsid w:val="00304636"/>
    <w:rsid w:val="00305F1D"/>
    <w:rsid w:val="00313F88"/>
    <w:rsid w:val="00314161"/>
    <w:rsid w:val="003169E3"/>
    <w:rsid w:val="0032038C"/>
    <w:rsid w:val="00322774"/>
    <w:rsid w:val="00327B82"/>
    <w:rsid w:val="0033026B"/>
    <w:rsid w:val="003305DA"/>
    <w:rsid w:val="00333525"/>
    <w:rsid w:val="0033481E"/>
    <w:rsid w:val="003363D0"/>
    <w:rsid w:val="00342CF7"/>
    <w:rsid w:val="00347113"/>
    <w:rsid w:val="00347C90"/>
    <w:rsid w:val="00350A08"/>
    <w:rsid w:val="00351927"/>
    <w:rsid w:val="00352F33"/>
    <w:rsid w:val="00353BE5"/>
    <w:rsid w:val="00354683"/>
    <w:rsid w:val="00357635"/>
    <w:rsid w:val="00361A8E"/>
    <w:rsid w:val="00361DAB"/>
    <w:rsid w:val="00362690"/>
    <w:rsid w:val="00364A9A"/>
    <w:rsid w:val="00365D46"/>
    <w:rsid w:val="003721A6"/>
    <w:rsid w:val="00373163"/>
    <w:rsid w:val="00380362"/>
    <w:rsid w:val="0038760D"/>
    <w:rsid w:val="0039071B"/>
    <w:rsid w:val="0039388E"/>
    <w:rsid w:val="00394431"/>
    <w:rsid w:val="003A1ADE"/>
    <w:rsid w:val="003A27C5"/>
    <w:rsid w:val="003B42DC"/>
    <w:rsid w:val="003C1178"/>
    <w:rsid w:val="003C387F"/>
    <w:rsid w:val="003C53E2"/>
    <w:rsid w:val="003D2816"/>
    <w:rsid w:val="003D2E87"/>
    <w:rsid w:val="003D4055"/>
    <w:rsid w:val="003D6DED"/>
    <w:rsid w:val="003E4685"/>
    <w:rsid w:val="003E60A9"/>
    <w:rsid w:val="003E7B38"/>
    <w:rsid w:val="003F0E9F"/>
    <w:rsid w:val="003F11F3"/>
    <w:rsid w:val="0040067B"/>
    <w:rsid w:val="00403323"/>
    <w:rsid w:val="004044A4"/>
    <w:rsid w:val="00404D92"/>
    <w:rsid w:val="00423E85"/>
    <w:rsid w:val="00425B16"/>
    <w:rsid w:val="00426EFA"/>
    <w:rsid w:val="004277A7"/>
    <w:rsid w:val="004277AC"/>
    <w:rsid w:val="0043274B"/>
    <w:rsid w:val="00436E62"/>
    <w:rsid w:val="004370DB"/>
    <w:rsid w:val="00460041"/>
    <w:rsid w:val="00466494"/>
    <w:rsid w:val="00475FEE"/>
    <w:rsid w:val="00481512"/>
    <w:rsid w:val="00483748"/>
    <w:rsid w:val="0049135C"/>
    <w:rsid w:val="00496419"/>
    <w:rsid w:val="004A1560"/>
    <w:rsid w:val="004A1647"/>
    <w:rsid w:val="004A4E12"/>
    <w:rsid w:val="004B0E22"/>
    <w:rsid w:val="004B2A59"/>
    <w:rsid w:val="004B3A7D"/>
    <w:rsid w:val="004B7537"/>
    <w:rsid w:val="004C0237"/>
    <w:rsid w:val="004C52BA"/>
    <w:rsid w:val="004D35F7"/>
    <w:rsid w:val="004D5CF1"/>
    <w:rsid w:val="004D60CC"/>
    <w:rsid w:val="004D7763"/>
    <w:rsid w:val="004E59B5"/>
    <w:rsid w:val="004E7D1F"/>
    <w:rsid w:val="004F3F7A"/>
    <w:rsid w:val="004F5E9D"/>
    <w:rsid w:val="004F61E8"/>
    <w:rsid w:val="004F62A9"/>
    <w:rsid w:val="00505701"/>
    <w:rsid w:val="00506405"/>
    <w:rsid w:val="00506B24"/>
    <w:rsid w:val="00507B4D"/>
    <w:rsid w:val="00512E78"/>
    <w:rsid w:val="00517B3D"/>
    <w:rsid w:val="0052496B"/>
    <w:rsid w:val="00525A02"/>
    <w:rsid w:val="00525A36"/>
    <w:rsid w:val="00526E72"/>
    <w:rsid w:val="00527CEA"/>
    <w:rsid w:val="00530152"/>
    <w:rsid w:val="005332A8"/>
    <w:rsid w:val="00533725"/>
    <w:rsid w:val="00540D3C"/>
    <w:rsid w:val="00541C1F"/>
    <w:rsid w:val="00542A95"/>
    <w:rsid w:val="005455E3"/>
    <w:rsid w:val="00550B9A"/>
    <w:rsid w:val="00554D77"/>
    <w:rsid w:val="00560047"/>
    <w:rsid w:val="00562D2E"/>
    <w:rsid w:val="0056609A"/>
    <w:rsid w:val="0056695A"/>
    <w:rsid w:val="005679AF"/>
    <w:rsid w:val="005707F7"/>
    <w:rsid w:val="00571E4D"/>
    <w:rsid w:val="005745F7"/>
    <w:rsid w:val="005767F2"/>
    <w:rsid w:val="00582303"/>
    <w:rsid w:val="00582611"/>
    <w:rsid w:val="005829AE"/>
    <w:rsid w:val="00584D24"/>
    <w:rsid w:val="005854B0"/>
    <w:rsid w:val="005953B5"/>
    <w:rsid w:val="00595CC4"/>
    <w:rsid w:val="005A44E1"/>
    <w:rsid w:val="005B276D"/>
    <w:rsid w:val="005C0033"/>
    <w:rsid w:val="005C0E4A"/>
    <w:rsid w:val="005C32AF"/>
    <w:rsid w:val="005C6D29"/>
    <w:rsid w:val="005C7CE2"/>
    <w:rsid w:val="005E1174"/>
    <w:rsid w:val="005E6290"/>
    <w:rsid w:val="005F1A96"/>
    <w:rsid w:val="005F4E90"/>
    <w:rsid w:val="00600627"/>
    <w:rsid w:val="00600FB7"/>
    <w:rsid w:val="00602873"/>
    <w:rsid w:val="00604EC0"/>
    <w:rsid w:val="00606A5D"/>
    <w:rsid w:val="00606F6F"/>
    <w:rsid w:val="0061080D"/>
    <w:rsid w:val="006147DF"/>
    <w:rsid w:val="00623945"/>
    <w:rsid w:val="00627C72"/>
    <w:rsid w:val="00632E94"/>
    <w:rsid w:val="0063698A"/>
    <w:rsid w:val="00645294"/>
    <w:rsid w:val="006468B3"/>
    <w:rsid w:val="006528C8"/>
    <w:rsid w:val="00653B98"/>
    <w:rsid w:val="006635ED"/>
    <w:rsid w:val="0066398C"/>
    <w:rsid w:val="00664FBC"/>
    <w:rsid w:val="00670930"/>
    <w:rsid w:val="006716B9"/>
    <w:rsid w:val="006734FF"/>
    <w:rsid w:val="00676E5A"/>
    <w:rsid w:val="00677F4B"/>
    <w:rsid w:val="0068313F"/>
    <w:rsid w:val="00691F98"/>
    <w:rsid w:val="0069581E"/>
    <w:rsid w:val="0069589D"/>
    <w:rsid w:val="006A131B"/>
    <w:rsid w:val="006A4F08"/>
    <w:rsid w:val="006B271B"/>
    <w:rsid w:val="006B2B25"/>
    <w:rsid w:val="006B3EEB"/>
    <w:rsid w:val="006C0FF0"/>
    <w:rsid w:val="006C2222"/>
    <w:rsid w:val="006C635C"/>
    <w:rsid w:val="006D2519"/>
    <w:rsid w:val="006D7571"/>
    <w:rsid w:val="006E5528"/>
    <w:rsid w:val="006F0360"/>
    <w:rsid w:val="006F2E24"/>
    <w:rsid w:val="006F574E"/>
    <w:rsid w:val="006F75E1"/>
    <w:rsid w:val="0070592C"/>
    <w:rsid w:val="00705E03"/>
    <w:rsid w:val="00712127"/>
    <w:rsid w:val="0071269A"/>
    <w:rsid w:val="00714C33"/>
    <w:rsid w:val="00721D76"/>
    <w:rsid w:val="00726B60"/>
    <w:rsid w:val="007307FC"/>
    <w:rsid w:val="0073356C"/>
    <w:rsid w:val="00737649"/>
    <w:rsid w:val="00737A0D"/>
    <w:rsid w:val="00743A81"/>
    <w:rsid w:val="007523FB"/>
    <w:rsid w:val="00755528"/>
    <w:rsid w:val="00755E90"/>
    <w:rsid w:val="00762449"/>
    <w:rsid w:val="00762699"/>
    <w:rsid w:val="007628B1"/>
    <w:rsid w:val="00762D9C"/>
    <w:rsid w:val="007630F6"/>
    <w:rsid w:val="00771D7F"/>
    <w:rsid w:val="00773A5E"/>
    <w:rsid w:val="00773F35"/>
    <w:rsid w:val="00776962"/>
    <w:rsid w:val="00776F10"/>
    <w:rsid w:val="00781673"/>
    <w:rsid w:val="00782D37"/>
    <w:rsid w:val="0078606C"/>
    <w:rsid w:val="00786BC6"/>
    <w:rsid w:val="007937E8"/>
    <w:rsid w:val="007977A0"/>
    <w:rsid w:val="007A1A9C"/>
    <w:rsid w:val="007B2A18"/>
    <w:rsid w:val="007B434F"/>
    <w:rsid w:val="007B53C1"/>
    <w:rsid w:val="007B6DFC"/>
    <w:rsid w:val="007C5D0E"/>
    <w:rsid w:val="007C5FF8"/>
    <w:rsid w:val="007C7B27"/>
    <w:rsid w:val="007D11EA"/>
    <w:rsid w:val="007D6F52"/>
    <w:rsid w:val="007E05B2"/>
    <w:rsid w:val="007E217B"/>
    <w:rsid w:val="007E58BA"/>
    <w:rsid w:val="007F0620"/>
    <w:rsid w:val="00800E1A"/>
    <w:rsid w:val="00813C95"/>
    <w:rsid w:val="00815DEA"/>
    <w:rsid w:val="00817E25"/>
    <w:rsid w:val="00820144"/>
    <w:rsid w:val="00830471"/>
    <w:rsid w:val="00832926"/>
    <w:rsid w:val="00833EBE"/>
    <w:rsid w:val="0083622B"/>
    <w:rsid w:val="008367BB"/>
    <w:rsid w:val="00842EE6"/>
    <w:rsid w:val="00846F42"/>
    <w:rsid w:val="00850351"/>
    <w:rsid w:val="0085175B"/>
    <w:rsid w:val="00856A24"/>
    <w:rsid w:val="0085799C"/>
    <w:rsid w:val="00861173"/>
    <w:rsid w:val="00861659"/>
    <w:rsid w:val="0086193F"/>
    <w:rsid w:val="00861989"/>
    <w:rsid w:val="00863FB9"/>
    <w:rsid w:val="00870ED5"/>
    <w:rsid w:val="008755F9"/>
    <w:rsid w:val="008773EA"/>
    <w:rsid w:val="008804A5"/>
    <w:rsid w:val="008852E9"/>
    <w:rsid w:val="0088541E"/>
    <w:rsid w:val="00890C67"/>
    <w:rsid w:val="00891056"/>
    <w:rsid w:val="00894776"/>
    <w:rsid w:val="00894AC1"/>
    <w:rsid w:val="008A0909"/>
    <w:rsid w:val="008A54B5"/>
    <w:rsid w:val="008A7C6C"/>
    <w:rsid w:val="008B248B"/>
    <w:rsid w:val="008B5F8E"/>
    <w:rsid w:val="008B7CEC"/>
    <w:rsid w:val="008D6159"/>
    <w:rsid w:val="008E090B"/>
    <w:rsid w:val="008E1980"/>
    <w:rsid w:val="008E5C9E"/>
    <w:rsid w:val="008E5FB7"/>
    <w:rsid w:val="008F3657"/>
    <w:rsid w:val="008F55F5"/>
    <w:rsid w:val="008F6D56"/>
    <w:rsid w:val="0090219F"/>
    <w:rsid w:val="009024B9"/>
    <w:rsid w:val="00902FCB"/>
    <w:rsid w:val="00906D8F"/>
    <w:rsid w:val="0092018C"/>
    <w:rsid w:val="00921668"/>
    <w:rsid w:val="00927096"/>
    <w:rsid w:val="00931B22"/>
    <w:rsid w:val="009320E2"/>
    <w:rsid w:val="009351FA"/>
    <w:rsid w:val="009377CB"/>
    <w:rsid w:val="00940455"/>
    <w:rsid w:val="00940D40"/>
    <w:rsid w:val="009441EE"/>
    <w:rsid w:val="00946E2C"/>
    <w:rsid w:val="00953206"/>
    <w:rsid w:val="0095396A"/>
    <w:rsid w:val="00955963"/>
    <w:rsid w:val="0096045B"/>
    <w:rsid w:val="00960730"/>
    <w:rsid w:val="00962C03"/>
    <w:rsid w:val="0097026A"/>
    <w:rsid w:val="0097173C"/>
    <w:rsid w:val="00971866"/>
    <w:rsid w:val="009730FD"/>
    <w:rsid w:val="009A3194"/>
    <w:rsid w:val="009A35B1"/>
    <w:rsid w:val="009B54F4"/>
    <w:rsid w:val="009C075F"/>
    <w:rsid w:val="009C6398"/>
    <w:rsid w:val="009C68DD"/>
    <w:rsid w:val="009C7564"/>
    <w:rsid w:val="009C7894"/>
    <w:rsid w:val="009D3403"/>
    <w:rsid w:val="009D7665"/>
    <w:rsid w:val="009E65B1"/>
    <w:rsid w:val="009E6F1F"/>
    <w:rsid w:val="009F1635"/>
    <w:rsid w:val="009F3356"/>
    <w:rsid w:val="009F7368"/>
    <w:rsid w:val="009F78F0"/>
    <w:rsid w:val="009F7B21"/>
    <w:rsid w:val="00A00EBE"/>
    <w:rsid w:val="00A03FAE"/>
    <w:rsid w:val="00A04DBD"/>
    <w:rsid w:val="00A05433"/>
    <w:rsid w:val="00A068A7"/>
    <w:rsid w:val="00A07A53"/>
    <w:rsid w:val="00A26051"/>
    <w:rsid w:val="00A30A21"/>
    <w:rsid w:val="00A4565E"/>
    <w:rsid w:val="00A525D0"/>
    <w:rsid w:val="00A6042A"/>
    <w:rsid w:val="00A60DE4"/>
    <w:rsid w:val="00A61D15"/>
    <w:rsid w:val="00A675CD"/>
    <w:rsid w:val="00A67C4D"/>
    <w:rsid w:val="00A72389"/>
    <w:rsid w:val="00A72767"/>
    <w:rsid w:val="00A84012"/>
    <w:rsid w:val="00A941CD"/>
    <w:rsid w:val="00A95B6F"/>
    <w:rsid w:val="00A96109"/>
    <w:rsid w:val="00A97695"/>
    <w:rsid w:val="00AA1EE8"/>
    <w:rsid w:val="00AA3A9C"/>
    <w:rsid w:val="00AA3D5D"/>
    <w:rsid w:val="00AA4314"/>
    <w:rsid w:val="00AA4AFF"/>
    <w:rsid w:val="00AB12A6"/>
    <w:rsid w:val="00AB49AD"/>
    <w:rsid w:val="00AC4130"/>
    <w:rsid w:val="00AC47E6"/>
    <w:rsid w:val="00AC566B"/>
    <w:rsid w:val="00AD103A"/>
    <w:rsid w:val="00AD4272"/>
    <w:rsid w:val="00AD4524"/>
    <w:rsid w:val="00AD6959"/>
    <w:rsid w:val="00AE0D63"/>
    <w:rsid w:val="00AE4DFC"/>
    <w:rsid w:val="00AF0AEF"/>
    <w:rsid w:val="00AF2B7D"/>
    <w:rsid w:val="00AF5805"/>
    <w:rsid w:val="00AF7126"/>
    <w:rsid w:val="00B00A64"/>
    <w:rsid w:val="00B10994"/>
    <w:rsid w:val="00B10AE6"/>
    <w:rsid w:val="00B11509"/>
    <w:rsid w:val="00B13D2F"/>
    <w:rsid w:val="00B221F7"/>
    <w:rsid w:val="00B22959"/>
    <w:rsid w:val="00B22D69"/>
    <w:rsid w:val="00B27305"/>
    <w:rsid w:val="00B27CCC"/>
    <w:rsid w:val="00B309A6"/>
    <w:rsid w:val="00B33215"/>
    <w:rsid w:val="00B403D5"/>
    <w:rsid w:val="00B408E8"/>
    <w:rsid w:val="00B54DD9"/>
    <w:rsid w:val="00B5677B"/>
    <w:rsid w:val="00B631B2"/>
    <w:rsid w:val="00B63809"/>
    <w:rsid w:val="00B7245D"/>
    <w:rsid w:val="00B73BBA"/>
    <w:rsid w:val="00B8165D"/>
    <w:rsid w:val="00B83ED6"/>
    <w:rsid w:val="00B8635A"/>
    <w:rsid w:val="00B93AD1"/>
    <w:rsid w:val="00BA06DC"/>
    <w:rsid w:val="00BA39EC"/>
    <w:rsid w:val="00BA3AA8"/>
    <w:rsid w:val="00BA3FC6"/>
    <w:rsid w:val="00BC0277"/>
    <w:rsid w:val="00BC0D6E"/>
    <w:rsid w:val="00BC2A0B"/>
    <w:rsid w:val="00BC313F"/>
    <w:rsid w:val="00BC67C5"/>
    <w:rsid w:val="00BC72A1"/>
    <w:rsid w:val="00BC7DB8"/>
    <w:rsid w:val="00BD25F6"/>
    <w:rsid w:val="00BD4500"/>
    <w:rsid w:val="00BD4877"/>
    <w:rsid w:val="00BD49B6"/>
    <w:rsid w:val="00BE2060"/>
    <w:rsid w:val="00BE2F2F"/>
    <w:rsid w:val="00BE47EE"/>
    <w:rsid w:val="00BF00BB"/>
    <w:rsid w:val="00C0136C"/>
    <w:rsid w:val="00C04DEC"/>
    <w:rsid w:val="00C074AC"/>
    <w:rsid w:val="00C10D45"/>
    <w:rsid w:val="00C113B3"/>
    <w:rsid w:val="00C13FF2"/>
    <w:rsid w:val="00C1415B"/>
    <w:rsid w:val="00C176E5"/>
    <w:rsid w:val="00C24630"/>
    <w:rsid w:val="00C31042"/>
    <w:rsid w:val="00C322E1"/>
    <w:rsid w:val="00C338AB"/>
    <w:rsid w:val="00C37988"/>
    <w:rsid w:val="00C37F1F"/>
    <w:rsid w:val="00C43CC6"/>
    <w:rsid w:val="00C445A0"/>
    <w:rsid w:val="00C44AD0"/>
    <w:rsid w:val="00C47DA7"/>
    <w:rsid w:val="00C62475"/>
    <w:rsid w:val="00C67457"/>
    <w:rsid w:val="00C737C0"/>
    <w:rsid w:val="00C7665B"/>
    <w:rsid w:val="00C77762"/>
    <w:rsid w:val="00C77FCA"/>
    <w:rsid w:val="00C85F17"/>
    <w:rsid w:val="00C92727"/>
    <w:rsid w:val="00C94C36"/>
    <w:rsid w:val="00CA17DE"/>
    <w:rsid w:val="00CB0B27"/>
    <w:rsid w:val="00CB5391"/>
    <w:rsid w:val="00CB53A7"/>
    <w:rsid w:val="00CB7F43"/>
    <w:rsid w:val="00CC08A1"/>
    <w:rsid w:val="00CC2B28"/>
    <w:rsid w:val="00CC315B"/>
    <w:rsid w:val="00CD04B4"/>
    <w:rsid w:val="00CD29D4"/>
    <w:rsid w:val="00CE588D"/>
    <w:rsid w:val="00CE5EF1"/>
    <w:rsid w:val="00CE5F71"/>
    <w:rsid w:val="00CE6DE6"/>
    <w:rsid w:val="00CF07C4"/>
    <w:rsid w:val="00CF4DC6"/>
    <w:rsid w:val="00CF7715"/>
    <w:rsid w:val="00D01CC6"/>
    <w:rsid w:val="00D05FB8"/>
    <w:rsid w:val="00D1106F"/>
    <w:rsid w:val="00D11461"/>
    <w:rsid w:val="00D14C26"/>
    <w:rsid w:val="00D1639A"/>
    <w:rsid w:val="00D1698D"/>
    <w:rsid w:val="00D20D88"/>
    <w:rsid w:val="00D21A03"/>
    <w:rsid w:val="00D21E19"/>
    <w:rsid w:val="00D22C70"/>
    <w:rsid w:val="00D24BFD"/>
    <w:rsid w:val="00D26B99"/>
    <w:rsid w:val="00D34EF3"/>
    <w:rsid w:val="00D36A56"/>
    <w:rsid w:val="00D37465"/>
    <w:rsid w:val="00D43E7C"/>
    <w:rsid w:val="00D452D5"/>
    <w:rsid w:val="00D46CA6"/>
    <w:rsid w:val="00D501D7"/>
    <w:rsid w:val="00D518BE"/>
    <w:rsid w:val="00D52DF7"/>
    <w:rsid w:val="00D53836"/>
    <w:rsid w:val="00D555D1"/>
    <w:rsid w:val="00D62C90"/>
    <w:rsid w:val="00D74319"/>
    <w:rsid w:val="00D76EA6"/>
    <w:rsid w:val="00D802B4"/>
    <w:rsid w:val="00D814DA"/>
    <w:rsid w:val="00D81D45"/>
    <w:rsid w:val="00D82C42"/>
    <w:rsid w:val="00D847C0"/>
    <w:rsid w:val="00D84EF5"/>
    <w:rsid w:val="00D90D5B"/>
    <w:rsid w:val="00D96E53"/>
    <w:rsid w:val="00DA203F"/>
    <w:rsid w:val="00DA3745"/>
    <w:rsid w:val="00DA7EC6"/>
    <w:rsid w:val="00DB2122"/>
    <w:rsid w:val="00DC0253"/>
    <w:rsid w:val="00DC651C"/>
    <w:rsid w:val="00DE10FC"/>
    <w:rsid w:val="00DE5D0A"/>
    <w:rsid w:val="00DF4FD9"/>
    <w:rsid w:val="00DF6208"/>
    <w:rsid w:val="00E008A1"/>
    <w:rsid w:val="00E00C4D"/>
    <w:rsid w:val="00E04351"/>
    <w:rsid w:val="00E1016A"/>
    <w:rsid w:val="00E11831"/>
    <w:rsid w:val="00E13F49"/>
    <w:rsid w:val="00E2496C"/>
    <w:rsid w:val="00E26297"/>
    <w:rsid w:val="00E3465A"/>
    <w:rsid w:val="00E3704B"/>
    <w:rsid w:val="00E429E9"/>
    <w:rsid w:val="00E47DB3"/>
    <w:rsid w:val="00E507CC"/>
    <w:rsid w:val="00E53C3F"/>
    <w:rsid w:val="00E53D47"/>
    <w:rsid w:val="00E5422B"/>
    <w:rsid w:val="00E5514E"/>
    <w:rsid w:val="00E55B82"/>
    <w:rsid w:val="00E6142F"/>
    <w:rsid w:val="00E61AD2"/>
    <w:rsid w:val="00E63539"/>
    <w:rsid w:val="00E63C73"/>
    <w:rsid w:val="00E662D1"/>
    <w:rsid w:val="00E66A1E"/>
    <w:rsid w:val="00E72575"/>
    <w:rsid w:val="00E75665"/>
    <w:rsid w:val="00E75E96"/>
    <w:rsid w:val="00E85073"/>
    <w:rsid w:val="00E9360F"/>
    <w:rsid w:val="00E96F8F"/>
    <w:rsid w:val="00E976CB"/>
    <w:rsid w:val="00E9783A"/>
    <w:rsid w:val="00EA1B2A"/>
    <w:rsid w:val="00EB42BD"/>
    <w:rsid w:val="00EB5754"/>
    <w:rsid w:val="00EB6E73"/>
    <w:rsid w:val="00EB701B"/>
    <w:rsid w:val="00EB76F0"/>
    <w:rsid w:val="00EC020C"/>
    <w:rsid w:val="00EC0F39"/>
    <w:rsid w:val="00EC3474"/>
    <w:rsid w:val="00ED1F89"/>
    <w:rsid w:val="00ED4B5A"/>
    <w:rsid w:val="00ED7592"/>
    <w:rsid w:val="00ED781E"/>
    <w:rsid w:val="00EE02B3"/>
    <w:rsid w:val="00EE6E65"/>
    <w:rsid w:val="00EF127D"/>
    <w:rsid w:val="00EF3245"/>
    <w:rsid w:val="00EF7C38"/>
    <w:rsid w:val="00F01181"/>
    <w:rsid w:val="00F0131C"/>
    <w:rsid w:val="00F04E33"/>
    <w:rsid w:val="00F05613"/>
    <w:rsid w:val="00F060E3"/>
    <w:rsid w:val="00F07E7A"/>
    <w:rsid w:val="00F14276"/>
    <w:rsid w:val="00F16169"/>
    <w:rsid w:val="00F17C14"/>
    <w:rsid w:val="00F224F8"/>
    <w:rsid w:val="00F23092"/>
    <w:rsid w:val="00F23845"/>
    <w:rsid w:val="00F25FB7"/>
    <w:rsid w:val="00F31E0D"/>
    <w:rsid w:val="00F34A9D"/>
    <w:rsid w:val="00F408B3"/>
    <w:rsid w:val="00F46837"/>
    <w:rsid w:val="00F46D2E"/>
    <w:rsid w:val="00F47B9E"/>
    <w:rsid w:val="00F50681"/>
    <w:rsid w:val="00F533BD"/>
    <w:rsid w:val="00F53EAC"/>
    <w:rsid w:val="00F6001A"/>
    <w:rsid w:val="00F6712C"/>
    <w:rsid w:val="00F724B0"/>
    <w:rsid w:val="00F73A83"/>
    <w:rsid w:val="00F73BC4"/>
    <w:rsid w:val="00F73D65"/>
    <w:rsid w:val="00F80FEE"/>
    <w:rsid w:val="00F82F2C"/>
    <w:rsid w:val="00F9048B"/>
    <w:rsid w:val="00F9059F"/>
    <w:rsid w:val="00F9317A"/>
    <w:rsid w:val="00F94FA4"/>
    <w:rsid w:val="00F950A4"/>
    <w:rsid w:val="00FA1090"/>
    <w:rsid w:val="00FA5C73"/>
    <w:rsid w:val="00FB0966"/>
    <w:rsid w:val="00FB12AA"/>
    <w:rsid w:val="00FB2F79"/>
    <w:rsid w:val="00FB7B2D"/>
    <w:rsid w:val="00FC0039"/>
    <w:rsid w:val="00FC14A0"/>
    <w:rsid w:val="00FC3614"/>
    <w:rsid w:val="00FC3CC5"/>
    <w:rsid w:val="00FC3F00"/>
    <w:rsid w:val="00FD03BE"/>
    <w:rsid w:val="00FD31E7"/>
    <w:rsid w:val="00FE0172"/>
    <w:rsid w:val="00FE42D7"/>
    <w:rsid w:val="00FF25CB"/>
    <w:rsid w:val="00FF3AB3"/>
    <w:rsid w:val="00FF3E23"/>
    <w:rsid w:val="00FF432D"/>
    <w:rsid w:val="00FF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DAE37B"/>
  <w15:chartTrackingRefBased/>
  <w15:docId w15:val="{BBE87372-21D5-4195-AAA1-0FD6C9609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uiPriority="10"/>
    <w:lsdException w:name="Hyperlink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4B2A59"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rsid w:val="00FB7B2D"/>
    <w:pPr>
      <w:keepNext/>
      <w:shd w:val="clear" w:color="auto" w:fill="FF0000"/>
      <w:spacing w:line="240" w:lineRule="exact"/>
      <w:ind w:left="851" w:right="-1" w:firstLine="851"/>
      <w:outlineLvl w:val="0"/>
    </w:pPr>
    <w:rPr>
      <w:rFonts w:ascii="Arial Narrow" w:hAnsi="Arial Narrow"/>
      <w:b/>
      <w:bCs/>
      <w:color w:val="FFFFFF"/>
      <w:sz w:val="24"/>
    </w:rPr>
  </w:style>
  <w:style w:type="paragraph" w:styleId="Titre2">
    <w:name w:val="heading 2"/>
    <w:basedOn w:val="Normal"/>
    <w:next w:val="Normal"/>
    <w:link w:val="Titre2Car"/>
    <w:rsid w:val="00691F98"/>
    <w:pPr>
      <w:keepNext/>
      <w:ind w:left="851" w:right="-1" w:firstLine="5103"/>
      <w:jc w:val="right"/>
      <w:outlineLvl w:val="1"/>
    </w:pPr>
    <w:rPr>
      <w:rFonts w:ascii="Arial Narrow" w:hAnsi="Arial Narrow"/>
      <w:b/>
      <w:i/>
      <w:sz w:val="22"/>
    </w:rPr>
  </w:style>
  <w:style w:type="paragraph" w:styleId="Titre3">
    <w:name w:val="heading 3"/>
    <w:basedOn w:val="Normal"/>
    <w:next w:val="Normal"/>
    <w:pPr>
      <w:keepNext/>
      <w:ind w:left="851" w:right="-1" w:firstLine="851"/>
      <w:jc w:val="center"/>
      <w:outlineLvl w:val="2"/>
    </w:pPr>
    <w:rPr>
      <w:rFonts w:ascii="Arial" w:hAnsi="Arial"/>
      <w:b/>
      <w:bCs/>
      <w:sz w:val="24"/>
    </w:rPr>
  </w:style>
  <w:style w:type="paragraph" w:styleId="Titre4">
    <w:name w:val="heading 4"/>
    <w:basedOn w:val="Normal"/>
    <w:next w:val="Normal"/>
    <w:pPr>
      <w:keepNext/>
      <w:ind w:left="851" w:right="283" w:firstLine="851"/>
      <w:jc w:val="both"/>
      <w:outlineLvl w:val="3"/>
    </w:pPr>
    <w:rPr>
      <w:rFonts w:ascii="Arial" w:hAnsi="Arial"/>
      <w:sz w:val="24"/>
    </w:rPr>
  </w:style>
  <w:style w:type="paragraph" w:styleId="Titre5">
    <w:name w:val="heading 5"/>
    <w:basedOn w:val="Normal"/>
    <w:next w:val="Normal"/>
    <w:pPr>
      <w:keepNext/>
      <w:ind w:left="2282" w:right="-1" w:firstLine="210"/>
      <w:jc w:val="both"/>
      <w:outlineLvl w:val="4"/>
    </w:pPr>
    <w:rPr>
      <w:rFonts w:ascii="Arial" w:hAnsi="Arial"/>
      <w:sz w:val="24"/>
    </w:rPr>
  </w:style>
  <w:style w:type="paragraph" w:styleId="Titre6">
    <w:name w:val="heading 6"/>
    <w:aliases w:val="Titre 6 Car Car Car"/>
    <w:basedOn w:val="Normal"/>
    <w:next w:val="Normal"/>
    <w:pPr>
      <w:keepNext/>
      <w:ind w:right="-1"/>
      <w:jc w:val="center"/>
      <w:outlineLvl w:val="5"/>
    </w:pPr>
    <w:rPr>
      <w:rFonts w:ascii="Arial" w:hAnsi="Arial" w:cs="Arial"/>
      <w:b/>
      <w:iCs/>
      <w:sz w:val="24"/>
      <w:szCs w:val="24"/>
      <w:u w:val="single"/>
    </w:rPr>
  </w:style>
  <w:style w:type="paragraph" w:styleId="Titre7">
    <w:name w:val="heading 7"/>
    <w:basedOn w:val="Normal"/>
    <w:next w:val="Normal"/>
    <w:pPr>
      <w:keepNext/>
      <w:ind w:right="-1"/>
      <w:outlineLvl w:val="6"/>
    </w:pPr>
    <w:rPr>
      <w:rFonts w:ascii="Arial" w:hAnsi="Arial" w:cs="Arial"/>
      <w:b/>
      <w:iCs/>
      <w:sz w:val="24"/>
      <w:szCs w:val="24"/>
      <w:u w:val="single"/>
    </w:rPr>
  </w:style>
  <w:style w:type="paragraph" w:styleId="Titre8">
    <w:name w:val="heading 8"/>
    <w:basedOn w:val="Normal"/>
    <w:next w:val="Normal"/>
    <w:pPr>
      <w:keepNext/>
      <w:ind w:right="-1"/>
      <w:jc w:val="center"/>
      <w:outlineLvl w:val="7"/>
    </w:pPr>
    <w:rPr>
      <w:rFonts w:ascii="Arial" w:hAnsi="Arial" w:cs="Arial"/>
      <w:b/>
      <w:sz w:val="24"/>
      <w:szCs w:val="24"/>
      <w:u w:val="single"/>
    </w:rPr>
  </w:style>
  <w:style w:type="paragraph" w:styleId="Titre9">
    <w:name w:val="heading 9"/>
    <w:basedOn w:val="Normal"/>
    <w:next w:val="Normal"/>
    <w:pPr>
      <w:keepNext/>
      <w:ind w:right="-1"/>
      <w:outlineLvl w:val="8"/>
    </w:pPr>
    <w:rPr>
      <w:rFonts w:ascii="Arial" w:hAnsi="Arial" w:cs="Arial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rmalcentr">
    <w:name w:val="Block Text"/>
    <w:basedOn w:val="Normal"/>
    <w:pPr>
      <w:ind w:left="851" w:right="-1" w:firstLine="850"/>
      <w:jc w:val="both"/>
    </w:pPr>
    <w:rPr>
      <w:rFonts w:ascii="Arial" w:hAnsi="Arial"/>
      <w:bCs/>
      <w:sz w:val="24"/>
    </w:rPr>
  </w:style>
  <w:style w:type="paragraph" w:styleId="Corpsdetexte">
    <w:name w:val="Body Text"/>
    <w:basedOn w:val="Normal"/>
    <w:pPr>
      <w:shd w:val="clear" w:color="auto" w:fill="FFFFFF"/>
      <w:ind w:right="-1"/>
      <w:jc w:val="both"/>
    </w:pPr>
    <w:rPr>
      <w:rFonts w:ascii="Arial" w:hAnsi="Arial"/>
      <w:sz w:val="24"/>
    </w:rPr>
  </w:style>
  <w:style w:type="paragraph" w:customStyle="1" w:styleId="Normalcentr1">
    <w:name w:val="Normal centré1"/>
    <w:basedOn w:val="Normal"/>
    <w:pPr>
      <w:tabs>
        <w:tab w:val="left" w:pos="1701"/>
      </w:tabs>
      <w:ind w:left="851" w:right="453"/>
      <w:jc w:val="both"/>
    </w:pPr>
    <w:rPr>
      <w:rFonts w:ascii="Arial" w:hAnsi="Arial"/>
      <w:sz w:val="24"/>
    </w:rPr>
  </w:style>
  <w:style w:type="paragraph" w:customStyle="1" w:styleId="Corpsdetexte21">
    <w:name w:val="Corps de texte 21"/>
    <w:basedOn w:val="Normal"/>
    <w:pPr>
      <w:ind w:left="2124" w:firstLine="6"/>
    </w:pPr>
    <w:rPr>
      <w:rFonts w:ascii="Arial" w:hAnsi="Arial"/>
      <w:sz w:val="24"/>
    </w:rPr>
  </w:style>
  <w:style w:type="paragraph" w:styleId="Retraitcorpsdetexte">
    <w:name w:val="Body Text Indent"/>
    <w:basedOn w:val="Normal"/>
    <w:link w:val="RetraitcorpsdetexteCar"/>
    <w:pPr>
      <w:shd w:val="clear" w:color="auto" w:fill="FFFFFF"/>
      <w:ind w:right="-1" w:firstLine="705"/>
      <w:jc w:val="both"/>
    </w:pPr>
    <w:rPr>
      <w:rFonts w:ascii="Arial" w:hAnsi="Arial"/>
      <w:sz w:val="24"/>
      <w:lang w:val="x-none" w:eastAsia="x-none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Titre">
    <w:name w:val="Title"/>
    <w:basedOn w:val="Normal"/>
    <w:link w:val="TitreCar"/>
    <w:uiPriority w:val="10"/>
    <w:pPr>
      <w:overflowPunct/>
      <w:autoSpaceDE/>
      <w:autoSpaceDN/>
      <w:adjustRightInd/>
      <w:jc w:val="center"/>
      <w:textAlignment w:val="auto"/>
    </w:pPr>
    <w:rPr>
      <w:b/>
      <w:bCs/>
      <w:sz w:val="44"/>
      <w:szCs w:val="24"/>
      <w:u w:val="single"/>
    </w:rPr>
  </w:style>
  <w:style w:type="paragraph" w:styleId="Corpsdetexte2">
    <w:name w:val="Body Text 2"/>
    <w:basedOn w:val="Normal"/>
    <w:pPr>
      <w:shd w:val="clear" w:color="auto" w:fill="FFFFFF"/>
      <w:ind w:right="-1"/>
      <w:jc w:val="both"/>
    </w:pPr>
    <w:rPr>
      <w:rFonts w:ascii="Arial" w:eastAsia="Batang" w:hAnsi="Arial" w:cs="Arial"/>
      <w:sz w:val="22"/>
    </w:rPr>
  </w:style>
  <w:style w:type="paragraph" w:styleId="Retraitcorpsdetexte2">
    <w:name w:val="Body Text Indent 2"/>
    <w:basedOn w:val="Normal"/>
    <w:pPr>
      <w:numPr>
        <w:ilvl w:val="12"/>
      </w:numPr>
      <w:suppressAutoHyphens/>
      <w:ind w:firstLine="709"/>
      <w:jc w:val="both"/>
    </w:pPr>
    <w:rPr>
      <w:rFonts w:ascii="Arial" w:hAnsi="Arial" w:cs="Arial"/>
      <w:sz w:val="22"/>
    </w:rPr>
  </w:style>
  <w:style w:type="character" w:styleId="Lienhypertextesuivivisit">
    <w:name w:val="FollowedHyperlink"/>
    <w:rPr>
      <w:color w:val="800080"/>
      <w:u w:val="single"/>
    </w:rPr>
  </w:style>
  <w:style w:type="paragraph" w:styleId="Corpsdetexte3">
    <w:name w:val="Body Text 3"/>
    <w:basedOn w:val="Normal"/>
    <w:pPr>
      <w:jc w:val="center"/>
    </w:pPr>
    <w:rPr>
      <w:b/>
      <w:sz w:val="22"/>
    </w:rPr>
  </w:style>
  <w:style w:type="paragraph" w:customStyle="1" w:styleId="Normal2">
    <w:name w:val="Normal2"/>
    <w:basedOn w:val="Normal"/>
    <w:pPr>
      <w:keepLines/>
      <w:tabs>
        <w:tab w:val="left" w:pos="567"/>
        <w:tab w:val="left" w:pos="851"/>
        <w:tab w:val="left" w:pos="1134"/>
      </w:tabs>
      <w:overflowPunct/>
      <w:autoSpaceDE/>
      <w:autoSpaceDN/>
      <w:adjustRightInd/>
      <w:ind w:left="284" w:firstLine="284"/>
      <w:jc w:val="both"/>
      <w:textAlignment w:val="auto"/>
    </w:pPr>
    <w:rPr>
      <w:sz w:val="22"/>
    </w:rPr>
  </w:style>
  <w:style w:type="paragraph" w:styleId="NormalWeb">
    <w:name w:val="Normal (Web)"/>
    <w:basedOn w:val="Normal"/>
    <w:rsid w:val="00771D7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lev">
    <w:name w:val="Strong"/>
    <w:rsid w:val="00771D7F"/>
    <w:rPr>
      <w:b/>
      <w:bCs/>
    </w:rPr>
  </w:style>
  <w:style w:type="character" w:customStyle="1" w:styleId="Titre6CarCarCarCar">
    <w:name w:val="Titre 6 Car Car Car Car"/>
    <w:rsid w:val="00C24630"/>
    <w:rPr>
      <w:sz w:val="22"/>
      <w:szCs w:val="22"/>
      <w:u w:val="single"/>
      <w:lang w:val="fr-FR" w:eastAsia="fr-FR" w:bidi="ar-SA"/>
    </w:rPr>
  </w:style>
  <w:style w:type="paragraph" w:styleId="Sous-titre">
    <w:name w:val="Subtitle"/>
    <w:basedOn w:val="Normal"/>
    <w:next w:val="Normal"/>
    <w:link w:val="Sous-titreCar"/>
    <w:rsid w:val="00B403D5"/>
    <w:pPr>
      <w:spacing w:after="60"/>
      <w:outlineLvl w:val="1"/>
    </w:pPr>
    <w:rPr>
      <w:rFonts w:ascii="Arial Narrow" w:hAnsi="Arial Narrow"/>
      <w:b/>
      <w:i/>
      <w:sz w:val="22"/>
      <w:szCs w:val="24"/>
      <w:lang w:val="x-none" w:eastAsia="x-none"/>
    </w:rPr>
  </w:style>
  <w:style w:type="character" w:customStyle="1" w:styleId="Sous-titreCar">
    <w:name w:val="Sous-titre Car"/>
    <w:link w:val="Sous-titre"/>
    <w:rsid w:val="00B403D5"/>
    <w:rPr>
      <w:rFonts w:ascii="Arial Narrow" w:hAnsi="Arial Narrow"/>
      <w:b/>
      <w:i/>
      <w:sz w:val="22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rsid w:val="003D6DED"/>
    <w:pPr>
      <w:keepLines/>
      <w:overflowPunct/>
      <w:autoSpaceDE/>
      <w:autoSpaceDN/>
      <w:adjustRightInd/>
      <w:spacing w:before="480" w:line="276" w:lineRule="auto"/>
      <w:ind w:left="0" w:right="0" w:firstLine="0"/>
      <w:textAlignment w:val="auto"/>
      <w:outlineLvl w:val="9"/>
    </w:pPr>
    <w:rPr>
      <w:rFonts w:ascii="Cambria" w:hAnsi="Cambria"/>
      <w:i/>
      <w:color w:val="365F91"/>
      <w:sz w:val="28"/>
      <w:szCs w:val="28"/>
      <w:lang w:eastAsia="en-US"/>
    </w:rPr>
  </w:style>
  <w:style w:type="paragraph" w:styleId="TM2">
    <w:name w:val="toc 2"/>
    <w:basedOn w:val="Normal"/>
    <w:next w:val="Normal"/>
    <w:autoRedefine/>
    <w:uiPriority w:val="39"/>
    <w:rsid w:val="003D6DED"/>
    <w:pPr>
      <w:ind w:left="200"/>
    </w:pPr>
    <w:rPr>
      <w:rFonts w:asciiTheme="minorHAnsi" w:hAnsiTheme="minorHAnsi"/>
      <w:smallCaps/>
    </w:rPr>
  </w:style>
  <w:style w:type="paragraph" w:styleId="TM1">
    <w:name w:val="toc 1"/>
    <w:basedOn w:val="Normal"/>
    <w:next w:val="Normal"/>
    <w:autoRedefine/>
    <w:uiPriority w:val="39"/>
    <w:rsid w:val="003D6DED"/>
    <w:pPr>
      <w:spacing w:before="120" w:after="120"/>
    </w:pPr>
    <w:rPr>
      <w:rFonts w:asciiTheme="minorHAnsi" w:hAnsiTheme="minorHAnsi"/>
      <w:b/>
      <w:bCs/>
      <w:caps/>
    </w:rPr>
  </w:style>
  <w:style w:type="character" w:customStyle="1" w:styleId="RetraitcorpsdetexteCar">
    <w:name w:val="Retrait corps de texte Car"/>
    <w:link w:val="Retraitcorpsdetexte"/>
    <w:rsid w:val="00E11831"/>
    <w:rPr>
      <w:rFonts w:ascii="Arial" w:hAnsi="Arial"/>
      <w:sz w:val="24"/>
      <w:shd w:val="clear" w:color="auto" w:fill="FFFFFF"/>
    </w:rPr>
  </w:style>
  <w:style w:type="paragraph" w:customStyle="1" w:styleId="Puces1">
    <w:name w:val="Puces1"/>
    <w:basedOn w:val="Corpsdetexte"/>
    <w:autoRedefine/>
    <w:rsid w:val="00EB701B"/>
    <w:pPr>
      <w:ind w:left="709" w:right="0" w:firstLine="709"/>
    </w:pPr>
    <w:rPr>
      <w:rFonts w:ascii="Arial Narrow" w:hAnsi="Arial Narrow" w:cs="Arial"/>
      <w:sz w:val="22"/>
      <w:szCs w:val="22"/>
    </w:rPr>
  </w:style>
  <w:style w:type="paragraph" w:customStyle="1" w:styleId="Style24">
    <w:name w:val="Style24"/>
    <w:basedOn w:val="Normal"/>
    <w:rsid w:val="00EB701B"/>
    <w:pPr>
      <w:widowControl w:val="0"/>
      <w:overflowPunct/>
      <w:spacing w:line="240" w:lineRule="exact"/>
      <w:ind w:firstLine="851"/>
      <w:textAlignment w:val="auto"/>
    </w:pPr>
    <w:rPr>
      <w:rFonts w:ascii="Arial Narrow" w:hAnsi="Arial Narrow"/>
      <w:sz w:val="24"/>
      <w:szCs w:val="24"/>
    </w:rPr>
  </w:style>
  <w:style w:type="paragraph" w:customStyle="1" w:styleId="ftiret">
    <w:name w:val="f_tiret"/>
    <w:basedOn w:val="Normal"/>
    <w:rsid w:val="00D555D1"/>
    <w:pPr>
      <w:tabs>
        <w:tab w:val="left" w:pos="426"/>
      </w:tabs>
      <w:overflowPunct/>
      <w:autoSpaceDE/>
      <w:autoSpaceDN/>
      <w:adjustRightInd/>
      <w:spacing w:before="60"/>
      <w:ind w:left="142" w:hanging="142"/>
      <w:jc w:val="both"/>
      <w:textAlignment w:val="auto"/>
    </w:pPr>
    <w:rPr>
      <w:rFonts w:ascii="Univers (WN)" w:hAnsi="Univers (WN)"/>
    </w:rPr>
  </w:style>
  <w:style w:type="character" w:styleId="Textedelespacerserv">
    <w:name w:val="Placeholder Text"/>
    <w:basedOn w:val="Policepardfaut"/>
    <w:uiPriority w:val="99"/>
    <w:semiHidden/>
    <w:rsid w:val="008E090B"/>
    <w:rPr>
      <w:color w:val="808080"/>
    </w:rPr>
  </w:style>
  <w:style w:type="paragraph" w:customStyle="1" w:styleId="Titreperso1">
    <w:name w:val="Titre perso 1"/>
    <w:basedOn w:val="Normal"/>
    <w:next w:val="Corpsperso1"/>
    <w:link w:val="Titreperso1Car"/>
    <w:autoRedefine/>
    <w:rsid w:val="007630F6"/>
    <w:pPr>
      <w:numPr>
        <w:numId w:val="3"/>
      </w:numPr>
      <w:spacing w:before="360" w:after="360"/>
      <w:ind w:left="426"/>
      <w:jc w:val="both"/>
    </w:pPr>
    <w:rPr>
      <w:rFonts w:asciiTheme="minorHAnsi" w:hAnsiTheme="minorHAnsi" w:cs="Arial"/>
      <w:b/>
      <w:bCs/>
      <w:caps/>
      <w:color w:val="EA0000"/>
      <w:sz w:val="22"/>
    </w:rPr>
  </w:style>
  <w:style w:type="paragraph" w:customStyle="1" w:styleId="Titreperso2">
    <w:name w:val="Titre perso 2"/>
    <w:basedOn w:val="Titre2"/>
    <w:next w:val="Corpsperso1"/>
    <w:link w:val="Titreperso2Car"/>
    <w:rsid w:val="00F34A9D"/>
    <w:pPr>
      <w:numPr>
        <w:ilvl w:val="1"/>
        <w:numId w:val="3"/>
      </w:numPr>
      <w:spacing w:before="240" w:after="240"/>
      <w:ind w:right="0"/>
      <w:jc w:val="both"/>
    </w:pPr>
    <w:rPr>
      <w:rFonts w:asciiTheme="minorHAnsi" w:hAnsiTheme="minorHAnsi" w:cs="Arial"/>
      <w:i w:val="0"/>
      <w:color w:val="4472C4" w:themeColor="accent5"/>
    </w:rPr>
  </w:style>
  <w:style w:type="character" w:customStyle="1" w:styleId="Titreperso1Car">
    <w:name w:val="Titre perso 1 Car"/>
    <w:basedOn w:val="Policepardfaut"/>
    <w:link w:val="Titreperso1"/>
    <w:rsid w:val="007630F6"/>
    <w:rPr>
      <w:rFonts w:asciiTheme="minorHAnsi" w:hAnsiTheme="minorHAnsi" w:cs="Arial"/>
      <w:b/>
      <w:bCs/>
      <w:caps/>
      <w:color w:val="EA0000"/>
      <w:sz w:val="22"/>
    </w:rPr>
  </w:style>
  <w:style w:type="paragraph" w:customStyle="1" w:styleId="Corpsperso1">
    <w:name w:val="Corps perso 1"/>
    <w:basedOn w:val="Titreperso1"/>
    <w:link w:val="Corpsperso1Car"/>
    <w:qFormat/>
    <w:rsid w:val="00AE0D63"/>
    <w:pPr>
      <w:numPr>
        <w:numId w:val="0"/>
      </w:numPr>
      <w:suppressAutoHyphens/>
      <w:spacing w:before="120" w:after="120"/>
    </w:pPr>
    <w:rPr>
      <w:b w:val="0"/>
      <w:caps w:val="0"/>
      <w:color w:val="auto"/>
    </w:rPr>
  </w:style>
  <w:style w:type="character" w:customStyle="1" w:styleId="Titre2Car">
    <w:name w:val="Titre 2 Car"/>
    <w:basedOn w:val="Policepardfaut"/>
    <w:link w:val="Titre2"/>
    <w:rsid w:val="008A54B5"/>
    <w:rPr>
      <w:rFonts w:ascii="Arial Narrow" w:hAnsi="Arial Narrow"/>
      <w:b/>
      <w:i/>
      <w:sz w:val="22"/>
    </w:rPr>
  </w:style>
  <w:style w:type="character" w:customStyle="1" w:styleId="Titreperso2Car">
    <w:name w:val="Titre perso 2 Car"/>
    <w:basedOn w:val="Titre2Car"/>
    <w:link w:val="Titreperso2"/>
    <w:rsid w:val="00F34A9D"/>
    <w:rPr>
      <w:rFonts w:asciiTheme="minorHAnsi" w:hAnsiTheme="minorHAnsi" w:cs="Arial"/>
      <w:b/>
      <w:i w:val="0"/>
      <w:color w:val="4472C4" w:themeColor="accent5"/>
      <w:sz w:val="22"/>
    </w:rPr>
  </w:style>
  <w:style w:type="paragraph" w:customStyle="1" w:styleId="Listeperso1">
    <w:name w:val="Liste perso 1"/>
    <w:basedOn w:val="Corpsperso1"/>
    <w:link w:val="Listeperso1Car"/>
    <w:qFormat/>
    <w:rsid w:val="007307FC"/>
    <w:pPr>
      <w:numPr>
        <w:numId w:val="1"/>
      </w:numPr>
    </w:pPr>
  </w:style>
  <w:style w:type="character" w:customStyle="1" w:styleId="Corpsperso1Car">
    <w:name w:val="Corps perso 1 Car"/>
    <w:basedOn w:val="Titreperso1Car"/>
    <w:link w:val="Corpsperso1"/>
    <w:rsid w:val="00AE0D63"/>
    <w:rPr>
      <w:rFonts w:ascii="Arial" w:hAnsi="Arial" w:cs="Arial"/>
      <w:b w:val="0"/>
      <w:bCs/>
      <w:caps w:val="0"/>
      <w:color w:val="EA0000"/>
      <w:sz w:val="22"/>
    </w:rPr>
  </w:style>
  <w:style w:type="paragraph" w:customStyle="1" w:styleId="Listeperso2">
    <w:name w:val="Liste perso 2"/>
    <w:basedOn w:val="Corpsperso1"/>
    <w:link w:val="Listeperso2Car"/>
    <w:qFormat/>
    <w:rsid w:val="00DE10FC"/>
    <w:pPr>
      <w:numPr>
        <w:numId w:val="2"/>
      </w:numPr>
      <w:spacing w:before="0" w:after="80"/>
      <w:ind w:left="1135" w:hanging="284"/>
    </w:pPr>
  </w:style>
  <w:style w:type="character" w:customStyle="1" w:styleId="Listeperso1Car">
    <w:name w:val="Liste perso 1 Car"/>
    <w:basedOn w:val="Corpsperso1Car"/>
    <w:link w:val="Listeperso1"/>
    <w:rsid w:val="007307FC"/>
    <w:rPr>
      <w:rFonts w:asciiTheme="minorHAnsi" w:hAnsiTheme="minorHAnsi" w:cs="Arial"/>
      <w:b w:val="0"/>
      <w:bCs/>
      <w:caps w:val="0"/>
      <w:color w:val="EA0000"/>
      <w:sz w:val="22"/>
    </w:rPr>
  </w:style>
  <w:style w:type="paragraph" w:styleId="Notedebasdepage">
    <w:name w:val="footnote text"/>
    <w:basedOn w:val="Normal"/>
    <w:link w:val="NotedebasdepageCar"/>
    <w:rsid w:val="00DF6208"/>
  </w:style>
  <w:style w:type="character" w:customStyle="1" w:styleId="Listeperso2Car">
    <w:name w:val="Liste perso 2 Car"/>
    <w:basedOn w:val="Corpsperso1Car"/>
    <w:link w:val="Listeperso2"/>
    <w:rsid w:val="00DE10FC"/>
    <w:rPr>
      <w:rFonts w:asciiTheme="minorHAnsi" w:hAnsiTheme="minorHAnsi" w:cs="Arial"/>
      <w:b w:val="0"/>
      <w:bCs/>
      <w:caps w:val="0"/>
      <w:color w:val="EA0000"/>
      <w:sz w:val="22"/>
    </w:rPr>
  </w:style>
  <w:style w:type="character" w:customStyle="1" w:styleId="NotedebasdepageCar">
    <w:name w:val="Note de bas de page Car"/>
    <w:basedOn w:val="Policepardfaut"/>
    <w:link w:val="Notedebasdepage"/>
    <w:rsid w:val="00DF6208"/>
  </w:style>
  <w:style w:type="character" w:styleId="Appelnotedebasdep">
    <w:name w:val="footnote reference"/>
    <w:basedOn w:val="Policepardfaut"/>
    <w:rsid w:val="00DF6208"/>
    <w:rPr>
      <w:vertAlign w:val="superscript"/>
    </w:rPr>
  </w:style>
  <w:style w:type="paragraph" w:customStyle="1" w:styleId="Titreperso3">
    <w:name w:val="Titre perso 3"/>
    <w:basedOn w:val="Titreperso2"/>
    <w:next w:val="Corpsperso1"/>
    <w:link w:val="Titreperso3Car"/>
    <w:qFormat/>
    <w:rsid w:val="00B22959"/>
    <w:pPr>
      <w:numPr>
        <w:ilvl w:val="2"/>
      </w:numPr>
      <w:spacing w:before="120" w:after="120"/>
    </w:pPr>
    <w:rPr>
      <w:color w:val="8EAADB" w:themeColor="accent5" w:themeTint="99"/>
    </w:rPr>
  </w:style>
  <w:style w:type="paragraph" w:styleId="Paragraphedeliste">
    <w:name w:val="List Paragraph"/>
    <w:basedOn w:val="Normal"/>
    <w:uiPriority w:val="34"/>
    <w:rsid w:val="006635ED"/>
    <w:pPr>
      <w:ind w:left="720"/>
      <w:contextualSpacing/>
    </w:pPr>
  </w:style>
  <w:style w:type="character" w:customStyle="1" w:styleId="Titreperso3Car">
    <w:name w:val="Titre perso 3 Car"/>
    <w:basedOn w:val="Titreperso2Car"/>
    <w:link w:val="Titreperso3"/>
    <w:rsid w:val="00B22959"/>
    <w:rPr>
      <w:rFonts w:asciiTheme="minorHAnsi" w:hAnsiTheme="minorHAnsi" w:cs="Arial"/>
      <w:b/>
      <w:i w:val="0"/>
      <w:color w:val="8EAADB" w:themeColor="accent5" w:themeTint="99"/>
      <w:sz w:val="22"/>
    </w:rPr>
  </w:style>
  <w:style w:type="character" w:customStyle="1" w:styleId="TitreCar">
    <w:name w:val="Titre Car"/>
    <w:link w:val="Titre"/>
    <w:uiPriority w:val="10"/>
    <w:rsid w:val="002C7938"/>
    <w:rPr>
      <w:b/>
      <w:bCs/>
      <w:sz w:val="44"/>
      <w:szCs w:val="24"/>
      <w:u w:val="single"/>
    </w:rPr>
  </w:style>
  <w:style w:type="paragraph" w:styleId="TM3">
    <w:name w:val="toc 3"/>
    <w:basedOn w:val="Normal"/>
    <w:next w:val="Normal"/>
    <w:autoRedefine/>
    <w:uiPriority w:val="39"/>
    <w:rsid w:val="00562D2E"/>
    <w:pPr>
      <w:ind w:left="400"/>
    </w:pPr>
    <w:rPr>
      <w:rFonts w:asciiTheme="minorHAnsi" w:hAnsiTheme="minorHAnsi"/>
      <w:i/>
      <w:iCs/>
    </w:rPr>
  </w:style>
  <w:style w:type="paragraph" w:styleId="TM4">
    <w:name w:val="toc 4"/>
    <w:basedOn w:val="Normal"/>
    <w:next w:val="Normal"/>
    <w:autoRedefine/>
    <w:rsid w:val="00562D2E"/>
    <w:pPr>
      <w:ind w:left="600"/>
    </w:pPr>
    <w:rPr>
      <w:rFonts w:asciiTheme="minorHAnsi" w:hAnsiTheme="minorHAnsi"/>
      <w:sz w:val="18"/>
      <w:szCs w:val="18"/>
    </w:rPr>
  </w:style>
  <w:style w:type="paragraph" w:styleId="TM5">
    <w:name w:val="toc 5"/>
    <w:basedOn w:val="Normal"/>
    <w:next w:val="Normal"/>
    <w:autoRedefine/>
    <w:rsid w:val="00562D2E"/>
    <w:pPr>
      <w:ind w:left="800"/>
    </w:pPr>
    <w:rPr>
      <w:rFonts w:asciiTheme="minorHAnsi" w:hAnsiTheme="minorHAnsi"/>
      <w:sz w:val="18"/>
      <w:szCs w:val="18"/>
    </w:rPr>
  </w:style>
  <w:style w:type="paragraph" w:styleId="TM6">
    <w:name w:val="toc 6"/>
    <w:basedOn w:val="Normal"/>
    <w:next w:val="Normal"/>
    <w:autoRedefine/>
    <w:rsid w:val="00562D2E"/>
    <w:pPr>
      <w:ind w:left="1000"/>
    </w:pPr>
    <w:rPr>
      <w:rFonts w:asciiTheme="minorHAnsi" w:hAnsiTheme="minorHAnsi"/>
      <w:sz w:val="18"/>
      <w:szCs w:val="18"/>
    </w:rPr>
  </w:style>
  <w:style w:type="paragraph" w:styleId="TM7">
    <w:name w:val="toc 7"/>
    <w:basedOn w:val="Normal"/>
    <w:next w:val="Normal"/>
    <w:autoRedefine/>
    <w:rsid w:val="00562D2E"/>
    <w:pPr>
      <w:ind w:left="1200"/>
    </w:pPr>
    <w:rPr>
      <w:rFonts w:asciiTheme="minorHAnsi" w:hAnsiTheme="minorHAnsi"/>
      <w:sz w:val="18"/>
      <w:szCs w:val="18"/>
    </w:rPr>
  </w:style>
  <w:style w:type="paragraph" w:styleId="TM8">
    <w:name w:val="toc 8"/>
    <w:basedOn w:val="Normal"/>
    <w:next w:val="Normal"/>
    <w:autoRedefine/>
    <w:rsid w:val="00562D2E"/>
    <w:pPr>
      <w:ind w:left="1400"/>
    </w:pPr>
    <w:rPr>
      <w:rFonts w:asciiTheme="minorHAnsi" w:hAnsiTheme="minorHAnsi"/>
      <w:sz w:val="18"/>
      <w:szCs w:val="18"/>
    </w:rPr>
  </w:style>
  <w:style w:type="paragraph" w:styleId="TM9">
    <w:name w:val="toc 9"/>
    <w:basedOn w:val="Normal"/>
    <w:next w:val="Normal"/>
    <w:autoRedefine/>
    <w:rsid w:val="00562D2E"/>
    <w:pPr>
      <w:ind w:left="1600"/>
    </w:pPr>
    <w:rPr>
      <w:rFonts w:asciiTheme="minorHAnsi" w:hAnsiTheme="minorHAnsi"/>
      <w:sz w:val="18"/>
      <w:szCs w:val="18"/>
    </w:rPr>
  </w:style>
  <w:style w:type="table" w:styleId="Grilledutableau">
    <w:name w:val="Table Grid"/>
    <w:basedOn w:val="TableauNormal"/>
    <w:rsid w:val="005337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perso1rouge">
    <w:name w:val="Titre perso 1 rouge"/>
    <w:basedOn w:val="Titreperso1"/>
    <w:link w:val="Titreperso1rougeCar"/>
    <w:rsid w:val="00EC0F39"/>
  </w:style>
  <w:style w:type="character" w:customStyle="1" w:styleId="Titreperso1rougeCar">
    <w:name w:val="Titre perso 1 rouge Car"/>
    <w:basedOn w:val="Titreperso1Car"/>
    <w:link w:val="Titreperso1rouge"/>
    <w:rsid w:val="00EC0F39"/>
    <w:rPr>
      <w:rFonts w:asciiTheme="minorHAnsi" w:hAnsiTheme="minorHAnsi" w:cs="Arial"/>
      <w:b/>
      <w:bCs/>
      <w:caps/>
      <w:color w:val="EA0000"/>
      <w:sz w:val="22"/>
    </w:rPr>
  </w:style>
  <w:style w:type="paragraph" w:customStyle="1" w:styleId="Corpsperso2">
    <w:name w:val="Corps perso 2"/>
    <w:basedOn w:val="Corpsperso1"/>
    <w:link w:val="Corpsperso2Car"/>
    <w:rsid w:val="00DE10FC"/>
    <w:pPr>
      <w:spacing w:before="0" w:after="0"/>
      <w:ind w:left="709"/>
    </w:pPr>
  </w:style>
  <w:style w:type="character" w:customStyle="1" w:styleId="FontStyle38">
    <w:name w:val="Font Style38"/>
    <w:uiPriority w:val="99"/>
    <w:rsid w:val="00A95B6F"/>
    <w:rPr>
      <w:rFonts w:ascii="Arial" w:hAnsi="Arial" w:cs="Arial"/>
      <w:color w:val="000000"/>
      <w:sz w:val="20"/>
      <w:szCs w:val="20"/>
    </w:rPr>
  </w:style>
  <w:style w:type="character" w:customStyle="1" w:styleId="Corpsperso2Car">
    <w:name w:val="Corps perso 2 Car"/>
    <w:basedOn w:val="Corpsperso1Car"/>
    <w:link w:val="Corpsperso2"/>
    <w:rsid w:val="00DE10FC"/>
    <w:rPr>
      <w:rFonts w:ascii="Arial" w:hAnsi="Arial" w:cs="Arial"/>
      <w:b w:val="0"/>
      <w:bCs/>
      <w:caps w:val="0"/>
      <w:color w:val="EA0000"/>
      <w:sz w:val="22"/>
    </w:rPr>
  </w:style>
  <w:style w:type="paragraph" w:customStyle="1" w:styleId="Style15">
    <w:name w:val="Style15"/>
    <w:basedOn w:val="Normal"/>
    <w:rsid w:val="00A95B6F"/>
    <w:pPr>
      <w:widowControl w:val="0"/>
      <w:overflowPunct/>
      <w:jc w:val="both"/>
      <w:textAlignment w:val="auto"/>
    </w:pPr>
    <w:rPr>
      <w:rFonts w:ascii="Arial" w:hAnsi="Arial"/>
      <w:sz w:val="24"/>
      <w:szCs w:val="24"/>
    </w:rPr>
  </w:style>
  <w:style w:type="paragraph" w:customStyle="1" w:styleId="Titre1B">
    <w:name w:val="Titre 1B"/>
    <w:basedOn w:val="Titreperso1"/>
    <w:link w:val="Titre1BCar"/>
    <w:autoRedefine/>
    <w:qFormat/>
    <w:rsid w:val="00031827"/>
    <w:pPr>
      <w:numPr>
        <w:numId w:val="5"/>
      </w:numPr>
    </w:pPr>
    <w:rPr>
      <w:color w:val="4472C4" w:themeColor="accent5"/>
    </w:rPr>
  </w:style>
  <w:style w:type="paragraph" w:customStyle="1" w:styleId="Titre2B">
    <w:name w:val="Titre 2B"/>
    <w:basedOn w:val="Titre1B"/>
    <w:next w:val="Corpsperso1"/>
    <w:link w:val="Titre2BCar"/>
    <w:autoRedefine/>
    <w:qFormat/>
    <w:rsid w:val="007977A0"/>
    <w:pPr>
      <w:numPr>
        <w:numId w:val="4"/>
      </w:numPr>
    </w:pPr>
    <w:rPr>
      <w:color w:val="CC00CC"/>
    </w:rPr>
  </w:style>
  <w:style w:type="character" w:customStyle="1" w:styleId="Titre1BCar">
    <w:name w:val="Titre 1B Car"/>
    <w:basedOn w:val="Titreperso1Car"/>
    <w:link w:val="Titre1B"/>
    <w:rsid w:val="00031827"/>
    <w:rPr>
      <w:rFonts w:asciiTheme="minorHAnsi" w:hAnsiTheme="minorHAnsi" w:cs="Arial"/>
      <w:b/>
      <w:bCs/>
      <w:caps/>
      <w:color w:val="4472C4" w:themeColor="accent5"/>
      <w:sz w:val="22"/>
    </w:rPr>
  </w:style>
  <w:style w:type="character" w:customStyle="1" w:styleId="Titre2BCar">
    <w:name w:val="Titre 2B Car"/>
    <w:basedOn w:val="Titreperso2Car"/>
    <w:link w:val="Titre2B"/>
    <w:rsid w:val="007977A0"/>
    <w:rPr>
      <w:rFonts w:asciiTheme="minorHAnsi" w:hAnsiTheme="minorHAnsi" w:cs="Arial"/>
      <w:b/>
      <w:bCs/>
      <w:i w:val="0"/>
      <w:caps/>
      <w:color w:val="CC00CC"/>
      <w:sz w:val="22"/>
    </w:rPr>
  </w:style>
  <w:style w:type="paragraph" w:customStyle="1" w:styleId="Titre21B">
    <w:name w:val="Titre 2.1B"/>
    <w:basedOn w:val="Titre1B"/>
    <w:link w:val="Titre21BCar"/>
    <w:qFormat/>
    <w:rsid w:val="00031827"/>
    <w:pPr>
      <w:numPr>
        <w:ilvl w:val="1"/>
      </w:numPr>
    </w:pPr>
    <w:rPr>
      <w:color w:val="CC00FF"/>
    </w:rPr>
  </w:style>
  <w:style w:type="character" w:customStyle="1" w:styleId="Titre21BCar">
    <w:name w:val="Titre 2.1B Car"/>
    <w:basedOn w:val="Titre1BCar"/>
    <w:link w:val="Titre21B"/>
    <w:rsid w:val="00031827"/>
    <w:rPr>
      <w:rFonts w:asciiTheme="minorHAnsi" w:hAnsiTheme="minorHAnsi" w:cs="Arial"/>
      <w:b/>
      <w:bCs/>
      <w:caps/>
      <w:color w:val="CC00FF"/>
      <w:sz w:val="22"/>
    </w:rPr>
  </w:style>
  <w:style w:type="table" w:customStyle="1" w:styleId="TableNormal">
    <w:name w:val="Table Normal"/>
    <w:uiPriority w:val="2"/>
    <w:semiHidden/>
    <w:unhideWhenUsed/>
    <w:qFormat/>
    <w:rsid w:val="0017584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175842"/>
    <w:pPr>
      <w:widowControl w:val="0"/>
      <w:overflowPunct/>
      <w:adjustRightInd/>
      <w:textAlignment w:val="auto"/>
    </w:pPr>
    <w:rPr>
      <w:rFonts w:ascii="Arial" w:eastAsia="Arial" w:hAnsi="Arial" w:cs="Arial"/>
      <w:sz w:val="22"/>
      <w:szCs w:val="22"/>
      <w:lang w:val="en-US" w:eastAsia="en-US"/>
    </w:rPr>
  </w:style>
  <w:style w:type="character" w:styleId="Marquedecommentaire">
    <w:name w:val="annotation reference"/>
    <w:basedOn w:val="Policepardfaut"/>
    <w:rsid w:val="00517B3D"/>
    <w:rPr>
      <w:sz w:val="16"/>
      <w:szCs w:val="16"/>
    </w:rPr>
  </w:style>
  <w:style w:type="paragraph" w:styleId="Commentaire">
    <w:name w:val="annotation text"/>
    <w:basedOn w:val="Normal"/>
    <w:link w:val="CommentaireCar"/>
    <w:rsid w:val="00517B3D"/>
  </w:style>
  <w:style w:type="character" w:customStyle="1" w:styleId="CommentaireCar">
    <w:name w:val="Commentaire Car"/>
    <w:basedOn w:val="Policepardfaut"/>
    <w:link w:val="Commentaire"/>
    <w:rsid w:val="00517B3D"/>
  </w:style>
  <w:style w:type="paragraph" w:styleId="Objetducommentaire">
    <w:name w:val="annotation subject"/>
    <w:basedOn w:val="Commentaire"/>
    <w:next w:val="Commentaire"/>
    <w:link w:val="ObjetducommentaireCar"/>
    <w:rsid w:val="00517B3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517B3D"/>
    <w:rPr>
      <w:b/>
      <w:bCs/>
    </w:rPr>
  </w:style>
  <w:style w:type="paragraph" w:styleId="Textedebulles">
    <w:name w:val="Balloon Text"/>
    <w:basedOn w:val="Normal"/>
    <w:link w:val="TextedebullesCar"/>
    <w:rsid w:val="00517B3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517B3D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C176E5"/>
    <w:pPr>
      <w:widowControl w:val="0"/>
      <w:suppressAutoHyphens/>
      <w:autoSpaceDN w:val="0"/>
      <w:textAlignment w:val="baseline"/>
    </w:pPr>
    <w:rPr>
      <w:rFonts w:eastAsia="SimSun, 宋体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43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66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2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MODELES\MREGCOAO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4BC976322FE47C1A31EC8E3481E1DD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2FC2DFF-80EA-4AE6-917D-6BE427E2B38E}"/>
      </w:docPartPr>
      <w:docPartBody>
        <w:p w:rsidR="002026E1" w:rsidRDefault="00986111">
          <w:r w:rsidRPr="008907B0">
            <w:rPr>
              <w:rStyle w:val="Textedelespacerserv"/>
            </w:rPr>
            <w:t>[Catégorie ]</w:t>
          </w:r>
        </w:p>
      </w:docPartBody>
    </w:docPart>
    <w:docPart>
      <w:docPartPr>
        <w:name w:val="B4441B47202E48A5A6E201EA448E3E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B6A1A8E-4234-4FAA-B84A-6D4EB8FE4AD8}"/>
      </w:docPartPr>
      <w:docPartBody>
        <w:p w:rsidR="002026E1" w:rsidRDefault="00986111">
          <w:r w:rsidRPr="008907B0">
            <w:rPr>
              <w:rStyle w:val="Textedelespacerserv"/>
            </w:rPr>
            <w:t>[Commentaires ]</w:t>
          </w:r>
        </w:p>
      </w:docPartBody>
    </w:docPart>
    <w:docPart>
      <w:docPartPr>
        <w:name w:val="3E7A5A4EBCF94135803A8E745CD9D4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D274136-4BC5-4BC0-B88B-C76DF68A5C13}"/>
      </w:docPartPr>
      <w:docPartBody>
        <w:p w:rsidR="000D4D72" w:rsidRDefault="000D4D72" w:rsidP="000D4D72">
          <w:pPr>
            <w:pStyle w:val="3E7A5A4EBCF94135803A8E745CD9D480"/>
          </w:pPr>
          <w:r w:rsidRPr="008907B0">
            <w:rPr>
              <w:rStyle w:val="Textedelespacerserv"/>
            </w:rPr>
            <w:t>[Catégorie ]</w:t>
          </w:r>
        </w:p>
      </w:docPartBody>
    </w:docPart>
    <w:docPart>
      <w:docPartPr>
        <w:name w:val="9B5F609C2EBC4C43802E3AEBE033E3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971CDFF-6159-416C-B331-1F252BD63184}"/>
      </w:docPartPr>
      <w:docPartBody>
        <w:p w:rsidR="000D4D72" w:rsidRDefault="000D4D72" w:rsidP="000D4D72">
          <w:pPr>
            <w:pStyle w:val="9B5F609C2EBC4C43802E3AEBE033E3C6"/>
          </w:pPr>
          <w:r w:rsidRPr="008907B0">
            <w:rPr>
              <w:rStyle w:val="Textedelespacerserv"/>
            </w:rPr>
            <w:t>[Commentaires ]</w:t>
          </w:r>
        </w:p>
      </w:docPartBody>
    </w:docPart>
    <w:docPart>
      <w:docPartPr>
        <w:name w:val="A1750DE27AF544EA933A7B4D328655C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0DB8534-9DCC-4130-9078-964F80EBE493}"/>
      </w:docPartPr>
      <w:docPartBody>
        <w:p w:rsidR="0093550D" w:rsidRDefault="001C6BF5">
          <w:r w:rsidRPr="00106D13">
            <w:rPr>
              <w:rStyle w:val="Textedelespacerserv"/>
            </w:rPr>
            <w:t>[Commentaires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, 宋体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111"/>
    <w:rsid w:val="0001417B"/>
    <w:rsid w:val="00047C27"/>
    <w:rsid w:val="00051A2B"/>
    <w:rsid w:val="000D463E"/>
    <w:rsid w:val="000D4D72"/>
    <w:rsid w:val="00153071"/>
    <w:rsid w:val="0016645B"/>
    <w:rsid w:val="00180F9A"/>
    <w:rsid w:val="0019436A"/>
    <w:rsid w:val="001C6BF5"/>
    <w:rsid w:val="002026E1"/>
    <w:rsid w:val="0029739E"/>
    <w:rsid w:val="002E0ADA"/>
    <w:rsid w:val="00315E90"/>
    <w:rsid w:val="00382DAE"/>
    <w:rsid w:val="003954E3"/>
    <w:rsid w:val="00424EF5"/>
    <w:rsid w:val="004C0033"/>
    <w:rsid w:val="004C18C2"/>
    <w:rsid w:val="004D1DB2"/>
    <w:rsid w:val="00504FED"/>
    <w:rsid w:val="005269E7"/>
    <w:rsid w:val="00526C2B"/>
    <w:rsid w:val="00540DA0"/>
    <w:rsid w:val="005508DC"/>
    <w:rsid w:val="00553341"/>
    <w:rsid w:val="00604EC0"/>
    <w:rsid w:val="0061556D"/>
    <w:rsid w:val="0065122E"/>
    <w:rsid w:val="006A1C9E"/>
    <w:rsid w:val="006A52E0"/>
    <w:rsid w:val="006C36ED"/>
    <w:rsid w:val="007240ED"/>
    <w:rsid w:val="00782B19"/>
    <w:rsid w:val="007F2ABB"/>
    <w:rsid w:val="0081507E"/>
    <w:rsid w:val="00827685"/>
    <w:rsid w:val="008625DA"/>
    <w:rsid w:val="008B1E4C"/>
    <w:rsid w:val="008B4D60"/>
    <w:rsid w:val="008F0599"/>
    <w:rsid w:val="0093550D"/>
    <w:rsid w:val="00943EA4"/>
    <w:rsid w:val="0097218D"/>
    <w:rsid w:val="00986111"/>
    <w:rsid w:val="009E2097"/>
    <w:rsid w:val="00A747E8"/>
    <w:rsid w:val="00AB1843"/>
    <w:rsid w:val="00AC51A2"/>
    <w:rsid w:val="00AD4A79"/>
    <w:rsid w:val="00AE5F20"/>
    <w:rsid w:val="00AF4431"/>
    <w:rsid w:val="00C236D9"/>
    <w:rsid w:val="00C35ACF"/>
    <w:rsid w:val="00C45BD7"/>
    <w:rsid w:val="00CB42A4"/>
    <w:rsid w:val="00CD1018"/>
    <w:rsid w:val="00D107AD"/>
    <w:rsid w:val="00D14C26"/>
    <w:rsid w:val="00D66997"/>
    <w:rsid w:val="00DB731C"/>
    <w:rsid w:val="00DC18FC"/>
    <w:rsid w:val="00F009E3"/>
    <w:rsid w:val="00F451A0"/>
    <w:rsid w:val="00F61A66"/>
    <w:rsid w:val="00FD4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C6BF5"/>
    <w:rPr>
      <w:color w:val="808080"/>
    </w:rPr>
  </w:style>
  <w:style w:type="paragraph" w:customStyle="1" w:styleId="3E7A5A4EBCF94135803A8E745CD9D480">
    <w:name w:val="3E7A5A4EBCF94135803A8E745CD9D480"/>
    <w:rsid w:val="000D4D72"/>
  </w:style>
  <w:style w:type="paragraph" w:customStyle="1" w:styleId="9B5F609C2EBC4C43802E3AEBE033E3C6">
    <w:name w:val="9B5F609C2EBC4C43802E3AEBE033E3C6"/>
    <w:rsid w:val="000D4D7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257115-E930-4D8F-816B-2BE540CBB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MREGCOAO</Template>
  <TotalTime>244</TotalTime>
  <Pages>7</Pages>
  <Words>570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CROUS de Nantes Pays de la Loire</Company>
  <LinksUpToDate>false</LinksUpToDate>
  <CharactersWithSpaces>4372</CharactersWithSpaces>
  <SharedDoc>false</SharedDoc>
  <HLinks>
    <vt:vector size="18" baseType="variant">
      <vt:variant>
        <vt:i4>7536726</vt:i4>
      </vt:variant>
      <vt:variant>
        <vt:i4>6</vt:i4>
      </vt:variant>
      <vt:variant>
        <vt:i4>0</vt:i4>
      </vt:variant>
      <vt:variant>
        <vt:i4>5</vt:i4>
      </vt:variant>
      <vt:variant>
        <vt:lpwstr>mailto:greffe.ta-nantes@juradm.fr</vt:lpwstr>
      </vt:variant>
      <vt:variant>
        <vt:lpwstr/>
      </vt:variant>
      <vt:variant>
        <vt:i4>2228328</vt:i4>
      </vt:variant>
      <vt:variant>
        <vt:i4>3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2228328</vt:i4>
      </vt:variant>
      <vt:variant>
        <vt:i4>0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>2025_FCS_010_NTE_01</dc:description>
  <cp:lastModifiedBy>Johanna Weil</cp:lastModifiedBy>
  <cp:revision>23</cp:revision>
  <cp:lastPrinted>2021-02-08T07:13:00Z</cp:lastPrinted>
  <dcterms:created xsi:type="dcterms:W3CDTF">2021-02-10T17:00:00Z</dcterms:created>
  <dcterms:modified xsi:type="dcterms:W3CDTF">2025-09-22T12:41:00Z</dcterms:modified>
</cp:coreProperties>
</file>