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77777777" w:rsidR="001239ED" w:rsidRPr="003B51DD" w:rsidRDefault="001239ED" w:rsidP="00BA7413">
      <w:r w:rsidRPr="003B51DD">
        <w:rPr>
          <w:noProof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7DDB361D" w:rsidR="007A749E" w:rsidRPr="006032D9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5C11B0FF" w:rsidR="007A749E" w:rsidRPr="006032D9" w:rsidRDefault="006032D9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2D9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3BE47D1E" w14:textId="77777777" w:rsidR="00F74509" w:rsidRPr="003B51DD" w:rsidRDefault="00F74509" w:rsidP="005A3EE8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5DABB19A" w:rsidR="005A3EE8" w:rsidRPr="003B51DD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A2C57" w:rsidRPr="003B51DD">
        <w:rPr>
          <w:rFonts w:ascii="Arial" w:hAnsi="Arial" w:cs="Arial"/>
          <w:i/>
          <w:sz w:val="20"/>
        </w:rPr>
        <w:t xml:space="preserve">FOURNITURE </w:t>
      </w:r>
    </w:p>
    <w:p w14:paraId="4D6028AB" w14:textId="3B137EC3" w:rsidR="00AC45D2" w:rsidRPr="003B51DD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5A3EE8">
      <w:pPr>
        <w:rPr>
          <w:rFonts w:ascii="Arial" w:hAnsi="Arial" w:cs="Arial"/>
          <w:b/>
          <w:sz w:val="20"/>
        </w:rPr>
      </w:pPr>
    </w:p>
    <w:p w14:paraId="47B94E02" w14:textId="77777777" w:rsidR="000B3232" w:rsidRPr="003B51DD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3EC824DA" w14:textId="0651091A" w:rsidR="00132F76" w:rsidRPr="006032D9" w:rsidRDefault="00F77106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>M</w:t>
      </w:r>
      <w:r w:rsidR="00132F76" w:rsidRPr="00B25A6D">
        <w:rPr>
          <w:rFonts w:ascii="Arial" w:hAnsi="Arial" w:cs="Arial"/>
          <w:b/>
          <w:sz w:val="28"/>
          <w:szCs w:val="28"/>
        </w:rPr>
        <w:t xml:space="preserve">arché </w:t>
      </w:r>
      <w:r w:rsidR="00132F76" w:rsidRPr="006032D9">
        <w:rPr>
          <w:rFonts w:ascii="Arial" w:hAnsi="Arial" w:cs="Arial"/>
          <w:b/>
          <w:sz w:val="28"/>
          <w:szCs w:val="28"/>
        </w:rPr>
        <w:t>n°</w:t>
      </w:r>
      <w:r w:rsidR="006032D9">
        <w:rPr>
          <w:rFonts w:ascii="Arial" w:hAnsi="Arial" w:cs="Arial"/>
          <w:b/>
          <w:sz w:val="28"/>
          <w:szCs w:val="28"/>
        </w:rPr>
        <w:t xml:space="preserve"> </w:t>
      </w:r>
      <w:r w:rsidR="002C6463">
        <w:rPr>
          <w:rFonts w:ascii="Arial" w:hAnsi="Arial" w:cs="Arial"/>
          <w:b/>
          <w:sz w:val="28"/>
          <w:szCs w:val="28"/>
        </w:rPr>
        <w:t>2025</w:t>
      </w:r>
      <w:r w:rsidR="006032D9">
        <w:rPr>
          <w:rFonts w:ascii="Arial" w:hAnsi="Arial" w:cs="Arial"/>
          <w:b/>
          <w:sz w:val="28"/>
          <w:szCs w:val="28"/>
        </w:rPr>
        <w:t xml:space="preserve"> </w:t>
      </w:r>
      <w:r w:rsidR="002C6463">
        <w:rPr>
          <w:rFonts w:ascii="Arial" w:hAnsi="Arial" w:cs="Arial"/>
          <w:b/>
          <w:sz w:val="28"/>
          <w:szCs w:val="28"/>
        </w:rPr>
        <w:t>BST</w:t>
      </w:r>
      <w:r w:rsidR="006032D9">
        <w:rPr>
          <w:rFonts w:ascii="Arial" w:hAnsi="Arial" w:cs="Arial"/>
          <w:b/>
          <w:sz w:val="28"/>
          <w:szCs w:val="28"/>
        </w:rPr>
        <w:t>BST 88</w:t>
      </w:r>
      <w:r w:rsidR="00D66F0A">
        <w:rPr>
          <w:rFonts w:ascii="Arial" w:hAnsi="Arial" w:cs="Arial"/>
          <w:b/>
          <w:sz w:val="28"/>
          <w:szCs w:val="28"/>
        </w:rPr>
        <w:t>71</w:t>
      </w:r>
    </w:p>
    <w:p w14:paraId="07DEF214" w14:textId="64E5E313" w:rsidR="00E96528" w:rsidRPr="00B25A6D" w:rsidRDefault="00F77106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 </w:t>
      </w:r>
    </w:p>
    <w:p w14:paraId="087022CC" w14:textId="19E40E93" w:rsidR="000B3232" w:rsidRDefault="00D66F0A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D66F0A">
        <w:rPr>
          <w:rFonts w:ascii="Arial" w:hAnsi="Arial" w:cs="Arial"/>
          <w:b/>
          <w:color w:val="FF0000"/>
          <w:sz w:val="28"/>
          <w:szCs w:val="28"/>
        </w:rPr>
        <w:t>B</w:t>
      </w:r>
      <w:r w:rsidR="00B40D5D">
        <w:rPr>
          <w:rFonts w:ascii="Arial" w:hAnsi="Arial" w:cs="Arial"/>
          <w:b/>
          <w:color w:val="FF0000"/>
          <w:sz w:val="28"/>
          <w:szCs w:val="28"/>
        </w:rPr>
        <w:t xml:space="preserve">ase </w:t>
      </w:r>
      <w:r w:rsidRPr="00D66F0A">
        <w:rPr>
          <w:rFonts w:ascii="Arial" w:hAnsi="Arial" w:cs="Arial"/>
          <w:b/>
          <w:color w:val="FF0000"/>
          <w:sz w:val="28"/>
          <w:szCs w:val="28"/>
        </w:rPr>
        <w:t>N</w:t>
      </w:r>
      <w:r w:rsidR="00B40D5D">
        <w:rPr>
          <w:rFonts w:ascii="Arial" w:hAnsi="Arial" w:cs="Arial"/>
          <w:b/>
          <w:color w:val="FF0000"/>
          <w:sz w:val="28"/>
          <w:szCs w:val="28"/>
        </w:rPr>
        <w:t xml:space="preserve">avale de </w:t>
      </w:r>
      <w:r w:rsidRPr="00D66F0A">
        <w:rPr>
          <w:rFonts w:ascii="Arial" w:hAnsi="Arial" w:cs="Arial"/>
          <w:b/>
          <w:color w:val="FF0000"/>
          <w:sz w:val="28"/>
          <w:szCs w:val="28"/>
        </w:rPr>
        <w:t>B</w:t>
      </w:r>
      <w:r w:rsidR="00B40D5D">
        <w:rPr>
          <w:rFonts w:ascii="Arial" w:hAnsi="Arial" w:cs="Arial"/>
          <w:b/>
          <w:color w:val="FF0000"/>
          <w:sz w:val="28"/>
          <w:szCs w:val="28"/>
        </w:rPr>
        <w:t>rest</w:t>
      </w:r>
      <w:r w:rsidRPr="00D66F0A">
        <w:rPr>
          <w:rFonts w:ascii="Arial" w:hAnsi="Arial" w:cs="Arial"/>
          <w:b/>
          <w:color w:val="FF0000"/>
          <w:sz w:val="28"/>
          <w:szCs w:val="28"/>
        </w:rPr>
        <w:t xml:space="preserve"> (29) - Bâtiment D - Fourniture et livraison de deux aérocondenseurs de 215kw </w:t>
      </w:r>
    </w:p>
    <w:p w14:paraId="173310D2" w14:textId="77777777" w:rsidR="00D66F0A" w:rsidRPr="003B51DD" w:rsidRDefault="00D66F0A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7D3FE7F8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 xml:space="preserve">en application de </w:t>
      </w:r>
      <w:r w:rsidRPr="002C6463">
        <w:rPr>
          <w:rFonts w:ascii="Arial" w:hAnsi="Arial" w:cs="Arial"/>
          <w:sz w:val="20"/>
        </w:rPr>
        <w:t xml:space="preserve">l’article R.2123-1 à R.2123-6 du code </w:t>
      </w:r>
      <w:r w:rsidRPr="003B51DD">
        <w:rPr>
          <w:rFonts w:ascii="Arial" w:hAnsi="Arial" w:cs="Arial"/>
          <w:sz w:val="20"/>
        </w:rPr>
        <w:t>de la commande publique</w:t>
      </w: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2F455645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 w:rsidR="00E440B7">
        <w:rPr>
          <w:rFonts w:ascii="Arial" w:hAnsi="Arial" w:cs="Arial"/>
          <w:sz w:val="20"/>
          <w:szCs w:val="24"/>
        </w:rPr>
        <w:t>Atlantique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14CAFA5C" w14:textId="77777777" w:rsidR="006032D9" w:rsidRDefault="006032D9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7A18524" w14:textId="77777777" w:rsidR="006032D9" w:rsidRDefault="006032D9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6FAECE07" w14:textId="77777777" w:rsidR="006032D9" w:rsidRDefault="006032D9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D099521" w14:textId="77777777" w:rsidR="00C964EA" w:rsidRPr="00C964EA" w:rsidRDefault="00C964EA" w:rsidP="00C964EA">
      <w:pPr>
        <w:ind w:left="-284"/>
        <w:rPr>
          <w:rFonts w:ascii="Arial" w:hAnsi="Arial" w:cs="Arial"/>
          <w:b/>
          <w:bCs/>
          <w:szCs w:val="22"/>
        </w:rPr>
      </w:pPr>
    </w:p>
    <w:p w14:paraId="3DBC03DE" w14:textId="112B6C1C" w:rsidR="008D1C86" w:rsidRPr="003B51DD" w:rsidRDefault="00C964EA" w:rsidP="00C964EA">
      <w:pPr>
        <w:ind w:left="-284"/>
        <w:rPr>
          <w:rFonts w:ascii="Arial" w:hAnsi="Arial" w:cs="Arial"/>
          <w:b/>
          <w:bCs/>
          <w:szCs w:val="22"/>
        </w:rPr>
      </w:pPr>
      <w:r w:rsidRPr="00C964EA">
        <w:rPr>
          <w:rFonts w:ascii="Arial" w:hAnsi="Arial" w:cs="Arial"/>
          <w:b/>
          <w:bCs/>
          <w:szCs w:val="22"/>
        </w:rPr>
        <w:t xml:space="preserve">Notification électronique : </w:t>
      </w:r>
      <w:r w:rsidR="008D1C86" w:rsidRPr="003B51DD">
        <w:rPr>
          <w:rFonts w:ascii="Arial" w:hAnsi="Arial" w:cs="Arial"/>
          <w:b/>
          <w:bCs/>
          <w:szCs w:val="22"/>
        </w:rPr>
        <w:t>Horodatage PLACE</w:t>
      </w:r>
    </w:p>
    <w:p w14:paraId="04DD6551" w14:textId="77777777" w:rsidR="008D1C86" w:rsidRPr="003B51DD" w:rsidRDefault="008D1C86" w:rsidP="00327E28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1E08843B" w14:textId="6839A03E" w:rsidR="00327E28" w:rsidRPr="003B51DD" w:rsidRDefault="00327E28" w:rsidP="00327E28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33B0DA10" w14:textId="60FE53A2" w:rsidR="000155F4" w:rsidRPr="003B51DD" w:rsidRDefault="000155F4" w:rsidP="00327E2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918C9" w:rsidRPr="003B51DD">
        <w:rPr>
          <w:rFonts w:ascii="Arial" w:hAnsi="Arial" w:cs="Arial"/>
          <w:sz w:val="20"/>
        </w:rPr>
        <w:t xml:space="preserve">aux prestations suivantes : </w:t>
      </w:r>
      <w:r w:rsidR="006F654A" w:rsidRPr="006F654A">
        <w:rPr>
          <w:rFonts w:ascii="Arial" w:hAnsi="Arial" w:cs="Arial"/>
          <w:b/>
          <w:sz w:val="20"/>
        </w:rPr>
        <w:t>B</w:t>
      </w:r>
      <w:r w:rsidR="00B40D5D">
        <w:rPr>
          <w:rFonts w:ascii="Arial" w:hAnsi="Arial" w:cs="Arial"/>
          <w:b/>
          <w:sz w:val="20"/>
        </w:rPr>
        <w:t xml:space="preserve">ase </w:t>
      </w:r>
      <w:r w:rsidR="006F654A" w:rsidRPr="006F654A">
        <w:rPr>
          <w:rFonts w:ascii="Arial" w:hAnsi="Arial" w:cs="Arial"/>
          <w:b/>
          <w:sz w:val="20"/>
        </w:rPr>
        <w:t>N</w:t>
      </w:r>
      <w:r w:rsidR="00B40D5D">
        <w:rPr>
          <w:rFonts w:ascii="Arial" w:hAnsi="Arial" w:cs="Arial"/>
          <w:b/>
          <w:sz w:val="20"/>
        </w:rPr>
        <w:t xml:space="preserve">avale de </w:t>
      </w:r>
      <w:r w:rsidR="006F654A" w:rsidRPr="006F654A">
        <w:rPr>
          <w:rFonts w:ascii="Arial" w:hAnsi="Arial" w:cs="Arial"/>
          <w:b/>
          <w:sz w:val="20"/>
        </w:rPr>
        <w:t>B</w:t>
      </w:r>
      <w:r w:rsidR="00B40D5D">
        <w:rPr>
          <w:rFonts w:ascii="Arial" w:hAnsi="Arial" w:cs="Arial"/>
          <w:b/>
          <w:sz w:val="20"/>
        </w:rPr>
        <w:t>rest</w:t>
      </w:r>
      <w:bookmarkStart w:id="0" w:name="_GoBack"/>
      <w:bookmarkEnd w:id="0"/>
      <w:r w:rsidR="006F654A" w:rsidRPr="006F654A">
        <w:rPr>
          <w:rFonts w:ascii="Arial" w:hAnsi="Arial" w:cs="Arial"/>
          <w:b/>
          <w:sz w:val="20"/>
        </w:rPr>
        <w:t xml:space="preserve"> (29) - Bâtiment D - Fourniture et livraison d</w:t>
      </w:r>
      <w:r w:rsidR="006F654A">
        <w:rPr>
          <w:rFonts w:ascii="Arial" w:hAnsi="Arial" w:cs="Arial"/>
          <w:b/>
          <w:sz w:val="20"/>
        </w:rPr>
        <w:t>e deux aérocondenseurs de 215kw</w:t>
      </w:r>
      <w:r w:rsidR="002C6463">
        <w:rPr>
          <w:rFonts w:ascii="Arial" w:hAnsi="Arial" w:cs="Arial"/>
          <w:b/>
          <w:sz w:val="20"/>
        </w:rPr>
        <w:t>.</w:t>
      </w:r>
    </w:p>
    <w:p w14:paraId="3B7D5C70" w14:textId="0CF54387" w:rsidR="00697C00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3B51DD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43B15268" w:rsidR="00FC1225" w:rsidRPr="003B51DD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564FE7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A2C57" w:rsidRPr="003B51DD">
        <w:rPr>
          <w:rFonts w:ascii="Arial" w:hAnsi="Arial" w:cs="Arial"/>
          <w:color w:val="0070C0"/>
          <w:sz w:val="20"/>
          <w:lang w:eastAsia="zh-CN"/>
        </w:rPr>
        <w:t>FCS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3B51DD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5747EBAE" w14:textId="77777777" w:rsidR="00D7754A" w:rsidRDefault="00D7754A" w:rsidP="00D7754A">
      <w:pPr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B40D5D">
        <w:rPr>
          <w:rFonts w:ascii="Arial" w:hAnsi="Arial" w:cs="Arial"/>
          <w:i/>
          <w:iCs/>
          <w:sz w:val="20"/>
        </w:rPr>
      </w:r>
      <w:r w:rsidR="00B40D5D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L’Acte d’</w:t>
      </w:r>
      <w:r>
        <w:rPr>
          <w:rFonts w:ascii="Arial" w:hAnsi="Arial" w:cs="Arial"/>
          <w:sz w:val="20"/>
        </w:rPr>
        <w:t>E</w:t>
      </w:r>
      <w:r w:rsidRPr="003B51DD">
        <w:rPr>
          <w:rFonts w:ascii="Arial" w:hAnsi="Arial" w:cs="Arial"/>
          <w:sz w:val="20"/>
        </w:rPr>
        <w:t xml:space="preserve">ngagement </w:t>
      </w:r>
      <w:r>
        <w:rPr>
          <w:rFonts w:ascii="Arial" w:hAnsi="Arial" w:cs="Arial"/>
          <w:sz w:val="20"/>
        </w:rPr>
        <w:t xml:space="preserve">(AE) </w:t>
      </w:r>
      <w:r w:rsidRPr="003B51DD">
        <w:rPr>
          <w:rFonts w:ascii="Arial" w:hAnsi="Arial" w:cs="Arial"/>
          <w:sz w:val="20"/>
        </w:rPr>
        <w:t>et ses annexes</w:t>
      </w:r>
      <w:r>
        <w:rPr>
          <w:rFonts w:ascii="Arial" w:hAnsi="Arial" w:cs="Arial"/>
          <w:sz w:val="20"/>
        </w:rPr>
        <w:t xml:space="preserve"> </w:t>
      </w:r>
      <w:r w:rsidRPr="003B51DD">
        <w:rPr>
          <w:rFonts w:ascii="Arial" w:hAnsi="Arial" w:cs="Arial"/>
          <w:sz w:val="20"/>
        </w:rPr>
        <w:t xml:space="preserve">: </w:t>
      </w:r>
    </w:p>
    <w:p w14:paraId="7D295ABC" w14:textId="5A5A34BE" w:rsidR="00D7754A" w:rsidRPr="002C6463" w:rsidRDefault="002C6463" w:rsidP="00D7754A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2C6463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6463">
        <w:rPr>
          <w:rFonts w:ascii="Arial" w:hAnsi="Arial" w:cs="Arial"/>
          <w:iCs/>
          <w:sz w:val="20"/>
        </w:rPr>
        <w:instrText xml:space="preserve"> FORMCHECKBOX </w:instrText>
      </w:r>
      <w:r w:rsidR="00B40D5D">
        <w:rPr>
          <w:rFonts w:ascii="Arial" w:hAnsi="Arial" w:cs="Arial"/>
          <w:iCs/>
          <w:sz w:val="20"/>
        </w:rPr>
      </w:r>
      <w:r w:rsidR="00B40D5D">
        <w:rPr>
          <w:rFonts w:ascii="Arial" w:hAnsi="Arial" w:cs="Arial"/>
          <w:iCs/>
          <w:sz w:val="20"/>
        </w:rPr>
        <w:fldChar w:fldCharType="separate"/>
      </w:r>
      <w:r w:rsidRPr="002C6463">
        <w:rPr>
          <w:rFonts w:ascii="Arial" w:hAnsi="Arial" w:cs="Arial"/>
          <w:iCs/>
          <w:sz w:val="20"/>
        </w:rPr>
        <w:fldChar w:fldCharType="end"/>
      </w:r>
      <w:r w:rsidR="00D7754A" w:rsidRPr="002C6463">
        <w:rPr>
          <w:rFonts w:ascii="Arial" w:hAnsi="Arial" w:cs="Arial"/>
          <w:iCs/>
          <w:sz w:val="20"/>
        </w:rPr>
        <w:t xml:space="preserve"> </w:t>
      </w:r>
      <w:r w:rsidR="00BB643F">
        <w:rPr>
          <w:rFonts w:ascii="Arial" w:hAnsi="Arial" w:cs="Arial"/>
          <w:iCs/>
          <w:sz w:val="20"/>
        </w:rPr>
        <w:t>1. RIB(s)</w:t>
      </w:r>
    </w:p>
    <w:p w14:paraId="368AC70C" w14:textId="5B66DAC3" w:rsidR="00D7754A" w:rsidRPr="002C6463" w:rsidRDefault="00D7754A" w:rsidP="00D7754A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</w:p>
    <w:p w14:paraId="486A4220" w14:textId="1F38FEF9" w:rsidR="008A376F" w:rsidRPr="003B51DD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B40D5D">
        <w:rPr>
          <w:rFonts w:ascii="Arial" w:hAnsi="Arial" w:cs="Arial"/>
          <w:i/>
          <w:iCs/>
          <w:sz w:val="20"/>
        </w:rPr>
      </w:r>
      <w:r w:rsidR="00B40D5D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</w:t>
      </w:r>
      <w:r w:rsidR="003B51DD">
        <w:rPr>
          <w:rFonts w:ascii="Arial" w:hAnsi="Arial" w:cs="Arial"/>
          <w:sz w:val="20"/>
        </w:rPr>
        <w:t xml:space="preserve">Les </w:t>
      </w:r>
      <w:r w:rsidRPr="003B51DD">
        <w:rPr>
          <w:rFonts w:ascii="Arial" w:hAnsi="Arial" w:cs="Arial"/>
          <w:sz w:val="20"/>
        </w:rPr>
        <w:t>C</w:t>
      </w:r>
      <w:r w:rsidR="00684EDF" w:rsidRPr="003B51DD">
        <w:rPr>
          <w:rFonts w:ascii="Arial" w:hAnsi="Arial" w:cs="Arial"/>
          <w:sz w:val="20"/>
        </w:rPr>
        <w:t>onditions Générales d’Achat</w:t>
      </w:r>
      <w:r w:rsidR="00E96528" w:rsidRPr="003B51DD">
        <w:rPr>
          <w:rFonts w:ascii="Arial" w:hAnsi="Arial" w:cs="Arial"/>
          <w:sz w:val="20"/>
        </w:rPr>
        <w:t>s</w:t>
      </w:r>
      <w:r w:rsidR="00684EDF" w:rsidRPr="003B51DD">
        <w:rPr>
          <w:rFonts w:ascii="Arial" w:hAnsi="Arial" w:cs="Arial"/>
          <w:sz w:val="20"/>
        </w:rPr>
        <w:t xml:space="preserve"> (CGA</w:t>
      </w:r>
      <w:r w:rsidR="00C6638F" w:rsidRPr="003B51DD">
        <w:rPr>
          <w:rFonts w:ascii="Arial" w:hAnsi="Arial" w:cs="Arial"/>
          <w:sz w:val="20"/>
        </w:rPr>
        <w:t>chat</w:t>
      </w:r>
      <w:r w:rsidR="001B1C00" w:rsidRPr="003B51DD">
        <w:rPr>
          <w:rFonts w:ascii="Arial" w:hAnsi="Arial" w:cs="Arial"/>
          <w:sz w:val="20"/>
        </w:rPr>
        <w:t>s</w:t>
      </w:r>
      <w:r w:rsidR="00684EDF" w:rsidRPr="003B51DD">
        <w:rPr>
          <w:rFonts w:ascii="Arial" w:hAnsi="Arial" w:cs="Arial"/>
          <w:sz w:val="20"/>
        </w:rPr>
        <w:t>)</w:t>
      </w:r>
      <w:r w:rsidR="003B51DD">
        <w:rPr>
          <w:rFonts w:ascii="Arial" w:hAnsi="Arial" w:cs="Arial"/>
          <w:sz w:val="20"/>
        </w:rPr>
        <w:t xml:space="preserve"> annexées à l’AE</w:t>
      </w:r>
      <w:r w:rsidR="00684EDF" w:rsidRPr="003B51DD">
        <w:rPr>
          <w:rFonts w:ascii="Arial" w:hAnsi="Arial" w:cs="Arial"/>
          <w:sz w:val="20"/>
        </w:rPr>
        <w:t xml:space="preserve"> </w:t>
      </w:r>
      <w:r w:rsidR="0056472D">
        <w:rPr>
          <w:rFonts w:ascii="Arial" w:hAnsi="Arial" w:cs="Arial"/>
          <w:sz w:val="20"/>
        </w:rPr>
        <w:t xml:space="preserve">et </w:t>
      </w:r>
      <w:r w:rsidR="00FC1225" w:rsidRPr="003B51DD">
        <w:rPr>
          <w:rFonts w:ascii="Arial" w:hAnsi="Arial" w:cs="Arial"/>
          <w:sz w:val="20"/>
        </w:rPr>
        <w:t xml:space="preserve">applicables aux marchés de </w:t>
      </w:r>
      <w:r w:rsidR="00486BBD" w:rsidRPr="003B51DD">
        <w:rPr>
          <w:rFonts w:ascii="Arial" w:hAnsi="Arial" w:cs="Arial"/>
          <w:sz w:val="20"/>
        </w:rPr>
        <w:t>fournitures courantes et de services</w:t>
      </w:r>
    </w:p>
    <w:p w14:paraId="33F82DDC" w14:textId="42CF048F" w:rsidR="002579E6" w:rsidRPr="002C6463" w:rsidRDefault="002C6463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2C6463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6463">
        <w:rPr>
          <w:rFonts w:ascii="Arial" w:hAnsi="Arial" w:cs="Arial"/>
          <w:iCs/>
          <w:sz w:val="20"/>
        </w:rPr>
        <w:instrText xml:space="preserve"> FORMCHECKBOX </w:instrText>
      </w:r>
      <w:r w:rsidR="00B40D5D">
        <w:rPr>
          <w:rFonts w:ascii="Arial" w:hAnsi="Arial" w:cs="Arial"/>
          <w:iCs/>
          <w:sz w:val="20"/>
        </w:rPr>
      </w:r>
      <w:r w:rsidR="00B40D5D">
        <w:rPr>
          <w:rFonts w:ascii="Arial" w:hAnsi="Arial" w:cs="Arial"/>
          <w:iCs/>
          <w:sz w:val="20"/>
        </w:rPr>
        <w:fldChar w:fldCharType="separate"/>
      </w:r>
      <w:r w:rsidRPr="002C6463">
        <w:rPr>
          <w:rFonts w:ascii="Arial" w:hAnsi="Arial" w:cs="Arial"/>
          <w:iCs/>
          <w:sz w:val="20"/>
        </w:rPr>
        <w:fldChar w:fldCharType="end"/>
      </w:r>
      <w:r w:rsidR="00FC1225" w:rsidRPr="002C6463">
        <w:rPr>
          <w:rFonts w:ascii="Arial" w:hAnsi="Arial" w:cs="Arial"/>
          <w:iCs/>
          <w:sz w:val="20"/>
        </w:rPr>
        <w:t xml:space="preserve"> </w:t>
      </w:r>
      <w:r w:rsidR="00237C5D" w:rsidRPr="002C6463">
        <w:rPr>
          <w:rFonts w:ascii="Arial" w:hAnsi="Arial" w:cs="Arial"/>
          <w:iCs/>
          <w:sz w:val="20"/>
        </w:rPr>
        <w:t>Le cahier des clauses techniques particulières (CCTP) ou tout autre document qui en tient lieu et ses éventuelles annexes</w:t>
      </w:r>
    </w:p>
    <w:p w14:paraId="6092A5ED" w14:textId="390E173A" w:rsidR="00612E27" w:rsidRPr="002C6463" w:rsidRDefault="00612E27" w:rsidP="00FB155D">
      <w:pPr>
        <w:spacing w:after="60"/>
        <w:ind w:left="1134"/>
        <w:jc w:val="both"/>
        <w:rPr>
          <w:rFonts w:ascii="Arial" w:hAnsi="Arial" w:cs="Arial"/>
          <w:sz w:val="20"/>
        </w:rPr>
      </w:pPr>
    </w:p>
    <w:p w14:paraId="5F983494" w14:textId="5E5F9B29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FB677F4" w14:textId="2EA81A5E" w:rsidR="002A2D77" w:rsidRPr="00AF38F6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B40D5D">
        <w:rPr>
          <w:rFonts w:ascii="Arial" w:hAnsi="Arial" w:cs="Arial"/>
          <w:iCs/>
          <w:sz w:val="20"/>
        </w:rPr>
      </w:r>
      <w:r w:rsidR="00B40D5D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CCAG </w:t>
      </w:r>
      <w:r w:rsidR="00F8077C" w:rsidRPr="003B51DD">
        <w:rPr>
          <w:rFonts w:ascii="Arial" w:hAnsi="Arial" w:cs="Arial"/>
          <w:iCs/>
          <w:sz w:val="20"/>
        </w:rPr>
        <w:t>Fournitures courantes et serv</w:t>
      </w:r>
      <w:r w:rsidR="00F8077C" w:rsidRPr="00AF38F6">
        <w:rPr>
          <w:rFonts w:ascii="Arial" w:hAnsi="Arial" w:cs="Arial"/>
          <w:iCs/>
          <w:sz w:val="20"/>
        </w:rPr>
        <w:t>ices</w:t>
      </w:r>
      <w:r w:rsidR="00C35BEB" w:rsidRPr="00AF38F6">
        <w:rPr>
          <w:rFonts w:ascii="Arial" w:hAnsi="Arial" w:cs="Arial"/>
          <w:iCs/>
          <w:sz w:val="20"/>
        </w:rPr>
        <w:t xml:space="preserve"> </w:t>
      </w:r>
      <w:r w:rsidR="00F94CBA" w:rsidRPr="00AF38F6">
        <w:rPr>
          <w:rFonts w:ascii="Arial" w:hAnsi="Arial" w:cs="Arial"/>
          <w:iCs/>
          <w:sz w:val="20"/>
        </w:rPr>
        <w:t>(approuvé par arrêté du 30 mars 2021)</w:t>
      </w:r>
      <w:r w:rsidR="000F7FA0" w:rsidRPr="00AF38F6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AF38F6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AF38F6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F38F6">
        <w:rPr>
          <w:rFonts w:cs="Arial"/>
          <w:iCs/>
        </w:rPr>
        <w:instrText xml:space="preserve"> FORMCHECKBOX </w:instrText>
      </w:r>
      <w:r w:rsidR="00B40D5D">
        <w:rPr>
          <w:rFonts w:cs="Arial"/>
          <w:iCs/>
        </w:rPr>
      </w:r>
      <w:r w:rsidR="00B40D5D">
        <w:rPr>
          <w:rFonts w:cs="Arial"/>
          <w:iCs/>
        </w:rPr>
        <w:fldChar w:fldCharType="separate"/>
      </w:r>
      <w:r w:rsidRPr="00AF38F6">
        <w:rPr>
          <w:rFonts w:cs="Arial"/>
          <w:iCs/>
        </w:rPr>
        <w:fldChar w:fldCharType="end"/>
      </w:r>
      <w:r w:rsidRPr="00AF38F6">
        <w:rPr>
          <w:rFonts w:cs="Arial"/>
          <w:iCs/>
        </w:rPr>
        <w:t xml:space="preserve"> Arrêté du 19 mai 2020 relatif aux modalités d’application des règles relatives aux interventions </w:t>
      </w:r>
      <w:r w:rsidR="008C4DF0" w:rsidRPr="00AF38F6">
        <w:rPr>
          <w:rFonts w:cs="Arial"/>
          <w:iCs/>
        </w:rPr>
        <w:tab/>
      </w:r>
      <w:r w:rsidRPr="00AF38F6">
        <w:rPr>
          <w:rFonts w:cs="Arial"/>
          <w:iCs/>
        </w:rPr>
        <w:t>d’entreprises extérieures et aux opérations de bâtiment et de génie civil</w:t>
      </w:r>
      <w:r w:rsidR="000F7FA0" w:rsidRPr="00AF38F6">
        <w:rPr>
          <w:rFonts w:cs="Arial"/>
          <w:iCs/>
        </w:rPr>
        <w:t xml:space="preserve"> dans un organisme du </w:t>
      </w:r>
      <w:r w:rsidR="008C4DF0" w:rsidRPr="00AF38F6">
        <w:rPr>
          <w:rFonts w:cs="Arial"/>
          <w:iCs/>
        </w:rPr>
        <w:tab/>
      </w:r>
      <w:r w:rsidR="000F7FA0" w:rsidRPr="00AF38F6">
        <w:rPr>
          <w:rFonts w:cs="Arial"/>
          <w:iCs/>
        </w:rPr>
        <w:t xml:space="preserve">ministère, </w:t>
      </w:r>
    </w:p>
    <w:p w14:paraId="1A369A23" w14:textId="0CFC48A6" w:rsidR="00BB7E95" w:rsidRPr="003B51DD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3B51DD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cs="Arial"/>
          <w:iCs/>
        </w:rPr>
        <w:instrText xml:space="preserve"> FORMCHECKBOX </w:instrText>
      </w:r>
      <w:r w:rsidR="00B40D5D">
        <w:rPr>
          <w:rFonts w:cs="Arial"/>
          <w:iCs/>
        </w:rPr>
      </w:r>
      <w:r w:rsidR="00B40D5D">
        <w:rPr>
          <w:rFonts w:cs="Arial"/>
          <w:iCs/>
        </w:rPr>
        <w:fldChar w:fldCharType="separate"/>
      </w:r>
      <w:r w:rsidRPr="003B51DD">
        <w:rPr>
          <w:rFonts w:cs="Arial"/>
          <w:iCs/>
        </w:rPr>
        <w:fldChar w:fldCharType="end"/>
      </w:r>
      <w:r w:rsidR="000F7FA0" w:rsidRPr="003B51DD">
        <w:rPr>
          <w:rFonts w:cs="Arial"/>
          <w:iCs/>
        </w:rPr>
        <w:t xml:space="preserve"> Instruction générale interministérielle n° 1300/SGDN/PSE/SSD </w:t>
      </w:r>
      <w:r w:rsidR="00AF38F6">
        <w:rPr>
          <w:rFonts w:cs="Arial"/>
          <w:iCs/>
        </w:rPr>
        <w:t xml:space="preserve">des armées </w:t>
      </w:r>
      <w:r w:rsidR="00AF38F6" w:rsidRPr="00AF38F6">
        <w:rPr>
          <w:rFonts w:cs="Arial"/>
          <w:iCs/>
        </w:rPr>
        <w:t>et l’instruction ministérielle n°900 sur la protection du secret et des informations DR et sensibles, approuvée par l’arrêté du 15 mars 2021</w:t>
      </w:r>
      <w:r w:rsidR="00AF38F6">
        <w:rPr>
          <w:rFonts w:cs="Arial"/>
          <w:iCs/>
        </w:rPr>
        <w:t>.</w:t>
      </w:r>
    </w:p>
    <w:p w14:paraId="71116F7D" w14:textId="5A4086C3" w:rsidR="002A2D77" w:rsidRPr="003B51DD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r w:rsidRPr="003B51DD">
        <w:rPr>
          <w:rFonts w:ascii="Arial" w:hAnsi="Arial" w:cs="Arial"/>
          <w:b/>
          <w:sz w:val="20"/>
        </w:rPr>
        <w:t>et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3B51DD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B40D5D">
        <w:rPr>
          <w:rFonts w:ascii="Arial" w:hAnsi="Arial" w:cs="Arial"/>
          <w:b/>
          <w:sz w:val="20"/>
          <w:lang w:eastAsia="zh-CN"/>
        </w:rPr>
      </w:r>
      <w:r w:rsidR="00B40D5D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r w:rsidRPr="003B51DD">
        <w:rPr>
          <w:rFonts w:ascii="Arial" w:hAnsi="Arial" w:cs="Arial"/>
          <w:b/>
          <w:sz w:val="20"/>
          <w:u w:val="single"/>
          <w:lang w:eastAsia="zh-CN"/>
        </w:rPr>
        <w:t>le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B40D5D">
        <w:rPr>
          <w:rFonts w:ascii="Arial" w:hAnsi="Arial" w:cs="Arial"/>
          <w:sz w:val="18"/>
          <w:szCs w:val="18"/>
          <w:lang w:eastAsia="zh-CN"/>
        </w:rPr>
      </w:r>
      <w:r w:rsidR="00B40D5D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s’engage, sur la base de son offre et pour son propre compte ;</w:t>
      </w:r>
    </w:p>
    <w:p w14:paraId="1CCF7BDD" w14:textId="2B6933C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2019823" w14:textId="2F64112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B40D5D">
        <w:rPr>
          <w:rFonts w:ascii="Arial" w:hAnsi="Arial" w:cs="Arial"/>
          <w:sz w:val="18"/>
          <w:szCs w:val="18"/>
          <w:lang w:eastAsia="zh-CN"/>
        </w:rPr>
      </w:r>
      <w:r w:rsidR="00B40D5D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75758E7F" w14:textId="5E0A0DE5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E517D1D" w14:textId="020A7CB6" w:rsidR="004F3564" w:rsidRPr="004724C8" w:rsidRDefault="001C0D19" w:rsidP="004724C8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E3F84E8" w14:textId="77777777" w:rsidR="005D0B2F" w:rsidRPr="003B51DD" w:rsidRDefault="005D0B2F" w:rsidP="00486C35">
      <w:pPr>
        <w:suppressAutoHyphens/>
        <w:spacing w:before="120" w:after="120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B40D5D">
        <w:rPr>
          <w:rFonts w:ascii="Arial" w:hAnsi="Arial" w:cs="Arial"/>
          <w:b/>
          <w:sz w:val="20"/>
          <w:lang w:eastAsia="zh-CN"/>
        </w:rPr>
      </w:r>
      <w:r w:rsidR="00B40D5D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r w:rsidRPr="003B51DD">
        <w:rPr>
          <w:rFonts w:ascii="Arial" w:hAnsi="Arial" w:cs="Arial"/>
          <w:b/>
          <w:sz w:val="20"/>
          <w:u w:val="single"/>
          <w:lang w:eastAsia="zh-CN"/>
        </w:rPr>
        <w:t>l’ensemble des membres du groupement</w:t>
      </w:r>
      <w:r w:rsidRPr="003B51DD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00FBD034" w:rsidR="00E84036" w:rsidRPr="003B51DD" w:rsidRDefault="00E84036" w:rsidP="00486C3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  <w:r w:rsidRPr="003B51DD">
        <w:rPr>
          <w:rFonts w:ascii="Arial" w:hAnsi="Arial" w:cs="Arial"/>
          <w:sz w:val="18"/>
          <w:szCs w:val="18"/>
          <w:lang w:eastAsia="zh-CN"/>
        </w:rPr>
        <w:t> :</w:t>
      </w:r>
    </w:p>
    <w:p w14:paraId="2F7E1A0F" w14:textId="3449D2AA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A025BFA" w14:textId="252B11CC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2793FA8A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320E33" w14:textId="3A3D348E" w:rsidR="00F67C2B" w:rsidRPr="003B51DD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3B51DD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  <w:color w:val="FF0000"/>
        </w:rPr>
      </w:pPr>
      <w:r w:rsidRPr="003B51DD">
        <w:rPr>
          <w:rFonts w:ascii="Arial" w:hAnsi="Arial" w:cs="Arial"/>
          <w:b/>
        </w:rPr>
        <w:t>A exécuter les prestations demandées :</w:t>
      </w:r>
      <w:r w:rsidR="003D3613" w:rsidRPr="003B51DD">
        <w:rPr>
          <w:rFonts w:ascii="Arial" w:hAnsi="Arial" w:cs="Arial"/>
          <w:b/>
        </w:rPr>
        <w:t xml:space="preserve"> </w:t>
      </w:r>
    </w:p>
    <w:p w14:paraId="57C9122A" w14:textId="02787EE8" w:rsidR="00B9117B" w:rsidRPr="002C6463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 xml:space="preserve">Au prix </w:t>
      </w:r>
      <w:r w:rsidR="00CA7942" w:rsidRPr="003B51DD">
        <w:rPr>
          <w:rFonts w:ascii="Arial" w:hAnsi="Arial" w:cs="Arial"/>
          <w:sz w:val="20"/>
        </w:rPr>
        <w:t xml:space="preserve">global et </w:t>
      </w:r>
      <w:r w:rsidRPr="003B51DD">
        <w:rPr>
          <w:rFonts w:ascii="Arial" w:hAnsi="Arial" w:cs="Arial"/>
          <w:sz w:val="20"/>
        </w:rPr>
        <w:t>forfaitaire indiqué ci-dessous</w:t>
      </w:r>
      <w:r w:rsidR="00FE682E">
        <w:rPr>
          <w:rFonts w:ascii="Arial" w:hAnsi="Arial" w:cs="Arial"/>
          <w:sz w:val="20"/>
        </w:rPr>
        <w:t xml:space="preserve"> </w:t>
      </w:r>
      <w:r w:rsidR="00C16796" w:rsidRPr="002C6463">
        <w:rPr>
          <w:rFonts w:ascii="Arial" w:hAnsi="Arial" w:cs="Arial"/>
          <w:sz w:val="20"/>
        </w:rPr>
        <w:t>:</w:t>
      </w:r>
      <w:r w:rsidRPr="002C6463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60"/>
        <w:gridCol w:w="2719"/>
      </w:tblGrid>
      <w:tr w:rsidR="004724C8" w:rsidRPr="003B51DD" w14:paraId="351A0BDC" w14:textId="77777777" w:rsidTr="00413716">
        <w:trPr>
          <w:trHeight w:val="552"/>
          <w:jc w:val="center"/>
        </w:trPr>
        <w:tc>
          <w:tcPr>
            <w:tcW w:w="2660" w:type="dxa"/>
            <w:vAlign w:val="center"/>
          </w:tcPr>
          <w:p w14:paraId="6A8ED230" w14:textId="77777777" w:rsidR="004724C8" w:rsidRPr="003B51DD" w:rsidRDefault="004724C8" w:rsidP="0041371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1DD">
              <w:rPr>
                <w:rFonts w:ascii="Arial" w:hAnsi="Arial" w:cs="Arial"/>
                <w:b/>
                <w:sz w:val="24"/>
                <w:szCs w:val="24"/>
              </w:rPr>
              <w:t>Montant en € HT arrêté en chiffres à</w:t>
            </w:r>
          </w:p>
        </w:tc>
        <w:tc>
          <w:tcPr>
            <w:tcW w:w="2719" w:type="dxa"/>
          </w:tcPr>
          <w:p w14:paraId="04225B6D" w14:textId="77777777" w:rsidR="004724C8" w:rsidRPr="003B51DD" w:rsidRDefault="004724C8" w:rsidP="0041371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24C8" w:rsidRPr="003B51DD" w14:paraId="15C87A11" w14:textId="77777777" w:rsidTr="00413716">
        <w:trPr>
          <w:trHeight w:val="552"/>
          <w:jc w:val="center"/>
        </w:trPr>
        <w:tc>
          <w:tcPr>
            <w:tcW w:w="2660" w:type="dxa"/>
            <w:vAlign w:val="center"/>
          </w:tcPr>
          <w:p w14:paraId="696F0E9D" w14:textId="0A5D56A7" w:rsidR="004724C8" w:rsidRPr="003C7001" w:rsidRDefault="003C7001" w:rsidP="003C7001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Taux</w:t>
            </w:r>
            <w:r w:rsidR="004724C8" w:rsidRPr="00464311">
              <w:rPr>
                <w:rFonts w:ascii="Arial" w:hAnsi="Arial" w:cs="Arial"/>
                <w:b/>
                <w:sz w:val="24"/>
                <w:szCs w:val="24"/>
              </w:rPr>
              <w:t xml:space="preserve"> TVA </w:t>
            </w:r>
          </w:p>
        </w:tc>
        <w:tc>
          <w:tcPr>
            <w:tcW w:w="2719" w:type="dxa"/>
          </w:tcPr>
          <w:p w14:paraId="64907AEB" w14:textId="77777777" w:rsidR="004724C8" w:rsidRPr="00EB2997" w:rsidRDefault="004724C8" w:rsidP="00413716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magenta"/>
              </w:rPr>
            </w:pPr>
          </w:p>
        </w:tc>
      </w:tr>
      <w:tr w:rsidR="004724C8" w:rsidRPr="003B51DD" w14:paraId="0C06E981" w14:textId="77777777" w:rsidTr="00413716">
        <w:trPr>
          <w:trHeight w:val="552"/>
          <w:jc w:val="center"/>
        </w:trPr>
        <w:tc>
          <w:tcPr>
            <w:tcW w:w="2660" w:type="dxa"/>
            <w:vAlign w:val="center"/>
          </w:tcPr>
          <w:p w14:paraId="46FF98D8" w14:textId="77777777" w:rsidR="004724C8" w:rsidRPr="003B51DD" w:rsidRDefault="004724C8" w:rsidP="0041371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1DD">
              <w:rPr>
                <w:rFonts w:ascii="Arial" w:hAnsi="Arial" w:cs="Arial"/>
                <w:b/>
                <w:sz w:val="24"/>
                <w:szCs w:val="24"/>
              </w:rPr>
              <w:t xml:space="preserve">Montant en € TTC arrêté en chiffres à </w:t>
            </w:r>
          </w:p>
        </w:tc>
        <w:tc>
          <w:tcPr>
            <w:tcW w:w="2719" w:type="dxa"/>
          </w:tcPr>
          <w:p w14:paraId="569778EC" w14:textId="77777777" w:rsidR="004724C8" w:rsidRPr="003B51DD" w:rsidRDefault="004724C8" w:rsidP="0041371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AB485B2" w14:textId="77777777" w:rsidR="004724C8" w:rsidRPr="003B51DD" w:rsidRDefault="004724C8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</w:p>
    <w:p w14:paraId="34C6137B" w14:textId="6B4D21CB" w:rsidR="00572A24" w:rsidRPr="003B51DD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3B51DD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1229F070" w14:textId="50486CD3" w:rsidR="00B90DBD" w:rsidRPr="002C6463" w:rsidRDefault="002C6463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2C6463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6463">
        <w:rPr>
          <w:rFonts w:ascii="Arial" w:hAnsi="Arial" w:cs="Arial"/>
          <w:sz w:val="20"/>
        </w:rPr>
        <w:instrText xml:space="preserve"> FORMCHECKBOX </w:instrText>
      </w:r>
      <w:r w:rsidR="00B40D5D">
        <w:rPr>
          <w:rFonts w:ascii="Arial" w:hAnsi="Arial" w:cs="Arial"/>
          <w:sz w:val="20"/>
        </w:rPr>
      </w:r>
      <w:r w:rsidR="00B40D5D">
        <w:rPr>
          <w:rFonts w:ascii="Arial" w:hAnsi="Arial" w:cs="Arial"/>
          <w:sz w:val="20"/>
        </w:rPr>
        <w:fldChar w:fldCharType="separate"/>
      </w:r>
      <w:r w:rsidRPr="002C6463">
        <w:rPr>
          <w:rFonts w:ascii="Arial" w:hAnsi="Arial" w:cs="Arial"/>
          <w:sz w:val="20"/>
        </w:rPr>
        <w:fldChar w:fldCharType="end"/>
      </w:r>
      <w:r w:rsidR="00B90DBD" w:rsidRPr="002C6463">
        <w:rPr>
          <w:rFonts w:ascii="Arial" w:hAnsi="Arial" w:cs="Arial"/>
          <w:sz w:val="20"/>
        </w:rPr>
        <w:t xml:space="preserve"> Prix forfaitaires </w:t>
      </w:r>
    </w:p>
    <w:p w14:paraId="77FE4696" w14:textId="13022A32" w:rsidR="004B22AC" w:rsidRPr="002C6463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6463">
        <w:rPr>
          <w:rFonts w:ascii="Arial" w:hAnsi="Arial" w:cs="Arial"/>
          <w:b/>
          <w:szCs w:val="22"/>
          <w:lang w:eastAsia="zh-CN"/>
        </w:rPr>
        <w:t>B2.</w:t>
      </w:r>
      <w:r w:rsidR="004F21E9" w:rsidRPr="002C6463">
        <w:rPr>
          <w:rFonts w:ascii="Arial" w:hAnsi="Arial" w:cs="Arial"/>
          <w:b/>
          <w:szCs w:val="22"/>
          <w:lang w:eastAsia="zh-CN"/>
        </w:rPr>
        <w:t>2</w:t>
      </w:r>
      <w:r w:rsidRPr="002C6463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CE4F3B4" w14:textId="2E1CF6D7" w:rsidR="002B04C3" w:rsidRPr="002C6463" w:rsidRDefault="00F54A5A" w:rsidP="00247D6B">
      <w:pPr>
        <w:spacing w:after="120"/>
        <w:jc w:val="both"/>
        <w:rPr>
          <w:rFonts w:ascii="Arial" w:hAnsi="Arial" w:cs="Arial"/>
          <w:sz w:val="20"/>
        </w:rPr>
      </w:pPr>
      <w:r w:rsidRPr="002C6463">
        <w:rPr>
          <w:rFonts w:ascii="Arial" w:hAnsi="Arial" w:cs="Arial"/>
          <w:b/>
          <w:sz w:val="18"/>
        </w:rPr>
        <w:t>L’Index/indice de référence I choisi</w:t>
      </w:r>
      <w:r w:rsidRPr="002C6463">
        <w:rPr>
          <w:rFonts w:ascii="Arial" w:hAnsi="Arial" w:cs="Arial"/>
          <w:sz w:val="20"/>
        </w:rPr>
        <w:t xml:space="preserve"> en raison de sa structure pour </w:t>
      </w:r>
      <w:r w:rsidR="004724C8" w:rsidRPr="002C6463">
        <w:rPr>
          <w:rFonts w:ascii="Arial" w:hAnsi="Arial" w:cs="Arial"/>
          <w:sz w:val="20"/>
        </w:rPr>
        <w:t xml:space="preserve">la variation </w:t>
      </w:r>
      <w:r w:rsidRPr="002C6463">
        <w:rPr>
          <w:rFonts w:ascii="Arial" w:hAnsi="Arial" w:cs="Arial"/>
          <w:sz w:val="20"/>
        </w:rPr>
        <w:t>des prix est le suivant :</w:t>
      </w:r>
    </w:p>
    <w:p w14:paraId="7A7BC141" w14:textId="6E0BF3B0" w:rsidR="00F54A5A" w:rsidRPr="00247D6B" w:rsidRDefault="00F54A5A" w:rsidP="00B90DBD">
      <w:pPr>
        <w:jc w:val="center"/>
        <w:rPr>
          <w:rFonts w:ascii="Arial" w:hAnsi="Arial" w:cs="Arial"/>
          <w:sz w:val="20"/>
        </w:rPr>
      </w:pPr>
      <w:r w:rsidRPr="00247D6B">
        <w:rPr>
          <w:rFonts w:ascii="Arial" w:hAnsi="Arial" w:cs="Arial"/>
          <w:b/>
          <w:sz w:val="20"/>
        </w:rPr>
        <w:t>Index/Indice</w:t>
      </w:r>
      <w:r w:rsidRPr="00247D6B">
        <w:rPr>
          <w:rFonts w:ascii="Arial" w:hAnsi="Arial" w:cs="Arial"/>
          <w:sz w:val="20"/>
        </w:rPr>
        <w:t> :</w:t>
      </w:r>
      <w:r w:rsidRPr="00247D6B">
        <w:rPr>
          <w:rFonts w:ascii="Arial" w:hAnsi="Arial" w:cs="Arial"/>
          <w:b/>
          <w:sz w:val="20"/>
        </w:rPr>
        <w:t xml:space="preserve"> </w:t>
      </w:r>
      <w:r w:rsidR="002C6463" w:rsidRPr="00247D6B">
        <w:rPr>
          <w:rFonts w:ascii="Arial" w:hAnsi="Arial" w:cs="Arial"/>
          <w:b/>
          <w:sz w:val="20"/>
        </w:rPr>
        <w:t>BT 41</w:t>
      </w:r>
    </w:p>
    <w:p w14:paraId="3BCF53AE" w14:textId="06F97315" w:rsidR="0070001C" w:rsidRDefault="002C6463" w:rsidP="00247D6B">
      <w:pPr>
        <w:tabs>
          <w:tab w:val="left" w:pos="426"/>
          <w:tab w:val="left" w:pos="851"/>
        </w:tabs>
        <w:spacing w:before="60" w:after="120"/>
        <w:ind w:left="1843" w:hanging="709"/>
        <w:jc w:val="both"/>
        <w:rPr>
          <w:rFonts w:ascii="Arial" w:hAnsi="Arial" w:cs="Arial"/>
          <w:sz w:val="20"/>
        </w:rPr>
      </w:pPr>
      <w:r w:rsidRPr="002C6463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6463">
        <w:rPr>
          <w:rFonts w:ascii="Arial" w:hAnsi="Arial" w:cs="Arial"/>
          <w:sz w:val="20"/>
        </w:rPr>
        <w:instrText xml:space="preserve"> FORMCHECKBOX </w:instrText>
      </w:r>
      <w:r w:rsidR="00B40D5D">
        <w:rPr>
          <w:rFonts w:ascii="Arial" w:hAnsi="Arial" w:cs="Arial"/>
          <w:sz w:val="20"/>
        </w:rPr>
      </w:r>
      <w:r w:rsidR="00B40D5D">
        <w:rPr>
          <w:rFonts w:ascii="Arial" w:hAnsi="Arial" w:cs="Arial"/>
          <w:sz w:val="20"/>
        </w:rPr>
        <w:fldChar w:fldCharType="separate"/>
      </w:r>
      <w:r w:rsidRPr="002C6463">
        <w:rPr>
          <w:rFonts w:ascii="Arial" w:hAnsi="Arial" w:cs="Arial"/>
          <w:sz w:val="20"/>
        </w:rPr>
        <w:fldChar w:fldCharType="end"/>
      </w:r>
      <w:r w:rsidR="003E5B20" w:rsidRPr="002C6463">
        <w:rPr>
          <w:rFonts w:ascii="Arial" w:hAnsi="Arial" w:cs="Arial"/>
          <w:sz w:val="20"/>
        </w:rPr>
        <w:t xml:space="preserve"> Les prix sont fermes </w:t>
      </w:r>
      <w:r w:rsidR="004724C8" w:rsidRPr="002C6463">
        <w:rPr>
          <w:rFonts w:ascii="Arial" w:hAnsi="Arial" w:cs="Arial"/>
          <w:sz w:val="20"/>
        </w:rPr>
        <w:t xml:space="preserve">et actualisable </w:t>
      </w:r>
    </w:p>
    <w:p w14:paraId="6A8F4E1A" w14:textId="7E115036" w:rsidR="00247D6B" w:rsidRPr="00247D6B" w:rsidRDefault="00247D6B" w:rsidP="00247D6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60" w:after="240"/>
        <w:ind w:left="1287" w:hanging="578"/>
        <w:outlineLvl w:val="1"/>
        <w:rPr>
          <w:rFonts w:ascii="Arial" w:hAnsi="Arial" w:cs="Arial"/>
          <w:sz w:val="20"/>
        </w:rPr>
      </w:pPr>
      <w:r w:rsidRPr="00183651">
        <w:rPr>
          <w:rFonts w:ascii="Arial" w:hAnsi="Arial" w:cs="Arial"/>
          <w:b/>
          <w:szCs w:val="22"/>
          <w:lang w:eastAsia="zh-CN"/>
        </w:rPr>
        <w:t>B2.3 Mois Zéro</w:t>
      </w:r>
      <w:r w:rsidRPr="00183651">
        <w:rPr>
          <w:rFonts w:ascii="Arial" w:hAnsi="Arial" w:cs="Arial"/>
          <w:szCs w:val="22"/>
          <w:lang w:eastAsia="zh-CN"/>
        </w:rPr>
        <w:t xml:space="preserve"> :</w:t>
      </w:r>
      <w:r w:rsidRPr="00183651">
        <w:rPr>
          <w:rFonts w:ascii="Arial" w:hAnsi="Arial" w:cs="Arial"/>
          <w:b/>
          <w:szCs w:val="22"/>
          <w:lang w:eastAsia="zh-CN"/>
        </w:rPr>
        <w:t xml:space="preserve"> </w:t>
      </w:r>
      <w:r w:rsidRPr="00247D6B">
        <w:rPr>
          <w:rFonts w:ascii="Arial" w:hAnsi="Arial" w:cs="Arial"/>
          <w:sz w:val="20"/>
          <w:lang w:eastAsia="zh-CN"/>
        </w:rPr>
        <w:t>Octobre 2025</w:t>
      </w:r>
    </w:p>
    <w:p w14:paraId="1ED61F21" w14:textId="57904437" w:rsidR="00130F31" w:rsidRPr="002C6463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6463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2C6463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2C6463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11EA5475" w:rsidR="00130F31" w:rsidRPr="002C6463" w:rsidRDefault="002C6463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3"/>
      <w:r>
        <w:rPr>
          <w:rFonts w:ascii="Arial" w:hAnsi="Arial" w:cs="Arial"/>
          <w:iCs/>
          <w:sz w:val="24"/>
        </w:rPr>
        <w:instrText xml:space="preserve"> FORMCHECKBOX </w:instrText>
      </w:r>
      <w:r w:rsidR="00B40D5D">
        <w:rPr>
          <w:rFonts w:ascii="Arial" w:hAnsi="Arial" w:cs="Arial"/>
          <w:iCs/>
          <w:sz w:val="24"/>
        </w:rPr>
      </w:r>
      <w:r w:rsidR="00B40D5D">
        <w:rPr>
          <w:rFonts w:ascii="Arial" w:hAnsi="Arial" w:cs="Arial"/>
          <w:iCs/>
          <w:sz w:val="24"/>
        </w:rPr>
        <w:fldChar w:fldCharType="separate"/>
      </w:r>
      <w:r>
        <w:rPr>
          <w:rFonts w:ascii="Arial" w:hAnsi="Arial" w:cs="Arial"/>
          <w:iCs/>
          <w:sz w:val="24"/>
        </w:rPr>
        <w:fldChar w:fldCharType="end"/>
      </w:r>
      <w:bookmarkEnd w:id="1"/>
      <w:r w:rsidR="00130F31" w:rsidRPr="002C6463">
        <w:rPr>
          <w:rFonts w:ascii="Arial" w:hAnsi="Arial" w:cs="Arial"/>
          <w:iCs/>
          <w:sz w:val="24"/>
        </w:rPr>
        <w:t xml:space="preserve"> </w:t>
      </w:r>
      <w:r w:rsidR="00130F31" w:rsidRPr="002C6463">
        <w:rPr>
          <w:rFonts w:ascii="Arial" w:hAnsi="Arial" w:cs="Arial"/>
          <w:iCs/>
          <w:sz w:val="20"/>
          <w:szCs w:val="22"/>
        </w:rPr>
        <w:t>Groupement conjoint (mandataire solidaire).</w:t>
      </w:r>
      <w:r w:rsidR="00130F31" w:rsidRPr="002C6463">
        <w:rPr>
          <w:rFonts w:ascii="Arial" w:hAnsi="Arial" w:cs="Arial"/>
          <w:iCs/>
          <w:sz w:val="20"/>
          <w:szCs w:val="22"/>
        </w:rPr>
        <w:tab/>
      </w:r>
      <w:r w:rsidR="00130F31" w:rsidRPr="002C6463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="00130F31" w:rsidRPr="002C6463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B40D5D">
        <w:rPr>
          <w:rFonts w:ascii="Arial" w:hAnsi="Arial" w:cs="Arial"/>
          <w:iCs/>
          <w:sz w:val="20"/>
          <w:szCs w:val="22"/>
        </w:rPr>
      </w:r>
      <w:r w:rsidR="00B40D5D">
        <w:rPr>
          <w:rFonts w:ascii="Arial" w:hAnsi="Arial" w:cs="Arial"/>
          <w:iCs/>
          <w:sz w:val="20"/>
          <w:szCs w:val="22"/>
        </w:rPr>
        <w:fldChar w:fldCharType="separate"/>
      </w:r>
      <w:r w:rsidR="00130F31" w:rsidRPr="002C6463">
        <w:rPr>
          <w:rFonts w:ascii="Arial" w:hAnsi="Arial" w:cs="Arial"/>
          <w:iCs/>
          <w:sz w:val="20"/>
          <w:szCs w:val="22"/>
        </w:rPr>
        <w:fldChar w:fldCharType="end"/>
      </w:r>
      <w:r w:rsidR="00130F31" w:rsidRPr="002C6463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3B51DD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0A5541CD" w:rsidR="006550F5" w:rsidRPr="003B51DD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3B51DD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0DD357C9" w:rsidR="008062B4" w:rsidRPr="003B51DD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5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0EC117E" w14:textId="77777777" w:rsidR="008F0F0F" w:rsidRPr="00025D39" w:rsidRDefault="008F0F0F" w:rsidP="008F0F0F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4B67BB0E" w14:textId="5DD0D7B2" w:rsidR="008F0F0F" w:rsidRPr="00247D6B" w:rsidRDefault="008F0F0F" w:rsidP="008F0F0F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203957" w:rsidRPr="00247D6B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111"/>
      <w:r w:rsidR="00203957" w:rsidRPr="00247D6B">
        <w:rPr>
          <w:rFonts w:ascii="Arial" w:hAnsi="Arial" w:cs="Arial"/>
          <w:sz w:val="20"/>
        </w:rPr>
        <w:instrText xml:space="preserve"> FORMCHECKBOX </w:instrText>
      </w:r>
      <w:r w:rsidR="00B40D5D">
        <w:rPr>
          <w:rFonts w:ascii="Arial" w:hAnsi="Arial" w:cs="Arial"/>
          <w:sz w:val="20"/>
        </w:rPr>
      </w:r>
      <w:r w:rsidR="00B40D5D">
        <w:rPr>
          <w:rFonts w:ascii="Arial" w:hAnsi="Arial" w:cs="Arial"/>
          <w:sz w:val="20"/>
        </w:rPr>
        <w:fldChar w:fldCharType="separate"/>
      </w:r>
      <w:r w:rsidR="00203957" w:rsidRPr="00247D6B">
        <w:rPr>
          <w:rFonts w:ascii="Arial" w:hAnsi="Arial" w:cs="Arial"/>
          <w:sz w:val="20"/>
        </w:rPr>
        <w:fldChar w:fldCharType="end"/>
      </w:r>
      <w:bookmarkEnd w:id="2"/>
      <w:r w:rsidRPr="00247D6B">
        <w:rPr>
          <w:rFonts w:ascii="Arial" w:hAnsi="Arial" w:cs="Arial"/>
          <w:sz w:val="20"/>
        </w:rPr>
        <w:t xml:space="preserve"> Non</w:t>
      </w:r>
      <w:r w:rsidRPr="00247D6B">
        <w:rPr>
          <w:rFonts w:ascii="Arial" w:hAnsi="Arial" w:cs="Arial"/>
          <w:sz w:val="20"/>
        </w:rPr>
        <w:tab/>
      </w:r>
      <w:r w:rsidRPr="00247D6B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47D6B">
        <w:rPr>
          <w:rFonts w:ascii="Arial" w:hAnsi="Arial" w:cs="Arial"/>
          <w:sz w:val="20"/>
        </w:rPr>
        <w:instrText xml:space="preserve"> FORMCHECKBOX </w:instrText>
      </w:r>
      <w:r w:rsidR="00B40D5D">
        <w:rPr>
          <w:rFonts w:ascii="Arial" w:hAnsi="Arial" w:cs="Arial"/>
          <w:sz w:val="20"/>
        </w:rPr>
      </w:r>
      <w:r w:rsidR="00B40D5D">
        <w:rPr>
          <w:rFonts w:ascii="Arial" w:hAnsi="Arial" w:cs="Arial"/>
          <w:sz w:val="20"/>
        </w:rPr>
        <w:fldChar w:fldCharType="separate"/>
      </w:r>
      <w:r w:rsidRPr="00247D6B">
        <w:rPr>
          <w:rFonts w:ascii="Arial" w:hAnsi="Arial" w:cs="Arial"/>
          <w:sz w:val="20"/>
        </w:rPr>
        <w:fldChar w:fldCharType="end"/>
      </w:r>
      <w:r w:rsidRPr="00247D6B">
        <w:rPr>
          <w:rFonts w:ascii="Arial" w:hAnsi="Arial" w:cs="Arial"/>
          <w:sz w:val="20"/>
        </w:rPr>
        <w:t xml:space="preserve"> Oui</w:t>
      </w:r>
      <w:r w:rsidRPr="00247D6B">
        <w:rPr>
          <w:rFonts w:ascii="Arial" w:hAnsi="Arial" w:cs="Arial"/>
          <w:sz w:val="20"/>
        </w:rPr>
        <w:tab/>
      </w:r>
    </w:p>
    <w:p w14:paraId="657FEF56" w14:textId="77777777" w:rsidR="008F0F0F" w:rsidRPr="00247D6B" w:rsidRDefault="008F0F0F" w:rsidP="008F0F0F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247D6B">
        <w:rPr>
          <w:rFonts w:ascii="Arial" w:hAnsi="Arial" w:cs="Arial"/>
          <w:i/>
          <w:sz w:val="20"/>
          <w:u w:val="single"/>
        </w:rPr>
        <w:t>Cotraitant (le cas échéant)</w:t>
      </w:r>
      <w:r w:rsidRPr="00247D6B">
        <w:rPr>
          <w:rFonts w:ascii="Arial" w:hAnsi="Arial" w:cs="Arial"/>
          <w:sz w:val="20"/>
          <w:u w:val="single"/>
        </w:rPr>
        <w:t xml:space="preserve"> :</w:t>
      </w:r>
    </w:p>
    <w:p w14:paraId="780D9B9E" w14:textId="7E64E68C" w:rsidR="008F0F0F" w:rsidRPr="00247D6B" w:rsidRDefault="008F0F0F" w:rsidP="008F0F0F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247D6B">
        <w:rPr>
          <w:rFonts w:ascii="Arial" w:hAnsi="Arial" w:cs="Arial"/>
          <w:sz w:val="20"/>
        </w:rPr>
        <w:t>Je souhaite bénéficier de l’avance</w:t>
      </w:r>
      <w:r w:rsidRPr="00247D6B">
        <w:rPr>
          <w:rFonts w:ascii="Arial" w:hAnsi="Arial" w:cs="Arial"/>
          <w:sz w:val="20"/>
          <w:vertAlign w:val="superscript"/>
        </w:rPr>
        <w:t>1</w:t>
      </w:r>
      <w:r w:rsidRPr="00247D6B">
        <w:rPr>
          <w:rFonts w:ascii="Arial" w:hAnsi="Arial" w:cs="Arial"/>
          <w:sz w:val="20"/>
        </w:rPr>
        <w:tab/>
      </w:r>
      <w:r w:rsidR="00203957" w:rsidRPr="00247D6B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03957" w:rsidRPr="00247D6B">
        <w:rPr>
          <w:rFonts w:ascii="Arial" w:hAnsi="Arial" w:cs="Arial"/>
          <w:sz w:val="20"/>
        </w:rPr>
        <w:instrText xml:space="preserve"> FORMCHECKBOX </w:instrText>
      </w:r>
      <w:r w:rsidR="00B40D5D">
        <w:rPr>
          <w:rFonts w:ascii="Arial" w:hAnsi="Arial" w:cs="Arial"/>
          <w:sz w:val="20"/>
        </w:rPr>
      </w:r>
      <w:r w:rsidR="00B40D5D">
        <w:rPr>
          <w:rFonts w:ascii="Arial" w:hAnsi="Arial" w:cs="Arial"/>
          <w:sz w:val="20"/>
        </w:rPr>
        <w:fldChar w:fldCharType="separate"/>
      </w:r>
      <w:r w:rsidR="00203957" w:rsidRPr="00247D6B">
        <w:rPr>
          <w:rFonts w:ascii="Arial" w:hAnsi="Arial" w:cs="Arial"/>
          <w:sz w:val="20"/>
        </w:rPr>
        <w:fldChar w:fldCharType="end"/>
      </w:r>
      <w:r w:rsidRPr="00247D6B">
        <w:rPr>
          <w:rFonts w:ascii="Arial" w:hAnsi="Arial" w:cs="Arial"/>
          <w:sz w:val="20"/>
        </w:rPr>
        <w:t xml:space="preserve"> Non</w:t>
      </w:r>
      <w:r w:rsidRPr="00247D6B">
        <w:rPr>
          <w:rFonts w:ascii="Arial" w:hAnsi="Arial" w:cs="Arial"/>
          <w:sz w:val="20"/>
        </w:rPr>
        <w:tab/>
      </w:r>
      <w:r w:rsidRPr="00247D6B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47D6B">
        <w:rPr>
          <w:rFonts w:ascii="Arial" w:hAnsi="Arial" w:cs="Arial"/>
          <w:sz w:val="20"/>
        </w:rPr>
        <w:instrText xml:space="preserve"> FORMCHECKBOX </w:instrText>
      </w:r>
      <w:r w:rsidR="00B40D5D">
        <w:rPr>
          <w:rFonts w:ascii="Arial" w:hAnsi="Arial" w:cs="Arial"/>
          <w:sz w:val="20"/>
        </w:rPr>
      </w:r>
      <w:r w:rsidR="00B40D5D">
        <w:rPr>
          <w:rFonts w:ascii="Arial" w:hAnsi="Arial" w:cs="Arial"/>
          <w:sz w:val="20"/>
        </w:rPr>
        <w:fldChar w:fldCharType="separate"/>
      </w:r>
      <w:r w:rsidRPr="00247D6B">
        <w:rPr>
          <w:rFonts w:ascii="Arial" w:hAnsi="Arial" w:cs="Arial"/>
          <w:sz w:val="20"/>
        </w:rPr>
        <w:fldChar w:fldCharType="end"/>
      </w:r>
      <w:r w:rsidRPr="00247D6B">
        <w:rPr>
          <w:rFonts w:ascii="Arial" w:hAnsi="Arial" w:cs="Arial"/>
          <w:sz w:val="20"/>
        </w:rPr>
        <w:t xml:space="preserve"> Oui</w:t>
      </w:r>
      <w:r w:rsidRPr="00247D6B">
        <w:rPr>
          <w:rFonts w:ascii="Arial" w:hAnsi="Arial" w:cs="Arial"/>
          <w:sz w:val="20"/>
        </w:rPr>
        <w:tab/>
      </w:r>
    </w:p>
    <w:p w14:paraId="3CE53E2A" w14:textId="20103DD5" w:rsidR="004724C8" w:rsidRDefault="004724C8" w:rsidP="004724C8">
      <w:pPr>
        <w:tabs>
          <w:tab w:val="left" w:pos="6804"/>
          <w:tab w:val="left" w:pos="8505"/>
          <w:tab w:val="left" w:pos="9204"/>
          <w:tab w:val="right" w:pos="9638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6CBD97AA" w14:textId="77777777" w:rsidR="004724C8" w:rsidRPr="003E059A" w:rsidRDefault="004724C8" w:rsidP="004724C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407033D8" w14:textId="5422B246" w:rsidR="004724C8" w:rsidRPr="002C6463" w:rsidRDefault="002C6463" w:rsidP="004724C8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 w:rsidRPr="002C6463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6463">
        <w:rPr>
          <w:rFonts w:ascii="Arial" w:hAnsi="Arial" w:cs="Arial"/>
          <w:sz w:val="20"/>
        </w:rPr>
        <w:instrText xml:space="preserve"> FORMCHECKBOX </w:instrText>
      </w:r>
      <w:r w:rsidR="00B40D5D">
        <w:rPr>
          <w:rFonts w:ascii="Arial" w:hAnsi="Arial" w:cs="Arial"/>
          <w:sz w:val="20"/>
        </w:rPr>
      </w:r>
      <w:r w:rsidR="00B40D5D">
        <w:rPr>
          <w:rFonts w:ascii="Arial" w:hAnsi="Arial" w:cs="Arial"/>
          <w:sz w:val="20"/>
        </w:rPr>
        <w:fldChar w:fldCharType="separate"/>
      </w:r>
      <w:r w:rsidRPr="002C6463">
        <w:rPr>
          <w:rFonts w:ascii="Arial" w:hAnsi="Arial" w:cs="Arial"/>
          <w:sz w:val="20"/>
        </w:rPr>
        <w:fldChar w:fldCharType="end"/>
      </w:r>
      <w:r w:rsidR="004724C8" w:rsidRPr="002C6463">
        <w:rPr>
          <w:rFonts w:ascii="Arial" w:hAnsi="Arial" w:cs="Arial"/>
          <w:sz w:val="20"/>
        </w:rPr>
        <w:tab/>
        <w:t xml:space="preserve">Facture </w:t>
      </w:r>
    </w:p>
    <w:p w14:paraId="22008907" w14:textId="3FD57F36" w:rsidR="004724C8" w:rsidRPr="003B51DD" w:rsidRDefault="004724C8" w:rsidP="004724C8">
      <w:pPr>
        <w:tabs>
          <w:tab w:val="left" w:pos="6804"/>
          <w:tab w:val="left" w:pos="8505"/>
          <w:tab w:val="left" w:pos="9204"/>
          <w:tab w:val="right" w:pos="9638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10CAC300" w14:textId="6C7678C0" w:rsidR="000155F4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4DA78F32" w14:textId="7EA4EB8D" w:rsidR="00B9117B" w:rsidRPr="003B51DD" w:rsidRDefault="001345A5" w:rsidP="00292EF8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>Le délai</w:t>
      </w:r>
      <w:r w:rsidR="000155F4" w:rsidRPr="003B51DD">
        <w:rPr>
          <w:rFonts w:ascii="Arial" w:hAnsi="Arial" w:cs="Arial"/>
          <w:b/>
          <w:sz w:val="20"/>
        </w:rPr>
        <w:t xml:space="preserve"> d’exécution des </w:t>
      </w:r>
      <w:r w:rsidR="00F8077C" w:rsidRPr="003B51DD">
        <w:rPr>
          <w:rFonts w:ascii="Arial" w:hAnsi="Arial" w:cs="Arial"/>
          <w:b/>
          <w:sz w:val="20"/>
        </w:rPr>
        <w:t>prestations</w:t>
      </w:r>
      <w:r w:rsidR="00B9117B" w:rsidRPr="003B51DD">
        <w:rPr>
          <w:rFonts w:ascii="Arial" w:hAnsi="Arial" w:cs="Arial"/>
          <w:sz w:val="20"/>
        </w:rPr>
        <w:t xml:space="preserve"> est </w:t>
      </w:r>
      <w:r w:rsidR="000155F4" w:rsidRPr="002C6463">
        <w:rPr>
          <w:rFonts w:ascii="Arial" w:hAnsi="Arial" w:cs="Arial"/>
          <w:sz w:val="20"/>
        </w:rPr>
        <w:t xml:space="preserve">de : </w:t>
      </w:r>
      <w:r w:rsidR="00C93D0B">
        <w:rPr>
          <w:rFonts w:ascii="Arial" w:hAnsi="Arial" w:cs="Arial"/>
          <w:b/>
          <w:sz w:val="20"/>
        </w:rPr>
        <w:t>3</w:t>
      </w:r>
      <w:r w:rsidR="00B9117B" w:rsidRPr="002C6463">
        <w:rPr>
          <w:rFonts w:ascii="Arial" w:hAnsi="Arial" w:cs="Arial"/>
          <w:b/>
          <w:sz w:val="20"/>
        </w:rPr>
        <w:t xml:space="preserve"> </w:t>
      </w:r>
      <w:r w:rsidR="00B9117B" w:rsidRPr="003B51DD">
        <w:rPr>
          <w:rFonts w:ascii="Arial" w:hAnsi="Arial" w:cs="Arial"/>
          <w:sz w:val="20"/>
        </w:rPr>
        <w:t>mois à compter de :</w:t>
      </w:r>
    </w:p>
    <w:p w14:paraId="55F667C6" w14:textId="74C2449C" w:rsidR="00B9117B" w:rsidRDefault="00612CF7" w:rsidP="00B733DB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B40D5D">
        <w:rPr>
          <w:rFonts w:ascii="Arial" w:hAnsi="Arial" w:cs="Arial"/>
          <w:sz w:val="20"/>
        </w:rPr>
      </w:r>
      <w:r w:rsidR="00B40D5D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B733DB" w:rsidRPr="002C6463">
        <w:rPr>
          <w:rFonts w:ascii="Arial" w:hAnsi="Arial" w:cs="Arial"/>
          <w:sz w:val="20"/>
        </w:rPr>
        <w:tab/>
      </w:r>
      <w:r w:rsidR="00B9117B" w:rsidRPr="002C6463">
        <w:rPr>
          <w:rFonts w:ascii="Arial" w:hAnsi="Arial" w:cs="Arial"/>
          <w:sz w:val="20"/>
        </w:rPr>
        <w:t>La date de notification du marché</w:t>
      </w:r>
    </w:p>
    <w:p w14:paraId="5BCEFA33" w14:textId="77777777" w:rsidR="00247D6B" w:rsidRPr="002C6463" w:rsidRDefault="00247D6B" w:rsidP="00B733DB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</w:p>
    <w:p w14:paraId="59D2BC61" w14:textId="7C8A6E74" w:rsidR="00E61334" w:rsidRPr="003B51DD" w:rsidRDefault="00F54BBD" w:rsidP="00FA6E33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757DC6C3" w:rsidR="00241AC9" w:rsidRDefault="002C6463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B40D5D">
        <w:rPr>
          <w:rFonts w:ascii="Arial" w:hAnsi="Arial" w:cs="Arial"/>
          <w:sz w:val="20"/>
        </w:rPr>
      </w:r>
      <w:r w:rsidR="00B40D5D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3B51DD">
        <w:rPr>
          <w:rFonts w:ascii="Arial" w:hAnsi="Arial" w:cs="Arial"/>
          <w:sz w:val="20"/>
        </w:rPr>
        <w:tab/>
      </w:r>
      <w:r w:rsidR="00241AC9" w:rsidRPr="003B51DD">
        <w:rPr>
          <w:rFonts w:ascii="Arial" w:hAnsi="Arial" w:cs="Arial"/>
          <w:sz w:val="20"/>
        </w:rPr>
        <w:t>Sans objet</w:t>
      </w:r>
    </w:p>
    <w:p w14:paraId="7CFA5C09" w14:textId="77777777" w:rsidR="000C5832" w:rsidRPr="003B51DD" w:rsidRDefault="000C5832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</w:p>
    <w:p w14:paraId="28D8C74C" w14:textId="6B6A3264" w:rsidR="00AD36F8" w:rsidRPr="003B51DD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3B51DD" w:rsidRDefault="00AD36F8" w:rsidP="00AD36F8">
      <w:pPr>
        <w:rPr>
          <w:rFonts w:ascii="Arial" w:hAnsi="Arial" w:cs="Arial"/>
          <w:sz w:val="20"/>
          <w:szCs w:val="24"/>
        </w:rPr>
      </w:pPr>
    </w:p>
    <w:p w14:paraId="68E7067D" w14:textId="1243A11F" w:rsidR="00A830C3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3B51DD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B40D5D">
        <w:rPr>
          <w:rFonts w:ascii="Arial" w:hAnsi="Arial" w:cs="Arial"/>
          <w:sz w:val="20"/>
          <w:lang w:eastAsia="zh-CN"/>
        </w:rPr>
      </w:r>
      <w:r w:rsidR="00B40D5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B40D5D">
        <w:rPr>
          <w:rFonts w:ascii="Arial" w:hAnsi="Arial" w:cs="Arial"/>
          <w:sz w:val="20"/>
          <w:lang w:eastAsia="zh-CN"/>
        </w:rPr>
      </w:r>
      <w:r w:rsidR="00B40D5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B40D5D">
        <w:rPr>
          <w:rFonts w:ascii="Arial" w:hAnsi="Arial" w:cs="Arial"/>
          <w:sz w:val="20"/>
          <w:lang w:eastAsia="zh-CN"/>
        </w:rPr>
      </w:r>
      <w:r w:rsidR="00B40D5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3B51DD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B40D5D">
        <w:rPr>
          <w:rFonts w:ascii="Arial" w:hAnsi="Arial" w:cs="Arial"/>
          <w:sz w:val="20"/>
          <w:lang w:eastAsia="zh-CN"/>
        </w:rPr>
      </w:r>
      <w:r w:rsidR="00B40D5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  <w:t>pour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B40D5D">
        <w:rPr>
          <w:rFonts w:ascii="Arial" w:hAnsi="Arial" w:cs="Arial"/>
          <w:sz w:val="20"/>
          <w:lang w:eastAsia="zh-CN"/>
        </w:rPr>
      </w:r>
      <w:r w:rsidR="00B40D5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  <w:t>pour signer, en leur nom et pour leur compte, les modifications ultérieures du marché public ;</w:t>
      </w:r>
    </w:p>
    <w:p w14:paraId="7ED19087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B40D5D">
        <w:rPr>
          <w:rFonts w:ascii="Arial" w:hAnsi="Arial" w:cs="Arial"/>
          <w:sz w:val="20"/>
          <w:lang w:eastAsia="zh-CN"/>
        </w:rPr>
      </w:r>
      <w:r w:rsidR="00B40D5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>ont donné mandat au mandataire dans les conditions définies par les pouvoirs joints en annexe.</w:t>
      </w:r>
    </w:p>
    <w:p w14:paraId="10DB4AFD" w14:textId="247950E7" w:rsidR="00292EF8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(hors cas des marchés de défense ou de sécurité dans lequel ces documents ont déjà été fournis)</w:t>
      </w:r>
    </w:p>
    <w:p w14:paraId="591A196F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B40D5D">
        <w:rPr>
          <w:rFonts w:ascii="Arial" w:hAnsi="Arial" w:cs="Arial"/>
          <w:sz w:val="20"/>
          <w:lang w:eastAsia="zh-CN"/>
        </w:rPr>
      </w:r>
      <w:r w:rsidR="00B40D5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B40D5D">
        <w:rPr>
          <w:rFonts w:ascii="Arial" w:hAnsi="Arial" w:cs="Arial"/>
          <w:sz w:val="20"/>
          <w:lang w:eastAsia="zh-CN"/>
        </w:rPr>
      </w:r>
      <w:r w:rsidR="00B40D5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  <w:t>donnent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B40D5D">
        <w:rPr>
          <w:rFonts w:ascii="Arial" w:hAnsi="Arial" w:cs="Arial"/>
          <w:sz w:val="20"/>
          <w:lang w:eastAsia="zh-CN"/>
        </w:rPr>
      </w:r>
      <w:r w:rsidR="00B40D5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  <w:t>donnent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280A83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B40D5D">
        <w:rPr>
          <w:rFonts w:ascii="Arial" w:hAnsi="Arial" w:cs="Arial"/>
          <w:sz w:val="20"/>
          <w:lang w:eastAsia="zh-CN"/>
        </w:rPr>
      </w:r>
      <w:r w:rsidR="00B40D5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  <w:t>donnent mandat au mandataire dans les conditions définies ci-dessous :</w:t>
      </w:r>
    </w:p>
    <w:p w14:paraId="7E298B3E" w14:textId="1E042668" w:rsidR="00A830C3" w:rsidRPr="003B51DD" w:rsidRDefault="00A830C3" w:rsidP="00280A83">
      <w:pPr>
        <w:tabs>
          <w:tab w:val="left" w:pos="851"/>
        </w:tabs>
        <w:suppressAutoHyphens/>
        <w:spacing w:after="60"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51DD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</w:p>
    <w:p w14:paraId="47A03332" w14:textId="6A04E19F" w:rsidR="002471DA" w:rsidRPr="003B51DD" w:rsidRDefault="002471DA" w:rsidP="00AD36F8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5EA8971A" w14:textId="787128B4" w:rsidR="00D82C77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3C6E48CC" w14:textId="77777777" w:rsidR="00E440B7" w:rsidRPr="000A4B60" w:rsidRDefault="00E440B7" w:rsidP="00E440B7">
      <w:pPr>
        <w:spacing w:before="120"/>
        <w:jc w:val="both"/>
        <w:rPr>
          <w:rFonts w:ascii="Arial" w:hAnsi="Arial" w:cs="Arial"/>
        </w:rPr>
      </w:pPr>
      <w:r w:rsidRPr="000A4B60">
        <w:rPr>
          <w:rFonts w:ascii="Arial" w:hAnsi="Arial" w:cs="Arial"/>
        </w:rPr>
        <w:t>MINARM/SGA/SID/</w:t>
      </w:r>
      <w:r>
        <w:rPr>
          <w:rFonts w:ascii="Arial" w:hAnsi="Arial" w:cs="Arial"/>
        </w:rPr>
        <w:t xml:space="preserve">ATL </w:t>
      </w:r>
      <w:r w:rsidRPr="000A4B60">
        <w:rPr>
          <w:rFonts w:ascii="Arial" w:hAnsi="Arial" w:cs="Arial"/>
        </w:rPr>
        <w:t>(Ministère des Armées / Secrétariat Général pour l'Administration /</w:t>
      </w:r>
      <w:r w:rsidRPr="000A4B60">
        <w:rPr>
          <w:rFonts w:ascii="Arial" w:hAnsi="Arial" w:cs="Arial"/>
          <w:color w:val="000000"/>
        </w:rPr>
        <w:t xml:space="preserve"> Direction Centrale du Service d'Infrastructure de la Défense </w:t>
      </w:r>
      <w:r w:rsidRPr="000A4B60">
        <w:rPr>
          <w:rFonts w:ascii="Arial" w:hAnsi="Arial" w:cs="Arial"/>
        </w:rPr>
        <w:t>/</w:t>
      </w:r>
      <w:r w:rsidRPr="000A4B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</w:t>
      </w:r>
      <w:r w:rsidRPr="00E70C8D">
        <w:rPr>
          <w:rFonts w:ascii="Arial" w:hAnsi="Arial" w:cs="Arial"/>
          <w:color w:val="000000"/>
        </w:rPr>
        <w:t>ervice d'</w:t>
      </w:r>
      <w:r>
        <w:rPr>
          <w:rFonts w:ascii="Arial" w:hAnsi="Arial" w:cs="Arial"/>
          <w:color w:val="000000"/>
        </w:rPr>
        <w:t>Infrastructure de la D</w:t>
      </w:r>
      <w:r w:rsidRPr="00E70C8D">
        <w:rPr>
          <w:rFonts w:ascii="Arial" w:hAnsi="Arial" w:cs="Arial"/>
          <w:color w:val="000000"/>
        </w:rPr>
        <w:t>éfense Atlantique</w:t>
      </w:r>
      <w:r w:rsidRPr="000A4B60">
        <w:rPr>
          <w:rFonts w:ascii="Arial" w:hAnsi="Arial" w:cs="Arial"/>
        </w:rPr>
        <w:t>)</w:t>
      </w:r>
    </w:p>
    <w:p w14:paraId="6792A44E" w14:textId="4723CA96" w:rsidR="007823F5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23E04E89" w:rsidR="00D82C77" w:rsidRPr="003B51DD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E440B7">
        <w:rPr>
          <w:rFonts w:ascii="Arial" w:hAnsi="Arial" w:cs="Arial"/>
          <w:bCs/>
          <w:sz w:val="20"/>
        </w:rPr>
        <w:t>Atlantique.</w:t>
      </w:r>
    </w:p>
    <w:p w14:paraId="5898E74C" w14:textId="77777777" w:rsidR="00385B7F" w:rsidRPr="003B51DD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59564DFD" w:rsidR="00385B7F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5EFAC30B" w14:textId="7B063D4C" w:rsidR="00E13AC1" w:rsidRDefault="00E13AC1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96A7D27" w14:textId="415F4318" w:rsidR="00E13AC1" w:rsidRDefault="00E13AC1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5F5231A" w14:textId="77777777" w:rsidR="00E13AC1" w:rsidRPr="003B51DD" w:rsidRDefault="00E13AC1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532936EF" w14:textId="77777777" w:rsidR="00280A83" w:rsidRPr="003B51DD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Univers" w:hAnsi="Univers" w:cs="Univers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3B51DD" w:rsidRDefault="00280A83" w:rsidP="00280A83">
      <w:pPr>
        <w:tabs>
          <w:tab w:val="left" w:pos="851"/>
        </w:tabs>
        <w:suppressAutoHyphens/>
        <w:jc w:val="center"/>
        <w:rPr>
          <w:rFonts w:ascii="Univers" w:hAnsi="Univers" w:cs="Univers"/>
          <w:sz w:val="8"/>
          <w:lang w:eastAsia="zh-CN"/>
        </w:rPr>
      </w:pPr>
    </w:p>
    <w:p w14:paraId="0FC3B540" w14:textId="45864309" w:rsidR="00D82C77" w:rsidRPr="003B51DD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4AC68FA7" w14:textId="77777777" w:rsidR="0046717F" w:rsidRPr="003B51DD" w:rsidRDefault="0046717F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5ADD4036" w14:textId="77777777" w:rsidR="0046717F" w:rsidRPr="003B51DD" w:rsidRDefault="0046717F" w:rsidP="0046717F">
      <w:pPr>
        <w:jc w:val="center"/>
        <w:rPr>
          <w:bCs/>
          <w:szCs w:val="22"/>
        </w:rPr>
      </w:pPr>
    </w:p>
    <w:p w14:paraId="58FC78F2" w14:textId="77777777" w:rsidR="009200B1" w:rsidRPr="003B51DD" w:rsidRDefault="009200B1" w:rsidP="009200B1">
      <w:pPr>
        <w:jc w:val="center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Pour le directeur </w:t>
      </w:r>
      <w:r>
        <w:rPr>
          <w:rFonts w:ascii="Arial" w:hAnsi="Arial" w:cs="Arial"/>
          <w:bCs/>
          <w:sz w:val="20"/>
        </w:rPr>
        <w:t xml:space="preserve">du SID Atlantique </w:t>
      </w:r>
    </w:p>
    <w:p w14:paraId="68B8AFC2" w14:textId="77777777" w:rsidR="009200B1" w:rsidRPr="003B51DD" w:rsidRDefault="009200B1" w:rsidP="00893952">
      <w:pPr>
        <w:spacing w:after="60"/>
        <w:jc w:val="center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Et par délégation </w:t>
      </w:r>
    </w:p>
    <w:p w14:paraId="14F35BF8" w14:textId="77777777" w:rsidR="00893952" w:rsidRPr="00893952" w:rsidRDefault="009200B1" w:rsidP="00893952">
      <w:pPr>
        <w:jc w:val="center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color w:val="00B050"/>
          <w:sz w:val="20"/>
        </w:rPr>
        <w:t xml:space="preserve"> </w:t>
      </w:r>
      <w:r w:rsidR="00893952" w:rsidRPr="00893952">
        <w:rPr>
          <w:rFonts w:ascii="Arial" w:hAnsi="Arial" w:cs="Arial"/>
          <w:bCs/>
          <w:sz w:val="20"/>
        </w:rPr>
        <w:t xml:space="preserve">L’ICD Valérie RIOU-GUENNEGUES </w:t>
      </w:r>
    </w:p>
    <w:p w14:paraId="6639B397" w14:textId="77777777" w:rsidR="00C964EA" w:rsidRDefault="00893952" w:rsidP="00893952">
      <w:pPr>
        <w:jc w:val="center"/>
        <w:rPr>
          <w:rFonts w:ascii="Arial" w:hAnsi="Arial" w:cs="Arial"/>
          <w:bCs/>
          <w:sz w:val="20"/>
        </w:rPr>
      </w:pPr>
      <w:r w:rsidRPr="00893952">
        <w:rPr>
          <w:rFonts w:ascii="Arial" w:hAnsi="Arial" w:cs="Arial"/>
          <w:bCs/>
          <w:sz w:val="20"/>
        </w:rPr>
        <w:t xml:space="preserve">Cheffe de la </w:t>
      </w:r>
      <w:r w:rsidR="006B7FA8">
        <w:rPr>
          <w:rFonts w:ascii="Arial" w:hAnsi="Arial" w:cs="Arial"/>
          <w:bCs/>
          <w:sz w:val="20"/>
        </w:rPr>
        <w:t xml:space="preserve">section </w:t>
      </w:r>
      <w:r w:rsidRPr="00893952">
        <w:rPr>
          <w:rFonts w:ascii="Arial" w:hAnsi="Arial" w:cs="Arial"/>
          <w:bCs/>
          <w:sz w:val="20"/>
        </w:rPr>
        <w:t xml:space="preserve">régie portuaire </w:t>
      </w:r>
      <w:r>
        <w:rPr>
          <w:rFonts w:ascii="Arial" w:hAnsi="Arial" w:cs="Arial"/>
          <w:bCs/>
          <w:sz w:val="20"/>
        </w:rPr>
        <w:t xml:space="preserve">de </w:t>
      </w:r>
      <w:r w:rsidRPr="00893952">
        <w:rPr>
          <w:rFonts w:ascii="Arial" w:hAnsi="Arial" w:cs="Arial"/>
          <w:bCs/>
          <w:sz w:val="20"/>
        </w:rPr>
        <w:t>l’USID de B</w:t>
      </w:r>
      <w:r>
        <w:rPr>
          <w:rFonts w:ascii="Arial" w:hAnsi="Arial" w:cs="Arial"/>
          <w:bCs/>
          <w:sz w:val="20"/>
        </w:rPr>
        <w:t>rest</w:t>
      </w:r>
    </w:p>
    <w:p w14:paraId="0573CF12" w14:textId="77777777" w:rsidR="00C964EA" w:rsidRDefault="00C964EA" w:rsidP="00893952">
      <w:pPr>
        <w:jc w:val="center"/>
        <w:rPr>
          <w:rFonts w:ascii="Arial" w:hAnsi="Arial" w:cs="Arial"/>
          <w:bCs/>
          <w:sz w:val="20"/>
        </w:rPr>
      </w:pPr>
    </w:p>
    <w:p w14:paraId="1FDDC485" w14:textId="77777777" w:rsidR="00C964EA" w:rsidRDefault="00C964EA" w:rsidP="00893952">
      <w:pPr>
        <w:jc w:val="center"/>
        <w:rPr>
          <w:rFonts w:ascii="Arial" w:hAnsi="Arial" w:cs="Arial"/>
          <w:bCs/>
          <w:sz w:val="20"/>
        </w:rPr>
      </w:pPr>
    </w:p>
    <w:p w14:paraId="516A6693" w14:textId="77777777" w:rsidR="00C964EA" w:rsidRDefault="00C964EA" w:rsidP="00893952">
      <w:pPr>
        <w:jc w:val="center"/>
        <w:rPr>
          <w:rFonts w:ascii="Arial" w:hAnsi="Arial" w:cs="Arial"/>
          <w:bCs/>
          <w:sz w:val="20"/>
        </w:rPr>
      </w:pPr>
    </w:p>
    <w:p w14:paraId="3089C613" w14:textId="77777777" w:rsidR="00C964EA" w:rsidRDefault="00C964EA" w:rsidP="00893952">
      <w:pPr>
        <w:jc w:val="center"/>
        <w:rPr>
          <w:rFonts w:ascii="Arial" w:hAnsi="Arial" w:cs="Arial"/>
          <w:bCs/>
          <w:sz w:val="20"/>
        </w:rPr>
      </w:pPr>
    </w:p>
    <w:p w14:paraId="36DD4C00" w14:textId="77777777" w:rsidR="00C964EA" w:rsidRDefault="00C964EA" w:rsidP="00893952">
      <w:pPr>
        <w:jc w:val="center"/>
        <w:rPr>
          <w:rFonts w:ascii="Arial" w:hAnsi="Arial" w:cs="Arial"/>
          <w:bCs/>
          <w:sz w:val="20"/>
        </w:rPr>
      </w:pPr>
    </w:p>
    <w:p w14:paraId="059D385D" w14:textId="77777777" w:rsidR="00C964EA" w:rsidRDefault="00C964EA" w:rsidP="00893952">
      <w:pPr>
        <w:jc w:val="center"/>
        <w:rPr>
          <w:rFonts w:ascii="Arial" w:hAnsi="Arial" w:cs="Arial"/>
          <w:bCs/>
          <w:sz w:val="20"/>
        </w:rPr>
      </w:pPr>
    </w:p>
    <w:p w14:paraId="596E049F" w14:textId="77777777" w:rsidR="00C964EA" w:rsidRDefault="00C964EA" w:rsidP="00893952">
      <w:pPr>
        <w:jc w:val="center"/>
        <w:rPr>
          <w:rFonts w:ascii="Arial" w:hAnsi="Arial" w:cs="Arial"/>
          <w:bCs/>
          <w:sz w:val="20"/>
        </w:rPr>
      </w:pPr>
    </w:p>
    <w:p w14:paraId="384E1D5F" w14:textId="77777777" w:rsidR="00C964EA" w:rsidRDefault="00C964EA" w:rsidP="00893952">
      <w:pPr>
        <w:jc w:val="center"/>
        <w:rPr>
          <w:rFonts w:ascii="Arial" w:hAnsi="Arial" w:cs="Arial"/>
          <w:bCs/>
          <w:sz w:val="20"/>
        </w:rPr>
      </w:pPr>
    </w:p>
    <w:p w14:paraId="4D81EF05" w14:textId="77777777" w:rsidR="00C964EA" w:rsidRPr="00C964EA" w:rsidRDefault="00C964EA" w:rsidP="00C964EA">
      <w:pPr>
        <w:rPr>
          <w:rFonts w:ascii="Arial" w:hAnsi="Arial" w:cs="Arial"/>
          <w:b/>
          <w:bCs/>
          <w:sz w:val="20"/>
        </w:rPr>
      </w:pPr>
      <w:r w:rsidRPr="00C964EA">
        <w:rPr>
          <w:rFonts w:ascii="Arial" w:hAnsi="Arial" w:cs="Arial"/>
          <w:b/>
          <w:bCs/>
          <w:sz w:val="20"/>
        </w:rPr>
        <w:t>Date de notification du marché : Accusé réception de la PLACE</w:t>
      </w:r>
    </w:p>
    <w:p w14:paraId="2D717115" w14:textId="77777777" w:rsidR="00C964EA" w:rsidRDefault="00C964EA" w:rsidP="00893952">
      <w:pPr>
        <w:jc w:val="center"/>
        <w:rPr>
          <w:rFonts w:ascii="Arial" w:hAnsi="Arial" w:cs="Arial"/>
          <w:bCs/>
          <w:sz w:val="20"/>
        </w:rPr>
      </w:pPr>
    </w:p>
    <w:p w14:paraId="0225CCF0" w14:textId="77777777" w:rsidR="00C964EA" w:rsidRDefault="00C964EA" w:rsidP="00893952">
      <w:pPr>
        <w:jc w:val="center"/>
        <w:rPr>
          <w:rFonts w:ascii="Arial" w:hAnsi="Arial" w:cs="Arial"/>
          <w:bCs/>
          <w:sz w:val="20"/>
        </w:rPr>
      </w:pPr>
    </w:p>
    <w:p w14:paraId="4B037C0A" w14:textId="41AD1117" w:rsidR="0081690E" w:rsidRDefault="0081690E" w:rsidP="00893952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br w:type="page"/>
      </w:r>
    </w:p>
    <w:p w14:paraId="05C7A171" w14:textId="77777777" w:rsidR="0081690E" w:rsidRDefault="0081690E" w:rsidP="0081690E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</w:p>
    <w:p w14:paraId="5689109D" w14:textId="77777777" w:rsidR="0081690E" w:rsidRDefault="0081690E" w:rsidP="0081690E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  <w:r w:rsidRPr="00416944">
        <w:rPr>
          <w:rFonts w:ascii="Arial" w:eastAsia="Arial" w:hAnsi="Arial" w:cs="Arial"/>
          <w:b/>
          <w:color w:val="FFFFFF" w:themeColor="background1"/>
          <w:sz w:val="18"/>
          <w:szCs w:val="22"/>
        </w:rPr>
        <w:t>ANNEXE n°</w:t>
      </w:r>
      <w:r>
        <w:rPr>
          <w:rFonts w:ascii="Arial" w:eastAsia="Arial" w:hAnsi="Arial" w:cs="Arial"/>
          <w:b/>
          <w:color w:val="FFFFFF" w:themeColor="background1"/>
          <w:sz w:val="18"/>
          <w:szCs w:val="22"/>
        </w:rPr>
        <w:t xml:space="preserve"> </w:t>
      </w:r>
      <w:r w:rsidRPr="00416944">
        <w:rPr>
          <w:rFonts w:ascii="Arial" w:eastAsia="Arial" w:hAnsi="Arial" w:cs="Arial"/>
          <w:b/>
          <w:color w:val="FFFFFF" w:themeColor="background1"/>
          <w:sz w:val="18"/>
          <w:szCs w:val="22"/>
        </w:rPr>
        <w:t>1</w:t>
      </w:r>
      <w:r>
        <w:rPr>
          <w:rFonts w:ascii="Arial" w:eastAsia="Arial" w:hAnsi="Arial" w:cs="Arial"/>
          <w:b/>
          <w:color w:val="FFFFFF" w:themeColor="background1"/>
          <w:sz w:val="18"/>
          <w:szCs w:val="22"/>
        </w:rPr>
        <w:t xml:space="preserve"> </w:t>
      </w:r>
    </w:p>
    <w:p w14:paraId="634F4973" w14:textId="77777777" w:rsidR="0081690E" w:rsidRDefault="0081690E" w:rsidP="0081690E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  <w:r w:rsidRPr="00416944">
        <w:rPr>
          <w:rFonts w:ascii="Arial" w:eastAsia="Arial" w:hAnsi="Arial" w:cs="Arial"/>
          <w:b/>
          <w:color w:val="FFFFFF" w:themeColor="background1"/>
          <w:sz w:val="18"/>
          <w:szCs w:val="22"/>
        </w:rPr>
        <w:t>RIB(s)</w:t>
      </w:r>
    </w:p>
    <w:p w14:paraId="73C1A8A0" w14:textId="77777777" w:rsidR="0081690E" w:rsidRPr="00416944" w:rsidRDefault="0081690E" w:rsidP="0081690E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</w:p>
    <w:p w14:paraId="676EF8E2" w14:textId="77777777" w:rsidR="0081690E" w:rsidRDefault="0081690E" w:rsidP="0081690E">
      <w:pPr>
        <w:rPr>
          <w:rFonts w:ascii="Arial" w:eastAsia="Arial" w:hAnsi="Arial" w:cs="Arial"/>
          <w:color w:val="000000"/>
          <w:sz w:val="18"/>
          <w:szCs w:val="22"/>
        </w:rPr>
      </w:pPr>
    </w:p>
    <w:p w14:paraId="274EF28F" w14:textId="77777777" w:rsidR="0081690E" w:rsidRDefault="0081690E" w:rsidP="0081690E">
      <w:pPr>
        <w:rPr>
          <w:rFonts w:ascii="Arial" w:eastAsia="Arial" w:hAnsi="Arial" w:cs="Arial"/>
          <w:color w:val="000000"/>
          <w:sz w:val="18"/>
          <w:szCs w:val="22"/>
        </w:rPr>
      </w:pPr>
    </w:p>
    <w:p w14:paraId="1ABC267A" w14:textId="77777777" w:rsidR="0081690E" w:rsidRPr="00ED5F4E" w:rsidRDefault="0081690E" w:rsidP="0081690E">
      <w:pPr>
        <w:jc w:val="both"/>
        <w:rPr>
          <w:rFonts w:ascii="Arial" w:hAnsi="Arial" w:cs="Arial"/>
          <w:b/>
          <w:szCs w:val="22"/>
        </w:rPr>
      </w:pPr>
      <w:r w:rsidRPr="00ED5F4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3F1CD795" w14:textId="77777777" w:rsidR="0081690E" w:rsidRDefault="0081690E" w:rsidP="0081690E">
      <w:pPr>
        <w:jc w:val="both"/>
        <w:rPr>
          <w:rFonts w:ascii="Arial" w:hAnsi="Arial" w:cs="Arial"/>
          <w:b/>
          <w:szCs w:val="22"/>
        </w:rPr>
      </w:pPr>
    </w:p>
    <w:p w14:paraId="508750FC" w14:textId="77777777" w:rsidR="0081690E" w:rsidRPr="00ED5F4E" w:rsidRDefault="0081690E" w:rsidP="0081690E">
      <w:pPr>
        <w:jc w:val="both"/>
        <w:rPr>
          <w:rFonts w:ascii="Arial" w:hAnsi="Arial" w:cs="Arial"/>
          <w:b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81690E" w:rsidRPr="00ED5F4E" w14:paraId="3F20EE24" w14:textId="77777777" w:rsidTr="001253E3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723AB5ED" w14:textId="77777777" w:rsidR="0081690E" w:rsidRPr="00ED5F4E" w:rsidRDefault="0081690E" w:rsidP="001253E3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ED5F4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516231E5" w14:textId="77777777" w:rsidR="0081690E" w:rsidRPr="00ED5F4E" w:rsidRDefault="0081690E" w:rsidP="001253E3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6D5CADA6" w14:textId="77777777" w:rsidR="0081690E" w:rsidRPr="005F715E" w:rsidRDefault="0081690E" w:rsidP="0081690E">
      <w:pPr>
        <w:rPr>
          <w:rFonts w:ascii="Arial" w:hAnsi="Arial" w:cs="Arial"/>
          <w:szCs w:val="22"/>
        </w:rPr>
      </w:pPr>
    </w:p>
    <w:p w14:paraId="7F67C61D" w14:textId="77777777" w:rsidR="00074744" w:rsidRPr="003B51DD" w:rsidRDefault="00074744" w:rsidP="00893952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sectPr w:rsidR="00074744" w:rsidRPr="003B51DD" w:rsidSect="008A6176">
      <w:footerReference w:type="default" r:id="rId16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CF7E3" w14:textId="77777777" w:rsidR="0072052C" w:rsidRDefault="0072052C">
      <w:r>
        <w:separator/>
      </w:r>
    </w:p>
  </w:endnote>
  <w:endnote w:type="continuationSeparator" w:id="0">
    <w:p w14:paraId="523583DE" w14:textId="77777777" w:rsidR="0072052C" w:rsidRDefault="0072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5D60" w14:textId="4BC6F238" w:rsidR="00D0672A" w:rsidRPr="00BD41C6" w:rsidRDefault="00D0672A">
    <w:pPr>
      <w:pStyle w:val="Pieddepage"/>
      <w:jc w:val="right"/>
      <w:rPr>
        <w:sz w:val="22"/>
      </w:rPr>
    </w:pPr>
    <w:r w:rsidRPr="00BD41C6">
      <w:rPr>
        <w:sz w:val="22"/>
      </w:rPr>
      <w:fldChar w:fldCharType="begin"/>
    </w:r>
    <w:r w:rsidRPr="00BD41C6">
      <w:rPr>
        <w:sz w:val="22"/>
      </w:rPr>
      <w:instrText>PAGE   \* MERGEFORMAT</w:instrText>
    </w:r>
    <w:r w:rsidRPr="00BD41C6">
      <w:rPr>
        <w:sz w:val="22"/>
      </w:rPr>
      <w:fldChar w:fldCharType="separate"/>
    </w:r>
    <w:r w:rsidR="00B40D5D">
      <w:rPr>
        <w:noProof/>
        <w:sz w:val="22"/>
      </w:rPr>
      <w:t>6</w:t>
    </w:r>
    <w:r w:rsidRPr="00BD41C6">
      <w:rPr>
        <w:sz w:val="22"/>
      </w:rPr>
      <w:fldChar w:fldCharType="end"/>
    </w:r>
    <w:r w:rsidRPr="00BD41C6">
      <w:rPr>
        <w:sz w:val="22"/>
      </w:rPr>
      <w:t>/</w:t>
    </w:r>
    <w:r w:rsidRPr="00BD41C6">
      <w:rPr>
        <w:sz w:val="22"/>
      </w:rPr>
      <w:fldChar w:fldCharType="begin"/>
    </w:r>
    <w:r w:rsidRPr="00BD41C6">
      <w:rPr>
        <w:sz w:val="22"/>
      </w:rPr>
      <w:instrText xml:space="preserve"> NUMPAGES  \* Arabic  \* MERGEFORMAT </w:instrText>
    </w:r>
    <w:r w:rsidRPr="00BD41C6">
      <w:rPr>
        <w:sz w:val="22"/>
      </w:rPr>
      <w:fldChar w:fldCharType="separate"/>
    </w:r>
    <w:r w:rsidR="00B40D5D">
      <w:rPr>
        <w:noProof/>
        <w:sz w:val="22"/>
      </w:rPr>
      <w:t>6</w:t>
    </w:r>
    <w:r w:rsidRPr="00BD41C6">
      <w:rPr>
        <w:noProof/>
        <w:sz w:val="22"/>
      </w:rPr>
      <w:fldChar w:fldCharType="end"/>
    </w:r>
  </w:p>
  <w:p w14:paraId="77940DCE" w14:textId="4858703E" w:rsidR="00D0672A" w:rsidRPr="00BD41C6" w:rsidRDefault="00C964EA">
    <w:pPr>
      <w:pStyle w:val="Pieddepage"/>
      <w:rPr>
        <w:sz w:val="16"/>
      </w:rPr>
    </w:pPr>
    <w:r>
      <w:rPr>
        <w:sz w:val="16"/>
      </w:rPr>
      <w:t xml:space="preserve">8871 - </w:t>
    </w:r>
    <w:r w:rsidR="00D0672A">
      <w:rPr>
        <w:sz w:val="16"/>
      </w:rPr>
      <w:t xml:space="preserve">AE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8B8D6" w14:textId="77777777" w:rsidR="0072052C" w:rsidRDefault="0072052C">
      <w:r>
        <w:separator/>
      </w:r>
    </w:p>
  </w:footnote>
  <w:footnote w:type="continuationSeparator" w:id="0">
    <w:p w14:paraId="680039E6" w14:textId="77777777" w:rsidR="0072052C" w:rsidRDefault="0072052C">
      <w:r>
        <w:continuationSeparator/>
      </w:r>
    </w:p>
  </w:footnote>
  <w:footnote w:id="1">
    <w:p w14:paraId="3D17F363" w14:textId="77777777" w:rsidR="008F0F0F" w:rsidRDefault="008F0F0F" w:rsidP="008F0F0F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5AE0E186" w14:textId="77777777" w:rsidR="008F0F0F" w:rsidRDefault="008F0F0F" w:rsidP="008F0F0F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-1619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-1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8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7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9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EE8"/>
    <w:rsid w:val="00031D28"/>
    <w:rsid w:val="000338CF"/>
    <w:rsid w:val="00034ACE"/>
    <w:rsid w:val="00046F4D"/>
    <w:rsid w:val="00053911"/>
    <w:rsid w:val="00054B1E"/>
    <w:rsid w:val="00054C0E"/>
    <w:rsid w:val="00060340"/>
    <w:rsid w:val="0006072C"/>
    <w:rsid w:val="00062A2A"/>
    <w:rsid w:val="00065F56"/>
    <w:rsid w:val="000718A9"/>
    <w:rsid w:val="000720D2"/>
    <w:rsid w:val="0007263D"/>
    <w:rsid w:val="00074744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C5832"/>
    <w:rsid w:val="000D2A02"/>
    <w:rsid w:val="000D4016"/>
    <w:rsid w:val="000D64EA"/>
    <w:rsid w:val="000D7743"/>
    <w:rsid w:val="000E09F6"/>
    <w:rsid w:val="000E6F4B"/>
    <w:rsid w:val="000E7D3D"/>
    <w:rsid w:val="000F7F95"/>
    <w:rsid w:val="000F7FA0"/>
    <w:rsid w:val="00103774"/>
    <w:rsid w:val="00111637"/>
    <w:rsid w:val="00111D78"/>
    <w:rsid w:val="001140F1"/>
    <w:rsid w:val="001147BB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D7957"/>
    <w:rsid w:val="001D7C9A"/>
    <w:rsid w:val="001E6F37"/>
    <w:rsid w:val="001F0553"/>
    <w:rsid w:val="001F4491"/>
    <w:rsid w:val="001F4989"/>
    <w:rsid w:val="00203957"/>
    <w:rsid w:val="00203B40"/>
    <w:rsid w:val="002175FF"/>
    <w:rsid w:val="0022648E"/>
    <w:rsid w:val="00227F04"/>
    <w:rsid w:val="00234085"/>
    <w:rsid w:val="00237C5D"/>
    <w:rsid w:val="00240572"/>
    <w:rsid w:val="00241AC9"/>
    <w:rsid w:val="00243BDD"/>
    <w:rsid w:val="002471DA"/>
    <w:rsid w:val="00247C6F"/>
    <w:rsid w:val="00247D6B"/>
    <w:rsid w:val="002524DF"/>
    <w:rsid w:val="002544A6"/>
    <w:rsid w:val="002579E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5DC0"/>
    <w:rsid w:val="002970B5"/>
    <w:rsid w:val="002A25EB"/>
    <w:rsid w:val="002A2D77"/>
    <w:rsid w:val="002A3999"/>
    <w:rsid w:val="002B04C3"/>
    <w:rsid w:val="002B24A3"/>
    <w:rsid w:val="002B3C57"/>
    <w:rsid w:val="002B7796"/>
    <w:rsid w:val="002C1147"/>
    <w:rsid w:val="002C54AE"/>
    <w:rsid w:val="002C6463"/>
    <w:rsid w:val="002D18C4"/>
    <w:rsid w:val="002D4F5D"/>
    <w:rsid w:val="002D6437"/>
    <w:rsid w:val="002D678F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1060"/>
    <w:rsid w:val="0039386C"/>
    <w:rsid w:val="00397F8C"/>
    <w:rsid w:val="003A4588"/>
    <w:rsid w:val="003B48E7"/>
    <w:rsid w:val="003B51DD"/>
    <w:rsid w:val="003C0C77"/>
    <w:rsid w:val="003C2DDF"/>
    <w:rsid w:val="003C6C05"/>
    <w:rsid w:val="003C7001"/>
    <w:rsid w:val="003C719A"/>
    <w:rsid w:val="003D09DB"/>
    <w:rsid w:val="003D3167"/>
    <w:rsid w:val="003D3613"/>
    <w:rsid w:val="003D3C29"/>
    <w:rsid w:val="003E4D60"/>
    <w:rsid w:val="003E5B20"/>
    <w:rsid w:val="003F6D37"/>
    <w:rsid w:val="00400E77"/>
    <w:rsid w:val="00403BEC"/>
    <w:rsid w:val="00403FF4"/>
    <w:rsid w:val="004053D2"/>
    <w:rsid w:val="00411AB7"/>
    <w:rsid w:val="00412F83"/>
    <w:rsid w:val="00413645"/>
    <w:rsid w:val="004143DE"/>
    <w:rsid w:val="004147E1"/>
    <w:rsid w:val="00414A89"/>
    <w:rsid w:val="00425733"/>
    <w:rsid w:val="00426AF3"/>
    <w:rsid w:val="00431714"/>
    <w:rsid w:val="00431FFC"/>
    <w:rsid w:val="00432977"/>
    <w:rsid w:val="00434BBA"/>
    <w:rsid w:val="00441DE3"/>
    <w:rsid w:val="00447675"/>
    <w:rsid w:val="00453635"/>
    <w:rsid w:val="004604D3"/>
    <w:rsid w:val="00460952"/>
    <w:rsid w:val="004628B5"/>
    <w:rsid w:val="00464311"/>
    <w:rsid w:val="0046717F"/>
    <w:rsid w:val="00467897"/>
    <w:rsid w:val="004720EB"/>
    <w:rsid w:val="004724C8"/>
    <w:rsid w:val="00472ACB"/>
    <w:rsid w:val="00474423"/>
    <w:rsid w:val="00477190"/>
    <w:rsid w:val="00477C37"/>
    <w:rsid w:val="00481B5B"/>
    <w:rsid w:val="0048522E"/>
    <w:rsid w:val="00486630"/>
    <w:rsid w:val="00486BBD"/>
    <w:rsid w:val="00486C35"/>
    <w:rsid w:val="00490E98"/>
    <w:rsid w:val="004918C9"/>
    <w:rsid w:val="00492E84"/>
    <w:rsid w:val="004A47BB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1258D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4FE7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5107"/>
    <w:rsid w:val="005E2F48"/>
    <w:rsid w:val="005E7FFE"/>
    <w:rsid w:val="006003E1"/>
    <w:rsid w:val="00600AAE"/>
    <w:rsid w:val="006032D9"/>
    <w:rsid w:val="006126D7"/>
    <w:rsid w:val="00612CF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94818"/>
    <w:rsid w:val="00697C00"/>
    <w:rsid w:val="006A52B0"/>
    <w:rsid w:val="006A7247"/>
    <w:rsid w:val="006B2AD9"/>
    <w:rsid w:val="006B6A46"/>
    <w:rsid w:val="006B7FA8"/>
    <w:rsid w:val="006C4B59"/>
    <w:rsid w:val="006D793F"/>
    <w:rsid w:val="006E0BC0"/>
    <w:rsid w:val="006E3820"/>
    <w:rsid w:val="006E5EC8"/>
    <w:rsid w:val="006F654A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052C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603FA"/>
    <w:rsid w:val="00772D75"/>
    <w:rsid w:val="00773604"/>
    <w:rsid w:val="00773E10"/>
    <w:rsid w:val="007823F5"/>
    <w:rsid w:val="00785B4B"/>
    <w:rsid w:val="00792B2A"/>
    <w:rsid w:val="00797E92"/>
    <w:rsid w:val="007A04AB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1690E"/>
    <w:rsid w:val="00822E86"/>
    <w:rsid w:val="00825868"/>
    <w:rsid w:val="00825C65"/>
    <w:rsid w:val="0082689F"/>
    <w:rsid w:val="0083605F"/>
    <w:rsid w:val="0084023C"/>
    <w:rsid w:val="0084293C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DD6"/>
    <w:rsid w:val="00892F90"/>
    <w:rsid w:val="00893952"/>
    <w:rsid w:val="008A031C"/>
    <w:rsid w:val="008A376F"/>
    <w:rsid w:val="008A6176"/>
    <w:rsid w:val="008A6521"/>
    <w:rsid w:val="008B01D0"/>
    <w:rsid w:val="008B0D20"/>
    <w:rsid w:val="008B12C0"/>
    <w:rsid w:val="008B1334"/>
    <w:rsid w:val="008B5024"/>
    <w:rsid w:val="008C0122"/>
    <w:rsid w:val="008C4DF0"/>
    <w:rsid w:val="008C6AD8"/>
    <w:rsid w:val="008D1C86"/>
    <w:rsid w:val="008D3673"/>
    <w:rsid w:val="008E3BAD"/>
    <w:rsid w:val="008E5224"/>
    <w:rsid w:val="008E5F56"/>
    <w:rsid w:val="008F0F0F"/>
    <w:rsid w:val="008F1305"/>
    <w:rsid w:val="008F270F"/>
    <w:rsid w:val="008F60F4"/>
    <w:rsid w:val="008F78EF"/>
    <w:rsid w:val="0090185F"/>
    <w:rsid w:val="00905022"/>
    <w:rsid w:val="009147AB"/>
    <w:rsid w:val="00914F26"/>
    <w:rsid w:val="00916803"/>
    <w:rsid w:val="00917FEA"/>
    <w:rsid w:val="009200B1"/>
    <w:rsid w:val="00924357"/>
    <w:rsid w:val="009273C0"/>
    <w:rsid w:val="0093012B"/>
    <w:rsid w:val="0093115A"/>
    <w:rsid w:val="00932241"/>
    <w:rsid w:val="0093490D"/>
    <w:rsid w:val="009366B6"/>
    <w:rsid w:val="00940016"/>
    <w:rsid w:val="00941AE8"/>
    <w:rsid w:val="00945D5C"/>
    <w:rsid w:val="00950B04"/>
    <w:rsid w:val="0095798E"/>
    <w:rsid w:val="00961325"/>
    <w:rsid w:val="0096532A"/>
    <w:rsid w:val="00971434"/>
    <w:rsid w:val="00972582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529B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85D"/>
    <w:rsid w:val="00A37BC2"/>
    <w:rsid w:val="00A37D43"/>
    <w:rsid w:val="00A42AFB"/>
    <w:rsid w:val="00A42F2E"/>
    <w:rsid w:val="00A453F3"/>
    <w:rsid w:val="00A46ACD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C2C1E"/>
    <w:rsid w:val="00AC31AA"/>
    <w:rsid w:val="00AC45D2"/>
    <w:rsid w:val="00AD36F8"/>
    <w:rsid w:val="00AE3222"/>
    <w:rsid w:val="00AE3A42"/>
    <w:rsid w:val="00AE4A6B"/>
    <w:rsid w:val="00AE52E3"/>
    <w:rsid w:val="00AF31A8"/>
    <w:rsid w:val="00AF38F6"/>
    <w:rsid w:val="00AF6150"/>
    <w:rsid w:val="00B00C10"/>
    <w:rsid w:val="00B01345"/>
    <w:rsid w:val="00B03469"/>
    <w:rsid w:val="00B03C8A"/>
    <w:rsid w:val="00B125C8"/>
    <w:rsid w:val="00B1260B"/>
    <w:rsid w:val="00B13197"/>
    <w:rsid w:val="00B140DE"/>
    <w:rsid w:val="00B1562C"/>
    <w:rsid w:val="00B2317C"/>
    <w:rsid w:val="00B24460"/>
    <w:rsid w:val="00B25A6D"/>
    <w:rsid w:val="00B34720"/>
    <w:rsid w:val="00B37CBC"/>
    <w:rsid w:val="00B40C07"/>
    <w:rsid w:val="00B40D5D"/>
    <w:rsid w:val="00B47C91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843"/>
    <w:rsid w:val="00B84E43"/>
    <w:rsid w:val="00B8601D"/>
    <w:rsid w:val="00B8752E"/>
    <w:rsid w:val="00B90DBD"/>
    <w:rsid w:val="00B9117B"/>
    <w:rsid w:val="00B91B45"/>
    <w:rsid w:val="00B92DB4"/>
    <w:rsid w:val="00B9367D"/>
    <w:rsid w:val="00B97E36"/>
    <w:rsid w:val="00BA7413"/>
    <w:rsid w:val="00BA7664"/>
    <w:rsid w:val="00BB19A5"/>
    <w:rsid w:val="00BB3164"/>
    <w:rsid w:val="00BB5B12"/>
    <w:rsid w:val="00BB643F"/>
    <w:rsid w:val="00BB7E95"/>
    <w:rsid w:val="00BC51B7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3D0B"/>
    <w:rsid w:val="00C964EA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21AF"/>
    <w:rsid w:val="00D258B3"/>
    <w:rsid w:val="00D27921"/>
    <w:rsid w:val="00D27F00"/>
    <w:rsid w:val="00D30071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66F0A"/>
    <w:rsid w:val="00D7652C"/>
    <w:rsid w:val="00D76B66"/>
    <w:rsid w:val="00D7754A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BA8"/>
    <w:rsid w:val="00DF78A1"/>
    <w:rsid w:val="00E03A9B"/>
    <w:rsid w:val="00E07049"/>
    <w:rsid w:val="00E11284"/>
    <w:rsid w:val="00E1166B"/>
    <w:rsid w:val="00E11CFB"/>
    <w:rsid w:val="00E13AC1"/>
    <w:rsid w:val="00E24921"/>
    <w:rsid w:val="00E27487"/>
    <w:rsid w:val="00E3000D"/>
    <w:rsid w:val="00E4384D"/>
    <w:rsid w:val="00E440B7"/>
    <w:rsid w:val="00E461D5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3A7E"/>
    <w:rsid w:val="00E94FE0"/>
    <w:rsid w:val="00E961C0"/>
    <w:rsid w:val="00E96528"/>
    <w:rsid w:val="00EA01C9"/>
    <w:rsid w:val="00EA4A7F"/>
    <w:rsid w:val="00EB0DD3"/>
    <w:rsid w:val="00EB1FAA"/>
    <w:rsid w:val="00EB3168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62D62"/>
    <w:rsid w:val="00F67C2B"/>
    <w:rsid w:val="00F727AC"/>
    <w:rsid w:val="00F74509"/>
    <w:rsid w:val="00F77106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18CA"/>
    <w:rsid w:val="00FA6E33"/>
    <w:rsid w:val="00FA7323"/>
    <w:rsid w:val="00FB155D"/>
    <w:rsid w:val="00FC1225"/>
    <w:rsid w:val="00FD43BC"/>
    <w:rsid w:val="00FD4D01"/>
    <w:rsid w:val="00FE4231"/>
    <w:rsid w:val="00FE682E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AE_FCS</Titre_Doc>
    <Item_x0020_projet_x0020_-_x0020_thème xmlns="83f7aba1-81e5-4e6c-b889-942d6aad99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8493-85A4-4A86-B433-D246D20B3F7E}">
  <ds:schemaRefs>
    <ds:schemaRef ds:uri="83f7aba1-81e5-4e6c-b889-942d6aad9907"/>
    <ds:schemaRef ds:uri="http://purl.org/dc/terms/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0a5c8b5-8712-448a-a3a9-dee401eb1bb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16EE18-0FFB-4151-BA5C-F9AFB872B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3BA021-FF9F-4D5F-B661-6F19900D6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42</TotalTime>
  <Pages>6</Pages>
  <Words>1415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BEAUTOUR Aurelia TSEF 2E CLASSE DEF</cp:lastModifiedBy>
  <cp:revision>12</cp:revision>
  <cp:lastPrinted>2023-09-13T15:13:00Z</cp:lastPrinted>
  <dcterms:created xsi:type="dcterms:W3CDTF">2025-06-12T14:42:00Z</dcterms:created>
  <dcterms:modified xsi:type="dcterms:W3CDTF">2025-09-08T13:43:00Z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