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B929AD" w14:textId="77777777" w:rsidR="009B1CD0" w:rsidRPr="000F7705" w:rsidRDefault="009B1CD0" w:rsidP="00844DAA">
      <w:pPr>
        <w:tabs>
          <w:tab w:val="left" w:pos="851"/>
        </w:tabs>
        <w:rPr>
          <w:rFonts w:cs="Arial"/>
        </w:rPr>
        <w:sectPr w:rsidR="009B1CD0" w:rsidRPr="000F770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73E8C" w:rsidRPr="000F7705" w14:paraId="69655BFF" w14:textId="77777777" w:rsidTr="000F7705">
        <w:tc>
          <w:tcPr>
            <w:tcW w:w="10277" w:type="dxa"/>
            <w:shd w:val="clear" w:color="auto" w:fill="232A55" w:themeFill="text1"/>
          </w:tcPr>
          <w:p w14:paraId="3880BB57" w14:textId="77777777" w:rsidR="00B73E8C" w:rsidRPr="00BA083D" w:rsidRDefault="00B73E8C" w:rsidP="00B73E8C">
            <w:pPr>
              <w:tabs>
                <w:tab w:val="left" w:pos="851"/>
              </w:tabs>
              <w:spacing w:before="120" w:after="120"/>
              <w:jc w:val="center"/>
              <w:rPr>
                <w:rFonts w:cs="Arial"/>
                <w:b/>
                <w:bCs/>
                <w:caps/>
                <w:sz w:val="28"/>
                <w:szCs w:val="28"/>
              </w:rPr>
            </w:pPr>
            <w:r w:rsidRPr="00BA083D">
              <w:rPr>
                <w:rFonts w:cs="Arial"/>
                <w:sz w:val="24"/>
                <w:szCs w:val="24"/>
              </w:rPr>
              <w:t>MARCH</w:t>
            </w:r>
            <w:r w:rsidRPr="00BA083D">
              <w:rPr>
                <w:rFonts w:cs="Arial"/>
                <w:caps/>
                <w:sz w:val="24"/>
                <w:szCs w:val="24"/>
              </w:rPr>
              <w:t>é</w:t>
            </w:r>
            <w:r w:rsidRPr="00BA083D">
              <w:rPr>
                <w:rFonts w:cs="Arial"/>
                <w:sz w:val="24"/>
                <w:szCs w:val="24"/>
              </w:rPr>
              <w:t>S PUBLICS</w:t>
            </w:r>
          </w:p>
          <w:p w14:paraId="3D9FB9B8" w14:textId="45FC433C" w:rsidR="00223D55" w:rsidRPr="00BA083D" w:rsidRDefault="00B73E8C"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A083D">
              <w:rPr>
                <w:rFonts w:ascii="Arial" w:hAnsi="Arial" w:cs="Arial"/>
                <w:b/>
                <w:bCs/>
                <w:sz w:val="28"/>
                <w:szCs w:val="28"/>
              </w:rPr>
              <w:t>ACTE D’ENGAGEMENT</w:t>
            </w:r>
          </w:p>
          <w:p w14:paraId="33A49BC4" w14:textId="67E76432" w:rsidR="00B73E8C" w:rsidRPr="00BA083D" w:rsidRDefault="00223D55"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A083D">
              <w:rPr>
                <w:rFonts w:ascii="Arial" w:hAnsi="Arial" w:cs="Arial"/>
                <w:b/>
                <w:bCs/>
                <w:sz w:val="28"/>
                <w:szCs w:val="28"/>
              </w:rPr>
              <w:t xml:space="preserve">Marché </w:t>
            </w:r>
            <w:r w:rsidR="00B73E8C" w:rsidRPr="00BA083D">
              <w:rPr>
                <w:rFonts w:ascii="Arial" w:hAnsi="Arial" w:cs="Arial"/>
                <w:b/>
                <w:bCs/>
                <w:sz w:val="28"/>
                <w:szCs w:val="28"/>
              </w:rPr>
              <w:t>N°</w:t>
            </w:r>
            <w:r w:rsidR="00A66CE5" w:rsidRPr="00BA083D">
              <w:rPr>
                <w:rFonts w:ascii="Arial" w:hAnsi="Arial" w:cs="Arial"/>
              </w:rPr>
              <w:t xml:space="preserve"> </w:t>
            </w:r>
            <w:r w:rsidR="00A66CE5" w:rsidRPr="00BA083D">
              <w:rPr>
                <w:rFonts w:ascii="Arial" w:hAnsi="Arial" w:cs="Arial"/>
                <w:b/>
                <w:bCs/>
                <w:sz w:val="28"/>
                <w:szCs w:val="28"/>
              </w:rPr>
              <w:t>202</w:t>
            </w:r>
            <w:r w:rsidR="00BA083D">
              <w:rPr>
                <w:rFonts w:ascii="Arial" w:hAnsi="Arial" w:cs="Arial"/>
                <w:b/>
                <w:bCs/>
                <w:sz w:val="28"/>
                <w:szCs w:val="28"/>
              </w:rPr>
              <w:t>5</w:t>
            </w:r>
            <w:r w:rsidR="00A66CE5" w:rsidRPr="00BA083D">
              <w:rPr>
                <w:rFonts w:ascii="Arial" w:hAnsi="Arial" w:cs="Arial"/>
                <w:b/>
                <w:bCs/>
                <w:sz w:val="28"/>
                <w:szCs w:val="28"/>
              </w:rPr>
              <w:t>-0</w:t>
            </w:r>
            <w:r w:rsidR="00BA083D">
              <w:rPr>
                <w:rFonts w:ascii="Arial" w:hAnsi="Arial" w:cs="Arial"/>
                <w:b/>
                <w:bCs/>
                <w:sz w:val="28"/>
                <w:szCs w:val="28"/>
              </w:rPr>
              <w:t>083</w:t>
            </w:r>
            <w:r w:rsidR="00A66CE5" w:rsidRPr="00BA083D">
              <w:rPr>
                <w:rFonts w:ascii="Arial" w:hAnsi="Arial" w:cs="Arial"/>
                <w:b/>
                <w:bCs/>
                <w:sz w:val="28"/>
                <w:szCs w:val="28"/>
              </w:rPr>
              <w:t>-</w:t>
            </w:r>
            <w:r w:rsidR="00E11CFC">
              <w:rPr>
                <w:rFonts w:ascii="Arial" w:hAnsi="Arial" w:cs="Arial"/>
                <w:b/>
                <w:bCs/>
                <w:sz w:val="28"/>
                <w:szCs w:val="28"/>
              </w:rPr>
              <w:t>00</w:t>
            </w:r>
            <w:r w:rsidR="00A66CE5" w:rsidRPr="00BA083D">
              <w:rPr>
                <w:rFonts w:ascii="Arial" w:hAnsi="Arial" w:cs="Arial"/>
                <w:b/>
                <w:bCs/>
                <w:sz w:val="28"/>
                <w:szCs w:val="28"/>
              </w:rPr>
              <w:t>-00 MP</w:t>
            </w:r>
            <w:r w:rsidR="00BA083D">
              <w:rPr>
                <w:rFonts w:ascii="Arial" w:hAnsi="Arial" w:cs="Arial"/>
                <w:b/>
                <w:bCs/>
                <w:sz w:val="28"/>
                <w:szCs w:val="28"/>
              </w:rPr>
              <w:t>A</w:t>
            </w:r>
          </w:p>
          <w:p w14:paraId="4135287C" w14:textId="77777777" w:rsidR="00BA083D" w:rsidRPr="00BA083D" w:rsidRDefault="00BA083D" w:rsidP="00BA083D">
            <w:pPr>
              <w:jc w:val="center"/>
              <w:rPr>
                <w:rFonts w:cs="Arial"/>
                <w:b/>
              </w:rPr>
            </w:pPr>
            <w:bookmarkStart w:id="0" w:name="_Hlk207029080"/>
            <w:r w:rsidRPr="00BA083D">
              <w:rPr>
                <w:rFonts w:cs="Arial"/>
                <w:b/>
              </w:rPr>
              <w:t xml:space="preserve">Acquisition et maintenance des licences </w:t>
            </w:r>
            <w:proofErr w:type="spellStart"/>
            <w:r w:rsidRPr="00BA083D">
              <w:rPr>
                <w:rFonts w:cs="Arial"/>
                <w:b/>
              </w:rPr>
              <w:t>Cyberwatch</w:t>
            </w:r>
            <w:proofErr w:type="spellEnd"/>
          </w:p>
          <w:bookmarkEnd w:id="0"/>
          <w:p w14:paraId="724C04E9" w14:textId="77777777" w:rsidR="00223D55" w:rsidRPr="00BA083D" w:rsidRDefault="00223D55" w:rsidP="00BA40CD">
            <w:pPr>
              <w:rPr>
                <w:rFonts w:cs="Arial"/>
              </w:rPr>
            </w:pPr>
          </w:p>
        </w:tc>
      </w:tr>
    </w:tbl>
    <w:p w14:paraId="7087417E" w14:textId="77777777" w:rsidR="0072612E" w:rsidRPr="000F7705" w:rsidRDefault="0072612E" w:rsidP="000F7705">
      <w:pPr>
        <w:pStyle w:val="Titre1"/>
      </w:pPr>
      <w:r w:rsidRPr="000F7705">
        <w:t>Identification de l’Acheteur</w:t>
      </w:r>
    </w:p>
    <w:p w14:paraId="1B09A593" w14:textId="77777777" w:rsidR="000F7705" w:rsidRDefault="000F7705" w:rsidP="0072612E">
      <w:pPr>
        <w:pStyle w:val="En-tte"/>
        <w:tabs>
          <w:tab w:val="clear" w:pos="4536"/>
          <w:tab w:val="clear" w:pos="9072"/>
          <w:tab w:val="left" w:pos="851"/>
        </w:tabs>
        <w:jc w:val="center"/>
        <w:rPr>
          <w:rFonts w:cs="Arial"/>
          <w:b/>
        </w:rPr>
      </w:pPr>
      <w:bookmarkStart w:id="1" w:name="_Hlk93503030"/>
    </w:p>
    <w:p w14:paraId="610F2006" w14:textId="22BF2C0D" w:rsidR="0072612E" w:rsidRPr="000F7705" w:rsidRDefault="000F7705" w:rsidP="0072612E">
      <w:pPr>
        <w:pStyle w:val="En-tte"/>
        <w:tabs>
          <w:tab w:val="clear" w:pos="4536"/>
          <w:tab w:val="clear" w:pos="9072"/>
          <w:tab w:val="left" w:pos="851"/>
        </w:tabs>
        <w:jc w:val="center"/>
        <w:rPr>
          <w:rFonts w:cs="Arial"/>
          <w:b/>
        </w:rPr>
      </w:pPr>
      <w:proofErr w:type="spellStart"/>
      <w:r w:rsidRPr="000F7705">
        <w:rPr>
          <w:rFonts w:cs="Arial"/>
          <w:b/>
        </w:rPr>
        <w:t>Numih</w:t>
      </w:r>
      <w:proofErr w:type="spellEnd"/>
      <w:r w:rsidRPr="000F7705">
        <w:rPr>
          <w:rFonts w:cs="Arial"/>
          <w:b/>
        </w:rPr>
        <w:t xml:space="preserve"> France</w:t>
      </w:r>
    </w:p>
    <w:bookmarkEnd w:id="1"/>
    <w:p w14:paraId="749096B7" w14:textId="6D5AE007" w:rsidR="00BA083D" w:rsidRDefault="00BA083D" w:rsidP="0072612E">
      <w:pPr>
        <w:pStyle w:val="En-tte"/>
        <w:tabs>
          <w:tab w:val="clear" w:pos="4536"/>
          <w:tab w:val="clear" w:pos="9072"/>
          <w:tab w:val="left" w:pos="851"/>
        </w:tabs>
        <w:jc w:val="center"/>
        <w:rPr>
          <w:rFonts w:cs="Arial"/>
          <w:b/>
        </w:rPr>
      </w:pPr>
      <w:proofErr w:type="spellStart"/>
      <w:r>
        <w:rPr>
          <w:rFonts w:cs="Arial"/>
          <w:b/>
        </w:rPr>
        <w:t>Gip</w:t>
      </w:r>
      <w:proofErr w:type="spellEnd"/>
      <w:r>
        <w:rPr>
          <w:rFonts w:cs="Arial"/>
          <w:b/>
        </w:rPr>
        <w:t xml:space="preserve"> </w:t>
      </w:r>
      <w:proofErr w:type="spellStart"/>
      <w:r>
        <w:rPr>
          <w:rFonts w:cs="Arial"/>
          <w:b/>
        </w:rPr>
        <w:t>mipih</w:t>
      </w:r>
      <w:proofErr w:type="spellEnd"/>
    </w:p>
    <w:p w14:paraId="1C4C650B" w14:textId="1EC4878B" w:rsidR="0072612E" w:rsidRPr="000F7705" w:rsidRDefault="0072612E" w:rsidP="0072612E">
      <w:pPr>
        <w:pStyle w:val="En-tte"/>
        <w:tabs>
          <w:tab w:val="clear" w:pos="4536"/>
          <w:tab w:val="clear" w:pos="9072"/>
          <w:tab w:val="left" w:pos="851"/>
        </w:tabs>
        <w:jc w:val="center"/>
        <w:rPr>
          <w:rFonts w:cs="Arial"/>
          <w:b/>
        </w:rPr>
      </w:pPr>
      <w:r w:rsidRPr="000F7705">
        <w:rPr>
          <w:rFonts w:cs="Arial"/>
          <w:b/>
        </w:rPr>
        <w:t>12 Rue Michel Labrousse</w:t>
      </w:r>
    </w:p>
    <w:p w14:paraId="39CD08D3"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CS 93668</w:t>
      </w:r>
    </w:p>
    <w:p w14:paraId="09D8587A"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31036 TOULOUSE Cedex 1</w:t>
      </w:r>
    </w:p>
    <w:p w14:paraId="4BC70148" w14:textId="77777777" w:rsidR="00DE1329" w:rsidRPr="000F7705" w:rsidRDefault="00DE1329" w:rsidP="0072612E">
      <w:pPr>
        <w:pStyle w:val="En-tte"/>
        <w:tabs>
          <w:tab w:val="clear" w:pos="4536"/>
          <w:tab w:val="clear" w:pos="9072"/>
          <w:tab w:val="left" w:pos="851"/>
        </w:tabs>
        <w:jc w:val="center"/>
        <w:rPr>
          <w:rFonts w:cs="Arial"/>
          <w:b/>
        </w:rPr>
      </w:pPr>
      <w:r w:rsidRPr="000F7705">
        <w:rPr>
          <w:rFonts w:cs="Arial"/>
          <w:b/>
          <w:u w:val="single"/>
        </w:rPr>
        <w:t>N°SIRET</w:t>
      </w:r>
      <w:r w:rsidRPr="000F7705">
        <w:rPr>
          <w:rFonts w:cs="Arial"/>
          <w:b/>
        </w:rPr>
        <w:t> : 183 100 213 00028</w:t>
      </w:r>
    </w:p>
    <w:p w14:paraId="2C891381" w14:textId="77777777" w:rsidR="00DE1329" w:rsidRPr="000F7705" w:rsidRDefault="00DE1329" w:rsidP="0072612E">
      <w:pPr>
        <w:pStyle w:val="En-tte"/>
        <w:tabs>
          <w:tab w:val="clear" w:pos="4536"/>
          <w:tab w:val="clear" w:pos="9072"/>
          <w:tab w:val="left" w:pos="851"/>
        </w:tabs>
        <w:jc w:val="center"/>
        <w:rPr>
          <w:rFonts w:cs="Arial"/>
          <w:b/>
        </w:rPr>
      </w:pPr>
    </w:p>
    <w:p w14:paraId="6FE2829C" w14:textId="77777777" w:rsidR="0072612E" w:rsidRPr="000F7705" w:rsidRDefault="0072612E" w:rsidP="0072612E">
      <w:pPr>
        <w:pStyle w:val="En-tte"/>
        <w:tabs>
          <w:tab w:val="clear" w:pos="4536"/>
          <w:tab w:val="clear" w:pos="9072"/>
          <w:tab w:val="left" w:pos="851"/>
        </w:tabs>
        <w:rPr>
          <w:rFonts w:cs="Arial"/>
        </w:rPr>
      </w:pPr>
    </w:p>
    <w:p w14:paraId="5FB9A0F1" w14:textId="77777777" w:rsidR="0072612E" w:rsidRPr="000F7705" w:rsidRDefault="0072612E" w:rsidP="0072612E">
      <w:pPr>
        <w:numPr>
          <w:ilvl w:val="0"/>
          <w:numId w:val="15"/>
        </w:numPr>
        <w:tabs>
          <w:tab w:val="left" w:pos="426"/>
          <w:tab w:val="left" w:pos="851"/>
          <w:tab w:val="left" w:pos="5103"/>
        </w:tabs>
        <w:ind w:left="357" w:hanging="357"/>
        <w:rPr>
          <w:rFonts w:cs="Arial"/>
          <w:i/>
          <w:sz w:val="18"/>
          <w:szCs w:val="18"/>
        </w:rPr>
      </w:pPr>
      <w:r w:rsidRPr="000F7705">
        <w:rPr>
          <w:rFonts w:cs="Arial"/>
        </w:rPr>
        <w:t>Nom, prénom, qualité du signataire du marché public</w:t>
      </w:r>
      <w:r w:rsidR="00B00292" w:rsidRPr="000F7705">
        <w:rPr>
          <w:rFonts w:cs="Arial"/>
        </w:rPr>
        <w:t xml:space="preserve"> </w:t>
      </w:r>
      <w:r w:rsidRPr="000F7705">
        <w:rPr>
          <w:rFonts w:cs="Arial"/>
        </w:rPr>
        <w:t>:</w:t>
      </w:r>
    </w:p>
    <w:p w14:paraId="6F602A92" w14:textId="77777777" w:rsidR="0072612E" w:rsidRPr="000F7705" w:rsidRDefault="0072612E" w:rsidP="0072612E">
      <w:pPr>
        <w:tabs>
          <w:tab w:val="left" w:pos="851"/>
        </w:tabs>
        <w:rPr>
          <w:rFonts w:cs="Arial"/>
          <w:i/>
          <w:sz w:val="18"/>
          <w:szCs w:val="18"/>
        </w:rPr>
      </w:pPr>
    </w:p>
    <w:p w14:paraId="574E07E4" w14:textId="77777777" w:rsidR="0072612E" w:rsidRPr="000F7705" w:rsidRDefault="0072612E" w:rsidP="0072612E">
      <w:pPr>
        <w:tabs>
          <w:tab w:val="left" w:pos="851"/>
        </w:tabs>
        <w:jc w:val="center"/>
        <w:rPr>
          <w:rFonts w:cs="Arial"/>
          <w:b/>
        </w:rPr>
      </w:pPr>
      <w:r w:rsidRPr="000F7705">
        <w:rPr>
          <w:rFonts w:cs="Arial"/>
          <w:b/>
        </w:rPr>
        <w:t xml:space="preserve">Monsieur Mostafa LASSIK, Directeur Général du </w:t>
      </w:r>
      <w:proofErr w:type="spellStart"/>
      <w:r w:rsidRPr="000F7705">
        <w:rPr>
          <w:rFonts w:cs="Arial"/>
          <w:b/>
        </w:rPr>
        <w:t>mipih</w:t>
      </w:r>
      <w:proofErr w:type="spellEnd"/>
    </w:p>
    <w:p w14:paraId="6791A28C" w14:textId="77777777" w:rsidR="0072612E" w:rsidRPr="000F7705" w:rsidRDefault="0072612E" w:rsidP="0072612E">
      <w:pPr>
        <w:tabs>
          <w:tab w:val="left" w:pos="851"/>
        </w:tabs>
        <w:rPr>
          <w:rFonts w:cs="Arial"/>
        </w:rPr>
      </w:pPr>
    </w:p>
    <w:p w14:paraId="5915C434" w14:textId="77777777" w:rsidR="0072612E" w:rsidRPr="000F7705" w:rsidRDefault="0072612E" w:rsidP="0072612E">
      <w:pPr>
        <w:numPr>
          <w:ilvl w:val="0"/>
          <w:numId w:val="15"/>
        </w:numPr>
        <w:tabs>
          <w:tab w:val="left" w:pos="425"/>
        </w:tabs>
        <w:ind w:left="357" w:hanging="357"/>
        <w:rPr>
          <w:rFonts w:cs="Arial"/>
        </w:rPr>
      </w:pPr>
      <w:r w:rsidRPr="000F7705">
        <w:rPr>
          <w:rFonts w:cs="Arial"/>
        </w:rPr>
        <w:t>Personne habilitée à donner les renseignements prévus à l’article R.2191-60 du Code de la commande publique (nantissements ou cessions de créances) :</w:t>
      </w:r>
    </w:p>
    <w:p w14:paraId="3314D595" w14:textId="77777777" w:rsidR="0072612E" w:rsidRPr="000F7705" w:rsidRDefault="0072612E" w:rsidP="0072612E">
      <w:pPr>
        <w:tabs>
          <w:tab w:val="left" w:pos="851"/>
        </w:tabs>
        <w:rPr>
          <w:rFonts w:cs="Arial"/>
        </w:rPr>
      </w:pPr>
    </w:p>
    <w:p w14:paraId="4152950A" w14:textId="77777777" w:rsidR="0072612E" w:rsidRPr="000F7705" w:rsidRDefault="0072612E" w:rsidP="0072612E">
      <w:pPr>
        <w:tabs>
          <w:tab w:val="left" w:pos="851"/>
        </w:tabs>
        <w:jc w:val="center"/>
        <w:rPr>
          <w:rFonts w:cs="Arial"/>
          <w:b/>
        </w:rPr>
      </w:pPr>
      <w:r w:rsidRPr="000F7705">
        <w:rPr>
          <w:rFonts w:cs="Arial"/>
          <w:b/>
        </w:rPr>
        <w:t xml:space="preserve">Monsieur </w:t>
      </w:r>
      <w:bookmarkStart w:id="2" w:name="_Hlk93503010"/>
      <w:r w:rsidRPr="000F7705">
        <w:rPr>
          <w:rFonts w:cs="Arial"/>
          <w:b/>
        </w:rPr>
        <w:t xml:space="preserve">Mostafa LASSIK, </w:t>
      </w:r>
      <w:bookmarkEnd w:id="2"/>
      <w:r w:rsidRPr="000F7705">
        <w:rPr>
          <w:rFonts w:cs="Arial"/>
          <w:b/>
        </w:rPr>
        <w:t xml:space="preserve">Directeur Général du </w:t>
      </w:r>
      <w:proofErr w:type="spellStart"/>
      <w:r w:rsidRPr="000F7705">
        <w:rPr>
          <w:rFonts w:cs="Arial"/>
          <w:b/>
        </w:rPr>
        <w:t>mipih</w:t>
      </w:r>
      <w:proofErr w:type="spellEnd"/>
    </w:p>
    <w:p w14:paraId="182C674B" w14:textId="77777777" w:rsidR="0072612E" w:rsidRPr="000F7705" w:rsidRDefault="0072612E" w:rsidP="0072612E">
      <w:pPr>
        <w:pStyle w:val="fcase2metab"/>
        <w:ind w:left="0" w:firstLine="0"/>
        <w:rPr>
          <w:rFonts w:cs="Arial"/>
        </w:rPr>
      </w:pPr>
    </w:p>
    <w:p w14:paraId="7A8366BC" w14:textId="77777777" w:rsidR="0072612E" w:rsidRPr="000F7705" w:rsidRDefault="0072612E" w:rsidP="000F7705">
      <w:pPr>
        <w:pStyle w:val="Paragraphedeliste"/>
        <w:numPr>
          <w:ilvl w:val="0"/>
          <w:numId w:val="15"/>
        </w:numPr>
        <w:tabs>
          <w:tab w:val="left" w:pos="425"/>
        </w:tabs>
        <w:rPr>
          <w:rFonts w:cs="Arial"/>
          <w:i/>
          <w:iCs/>
          <w:sz w:val="18"/>
          <w:szCs w:val="18"/>
        </w:rPr>
      </w:pPr>
      <w:r w:rsidRPr="000F7705">
        <w:rPr>
          <w:rFonts w:cs="Arial"/>
        </w:rPr>
        <w:t>Désignation, adresse, numéro de téléphone du comptable assignataire :</w:t>
      </w:r>
    </w:p>
    <w:p w14:paraId="1E0926DF" w14:textId="77777777" w:rsidR="0072612E" w:rsidRPr="000F7705" w:rsidRDefault="0072612E" w:rsidP="0072612E">
      <w:pPr>
        <w:pStyle w:val="fcase2metab"/>
        <w:rPr>
          <w:rFonts w:cs="Arial"/>
        </w:rPr>
      </w:pPr>
    </w:p>
    <w:p w14:paraId="6024F421" w14:textId="77777777" w:rsidR="0072612E" w:rsidRPr="000F7705" w:rsidRDefault="0072612E" w:rsidP="0072612E">
      <w:pPr>
        <w:pStyle w:val="fcase2metab"/>
        <w:jc w:val="center"/>
        <w:rPr>
          <w:rFonts w:cs="Arial"/>
          <w:b/>
        </w:rPr>
      </w:pPr>
      <w:r w:rsidRPr="000F7705">
        <w:rPr>
          <w:rFonts w:cs="Arial"/>
          <w:b/>
        </w:rPr>
        <w:t xml:space="preserve">Monsieur l’Agent Comptable du </w:t>
      </w:r>
      <w:proofErr w:type="spellStart"/>
      <w:r w:rsidRPr="000F7705">
        <w:rPr>
          <w:rFonts w:cs="Arial"/>
          <w:b/>
        </w:rPr>
        <w:t>MiPih</w:t>
      </w:r>
      <w:proofErr w:type="spellEnd"/>
    </w:p>
    <w:p w14:paraId="04B67BE5" w14:textId="77777777" w:rsidR="0072612E" w:rsidRPr="000F7705" w:rsidRDefault="0072612E" w:rsidP="0072612E">
      <w:pPr>
        <w:pStyle w:val="fcase2metab"/>
        <w:jc w:val="center"/>
        <w:rPr>
          <w:rFonts w:cs="Arial"/>
          <w:b/>
        </w:rPr>
      </w:pPr>
      <w:r w:rsidRPr="000F7705">
        <w:rPr>
          <w:rFonts w:cs="Arial"/>
          <w:b/>
        </w:rPr>
        <w:t>12 Rue Michel Labrousse</w:t>
      </w:r>
    </w:p>
    <w:p w14:paraId="67BBB4DD" w14:textId="77777777" w:rsidR="0072612E" w:rsidRPr="000F7705" w:rsidRDefault="0072612E" w:rsidP="0072612E">
      <w:pPr>
        <w:pStyle w:val="fcase2metab"/>
        <w:jc w:val="center"/>
        <w:rPr>
          <w:rFonts w:cs="Arial"/>
          <w:b/>
        </w:rPr>
      </w:pPr>
      <w:r w:rsidRPr="000F7705">
        <w:rPr>
          <w:rFonts w:cs="Arial"/>
          <w:b/>
        </w:rPr>
        <w:t>CS 93668</w:t>
      </w:r>
    </w:p>
    <w:p w14:paraId="271676BA" w14:textId="77777777" w:rsidR="0072612E" w:rsidRPr="000F7705" w:rsidRDefault="0072612E" w:rsidP="0072612E">
      <w:pPr>
        <w:pStyle w:val="fcase2metab"/>
        <w:jc w:val="center"/>
        <w:rPr>
          <w:rFonts w:cs="Arial"/>
          <w:b/>
        </w:rPr>
      </w:pPr>
      <w:r w:rsidRPr="000F7705">
        <w:rPr>
          <w:rFonts w:cs="Arial"/>
          <w:b/>
        </w:rPr>
        <w:t>31036 TOULOUSE Cedex 1</w:t>
      </w:r>
    </w:p>
    <w:p w14:paraId="23D57B63" w14:textId="77777777" w:rsidR="00DE1329" w:rsidRPr="000F7705" w:rsidRDefault="0072612E" w:rsidP="00DE1329">
      <w:pPr>
        <w:pStyle w:val="fcase2metab"/>
        <w:jc w:val="center"/>
        <w:rPr>
          <w:rFonts w:cs="Arial"/>
          <w:b/>
        </w:rPr>
      </w:pPr>
      <w:r w:rsidRPr="000F7705">
        <w:rPr>
          <w:rFonts w:cs="Arial"/>
          <w:b/>
        </w:rPr>
        <w:t>Tel. : 05.67.69.71.80</w:t>
      </w:r>
    </w:p>
    <w:p w14:paraId="4FEB592F" w14:textId="77777777" w:rsidR="0072612E" w:rsidRPr="000F7705" w:rsidRDefault="0072612E" w:rsidP="000F7705">
      <w:pPr>
        <w:pStyle w:val="Titre1"/>
      </w:pPr>
      <w:r w:rsidRPr="000F7705">
        <w:t>Identification du Titulaire</w:t>
      </w:r>
    </w:p>
    <w:p w14:paraId="12C94036"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4DB10CD1"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1C45866B" w14:textId="77777777" w:rsidR="0072612E" w:rsidRPr="000F7705" w:rsidRDefault="0072612E" w:rsidP="00402D9E">
      <w:pPr>
        <w:pStyle w:val="AnnexeTitre2"/>
        <w:numPr>
          <w:ilvl w:val="1"/>
          <w:numId w:val="20"/>
        </w:numPr>
      </w:pPr>
      <w:r w:rsidRPr="000F7705">
        <w:t xml:space="preserve"> Identification et engagement du titulaire ou du groupement titulaire</w:t>
      </w:r>
    </w:p>
    <w:p w14:paraId="32427E34" w14:textId="77777777" w:rsidR="0072612E" w:rsidRPr="000F7705" w:rsidRDefault="0072612E" w:rsidP="0072612E">
      <w:pPr>
        <w:pStyle w:val="fcase1ertab"/>
        <w:tabs>
          <w:tab w:val="left" w:pos="851"/>
        </w:tabs>
        <w:rPr>
          <w:rFonts w:cs="Arial"/>
        </w:rPr>
      </w:pPr>
      <w:r w:rsidRPr="000F7705">
        <w:rPr>
          <w:rFonts w:cs="Arial"/>
          <w:i/>
          <w:iCs/>
          <w:sz w:val="18"/>
          <w:szCs w:val="18"/>
        </w:rPr>
        <w:t>(Cocher les cases correspondantes.)</w:t>
      </w:r>
    </w:p>
    <w:p w14:paraId="3BF067BC" w14:textId="77777777" w:rsidR="0072612E" w:rsidRPr="000F7705" w:rsidRDefault="0072612E" w:rsidP="0072612E">
      <w:pPr>
        <w:tabs>
          <w:tab w:val="left" w:pos="851"/>
        </w:tabs>
        <w:rPr>
          <w:rFonts w:cs="Arial"/>
        </w:rPr>
      </w:pPr>
    </w:p>
    <w:p w14:paraId="10C85EC8" w14:textId="77777777" w:rsidR="0072612E" w:rsidRPr="000F7705" w:rsidRDefault="0072612E" w:rsidP="0072612E">
      <w:pPr>
        <w:rPr>
          <w:rFonts w:cs="Arial"/>
        </w:rPr>
      </w:pPr>
      <w:r w:rsidRPr="000F7705">
        <w:rPr>
          <w:rFonts w:cs="Arial"/>
        </w:rPr>
        <w:t>Après avoir pris connaissance des pièces constitutives du marché public telles que listées au CCAP, et conformément à leurs clauses,</w:t>
      </w:r>
    </w:p>
    <w:p w14:paraId="71E8DD12" w14:textId="77777777" w:rsidR="0072612E" w:rsidRPr="000F7705" w:rsidRDefault="0072612E" w:rsidP="0072612E">
      <w:pPr>
        <w:tabs>
          <w:tab w:val="left" w:pos="851"/>
        </w:tabs>
        <w:rPr>
          <w:rFonts w:cs="Arial"/>
        </w:rPr>
      </w:pPr>
    </w:p>
    <w:p w14:paraId="0D75E125" w14:textId="77777777" w:rsidR="0072612E" w:rsidRPr="000F7705" w:rsidRDefault="0072612E" w:rsidP="0072612E">
      <w:pPr>
        <w:tabs>
          <w:tab w:val="left" w:pos="851"/>
        </w:tabs>
        <w:ind w:left="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 xml:space="preserve"> Le signataire</w:t>
      </w:r>
    </w:p>
    <w:p w14:paraId="7E4B079A" w14:textId="77777777" w:rsidR="0072612E" w:rsidRPr="000F7705" w:rsidRDefault="0072612E" w:rsidP="0072612E">
      <w:pPr>
        <w:tabs>
          <w:tab w:val="left" w:pos="851"/>
        </w:tabs>
        <w:rPr>
          <w:rFonts w:cs="Arial"/>
        </w:rPr>
      </w:pPr>
    </w:p>
    <w:p w14:paraId="1F6FA3DF" w14:textId="77777777" w:rsidR="0072612E" w:rsidRPr="000F7705" w:rsidRDefault="0072612E" w:rsidP="0072612E">
      <w:pPr>
        <w:tabs>
          <w:tab w:val="left" w:pos="851"/>
        </w:tabs>
        <w:spacing w:before="120"/>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 xml:space="preserve"> S’engage, sur la base de son offre et pour son propre compte ;</w:t>
      </w:r>
    </w:p>
    <w:p w14:paraId="18EE5E7B"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AB5E91" w14:textId="77777777" w:rsidR="0072612E" w:rsidRPr="000F7705" w:rsidRDefault="0072612E" w:rsidP="0072612E">
      <w:pPr>
        <w:tabs>
          <w:tab w:val="left" w:pos="851"/>
        </w:tabs>
        <w:rPr>
          <w:rFonts w:cs="Arial"/>
        </w:rPr>
      </w:pPr>
    </w:p>
    <w:p w14:paraId="485797E6" w14:textId="77777777" w:rsidR="0072612E" w:rsidRPr="000F7705" w:rsidRDefault="0072612E" w:rsidP="0072612E">
      <w:pPr>
        <w:tabs>
          <w:tab w:val="left" w:pos="851"/>
        </w:tabs>
        <w:rPr>
          <w:rFonts w:cs="Arial"/>
        </w:rPr>
      </w:pPr>
    </w:p>
    <w:p w14:paraId="636B275F" w14:textId="77777777" w:rsidR="0072612E" w:rsidRPr="000F7705" w:rsidRDefault="0072612E" w:rsidP="0072612E">
      <w:pPr>
        <w:tabs>
          <w:tab w:val="left" w:pos="851"/>
        </w:tabs>
        <w:rPr>
          <w:rFonts w:cs="Arial"/>
        </w:rPr>
      </w:pPr>
    </w:p>
    <w:p w14:paraId="20D25908" w14:textId="77777777" w:rsidR="0072612E" w:rsidRPr="000F7705" w:rsidRDefault="0072612E" w:rsidP="0072612E">
      <w:pPr>
        <w:tabs>
          <w:tab w:val="left" w:pos="851"/>
        </w:tabs>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 xml:space="preserve"> Engage la société ……………………… sur la base de son offre ;</w:t>
      </w:r>
    </w:p>
    <w:p w14:paraId="40AE4280"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3A03FC" w14:textId="77777777" w:rsidR="0072612E" w:rsidRPr="000F7705" w:rsidRDefault="0072612E" w:rsidP="0072612E">
      <w:pPr>
        <w:tabs>
          <w:tab w:val="left" w:pos="851"/>
        </w:tabs>
        <w:rPr>
          <w:rFonts w:cs="Arial"/>
        </w:rPr>
      </w:pPr>
    </w:p>
    <w:p w14:paraId="64B7D26E" w14:textId="77777777" w:rsidR="0072612E" w:rsidRPr="000F7705" w:rsidRDefault="0072612E" w:rsidP="0072612E">
      <w:pPr>
        <w:tabs>
          <w:tab w:val="left" w:pos="851"/>
        </w:tabs>
        <w:rPr>
          <w:rFonts w:cs="Arial"/>
        </w:rPr>
      </w:pPr>
    </w:p>
    <w:p w14:paraId="7B10B7C6" w14:textId="77777777" w:rsidR="0072612E" w:rsidRPr="000F7705" w:rsidRDefault="0072612E" w:rsidP="0072612E">
      <w:pPr>
        <w:tabs>
          <w:tab w:val="left" w:pos="851"/>
        </w:tabs>
        <w:rPr>
          <w:rFonts w:cs="Arial"/>
        </w:rPr>
      </w:pPr>
    </w:p>
    <w:p w14:paraId="4B6723C3" w14:textId="77777777" w:rsidR="0072612E" w:rsidRPr="000F7705" w:rsidRDefault="0072612E" w:rsidP="0072612E">
      <w:pPr>
        <w:pStyle w:val="fcase1ertab"/>
        <w:tabs>
          <w:tab w:val="left" w:pos="851"/>
        </w:tabs>
        <w:spacing w:before="120"/>
        <w:ind w:left="851" w:firstLine="0"/>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 xml:space="preserve"> L’ensemble des membres du groupement s’engagent, sur la base de l’offre du groupement ;</w:t>
      </w:r>
    </w:p>
    <w:p w14:paraId="4ED3BAFE" w14:textId="77777777" w:rsidR="0072612E" w:rsidRPr="000F7705" w:rsidRDefault="0072612E" w:rsidP="0072612E">
      <w:pPr>
        <w:tabs>
          <w:tab w:val="left" w:pos="851"/>
        </w:tabs>
        <w:rPr>
          <w:rFonts w:cs="Arial"/>
        </w:rPr>
      </w:pPr>
      <w:r w:rsidRPr="000F7705">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7705">
        <w:rPr>
          <w:rFonts w:cs="Arial"/>
          <w:i/>
          <w:iCs/>
          <w:sz w:val="18"/>
          <w:szCs w:val="18"/>
        </w:rPr>
        <w:t>]</w:t>
      </w:r>
    </w:p>
    <w:p w14:paraId="2BB9833B" w14:textId="77777777" w:rsidR="0072612E" w:rsidRPr="000F7705" w:rsidRDefault="0072612E" w:rsidP="0072612E">
      <w:pPr>
        <w:pStyle w:val="fcase1ertab"/>
        <w:tabs>
          <w:tab w:val="left" w:pos="851"/>
        </w:tabs>
        <w:ind w:left="0" w:firstLine="0"/>
        <w:rPr>
          <w:rFonts w:cs="Arial"/>
        </w:rPr>
      </w:pPr>
    </w:p>
    <w:p w14:paraId="06EC49ED" w14:textId="77777777" w:rsidR="0072612E" w:rsidRPr="000F7705" w:rsidRDefault="0072612E" w:rsidP="0072612E">
      <w:pPr>
        <w:pStyle w:val="fcase1ertab"/>
        <w:tabs>
          <w:tab w:val="left" w:pos="851"/>
        </w:tabs>
        <w:ind w:left="0" w:firstLine="0"/>
        <w:rPr>
          <w:rFonts w:cs="Arial"/>
        </w:rPr>
      </w:pPr>
    </w:p>
    <w:p w14:paraId="31DCB442" w14:textId="77777777" w:rsidR="0072612E" w:rsidRPr="000F7705" w:rsidRDefault="0072612E" w:rsidP="00BC1668">
      <w:pPr>
        <w:pStyle w:val="fcase1ertab"/>
        <w:tabs>
          <w:tab w:val="left" w:pos="851"/>
        </w:tabs>
        <w:ind w:left="0" w:firstLine="0"/>
        <w:rPr>
          <w:rFonts w:cs="Arial"/>
        </w:rPr>
      </w:pPr>
      <w:proofErr w:type="gramStart"/>
      <w:r w:rsidRPr="000F7705">
        <w:rPr>
          <w:rFonts w:cs="Arial"/>
        </w:rPr>
        <w:t>à</w:t>
      </w:r>
      <w:proofErr w:type="gramEnd"/>
      <w:r w:rsidRPr="000F7705">
        <w:rPr>
          <w:rFonts w:cs="Arial"/>
        </w:rPr>
        <w:t xml:space="preserve"> livrer les fournitures demandées ou à exécuter les prestations demandées.</w:t>
      </w:r>
    </w:p>
    <w:p w14:paraId="7AFC136D" w14:textId="77777777" w:rsidR="00BC1668" w:rsidRPr="000F7705" w:rsidRDefault="00BC1668" w:rsidP="00BC1668">
      <w:pPr>
        <w:pStyle w:val="fcase1ertab"/>
        <w:tabs>
          <w:tab w:val="left" w:pos="851"/>
        </w:tabs>
        <w:ind w:left="0" w:firstLine="0"/>
        <w:rPr>
          <w:rFonts w:cs="Arial"/>
        </w:rPr>
      </w:pPr>
    </w:p>
    <w:p w14:paraId="3382396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25E1FC1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6991C57D" w14:textId="77777777" w:rsidR="0072612E" w:rsidRPr="000F7705" w:rsidRDefault="0072612E" w:rsidP="0072612E">
      <w:pPr>
        <w:pStyle w:val="Paragraphedeliste"/>
        <w:numPr>
          <w:ilvl w:val="1"/>
          <w:numId w:val="21"/>
        </w:numPr>
        <w:tabs>
          <w:tab w:val="left" w:pos="851"/>
        </w:tabs>
        <w:spacing w:before="120"/>
        <w:rPr>
          <w:rFonts w:cs="Arial"/>
          <w:b/>
          <w:vanish/>
          <w:sz w:val="22"/>
          <w:szCs w:val="22"/>
        </w:rPr>
      </w:pPr>
    </w:p>
    <w:p w14:paraId="18524E43" w14:textId="77777777" w:rsidR="0072612E" w:rsidRPr="000F7705" w:rsidRDefault="0072612E" w:rsidP="00402D9E">
      <w:pPr>
        <w:pStyle w:val="AnnexeTitre2"/>
      </w:pPr>
      <w:r w:rsidRPr="000F7705">
        <w:t>Nature du groupement et, en cas de groupement conjoint,</w:t>
      </w:r>
      <w:r w:rsidRPr="000F7705" w:rsidDel="0021797C">
        <w:t xml:space="preserve"> </w:t>
      </w:r>
      <w:r w:rsidRPr="000F7705">
        <w:t>répartition des prestations </w:t>
      </w:r>
    </w:p>
    <w:p w14:paraId="289131DD" w14:textId="77777777" w:rsidR="0072612E" w:rsidRPr="000F7705" w:rsidRDefault="0072612E" w:rsidP="0072612E">
      <w:pPr>
        <w:pStyle w:val="fcase1ertab"/>
        <w:tabs>
          <w:tab w:val="left" w:pos="851"/>
        </w:tabs>
        <w:rPr>
          <w:rFonts w:cs="Arial"/>
        </w:rPr>
      </w:pPr>
      <w:r w:rsidRPr="000F7705">
        <w:rPr>
          <w:rFonts w:cs="Arial"/>
          <w:i/>
          <w:iCs/>
          <w:sz w:val="18"/>
          <w:szCs w:val="18"/>
        </w:rPr>
        <w:t>(</w:t>
      </w:r>
      <w:proofErr w:type="gramStart"/>
      <w:r w:rsidRPr="000F7705">
        <w:rPr>
          <w:rFonts w:cs="Arial"/>
          <w:i/>
          <w:iCs/>
          <w:sz w:val="18"/>
          <w:szCs w:val="18"/>
        </w:rPr>
        <w:t>en</w:t>
      </w:r>
      <w:proofErr w:type="gramEnd"/>
      <w:r w:rsidRPr="000F7705">
        <w:rPr>
          <w:rFonts w:cs="Arial"/>
          <w:i/>
          <w:iCs/>
          <w:sz w:val="18"/>
          <w:szCs w:val="18"/>
        </w:rPr>
        <w:t xml:space="preserve"> cas de groupement d’opérateurs économiques.)</w:t>
      </w:r>
    </w:p>
    <w:p w14:paraId="6532B6BC" w14:textId="77777777" w:rsidR="0072612E" w:rsidRPr="000F7705" w:rsidRDefault="0072612E" w:rsidP="0072612E">
      <w:pPr>
        <w:tabs>
          <w:tab w:val="left" w:pos="851"/>
          <w:tab w:val="left" w:pos="6237"/>
        </w:tabs>
        <w:rPr>
          <w:rFonts w:cs="Arial"/>
          <w:i/>
          <w:iCs/>
          <w:sz w:val="18"/>
          <w:szCs w:val="18"/>
        </w:rPr>
      </w:pPr>
    </w:p>
    <w:p w14:paraId="65994720" w14:textId="77777777" w:rsidR="0072612E" w:rsidRPr="000F7705" w:rsidRDefault="0072612E" w:rsidP="0072612E">
      <w:pPr>
        <w:pStyle w:val="fcase1ertab"/>
        <w:tabs>
          <w:tab w:val="left" w:pos="851"/>
        </w:tabs>
        <w:ind w:left="0" w:firstLine="0"/>
        <w:rPr>
          <w:rFonts w:cs="Arial"/>
        </w:rPr>
      </w:pPr>
      <w:r w:rsidRPr="000F7705">
        <w:rPr>
          <w:rFonts w:cs="Arial"/>
        </w:rPr>
        <w:t>Pour l’exécution du marché public, le groupement d’opérateurs économiques est :</w:t>
      </w:r>
    </w:p>
    <w:p w14:paraId="444A87FE" w14:textId="77777777" w:rsidR="0072612E" w:rsidRPr="000F7705" w:rsidRDefault="0072612E" w:rsidP="0072612E">
      <w:pPr>
        <w:pStyle w:val="fcase1ertab"/>
        <w:tabs>
          <w:tab w:val="left" w:pos="851"/>
        </w:tabs>
        <w:rPr>
          <w:rFonts w:cs="Arial"/>
        </w:rPr>
      </w:pPr>
      <w:r w:rsidRPr="000F7705">
        <w:rPr>
          <w:rFonts w:cs="Arial"/>
          <w:i/>
          <w:iCs/>
          <w:sz w:val="18"/>
          <w:szCs w:val="18"/>
        </w:rPr>
        <w:t>(Cocher la case correspondante.)</w:t>
      </w:r>
    </w:p>
    <w:bookmarkStart w:id="3" w:name="_Hlk93503471"/>
    <w:p w14:paraId="7A4FEE4A" w14:textId="77777777" w:rsidR="0072612E" w:rsidRPr="000F7705" w:rsidRDefault="0072612E" w:rsidP="00BC1668">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i/>
          <w:iCs/>
        </w:rPr>
        <w:t xml:space="preserve"> </w:t>
      </w:r>
      <w:r w:rsidRPr="000F7705">
        <w:rPr>
          <w:rFonts w:cs="Arial"/>
        </w:rPr>
        <w:t>Conjoint</w:t>
      </w:r>
      <w:r w:rsidRPr="000F7705">
        <w:rPr>
          <w:rFonts w:cs="Arial"/>
        </w:rPr>
        <w:tab/>
      </w:r>
      <w:proofErr w:type="gramStart"/>
      <w:r w:rsidRPr="000F7705">
        <w:rPr>
          <w:rFonts w:cs="Arial"/>
        </w:rPr>
        <w:tab/>
        <w:t xml:space="preserve">  OU</w:t>
      </w:r>
      <w:proofErr w:type="gramEnd"/>
      <w:r w:rsidRPr="000F7705">
        <w:rPr>
          <w:rFonts w:cs="Arial"/>
        </w:rPr>
        <w:tab/>
      </w:r>
      <w:r w:rsidRPr="000F7705">
        <w:rPr>
          <w:rFonts w:cs="Arial"/>
        </w:rPr>
        <w:tab/>
        <w:t xml:space="preserve">  </w:t>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iCs/>
        </w:rPr>
        <w:t xml:space="preserve"> </w:t>
      </w:r>
      <w:r w:rsidRPr="000F7705">
        <w:rPr>
          <w:rFonts w:cs="Arial"/>
        </w:rPr>
        <w:t>Solidaire</w:t>
      </w:r>
      <w:bookmarkEnd w:id="3"/>
    </w:p>
    <w:p w14:paraId="677596F9" w14:textId="77777777" w:rsidR="0072612E" w:rsidRPr="000F7705" w:rsidRDefault="0072612E" w:rsidP="0072612E">
      <w:pPr>
        <w:tabs>
          <w:tab w:val="left" w:pos="851"/>
        </w:tabs>
        <w:spacing w:before="120"/>
        <w:rPr>
          <w:rFonts w:cs="Arial"/>
          <w:b/>
          <w:bCs/>
        </w:rPr>
      </w:pPr>
      <w:r w:rsidRPr="000F7705">
        <w:rPr>
          <w:rFonts w:cs="Arial"/>
          <w:i/>
          <w:iCs/>
          <w:sz w:val="18"/>
          <w:szCs w:val="18"/>
        </w:rPr>
        <w:t>(Les membres du groupement conjoint indiquent dans le tableau ci-dessous la répartition des prestations que chacun d’entre eux s’engage à réaliser.)</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4"/>
        <w:gridCol w:w="2614"/>
        <w:gridCol w:w="2614"/>
        <w:gridCol w:w="2614"/>
      </w:tblGrid>
      <w:tr w:rsidR="0072612E" w:rsidRPr="000F7705" w14:paraId="5C7706B0" w14:textId="77777777" w:rsidTr="00B326B0">
        <w:trPr>
          <w:cantSplit/>
          <w:trHeight w:val="1150"/>
        </w:trPr>
        <w:tc>
          <w:tcPr>
            <w:tcW w:w="2614" w:type="dxa"/>
            <w:tcBorders>
              <w:top w:val="nil"/>
              <w:left w:val="nil"/>
              <w:bottom w:val="single" w:sz="2" w:space="0" w:color="D9E2F3"/>
              <w:right w:val="single" w:sz="2" w:space="0" w:color="D9E2F3"/>
            </w:tcBorders>
            <w:vAlign w:val="center"/>
          </w:tcPr>
          <w:p w14:paraId="252DC5A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68050A95" w14:textId="77777777" w:rsidR="0072612E" w:rsidRPr="000F7705" w:rsidRDefault="0072612E" w:rsidP="00B326B0">
            <w:pPr>
              <w:jc w:val="center"/>
              <w:rPr>
                <w:rFonts w:cs="Arial"/>
                <w:b/>
                <w:bCs/>
              </w:rPr>
            </w:pPr>
            <w:r w:rsidRPr="000F7705">
              <w:rPr>
                <w:rFonts w:cs="Arial"/>
                <w:b/>
                <w:bCs/>
              </w:rPr>
              <w:t>Co-traitant 1</w:t>
            </w:r>
          </w:p>
          <w:p w14:paraId="2473F1B0" w14:textId="77777777" w:rsidR="0072612E" w:rsidRPr="000F7705" w:rsidRDefault="0072612E" w:rsidP="00B326B0">
            <w:pPr>
              <w:jc w:val="center"/>
              <w:rPr>
                <w:rFonts w:cs="Arial"/>
                <w:b/>
                <w:bCs/>
              </w:rPr>
            </w:pPr>
            <w:r w:rsidRPr="000F7705">
              <w:rPr>
                <w:rFonts w:cs="Arial"/>
                <w:b/>
                <w:bCs/>
              </w:rPr>
              <w:t>(Mandataire)</w:t>
            </w:r>
          </w:p>
        </w:tc>
        <w:tc>
          <w:tcPr>
            <w:tcW w:w="2614" w:type="dxa"/>
            <w:tcBorders>
              <w:top w:val="single" w:sz="2" w:space="0" w:color="D9E2F3"/>
              <w:left w:val="single" w:sz="2" w:space="0" w:color="D9E2F3"/>
              <w:bottom w:val="single" w:sz="2" w:space="0" w:color="D9E2F3"/>
              <w:right w:val="single" w:sz="2" w:space="0" w:color="D9E2F3"/>
            </w:tcBorders>
            <w:vAlign w:val="center"/>
          </w:tcPr>
          <w:p w14:paraId="0F0BB492" w14:textId="77777777" w:rsidR="0072612E" w:rsidRPr="000F7705" w:rsidRDefault="0072612E" w:rsidP="00B326B0">
            <w:pPr>
              <w:jc w:val="center"/>
              <w:rPr>
                <w:rFonts w:cs="Arial"/>
                <w:b/>
                <w:bCs/>
              </w:rPr>
            </w:pPr>
            <w:r w:rsidRPr="000F7705">
              <w:rPr>
                <w:rFonts w:cs="Arial"/>
                <w:b/>
                <w:bCs/>
              </w:rPr>
              <w:t>Co-traitant 2</w:t>
            </w:r>
          </w:p>
        </w:tc>
        <w:tc>
          <w:tcPr>
            <w:tcW w:w="2614" w:type="dxa"/>
            <w:tcBorders>
              <w:top w:val="single" w:sz="2" w:space="0" w:color="D9E2F3"/>
              <w:left w:val="single" w:sz="2" w:space="0" w:color="D9E2F3"/>
              <w:bottom w:val="single" w:sz="2" w:space="0" w:color="D9E2F3"/>
              <w:right w:val="single" w:sz="2" w:space="0" w:color="D9E2F3"/>
            </w:tcBorders>
            <w:vAlign w:val="center"/>
          </w:tcPr>
          <w:p w14:paraId="4F1B1164" w14:textId="77777777" w:rsidR="0072612E" w:rsidRPr="000F7705" w:rsidRDefault="0072612E" w:rsidP="00B326B0">
            <w:pPr>
              <w:jc w:val="center"/>
              <w:rPr>
                <w:rFonts w:cs="Arial"/>
                <w:b/>
                <w:bCs/>
                <w:i/>
                <w:iCs/>
              </w:rPr>
            </w:pPr>
            <w:r w:rsidRPr="000F7705">
              <w:rPr>
                <w:rFonts w:cs="Arial"/>
                <w:b/>
                <w:bCs/>
              </w:rPr>
              <w:t>Co-traitant 3</w:t>
            </w:r>
          </w:p>
        </w:tc>
      </w:tr>
      <w:tr w:rsidR="0072612E" w:rsidRPr="000F7705" w14:paraId="3ADDC06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D487437" w14:textId="77777777" w:rsidR="0072612E" w:rsidRPr="000F7705" w:rsidRDefault="0072612E" w:rsidP="00B326B0">
            <w:pPr>
              <w:jc w:val="center"/>
              <w:rPr>
                <w:rFonts w:cs="Arial"/>
              </w:rPr>
            </w:pPr>
            <w:r w:rsidRPr="000F7705">
              <w:rPr>
                <w:rFonts w:cs="Arial"/>
                <w:b/>
                <w:bCs/>
              </w:rPr>
              <w:t>Nature des prestations</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F9F397F"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A6D9CF8"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A2BBC26" w14:textId="77777777" w:rsidR="0072612E" w:rsidRPr="000F7705" w:rsidRDefault="0072612E" w:rsidP="00B326B0">
            <w:pPr>
              <w:jc w:val="center"/>
              <w:rPr>
                <w:rFonts w:cs="Arial"/>
                <w:i/>
                <w:iCs/>
              </w:rPr>
            </w:pPr>
            <w:r w:rsidRPr="000F7705">
              <w:rPr>
                <w:rFonts w:cs="Arial"/>
                <w:i/>
                <w:iCs/>
              </w:rPr>
              <w:t>Nom</w:t>
            </w:r>
          </w:p>
        </w:tc>
      </w:tr>
      <w:tr w:rsidR="0072612E" w:rsidRPr="000F7705" w14:paraId="126ABFC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82B8EB4"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A0E7451"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47913AF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298FF305" w14:textId="77777777" w:rsidR="0072612E" w:rsidRPr="000F7705" w:rsidRDefault="0072612E" w:rsidP="00B326B0">
            <w:pPr>
              <w:jc w:val="center"/>
              <w:rPr>
                <w:rFonts w:cs="Arial"/>
              </w:rPr>
            </w:pPr>
            <w:r w:rsidRPr="000F7705">
              <w:rPr>
                <w:rFonts w:cs="Arial"/>
              </w:rPr>
              <w:t>€ HT</w:t>
            </w:r>
          </w:p>
        </w:tc>
      </w:tr>
      <w:tr w:rsidR="0072612E" w:rsidRPr="000F7705" w14:paraId="1A1F747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244B777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E3362C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146155DF"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527FCF0" w14:textId="77777777" w:rsidR="0072612E" w:rsidRPr="000F7705" w:rsidRDefault="0072612E" w:rsidP="00B326B0">
            <w:pPr>
              <w:jc w:val="center"/>
              <w:rPr>
                <w:rFonts w:cs="Arial"/>
              </w:rPr>
            </w:pPr>
            <w:r w:rsidRPr="000F7705">
              <w:rPr>
                <w:rFonts w:cs="Arial"/>
              </w:rPr>
              <w:t>€ HT</w:t>
            </w:r>
          </w:p>
        </w:tc>
      </w:tr>
      <w:tr w:rsidR="0072612E" w:rsidRPr="000F7705" w14:paraId="1B80063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vAlign w:val="center"/>
          </w:tcPr>
          <w:p w14:paraId="43C45EBC" w14:textId="77777777" w:rsidR="0072612E" w:rsidRPr="000F7705" w:rsidRDefault="0072612E" w:rsidP="00B326B0">
            <w:pPr>
              <w:jc w:val="center"/>
              <w:rPr>
                <w:rFonts w:cs="Arial"/>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5F733A25"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628A9433"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796464E8" w14:textId="77777777" w:rsidR="0072612E" w:rsidRPr="000F7705" w:rsidRDefault="0072612E" w:rsidP="00B326B0">
            <w:pPr>
              <w:jc w:val="center"/>
              <w:rPr>
                <w:rFonts w:cs="Arial"/>
              </w:rPr>
            </w:pPr>
            <w:r w:rsidRPr="000F7705">
              <w:rPr>
                <w:rFonts w:cs="Arial"/>
              </w:rPr>
              <w:t>€ HT</w:t>
            </w:r>
          </w:p>
        </w:tc>
      </w:tr>
    </w:tbl>
    <w:p w14:paraId="197ABE5A" w14:textId="77777777" w:rsidR="0072612E" w:rsidRPr="000F7705" w:rsidRDefault="00E938DD" w:rsidP="006C4338">
      <w:pPr>
        <w:tabs>
          <w:tab w:val="left" w:pos="851"/>
        </w:tabs>
        <w:rPr>
          <w:rFonts w:cs="Arial"/>
        </w:rPr>
      </w:pPr>
      <w:r w:rsidRPr="000F7705">
        <w:rPr>
          <w:rFonts w:cs="Arial"/>
        </w:rPr>
        <w:br w:type="page"/>
      </w:r>
    </w:p>
    <w:p w14:paraId="14E544C9" w14:textId="77777777" w:rsidR="009B1CD0" w:rsidRPr="000F7705" w:rsidRDefault="0072612E" w:rsidP="000F7705">
      <w:pPr>
        <w:pStyle w:val="Titre1"/>
      </w:pPr>
      <w:bookmarkStart w:id="4" w:name="_Toc106181893"/>
      <w:bookmarkStart w:id="5" w:name="_Toc149576488"/>
      <w:bookmarkStart w:id="6" w:name="_Hlk92272707"/>
      <w:r w:rsidRPr="000F7705">
        <w:lastRenderedPageBreak/>
        <w:t>Objet d</w:t>
      </w:r>
      <w:bookmarkEnd w:id="4"/>
      <w:bookmarkEnd w:id="5"/>
      <w:r w:rsidRPr="000F7705">
        <w:t>u contrat</w:t>
      </w:r>
      <w:bookmarkEnd w:id="6"/>
    </w:p>
    <w:p w14:paraId="3A8C8E70" w14:textId="77777777" w:rsidR="009B1CD0" w:rsidRPr="000F7705" w:rsidRDefault="009B1CD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Objet </w:t>
      </w:r>
      <w:r w:rsidR="00CD185D" w:rsidRPr="000F7705">
        <w:rPr>
          <w:rFonts w:cs="Arial"/>
          <w:b/>
          <w:bCs/>
        </w:rPr>
        <w:t xml:space="preserve">du marché </w:t>
      </w:r>
      <w:r w:rsidR="00064E6E" w:rsidRPr="000F7705">
        <w:rPr>
          <w:rFonts w:cs="Arial"/>
          <w:b/>
          <w:bCs/>
        </w:rPr>
        <w:t>public</w:t>
      </w:r>
      <w:r w:rsidR="00A40D97" w:rsidRPr="000F7705">
        <w:rPr>
          <w:rFonts w:cs="Arial"/>
          <w:b/>
          <w:bCs/>
        </w:rPr>
        <w:t xml:space="preserve"> </w:t>
      </w:r>
    </w:p>
    <w:p w14:paraId="3D413A1A" w14:textId="77777777" w:rsidR="00924D46" w:rsidRPr="000F7705" w:rsidRDefault="00924D46" w:rsidP="00924D46">
      <w:pPr>
        <w:rPr>
          <w:rFonts w:cs="Arial"/>
        </w:rPr>
      </w:pPr>
    </w:p>
    <w:p w14:paraId="7FFE2CCB" w14:textId="77777777" w:rsidR="00BA083D" w:rsidRPr="00BA083D" w:rsidRDefault="00BA083D" w:rsidP="00BA083D">
      <w:pPr>
        <w:rPr>
          <w:rFonts w:eastAsia="Calibri" w:cs="Arial"/>
          <w:bCs/>
        </w:rPr>
      </w:pPr>
      <w:r w:rsidRPr="00BA083D">
        <w:rPr>
          <w:rFonts w:eastAsia="Calibri" w:cs="Arial"/>
          <w:bCs/>
        </w:rPr>
        <w:t xml:space="preserve">La présente consultation a pour objet la mise en concurrence de distributeurs agréés pour l’acquisition de licences du logiciel </w:t>
      </w:r>
      <w:proofErr w:type="spellStart"/>
      <w:r w:rsidRPr="00BA083D">
        <w:rPr>
          <w:rFonts w:eastAsia="Calibri" w:cs="Arial"/>
          <w:bCs/>
        </w:rPr>
        <w:t>Cyberwatch</w:t>
      </w:r>
      <w:proofErr w:type="spellEnd"/>
      <w:r w:rsidRPr="00BA083D">
        <w:rPr>
          <w:rFonts w:eastAsia="Calibri" w:cs="Arial"/>
          <w:bCs/>
        </w:rPr>
        <w:t xml:space="preserve"> ainsi que pour les prestations associées (maintenance, support, accompagnement, etc.).</w:t>
      </w:r>
    </w:p>
    <w:p w14:paraId="2D24627F" w14:textId="77777777" w:rsidR="00223D55" w:rsidRPr="000F7705" w:rsidRDefault="00223D55" w:rsidP="00223D55">
      <w:pPr>
        <w:rPr>
          <w:rFonts w:cs="Arial"/>
          <w:bCs/>
        </w:rPr>
      </w:pPr>
    </w:p>
    <w:p w14:paraId="67E370BC" w14:textId="77777777" w:rsidR="009B1CD0" w:rsidRPr="00BA083D" w:rsidRDefault="009B1CD0" w:rsidP="000F7705">
      <w:pPr>
        <w:pStyle w:val="Paragraphedeliste"/>
        <w:numPr>
          <w:ilvl w:val="0"/>
          <w:numId w:val="15"/>
        </w:numPr>
        <w:tabs>
          <w:tab w:val="left" w:pos="426"/>
          <w:tab w:val="left" w:pos="851"/>
        </w:tabs>
        <w:rPr>
          <w:rFonts w:cs="Arial"/>
          <w:b/>
          <w:bCs/>
          <w:i/>
          <w:sz w:val="18"/>
          <w:szCs w:val="18"/>
        </w:rPr>
      </w:pPr>
      <w:r w:rsidRPr="00BA083D">
        <w:rPr>
          <w:rFonts w:cs="Arial"/>
          <w:b/>
          <w:bCs/>
        </w:rPr>
        <w:t>Cet acte d'engagement correspond</w:t>
      </w:r>
      <w:r w:rsidR="00223D55" w:rsidRPr="00BA083D">
        <w:rPr>
          <w:rFonts w:cs="Arial"/>
          <w:b/>
          <w:bCs/>
        </w:rPr>
        <w:t xml:space="preserve"> ; </w:t>
      </w:r>
    </w:p>
    <w:p w14:paraId="1B68CAE5" w14:textId="77777777" w:rsidR="009B1CD0" w:rsidRPr="00BA083D" w:rsidRDefault="009B1CD0" w:rsidP="00BA083D">
      <w:pPr>
        <w:tabs>
          <w:tab w:val="left" w:pos="426"/>
          <w:tab w:val="left" w:pos="851"/>
        </w:tabs>
        <w:spacing w:before="120"/>
        <w:ind w:left="782"/>
        <w:rPr>
          <w:rFonts w:cs="Arial"/>
        </w:rPr>
      </w:pPr>
    </w:p>
    <w:p w14:paraId="1E3C6A91" w14:textId="77777777" w:rsidR="00F055E3" w:rsidRPr="00BA083D" w:rsidRDefault="00223D55" w:rsidP="00A92602">
      <w:pPr>
        <w:tabs>
          <w:tab w:val="left" w:pos="426"/>
          <w:tab w:val="left" w:pos="851"/>
        </w:tabs>
        <w:ind w:left="851"/>
        <w:rPr>
          <w:rFonts w:cs="Arial"/>
          <w:iCs/>
        </w:rPr>
      </w:pPr>
      <w:r w:rsidRPr="00BA083D">
        <w:rPr>
          <w:rFonts w:cs="Arial"/>
        </w:rPr>
        <w:fldChar w:fldCharType="begin">
          <w:ffData>
            <w:name w:val=""/>
            <w:enabled/>
            <w:calcOnExit w:val="0"/>
            <w:checkBox>
              <w:size w:val="20"/>
              <w:default w:val="0"/>
            </w:checkBox>
          </w:ffData>
        </w:fldChar>
      </w:r>
      <w:r w:rsidRPr="00BA083D">
        <w:rPr>
          <w:rFonts w:cs="Arial"/>
        </w:rPr>
        <w:instrText xml:space="preserve"> FORMCHECKBOX </w:instrText>
      </w:r>
      <w:r w:rsidR="00E11CFC">
        <w:rPr>
          <w:rFonts w:cs="Arial"/>
        </w:rPr>
      </w:r>
      <w:r w:rsidR="00E11CFC">
        <w:rPr>
          <w:rFonts w:cs="Arial"/>
        </w:rPr>
        <w:fldChar w:fldCharType="separate"/>
      </w:r>
      <w:r w:rsidRPr="00BA083D">
        <w:rPr>
          <w:rFonts w:cs="Arial"/>
        </w:rPr>
        <w:fldChar w:fldCharType="end"/>
      </w:r>
      <w:r w:rsidR="009B1CD0" w:rsidRPr="00BA083D">
        <w:rPr>
          <w:rFonts w:cs="Arial"/>
        </w:rPr>
        <w:tab/>
      </w:r>
      <w:r w:rsidR="00077904" w:rsidRPr="00BA083D">
        <w:rPr>
          <w:rFonts w:cs="Arial"/>
        </w:rPr>
        <w:t xml:space="preserve"> </w:t>
      </w:r>
      <w:r w:rsidR="00A92602" w:rsidRPr="00BA083D">
        <w:rPr>
          <w:rFonts w:cs="Arial"/>
        </w:rPr>
        <w:t>A</w:t>
      </w:r>
      <w:r w:rsidR="009B1CD0" w:rsidRPr="00BA083D">
        <w:rPr>
          <w:rFonts w:cs="Arial"/>
        </w:rPr>
        <w:t xml:space="preserve"> l’ensemble du marché </w:t>
      </w:r>
      <w:r w:rsidR="00A92602" w:rsidRPr="00BA083D">
        <w:rPr>
          <w:rFonts w:cs="Arial"/>
        </w:rPr>
        <w:t>public</w:t>
      </w:r>
      <w:r w:rsidRPr="00BA083D">
        <w:rPr>
          <w:rFonts w:cs="Arial"/>
          <w:i/>
          <w:iCs/>
          <w:sz w:val="18"/>
          <w:szCs w:val="18"/>
        </w:rPr>
        <w:t xml:space="preserve"> </w:t>
      </w:r>
      <w:r w:rsidR="00B87564" w:rsidRPr="00BA083D">
        <w:rPr>
          <w:rFonts w:cs="Arial"/>
          <w:iCs/>
        </w:rPr>
        <w:t>;</w:t>
      </w:r>
    </w:p>
    <w:p w14:paraId="0ED0F912" w14:textId="77777777" w:rsidR="009B1CD0" w:rsidRPr="00BA083D" w:rsidRDefault="009B1CD0" w:rsidP="009B45B9">
      <w:pPr>
        <w:tabs>
          <w:tab w:val="left" w:pos="426"/>
          <w:tab w:val="left" w:pos="851"/>
        </w:tabs>
        <w:rPr>
          <w:rFonts w:cs="Arial"/>
        </w:rPr>
      </w:pPr>
    </w:p>
    <w:p w14:paraId="06B2CD2E" w14:textId="77777777" w:rsidR="00223D55" w:rsidRPr="000F7705" w:rsidRDefault="00223D55" w:rsidP="0042532E">
      <w:pPr>
        <w:pStyle w:val="fcasegauche"/>
        <w:tabs>
          <w:tab w:val="left" w:pos="851"/>
        </w:tabs>
        <w:spacing w:after="0"/>
        <w:ind w:left="851" w:firstLine="0"/>
        <w:rPr>
          <w:rFonts w:cs="Arial"/>
          <w:i/>
          <w:iCs/>
        </w:rPr>
      </w:pPr>
    </w:p>
    <w:p w14:paraId="14760893"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Forme du marché </w:t>
      </w:r>
    </w:p>
    <w:p w14:paraId="69310A38" w14:textId="77777777" w:rsidR="00E612E0" w:rsidRPr="00BA083D" w:rsidRDefault="00E612E0" w:rsidP="00E612E0">
      <w:pPr>
        <w:ind w:left="360"/>
        <w:rPr>
          <w:rFonts w:cs="Arial"/>
        </w:rPr>
      </w:pPr>
      <w:bookmarkStart w:id="7" w:name="_Hlk150422590"/>
    </w:p>
    <w:p w14:paraId="1961E774" w14:textId="77777777" w:rsidR="00E612E0" w:rsidRPr="000F7705" w:rsidRDefault="00E612E0" w:rsidP="00E612E0">
      <w:pPr>
        <w:rPr>
          <w:rFonts w:cs="Arial"/>
        </w:rPr>
      </w:pPr>
      <w:bookmarkStart w:id="8" w:name="_Hlk150508299"/>
      <w:r w:rsidRPr="00BA083D">
        <w:rPr>
          <w:rFonts w:cs="Arial"/>
        </w:rPr>
        <w:t xml:space="preserve">Le marché passé sous forme d’accord-cadre </w:t>
      </w:r>
      <w:bookmarkEnd w:id="8"/>
      <w:r w:rsidRPr="00BA083D">
        <w:rPr>
          <w:rFonts w:cs="Arial"/>
        </w:rPr>
        <w:t>sera exécuté par l’émission de bons de commande en application des articles L.2125-1-1°, R.2162-1 à 6 et R.2162-13 et 14 dudit code.</w:t>
      </w:r>
      <w:bookmarkEnd w:id="7"/>
    </w:p>
    <w:p w14:paraId="5BF91033" w14:textId="77777777" w:rsidR="00E612E0" w:rsidRPr="000F7705" w:rsidRDefault="00E612E0" w:rsidP="00E612E0">
      <w:pPr>
        <w:rPr>
          <w:rFonts w:cs="Arial"/>
        </w:rPr>
      </w:pPr>
    </w:p>
    <w:p w14:paraId="7CEF642B" w14:textId="77777777" w:rsidR="0072612E" w:rsidRPr="000F7705" w:rsidRDefault="0072612E" w:rsidP="000F7705">
      <w:pPr>
        <w:pStyle w:val="Titre1"/>
      </w:pPr>
      <w:r w:rsidRPr="000F7705">
        <w:t>Durée d’exécution du marché public</w:t>
      </w:r>
    </w:p>
    <w:p w14:paraId="06E2B831"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Durée d’exécution</w:t>
      </w:r>
    </w:p>
    <w:p w14:paraId="42C0D8F0" w14:textId="77777777" w:rsidR="00E612E0" w:rsidRPr="000F7705" w:rsidRDefault="00E612E0" w:rsidP="0072612E">
      <w:pPr>
        <w:tabs>
          <w:tab w:val="left" w:pos="576"/>
          <w:tab w:val="left" w:pos="851"/>
        </w:tabs>
        <w:rPr>
          <w:rFonts w:cs="Arial"/>
        </w:rPr>
      </w:pPr>
    </w:p>
    <w:p w14:paraId="2A1655B6" w14:textId="1CC7CAED" w:rsidR="00E938DD" w:rsidRDefault="00BA083D" w:rsidP="00E938DD">
      <w:pPr>
        <w:rPr>
          <w:rFonts w:cs="Arial"/>
        </w:rPr>
      </w:pPr>
      <w:r w:rsidRPr="00853EB9">
        <w:rPr>
          <w:rFonts w:cs="Arial"/>
        </w:rPr>
        <w:t>Le présent marché est conclu pour une durée initiale de 2 ans (24 mois) à compter de sa notification</w:t>
      </w:r>
      <w:r>
        <w:rPr>
          <w:rFonts w:cs="Arial"/>
        </w:rPr>
        <w:t>.</w:t>
      </w:r>
    </w:p>
    <w:p w14:paraId="37C094DB" w14:textId="77777777" w:rsidR="00BA083D" w:rsidRPr="000F7705" w:rsidRDefault="00BA083D" w:rsidP="00E938DD">
      <w:pPr>
        <w:rPr>
          <w:rFonts w:cs="Arial"/>
        </w:rPr>
      </w:pPr>
    </w:p>
    <w:p w14:paraId="35E2E815"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Reconductions et modalités des reconductions</w:t>
      </w:r>
    </w:p>
    <w:p w14:paraId="5CEE339C" w14:textId="77777777" w:rsidR="0072612E" w:rsidRPr="000F7705" w:rsidRDefault="0072612E" w:rsidP="0072612E">
      <w:pPr>
        <w:tabs>
          <w:tab w:val="left" w:pos="426"/>
          <w:tab w:val="left" w:pos="851"/>
        </w:tabs>
        <w:rPr>
          <w:rFonts w:cs="Arial"/>
          <w:b/>
        </w:rPr>
      </w:pPr>
    </w:p>
    <w:p w14:paraId="393EDA8A" w14:textId="0B9A82D9" w:rsidR="0072612E" w:rsidRDefault="0072612E" w:rsidP="0072612E">
      <w:pPr>
        <w:pStyle w:val="fcasegauche"/>
        <w:tabs>
          <w:tab w:val="left" w:pos="426"/>
          <w:tab w:val="left" w:pos="851"/>
        </w:tabs>
        <w:spacing w:after="0"/>
        <w:ind w:left="0" w:firstLine="0"/>
        <w:jc w:val="left"/>
        <w:rPr>
          <w:rFonts w:cs="Arial"/>
        </w:rPr>
      </w:pPr>
      <w:r w:rsidRPr="00BA083D">
        <w:rPr>
          <w:rFonts w:cs="Arial"/>
        </w:rPr>
        <w:t>Le marché public est reconductible :</w:t>
      </w:r>
      <w:r w:rsidR="00077904" w:rsidRPr="00BA083D">
        <w:rPr>
          <w:rFonts w:cs="Arial"/>
        </w:rPr>
        <w:t xml:space="preserve"> </w:t>
      </w:r>
      <w:r w:rsidRPr="00BA083D">
        <w:rPr>
          <w:rFonts w:cs="Arial"/>
        </w:rPr>
        <w:tab/>
      </w:r>
      <w:r w:rsidRPr="00BA083D">
        <w:rPr>
          <w:rFonts w:cs="Arial"/>
        </w:rPr>
        <w:tab/>
      </w:r>
      <w:r w:rsidR="00EC1FD6" w:rsidRPr="00BA083D">
        <w:rPr>
          <w:rFonts w:cs="Arial"/>
        </w:rPr>
        <w:fldChar w:fldCharType="begin">
          <w:ffData>
            <w:name w:val=""/>
            <w:enabled/>
            <w:calcOnExit w:val="0"/>
            <w:checkBox>
              <w:size w:val="20"/>
              <w:default w:val="0"/>
            </w:checkBox>
          </w:ffData>
        </w:fldChar>
      </w:r>
      <w:r w:rsidR="00EC1FD6" w:rsidRPr="00BA083D">
        <w:rPr>
          <w:rFonts w:cs="Arial"/>
        </w:rPr>
        <w:instrText xml:space="preserve"> FORMCHECKBOX </w:instrText>
      </w:r>
      <w:r w:rsidR="00E11CFC">
        <w:rPr>
          <w:rFonts w:cs="Arial"/>
        </w:rPr>
      </w:r>
      <w:r w:rsidR="00E11CFC">
        <w:rPr>
          <w:rFonts w:cs="Arial"/>
        </w:rPr>
        <w:fldChar w:fldCharType="separate"/>
      </w:r>
      <w:r w:rsidR="00EC1FD6" w:rsidRPr="00BA083D">
        <w:rPr>
          <w:rFonts w:cs="Arial"/>
        </w:rPr>
        <w:fldChar w:fldCharType="end"/>
      </w:r>
      <w:r w:rsidRPr="00BA083D">
        <w:rPr>
          <w:rFonts w:cs="Arial"/>
        </w:rPr>
        <w:tab/>
      </w:r>
      <w:r w:rsidR="00077904" w:rsidRPr="00BA083D">
        <w:rPr>
          <w:rFonts w:cs="Arial"/>
        </w:rPr>
        <w:t xml:space="preserve"> </w:t>
      </w:r>
      <w:r w:rsidRPr="00BA083D">
        <w:rPr>
          <w:rFonts w:cs="Arial"/>
        </w:rPr>
        <w:t>NON</w:t>
      </w:r>
      <w:r w:rsidR="0039758E" w:rsidRPr="00BA083D">
        <w:rPr>
          <w:rFonts w:cs="Arial"/>
        </w:rPr>
        <w:t xml:space="preserve"> </w:t>
      </w:r>
      <w:r w:rsidRPr="00BA083D">
        <w:rPr>
          <w:rFonts w:cs="Arial"/>
        </w:rPr>
        <w:tab/>
      </w:r>
      <w:r w:rsidRPr="00BA083D">
        <w:rPr>
          <w:rFonts w:cs="Arial"/>
        </w:rPr>
        <w:tab/>
      </w:r>
      <w:r w:rsidRPr="00BA083D">
        <w:rPr>
          <w:rFonts w:cs="Arial"/>
        </w:rPr>
        <w:tab/>
      </w:r>
      <w:r w:rsidR="00BA083D" w:rsidRPr="00BA083D">
        <w:rPr>
          <w:rFonts w:cs="Arial"/>
        </w:rPr>
        <w:fldChar w:fldCharType="begin">
          <w:ffData>
            <w:name w:val=""/>
            <w:enabled/>
            <w:calcOnExit w:val="0"/>
            <w:checkBox>
              <w:size w:val="20"/>
              <w:default w:val="1"/>
            </w:checkBox>
          </w:ffData>
        </w:fldChar>
      </w:r>
      <w:r w:rsidR="00BA083D" w:rsidRPr="00BA083D">
        <w:rPr>
          <w:rFonts w:cs="Arial"/>
        </w:rPr>
        <w:instrText xml:space="preserve"> FORMCHECKBOX </w:instrText>
      </w:r>
      <w:r w:rsidR="00E11CFC">
        <w:rPr>
          <w:rFonts w:cs="Arial"/>
        </w:rPr>
      </w:r>
      <w:r w:rsidR="00E11CFC">
        <w:rPr>
          <w:rFonts w:cs="Arial"/>
        </w:rPr>
        <w:fldChar w:fldCharType="separate"/>
      </w:r>
      <w:r w:rsidR="00BA083D" w:rsidRPr="00BA083D">
        <w:rPr>
          <w:rFonts w:cs="Arial"/>
        </w:rPr>
        <w:fldChar w:fldCharType="end"/>
      </w:r>
      <w:r w:rsidRPr="00BA083D">
        <w:rPr>
          <w:rFonts w:cs="Arial"/>
        </w:rPr>
        <w:tab/>
      </w:r>
      <w:r w:rsidR="00077904" w:rsidRPr="00BA083D">
        <w:rPr>
          <w:rFonts w:cs="Arial"/>
        </w:rPr>
        <w:t xml:space="preserve"> </w:t>
      </w:r>
      <w:r w:rsidR="00223D55" w:rsidRPr="00BA083D">
        <w:rPr>
          <w:rFonts w:cs="Arial"/>
        </w:rPr>
        <w:t xml:space="preserve">OUI </w:t>
      </w:r>
    </w:p>
    <w:p w14:paraId="5FBAF45E" w14:textId="77777777" w:rsidR="00BA083D" w:rsidRPr="00BA083D" w:rsidRDefault="00BA083D" w:rsidP="00BA083D">
      <w:pPr>
        <w:rPr>
          <w:rFonts w:cs="Arial"/>
        </w:rPr>
      </w:pPr>
      <w:r w:rsidRPr="00BA083D">
        <w:rPr>
          <w:rFonts w:cs="Arial"/>
        </w:rPr>
        <w:t>Le présent marché comprend 2 reconductions tacites sans que sa durée totale ne puisse excéder 4 ans. La durée de la reconduction est de 12 mois.</w:t>
      </w:r>
    </w:p>
    <w:p w14:paraId="1667E946" w14:textId="77777777" w:rsidR="00BA083D" w:rsidRPr="00BA083D" w:rsidRDefault="00BA083D" w:rsidP="00BA083D">
      <w:pPr>
        <w:rPr>
          <w:rFonts w:cs="Arial"/>
        </w:rPr>
      </w:pPr>
      <w:bookmarkStart w:id="9" w:name="_Hlk165561027"/>
      <w:r w:rsidRPr="00BA083D">
        <w:rPr>
          <w:rFonts w:cs="Arial"/>
        </w:rPr>
        <w:t>Si l’acheteur ne souhaite pas reconduire le marché, il doit prendre une décision expresse de non-reconduction, qu’il notifie au titulaire au plus tard 30 jours calendaires avant la date d’échéance du marché initial ou d'une reconduction ultérieure.</w:t>
      </w:r>
    </w:p>
    <w:bookmarkEnd w:id="9"/>
    <w:p w14:paraId="2B6CEF88" w14:textId="77777777" w:rsidR="00BA083D" w:rsidRPr="00BA083D" w:rsidRDefault="00BA083D" w:rsidP="00BA083D">
      <w:pPr>
        <w:rPr>
          <w:rFonts w:cs="Arial"/>
        </w:rPr>
      </w:pPr>
      <w:r w:rsidRPr="00BA083D">
        <w:rPr>
          <w:rFonts w:cs="Arial"/>
        </w:rPr>
        <w:t>Le titulaire ne peut s'opposer à la non-reconduction du marché, ni refuser sa reconduction.</w:t>
      </w:r>
    </w:p>
    <w:p w14:paraId="3B52A511" w14:textId="77777777" w:rsidR="00180D60" w:rsidRPr="00BA083D" w:rsidRDefault="00180D60" w:rsidP="007D343A">
      <w:pPr>
        <w:rPr>
          <w:rFonts w:cs="Arial"/>
        </w:rPr>
      </w:pPr>
    </w:p>
    <w:p w14:paraId="6C935B35" w14:textId="77777777" w:rsidR="00180D60" w:rsidRPr="00BA083D" w:rsidRDefault="00180D60" w:rsidP="00180D60">
      <w:pPr>
        <w:rPr>
          <w:rFonts w:cs="Arial"/>
        </w:rPr>
      </w:pPr>
      <w:bookmarkStart w:id="10" w:name="_Hlk150422621"/>
      <w:r w:rsidRPr="00BA083D">
        <w:rPr>
          <w:rFonts w:cs="Arial"/>
        </w:rPr>
        <w:t>Conformément aux dispositions de l’article R.2122-7 du Code de la commande publique, des prestations similaires au présent marché public pourront être réalisées.</w:t>
      </w:r>
    </w:p>
    <w:p w14:paraId="6C1EFEE1" w14:textId="77777777" w:rsidR="00180D60" w:rsidRPr="00BA083D" w:rsidRDefault="00180D60" w:rsidP="00180D60">
      <w:pPr>
        <w:rPr>
          <w:rFonts w:cs="Arial"/>
        </w:rPr>
      </w:pPr>
      <w:r w:rsidRPr="00BA083D">
        <w:rPr>
          <w:rFonts w:cs="Arial"/>
        </w:rPr>
        <w:t xml:space="preserve">Le marché de prestations similaires pourra être mis en place dans les conditions fixées à l’article susmentionné. </w:t>
      </w:r>
    </w:p>
    <w:p w14:paraId="7C24FD0A" w14:textId="77777777" w:rsidR="00180D60" w:rsidRPr="000F7705" w:rsidRDefault="00180D60" w:rsidP="00180D60">
      <w:pPr>
        <w:rPr>
          <w:rFonts w:cs="Arial"/>
          <w:highlight w:val="yellow"/>
        </w:rPr>
      </w:pPr>
    </w:p>
    <w:p w14:paraId="320C59DA" w14:textId="77777777" w:rsidR="00180D60" w:rsidRPr="009F28D6" w:rsidRDefault="00180D60" w:rsidP="00180D60">
      <w:pPr>
        <w:rPr>
          <w:rFonts w:cs="Arial"/>
        </w:rPr>
      </w:pPr>
      <w:r w:rsidRPr="009F28D6">
        <w:rPr>
          <w:rFonts w:cs="Arial"/>
        </w:rPr>
        <w:t xml:space="preserve">Le montant maximum tient compte de l’estimation de ces dernières dans le cas où l’acheteur souhaiterait y recourir.  </w:t>
      </w:r>
    </w:p>
    <w:p w14:paraId="1EDFC55B" w14:textId="77777777" w:rsidR="00180D60" w:rsidRPr="009F28D6" w:rsidRDefault="00180D60" w:rsidP="00180D60">
      <w:pPr>
        <w:rPr>
          <w:rFonts w:cs="Arial"/>
        </w:rPr>
      </w:pPr>
    </w:p>
    <w:p w14:paraId="09A300A4" w14:textId="77777777" w:rsidR="00180D60" w:rsidRPr="009F28D6" w:rsidRDefault="00180D60" w:rsidP="007D343A">
      <w:pPr>
        <w:rPr>
          <w:rFonts w:cs="Arial"/>
        </w:rPr>
      </w:pPr>
      <w:r w:rsidRPr="009F28D6">
        <w:rPr>
          <w:rFonts w:cs="Arial"/>
        </w:rPr>
        <w:t xml:space="preserve">Le choix de l’acheteur de ne pas recourir aux prestations similaires n’ouvrira droit à aucune indemnisation du titulaire. </w:t>
      </w:r>
      <w:bookmarkEnd w:id="10"/>
    </w:p>
    <w:p w14:paraId="4D5C391E" w14:textId="77777777" w:rsidR="0072612E" w:rsidRPr="009F28D6" w:rsidRDefault="0072612E" w:rsidP="000F7705">
      <w:pPr>
        <w:pStyle w:val="Titre1"/>
      </w:pPr>
      <w:r w:rsidRPr="009F28D6">
        <w:t>Prix du marché public</w:t>
      </w:r>
    </w:p>
    <w:p w14:paraId="5E06BD33" w14:textId="31BE3E5C" w:rsidR="00AD1418" w:rsidRDefault="00AD1418" w:rsidP="00AD1418">
      <w:pPr>
        <w:rPr>
          <w:rFonts w:cs="Arial"/>
        </w:rPr>
      </w:pPr>
      <w:bookmarkStart w:id="11" w:name="_Hlk150422950"/>
    </w:p>
    <w:p w14:paraId="2CB31A29" w14:textId="77777777" w:rsidR="009F28D6" w:rsidRPr="009F28D6" w:rsidRDefault="009F28D6" w:rsidP="009F28D6">
      <w:pPr>
        <w:rPr>
          <w:rFonts w:cs="Arial"/>
        </w:rPr>
      </w:pPr>
      <w:r w:rsidRPr="009F28D6">
        <w:rPr>
          <w:rFonts w:cs="Arial"/>
        </w:rPr>
        <w:t>Le marché est passé sous la forme d’un accord-cadre à bons de commande. La rémunération du présent marché se fait sur la base de prix unitaires qui sont appliqués aux quantités réellement livrées ou exécutées au cours de son exécution.</w:t>
      </w:r>
    </w:p>
    <w:p w14:paraId="16FF063D" w14:textId="77777777" w:rsidR="009F28D6" w:rsidRDefault="009F28D6" w:rsidP="009F28D6">
      <w:pPr>
        <w:rPr>
          <w:rFonts w:ascii="TT Norms Regular" w:hAnsi="TT Norms Regular"/>
        </w:rPr>
      </w:pPr>
    </w:p>
    <w:p w14:paraId="35E09C26" w14:textId="46C97072" w:rsidR="009F28D6" w:rsidRPr="009F28D6" w:rsidRDefault="009F28D6" w:rsidP="009F28D6">
      <w:pPr>
        <w:rPr>
          <w:rFonts w:cs="Arial"/>
        </w:rPr>
      </w:pPr>
      <w:r w:rsidRPr="009F28D6">
        <w:rPr>
          <w:rFonts w:cs="Arial"/>
        </w:rPr>
        <w:t>Le présent acte d’engagement opère un renvoi au bordereau de prix unitaires. Le bordereau de prix</w:t>
      </w:r>
      <w:r w:rsidRPr="009F28D6">
        <w:rPr>
          <w:rFonts w:cs="Arial"/>
          <w:color w:val="111111"/>
        </w:rPr>
        <w:t xml:space="preserve">, qui constitue une annexe financière de l’acte d’engagement, </w:t>
      </w:r>
      <w:r w:rsidRPr="009F28D6">
        <w:rPr>
          <w:rFonts w:cs="Arial"/>
        </w:rPr>
        <w:t xml:space="preserve">est contractuel. Autrement dit, les prix unitaires, figurant dans l’annexe financière, ne sont pas reportés dans l’acte d’engagement mais sont contractuels et engage le prestataire. </w:t>
      </w:r>
    </w:p>
    <w:p w14:paraId="0A219F47" w14:textId="10978A08" w:rsidR="009F28D6" w:rsidRPr="009F28D6" w:rsidRDefault="009F28D6" w:rsidP="009F28D6">
      <w:pPr>
        <w:rPr>
          <w:rFonts w:eastAsia="Calibri" w:cs="Arial"/>
          <w:szCs w:val="22"/>
          <w:lang w:eastAsia="en-US"/>
        </w:rPr>
      </w:pPr>
    </w:p>
    <w:p w14:paraId="28DDF5DD" w14:textId="77777777" w:rsidR="009F28D6" w:rsidRDefault="009F28D6" w:rsidP="009F28D6">
      <w:pPr>
        <w:rPr>
          <w:rFonts w:cs="Arial"/>
        </w:rPr>
      </w:pPr>
      <w:r>
        <w:rPr>
          <w:rFonts w:cs="Arial"/>
        </w:rPr>
        <w:t>L</w:t>
      </w:r>
      <w:r w:rsidRPr="009F28D6">
        <w:rPr>
          <w:rFonts w:cs="Arial"/>
        </w:rPr>
        <w:t xml:space="preserve">e marché est conclu sans minimum et un montant maximum de 120 000€ HT pour sa durée totale. </w:t>
      </w:r>
    </w:p>
    <w:p w14:paraId="5049B925" w14:textId="181997B7" w:rsidR="009F28D6" w:rsidRPr="009F28D6" w:rsidRDefault="009F28D6" w:rsidP="009F28D6">
      <w:pPr>
        <w:rPr>
          <w:rFonts w:cs="Arial"/>
        </w:rPr>
      </w:pPr>
      <w:r w:rsidRPr="009F28D6">
        <w:rPr>
          <w:rFonts w:cs="Arial"/>
        </w:rPr>
        <w:t xml:space="preserve">Est entendu par montant maximum, le montant au-delà duquel le marché s’éteindra de fait. </w:t>
      </w:r>
    </w:p>
    <w:p w14:paraId="599F6C51" w14:textId="68498B30" w:rsidR="009F28D6" w:rsidRDefault="009F28D6" w:rsidP="009F28D6">
      <w:pPr>
        <w:rPr>
          <w:rFonts w:cs="Arial"/>
        </w:rPr>
      </w:pPr>
    </w:p>
    <w:p w14:paraId="4F4E7E22" w14:textId="77777777" w:rsidR="00402D9E" w:rsidRPr="000668C2" w:rsidRDefault="00402D9E" w:rsidP="00402D9E">
      <w:pPr>
        <w:keepNext/>
        <w:numPr>
          <w:ilvl w:val="0"/>
          <w:numId w:val="6"/>
        </w:numPr>
        <w:shd w:val="clear" w:color="auto" w:fill="2B307F"/>
        <w:tabs>
          <w:tab w:val="clear" w:pos="432"/>
        </w:tabs>
        <w:spacing w:before="360" w:after="240"/>
        <w:ind w:left="360" w:hanging="360"/>
        <w:outlineLvl w:val="0"/>
        <w:rPr>
          <w:rFonts w:ascii="TT Norms Regular" w:hAnsi="TT Norms Regular" w:cs="Arial"/>
          <w:color w:val="FFFFFF"/>
          <w:sz w:val="24"/>
          <w:szCs w:val="24"/>
        </w:rPr>
      </w:pPr>
      <w:r>
        <w:rPr>
          <w:rFonts w:ascii="TT Norms Regular" w:hAnsi="TT Norms Regular" w:cs="Arial"/>
          <w:color w:val="FFFFFF"/>
          <w:sz w:val="24"/>
          <w:szCs w:val="24"/>
        </w:rPr>
        <w:t xml:space="preserve">Délai de validité des offres </w:t>
      </w:r>
    </w:p>
    <w:p w14:paraId="1149B6EC" w14:textId="77777777" w:rsidR="00402D9E" w:rsidRPr="000668C2" w:rsidRDefault="00402D9E" w:rsidP="00402D9E">
      <w:pPr>
        <w:rPr>
          <w:rFonts w:ascii="TT Norms Regular" w:hAnsi="TT Norms Regular"/>
        </w:rPr>
      </w:pPr>
      <w:r>
        <w:rPr>
          <w:rFonts w:ascii="TT Norms Regular" w:hAnsi="TT Norms Regular"/>
        </w:rPr>
        <w:t>Le délai de validité des offres est de 150 jours à compter de la date limite de réception des offres.</w:t>
      </w:r>
    </w:p>
    <w:p w14:paraId="686D9A62" w14:textId="77777777" w:rsidR="00402D9E" w:rsidRPr="009F28D6" w:rsidRDefault="00402D9E" w:rsidP="009F28D6">
      <w:pPr>
        <w:rPr>
          <w:rFonts w:cs="Arial"/>
        </w:rPr>
      </w:pPr>
    </w:p>
    <w:bookmarkEnd w:id="11"/>
    <w:p w14:paraId="1C1020A2" w14:textId="5C7AD1BB" w:rsidR="0010480A" w:rsidRPr="000F7705" w:rsidRDefault="0010480A" w:rsidP="000F7705">
      <w:pPr>
        <w:pStyle w:val="Titre1"/>
      </w:pPr>
      <w:r w:rsidRPr="000F7705">
        <w:t>Modalités de règlement des prestations</w:t>
      </w:r>
    </w:p>
    <w:p w14:paraId="31C0AE1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47E4380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1946EFF7"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517094C5"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670832B0" w14:textId="0DD3A13B" w:rsidR="0010480A" w:rsidRPr="00402D9E" w:rsidRDefault="00402D9E" w:rsidP="00402D9E">
      <w:pPr>
        <w:pStyle w:val="AnnexeTitre2"/>
        <w:rPr>
          <w:i/>
          <w:sz w:val="18"/>
          <w:szCs w:val="18"/>
        </w:rPr>
      </w:pPr>
      <w:r w:rsidRPr="00402D9E">
        <w:t>7.1</w:t>
      </w:r>
      <w:r>
        <w:t xml:space="preserve"> </w:t>
      </w:r>
      <w:r w:rsidR="0010480A" w:rsidRPr="00402D9E">
        <w:t>Compte (s) à créditer </w:t>
      </w:r>
    </w:p>
    <w:p w14:paraId="408D8412" w14:textId="77777777" w:rsidR="0010480A" w:rsidRPr="000F7705" w:rsidRDefault="0010480A" w:rsidP="0010480A">
      <w:pPr>
        <w:pStyle w:val="fcase1ertab"/>
        <w:tabs>
          <w:tab w:val="left" w:pos="851"/>
        </w:tabs>
        <w:spacing w:before="120"/>
        <w:ind w:left="0" w:firstLine="0"/>
        <w:rPr>
          <w:rFonts w:cs="Arial"/>
          <w:b/>
        </w:rPr>
      </w:pPr>
      <w:r w:rsidRPr="000F7705">
        <w:rPr>
          <w:rFonts w:cs="Arial"/>
          <w:i/>
          <w:sz w:val="18"/>
          <w:szCs w:val="18"/>
        </w:rPr>
        <w:t>(Joindre un ou des relevé(s) d’identité bancaire ou postal.)</w:t>
      </w:r>
    </w:p>
    <w:p w14:paraId="1010833B" w14:textId="77777777" w:rsidR="0010480A" w:rsidRPr="000F7705" w:rsidRDefault="0010480A" w:rsidP="0010480A">
      <w:pPr>
        <w:pStyle w:val="fcasegauche"/>
        <w:tabs>
          <w:tab w:val="left" w:pos="426"/>
          <w:tab w:val="left" w:pos="851"/>
        </w:tabs>
        <w:spacing w:after="0"/>
        <w:ind w:left="0" w:firstLine="0"/>
        <w:jc w:val="left"/>
        <w:rPr>
          <w:rFonts w:cs="Arial"/>
          <w:b/>
        </w:rPr>
      </w:pPr>
    </w:p>
    <w:p w14:paraId="648715FE"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Nom de l’établissement bancaire :</w:t>
      </w:r>
    </w:p>
    <w:p w14:paraId="2D63ADE1" w14:textId="77777777" w:rsidR="0010480A" w:rsidRPr="000F7705" w:rsidRDefault="0010480A" w:rsidP="0010480A">
      <w:pPr>
        <w:pStyle w:val="fcasegauche"/>
        <w:tabs>
          <w:tab w:val="left" w:pos="426"/>
          <w:tab w:val="left" w:pos="851"/>
        </w:tabs>
        <w:spacing w:after="0"/>
        <w:ind w:left="0" w:firstLine="0"/>
        <w:jc w:val="left"/>
        <w:rPr>
          <w:rFonts w:cs="Arial"/>
        </w:rPr>
      </w:pPr>
    </w:p>
    <w:p w14:paraId="64126D33"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Numéro de compte :</w:t>
      </w:r>
    </w:p>
    <w:p w14:paraId="31F41CEA" w14:textId="77777777" w:rsidR="0010480A" w:rsidRPr="000F7705" w:rsidRDefault="0010480A" w:rsidP="0010480A">
      <w:pPr>
        <w:pStyle w:val="fcasegauche"/>
        <w:tabs>
          <w:tab w:val="left" w:pos="426"/>
          <w:tab w:val="left" w:pos="851"/>
        </w:tabs>
        <w:spacing w:after="0"/>
        <w:ind w:left="0" w:firstLine="0"/>
        <w:jc w:val="left"/>
        <w:rPr>
          <w:rFonts w:cs="Arial"/>
        </w:rPr>
      </w:pPr>
    </w:p>
    <w:p w14:paraId="7D05F93F"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IBAN :</w:t>
      </w:r>
    </w:p>
    <w:p w14:paraId="6937E796" w14:textId="77777777" w:rsidR="0010480A" w:rsidRPr="000F7705" w:rsidRDefault="0010480A" w:rsidP="0010480A">
      <w:pPr>
        <w:pStyle w:val="fcasegauche"/>
        <w:tabs>
          <w:tab w:val="left" w:pos="426"/>
          <w:tab w:val="left" w:pos="851"/>
        </w:tabs>
        <w:spacing w:after="0"/>
        <w:ind w:left="0" w:firstLine="0"/>
        <w:jc w:val="left"/>
        <w:rPr>
          <w:rFonts w:cs="Arial"/>
          <w:b/>
        </w:rPr>
      </w:pPr>
    </w:p>
    <w:p w14:paraId="20BC4F85"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BIC :</w:t>
      </w:r>
    </w:p>
    <w:p w14:paraId="7343559D" w14:textId="77777777" w:rsidR="0010480A" w:rsidRPr="000F7705" w:rsidRDefault="0010480A" w:rsidP="0010480A">
      <w:pPr>
        <w:pStyle w:val="fcasegauche"/>
        <w:tabs>
          <w:tab w:val="left" w:pos="426"/>
          <w:tab w:val="left" w:pos="851"/>
        </w:tabs>
        <w:spacing w:after="0"/>
        <w:ind w:left="0" w:firstLine="0"/>
        <w:jc w:val="left"/>
        <w:rPr>
          <w:rFonts w:cs="Arial"/>
          <w:b/>
        </w:rPr>
      </w:pPr>
    </w:p>
    <w:p w14:paraId="79385FFE" w14:textId="0ADD01D8" w:rsidR="0010480A" w:rsidRPr="000F7705" w:rsidRDefault="00402D9E" w:rsidP="00402D9E">
      <w:pPr>
        <w:pStyle w:val="AnnexeTitre2"/>
      </w:pPr>
      <w:r>
        <w:t xml:space="preserve">7.2 </w:t>
      </w:r>
      <w:r w:rsidR="0010480A" w:rsidRPr="000F7705">
        <w:t>Avance </w:t>
      </w:r>
    </w:p>
    <w:p w14:paraId="02C78C23" w14:textId="77777777" w:rsidR="0010480A" w:rsidRPr="000F7705" w:rsidRDefault="0010480A" w:rsidP="0010480A">
      <w:pPr>
        <w:pStyle w:val="fcasegauche"/>
        <w:tabs>
          <w:tab w:val="left" w:pos="426"/>
          <w:tab w:val="left" w:pos="851"/>
        </w:tabs>
        <w:spacing w:after="0"/>
        <w:ind w:left="0" w:firstLine="0"/>
        <w:jc w:val="left"/>
        <w:rPr>
          <w:rFonts w:cs="Arial"/>
          <w:b/>
        </w:rPr>
      </w:pPr>
    </w:p>
    <w:p w14:paraId="3C57CDBE" w14:textId="77777777" w:rsidR="0010480A" w:rsidRPr="000F7705" w:rsidRDefault="0010480A" w:rsidP="0010480A">
      <w:pPr>
        <w:pStyle w:val="fcasegauche"/>
        <w:tabs>
          <w:tab w:val="left" w:pos="426"/>
          <w:tab w:val="left" w:pos="851"/>
        </w:tabs>
        <w:spacing w:after="0"/>
        <w:ind w:left="0" w:firstLine="0"/>
        <w:jc w:val="left"/>
        <w:rPr>
          <w:rFonts w:cs="Arial"/>
          <w:i/>
          <w:sz w:val="18"/>
          <w:szCs w:val="18"/>
        </w:rPr>
      </w:pPr>
      <w:r w:rsidRPr="000F7705">
        <w:rPr>
          <w:rFonts w:cs="Arial"/>
        </w:rPr>
        <w:t>Je renonce au bénéfice de l'avance :</w:t>
      </w:r>
      <w:r w:rsidRPr="000F7705">
        <w:rPr>
          <w:rFonts w:cs="Arial"/>
        </w:rPr>
        <w:tab/>
      </w:r>
      <w:r w:rsidRPr="000F7705">
        <w:rPr>
          <w:rFonts w:cs="Arial"/>
        </w:rPr>
        <w:tab/>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ab/>
        <w:t>Non</w:t>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ab/>
        <w:t>Oui</w:t>
      </w:r>
    </w:p>
    <w:p w14:paraId="0F7CC041" w14:textId="77777777" w:rsidR="0010480A" w:rsidRPr="000F7705" w:rsidRDefault="0010480A" w:rsidP="00E612E0">
      <w:pPr>
        <w:tabs>
          <w:tab w:val="left" w:pos="851"/>
        </w:tabs>
        <w:rPr>
          <w:rFonts w:cs="Arial"/>
          <w:b/>
        </w:rPr>
      </w:pPr>
      <w:r w:rsidRPr="000F7705">
        <w:rPr>
          <w:rFonts w:cs="Arial"/>
          <w:i/>
          <w:sz w:val="18"/>
          <w:szCs w:val="18"/>
        </w:rPr>
        <w:t>(Cocher la case correspondante.)</w:t>
      </w:r>
    </w:p>
    <w:p w14:paraId="3FE83A01" w14:textId="77777777" w:rsidR="00BC1668" w:rsidRPr="000F7705" w:rsidRDefault="00BC1668" w:rsidP="000F7705">
      <w:pPr>
        <w:pStyle w:val="Titre1"/>
      </w:pPr>
      <w:r w:rsidRPr="000F7705">
        <w:t>Signature du marché public par le titulaire individuel ou, en cas groupement, le mandataire dûment habilité ou chaque membre du groupement</w:t>
      </w:r>
    </w:p>
    <w:p w14:paraId="4B0621A3" w14:textId="77777777" w:rsidR="00685727" w:rsidRPr="000F7705" w:rsidRDefault="00685727" w:rsidP="00685727">
      <w:pPr>
        <w:pStyle w:val="fcase1ertab"/>
        <w:tabs>
          <w:tab w:val="clear" w:pos="426"/>
        </w:tabs>
        <w:ind w:left="0" w:firstLine="0"/>
        <w:rPr>
          <w:rFonts w:cs="Arial"/>
          <w:bCs/>
        </w:rPr>
      </w:pPr>
      <w:r w:rsidRPr="000F7705">
        <w:rPr>
          <w:rFonts w:cs="Arial"/>
          <w:bCs/>
        </w:rPr>
        <w:t>Après avoir pris connaissance et accepté les stipulations du cahier des clauses administratives particulières</w:t>
      </w:r>
      <w:r w:rsidR="0042532E" w:rsidRPr="000F7705">
        <w:rPr>
          <w:rFonts w:cs="Arial"/>
          <w:bCs/>
        </w:rPr>
        <w:t xml:space="preserve"> </w:t>
      </w:r>
      <w:r w:rsidRPr="000F7705">
        <w:rPr>
          <w:rFonts w:cs="Arial"/>
          <w:bCs/>
        </w:rPr>
        <w:t>et des documents qui y sont mentionnés, après avoir parfaitement rempli mes obligations de conseil, d’information et de mise en garde, après m’être parfaitement informé notamment en posant toute question utile pour établir mon offre selon les dispositions prévues au CCAP et au règlement de consultation et après avoir établi les déclarations et fourni les certificats prévus au Code de la Commande Publique, je m’engage, par la signature de ce seul document, à exécuter les prestations demandées dans les conditions définies par le marché.</w:t>
      </w:r>
    </w:p>
    <w:p w14:paraId="45454BEC" w14:textId="77777777" w:rsidR="00685727" w:rsidRPr="000F7705" w:rsidRDefault="00685727" w:rsidP="006C4338">
      <w:pPr>
        <w:tabs>
          <w:tab w:val="left" w:pos="851"/>
        </w:tabs>
        <w:rPr>
          <w:rFonts w:cs="Arial"/>
        </w:rPr>
      </w:pPr>
    </w:p>
    <w:p w14:paraId="0E7E712F" w14:textId="77777777" w:rsidR="0042532E" w:rsidRPr="000F7705" w:rsidRDefault="0042532E" w:rsidP="0042532E">
      <w:pPr>
        <w:pStyle w:val="Paragraphedeliste"/>
        <w:numPr>
          <w:ilvl w:val="0"/>
          <w:numId w:val="25"/>
        </w:numPr>
        <w:tabs>
          <w:tab w:val="left" w:pos="851"/>
        </w:tabs>
        <w:rPr>
          <w:rFonts w:cs="Arial"/>
          <w:b/>
          <w:vanish/>
          <w:sz w:val="22"/>
          <w:szCs w:val="22"/>
        </w:rPr>
      </w:pPr>
    </w:p>
    <w:p w14:paraId="23C8C063" w14:textId="77777777" w:rsidR="0042532E" w:rsidRPr="000F7705" w:rsidRDefault="0042532E" w:rsidP="0042532E">
      <w:pPr>
        <w:pStyle w:val="Paragraphedeliste"/>
        <w:numPr>
          <w:ilvl w:val="0"/>
          <w:numId w:val="25"/>
        </w:numPr>
        <w:tabs>
          <w:tab w:val="left" w:pos="851"/>
        </w:tabs>
        <w:rPr>
          <w:rFonts w:cs="Arial"/>
          <w:b/>
          <w:vanish/>
          <w:sz w:val="22"/>
          <w:szCs w:val="22"/>
        </w:rPr>
      </w:pPr>
    </w:p>
    <w:p w14:paraId="67896529" w14:textId="77777777" w:rsidR="0042532E" w:rsidRPr="000F7705" w:rsidRDefault="0042532E" w:rsidP="0042532E">
      <w:pPr>
        <w:pStyle w:val="Paragraphedeliste"/>
        <w:numPr>
          <w:ilvl w:val="0"/>
          <w:numId w:val="25"/>
        </w:numPr>
        <w:tabs>
          <w:tab w:val="left" w:pos="851"/>
        </w:tabs>
        <w:rPr>
          <w:rFonts w:cs="Arial"/>
          <w:b/>
          <w:vanish/>
          <w:sz w:val="22"/>
          <w:szCs w:val="22"/>
        </w:rPr>
      </w:pPr>
    </w:p>
    <w:p w14:paraId="1CFAD5E0" w14:textId="77777777" w:rsidR="0042532E" w:rsidRPr="000F7705" w:rsidRDefault="0042532E" w:rsidP="0042532E">
      <w:pPr>
        <w:pStyle w:val="Paragraphedeliste"/>
        <w:numPr>
          <w:ilvl w:val="0"/>
          <w:numId w:val="25"/>
        </w:numPr>
        <w:tabs>
          <w:tab w:val="left" w:pos="851"/>
        </w:tabs>
        <w:rPr>
          <w:rFonts w:cs="Arial"/>
          <w:b/>
          <w:vanish/>
          <w:sz w:val="22"/>
          <w:szCs w:val="22"/>
        </w:rPr>
      </w:pPr>
    </w:p>
    <w:p w14:paraId="5DEBAF24" w14:textId="77777777" w:rsidR="0042532E" w:rsidRPr="000F7705" w:rsidRDefault="0042532E" w:rsidP="0042532E">
      <w:pPr>
        <w:pStyle w:val="Paragraphedeliste"/>
        <w:numPr>
          <w:ilvl w:val="0"/>
          <w:numId w:val="25"/>
        </w:numPr>
        <w:tabs>
          <w:tab w:val="left" w:pos="851"/>
        </w:tabs>
        <w:rPr>
          <w:rFonts w:cs="Arial"/>
          <w:b/>
          <w:vanish/>
          <w:sz w:val="22"/>
          <w:szCs w:val="22"/>
        </w:rPr>
      </w:pPr>
    </w:p>
    <w:p w14:paraId="35AADDD5" w14:textId="77777777" w:rsidR="0042532E" w:rsidRPr="000F7705" w:rsidRDefault="0042532E" w:rsidP="0042532E">
      <w:pPr>
        <w:pStyle w:val="Paragraphedeliste"/>
        <w:numPr>
          <w:ilvl w:val="0"/>
          <w:numId w:val="25"/>
        </w:numPr>
        <w:tabs>
          <w:tab w:val="left" w:pos="851"/>
        </w:tabs>
        <w:rPr>
          <w:rFonts w:cs="Arial"/>
          <w:b/>
          <w:vanish/>
          <w:sz w:val="22"/>
          <w:szCs w:val="22"/>
        </w:rPr>
      </w:pPr>
    </w:p>
    <w:p w14:paraId="770D017A" w14:textId="77777777" w:rsidR="0042532E" w:rsidRPr="000F7705" w:rsidRDefault="0042532E" w:rsidP="0042532E">
      <w:pPr>
        <w:pStyle w:val="Paragraphedeliste"/>
        <w:numPr>
          <w:ilvl w:val="0"/>
          <w:numId w:val="25"/>
        </w:numPr>
        <w:tabs>
          <w:tab w:val="left" w:pos="851"/>
        </w:tabs>
        <w:rPr>
          <w:rFonts w:cs="Arial"/>
          <w:b/>
          <w:vanish/>
          <w:sz w:val="22"/>
          <w:szCs w:val="22"/>
        </w:rPr>
      </w:pPr>
    </w:p>
    <w:p w14:paraId="4F456115" w14:textId="77777777" w:rsidR="000F7705" w:rsidRPr="000F7705" w:rsidRDefault="000F7705" w:rsidP="000F7705">
      <w:pPr>
        <w:pStyle w:val="Paragraphedeliste"/>
        <w:keepNext/>
        <w:numPr>
          <w:ilvl w:val="0"/>
          <w:numId w:val="21"/>
        </w:numPr>
        <w:spacing w:before="120" w:after="60"/>
        <w:contextualSpacing w:val="0"/>
        <w:jc w:val="left"/>
        <w:outlineLvl w:val="1"/>
        <w:rPr>
          <w:rFonts w:cs="Arial"/>
          <w:bCs/>
          <w:iCs/>
          <w:vanish/>
          <w:color w:val="126AB3" w:themeColor="accent3"/>
          <w:sz w:val="24"/>
          <w:szCs w:val="24"/>
        </w:rPr>
      </w:pPr>
    </w:p>
    <w:p w14:paraId="48FEA200" w14:textId="40C553B8" w:rsidR="00332B12" w:rsidRPr="00402D9E" w:rsidRDefault="00332B12" w:rsidP="00402D9E">
      <w:pPr>
        <w:pStyle w:val="Titre2"/>
      </w:pPr>
      <w:r w:rsidRPr="00402D9E">
        <w:t xml:space="preserve">Signature du marché </w:t>
      </w:r>
      <w:r w:rsidR="0050366F" w:rsidRPr="00402D9E">
        <w:t>public</w:t>
      </w:r>
      <w:r w:rsidRPr="00402D9E">
        <w:t xml:space="preserve"> par le titulaire individuel </w:t>
      </w:r>
    </w:p>
    <w:p w14:paraId="6B99BD6D" w14:textId="77777777" w:rsidR="00685727" w:rsidRPr="000F7705" w:rsidRDefault="00685727" w:rsidP="00685727">
      <w:pPr>
        <w:pStyle w:val="fcase1ertab"/>
        <w:tabs>
          <w:tab w:val="left" w:pos="851"/>
        </w:tabs>
        <w:ind w:left="0" w:firstLine="0"/>
        <w:rPr>
          <w:rFonts w:cs="Arial"/>
          <w:b/>
          <w:sz w:val="22"/>
          <w:szCs w:val="22"/>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67956B8D" w14:textId="77777777" w:rsidTr="00A94547">
        <w:tc>
          <w:tcPr>
            <w:tcW w:w="4644" w:type="dxa"/>
            <w:shd w:val="clear" w:color="auto" w:fill="auto"/>
            <w:vAlign w:val="center"/>
          </w:tcPr>
          <w:p w14:paraId="0405003A"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4EE66DD6"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7910907E"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0B84253E"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0EDF93DA" w14:textId="77777777" w:rsidTr="00A94547">
        <w:trPr>
          <w:trHeight w:val="1021"/>
        </w:trPr>
        <w:tc>
          <w:tcPr>
            <w:tcW w:w="4644" w:type="dxa"/>
            <w:shd w:val="clear" w:color="auto" w:fill="auto"/>
            <w:vAlign w:val="center"/>
          </w:tcPr>
          <w:p w14:paraId="6A4BEA9E" w14:textId="77777777" w:rsidR="00332B12" w:rsidRPr="000F7705" w:rsidRDefault="00332B12" w:rsidP="00341661">
            <w:pPr>
              <w:tabs>
                <w:tab w:val="left" w:pos="851"/>
              </w:tabs>
              <w:snapToGrid w:val="0"/>
              <w:rPr>
                <w:rFonts w:cs="Arial"/>
                <w:b/>
                <w:bCs/>
              </w:rPr>
            </w:pPr>
          </w:p>
        </w:tc>
        <w:tc>
          <w:tcPr>
            <w:tcW w:w="2694" w:type="dxa"/>
            <w:shd w:val="clear" w:color="auto" w:fill="auto"/>
          </w:tcPr>
          <w:p w14:paraId="7D74ACE6" w14:textId="77777777" w:rsidR="006B7EF3" w:rsidRPr="000F7705" w:rsidRDefault="006B7EF3" w:rsidP="00B054DA">
            <w:pPr>
              <w:tabs>
                <w:tab w:val="left" w:pos="851"/>
              </w:tabs>
              <w:snapToGrid w:val="0"/>
              <w:rPr>
                <w:rFonts w:cs="Arial"/>
                <w:b/>
                <w:bCs/>
              </w:rPr>
            </w:pPr>
          </w:p>
          <w:p w14:paraId="0019FD47" w14:textId="77777777" w:rsidR="00332B12" w:rsidRPr="000F7705" w:rsidRDefault="00341661" w:rsidP="00B054DA">
            <w:pPr>
              <w:tabs>
                <w:tab w:val="left" w:pos="851"/>
              </w:tabs>
              <w:snapToGrid w:val="0"/>
              <w:rPr>
                <w:rFonts w:cs="Arial"/>
                <w:b/>
                <w:bCs/>
              </w:rPr>
            </w:pPr>
            <w:r w:rsidRPr="000F7705">
              <w:rPr>
                <w:rFonts w:cs="Arial"/>
                <w:b/>
                <w:bCs/>
              </w:rPr>
              <w:t>A …………………………</w:t>
            </w:r>
          </w:p>
          <w:p w14:paraId="00163AE1" w14:textId="77777777" w:rsidR="006B7EF3" w:rsidRPr="000F7705" w:rsidRDefault="006B7EF3" w:rsidP="00B054DA">
            <w:pPr>
              <w:tabs>
                <w:tab w:val="left" w:pos="851"/>
              </w:tabs>
              <w:snapToGrid w:val="0"/>
              <w:rPr>
                <w:rFonts w:cs="Arial"/>
                <w:b/>
                <w:bCs/>
              </w:rPr>
            </w:pPr>
          </w:p>
          <w:p w14:paraId="6FDD720C" w14:textId="77777777" w:rsidR="00341661" w:rsidRPr="000F7705" w:rsidRDefault="00341661" w:rsidP="00B054DA">
            <w:pPr>
              <w:tabs>
                <w:tab w:val="left" w:pos="851"/>
              </w:tabs>
              <w:snapToGrid w:val="0"/>
              <w:rPr>
                <w:rFonts w:cs="Arial"/>
                <w:b/>
                <w:bCs/>
              </w:rPr>
            </w:pPr>
            <w:r w:rsidRPr="000F7705">
              <w:rPr>
                <w:rFonts w:cs="Arial"/>
                <w:b/>
                <w:bCs/>
              </w:rPr>
              <w:t>Le ………………………...</w:t>
            </w:r>
          </w:p>
          <w:p w14:paraId="1D6D3A4C" w14:textId="77777777" w:rsidR="006B7EF3" w:rsidRPr="000F7705" w:rsidRDefault="006B7EF3" w:rsidP="00B054DA">
            <w:pPr>
              <w:tabs>
                <w:tab w:val="left" w:pos="851"/>
              </w:tabs>
              <w:snapToGrid w:val="0"/>
              <w:rPr>
                <w:rFonts w:cs="Arial"/>
                <w:b/>
                <w:bCs/>
              </w:rPr>
            </w:pPr>
          </w:p>
        </w:tc>
        <w:tc>
          <w:tcPr>
            <w:tcW w:w="3056" w:type="dxa"/>
            <w:shd w:val="clear" w:color="auto" w:fill="auto"/>
          </w:tcPr>
          <w:p w14:paraId="02624437" w14:textId="77777777" w:rsidR="00332B12" w:rsidRPr="000F7705" w:rsidRDefault="00332B12" w:rsidP="00B054DA">
            <w:pPr>
              <w:tabs>
                <w:tab w:val="left" w:pos="851"/>
              </w:tabs>
              <w:snapToGrid w:val="0"/>
              <w:rPr>
                <w:rFonts w:cs="Arial"/>
                <w:b/>
                <w:bCs/>
              </w:rPr>
            </w:pPr>
          </w:p>
        </w:tc>
      </w:tr>
    </w:tbl>
    <w:p w14:paraId="3237C992" w14:textId="77777777" w:rsidR="00341661" w:rsidRPr="000F7705" w:rsidRDefault="00341661" w:rsidP="002904AF">
      <w:pPr>
        <w:tabs>
          <w:tab w:val="left" w:pos="851"/>
        </w:tabs>
        <w:rPr>
          <w:rFonts w:cs="Arial"/>
          <w:i/>
          <w:sz w:val="18"/>
          <w:szCs w:val="18"/>
        </w:rPr>
      </w:pPr>
    </w:p>
    <w:p w14:paraId="213CB970" w14:textId="77777777" w:rsidR="002904AF" w:rsidRPr="000F7705" w:rsidRDefault="002904AF" w:rsidP="002904AF">
      <w:pPr>
        <w:tabs>
          <w:tab w:val="left" w:pos="851"/>
        </w:tabs>
        <w:rPr>
          <w:rFonts w:cs="Arial"/>
          <w:i/>
        </w:rPr>
      </w:pPr>
      <w:r w:rsidRPr="000F7705">
        <w:rPr>
          <w:rFonts w:cs="Arial"/>
          <w:i/>
          <w:sz w:val="18"/>
          <w:szCs w:val="18"/>
        </w:rPr>
        <w:t>(*) Le signataire doit avoir le pouvoir d’engager la personne qu’il représente.</w:t>
      </w:r>
    </w:p>
    <w:p w14:paraId="31A2B789" w14:textId="77777777" w:rsidR="00332B12" w:rsidRPr="000F7705" w:rsidRDefault="00332B12" w:rsidP="00332B12">
      <w:pPr>
        <w:pStyle w:val="fcase1ertab"/>
        <w:tabs>
          <w:tab w:val="left" w:pos="851"/>
        </w:tabs>
        <w:ind w:left="0" w:firstLine="0"/>
        <w:rPr>
          <w:rFonts w:cs="Arial"/>
          <w:b/>
          <w:sz w:val="22"/>
          <w:szCs w:val="22"/>
        </w:rPr>
      </w:pPr>
    </w:p>
    <w:p w14:paraId="4A67BEF0" w14:textId="1A254748" w:rsidR="00332B12" w:rsidRPr="00402D9E" w:rsidRDefault="00332B12" w:rsidP="00402D9E">
      <w:pPr>
        <w:pStyle w:val="Titre2"/>
        <w:rPr>
          <w:i/>
        </w:rPr>
      </w:pPr>
      <w:r w:rsidRPr="00402D9E">
        <w:t xml:space="preserve">Signature du marché </w:t>
      </w:r>
      <w:r w:rsidR="0050366F" w:rsidRPr="00402D9E">
        <w:t xml:space="preserve">public </w:t>
      </w:r>
      <w:r w:rsidRPr="00402D9E">
        <w:t>en cas de groupement </w:t>
      </w:r>
    </w:p>
    <w:p w14:paraId="0914D18F" w14:textId="77777777" w:rsidR="00332B12" w:rsidRPr="000F7705" w:rsidRDefault="00332B12" w:rsidP="006C4338">
      <w:pPr>
        <w:tabs>
          <w:tab w:val="left" w:pos="851"/>
        </w:tabs>
        <w:rPr>
          <w:rFonts w:cs="Arial"/>
        </w:rPr>
      </w:pPr>
    </w:p>
    <w:p w14:paraId="7EB822A7" w14:textId="77777777" w:rsidR="009B1CD0" w:rsidRPr="000F7705" w:rsidRDefault="002904AF" w:rsidP="005846FB">
      <w:pPr>
        <w:tabs>
          <w:tab w:val="left" w:pos="851"/>
        </w:tabs>
        <w:rPr>
          <w:rFonts w:cs="Arial"/>
          <w:sz w:val="18"/>
          <w:szCs w:val="18"/>
        </w:rPr>
      </w:pPr>
      <w:r w:rsidRPr="000F7705">
        <w:rPr>
          <w:rFonts w:cs="Arial"/>
        </w:rPr>
        <w:t>L</w:t>
      </w:r>
      <w:r w:rsidR="00036500" w:rsidRPr="000F7705">
        <w:rPr>
          <w:rFonts w:cs="Arial"/>
        </w:rPr>
        <w:t xml:space="preserve">es membres </w:t>
      </w:r>
      <w:r w:rsidRPr="000F7705">
        <w:rPr>
          <w:rFonts w:cs="Arial"/>
        </w:rPr>
        <w:t xml:space="preserve">du groupement d’opérateurs économiques </w:t>
      </w:r>
      <w:r w:rsidR="00036500" w:rsidRPr="000F7705">
        <w:rPr>
          <w:rFonts w:cs="Arial"/>
        </w:rPr>
        <w:t xml:space="preserve">désignent le mandataire suivant </w:t>
      </w:r>
      <w:r w:rsidR="0050366F" w:rsidRPr="000F7705">
        <w:rPr>
          <w:rFonts w:cs="Arial"/>
          <w:i/>
          <w:sz w:val="18"/>
          <w:szCs w:val="18"/>
        </w:rPr>
        <w:t xml:space="preserve">(article R.2142-23 du code de la commande publique) </w:t>
      </w:r>
      <w:r w:rsidR="00036500" w:rsidRPr="000F7705">
        <w:rPr>
          <w:rFonts w:cs="Arial"/>
          <w:sz w:val="18"/>
          <w:szCs w:val="18"/>
        </w:rPr>
        <w:t>:</w:t>
      </w:r>
    </w:p>
    <w:p w14:paraId="79165A59" w14:textId="77777777" w:rsidR="00036500" w:rsidRPr="000F7705" w:rsidRDefault="00036500" w:rsidP="005846FB">
      <w:pPr>
        <w:tabs>
          <w:tab w:val="left" w:pos="851"/>
        </w:tabs>
        <w:rPr>
          <w:rFonts w:cs="Arial"/>
          <w:i/>
          <w:sz w:val="18"/>
          <w:szCs w:val="18"/>
        </w:rPr>
      </w:pPr>
      <w:r w:rsidRPr="000F7705">
        <w:rPr>
          <w:rFonts w:cs="Arial"/>
          <w:i/>
          <w:sz w:val="18"/>
          <w:szCs w:val="18"/>
        </w:rPr>
        <w:t>[Indiquer le nom commercial et la dénomination sociale du mandataire]</w:t>
      </w:r>
    </w:p>
    <w:p w14:paraId="699507EF" w14:textId="77777777" w:rsidR="000413BD" w:rsidRPr="000F7705" w:rsidRDefault="000413BD" w:rsidP="00710FD6">
      <w:pPr>
        <w:tabs>
          <w:tab w:val="left" w:pos="851"/>
        </w:tabs>
        <w:rPr>
          <w:rFonts w:cs="Arial"/>
        </w:rPr>
      </w:pPr>
    </w:p>
    <w:p w14:paraId="155E428E" w14:textId="77777777" w:rsidR="00036500" w:rsidRPr="000F7705" w:rsidRDefault="004A7169" w:rsidP="00710FD6">
      <w:pPr>
        <w:pStyle w:val="fcase1ertab"/>
        <w:tabs>
          <w:tab w:val="left" w:pos="851"/>
        </w:tabs>
        <w:ind w:left="0" w:firstLine="0"/>
        <w:rPr>
          <w:rFonts w:cs="Arial"/>
        </w:rPr>
      </w:pPr>
      <w:r w:rsidRPr="000F7705">
        <w:rPr>
          <w:rFonts w:cs="Arial"/>
        </w:rPr>
        <w:t xml:space="preserve">En cas de groupement conjoint, </w:t>
      </w:r>
      <w:r w:rsidR="00036500" w:rsidRPr="000F7705">
        <w:rPr>
          <w:rFonts w:cs="Arial"/>
        </w:rPr>
        <w:t xml:space="preserve">le mandataire </w:t>
      </w:r>
      <w:r w:rsidRPr="000F7705">
        <w:rPr>
          <w:rFonts w:cs="Arial"/>
        </w:rPr>
        <w:t xml:space="preserve">du groupement </w:t>
      </w:r>
      <w:r w:rsidR="00036500" w:rsidRPr="000F7705">
        <w:rPr>
          <w:rFonts w:cs="Arial"/>
        </w:rPr>
        <w:t>est :</w:t>
      </w:r>
    </w:p>
    <w:p w14:paraId="5C2BF62F" w14:textId="77777777" w:rsidR="00036500" w:rsidRPr="000F7705" w:rsidRDefault="00036500" w:rsidP="00E47798">
      <w:pPr>
        <w:pStyle w:val="fcase1ertab"/>
        <w:tabs>
          <w:tab w:val="left" w:pos="851"/>
        </w:tabs>
        <w:rPr>
          <w:rFonts w:cs="Arial"/>
        </w:rPr>
      </w:pPr>
      <w:r w:rsidRPr="000F7705">
        <w:rPr>
          <w:rFonts w:cs="Arial"/>
          <w:i/>
          <w:iCs/>
          <w:sz w:val="18"/>
          <w:szCs w:val="18"/>
        </w:rPr>
        <w:t>(Cocher la case correspondante.)</w:t>
      </w:r>
    </w:p>
    <w:p w14:paraId="1D90568C" w14:textId="77777777" w:rsidR="009B1CD0" w:rsidRPr="000F7705" w:rsidRDefault="00354C04" w:rsidP="00E938DD">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i/>
          <w:iCs/>
        </w:rPr>
        <w:t xml:space="preserve"> </w:t>
      </w:r>
      <w:r w:rsidR="00A40D97" w:rsidRPr="000F7705">
        <w:rPr>
          <w:rFonts w:cs="Arial"/>
        </w:rPr>
        <w:t>C</w:t>
      </w:r>
      <w:r w:rsidRPr="000F7705">
        <w:rPr>
          <w:rFonts w:cs="Arial"/>
        </w:rPr>
        <w:t>onjoint</w:t>
      </w:r>
      <w:r w:rsidRPr="000F7705">
        <w:rPr>
          <w:rFonts w:cs="Arial"/>
        </w:rPr>
        <w:tab/>
      </w:r>
      <w:r w:rsidRPr="000F7705">
        <w:rPr>
          <w:rFonts w:cs="Arial"/>
        </w:rPr>
        <w:tab/>
      </w:r>
      <w:r w:rsidR="00685727" w:rsidRPr="000F7705">
        <w:rPr>
          <w:rFonts w:cs="Arial"/>
        </w:rPr>
        <w:t xml:space="preserve"> </w:t>
      </w:r>
      <w:r w:rsidRPr="000F7705">
        <w:rPr>
          <w:rFonts w:cs="Arial"/>
        </w:rPr>
        <w:t>OU</w:t>
      </w:r>
      <w:r w:rsidR="00685727" w:rsidRPr="000F7705">
        <w:rPr>
          <w:rFonts w:cs="Arial"/>
        </w:rPr>
        <w:t xml:space="preserve"> </w:t>
      </w:r>
      <w:r w:rsidRPr="000F7705">
        <w:rPr>
          <w:rFonts w:cs="Arial"/>
        </w:rPr>
        <w:tab/>
      </w:r>
      <w:r w:rsidRPr="000F7705">
        <w:rPr>
          <w:rFonts w:cs="Arial"/>
        </w:rPr>
        <w:tab/>
      </w:r>
      <w:r w:rsidR="00A40D97" w:rsidRPr="000F7705">
        <w:rPr>
          <w:rFonts w:cs="Arial"/>
        </w:rPr>
        <w:fldChar w:fldCharType="begin">
          <w:ffData>
            <w:name w:val=""/>
            <w:enabled/>
            <w:calcOnExit w:val="0"/>
            <w:checkBox>
              <w:size w:val="20"/>
              <w:default w:val="0"/>
            </w:checkBox>
          </w:ffData>
        </w:fldChar>
      </w:r>
      <w:r w:rsidR="00A40D97" w:rsidRPr="000F7705">
        <w:rPr>
          <w:rFonts w:cs="Arial"/>
        </w:rPr>
        <w:instrText xml:space="preserve"> FORMCHECKBOX </w:instrText>
      </w:r>
      <w:r w:rsidR="00E11CFC">
        <w:rPr>
          <w:rFonts w:cs="Arial"/>
        </w:rPr>
      </w:r>
      <w:r w:rsidR="00E11CFC">
        <w:rPr>
          <w:rFonts w:cs="Arial"/>
        </w:rPr>
        <w:fldChar w:fldCharType="separate"/>
      </w:r>
      <w:r w:rsidR="00A40D97" w:rsidRPr="000F7705">
        <w:rPr>
          <w:rFonts w:cs="Arial"/>
        </w:rPr>
        <w:fldChar w:fldCharType="end"/>
      </w:r>
      <w:r w:rsidRPr="000F7705">
        <w:rPr>
          <w:rFonts w:cs="Arial"/>
          <w:iCs/>
        </w:rPr>
        <w:t xml:space="preserve"> </w:t>
      </w:r>
      <w:r w:rsidR="00A40D97" w:rsidRPr="000F7705">
        <w:rPr>
          <w:rFonts w:cs="Arial"/>
        </w:rPr>
        <w:t>S</w:t>
      </w:r>
      <w:r w:rsidRPr="000F7705">
        <w:rPr>
          <w:rFonts w:cs="Arial"/>
        </w:rPr>
        <w:t>olidaire</w:t>
      </w:r>
      <w:r w:rsidR="00341661" w:rsidRPr="000F7705">
        <w:rPr>
          <w:rFonts w:cs="Arial"/>
        </w:rPr>
        <w:t xml:space="preserve"> </w:t>
      </w:r>
      <w:r w:rsidR="00341661" w:rsidRPr="000F7705">
        <w:rPr>
          <w:rFonts w:cs="Arial"/>
          <w:i/>
          <w:iCs/>
        </w:rPr>
        <w:t>(Cf. règlement de la consultation)</w:t>
      </w:r>
    </w:p>
    <w:p w14:paraId="4554FACC" w14:textId="77777777" w:rsidR="001C733C" w:rsidRPr="000F7705" w:rsidRDefault="001C733C" w:rsidP="00CD46CC">
      <w:pPr>
        <w:tabs>
          <w:tab w:val="left" w:pos="851"/>
        </w:tabs>
        <w:rPr>
          <w:rFonts w:cs="Arial"/>
        </w:rPr>
      </w:pPr>
    </w:p>
    <w:p w14:paraId="682637F4" w14:textId="77777777" w:rsidR="002904AF" w:rsidRPr="000F7705" w:rsidRDefault="0021527A" w:rsidP="001C733C">
      <w:pPr>
        <w:pStyle w:val="fcasegauche"/>
        <w:tabs>
          <w:tab w:val="left" w:pos="426"/>
          <w:tab w:val="left" w:pos="851"/>
        </w:tabs>
        <w:spacing w:after="0"/>
        <w:ind w:left="0" w:firstLine="0"/>
        <w:jc w:val="left"/>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 xml:space="preserve"> </w:t>
      </w:r>
      <w:r w:rsidR="001C733C" w:rsidRPr="000F7705">
        <w:rPr>
          <w:rFonts w:cs="Arial"/>
        </w:rPr>
        <w:t>Les membres du groupement</w:t>
      </w:r>
      <w:r w:rsidRPr="000F7705">
        <w:rPr>
          <w:rFonts w:cs="Arial"/>
        </w:rPr>
        <w:t xml:space="preserve"> ont donné mandat</w:t>
      </w:r>
      <w:r w:rsidR="007F68A6" w:rsidRPr="000F7705">
        <w:rPr>
          <w:rFonts w:cs="Arial"/>
        </w:rPr>
        <w:t xml:space="preserve"> au mandataire, qui signe le présent acte d’engagement</w:t>
      </w:r>
      <w:r w:rsidR="002904AF" w:rsidRPr="000F7705">
        <w:rPr>
          <w:rFonts w:cs="Arial"/>
        </w:rPr>
        <w:t> :</w:t>
      </w:r>
    </w:p>
    <w:p w14:paraId="1D3D6F4C" w14:textId="77777777" w:rsidR="001C733C" w:rsidRPr="000F7705" w:rsidRDefault="001C733C" w:rsidP="001C733C">
      <w:pPr>
        <w:tabs>
          <w:tab w:val="left" w:pos="851"/>
        </w:tabs>
        <w:rPr>
          <w:rFonts w:cs="Arial"/>
        </w:rPr>
      </w:pPr>
      <w:r w:rsidRPr="000F7705">
        <w:rPr>
          <w:rFonts w:cs="Arial"/>
          <w:i/>
          <w:sz w:val="18"/>
          <w:szCs w:val="18"/>
        </w:rPr>
        <w:t xml:space="preserve">(Cocher la </w:t>
      </w:r>
      <w:r w:rsidR="002904AF" w:rsidRPr="000F7705">
        <w:rPr>
          <w:rFonts w:cs="Arial"/>
          <w:i/>
          <w:sz w:val="18"/>
          <w:szCs w:val="18"/>
        </w:rPr>
        <w:t xml:space="preserve">ou les </w:t>
      </w:r>
      <w:r w:rsidRPr="000F7705">
        <w:rPr>
          <w:rFonts w:cs="Arial"/>
          <w:i/>
          <w:sz w:val="18"/>
          <w:szCs w:val="18"/>
        </w:rPr>
        <w:t>case</w:t>
      </w:r>
      <w:r w:rsidR="002904AF" w:rsidRPr="000F7705">
        <w:rPr>
          <w:rFonts w:cs="Arial"/>
          <w:i/>
          <w:sz w:val="18"/>
          <w:szCs w:val="18"/>
        </w:rPr>
        <w:t>s</w:t>
      </w:r>
      <w:r w:rsidRPr="000F7705">
        <w:rPr>
          <w:rFonts w:cs="Arial"/>
          <w:i/>
          <w:sz w:val="18"/>
          <w:szCs w:val="18"/>
        </w:rPr>
        <w:t xml:space="preserve"> correspondante</w:t>
      </w:r>
      <w:r w:rsidR="002904AF" w:rsidRPr="000F7705">
        <w:rPr>
          <w:rFonts w:cs="Arial"/>
          <w:i/>
          <w:sz w:val="18"/>
          <w:szCs w:val="18"/>
        </w:rPr>
        <w:t>s</w:t>
      </w:r>
      <w:r w:rsidRPr="000F7705">
        <w:rPr>
          <w:rFonts w:cs="Arial"/>
          <w:i/>
          <w:sz w:val="18"/>
          <w:szCs w:val="18"/>
        </w:rPr>
        <w:t>.)</w:t>
      </w:r>
    </w:p>
    <w:p w14:paraId="58E3806A" w14:textId="77777777" w:rsidR="001C733C" w:rsidRPr="000F7705" w:rsidRDefault="001C733C" w:rsidP="001C733C">
      <w:pPr>
        <w:pStyle w:val="fcasegauche"/>
        <w:tabs>
          <w:tab w:val="left" w:pos="426"/>
          <w:tab w:val="left" w:pos="851"/>
        </w:tabs>
        <w:spacing w:after="0"/>
        <w:ind w:left="0" w:firstLine="0"/>
        <w:jc w:val="left"/>
        <w:rPr>
          <w:rFonts w:cs="Arial"/>
        </w:rPr>
      </w:pPr>
    </w:p>
    <w:p w14:paraId="2AC23920" w14:textId="77777777" w:rsidR="002904AF" w:rsidRPr="000F7705" w:rsidRDefault="001C733C" w:rsidP="009B45B9">
      <w:pPr>
        <w:tabs>
          <w:tab w:val="left" w:pos="851"/>
        </w:tabs>
        <w:ind w:left="1695" w:hanging="1695"/>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ab/>
      </w:r>
      <w:r w:rsidR="00A40D97" w:rsidRPr="000F7705">
        <w:rPr>
          <w:rFonts w:cs="Arial"/>
        </w:rPr>
        <w:t>P</w:t>
      </w:r>
      <w:r w:rsidR="002904AF" w:rsidRPr="000F7705">
        <w:rPr>
          <w:rFonts w:cs="Arial"/>
        </w:rPr>
        <w:t>our signer le présent acte d’engagement en leur nom et pour leur compte</w:t>
      </w:r>
      <w:r w:rsidR="007F68A6" w:rsidRPr="000F7705">
        <w:rPr>
          <w:rFonts w:cs="Arial"/>
        </w:rPr>
        <w:t xml:space="preserve">, </w:t>
      </w:r>
      <w:r w:rsidR="0021527A" w:rsidRPr="000F7705">
        <w:rPr>
          <w:rFonts w:cs="Arial"/>
        </w:rPr>
        <w:t xml:space="preserve">pour les représenter vis-à-vis de l’acheteur </w:t>
      </w:r>
      <w:r w:rsidR="007F68A6" w:rsidRPr="000F7705">
        <w:rPr>
          <w:rFonts w:cs="Arial"/>
        </w:rPr>
        <w:t>et pour coordonner l’ensemble des prestations</w:t>
      </w:r>
      <w:r w:rsidR="00983FF3" w:rsidRPr="000F7705">
        <w:rPr>
          <w:rFonts w:cs="Arial"/>
        </w:rPr>
        <w:t> ;</w:t>
      </w:r>
    </w:p>
    <w:p w14:paraId="78165990" w14:textId="08026EC5" w:rsidR="002904AF" w:rsidRPr="000F7705" w:rsidRDefault="002904AF" w:rsidP="001C733C">
      <w:pPr>
        <w:tabs>
          <w:tab w:val="left" w:pos="851"/>
        </w:tabs>
        <w:rPr>
          <w:rFonts w:cs="Arial"/>
        </w:rPr>
      </w:pPr>
      <w:r w:rsidRPr="000F7705">
        <w:rPr>
          <w:rFonts w:cs="Arial"/>
          <w:i/>
          <w:sz w:val="18"/>
          <w:szCs w:val="18"/>
        </w:rPr>
        <w:lastRenderedPageBreak/>
        <w:tab/>
      </w:r>
      <w:r w:rsidRPr="000F7705">
        <w:rPr>
          <w:rFonts w:cs="Arial"/>
          <w:i/>
          <w:sz w:val="18"/>
          <w:szCs w:val="18"/>
        </w:rPr>
        <w:tab/>
      </w:r>
      <w:r w:rsidRPr="000F7705">
        <w:rPr>
          <w:rFonts w:cs="Arial"/>
          <w:i/>
          <w:sz w:val="18"/>
          <w:szCs w:val="18"/>
        </w:rPr>
        <w:tab/>
        <w:t>(</w:t>
      </w:r>
      <w:r w:rsidR="00402D9E" w:rsidRPr="000F7705">
        <w:rPr>
          <w:rFonts w:cs="Arial"/>
          <w:i/>
          <w:sz w:val="18"/>
          <w:szCs w:val="18"/>
        </w:rPr>
        <w:t>Joindre</w:t>
      </w:r>
      <w:r w:rsidRPr="000F7705">
        <w:rPr>
          <w:rFonts w:cs="Arial"/>
          <w:i/>
          <w:sz w:val="18"/>
          <w:szCs w:val="18"/>
        </w:rPr>
        <w:t xml:space="preserve"> les pouvoirs en annexe du présent document.)</w:t>
      </w:r>
    </w:p>
    <w:p w14:paraId="0C76DA75" w14:textId="77777777" w:rsidR="002904AF" w:rsidRPr="000F7705" w:rsidRDefault="002904AF" w:rsidP="001C733C">
      <w:pPr>
        <w:tabs>
          <w:tab w:val="left" w:pos="851"/>
        </w:tabs>
        <w:rPr>
          <w:rFonts w:cs="Arial"/>
        </w:rPr>
      </w:pPr>
    </w:p>
    <w:p w14:paraId="46A778C5" w14:textId="77777777" w:rsidR="002904AF" w:rsidRPr="000F7705" w:rsidRDefault="002904AF" w:rsidP="002904AF">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ab/>
      </w:r>
      <w:r w:rsidR="00A40D97" w:rsidRPr="000F7705">
        <w:rPr>
          <w:rFonts w:cs="Arial"/>
        </w:rPr>
        <w:t>P</w:t>
      </w:r>
      <w:r w:rsidRPr="000F7705">
        <w:rPr>
          <w:rFonts w:cs="Arial"/>
        </w:rPr>
        <w:t>our signer, en leur nom et pour leur compte, les modifications ultérieures du mar</w:t>
      </w:r>
      <w:r w:rsidR="0021527A" w:rsidRPr="000F7705">
        <w:rPr>
          <w:rFonts w:cs="Arial"/>
        </w:rPr>
        <w:t>ché public</w:t>
      </w:r>
      <w:r w:rsidR="00064E6E" w:rsidRPr="000F7705">
        <w:rPr>
          <w:rFonts w:cs="Arial"/>
        </w:rPr>
        <w:t xml:space="preserve"> </w:t>
      </w:r>
      <w:r w:rsidRPr="000F7705">
        <w:rPr>
          <w:rFonts w:cs="Arial"/>
        </w:rPr>
        <w:t>;</w:t>
      </w:r>
    </w:p>
    <w:p w14:paraId="21D0F53C" w14:textId="7223E4DC" w:rsidR="00BE6078" w:rsidRPr="000F7705" w:rsidRDefault="00BE6078" w:rsidP="00BE6078">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r w:rsidR="00402D9E" w:rsidRPr="000F7705">
        <w:rPr>
          <w:rFonts w:cs="Arial"/>
          <w:i/>
          <w:sz w:val="18"/>
          <w:szCs w:val="18"/>
        </w:rPr>
        <w:t>Joindre</w:t>
      </w:r>
      <w:r w:rsidRPr="000F7705">
        <w:rPr>
          <w:rFonts w:cs="Arial"/>
          <w:i/>
          <w:sz w:val="18"/>
          <w:szCs w:val="18"/>
        </w:rPr>
        <w:t xml:space="preserve"> les pouvoirs en annexe du présent document.)</w:t>
      </w:r>
    </w:p>
    <w:p w14:paraId="685CC634" w14:textId="77777777" w:rsidR="002904AF" w:rsidRPr="000F7705" w:rsidRDefault="002904AF" w:rsidP="002904AF">
      <w:pPr>
        <w:tabs>
          <w:tab w:val="left" w:pos="851"/>
        </w:tabs>
        <w:rPr>
          <w:rFonts w:cs="Arial"/>
          <w:iCs/>
        </w:rPr>
      </w:pPr>
    </w:p>
    <w:p w14:paraId="4A2C96B3" w14:textId="670D52BE" w:rsidR="002904AF" w:rsidRPr="000F7705" w:rsidRDefault="002904AF" w:rsidP="00A40D97">
      <w:pPr>
        <w:tabs>
          <w:tab w:val="left" w:pos="851"/>
        </w:tabs>
        <w:ind w:left="1700" w:hanging="850"/>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i/>
          <w:iCs/>
        </w:rPr>
        <w:t xml:space="preserve"> </w:t>
      </w:r>
      <w:r w:rsidRPr="000F7705">
        <w:rPr>
          <w:rFonts w:cs="Arial"/>
        </w:rPr>
        <w:tab/>
      </w:r>
      <w:r w:rsidR="00402D9E" w:rsidRPr="000F7705">
        <w:rPr>
          <w:rFonts w:cs="Arial"/>
        </w:rPr>
        <w:t>Ont</w:t>
      </w:r>
      <w:r w:rsidRPr="000F7705">
        <w:rPr>
          <w:rFonts w:cs="Arial"/>
        </w:rPr>
        <w:t xml:space="preserve"> donné mandat au mandataire dans les conditions définies par les pouvoirs joints en annexe.</w:t>
      </w:r>
    </w:p>
    <w:p w14:paraId="2B9E3AC1" w14:textId="77777777" w:rsidR="001C733C" w:rsidRPr="000F7705" w:rsidRDefault="001C733C" w:rsidP="001C733C">
      <w:pPr>
        <w:tabs>
          <w:tab w:val="left" w:pos="851"/>
        </w:tabs>
        <w:rPr>
          <w:rFonts w:cs="Arial"/>
          <w:i/>
          <w:sz w:val="18"/>
          <w:szCs w:val="18"/>
        </w:rPr>
      </w:pPr>
    </w:p>
    <w:p w14:paraId="7040BCE7" w14:textId="77777777" w:rsidR="00036500" w:rsidRPr="000F7705" w:rsidRDefault="0021527A" w:rsidP="006C4338">
      <w:pPr>
        <w:tabs>
          <w:tab w:val="left" w:pos="851"/>
        </w:tabs>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 xml:space="preserve"> L</w:t>
      </w:r>
      <w:r w:rsidR="00036500" w:rsidRPr="000F7705">
        <w:rPr>
          <w:rFonts w:cs="Arial"/>
        </w:rPr>
        <w:t>es membres du groupement</w:t>
      </w:r>
      <w:r w:rsidR="00332B12" w:rsidRPr="000F7705">
        <w:rPr>
          <w:rFonts w:cs="Arial"/>
        </w:rPr>
        <w:t>, qui signent le présent acte d’engagement</w:t>
      </w:r>
      <w:r w:rsidR="00036500" w:rsidRPr="000F7705">
        <w:rPr>
          <w:rFonts w:cs="Arial"/>
        </w:rPr>
        <w:t> :</w:t>
      </w:r>
    </w:p>
    <w:p w14:paraId="7E9BCBFF" w14:textId="77777777" w:rsidR="00036500" w:rsidRPr="000F7705" w:rsidRDefault="00036500" w:rsidP="006F3DF9">
      <w:pPr>
        <w:tabs>
          <w:tab w:val="left" w:pos="851"/>
        </w:tabs>
        <w:rPr>
          <w:rFonts w:cs="Arial"/>
        </w:rPr>
      </w:pPr>
      <w:r w:rsidRPr="000F7705">
        <w:rPr>
          <w:rFonts w:cs="Arial"/>
          <w:i/>
          <w:sz w:val="18"/>
          <w:szCs w:val="18"/>
        </w:rPr>
        <w:t>(Cocher la case correspondante.)</w:t>
      </w:r>
    </w:p>
    <w:p w14:paraId="39EDED00" w14:textId="77777777" w:rsidR="00036500" w:rsidRPr="000F7705" w:rsidRDefault="00036500" w:rsidP="005846FB">
      <w:pPr>
        <w:tabs>
          <w:tab w:val="left" w:pos="851"/>
        </w:tabs>
        <w:rPr>
          <w:rFonts w:cs="Arial"/>
        </w:rPr>
      </w:pPr>
    </w:p>
    <w:p w14:paraId="77A9DA1C" w14:textId="2852517D" w:rsidR="00AE7831" w:rsidRPr="000F7705" w:rsidRDefault="00AE7831" w:rsidP="009B45B9">
      <w:pPr>
        <w:tabs>
          <w:tab w:val="left" w:pos="851"/>
        </w:tabs>
        <w:ind w:left="1701" w:hanging="85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ab/>
      </w:r>
      <w:r w:rsidR="00402D9E" w:rsidRPr="000F7705">
        <w:rPr>
          <w:rFonts w:cs="Arial"/>
        </w:rPr>
        <w:t>Donnent</w:t>
      </w:r>
      <w:r w:rsidRPr="000F7705">
        <w:rPr>
          <w:rFonts w:cs="Arial"/>
        </w:rPr>
        <w:t xml:space="preserve"> mandat au mandataire, qui l’accepte, pour les représenter vis-à-vis de l’acheteur et pour coordonner l’ensemble des prestations ;</w:t>
      </w:r>
    </w:p>
    <w:p w14:paraId="4A215E74" w14:textId="77777777" w:rsidR="00AE7831" w:rsidRPr="000F7705" w:rsidRDefault="00AE7831" w:rsidP="009B45B9">
      <w:pPr>
        <w:tabs>
          <w:tab w:val="left" w:pos="851"/>
        </w:tabs>
        <w:ind w:left="1701" w:hanging="850"/>
        <w:rPr>
          <w:rFonts w:cs="Arial"/>
        </w:rPr>
      </w:pPr>
    </w:p>
    <w:p w14:paraId="7D3172C3" w14:textId="0355A057" w:rsidR="00036500" w:rsidRPr="000F7705" w:rsidRDefault="00036500" w:rsidP="009B45B9">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E11CFC">
        <w:rPr>
          <w:rFonts w:cs="Arial"/>
        </w:rPr>
      </w:r>
      <w:r w:rsidR="00E11CFC">
        <w:rPr>
          <w:rFonts w:cs="Arial"/>
        </w:rPr>
        <w:fldChar w:fldCharType="separate"/>
      </w:r>
      <w:r w:rsidRPr="000F7705">
        <w:rPr>
          <w:rFonts w:cs="Arial"/>
        </w:rPr>
        <w:fldChar w:fldCharType="end"/>
      </w:r>
      <w:r w:rsidRPr="000F7705">
        <w:rPr>
          <w:rFonts w:cs="Arial"/>
        </w:rPr>
        <w:tab/>
      </w:r>
      <w:r w:rsidR="00402D9E" w:rsidRPr="000F7705">
        <w:rPr>
          <w:rFonts w:cs="Arial"/>
        </w:rPr>
        <w:t>Donnent</w:t>
      </w:r>
      <w:r w:rsidRPr="000F7705">
        <w:rPr>
          <w:rFonts w:cs="Arial"/>
        </w:rPr>
        <w:t xml:space="preserve"> mandat au mandataire, qui l’accepte, pour signer, en leur nom et pour leur compte, </w:t>
      </w:r>
      <w:r w:rsidR="004A7169" w:rsidRPr="000F7705">
        <w:rPr>
          <w:rFonts w:cs="Arial"/>
        </w:rPr>
        <w:t>les</w:t>
      </w:r>
      <w:r w:rsidRPr="000F7705">
        <w:rPr>
          <w:rFonts w:cs="Arial"/>
        </w:rPr>
        <w:t xml:space="preserve"> modifications ultérieures du marché </w:t>
      </w:r>
      <w:r w:rsidR="00064E6E" w:rsidRPr="000F7705">
        <w:rPr>
          <w:rFonts w:cs="Arial"/>
        </w:rPr>
        <w:t>public</w:t>
      </w:r>
      <w:r w:rsidRPr="000F7705">
        <w:rPr>
          <w:rFonts w:cs="Arial"/>
        </w:rPr>
        <w:t> ;</w:t>
      </w:r>
    </w:p>
    <w:p w14:paraId="6D0C8EE2" w14:textId="77777777" w:rsidR="00036500" w:rsidRPr="000F7705" w:rsidRDefault="00036500" w:rsidP="006C4338">
      <w:pPr>
        <w:tabs>
          <w:tab w:val="left" w:pos="851"/>
        </w:tabs>
        <w:rPr>
          <w:rFonts w:cs="Arial"/>
          <w:iCs/>
        </w:rPr>
      </w:pPr>
    </w:p>
    <w:p w14:paraId="15D2719C" w14:textId="79EC4AA5" w:rsidR="00036500" w:rsidRPr="000F7705" w:rsidRDefault="00844DAA" w:rsidP="00A40D97">
      <w:pPr>
        <w:tabs>
          <w:tab w:val="left" w:pos="851"/>
        </w:tabs>
        <w:ind w:left="1700" w:hanging="850"/>
        <w:rPr>
          <w:rFonts w:cs="Arial"/>
          <w:i/>
          <w:sz w:val="18"/>
          <w:szCs w:val="18"/>
        </w:rPr>
      </w:pPr>
      <w:r w:rsidRPr="000F7705">
        <w:rPr>
          <w:rFonts w:cs="Arial"/>
        </w:rPr>
        <w:tab/>
      </w:r>
      <w:r w:rsidR="00036500" w:rsidRPr="000F7705">
        <w:rPr>
          <w:rFonts w:cs="Arial"/>
        </w:rPr>
        <w:fldChar w:fldCharType="begin">
          <w:ffData>
            <w:name w:val=""/>
            <w:enabled/>
            <w:calcOnExit w:val="0"/>
            <w:checkBox>
              <w:size w:val="20"/>
              <w:default w:val="0"/>
            </w:checkBox>
          </w:ffData>
        </w:fldChar>
      </w:r>
      <w:r w:rsidR="00036500" w:rsidRPr="000F7705">
        <w:rPr>
          <w:rFonts w:cs="Arial"/>
        </w:rPr>
        <w:instrText xml:space="preserve"> FORMCHECKBOX </w:instrText>
      </w:r>
      <w:r w:rsidR="00E11CFC">
        <w:rPr>
          <w:rFonts w:cs="Arial"/>
        </w:rPr>
      </w:r>
      <w:r w:rsidR="00E11CFC">
        <w:rPr>
          <w:rFonts w:cs="Arial"/>
        </w:rPr>
        <w:fldChar w:fldCharType="separate"/>
      </w:r>
      <w:r w:rsidR="00036500" w:rsidRPr="000F7705">
        <w:rPr>
          <w:rFonts w:cs="Arial"/>
        </w:rPr>
        <w:fldChar w:fldCharType="end"/>
      </w:r>
      <w:r w:rsidR="00036500" w:rsidRPr="000F7705">
        <w:rPr>
          <w:rFonts w:cs="Arial"/>
          <w:i/>
          <w:iCs/>
        </w:rPr>
        <w:t xml:space="preserve"> </w:t>
      </w:r>
      <w:r w:rsidR="00036500" w:rsidRPr="000F7705">
        <w:rPr>
          <w:rFonts w:cs="Arial"/>
        </w:rPr>
        <w:tab/>
      </w:r>
      <w:r w:rsidR="00402D9E" w:rsidRPr="000F7705">
        <w:rPr>
          <w:rFonts w:cs="Arial"/>
        </w:rPr>
        <w:t>Donnent</w:t>
      </w:r>
      <w:r w:rsidR="00036500" w:rsidRPr="000F7705">
        <w:rPr>
          <w:rFonts w:cs="Arial"/>
        </w:rPr>
        <w:t xml:space="preserve"> mandat au mandataire dans les conditions définies ci-dessous</w:t>
      </w:r>
      <w:r w:rsidRPr="000F7705">
        <w:rPr>
          <w:rFonts w:cs="Arial"/>
        </w:rPr>
        <w:t> :</w:t>
      </w:r>
    </w:p>
    <w:p w14:paraId="455D2ABD" w14:textId="77777777" w:rsidR="00036500" w:rsidRPr="000F7705" w:rsidRDefault="00844DAA" w:rsidP="00A40D97">
      <w:pPr>
        <w:tabs>
          <w:tab w:val="left" w:pos="851"/>
        </w:tabs>
        <w:ind w:left="1275" w:hanging="850"/>
        <w:rPr>
          <w:rFonts w:cs="Arial"/>
        </w:rPr>
      </w:pPr>
      <w:r w:rsidRPr="000F7705">
        <w:rPr>
          <w:rFonts w:cs="Arial"/>
          <w:i/>
          <w:sz w:val="18"/>
          <w:szCs w:val="18"/>
        </w:rPr>
        <w:tab/>
      </w:r>
      <w:r w:rsidRPr="000F7705">
        <w:rPr>
          <w:rFonts w:cs="Arial"/>
          <w:i/>
          <w:sz w:val="18"/>
          <w:szCs w:val="18"/>
        </w:rPr>
        <w:tab/>
      </w:r>
      <w:r w:rsidRPr="000F7705">
        <w:rPr>
          <w:rFonts w:cs="Arial"/>
          <w:i/>
          <w:sz w:val="18"/>
          <w:szCs w:val="18"/>
        </w:rPr>
        <w:tab/>
      </w:r>
      <w:r w:rsidR="00036500" w:rsidRPr="000F7705">
        <w:rPr>
          <w:rFonts w:cs="Arial"/>
          <w:i/>
          <w:sz w:val="18"/>
          <w:szCs w:val="18"/>
        </w:rPr>
        <w:t>(Donner des précisions sur l’étendue du mandat.)</w:t>
      </w:r>
    </w:p>
    <w:p w14:paraId="223D6FED" w14:textId="77777777" w:rsidR="009B1CD0" w:rsidRPr="000F7705" w:rsidRDefault="009B1CD0" w:rsidP="005846FB">
      <w:pPr>
        <w:tabs>
          <w:tab w:val="left" w:pos="851"/>
        </w:tabs>
        <w:rPr>
          <w:rFonts w:cs="Arial"/>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27F838BB" w14:textId="77777777" w:rsidTr="00A94547">
        <w:trPr>
          <w:trHeight w:val="690"/>
        </w:trPr>
        <w:tc>
          <w:tcPr>
            <w:tcW w:w="4644" w:type="dxa"/>
            <w:shd w:val="clear" w:color="auto" w:fill="auto"/>
            <w:vAlign w:val="center"/>
          </w:tcPr>
          <w:p w14:paraId="29FB93B7"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335EAB4C" w14:textId="772C6514" w:rsidR="00332B12" w:rsidRPr="000F7705" w:rsidRDefault="00E34F53" w:rsidP="00B054DA">
            <w:pPr>
              <w:tabs>
                <w:tab w:val="left" w:pos="851"/>
              </w:tabs>
              <w:jc w:val="center"/>
              <w:rPr>
                <w:rFonts w:cs="Arial"/>
                <w:b/>
                <w:bCs/>
              </w:rPr>
            </w:pPr>
            <w:r w:rsidRPr="000F7705">
              <w:rPr>
                <w:rFonts w:cs="Arial"/>
                <w:b/>
                <w:bCs/>
              </w:rPr>
              <w:t>Du</w:t>
            </w:r>
            <w:r w:rsidR="00332B12" w:rsidRPr="000F7705">
              <w:rPr>
                <w:rFonts w:cs="Arial"/>
                <w:b/>
                <w:bCs/>
              </w:rPr>
              <w:t xml:space="preserve"> signataire (*)</w:t>
            </w:r>
          </w:p>
        </w:tc>
        <w:tc>
          <w:tcPr>
            <w:tcW w:w="2694" w:type="dxa"/>
            <w:shd w:val="clear" w:color="auto" w:fill="auto"/>
            <w:vAlign w:val="center"/>
          </w:tcPr>
          <w:p w14:paraId="51DE57F4"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59E10135"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288C5628" w14:textId="77777777" w:rsidTr="00A94547">
        <w:trPr>
          <w:trHeight w:val="1021"/>
        </w:trPr>
        <w:tc>
          <w:tcPr>
            <w:tcW w:w="4644" w:type="dxa"/>
            <w:shd w:val="clear" w:color="auto" w:fill="D9E2F3"/>
          </w:tcPr>
          <w:p w14:paraId="78A515AD" w14:textId="77777777" w:rsidR="00332B12" w:rsidRPr="000F7705" w:rsidRDefault="00332B12" w:rsidP="00B054DA">
            <w:pPr>
              <w:tabs>
                <w:tab w:val="left" w:pos="851"/>
              </w:tabs>
              <w:snapToGrid w:val="0"/>
              <w:rPr>
                <w:rFonts w:cs="Arial"/>
                <w:b/>
                <w:bCs/>
              </w:rPr>
            </w:pPr>
          </w:p>
        </w:tc>
        <w:tc>
          <w:tcPr>
            <w:tcW w:w="2694" w:type="dxa"/>
            <w:shd w:val="clear" w:color="auto" w:fill="D9E2F3"/>
          </w:tcPr>
          <w:p w14:paraId="703D9371"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54E5129" w14:textId="77777777" w:rsidR="00332B12" w:rsidRPr="000F7705" w:rsidRDefault="00332B12" w:rsidP="00B054DA">
            <w:pPr>
              <w:tabs>
                <w:tab w:val="left" w:pos="851"/>
              </w:tabs>
              <w:snapToGrid w:val="0"/>
              <w:rPr>
                <w:rFonts w:cs="Arial"/>
                <w:b/>
                <w:bCs/>
              </w:rPr>
            </w:pPr>
          </w:p>
        </w:tc>
      </w:tr>
      <w:tr w:rsidR="00332B12" w:rsidRPr="000F7705" w14:paraId="3ADE9CE9" w14:textId="77777777" w:rsidTr="00A94547">
        <w:trPr>
          <w:trHeight w:val="1021"/>
        </w:trPr>
        <w:tc>
          <w:tcPr>
            <w:tcW w:w="4644" w:type="dxa"/>
            <w:shd w:val="clear" w:color="auto" w:fill="auto"/>
          </w:tcPr>
          <w:p w14:paraId="2AD20237" w14:textId="77777777" w:rsidR="00332B12" w:rsidRPr="000F7705" w:rsidRDefault="00332B12" w:rsidP="00B054DA">
            <w:pPr>
              <w:tabs>
                <w:tab w:val="left" w:pos="851"/>
              </w:tabs>
              <w:snapToGrid w:val="0"/>
              <w:rPr>
                <w:rFonts w:cs="Arial"/>
                <w:b/>
                <w:bCs/>
              </w:rPr>
            </w:pPr>
          </w:p>
        </w:tc>
        <w:tc>
          <w:tcPr>
            <w:tcW w:w="2694" w:type="dxa"/>
            <w:shd w:val="clear" w:color="auto" w:fill="auto"/>
          </w:tcPr>
          <w:p w14:paraId="55ABCEF9" w14:textId="77777777" w:rsidR="00332B12" w:rsidRPr="000F7705" w:rsidRDefault="00332B12" w:rsidP="00B054DA">
            <w:pPr>
              <w:tabs>
                <w:tab w:val="left" w:pos="851"/>
              </w:tabs>
              <w:snapToGrid w:val="0"/>
              <w:rPr>
                <w:rFonts w:cs="Arial"/>
                <w:b/>
                <w:bCs/>
              </w:rPr>
            </w:pPr>
          </w:p>
        </w:tc>
        <w:tc>
          <w:tcPr>
            <w:tcW w:w="3056" w:type="dxa"/>
            <w:shd w:val="clear" w:color="auto" w:fill="auto"/>
          </w:tcPr>
          <w:p w14:paraId="3B2FFBE0" w14:textId="77777777" w:rsidR="00332B12" w:rsidRPr="000F7705" w:rsidRDefault="00332B12" w:rsidP="00B054DA">
            <w:pPr>
              <w:tabs>
                <w:tab w:val="left" w:pos="851"/>
              </w:tabs>
              <w:snapToGrid w:val="0"/>
              <w:rPr>
                <w:rFonts w:cs="Arial"/>
                <w:b/>
                <w:bCs/>
              </w:rPr>
            </w:pPr>
          </w:p>
        </w:tc>
      </w:tr>
      <w:tr w:rsidR="00332B12" w:rsidRPr="000F7705" w14:paraId="391A9FE2" w14:textId="77777777" w:rsidTr="00A94547">
        <w:trPr>
          <w:trHeight w:val="1021"/>
        </w:trPr>
        <w:tc>
          <w:tcPr>
            <w:tcW w:w="4644" w:type="dxa"/>
            <w:shd w:val="clear" w:color="auto" w:fill="D9E2F3"/>
          </w:tcPr>
          <w:p w14:paraId="09367D00" w14:textId="77777777" w:rsidR="00332B12" w:rsidRPr="000F7705" w:rsidRDefault="00332B12" w:rsidP="00B054DA">
            <w:pPr>
              <w:tabs>
                <w:tab w:val="left" w:pos="851"/>
              </w:tabs>
              <w:snapToGrid w:val="0"/>
              <w:rPr>
                <w:rFonts w:cs="Arial"/>
                <w:b/>
                <w:bCs/>
              </w:rPr>
            </w:pPr>
          </w:p>
        </w:tc>
        <w:tc>
          <w:tcPr>
            <w:tcW w:w="2694" w:type="dxa"/>
            <w:shd w:val="clear" w:color="auto" w:fill="D9E2F3"/>
          </w:tcPr>
          <w:p w14:paraId="0A662120"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B117DFA" w14:textId="77777777" w:rsidR="00332B12" w:rsidRPr="000F7705" w:rsidRDefault="00332B12" w:rsidP="00B054DA">
            <w:pPr>
              <w:tabs>
                <w:tab w:val="left" w:pos="851"/>
              </w:tabs>
              <w:snapToGrid w:val="0"/>
              <w:rPr>
                <w:rFonts w:cs="Arial"/>
                <w:b/>
                <w:bCs/>
              </w:rPr>
            </w:pPr>
          </w:p>
        </w:tc>
      </w:tr>
    </w:tbl>
    <w:p w14:paraId="4D74868E" w14:textId="77777777" w:rsidR="009B1CD0" w:rsidRPr="000F7705" w:rsidRDefault="00332B12" w:rsidP="000413BD">
      <w:pPr>
        <w:tabs>
          <w:tab w:val="left" w:pos="851"/>
        </w:tabs>
        <w:rPr>
          <w:rFonts w:cs="Arial"/>
          <w:i/>
          <w:sz w:val="18"/>
          <w:szCs w:val="18"/>
        </w:rPr>
      </w:pPr>
      <w:r w:rsidRPr="000F7705">
        <w:rPr>
          <w:rFonts w:cs="Arial"/>
          <w:i/>
          <w:sz w:val="18"/>
          <w:szCs w:val="18"/>
        </w:rPr>
        <w:t>(*) Le signataire doit avoir le pouvoir d’engager la personne qu’il représente.</w:t>
      </w:r>
    </w:p>
    <w:p w14:paraId="0A5ACD2E" w14:textId="77777777" w:rsidR="00E938DD" w:rsidRPr="000F7705" w:rsidRDefault="00E938DD" w:rsidP="000413BD">
      <w:pPr>
        <w:tabs>
          <w:tab w:val="left" w:pos="851"/>
        </w:tabs>
        <w:rPr>
          <w:rFonts w:cs="Arial"/>
          <w:i/>
        </w:rPr>
      </w:pPr>
    </w:p>
    <w:p w14:paraId="587E1E26" w14:textId="77777777" w:rsidR="00BC1668" w:rsidRPr="000F7705" w:rsidRDefault="00BC1668" w:rsidP="000F7705">
      <w:pPr>
        <w:pStyle w:val="Titre1"/>
      </w:pPr>
      <w:r w:rsidRPr="000F7705">
        <w:t>Signature de l’Acheteur</w:t>
      </w:r>
    </w:p>
    <w:p w14:paraId="795779BC" w14:textId="77777777" w:rsidR="00064E6E" w:rsidRPr="000F7705" w:rsidRDefault="00685727" w:rsidP="00E938DD">
      <w:pPr>
        <w:tabs>
          <w:tab w:val="left" w:pos="851"/>
        </w:tabs>
        <w:rPr>
          <w:rFonts w:cs="Arial"/>
        </w:rPr>
      </w:pPr>
      <w:r w:rsidRPr="000F7705">
        <w:rPr>
          <w:rFonts w:cs="Arial"/>
        </w:rPr>
        <w:t>Est acceptée la présente offre pour valoir Marché.</w:t>
      </w:r>
    </w:p>
    <w:p w14:paraId="2BE60AA6" w14:textId="77777777" w:rsidR="00B312CC" w:rsidRPr="000F7705" w:rsidRDefault="00B312CC" w:rsidP="00B312CC">
      <w:pPr>
        <w:tabs>
          <w:tab w:val="left" w:pos="5245"/>
          <w:tab w:val="left" w:pos="7371"/>
          <w:tab w:val="left" w:pos="7655"/>
        </w:tabs>
        <w:rPr>
          <w:rFonts w:cs="Arial"/>
        </w:rPr>
      </w:pPr>
      <w:r w:rsidRPr="000F7705">
        <w:rPr>
          <w:rFonts w:cs="Arial"/>
        </w:rPr>
        <w:tab/>
        <w:t>A Toulouse, le …………………</w:t>
      </w:r>
    </w:p>
    <w:p w14:paraId="333344C4" w14:textId="77777777" w:rsidR="00B312CC" w:rsidRPr="000F7705" w:rsidRDefault="00B312CC" w:rsidP="00B312CC">
      <w:pPr>
        <w:rPr>
          <w:rFonts w:cs="Arial"/>
        </w:rPr>
      </w:pPr>
    </w:p>
    <w:p w14:paraId="50E1F176" w14:textId="77777777" w:rsidR="00E938DD" w:rsidRPr="000F7705" w:rsidRDefault="00E938DD" w:rsidP="00B312CC">
      <w:pPr>
        <w:rPr>
          <w:rFonts w:cs="Arial"/>
        </w:rPr>
      </w:pPr>
    </w:p>
    <w:p w14:paraId="06F9290B" w14:textId="77777777" w:rsidR="00E938DD" w:rsidRPr="000F7705" w:rsidRDefault="00E938DD" w:rsidP="00B312CC">
      <w:pPr>
        <w:rPr>
          <w:rFonts w:cs="Arial"/>
        </w:rPr>
      </w:pPr>
    </w:p>
    <w:p w14:paraId="1FA83110" w14:textId="77777777" w:rsidR="00E938DD" w:rsidRPr="000F7705" w:rsidRDefault="00E938DD" w:rsidP="00B312CC">
      <w:pPr>
        <w:rPr>
          <w:rFonts w:cs="Arial"/>
        </w:rPr>
      </w:pPr>
    </w:p>
    <w:p w14:paraId="126EF0C8" w14:textId="77777777" w:rsidR="00685727" w:rsidRPr="000F7705" w:rsidRDefault="00685727" w:rsidP="00B312CC">
      <w:pPr>
        <w:rPr>
          <w:rFonts w:cs="Arial"/>
        </w:rPr>
      </w:pPr>
    </w:p>
    <w:p w14:paraId="4517E473" w14:textId="77777777" w:rsidR="00685727" w:rsidRPr="000F7705" w:rsidRDefault="00B312CC" w:rsidP="00E938DD">
      <w:pPr>
        <w:ind w:firstLine="5245"/>
        <w:jc w:val="center"/>
        <w:rPr>
          <w:rFonts w:cs="Arial"/>
          <w:b/>
          <w:bCs/>
        </w:rPr>
      </w:pPr>
      <w:r w:rsidRPr="000F7705">
        <w:rPr>
          <w:rFonts w:cs="Arial"/>
          <w:b/>
          <w:bCs/>
        </w:rPr>
        <w:t xml:space="preserve">Le Directeur Général du </w:t>
      </w:r>
      <w:proofErr w:type="spellStart"/>
      <w:r w:rsidRPr="000F7705">
        <w:rPr>
          <w:rFonts w:cs="Arial"/>
          <w:b/>
          <w:bCs/>
        </w:rPr>
        <w:t>MiPih</w:t>
      </w:r>
      <w:proofErr w:type="spellEnd"/>
      <w:r w:rsidR="00685727" w:rsidRPr="000F7705">
        <w:rPr>
          <w:rFonts w:cs="Arial"/>
          <w:b/>
          <w:bCs/>
        </w:rPr>
        <w:t>,</w:t>
      </w:r>
    </w:p>
    <w:p w14:paraId="40A3E7AB" w14:textId="77777777" w:rsidR="007203B3" w:rsidRPr="000F7705" w:rsidRDefault="00350D4B" w:rsidP="00064E6E">
      <w:pPr>
        <w:ind w:firstLine="5245"/>
        <w:jc w:val="center"/>
        <w:rPr>
          <w:rFonts w:cs="Arial"/>
          <w:b/>
          <w:bCs/>
        </w:rPr>
      </w:pPr>
      <w:r w:rsidRPr="000F7705">
        <w:rPr>
          <w:rFonts w:cs="Arial"/>
          <w:b/>
          <w:bCs/>
        </w:rPr>
        <w:t>Mostafa LASSIK</w:t>
      </w:r>
    </w:p>
    <w:sectPr w:rsidR="007203B3" w:rsidRPr="000F770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2E29B" w14:textId="77777777" w:rsidR="00AE1A9C" w:rsidRDefault="00AE1A9C">
      <w:r>
        <w:separator/>
      </w:r>
    </w:p>
  </w:endnote>
  <w:endnote w:type="continuationSeparator" w:id="0">
    <w:p w14:paraId="4086409B" w14:textId="77777777" w:rsidR="00AE1A9C" w:rsidRDefault="00AE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Variable Display">
    <w:panose1 w:val="00000000000000000000"/>
    <w:charset w:val="00"/>
    <w:family w:val="auto"/>
    <w:pitch w:val="variable"/>
    <w:sig w:usb0="A00002FF" w:usb1="0000000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1BCF74B" w14:textId="77777777" w:rsidTr="00DC7616">
      <w:trPr>
        <w:tblHeader/>
      </w:trPr>
      <w:tc>
        <w:tcPr>
          <w:tcW w:w="2906" w:type="dxa"/>
          <w:shd w:val="clear" w:color="auto" w:fill="002060"/>
        </w:tcPr>
        <w:p w14:paraId="53F2A809" w14:textId="77777777" w:rsidR="009B1CD0" w:rsidRDefault="009B1CD0" w:rsidP="009B45B9">
          <w:pPr>
            <w:ind w:right="-638"/>
            <w:rPr>
              <w:rFonts w:cs="Arial"/>
              <w:b/>
              <w:i/>
            </w:rPr>
          </w:pPr>
          <w:r>
            <w:rPr>
              <w:rFonts w:cs="Arial"/>
              <w:b/>
            </w:rPr>
            <w:t>Acte</w:t>
          </w:r>
          <w:r w:rsidR="00E47798">
            <w:rPr>
              <w:rFonts w:cs="Arial"/>
              <w:b/>
            </w:rPr>
            <w:t xml:space="preserve"> </w:t>
          </w:r>
          <w:r>
            <w:rPr>
              <w:rFonts w:cs="Arial"/>
              <w:b/>
            </w:rPr>
            <w:t>d’engagement</w:t>
          </w:r>
        </w:p>
      </w:tc>
      <w:tc>
        <w:tcPr>
          <w:tcW w:w="5528" w:type="dxa"/>
          <w:shd w:val="clear" w:color="auto" w:fill="002060"/>
        </w:tcPr>
        <w:p w14:paraId="1F2545FA" w14:textId="3344DDAE" w:rsidR="009B1CD0" w:rsidRDefault="00FE34F1" w:rsidP="006B7EF3">
          <w:pPr>
            <w:jc w:val="center"/>
            <w:rPr>
              <w:rFonts w:cs="Arial"/>
              <w:b/>
            </w:rPr>
          </w:pPr>
          <w:r w:rsidRPr="00BA083D">
            <w:rPr>
              <w:rFonts w:cs="Arial"/>
              <w:b/>
              <w:i/>
            </w:rPr>
            <w:t>Marché n°</w:t>
          </w:r>
          <w:r w:rsidR="00A66CE5" w:rsidRPr="00BA083D">
            <w:t xml:space="preserve"> </w:t>
          </w:r>
          <w:r w:rsidR="00A66CE5" w:rsidRPr="00BA083D">
            <w:rPr>
              <w:rFonts w:cs="Arial"/>
              <w:b/>
              <w:i/>
            </w:rPr>
            <w:t>202</w:t>
          </w:r>
          <w:r w:rsidR="00BA083D">
            <w:rPr>
              <w:rFonts w:cs="Arial"/>
              <w:b/>
              <w:i/>
            </w:rPr>
            <w:t>5</w:t>
          </w:r>
          <w:r w:rsidR="00A66CE5" w:rsidRPr="00BA083D">
            <w:rPr>
              <w:rFonts w:cs="Arial"/>
              <w:b/>
              <w:i/>
            </w:rPr>
            <w:t>-0</w:t>
          </w:r>
          <w:r w:rsidR="00BA083D">
            <w:rPr>
              <w:rFonts w:cs="Arial"/>
              <w:b/>
              <w:i/>
            </w:rPr>
            <w:t>083</w:t>
          </w:r>
          <w:r w:rsidR="00A66CE5" w:rsidRPr="00BA083D">
            <w:rPr>
              <w:rFonts w:cs="Arial"/>
              <w:b/>
              <w:i/>
            </w:rPr>
            <w:t>-00</w:t>
          </w:r>
          <w:r w:rsidR="00E11CFC">
            <w:rPr>
              <w:rFonts w:cs="Arial"/>
              <w:b/>
              <w:i/>
            </w:rPr>
            <w:t>-00</w:t>
          </w:r>
          <w:r w:rsidR="00A66CE5" w:rsidRPr="00BA083D">
            <w:rPr>
              <w:rFonts w:cs="Arial"/>
              <w:b/>
              <w:i/>
            </w:rPr>
            <w:t xml:space="preserve"> MP</w:t>
          </w:r>
          <w:r w:rsidR="00BA083D">
            <w:rPr>
              <w:rFonts w:cs="Arial"/>
              <w:b/>
              <w:i/>
            </w:rPr>
            <w:t>A</w:t>
          </w:r>
        </w:p>
      </w:tc>
      <w:tc>
        <w:tcPr>
          <w:tcW w:w="896" w:type="dxa"/>
          <w:shd w:val="clear" w:color="auto" w:fill="002060"/>
        </w:tcPr>
        <w:p w14:paraId="73FA4017" w14:textId="77777777" w:rsidR="009B1CD0" w:rsidRDefault="009B1CD0">
          <w:pPr>
            <w:tabs>
              <w:tab w:val="center" w:pos="1366"/>
              <w:tab w:val="right" w:pos="2733"/>
            </w:tabs>
          </w:pPr>
          <w:r>
            <w:rPr>
              <w:rFonts w:cs="Arial"/>
              <w:b/>
            </w:rPr>
            <w:t xml:space="preserve">Page : </w:t>
          </w:r>
        </w:p>
      </w:tc>
      <w:tc>
        <w:tcPr>
          <w:tcW w:w="567" w:type="dxa"/>
          <w:shd w:val="clear" w:color="auto" w:fill="002060"/>
        </w:tcPr>
        <w:p w14:paraId="62799C01" w14:textId="77777777" w:rsidR="009B1CD0" w:rsidRDefault="009B1CD0">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c>
        <w:tcPr>
          <w:tcW w:w="165" w:type="dxa"/>
          <w:shd w:val="clear" w:color="auto" w:fill="002060"/>
        </w:tcPr>
        <w:p w14:paraId="6E62B0B2" w14:textId="77777777" w:rsidR="009B1CD0" w:rsidRDefault="009B1CD0">
          <w:pPr>
            <w:jc w:val="center"/>
          </w:pPr>
          <w:r>
            <w:rPr>
              <w:rFonts w:cs="Arial"/>
              <w:b/>
            </w:rPr>
            <w:t>/</w:t>
          </w:r>
        </w:p>
      </w:tc>
      <w:tc>
        <w:tcPr>
          <w:tcW w:w="544" w:type="dxa"/>
          <w:shd w:val="clear" w:color="auto" w:fill="002060"/>
        </w:tcPr>
        <w:p w14:paraId="5B2190CD"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r>
  </w:tbl>
  <w:p w14:paraId="3967C48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676E" w14:textId="77777777" w:rsidR="00AE1A9C" w:rsidRDefault="00AE1A9C">
      <w:r>
        <w:separator/>
      </w:r>
    </w:p>
  </w:footnote>
  <w:footnote w:type="continuationSeparator" w:id="0">
    <w:p w14:paraId="475E167D" w14:textId="77777777" w:rsidR="00AE1A9C" w:rsidRDefault="00AE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16295B" w:rsidRPr="00BA083D" w14:paraId="63B3EFF3" w14:textId="77777777" w:rsidTr="00326192">
      <w:trPr>
        <w:trHeight w:val="557"/>
        <w:jc w:val="center"/>
      </w:trPr>
      <w:tc>
        <w:tcPr>
          <w:tcW w:w="3355" w:type="dxa"/>
          <w:vAlign w:val="center"/>
          <w:hideMark/>
        </w:tcPr>
        <w:p w14:paraId="087CA0B5" w14:textId="77777777" w:rsidR="0016295B" w:rsidRPr="00F14CEB" w:rsidRDefault="0016295B" w:rsidP="0016295B">
          <w:pPr>
            <w:tabs>
              <w:tab w:val="center" w:pos="4536"/>
              <w:tab w:val="right" w:pos="9072"/>
            </w:tabs>
            <w:jc w:val="center"/>
            <w:rPr>
              <w:rFonts w:eastAsia="Calibri"/>
            </w:rPr>
          </w:pPr>
          <w:r>
            <w:rPr>
              <w:rFonts w:ascii="TT Norms Regular" w:hAnsi="TT Norms Regular"/>
              <w:b/>
              <w:bCs/>
              <w:noProof/>
              <w:color w:val="1F4E79"/>
            </w:rPr>
            <w:drawing>
              <wp:inline distT="0" distB="0" distL="0" distR="0" wp14:anchorId="09091D90" wp14:editId="3DBFE073">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302DF6D4" w14:textId="2EDE825F" w:rsidR="0016295B" w:rsidRPr="00E008C8" w:rsidRDefault="0016295B" w:rsidP="0016295B">
          <w:pPr>
            <w:tabs>
              <w:tab w:val="center" w:pos="4536"/>
              <w:tab w:val="right" w:pos="9072"/>
            </w:tabs>
            <w:jc w:val="center"/>
            <w:rPr>
              <w:rFonts w:ascii="TT Norms Medium" w:eastAsia="Calibri" w:hAnsi="TT Norms Medium"/>
              <w:color w:val="232A55"/>
              <w:szCs w:val="18"/>
            </w:rPr>
          </w:pPr>
          <w:r>
            <w:rPr>
              <w:rFonts w:ascii="TT Norms Medium" w:eastAsia="Calibri" w:hAnsi="TT Norms Medium"/>
              <w:color w:val="232A55"/>
              <w:szCs w:val="18"/>
            </w:rPr>
            <w:t>ACTE D’ENGAGEMENT</w:t>
          </w:r>
        </w:p>
      </w:tc>
      <w:tc>
        <w:tcPr>
          <w:tcW w:w="3355" w:type="dxa"/>
          <w:vAlign w:val="center"/>
          <w:hideMark/>
        </w:tcPr>
        <w:p w14:paraId="388F6075" w14:textId="77777777" w:rsidR="00BA083D" w:rsidRPr="00BA083D" w:rsidRDefault="00BA083D" w:rsidP="00BA083D">
          <w:pPr>
            <w:tabs>
              <w:tab w:val="center" w:pos="4536"/>
              <w:tab w:val="right" w:pos="9072"/>
            </w:tabs>
            <w:jc w:val="right"/>
            <w:rPr>
              <w:rFonts w:ascii="TT Norms Medium" w:eastAsia="Calibri" w:hAnsi="TT Norms Medium" w:cs="Arial"/>
              <w:b/>
              <w:color w:val="232A55"/>
              <w:szCs w:val="18"/>
            </w:rPr>
          </w:pPr>
          <w:r w:rsidRPr="00BA083D">
            <w:rPr>
              <w:rFonts w:ascii="TT Norms Medium" w:eastAsia="Calibri" w:hAnsi="TT Norms Medium" w:cs="Arial"/>
              <w:b/>
              <w:color w:val="232A55"/>
              <w:szCs w:val="18"/>
            </w:rPr>
            <w:t xml:space="preserve">Acquisition et maintenance des licences </w:t>
          </w:r>
          <w:proofErr w:type="spellStart"/>
          <w:r w:rsidRPr="00BA083D">
            <w:rPr>
              <w:rFonts w:ascii="TT Norms Medium" w:eastAsia="Calibri" w:hAnsi="TT Norms Medium" w:cs="Arial"/>
              <w:b/>
              <w:color w:val="232A55"/>
              <w:szCs w:val="18"/>
            </w:rPr>
            <w:t>Cyberwatch</w:t>
          </w:r>
          <w:proofErr w:type="spellEnd"/>
        </w:p>
        <w:p w14:paraId="6E62E9E5" w14:textId="285AA597" w:rsidR="0016295B" w:rsidRPr="00BA083D" w:rsidRDefault="0016295B" w:rsidP="0016295B">
          <w:pPr>
            <w:tabs>
              <w:tab w:val="center" w:pos="4536"/>
              <w:tab w:val="right" w:pos="9072"/>
            </w:tabs>
            <w:jc w:val="right"/>
            <w:rPr>
              <w:rFonts w:ascii="TT Norms Regular" w:eastAsia="Calibri" w:hAnsi="TT Norms Regular"/>
              <w:i/>
              <w:color w:val="28398A"/>
            </w:rPr>
          </w:pPr>
        </w:p>
      </w:tc>
    </w:tr>
  </w:tbl>
  <w:p w14:paraId="131868F0" w14:textId="77777777" w:rsidR="009E1F55" w:rsidRDefault="009E1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82CD33C"/>
    <w:lvl w:ilvl="0">
      <w:start w:val="1"/>
      <w:numFmt w:val="decimal"/>
      <w:lvlText w:val="%1."/>
      <w:lvlJc w:val="left"/>
      <w:pPr>
        <w:ind w:left="360" w:hanging="360"/>
      </w:p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BF549F"/>
    <w:multiLevelType w:val="hybridMultilevel"/>
    <w:tmpl w:val="9D8A5302"/>
    <w:lvl w:ilvl="0" w:tplc="0FB846F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586AFE"/>
    <w:multiLevelType w:val="hybridMultilevel"/>
    <w:tmpl w:val="01543EBE"/>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2792A90"/>
    <w:multiLevelType w:val="hybridMultilevel"/>
    <w:tmpl w:val="5BD6ACEA"/>
    <w:lvl w:ilvl="0" w:tplc="78246D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2C028B"/>
    <w:multiLevelType w:val="hybridMultilevel"/>
    <w:tmpl w:val="9AAC377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920420D"/>
    <w:multiLevelType w:val="hybridMultilevel"/>
    <w:tmpl w:val="2396BEAA"/>
    <w:lvl w:ilvl="0" w:tplc="CCA0D540">
      <w:numFmt w:val="bullet"/>
      <w:lvlText w:val=""/>
      <w:lvlJc w:val="left"/>
      <w:pPr>
        <w:ind w:left="360" w:hanging="360"/>
      </w:pPr>
      <w:rPr>
        <w:rFonts w:ascii="Wingdings" w:hAnsi="Wingdings" w:cs="Wingdings" w:hint="default"/>
        <w:b/>
        <w:i w:val="0"/>
        <w:color w:val="126AB3" w:themeColor="accent3"/>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C8F71CD"/>
    <w:multiLevelType w:val="hybridMultilevel"/>
    <w:tmpl w:val="1E16A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C10898"/>
    <w:multiLevelType w:val="hybridMultilevel"/>
    <w:tmpl w:val="D3C4AA8A"/>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2E74CCC"/>
    <w:multiLevelType w:val="hybridMultilevel"/>
    <w:tmpl w:val="0A72F77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16627"/>
    <w:multiLevelType w:val="multilevel"/>
    <w:tmpl w:val="CEF0756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15:restartNumberingAfterBreak="0">
    <w:nsid w:val="4BEA2131"/>
    <w:multiLevelType w:val="hybridMultilevel"/>
    <w:tmpl w:val="FB78B2CC"/>
    <w:lvl w:ilvl="0" w:tplc="EC946DAC">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2E5F6E"/>
    <w:multiLevelType w:val="multilevel"/>
    <w:tmpl w:val="855ECC14"/>
    <w:lvl w:ilvl="0">
      <w:start w:val="1"/>
      <w:numFmt w:val="decimal"/>
      <w:lvlText w:val="%1.1"/>
      <w:lvlJc w:val="left"/>
      <w:pPr>
        <w:ind w:left="360" w:hanging="360"/>
      </w:pPr>
      <w:rPr>
        <w:rFonts w:hint="default"/>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3D0B7D"/>
    <w:multiLevelType w:val="hybridMultilevel"/>
    <w:tmpl w:val="B9CC5C2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51E7"/>
    <w:multiLevelType w:val="hybridMultilevel"/>
    <w:tmpl w:val="4F30626E"/>
    <w:lvl w:ilvl="0" w:tplc="7DFC9CA2">
      <w:start w:val="1"/>
      <w:numFmt w:val="bullet"/>
      <w:lvlText w:val="▀"/>
      <w:lvlJc w:val="left"/>
      <w:pPr>
        <w:ind w:left="360" w:hanging="360"/>
      </w:pPr>
      <w:rPr>
        <w:rFonts w:ascii="Segoe UI Variable Display" w:hAnsi="Segoe UI Variable Display" w:hint="default"/>
        <w:color w:val="66C8C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6454A07"/>
    <w:multiLevelType w:val="hybridMultilevel"/>
    <w:tmpl w:val="F70E92C0"/>
    <w:lvl w:ilvl="0" w:tplc="F04C3D36">
      <w:start w:val="1"/>
      <w:numFmt w:val="decimal"/>
      <w:lvlText w:val="Article %1. "/>
      <w:lvlJc w:val="left"/>
      <w:pPr>
        <w:ind w:left="780" w:hanging="360"/>
      </w:pPr>
      <w:rPr>
        <w:rFonts w:hint="default"/>
        <w:b/>
        <w:i w:val="0"/>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15:restartNumberingAfterBreak="0">
    <w:nsid w:val="60E85C9C"/>
    <w:multiLevelType w:val="hybridMultilevel"/>
    <w:tmpl w:val="3FFE7F60"/>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55302F"/>
    <w:multiLevelType w:val="multilevel"/>
    <w:tmpl w:val="5DBC50F8"/>
    <w:lvl w:ilvl="0">
      <w:start w:val="1"/>
      <w:numFmt w:val="decimal"/>
      <w:lvlText w:val="%1."/>
      <w:lvlJc w:val="left"/>
      <w:pPr>
        <w:ind w:left="362" w:hanging="360"/>
      </w:p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F17AD"/>
    <w:multiLevelType w:val="multilevel"/>
    <w:tmpl w:val="A7B0928C"/>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2" w15:restartNumberingAfterBreak="0">
    <w:nsid w:val="782271F4"/>
    <w:multiLevelType w:val="hybridMultilevel"/>
    <w:tmpl w:val="C57835B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7267A0"/>
    <w:multiLevelType w:val="multilevel"/>
    <w:tmpl w:val="8E302C4C"/>
    <w:lvl w:ilvl="0">
      <w:start w:val="1"/>
      <w:numFmt w:val="decimal"/>
      <w:lvlText w:val="%1."/>
      <w:lvlJc w:val="left"/>
      <w:pPr>
        <w:ind w:left="360" w:hanging="360"/>
      </w:pPr>
      <w:rPr>
        <w:b/>
        <w:bCs/>
        <w:i w:val="0"/>
        <w:iCs/>
        <w:sz w:val="20"/>
        <w:szCs w:val="20"/>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D66718"/>
    <w:multiLevelType w:val="hybridMultilevel"/>
    <w:tmpl w:val="8FF29FD0"/>
    <w:lvl w:ilvl="0" w:tplc="F04C3D36">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0"/>
  </w:num>
  <w:num w:numId="5">
    <w:abstractNumId w:val="9"/>
  </w:num>
  <w:num w:numId="6">
    <w:abstractNumId w:val="12"/>
  </w:num>
  <w:num w:numId="7">
    <w:abstractNumId w:val="16"/>
  </w:num>
  <w:num w:numId="8">
    <w:abstractNumId w:val="6"/>
  </w:num>
  <w:num w:numId="9">
    <w:abstractNumId w:val="15"/>
  </w:num>
  <w:num w:numId="10">
    <w:abstractNumId w:val="4"/>
  </w:num>
  <w:num w:numId="11">
    <w:abstractNumId w:val="7"/>
  </w:num>
  <w:num w:numId="12">
    <w:abstractNumId w:val="11"/>
  </w:num>
  <w:num w:numId="13">
    <w:abstractNumId w:val="22"/>
  </w:num>
  <w:num w:numId="14">
    <w:abstractNumId w:val="18"/>
  </w:num>
  <w:num w:numId="15">
    <w:abstractNumId w:val="8"/>
  </w:num>
  <w:num w:numId="16">
    <w:abstractNumId w:val="10"/>
  </w:num>
  <w:num w:numId="17">
    <w:abstractNumId w:val="17"/>
  </w:num>
  <w:num w:numId="18">
    <w:abstractNumId w:val="13"/>
  </w:num>
  <w:num w:numId="19">
    <w:abstractNumId w:val="19"/>
  </w:num>
  <w:num w:numId="20">
    <w:abstractNumId w:val="21"/>
  </w:num>
  <w:num w:numId="21">
    <w:abstractNumId w:val="23"/>
  </w:num>
  <w:num w:numId="22">
    <w:abstractNumId w:val="24"/>
  </w:num>
  <w:num w:numId="23">
    <w:abstractNumId w:val="3"/>
  </w:num>
  <w:num w:numId="24">
    <w:abstractNumId w:val="5"/>
  </w:num>
  <w:num w:numId="25">
    <w:abstractNumId w:val="14"/>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2D0"/>
    <w:rsid w:val="00036500"/>
    <w:rsid w:val="00036FD7"/>
    <w:rsid w:val="000413BD"/>
    <w:rsid w:val="00050F27"/>
    <w:rsid w:val="00064E6E"/>
    <w:rsid w:val="000668C2"/>
    <w:rsid w:val="0007058C"/>
    <w:rsid w:val="00077904"/>
    <w:rsid w:val="000A2E05"/>
    <w:rsid w:val="000B06FF"/>
    <w:rsid w:val="000B5E83"/>
    <w:rsid w:val="000B76E7"/>
    <w:rsid w:val="000C4B91"/>
    <w:rsid w:val="000E0020"/>
    <w:rsid w:val="000F2602"/>
    <w:rsid w:val="000F7705"/>
    <w:rsid w:val="0010480A"/>
    <w:rsid w:val="00120672"/>
    <w:rsid w:val="00124D6D"/>
    <w:rsid w:val="00160143"/>
    <w:rsid w:val="0016295B"/>
    <w:rsid w:val="001643FD"/>
    <w:rsid w:val="00166B56"/>
    <w:rsid w:val="00180D60"/>
    <w:rsid w:val="001A4B02"/>
    <w:rsid w:val="001C40C0"/>
    <w:rsid w:val="001C733C"/>
    <w:rsid w:val="001E1960"/>
    <w:rsid w:val="00207EF2"/>
    <w:rsid w:val="0021527A"/>
    <w:rsid w:val="0021797C"/>
    <w:rsid w:val="00222F57"/>
    <w:rsid w:val="00223D55"/>
    <w:rsid w:val="00225A1A"/>
    <w:rsid w:val="00241A45"/>
    <w:rsid w:val="0024432D"/>
    <w:rsid w:val="00251AA0"/>
    <w:rsid w:val="00275473"/>
    <w:rsid w:val="002904AF"/>
    <w:rsid w:val="00292A58"/>
    <w:rsid w:val="0029784C"/>
    <w:rsid w:val="002A0DD0"/>
    <w:rsid w:val="002A6A39"/>
    <w:rsid w:val="002C2CA3"/>
    <w:rsid w:val="002C4B3E"/>
    <w:rsid w:val="002C79D6"/>
    <w:rsid w:val="002D7EB1"/>
    <w:rsid w:val="002E6206"/>
    <w:rsid w:val="002F6926"/>
    <w:rsid w:val="00326192"/>
    <w:rsid w:val="00332B12"/>
    <w:rsid w:val="00341661"/>
    <w:rsid w:val="003504C1"/>
    <w:rsid w:val="00350D4B"/>
    <w:rsid w:val="00354C04"/>
    <w:rsid w:val="00385E76"/>
    <w:rsid w:val="00394F66"/>
    <w:rsid w:val="0039758E"/>
    <w:rsid w:val="003A69D3"/>
    <w:rsid w:val="003C196C"/>
    <w:rsid w:val="003C23AC"/>
    <w:rsid w:val="003F264D"/>
    <w:rsid w:val="003F60C5"/>
    <w:rsid w:val="00402D9E"/>
    <w:rsid w:val="004146F4"/>
    <w:rsid w:val="0042532E"/>
    <w:rsid w:val="0043706E"/>
    <w:rsid w:val="00441CF7"/>
    <w:rsid w:val="0044597F"/>
    <w:rsid w:val="00494F34"/>
    <w:rsid w:val="004A1EC9"/>
    <w:rsid w:val="004A7169"/>
    <w:rsid w:val="004B6A93"/>
    <w:rsid w:val="004D60E4"/>
    <w:rsid w:val="004E6638"/>
    <w:rsid w:val="004E75A6"/>
    <w:rsid w:val="0050366F"/>
    <w:rsid w:val="005060B5"/>
    <w:rsid w:val="00514DAF"/>
    <w:rsid w:val="0052661E"/>
    <w:rsid w:val="00532EC7"/>
    <w:rsid w:val="00541CA3"/>
    <w:rsid w:val="005546A9"/>
    <w:rsid w:val="005846FB"/>
    <w:rsid w:val="005945B6"/>
    <w:rsid w:val="005A4A3B"/>
    <w:rsid w:val="005A4CB5"/>
    <w:rsid w:val="0061068C"/>
    <w:rsid w:val="00621997"/>
    <w:rsid w:val="0064560F"/>
    <w:rsid w:val="00660727"/>
    <w:rsid w:val="00681F5B"/>
    <w:rsid w:val="00685727"/>
    <w:rsid w:val="00690EC5"/>
    <w:rsid w:val="006A200B"/>
    <w:rsid w:val="006B7EF3"/>
    <w:rsid w:val="006C4338"/>
    <w:rsid w:val="006F3DF9"/>
    <w:rsid w:val="006F52B6"/>
    <w:rsid w:val="007060E5"/>
    <w:rsid w:val="00710FD6"/>
    <w:rsid w:val="007122AA"/>
    <w:rsid w:val="007203B3"/>
    <w:rsid w:val="0072612E"/>
    <w:rsid w:val="00757151"/>
    <w:rsid w:val="007753EE"/>
    <w:rsid w:val="007909E0"/>
    <w:rsid w:val="00791C7A"/>
    <w:rsid w:val="0079785C"/>
    <w:rsid w:val="007D343A"/>
    <w:rsid w:val="007D7A65"/>
    <w:rsid w:val="007F68A6"/>
    <w:rsid w:val="0080456A"/>
    <w:rsid w:val="00810A50"/>
    <w:rsid w:val="00816AD8"/>
    <w:rsid w:val="008306D5"/>
    <w:rsid w:val="0083205E"/>
    <w:rsid w:val="00844DAA"/>
    <w:rsid w:val="008545D2"/>
    <w:rsid w:val="00873EEB"/>
    <w:rsid w:val="008C753D"/>
    <w:rsid w:val="008D5C4E"/>
    <w:rsid w:val="008F05DA"/>
    <w:rsid w:val="00916D3F"/>
    <w:rsid w:val="0092168E"/>
    <w:rsid w:val="00924D46"/>
    <w:rsid w:val="00934503"/>
    <w:rsid w:val="00951102"/>
    <w:rsid w:val="00983FF3"/>
    <w:rsid w:val="00993AEB"/>
    <w:rsid w:val="009956A3"/>
    <w:rsid w:val="009B1CD0"/>
    <w:rsid w:val="009B45B9"/>
    <w:rsid w:val="009D7697"/>
    <w:rsid w:val="009E1F55"/>
    <w:rsid w:val="009F28D6"/>
    <w:rsid w:val="009F5A44"/>
    <w:rsid w:val="00A0496D"/>
    <w:rsid w:val="00A40D97"/>
    <w:rsid w:val="00A66CE5"/>
    <w:rsid w:val="00A92602"/>
    <w:rsid w:val="00A93AD3"/>
    <w:rsid w:val="00A94547"/>
    <w:rsid w:val="00AA60C9"/>
    <w:rsid w:val="00AB4BA7"/>
    <w:rsid w:val="00AC554D"/>
    <w:rsid w:val="00AD1418"/>
    <w:rsid w:val="00AE1A9C"/>
    <w:rsid w:val="00AE60C9"/>
    <w:rsid w:val="00AE7831"/>
    <w:rsid w:val="00B00292"/>
    <w:rsid w:val="00B054DA"/>
    <w:rsid w:val="00B10AA6"/>
    <w:rsid w:val="00B312CC"/>
    <w:rsid w:val="00B326B0"/>
    <w:rsid w:val="00B32E1D"/>
    <w:rsid w:val="00B56660"/>
    <w:rsid w:val="00B73E8C"/>
    <w:rsid w:val="00B83D33"/>
    <w:rsid w:val="00B87564"/>
    <w:rsid w:val="00BA083D"/>
    <w:rsid w:val="00BA40CD"/>
    <w:rsid w:val="00BA44E5"/>
    <w:rsid w:val="00BB1B04"/>
    <w:rsid w:val="00BC1668"/>
    <w:rsid w:val="00BE6078"/>
    <w:rsid w:val="00C27BF7"/>
    <w:rsid w:val="00C52116"/>
    <w:rsid w:val="00C775BE"/>
    <w:rsid w:val="00C91060"/>
    <w:rsid w:val="00C911FE"/>
    <w:rsid w:val="00CA478A"/>
    <w:rsid w:val="00CA6219"/>
    <w:rsid w:val="00CB1C56"/>
    <w:rsid w:val="00CD185D"/>
    <w:rsid w:val="00CD46CC"/>
    <w:rsid w:val="00CE2C73"/>
    <w:rsid w:val="00CF2407"/>
    <w:rsid w:val="00D141DA"/>
    <w:rsid w:val="00D46BC7"/>
    <w:rsid w:val="00D56909"/>
    <w:rsid w:val="00D71736"/>
    <w:rsid w:val="00D834DB"/>
    <w:rsid w:val="00DC7616"/>
    <w:rsid w:val="00DD3BDC"/>
    <w:rsid w:val="00DE1329"/>
    <w:rsid w:val="00E11CFC"/>
    <w:rsid w:val="00E17E98"/>
    <w:rsid w:val="00E23A84"/>
    <w:rsid w:val="00E2610A"/>
    <w:rsid w:val="00E34F53"/>
    <w:rsid w:val="00E47798"/>
    <w:rsid w:val="00E60708"/>
    <w:rsid w:val="00E612E0"/>
    <w:rsid w:val="00E62046"/>
    <w:rsid w:val="00E74DA3"/>
    <w:rsid w:val="00E938DD"/>
    <w:rsid w:val="00E96D83"/>
    <w:rsid w:val="00EA234C"/>
    <w:rsid w:val="00EC1FD6"/>
    <w:rsid w:val="00EE6073"/>
    <w:rsid w:val="00F02FC3"/>
    <w:rsid w:val="00F055E3"/>
    <w:rsid w:val="00F36A60"/>
    <w:rsid w:val="00F41025"/>
    <w:rsid w:val="00F439CE"/>
    <w:rsid w:val="00F47D6E"/>
    <w:rsid w:val="00F73060"/>
    <w:rsid w:val="00F90CA7"/>
    <w:rsid w:val="00FE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71A566DE"/>
  <w15:chartTrackingRefBased/>
  <w15:docId w15:val="{EE4E0ED6-1180-430E-B4CB-7F02B79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95B"/>
    <w:pPr>
      <w:jc w:val="both"/>
    </w:pPr>
    <w:rPr>
      <w:rFonts w:ascii="Arial" w:hAnsi="Arial"/>
    </w:rPr>
  </w:style>
  <w:style w:type="paragraph" w:styleId="Titre1">
    <w:name w:val="heading 1"/>
    <w:basedOn w:val="Sous-titre"/>
    <w:next w:val="Normal"/>
    <w:link w:val="Titre1Car"/>
    <w:autoRedefine/>
    <w:qFormat/>
    <w:rsid w:val="000F7705"/>
    <w:pPr>
      <w:keepNext/>
      <w:numPr>
        <w:numId w:val="36"/>
      </w:numPr>
      <w:shd w:val="clear" w:color="auto" w:fill="253164" w:themeFill="text2"/>
      <w:spacing w:before="240" w:after="120"/>
      <w:outlineLvl w:val="0"/>
    </w:pPr>
    <w:rPr>
      <w:color w:val="FFFFFF"/>
      <w:sz w:val="24"/>
      <w:szCs w:val="18"/>
    </w:rPr>
  </w:style>
  <w:style w:type="paragraph" w:styleId="Titre2">
    <w:name w:val="heading 2"/>
    <w:basedOn w:val="Sous-titre"/>
    <w:next w:val="Normal"/>
    <w:link w:val="Titre2Car"/>
    <w:autoRedefine/>
    <w:qFormat/>
    <w:rsid w:val="00402D9E"/>
    <w:pPr>
      <w:keepNext/>
      <w:numPr>
        <w:ilvl w:val="1"/>
        <w:numId w:val="36"/>
      </w:numPr>
      <w:spacing w:before="120"/>
      <w:outlineLvl w:val="1"/>
    </w:pPr>
    <w:rPr>
      <w:bCs/>
      <w:iCs/>
      <w:sz w:val="24"/>
      <w:szCs w:val="24"/>
    </w:rPr>
  </w:style>
  <w:style w:type="paragraph" w:styleId="Titre3">
    <w:name w:val="heading 3"/>
    <w:basedOn w:val="Sous-titre"/>
    <w:next w:val="Normal"/>
    <w:link w:val="Titre3Car"/>
    <w:autoRedefine/>
    <w:qFormat/>
    <w:rsid w:val="0016295B"/>
    <w:pPr>
      <w:keepNext/>
      <w:numPr>
        <w:ilvl w:val="2"/>
        <w:numId w:val="36"/>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16295B"/>
    <w:pPr>
      <w:keepNext/>
      <w:numPr>
        <w:ilvl w:val="3"/>
        <w:numId w:val="36"/>
      </w:numPr>
      <w:spacing w:before="120"/>
      <w:outlineLvl w:val="3"/>
    </w:pPr>
    <w:rPr>
      <w:b w:val="0"/>
      <w:bCs/>
      <w:color w:val="000000"/>
      <w:sz w:val="24"/>
      <w:szCs w:val="28"/>
    </w:rPr>
  </w:style>
  <w:style w:type="paragraph" w:styleId="Titre5">
    <w:name w:val="heading 5"/>
    <w:basedOn w:val="Normal"/>
    <w:next w:val="Normal"/>
    <w:link w:val="Titre5Car"/>
    <w:autoRedefine/>
    <w:qFormat/>
    <w:rsid w:val="0016295B"/>
    <w:pPr>
      <w:numPr>
        <w:ilvl w:val="4"/>
        <w:numId w:val="36"/>
      </w:numPr>
      <w:spacing w:after="60"/>
      <w:outlineLvl w:val="4"/>
    </w:pPr>
    <w:rPr>
      <w:bCs/>
      <w:iCs/>
      <w:sz w:val="24"/>
      <w:szCs w:val="26"/>
    </w:rPr>
  </w:style>
  <w:style w:type="paragraph" w:styleId="Titre6">
    <w:name w:val="heading 6"/>
    <w:basedOn w:val="Normal"/>
    <w:next w:val="Corpsdetexte"/>
    <w:link w:val="Titre6Car"/>
    <w:qFormat/>
    <w:rsid w:val="0016295B"/>
    <w:pPr>
      <w:numPr>
        <w:ilvl w:val="5"/>
        <w:numId w:val="36"/>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16295B"/>
    <w:pPr>
      <w:numPr>
        <w:ilvl w:val="6"/>
        <w:numId w:val="36"/>
      </w:numPr>
      <w:spacing w:before="240" w:after="60"/>
      <w:outlineLvl w:val="6"/>
    </w:pPr>
    <w:rPr>
      <w:rFonts w:ascii="Arial Narrow" w:hAnsi="Arial Narrow"/>
    </w:rPr>
  </w:style>
  <w:style w:type="paragraph" w:styleId="Titre8">
    <w:name w:val="heading 8"/>
    <w:basedOn w:val="Normal"/>
    <w:next w:val="Corpsdetexte"/>
    <w:link w:val="Titre8Car"/>
    <w:qFormat/>
    <w:rsid w:val="0016295B"/>
    <w:pPr>
      <w:numPr>
        <w:ilvl w:val="7"/>
        <w:numId w:val="36"/>
      </w:numPr>
      <w:spacing w:before="240" w:after="60"/>
      <w:outlineLvl w:val="7"/>
    </w:pPr>
    <w:rPr>
      <w:rFonts w:ascii="Arial Narrow" w:hAnsi="Arial Narrow"/>
      <w:iCs/>
    </w:rPr>
  </w:style>
  <w:style w:type="paragraph" w:styleId="Titre9">
    <w:name w:val="heading 9"/>
    <w:basedOn w:val="Normal"/>
    <w:next w:val="Corpsdetexte"/>
    <w:link w:val="Titre9Car"/>
    <w:qFormat/>
    <w:rsid w:val="0016295B"/>
    <w:pPr>
      <w:numPr>
        <w:ilvl w:val="8"/>
        <w:numId w:val="36"/>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rsid w:val="0016295B"/>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sid w:val="0016295B"/>
    <w:rPr>
      <w:rFonts w:ascii="TT Norms Regular" w:hAnsi="TT Norms Regular"/>
      <w:sz w:val="20"/>
    </w:rPr>
  </w:style>
  <w:style w:type="character" w:customStyle="1" w:styleId="Marquedecommentaire1">
    <w:name w:val="Marque de commentaire1"/>
    <w:rPr>
      <w:rFonts w:cs="Times New Roman"/>
      <w:sz w:val="16"/>
    </w:rPr>
  </w:style>
  <w:style w:type="character" w:styleId="Lienhypertexte">
    <w:name w:val="Hyperlink"/>
    <w:uiPriority w:val="99"/>
    <w:rsid w:val="0016295B"/>
    <w:rPr>
      <w:rFonts w:ascii="Arial" w:hAnsi="Arial"/>
      <w:color w:val="0000FF"/>
      <w:u w:val="single"/>
    </w:rPr>
  </w:style>
  <w:style w:type="character" w:styleId="lev">
    <w:name w:val="Strong"/>
    <w:basedOn w:val="Policepardfaut"/>
    <w:qFormat/>
    <w:rsid w:val="0016295B"/>
    <w:rPr>
      <w:rFonts w:ascii="Arial" w:hAnsi="Arial"/>
      <w:b/>
      <w:bCs/>
      <w:i w:val="0"/>
      <w:iCs/>
      <w:color w:val="DF182C" w:themeColor="accent1"/>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sid w:val="0016295B"/>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link w:val="CorpsdetexteCar"/>
    <w:rsid w:val="0016295B"/>
    <w:pPr>
      <w:tabs>
        <w:tab w:val="left" w:pos="1134"/>
      </w:tabs>
      <w:spacing w:after="120"/>
      <w:ind w:left="851"/>
    </w:pPr>
  </w:style>
  <w:style w:type="paragraph" w:styleId="Liste">
    <w:name w:val="List"/>
    <w:basedOn w:val="Corpsdetexte"/>
    <w:rPr>
      <w:rFonts w:cs="Mangal"/>
    </w:rPr>
  </w:style>
  <w:style w:type="paragraph" w:styleId="Lgende">
    <w:name w:val="caption"/>
    <w:basedOn w:val="Normal"/>
    <w:next w:val="Normal"/>
    <w:qFormat/>
    <w:rsid w:val="0016295B"/>
    <w:pPr>
      <w:spacing w:before="360" w:after="240"/>
    </w:pPr>
    <w:rPr>
      <w:b/>
      <w:b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rsid w:val="0016295B"/>
    <w:pPr>
      <w:tabs>
        <w:tab w:val="center" w:pos="4536"/>
        <w:tab w:val="right" w:pos="9072"/>
      </w:tabs>
    </w:pPr>
  </w:style>
  <w:style w:type="paragraph" w:styleId="Pieddepage">
    <w:name w:val="footer"/>
    <w:basedOn w:val="Normal"/>
    <w:link w:val="PieddepageCar"/>
    <w:rsid w:val="0016295B"/>
    <w:pPr>
      <w:tabs>
        <w:tab w:val="center" w:pos="4536"/>
        <w:tab w:val="right" w:pos="9072"/>
      </w:tabs>
    </w:pPr>
  </w:style>
  <w:style w:type="paragraph" w:styleId="Notedebasdepage">
    <w:name w:val="footnote text"/>
    <w:basedOn w:val="Normal"/>
    <w:link w:val="NotedebasdepageCar"/>
    <w:rsid w:val="0016295B"/>
    <w:pPr>
      <w:overflowPunct w:val="0"/>
      <w:autoSpaceDE w:val="0"/>
      <w:autoSpaceDN w:val="0"/>
      <w:adjustRightInd w:val="0"/>
      <w:jc w:val="left"/>
      <w:textAlignment w:val="baseline"/>
    </w:pPr>
    <w:rPr>
      <w:rFonts w:ascii="Times New Roman" w:hAnsi="Times New Roman"/>
    </w:rP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uiPriority w:val="99"/>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uiPriority w:val="99"/>
    <w:unhideWhenUsed/>
    <w:rsid w:val="0016295B"/>
    <w:pPr>
      <w:spacing w:before="100" w:beforeAutospacing="1" w:after="100" w:afterAutospacing="1"/>
      <w:jc w:val="left"/>
    </w:pPr>
    <w:rPr>
      <w:sz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locked/>
    <w:rsid w:val="0016295B"/>
    <w:rPr>
      <w:rFonts w:ascii="Arial" w:hAnsi="Arial"/>
    </w:rPr>
  </w:style>
  <w:style w:type="character" w:customStyle="1" w:styleId="Highlighted">
    <w:name w:val="Highlighted"/>
    <w:rsid w:val="00810A50"/>
    <w:rPr>
      <w:b/>
    </w:rPr>
  </w:style>
  <w:style w:type="paragraph" w:customStyle="1" w:styleId="AnnexeTitre2">
    <w:name w:val="Annexe Titre 2"/>
    <w:basedOn w:val="Titre2"/>
    <w:next w:val="Normal"/>
    <w:autoRedefine/>
    <w:qFormat/>
    <w:rsid w:val="00402D9E"/>
    <w:pPr>
      <w:numPr>
        <w:ilvl w:val="0"/>
        <w:numId w:val="0"/>
      </w:numPr>
      <w:ind w:left="360"/>
    </w:pPr>
    <w:rPr>
      <w:bCs w:val="0"/>
    </w:rPr>
  </w:style>
  <w:style w:type="table" w:styleId="Grilledutableau">
    <w:name w:val="Table Grid"/>
    <w:basedOn w:val="TableauNormal"/>
    <w:rsid w:val="0016295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16295B"/>
    <w:pPr>
      <w:ind w:left="720"/>
      <w:contextualSpacing/>
    </w:pPr>
  </w:style>
  <w:style w:type="character" w:customStyle="1" w:styleId="ui-provider">
    <w:name w:val="ui-provider"/>
    <w:basedOn w:val="Policepardfaut"/>
    <w:rsid w:val="00DE1329"/>
  </w:style>
  <w:style w:type="character" w:styleId="Accentuation">
    <w:name w:val="Emphasis"/>
    <w:basedOn w:val="Policepardfaut"/>
    <w:qFormat/>
    <w:rsid w:val="0016295B"/>
    <w:rPr>
      <w:rFonts w:ascii="TT Norms Regular" w:hAnsi="TT Norms Regular"/>
      <w:b/>
      <w:i w:val="0"/>
      <w:iCs/>
      <w:color w:val="87C4C7"/>
    </w:rPr>
  </w:style>
  <w:style w:type="character" w:styleId="Accentuationintense">
    <w:name w:val="Intense Emphasis"/>
    <w:basedOn w:val="Policepardfaut"/>
    <w:uiPriority w:val="21"/>
    <w:qFormat/>
    <w:rsid w:val="0016295B"/>
    <w:rPr>
      <w:rFonts w:ascii="Arial" w:hAnsi="Arial"/>
      <w:b/>
      <w:i w:val="0"/>
      <w:iCs/>
      <w:color w:val="87C4C7"/>
    </w:rPr>
  </w:style>
  <w:style w:type="character" w:styleId="Accentuationlgre">
    <w:name w:val="Subtle Emphasis"/>
    <w:basedOn w:val="Policepardfaut"/>
    <w:uiPriority w:val="19"/>
    <w:qFormat/>
    <w:rsid w:val="0016295B"/>
    <w:rPr>
      <w:rFonts w:ascii="Arial" w:hAnsi="Arial"/>
      <w:i w:val="0"/>
      <w:iCs/>
      <w:color w:val="DF182C" w:themeColor="accent1"/>
    </w:rPr>
  </w:style>
  <w:style w:type="paragraph" w:styleId="Sous-titre">
    <w:name w:val="Subtitle"/>
    <w:basedOn w:val="Normal"/>
    <w:link w:val="Sous-titreCar"/>
    <w:qFormat/>
    <w:rsid w:val="0016295B"/>
    <w:pPr>
      <w:spacing w:after="60"/>
      <w:jc w:val="left"/>
    </w:pPr>
    <w:rPr>
      <w:rFonts w:cs="Arial"/>
      <w:b/>
      <w:color w:val="126AB3" w:themeColor="accent3"/>
      <w:sz w:val="44"/>
    </w:rPr>
  </w:style>
  <w:style w:type="character" w:customStyle="1" w:styleId="Sous-titreCar">
    <w:name w:val="Sous-titre Car"/>
    <w:basedOn w:val="Policepardfaut"/>
    <w:link w:val="Sous-titre"/>
    <w:rsid w:val="0016295B"/>
    <w:rPr>
      <w:rFonts w:ascii="Arial" w:hAnsi="Arial" w:cs="Arial"/>
      <w:b/>
      <w:color w:val="126AB3" w:themeColor="accent3"/>
      <w:sz w:val="44"/>
    </w:rPr>
  </w:style>
  <w:style w:type="character" w:customStyle="1" w:styleId="Titre1Car">
    <w:name w:val="Titre 1 Car"/>
    <w:basedOn w:val="Policepardfaut"/>
    <w:link w:val="Titre1"/>
    <w:rsid w:val="000F7705"/>
    <w:rPr>
      <w:rFonts w:ascii="Arial" w:hAnsi="Arial" w:cs="Arial"/>
      <w:b/>
      <w:color w:val="FFFFFF"/>
      <w:sz w:val="24"/>
      <w:szCs w:val="18"/>
      <w:shd w:val="clear" w:color="auto" w:fill="253164" w:themeFill="text2"/>
    </w:rPr>
  </w:style>
  <w:style w:type="paragraph" w:customStyle="1" w:styleId="AnnexeTitre1">
    <w:name w:val="Annexe Titre 1"/>
    <w:basedOn w:val="Titre1"/>
    <w:next w:val="Normal"/>
    <w:autoRedefine/>
    <w:qFormat/>
    <w:rsid w:val="0016295B"/>
  </w:style>
  <w:style w:type="character" w:customStyle="1" w:styleId="Titre2Car">
    <w:name w:val="Titre 2 Car"/>
    <w:basedOn w:val="Policepardfaut"/>
    <w:link w:val="Titre2"/>
    <w:rsid w:val="00402D9E"/>
    <w:rPr>
      <w:rFonts w:ascii="Arial" w:hAnsi="Arial" w:cs="Arial"/>
      <w:b/>
      <w:bCs/>
      <w:iCs/>
      <w:color w:val="126AB3" w:themeColor="accent3"/>
      <w:sz w:val="24"/>
      <w:szCs w:val="24"/>
    </w:rPr>
  </w:style>
  <w:style w:type="paragraph" w:styleId="Citation">
    <w:name w:val="Quote"/>
    <w:basedOn w:val="Normal"/>
    <w:next w:val="Normal"/>
    <w:link w:val="CitationCar"/>
    <w:autoRedefine/>
    <w:uiPriority w:val="29"/>
    <w:qFormat/>
    <w:rsid w:val="0016295B"/>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16295B"/>
    <w:rPr>
      <w:rFonts w:ascii="Arial" w:hAnsi="Arial"/>
      <w:i/>
      <w:iCs/>
      <w:color w:val="126AB3" w:themeColor="accent3"/>
    </w:rPr>
  </w:style>
  <w:style w:type="paragraph" w:styleId="Citationintense">
    <w:name w:val="Intense Quote"/>
    <w:basedOn w:val="Normal"/>
    <w:next w:val="Normal"/>
    <w:link w:val="CitationintenseCar"/>
    <w:uiPriority w:val="30"/>
    <w:qFormat/>
    <w:rsid w:val="0016295B"/>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16295B"/>
    <w:rPr>
      <w:rFonts w:ascii="Arial" w:hAnsi="Arial"/>
      <w:i/>
      <w:iCs/>
      <w:color w:val="126AB3" w:themeColor="accent3"/>
    </w:rPr>
  </w:style>
  <w:style w:type="paragraph" w:customStyle="1" w:styleId="Copiedcran">
    <w:name w:val="Copie d'écran"/>
    <w:basedOn w:val="Normal"/>
    <w:rsid w:val="0016295B"/>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character" w:customStyle="1" w:styleId="CorpsdetexteCar">
    <w:name w:val="Corps de texte Car"/>
    <w:basedOn w:val="Policepardfaut"/>
    <w:link w:val="Corpsdetexte"/>
    <w:rsid w:val="0016295B"/>
    <w:rPr>
      <w:rFonts w:ascii="Arial" w:hAnsi="Arial"/>
    </w:rPr>
  </w:style>
  <w:style w:type="paragraph" w:styleId="En-ttedetabledesmatires">
    <w:name w:val="TOC Heading"/>
    <w:basedOn w:val="Normal"/>
    <w:next w:val="Normal"/>
    <w:uiPriority w:val="39"/>
    <w:unhideWhenUsed/>
    <w:qFormat/>
    <w:rsid w:val="0016295B"/>
    <w:pPr>
      <w:jc w:val="right"/>
    </w:pPr>
    <w:rPr>
      <w:b/>
    </w:rPr>
  </w:style>
  <w:style w:type="paragraph" w:customStyle="1" w:styleId="TexteTableau">
    <w:name w:val="Texte Tableau"/>
    <w:basedOn w:val="Normal"/>
    <w:autoRedefine/>
    <w:qFormat/>
    <w:rsid w:val="0016295B"/>
    <w:pPr>
      <w:spacing w:before="60" w:after="60"/>
    </w:pPr>
    <w:rPr>
      <w:color w:val="253164" w:themeColor="text2"/>
    </w:rPr>
  </w:style>
  <w:style w:type="paragraph" w:customStyle="1" w:styleId="EntteTableau">
    <w:name w:val="Entête Tableau"/>
    <w:basedOn w:val="TexteTableau"/>
    <w:autoRedefine/>
    <w:qFormat/>
    <w:rsid w:val="0016295B"/>
    <w:pPr>
      <w:spacing w:before="80" w:after="80"/>
      <w:jc w:val="center"/>
    </w:pPr>
    <w:rPr>
      <w:b/>
    </w:rPr>
  </w:style>
  <w:style w:type="paragraph" w:customStyle="1" w:styleId="EntteTableauLarge">
    <w:name w:val="Entête Tableau Large"/>
    <w:basedOn w:val="EntteTableau"/>
    <w:rsid w:val="0016295B"/>
    <w:rPr>
      <w:bCs/>
    </w:rPr>
  </w:style>
  <w:style w:type="paragraph" w:styleId="Index1">
    <w:name w:val="index 1"/>
    <w:basedOn w:val="Normal"/>
    <w:next w:val="Normal"/>
    <w:autoRedefine/>
    <w:semiHidden/>
    <w:rsid w:val="0016295B"/>
    <w:pPr>
      <w:ind w:left="220" w:hanging="220"/>
      <w:jc w:val="left"/>
    </w:pPr>
    <w:rPr>
      <w:sz w:val="18"/>
      <w:szCs w:val="18"/>
    </w:rPr>
  </w:style>
  <w:style w:type="paragraph" w:styleId="Index2">
    <w:name w:val="index 2"/>
    <w:basedOn w:val="Normal"/>
    <w:next w:val="Normal"/>
    <w:autoRedefine/>
    <w:semiHidden/>
    <w:rsid w:val="0016295B"/>
    <w:pPr>
      <w:ind w:left="440" w:hanging="220"/>
      <w:jc w:val="left"/>
    </w:pPr>
    <w:rPr>
      <w:rFonts w:ascii="Times New Roman" w:hAnsi="Times New Roman"/>
      <w:sz w:val="18"/>
      <w:szCs w:val="18"/>
    </w:rPr>
  </w:style>
  <w:style w:type="paragraph" w:styleId="Index3">
    <w:name w:val="index 3"/>
    <w:basedOn w:val="Normal"/>
    <w:next w:val="Normal"/>
    <w:autoRedefine/>
    <w:semiHidden/>
    <w:rsid w:val="0016295B"/>
    <w:pPr>
      <w:ind w:left="660" w:hanging="220"/>
      <w:jc w:val="left"/>
    </w:pPr>
    <w:rPr>
      <w:rFonts w:ascii="Times New Roman" w:hAnsi="Times New Roman"/>
      <w:sz w:val="18"/>
      <w:szCs w:val="18"/>
    </w:rPr>
  </w:style>
  <w:style w:type="paragraph" w:styleId="Index4">
    <w:name w:val="index 4"/>
    <w:basedOn w:val="Normal"/>
    <w:next w:val="Normal"/>
    <w:autoRedefine/>
    <w:semiHidden/>
    <w:rsid w:val="0016295B"/>
    <w:pPr>
      <w:ind w:left="880" w:hanging="220"/>
      <w:jc w:val="left"/>
    </w:pPr>
    <w:rPr>
      <w:rFonts w:ascii="Times New Roman" w:hAnsi="Times New Roman"/>
      <w:sz w:val="18"/>
      <w:szCs w:val="18"/>
    </w:rPr>
  </w:style>
  <w:style w:type="paragraph" w:styleId="Index5">
    <w:name w:val="index 5"/>
    <w:basedOn w:val="Normal"/>
    <w:next w:val="Normal"/>
    <w:autoRedefine/>
    <w:semiHidden/>
    <w:rsid w:val="0016295B"/>
    <w:pPr>
      <w:ind w:left="1100" w:hanging="220"/>
      <w:jc w:val="left"/>
    </w:pPr>
    <w:rPr>
      <w:rFonts w:ascii="Times New Roman" w:hAnsi="Times New Roman"/>
      <w:sz w:val="18"/>
      <w:szCs w:val="18"/>
    </w:rPr>
  </w:style>
  <w:style w:type="paragraph" w:styleId="Index6">
    <w:name w:val="index 6"/>
    <w:basedOn w:val="Normal"/>
    <w:next w:val="Normal"/>
    <w:autoRedefine/>
    <w:semiHidden/>
    <w:rsid w:val="0016295B"/>
    <w:pPr>
      <w:ind w:left="1320" w:hanging="220"/>
      <w:jc w:val="left"/>
    </w:pPr>
    <w:rPr>
      <w:rFonts w:ascii="Times New Roman" w:hAnsi="Times New Roman"/>
      <w:sz w:val="18"/>
      <w:szCs w:val="18"/>
    </w:rPr>
  </w:style>
  <w:style w:type="paragraph" w:styleId="Index7">
    <w:name w:val="index 7"/>
    <w:basedOn w:val="Normal"/>
    <w:next w:val="Normal"/>
    <w:autoRedefine/>
    <w:semiHidden/>
    <w:rsid w:val="0016295B"/>
    <w:pPr>
      <w:ind w:left="1540" w:hanging="220"/>
      <w:jc w:val="left"/>
    </w:pPr>
    <w:rPr>
      <w:rFonts w:ascii="Times New Roman" w:hAnsi="Times New Roman"/>
      <w:sz w:val="18"/>
      <w:szCs w:val="18"/>
    </w:rPr>
  </w:style>
  <w:style w:type="paragraph" w:styleId="Index8">
    <w:name w:val="index 8"/>
    <w:basedOn w:val="Normal"/>
    <w:next w:val="Normal"/>
    <w:autoRedefine/>
    <w:semiHidden/>
    <w:rsid w:val="0016295B"/>
    <w:pPr>
      <w:ind w:left="1760" w:hanging="220"/>
      <w:jc w:val="left"/>
    </w:pPr>
    <w:rPr>
      <w:rFonts w:ascii="Times New Roman" w:hAnsi="Times New Roman"/>
      <w:sz w:val="18"/>
      <w:szCs w:val="18"/>
    </w:rPr>
  </w:style>
  <w:style w:type="paragraph" w:styleId="Index9">
    <w:name w:val="index 9"/>
    <w:basedOn w:val="Normal"/>
    <w:next w:val="Normal"/>
    <w:autoRedefine/>
    <w:semiHidden/>
    <w:rsid w:val="0016295B"/>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16295B"/>
    <w:rPr>
      <w:b/>
      <w:vanish/>
      <w:color w:val="2F5972"/>
    </w:rPr>
  </w:style>
  <w:style w:type="character" w:customStyle="1" w:styleId="Informationimportante">
    <w:name w:val="Information importante"/>
    <w:rsid w:val="0016295B"/>
    <w:rPr>
      <w:rFonts w:ascii="TT Norms Regular" w:hAnsi="TT Norms Regular"/>
      <w:b/>
      <w:bdr w:val="none" w:sz="0" w:space="0" w:color="auto"/>
      <w:shd w:val="clear" w:color="auto" w:fill="FFFF00"/>
    </w:rPr>
  </w:style>
  <w:style w:type="paragraph" w:customStyle="1" w:styleId="LettreGlossaire">
    <w:name w:val="Lettre Glossaire"/>
    <w:basedOn w:val="Sous-titre"/>
    <w:rsid w:val="0016295B"/>
    <w:pPr>
      <w:spacing w:before="240"/>
      <w:ind w:left="-57"/>
    </w:pPr>
    <w:rPr>
      <w:sz w:val="36"/>
    </w:rPr>
  </w:style>
  <w:style w:type="character" w:styleId="Lienhypertextesuivivisit">
    <w:name w:val="FollowedHyperlink"/>
    <w:qFormat/>
    <w:rsid w:val="0016295B"/>
    <w:rPr>
      <w:rFonts w:ascii="Arial" w:hAnsi="Arial"/>
      <w:color w:val="DF182C" w:themeColor="accent1"/>
      <w:u w:val="single"/>
    </w:rPr>
  </w:style>
  <w:style w:type="paragraph" w:customStyle="1" w:styleId="Lignedecommande">
    <w:name w:val="Ligne de commande"/>
    <w:basedOn w:val="Normal"/>
    <w:autoRedefine/>
    <w:qFormat/>
    <w:rsid w:val="0016295B"/>
    <w:pPr>
      <w:tabs>
        <w:tab w:val="left" w:pos="5670"/>
      </w:tabs>
      <w:jc w:val="left"/>
    </w:pPr>
    <w:rPr>
      <w:rFonts w:cs="Courier New"/>
      <w:b/>
    </w:rPr>
  </w:style>
  <w:style w:type="character" w:customStyle="1" w:styleId="NotedebasdepageCar">
    <w:name w:val="Note de bas de page Car"/>
    <w:basedOn w:val="Policepardfaut"/>
    <w:link w:val="Notedebasdepage"/>
    <w:rsid w:val="0016295B"/>
  </w:style>
  <w:style w:type="paragraph" w:customStyle="1" w:styleId="NoticedUtilisation">
    <w:name w:val="Notice d'Utilisation"/>
    <w:basedOn w:val="Normal"/>
    <w:next w:val="Normal"/>
    <w:link w:val="NoticedUtilisationCar"/>
    <w:autoRedefine/>
    <w:qFormat/>
    <w:rsid w:val="0016295B"/>
    <w:pPr>
      <w:spacing w:before="60" w:after="60"/>
      <w:ind w:left="284"/>
    </w:pPr>
    <w:rPr>
      <w:b/>
      <w:vanish/>
      <w:color w:val="73B8F1" w:themeColor="accent4"/>
      <w:sz w:val="18"/>
    </w:rPr>
  </w:style>
  <w:style w:type="character" w:customStyle="1" w:styleId="NoticedUtilisationCar">
    <w:name w:val="Notice d'Utilisation Car"/>
    <w:link w:val="NoticedUtilisation"/>
    <w:rsid w:val="0016295B"/>
    <w:rPr>
      <w:rFonts w:ascii="Arial" w:hAnsi="Arial"/>
      <w:b/>
      <w:vanish/>
      <w:color w:val="73B8F1" w:themeColor="accent4"/>
      <w:sz w:val="18"/>
    </w:rPr>
  </w:style>
  <w:style w:type="paragraph" w:customStyle="1" w:styleId="Noticeutilisation">
    <w:name w:val="Notice utilisation"/>
    <w:basedOn w:val="Normal"/>
    <w:next w:val="Normal"/>
    <w:link w:val="NoticeutilisationCar"/>
    <w:autoRedefine/>
    <w:qFormat/>
    <w:rsid w:val="0016295B"/>
    <w:pPr>
      <w:jc w:val="left"/>
    </w:pPr>
    <w:rPr>
      <w:b/>
      <w:vanish/>
      <w:color w:val="73B8F1" w:themeColor="accent4"/>
      <w:sz w:val="18"/>
    </w:rPr>
  </w:style>
  <w:style w:type="character" w:customStyle="1" w:styleId="NoticeutilisationCar">
    <w:name w:val="Notice utilisation Car"/>
    <w:basedOn w:val="Policepardfaut"/>
    <w:link w:val="Noticeutilisation"/>
    <w:rsid w:val="0016295B"/>
    <w:rPr>
      <w:rFonts w:ascii="Arial" w:hAnsi="Arial"/>
      <w:b/>
      <w:vanish/>
      <w:color w:val="73B8F1" w:themeColor="accent4"/>
      <w:sz w:val="18"/>
    </w:rPr>
  </w:style>
  <w:style w:type="character" w:customStyle="1" w:styleId="PieddepageCar">
    <w:name w:val="Pied de page Car"/>
    <w:basedOn w:val="Policepardfaut"/>
    <w:link w:val="Pieddepage"/>
    <w:rsid w:val="0016295B"/>
    <w:rPr>
      <w:rFonts w:ascii="Arial" w:hAnsi="Arial"/>
    </w:rPr>
  </w:style>
  <w:style w:type="paragraph" w:customStyle="1" w:styleId="PointCl">
    <w:name w:val="Point Clé"/>
    <w:basedOn w:val="Corpsdetexte"/>
    <w:next w:val="Corpsdetexte"/>
    <w:rsid w:val="0016295B"/>
    <w:pPr>
      <w:ind w:left="284"/>
      <w:jc w:val="left"/>
    </w:pPr>
    <w:rPr>
      <w:rFonts w:ascii="TT Norms Medium" w:hAnsi="TT Norms Medium"/>
    </w:rPr>
  </w:style>
  <w:style w:type="paragraph" w:styleId="PrformatHTML">
    <w:name w:val="HTML Preformatted"/>
    <w:basedOn w:val="Normal"/>
    <w:link w:val="PrformatHTMLCar"/>
    <w:autoRedefine/>
    <w:qFormat/>
    <w:rsid w:val="0016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16295B"/>
    <w:rPr>
      <w:rFonts w:ascii="Arial" w:eastAsia="Courier New" w:hAnsi="Arial" w:cs="Courier New"/>
    </w:rPr>
  </w:style>
  <w:style w:type="character" w:styleId="Rfrenceintense">
    <w:name w:val="Intense Reference"/>
    <w:basedOn w:val="Policepardfaut"/>
    <w:uiPriority w:val="32"/>
    <w:qFormat/>
    <w:rsid w:val="0016295B"/>
    <w:rPr>
      <w:rFonts w:ascii="Arial" w:hAnsi="Arial"/>
      <w:b/>
      <w:bCs/>
      <w:caps w:val="0"/>
      <w:smallCaps w:val="0"/>
      <w:color w:val="74C6C8" w:themeColor="accent5"/>
      <w:spacing w:val="5"/>
    </w:rPr>
  </w:style>
  <w:style w:type="character" w:styleId="Rfrencelgre">
    <w:name w:val="Subtle Reference"/>
    <w:basedOn w:val="Policepardfaut"/>
    <w:uiPriority w:val="31"/>
    <w:qFormat/>
    <w:rsid w:val="0016295B"/>
    <w:rPr>
      <w:rFonts w:ascii="Arial" w:hAnsi="Arial"/>
      <w:caps w:val="0"/>
      <w:smallCaps w:val="0"/>
      <w:color w:val="DF182C" w:themeColor="accent1"/>
    </w:rPr>
  </w:style>
  <w:style w:type="paragraph" w:styleId="Sansinterligne">
    <w:name w:val="No Spacing"/>
    <w:next w:val="Normal"/>
    <w:uiPriority w:val="1"/>
    <w:qFormat/>
    <w:rsid w:val="0016295B"/>
    <w:pPr>
      <w:jc w:val="both"/>
    </w:pPr>
    <w:rPr>
      <w:rFonts w:ascii="Arial" w:hAnsi="Arial"/>
      <w:sz w:val="22"/>
      <w:szCs w:val="24"/>
    </w:rPr>
  </w:style>
  <w:style w:type="paragraph" w:customStyle="1" w:styleId="Sous-titreNum">
    <w:name w:val="Sous-titre Num"/>
    <w:basedOn w:val="Titre1"/>
    <w:next w:val="Normal"/>
    <w:autoRedefine/>
    <w:qFormat/>
    <w:rsid w:val="0016295B"/>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16295B"/>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16295B"/>
    <w:rPr>
      <w:rFonts w:ascii="Arial" w:hAnsi="Arial"/>
      <w:i/>
      <w:iCs/>
      <w:color w:val="2F5972"/>
    </w:rPr>
  </w:style>
  <w:style w:type="paragraph" w:customStyle="1" w:styleId="StyleSous-titre14ptGauche">
    <w:name w:val="Style Sous-titre + 14 pt Gauche"/>
    <w:basedOn w:val="Sous-titre"/>
    <w:rsid w:val="0016295B"/>
    <w:pPr>
      <w:spacing w:after="120"/>
    </w:pPr>
    <w:rPr>
      <w:rFonts w:cs="Times New Roman"/>
      <w:bCs/>
      <w:sz w:val="28"/>
    </w:rPr>
  </w:style>
  <w:style w:type="paragraph" w:customStyle="1" w:styleId="StyleSous-titre16pt">
    <w:name w:val="Style Sous-titre + 16 pt"/>
    <w:basedOn w:val="Sous-titre"/>
    <w:rsid w:val="0016295B"/>
    <w:rPr>
      <w:bCs/>
      <w:sz w:val="32"/>
    </w:rPr>
  </w:style>
  <w:style w:type="paragraph" w:customStyle="1" w:styleId="StyleSous-titreCentr">
    <w:name w:val="Style Sous-titre + Centré"/>
    <w:basedOn w:val="Sous-titre"/>
    <w:qFormat/>
    <w:rsid w:val="0016295B"/>
    <w:rPr>
      <w:rFonts w:cs="Times New Roman"/>
      <w:sz w:val="36"/>
    </w:rPr>
  </w:style>
  <w:style w:type="paragraph" w:customStyle="1" w:styleId="StyleSous-titreGauche">
    <w:name w:val="Style Sous-titre + Gauche"/>
    <w:basedOn w:val="Sous-titre"/>
    <w:autoRedefine/>
    <w:qFormat/>
    <w:rsid w:val="0016295B"/>
    <w:rPr>
      <w:rFonts w:cs="Times New Roman"/>
      <w:sz w:val="40"/>
    </w:rPr>
  </w:style>
  <w:style w:type="paragraph" w:styleId="Tabledesillustrations">
    <w:name w:val="table of figures"/>
    <w:basedOn w:val="Normal"/>
    <w:next w:val="Normal"/>
    <w:uiPriority w:val="99"/>
    <w:rsid w:val="0016295B"/>
  </w:style>
  <w:style w:type="table" w:customStyle="1" w:styleId="Tableaudemanuel">
    <w:name w:val="Tableau de manuel"/>
    <w:basedOn w:val="TableauNormal"/>
    <w:rsid w:val="0016295B"/>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16295B"/>
    <w:pPr>
      <w:spacing w:before="240" w:after="120"/>
      <w:ind w:left="284"/>
    </w:pPr>
    <w:rPr>
      <w:sz w:val="28"/>
      <w:lang w:val="de-DE"/>
    </w:rPr>
  </w:style>
  <w:style w:type="paragraph" w:customStyle="1" w:styleId="textetableau0">
    <w:name w:val="texte tableau"/>
    <w:basedOn w:val="Normal"/>
    <w:next w:val="TexteTableau"/>
    <w:autoRedefine/>
    <w:qFormat/>
    <w:rsid w:val="0016295B"/>
    <w:pPr>
      <w:jc w:val="center"/>
    </w:pPr>
    <w:rPr>
      <w:color w:val="232A55" w:themeColor="text1"/>
    </w:rPr>
  </w:style>
  <w:style w:type="paragraph" w:customStyle="1" w:styleId="TexteTableauLarge">
    <w:name w:val="Texte Tableau Large"/>
    <w:basedOn w:val="TexteTableau"/>
    <w:autoRedefine/>
    <w:qFormat/>
    <w:rsid w:val="0016295B"/>
  </w:style>
  <w:style w:type="paragraph" w:styleId="Titre">
    <w:name w:val="Title"/>
    <w:basedOn w:val="Normal"/>
    <w:next w:val="Sous-titre"/>
    <w:link w:val="TitreCar"/>
    <w:qFormat/>
    <w:rsid w:val="0016295B"/>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16295B"/>
    <w:rPr>
      <w:rFonts w:ascii="Arial" w:hAnsi="Arial" w:cs="Arial"/>
      <w:b/>
      <w:bCs/>
      <w:color w:val="253164" w:themeColor="text2"/>
      <w:kern w:val="28"/>
      <w:sz w:val="44"/>
      <w:szCs w:val="32"/>
    </w:rPr>
  </w:style>
  <w:style w:type="character" w:customStyle="1" w:styleId="Titre3Car">
    <w:name w:val="Titre 3 Car"/>
    <w:basedOn w:val="Policepardfaut"/>
    <w:link w:val="Titre3"/>
    <w:rsid w:val="0016295B"/>
    <w:rPr>
      <w:rFonts w:ascii="Arial" w:hAnsi="Arial" w:cs="Arial"/>
      <w:bCs/>
      <w:color w:val="253164" w:themeColor="text2"/>
      <w:sz w:val="24"/>
      <w:szCs w:val="26"/>
    </w:rPr>
  </w:style>
  <w:style w:type="character" w:customStyle="1" w:styleId="Titre4Car">
    <w:name w:val="Titre 4 Car"/>
    <w:basedOn w:val="Policepardfaut"/>
    <w:link w:val="Titre4"/>
    <w:rsid w:val="0016295B"/>
    <w:rPr>
      <w:rFonts w:ascii="Arial" w:hAnsi="Arial" w:cs="Arial"/>
      <w:bCs/>
      <w:color w:val="000000"/>
      <w:sz w:val="24"/>
      <w:szCs w:val="28"/>
    </w:rPr>
  </w:style>
  <w:style w:type="character" w:customStyle="1" w:styleId="Titre5Car">
    <w:name w:val="Titre 5 Car"/>
    <w:basedOn w:val="Policepardfaut"/>
    <w:link w:val="Titre5"/>
    <w:rsid w:val="0016295B"/>
    <w:rPr>
      <w:rFonts w:ascii="Arial" w:hAnsi="Arial"/>
      <w:bCs/>
      <w:iCs/>
      <w:sz w:val="24"/>
      <w:szCs w:val="26"/>
    </w:rPr>
  </w:style>
  <w:style w:type="character" w:customStyle="1" w:styleId="Titre6Car">
    <w:name w:val="Titre 6 Car"/>
    <w:basedOn w:val="Policepardfaut"/>
    <w:link w:val="Titre6"/>
    <w:rsid w:val="0016295B"/>
    <w:rPr>
      <w:rFonts w:ascii="Arial Narrow" w:hAnsi="Arial Narrow"/>
      <w:bCs/>
      <w:i/>
      <w:szCs w:val="22"/>
    </w:rPr>
  </w:style>
  <w:style w:type="character" w:customStyle="1" w:styleId="Titre7Car">
    <w:name w:val="Titre 7 Car"/>
    <w:basedOn w:val="Policepardfaut"/>
    <w:link w:val="Titre7"/>
    <w:rsid w:val="0016295B"/>
    <w:rPr>
      <w:rFonts w:ascii="Arial Narrow" w:hAnsi="Arial Narrow"/>
    </w:rPr>
  </w:style>
  <w:style w:type="character" w:customStyle="1" w:styleId="Titre8Car">
    <w:name w:val="Titre 8 Car"/>
    <w:basedOn w:val="Policepardfaut"/>
    <w:link w:val="Titre8"/>
    <w:rsid w:val="0016295B"/>
    <w:rPr>
      <w:rFonts w:ascii="Arial Narrow" w:hAnsi="Arial Narrow"/>
      <w:iCs/>
    </w:rPr>
  </w:style>
  <w:style w:type="character" w:customStyle="1" w:styleId="Titre9Car">
    <w:name w:val="Titre 9 Car"/>
    <w:basedOn w:val="Policepardfaut"/>
    <w:link w:val="Titre9"/>
    <w:rsid w:val="0016295B"/>
    <w:rPr>
      <w:rFonts w:ascii="Arial" w:hAnsi="Arial" w:cs="Arial"/>
      <w:szCs w:val="22"/>
    </w:rPr>
  </w:style>
  <w:style w:type="character" w:styleId="Titredulivre">
    <w:name w:val="Book Title"/>
    <w:basedOn w:val="Policepardfaut"/>
    <w:uiPriority w:val="33"/>
    <w:qFormat/>
    <w:rsid w:val="0016295B"/>
    <w:rPr>
      <w:rFonts w:ascii="Arial" w:hAnsi="Arial"/>
      <w:b/>
      <w:bCs/>
      <w:i/>
      <w:iCs/>
      <w:spacing w:val="5"/>
    </w:rPr>
  </w:style>
  <w:style w:type="paragraph" w:styleId="Titreindex">
    <w:name w:val="index heading"/>
    <w:basedOn w:val="Normal"/>
    <w:next w:val="Index1"/>
    <w:semiHidden/>
    <w:rsid w:val="0016295B"/>
    <w:pPr>
      <w:spacing w:before="240" w:after="120"/>
      <w:ind w:left="140"/>
      <w:jc w:val="left"/>
    </w:pPr>
    <w:rPr>
      <w:rFonts w:cs="Arial"/>
      <w:b/>
      <w:bCs/>
      <w:sz w:val="28"/>
      <w:szCs w:val="28"/>
    </w:rPr>
  </w:style>
  <w:style w:type="paragraph" w:styleId="TitreTR">
    <w:name w:val="toa heading"/>
    <w:basedOn w:val="Normal"/>
    <w:next w:val="Normal"/>
    <w:semiHidden/>
    <w:rsid w:val="0016295B"/>
    <w:pPr>
      <w:spacing w:before="120"/>
    </w:pPr>
    <w:rPr>
      <w:rFonts w:cs="Arial"/>
      <w:b/>
      <w:bCs/>
      <w:sz w:val="24"/>
    </w:rPr>
  </w:style>
  <w:style w:type="paragraph" w:styleId="TM1">
    <w:name w:val="toc 1"/>
    <w:basedOn w:val="Normal"/>
    <w:next w:val="TM2"/>
    <w:autoRedefine/>
    <w:uiPriority w:val="39"/>
    <w:qFormat/>
    <w:rsid w:val="0016295B"/>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16295B"/>
    <w:pPr>
      <w:spacing w:after="60"/>
      <w:ind w:left="221"/>
    </w:pPr>
    <w:rPr>
      <w:sz w:val="24"/>
    </w:rPr>
  </w:style>
  <w:style w:type="paragraph" w:styleId="TM3">
    <w:name w:val="toc 3"/>
    <w:basedOn w:val="Normal"/>
    <w:next w:val="TM4"/>
    <w:autoRedefine/>
    <w:uiPriority w:val="39"/>
    <w:qFormat/>
    <w:rsid w:val="0016295B"/>
    <w:pPr>
      <w:ind w:left="440"/>
    </w:pPr>
    <w:rPr>
      <w:sz w:val="24"/>
    </w:rPr>
  </w:style>
  <w:style w:type="paragraph" w:styleId="TM4">
    <w:name w:val="toc 4"/>
    <w:basedOn w:val="Normal"/>
    <w:next w:val="TM5"/>
    <w:autoRedefine/>
    <w:uiPriority w:val="39"/>
    <w:qFormat/>
    <w:rsid w:val="0016295B"/>
    <w:pPr>
      <w:ind w:left="660"/>
    </w:pPr>
  </w:style>
  <w:style w:type="paragraph" w:styleId="TM5">
    <w:name w:val="toc 5"/>
    <w:basedOn w:val="Normal"/>
    <w:next w:val="Titre6"/>
    <w:autoRedefine/>
    <w:uiPriority w:val="39"/>
    <w:qFormat/>
    <w:rsid w:val="0016295B"/>
    <w:pPr>
      <w:ind w:left="880"/>
    </w:pPr>
  </w:style>
  <w:style w:type="paragraph" w:styleId="TM6">
    <w:name w:val="toc 6"/>
    <w:basedOn w:val="Normal"/>
    <w:next w:val="Normal"/>
    <w:autoRedefine/>
    <w:semiHidden/>
    <w:rsid w:val="0016295B"/>
    <w:pPr>
      <w:ind w:left="1100"/>
    </w:pPr>
  </w:style>
  <w:style w:type="paragraph" w:styleId="TM7">
    <w:name w:val="toc 7"/>
    <w:basedOn w:val="Normal"/>
    <w:next w:val="Normal"/>
    <w:autoRedefine/>
    <w:semiHidden/>
    <w:rsid w:val="0016295B"/>
    <w:pPr>
      <w:ind w:left="1320"/>
    </w:pPr>
  </w:style>
  <w:style w:type="paragraph" w:styleId="TM8">
    <w:name w:val="toc 8"/>
    <w:basedOn w:val="Normal"/>
    <w:next w:val="Normal"/>
    <w:autoRedefine/>
    <w:semiHidden/>
    <w:rsid w:val="0016295B"/>
    <w:pPr>
      <w:ind w:left="1540"/>
    </w:pPr>
  </w:style>
  <w:style w:type="paragraph" w:styleId="TM9">
    <w:name w:val="toc 9"/>
    <w:basedOn w:val="Normal"/>
    <w:next w:val="Normal"/>
    <w:autoRedefine/>
    <w:semiHidden/>
    <w:rsid w:val="0016295B"/>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8333023">
      <w:bodyDiv w:val="1"/>
      <w:marLeft w:val="0"/>
      <w:marRight w:val="0"/>
      <w:marTop w:val="0"/>
      <w:marBottom w:val="0"/>
      <w:divBdr>
        <w:top w:val="none" w:sz="0" w:space="0" w:color="auto"/>
        <w:left w:val="none" w:sz="0" w:space="0" w:color="auto"/>
        <w:bottom w:val="none" w:sz="0" w:space="0" w:color="auto"/>
        <w:right w:val="none" w:sz="0" w:space="0" w:color="auto"/>
      </w:divBdr>
    </w:div>
    <w:div w:id="19944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769-A9CA-4C2B-80CE-AA3B260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65</TotalTime>
  <Pages>5</Pages>
  <Words>1394</Words>
  <Characters>7670</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sb</cp:lastModifiedBy>
  <cp:revision>8</cp:revision>
  <cp:lastPrinted>2023-11-10T08:23:00Z</cp:lastPrinted>
  <dcterms:created xsi:type="dcterms:W3CDTF">2025-07-02T12:46:00Z</dcterms:created>
  <dcterms:modified xsi:type="dcterms:W3CDTF">2025-09-05T13:36:00Z</dcterms:modified>
</cp:coreProperties>
</file>