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77777777" w:rsidR="001239ED" w:rsidRPr="003B51DD" w:rsidRDefault="001239ED" w:rsidP="00BA7413">
      <w:r w:rsidRPr="003B51DD">
        <w:rPr>
          <w:noProof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4D76C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5DF3DCC9" w:rsidR="007A749E" w:rsidRPr="00577E87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577E87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7E87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3B51DD" w:rsidRDefault="00F74509" w:rsidP="005A3EE8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84A9F27" w14:textId="0660D190" w:rsidR="00F74509" w:rsidRPr="003B51DD" w:rsidRDefault="00F74509" w:rsidP="00F74509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1132AA06" w:rsidR="005A3EE8" w:rsidRPr="003B51DD" w:rsidRDefault="00F366D9" w:rsidP="000B3232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F366D9">
        <w:rPr>
          <w:rFonts w:ascii="Arial" w:hAnsi="Arial" w:cs="Arial"/>
          <w:i/>
          <w:sz w:val="20"/>
        </w:rPr>
        <w:t xml:space="preserve">MARCHE PUBLIC DE </w:t>
      </w:r>
      <w:r w:rsidR="008C54D1">
        <w:rPr>
          <w:rFonts w:ascii="Arial" w:hAnsi="Arial" w:cs="Arial"/>
          <w:i/>
          <w:sz w:val="20"/>
        </w:rPr>
        <w:t>FOURNITURE</w:t>
      </w:r>
      <w:r>
        <w:rPr>
          <w:rFonts w:ascii="Arial" w:hAnsi="Arial" w:cs="Arial"/>
          <w:i/>
          <w:sz w:val="20"/>
        </w:rPr>
        <w:t xml:space="preserve"> </w:t>
      </w:r>
    </w:p>
    <w:p w14:paraId="4D6028AB" w14:textId="3B137EC3" w:rsidR="00AC45D2" w:rsidRPr="003B51DD" w:rsidRDefault="00AC45D2" w:rsidP="005A3EE8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0B3232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after="60"/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1239ED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5A3EE8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5A3EE8">
      <w:pPr>
        <w:rPr>
          <w:rFonts w:ascii="Arial" w:hAnsi="Arial" w:cs="Arial"/>
          <w:b/>
          <w:sz w:val="20"/>
        </w:rPr>
      </w:pPr>
    </w:p>
    <w:p w14:paraId="47B94E02" w14:textId="77777777" w:rsidR="000B3232" w:rsidRPr="003B51DD" w:rsidRDefault="000B3232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3EC824DA" w14:textId="1A13294A" w:rsidR="00132F76" w:rsidRDefault="00132F7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0"/>
        </w:rPr>
      </w:pPr>
      <w:r w:rsidRPr="00473B34">
        <w:rPr>
          <w:rFonts w:ascii="Arial" w:hAnsi="Arial" w:cs="Arial"/>
        </w:rPr>
        <w:t>Objet du marché n°</w:t>
      </w:r>
      <w:r w:rsidR="00473B34">
        <w:rPr>
          <w:rFonts w:ascii="Arial" w:hAnsi="Arial" w:cs="Arial"/>
        </w:rPr>
        <w:t xml:space="preserve"> </w:t>
      </w:r>
      <w:r w:rsidR="00F366D9" w:rsidRPr="00F366D9">
        <w:rPr>
          <w:rFonts w:ascii="Arial" w:hAnsi="Arial" w:cs="Arial"/>
          <w:b/>
        </w:rPr>
        <w:t>2025</w:t>
      </w:r>
      <w:r w:rsidR="00A977A6">
        <w:rPr>
          <w:rFonts w:ascii="Arial" w:hAnsi="Arial" w:cs="Arial"/>
          <w:b/>
        </w:rPr>
        <w:t xml:space="preserve"> </w:t>
      </w:r>
      <w:r w:rsidR="00F366D9" w:rsidRPr="00F366D9">
        <w:rPr>
          <w:rFonts w:ascii="Arial" w:hAnsi="Arial" w:cs="Arial"/>
          <w:b/>
        </w:rPr>
        <w:t>BST</w:t>
      </w:r>
      <w:r w:rsidR="00A977A6">
        <w:rPr>
          <w:rFonts w:ascii="Arial" w:hAnsi="Arial" w:cs="Arial"/>
          <w:b/>
        </w:rPr>
        <w:t>LRT</w:t>
      </w:r>
      <w:r w:rsidR="00F366D9" w:rsidRPr="00F366D9">
        <w:rPr>
          <w:rFonts w:ascii="Arial" w:hAnsi="Arial" w:cs="Arial"/>
          <w:b/>
        </w:rPr>
        <w:t xml:space="preserve"> 8</w:t>
      </w:r>
      <w:r w:rsidR="00A977A6">
        <w:rPr>
          <w:rFonts w:ascii="Arial" w:hAnsi="Arial" w:cs="Arial"/>
          <w:b/>
        </w:rPr>
        <w:t>8</w:t>
      </w:r>
      <w:r w:rsidR="00B45C5A">
        <w:rPr>
          <w:rFonts w:ascii="Arial" w:hAnsi="Arial" w:cs="Arial"/>
          <w:b/>
        </w:rPr>
        <w:t>8</w:t>
      </w:r>
      <w:r w:rsidR="00A977A6">
        <w:rPr>
          <w:rFonts w:ascii="Arial" w:hAnsi="Arial" w:cs="Arial"/>
          <w:b/>
        </w:rPr>
        <w:t>0</w:t>
      </w:r>
      <w:r w:rsidR="00F366D9">
        <w:rPr>
          <w:rFonts w:ascii="Arial" w:hAnsi="Arial" w:cs="Arial"/>
          <w:b/>
        </w:rPr>
        <w:t xml:space="preserve"> </w:t>
      </w:r>
    </w:p>
    <w:p w14:paraId="266BA542" w14:textId="77777777" w:rsidR="00F366D9" w:rsidRPr="00577E87" w:rsidRDefault="00F366D9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0"/>
        </w:rPr>
      </w:pPr>
    </w:p>
    <w:p w14:paraId="70CD08EA" w14:textId="73AD5CE1" w:rsidR="003729B8" w:rsidRPr="00A977A6" w:rsidRDefault="00A977A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color w:val="FF0000"/>
          <w:sz w:val="20"/>
        </w:rPr>
      </w:pPr>
      <w:r w:rsidRPr="00A977A6">
        <w:rPr>
          <w:rFonts w:ascii="Arial" w:hAnsi="Arial" w:cs="Arial"/>
          <w:b/>
          <w:color w:val="FF0000"/>
          <w:sz w:val="20"/>
        </w:rPr>
        <w:t xml:space="preserve">BAN Lann-Bihoué (56) </w:t>
      </w:r>
      <w:r w:rsidR="004E15E6">
        <w:rPr>
          <w:rFonts w:ascii="Arial" w:hAnsi="Arial" w:cs="Arial"/>
          <w:b/>
          <w:color w:val="FF0000"/>
          <w:sz w:val="20"/>
        </w:rPr>
        <w:t>–</w:t>
      </w:r>
      <w:r w:rsidRPr="00A977A6">
        <w:rPr>
          <w:rFonts w:ascii="Arial" w:hAnsi="Arial" w:cs="Arial"/>
          <w:b/>
          <w:color w:val="FF0000"/>
          <w:sz w:val="20"/>
        </w:rPr>
        <w:t xml:space="preserve"> </w:t>
      </w:r>
      <w:r w:rsidR="00B45C5A">
        <w:rPr>
          <w:rFonts w:ascii="Arial" w:hAnsi="Arial" w:cs="Arial"/>
          <w:b/>
          <w:color w:val="FF0000"/>
          <w:sz w:val="20"/>
        </w:rPr>
        <w:t>Remplacement de deux cuves existantes de déverglaçant (Dépose, Mise en sécurité, Fourniture et Pose des cuves de remplacement)</w:t>
      </w:r>
    </w:p>
    <w:p w14:paraId="35B89BE6" w14:textId="77777777" w:rsidR="00A977A6" w:rsidRPr="003729B8" w:rsidRDefault="00A977A6" w:rsidP="0070474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b/>
          <w:sz w:val="20"/>
        </w:rPr>
      </w:pPr>
    </w:p>
    <w:p w14:paraId="660ACB68" w14:textId="7D91EA3E" w:rsidR="00D850FE" w:rsidRPr="003B51DD" w:rsidRDefault="00D850FE" w:rsidP="00F74509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7848FD0B" w:rsidR="001239ED" w:rsidRPr="003B51DD" w:rsidRDefault="001239ED" w:rsidP="000B3232">
      <w:pPr>
        <w:pStyle w:val="Normalcentr"/>
        <w:spacing w:after="60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3729B8">
        <w:rPr>
          <w:rFonts w:ascii="Arial" w:hAnsi="Arial" w:cs="Arial"/>
          <w:sz w:val="20"/>
        </w:rPr>
        <w:t xml:space="preserve">l’article </w:t>
      </w:r>
      <w:r w:rsidR="003729B8" w:rsidRPr="003729B8">
        <w:rPr>
          <w:rFonts w:ascii="Arial" w:hAnsi="Arial" w:cs="Arial"/>
          <w:sz w:val="20"/>
        </w:rPr>
        <w:t>R.2123-1 à R.2123-6</w:t>
      </w:r>
      <w:r w:rsidR="00F35C84" w:rsidRPr="003729B8"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3B51DD" w:rsidRDefault="00E96528" w:rsidP="000B3232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0B3232">
      <w:pPr>
        <w:tabs>
          <w:tab w:val="left" w:pos="5320"/>
        </w:tabs>
        <w:spacing w:after="60"/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5C9194D3" w:rsidR="00E96528" w:rsidRPr="003B51DD" w:rsidRDefault="00E96528" w:rsidP="000B3232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Etablissement du Service Infrastructure de la Défense </w:t>
      </w:r>
      <w:r w:rsidR="00A24E2C" w:rsidRPr="00A24E2C">
        <w:rPr>
          <w:rFonts w:ascii="Arial" w:hAnsi="Arial" w:cs="Arial"/>
          <w:sz w:val="20"/>
          <w:szCs w:val="24"/>
        </w:rPr>
        <w:t>Atlantique (SID AT</w:t>
      </w:r>
      <w:r w:rsidR="00AE38F7">
        <w:rPr>
          <w:rFonts w:ascii="Arial" w:hAnsi="Arial" w:cs="Arial"/>
          <w:sz w:val="20"/>
          <w:szCs w:val="24"/>
        </w:rPr>
        <w:t>L</w:t>
      </w:r>
      <w:r w:rsidR="00A24E2C" w:rsidRPr="00A24E2C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E96528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E96528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E96528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DFD21F4" w14:textId="714708CD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D298F4B" w14:textId="4DCC1416" w:rsidR="00A24E2C" w:rsidRDefault="00A24E2C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292B6CC1" w14:textId="77777777" w:rsidR="00A24E2C" w:rsidRDefault="00A24E2C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E00312B" w14:textId="77777777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4E60E23B" w14:textId="77777777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DBC03DE" w14:textId="40DBE159" w:rsidR="008D1C86" w:rsidRDefault="008D1C86" w:rsidP="008D1C86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D2E7561" w14:textId="6A2F2A63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2E79FF4B" w14:textId="7081BE2B" w:rsidR="003729B8" w:rsidRDefault="003729B8" w:rsidP="008D1C86">
      <w:pPr>
        <w:ind w:left="-284"/>
        <w:rPr>
          <w:rFonts w:ascii="Arial" w:hAnsi="Arial" w:cs="Arial"/>
          <w:b/>
          <w:bCs/>
          <w:szCs w:val="22"/>
        </w:rPr>
      </w:pPr>
    </w:p>
    <w:p w14:paraId="39D3DE18" w14:textId="1C789426" w:rsidR="002A2D77" w:rsidRPr="003B51DD" w:rsidRDefault="000155F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33B0DA10" w14:textId="59FB60B5" w:rsidR="000155F4" w:rsidRDefault="000155F4" w:rsidP="00327E28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</w:p>
    <w:p w14:paraId="39CD93EB" w14:textId="756E3F6C" w:rsidR="003A1064" w:rsidRPr="00A24E2C" w:rsidRDefault="00A977A6" w:rsidP="003A1064">
      <w:pPr>
        <w:rPr>
          <w:rFonts w:ascii="Arial" w:eastAsia="Calibri" w:hAnsi="Arial" w:cs="Arial"/>
          <w:b/>
          <w:sz w:val="18"/>
          <w:lang w:eastAsia="en-US"/>
        </w:rPr>
      </w:pPr>
      <w:r w:rsidRPr="00A977A6">
        <w:rPr>
          <w:rFonts w:ascii="Arial" w:eastAsia="Calibri" w:hAnsi="Arial" w:cs="Arial"/>
          <w:b/>
          <w:sz w:val="20"/>
          <w:lang w:eastAsia="en-US"/>
        </w:rPr>
        <w:t xml:space="preserve">BAN Lann-Bihoué (56) </w:t>
      </w:r>
      <w:r w:rsidR="00B45C5A">
        <w:rPr>
          <w:rFonts w:ascii="Arial" w:eastAsia="Calibri" w:hAnsi="Arial" w:cs="Arial"/>
          <w:b/>
          <w:sz w:val="20"/>
          <w:lang w:eastAsia="en-US"/>
        </w:rPr>
        <w:t>–</w:t>
      </w:r>
      <w:r w:rsidRPr="00A977A6">
        <w:rPr>
          <w:rFonts w:ascii="Arial" w:eastAsia="Calibri" w:hAnsi="Arial" w:cs="Arial"/>
          <w:b/>
          <w:sz w:val="20"/>
          <w:lang w:eastAsia="en-US"/>
        </w:rPr>
        <w:t xml:space="preserve"> </w:t>
      </w:r>
      <w:r w:rsidR="00B45C5A">
        <w:rPr>
          <w:rFonts w:ascii="Arial" w:eastAsia="Calibri" w:hAnsi="Arial" w:cs="Arial"/>
          <w:b/>
          <w:sz w:val="20"/>
          <w:lang w:eastAsia="en-US"/>
        </w:rPr>
        <w:t>Remplacement de deux cuves existantes de déverglaçant (Dépose, Mise en sécurité, Fourniture et Pose des cuves de remplacement)</w:t>
      </w:r>
    </w:p>
    <w:p w14:paraId="3B7D5C70" w14:textId="0CF54387" w:rsidR="00697C00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0C988D89" w14:textId="43C6C4EC" w:rsidR="00F94CBA" w:rsidRPr="003B51DD" w:rsidRDefault="00F94CBA" w:rsidP="00327E2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09A5D1ED" w:rsidR="00FC1225" w:rsidRPr="003B51DD" w:rsidRDefault="00FC1225" w:rsidP="00FB155D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</w:t>
      </w:r>
      <w:r w:rsidR="00586DFC" w:rsidRPr="00586DFC">
        <w:rPr>
          <w:rFonts w:ascii="Arial" w:hAnsi="Arial" w:cs="Arial"/>
          <w:sz w:val="20"/>
          <w:lang w:eastAsia="zh-CN"/>
        </w:rPr>
        <w:t>à l’</w:t>
      </w:r>
      <w:r w:rsidR="00586DFC" w:rsidRPr="00586DFC">
        <w:rPr>
          <w:rFonts w:ascii="Arial" w:hAnsi="Arial" w:cs="Arial"/>
          <w:color w:val="0070C0"/>
          <w:sz w:val="20"/>
          <w:lang w:eastAsia="zh-CN"/>
        </w:rPr>
        <w:t>article 4.1 du CCAG-</w:t>
      </w:r>
      <w:r w:rsidR="001F04F8">
        <w:rPr>
          <w:rFonts w:ascii="Arial" w:hAnsi="Arial" w:cs="Arial"/>
          <w:color w:val="0070C0"/>
          <w:sz w:val="20"/>
          <w:lang w:eastAsia="zh-CN"/>
        </w:rPr>
        <w:t>FCS</w:t>
      </w:r>
      <w:r w:rsidR="00586DFC" w:rsidRPr="00586DFC">
        <w:rPr>
          <w:rFonts w:ascii="Arial" w:hAnsi="Arial" w:cs="Arial"/>
          <w:sz w:val="20"/>
          <w:lang w:eastAsia="zh-CN"/>
        </w:rPr>
        <w:t xml:space="preserve">, </w:t>
      </w:r>
      <w:r w:rsidRPr="003B51DD">
        <w:rPr>
          <w:rFonts w:ascii="Arial" w:hAnsi="Arial" w:cs="Arial"/>
          <w:sz w:val="20"/>
          <w:lang w:eastAsia="zh-CN"/>
        </w:rPr>
        <w:t>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3B51DD" w:rsidRDefault="009B2F53" w:rsidP="00FB155D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6E78782C" w14:textId="0586B98F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D67D007" w:rsidR="00E07049" w:rsidRDefault="00FC1225" w:rsidP="00FB155D">
      <w:pPr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A55ECE">
        <w:rPr>
          <w:rFonts w:ascii="Arial" w:hAnsi="Arial" w:cs="Arial"/>
          <w:i/>
          <w:iCs/>
          <w:sz w:val="20"/>
        </w:rPr>
      </w:r>
      <w:r w:rsidR="00A55ECE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L’Acte d’</w:t>
      </w:r>
      <w:r w:rsidR="0056472D">
        <w:rPr>
          <w:rFonts w:ascii="Arial" w:hAnsi="Arial" w:cs="Arial"/>
          <w:sz w:val="20"/>
        </w:rPr>
        <w:t>E</w:t>
      </w:r>
      <w:r w:rsidRPr="003B51DD">
        <w:rPr>
          <w:rFonts w:ascii="Arial" w:hAnsi="Arial" w:cs="Arial"/>
          <w:sz w:val="20"/>
        </w:rPr>
        <w:t xml:space="preserve">ngagement </w:t>
      </w:r>
      <w:r w:rsidR="0056472D"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et ses annexes</w:t>
      </w:r>
      <w:r w:rsidR="00EE6124">
        <w:rPr>
          <w:rFonts w:ascii="Arial" w:hAnsi="Arial" w:cs="Arial"/>
          <w:sz w:val="20"/>
        </w:rPr>
        <w:t xml:space="preserve"> </w:t>
      </w:r>
      <w:r w:rsidR="003B51DD" w:rsidRPr="003B51DD">
        <w:rPr>
          <w:rFonts w:ascii="Arial" w:hAnsi="Arial" w:cs="Arial"/>
          <w:sz w:val="20"/>
        </w:rPr>
        <w:t>:</w:t>
      </w:r>
      <w:r w:rsidR="00E07049" w:rsidRPr="003B51DD">
        <w:rPr>
          <w:rFonts w:ascii="Arial" w:hAnsi="Arial" w:cs="Arial"/>
          <w:sz w:val="20"/>
        </w:rPr>
        <w:t xml:space="preserve"> </w:t>
      </w:r>
    </w:p>
    <w:p w14:paraId="27153AD2" w14:textId="77777777" w:rsidR="003A1064" w:rsidRPr="003A1064" w:rsidRDefault="003A1064" w:rsidP="00A977A6">
      <w:pPr>
        <w:spacing w:after="120"/>
        <w:ind w:left="1276"/>
        <w:jc w:val="both"/>
        <w:rPr>
          <w:rFonts w:ascii="Arial" w:hAnsi="Arial" w:cs="Arial"/>
          <w:iCs/>
          <w:sz w:val="20"/>
        </w:rPr>
      </w:pPr>
      <w:r w:rsidRPr="003A1064">
        <w:rPr>
          <w:rFonts w:ascii="Arial" w:hAnsi="Arial" w:cs="Arial"/>
          <w:iCs/>
          <w:sz w:val="20"/>
        </w:rPr>
        <w:tab/>
      </w:r>
      <w:r w:rsidRPr="003A1064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A1064">
        <w:rPr>
          <w:rFonts w:ascii="Arial" w:hAnsi="Arial" w:cs="Arial"/>
          <w:iCs/>
          <w:sz w:val="20"/>
        </w:rPr>
        <w:instrText xml:space="preserve"> FORMCHECKBOX </w:instrText>
      </w:r>
      <w:r w:rsidR="00A55ECE">
        <w:rPr>
          <w:rFonts w:ascii="Arial" w:hAnsi="Arial" w:cs="Arial"/>
          <w:iCs/>
          <w:sz w:val="20"/>
        </w:rPr>
      </w:r>
      <w:r w:rsidR="00A55ECE">
        <w:rPr>
          <w:rFonts w:ascii="Arial" w:hAnsi="Arial" w:cs="Arial"/>
          <w:iCs/>
          <w:sz w:val="20"/>
        </w:rPr>
        <w:fldChar w:fldCharType="separate"/>
      </w:r>
      <w:r w:rsidRPr="003A1064">
        <w:rPr>
          <w:rFonts w:ascii="Arial" w:hAnsi="Arial" w:cs="Arial"/>
          <w:iCs/>
          <w:sz w:val="20"/>
        </w:rPr>
        <w:fldChar w:fldCharType="end"/>
      </w:r>
      <w:r w:rsidRPr="003A1064">
        <w:rPr>
          <w:rFonts w:ascii="Arial" w:hAnsi="Arial" w:cs="Arial"/>
          <w:iCs/>
          <w:sz w:val="20"/>
        </w:rPr>
        <w:t xml:space="preserve"> 1. RIB(s)</w:t>
      </w:r>
    </w:p>
    <w:p w14:paraId="486A4220" w14:textId="59112067" w:rsidR="008A376F" w:rsidRPr="003B51DD" w:rsidRDefault="008A376F" w:rsidP="008C4DF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/>
          <w:iCs/>
          <w:sz w:val="20"/>
        </w:rPr>
        <w:instrText xml:space="preserve"> FORMCHECKBOX </w:instrText>
      </w:r>
      <w:r w:rsidR="00A55ECE">
        <w:rPr>
          <w:rFonts w:ascii="Arial" w:hAnsi="Arial" w:cs="Arial"/>
          <w:i/>
          <w:iCs/>
          <w:sz w:val="20"/>
        </w:rPr>
      </w:r>
      <w:r w:rsidR="00A55ECE">
        <w:rPr>
          <w:rFonts w:ascii="Arial" w:hAnsi="Arial" w:cs="Arial"/>
          <w:i/>
          <w:iCs/>
          <w:sz w:val="20"/>
        </w:rPr>
        <w:fldChar w:fldCharType="separate"/>
      </w:r>
      <w:r w:rsidRPr="003B51DD">
        <w:rPr>
          <w:rFonts w:ascii="Arial" w:hAnsi="Arial" w:cs="Arial"/>
          <w:i/>
          <w:iCs/>
          <w:sz w:val="20"/>
        </w:rPr>
        <w:fldChar w:fldCharType="end"/>
      </w:r>
      <w:r w:rsidRPr="003B51DD">
        <w:rPr>
          <w:rFonts w:ascii="Arial" w:hAnsi="Arial" w:cs="Arial"/>
          <w:sz w:val="20"/>
        </w:rPr>
        <w:t xml:space="preserve"> </w:t>
      </w:r>
      <w:r w:rsidR="003B51DD">
        <w:rPr>
          <w:rFonts w:ascii="Arial" w:hAnsi="Arial" w:cs="Arial"/>
          <w:sz w:val="20"/>
        </w:rPr>
        <w:t xml:space="preserve">Les </w:t>
      </w:r>
      <w:r w:rsidRPr="003B51DD">
        <w:rPr>
          <w:rFonts w:ascii="Arial" w:hAnsi="Arial" w:cs="Arial"/>
          <w:sz w:val="20"/>
        </w:rPr>
        <w:t>C</w:t>
      </w:r>
      <w:r w:rsidR="00684EDF" w:rsidRPr="003B51DD">
        <w:rPr>
          <w:rFonts w:ascii="Arial" w:hAnsi="Arial" w:cs="Arial"/>
          <w:sz w:val="20"/>
        </w:rPr>
        <w:t>onditions Générales d’Achat</w:t>
      </w:r>
      <w:r w:rsidR="00E96528" w:rsidRPr="003B51DD">
        <w:rPr>
          <w:rFonts w:ascii="Arial" w:hAnsi="Arial" w:cs="Arial"/>
          <w:sz w:val="20"/>
        </w:rPr>
        <w:t>s</w:t>
      </w:r>
      <w:r w:rsidR="00684EDF" w:rsidRPr="003B51DD">
        <w:rPr>
          <w:rFonts w:ascii="Arial" w:hAnsi="Arial" w:cs="Arial"/>
          <w:sz w:val="20"/>
        </w:rPr>
        <w:t xml:space="preserve"> (</w:t>
      </w:r>
      <w:proofErr w:type="spellStart"/>
      <w:r w:rsidR="00684EDF" w:rsidRPr="003B51DD">
        <w:rPr>
          <w:rFonts w:ascii="Arial" w:hAnsi="Arial" w:cs="Arial"/>
          <w:sz w:val="20"/>
        </w:rPr>
        <w:t>CGA</w:t>
      </w:r>
      <w:r w:rsidR="00C6638F" w:rsidRPr="003B51DD">
        <w:rPr>
          <w:rFonts w:ascii="Arial" w:hAnsi="Arial" w:cs="Arial"/>
          <w:sz w:val="20"/>
        </w:rPr>
        <w:t>chat</w:t>
      </w:r>
      <w:r w:rsidR="001B1C00" w:rsidRPr="003B51DD">
        <w:rPr>
          <w:rFonts w:ascii="Arial" w:hAnsi="Arial" w:cs="Arial"/>
          <w:sz w:val="20"/>
        </w:rPr>
        <w:t>s</w:t>
      </w:r>
      <w:proofErr w:type="spellEnd"/>
      <w:r w:rsidR="00684EDF" w:rsidRPr="003B51DD">
        <w:rPr>
          <w:rFonts w:ascii="Arial" w:hAnsi="Arial" w:cs="Arial"/>
          <w:sz w:val="20"/>
        </w:rPr>
        <w:t>)</w:t>
      </w:r>
      <w:r w:rsidR="003B51DD">
        <w:rPr>
          <w:rFonts w:ascii="Arial" w:hAnsi="Arial" w:cs="Arial"/>
          <w:sz w:val="20"/>
        </w:rPr>
        <w:t xml:space="preserve"> annexées à l’AE</w:t>
      </w:r>
      <w:r w:rsidR="00684EDF" w:rsidRPr="003B51DD">
        <w:rPr>
          <w:rFonts w:ascii="Arial" w:hAnsi="Arial" w:cs="Arial"/>
          <w:sz w:val="20"/>
        </w:rPr>
        <w:t xml:space="preserve"> </w:t>
      </w:r>
      <w:r w:rsidR="0056472D">
        <w:rPr>
          <w:rFonts w:ascii="Arial" w:hAnsi="Arial" w:cs="Arial"/>
          <w:sz w:val="20"/>
        </w:rPr>
        <w:t xml:space="preserve">et </w:t>
      </w:r>
      <w:r w:rsidR="00FC1225" w:rsidRPr="003B51DD">
        <w:rPr>
          <w:rFonts w:ascii="Arial" w:hAnsi="Arial" w:cs="Arial"/>
          <w:sz w:val="20"/>
        </w:rPr>
        <w:t xml:space="preserve">applicables aux marchés de </w:t>
      </w:r>
      <w:r w:rsidR="004E15E6">
        <w:rPr>
          <w:rFonts w:ascii="Arial" w:hAnsi="Arial" w:cs="Arial"/>
          <w:sz w:val="20"/>
        </w:rPr>
        <w:t>fourniture</w:t>
      </w:r>
      <w:r w:rsidR="008F2848">
        <w:rPr>
          <w:rFonts w:ascii="Arial" w:hAnsi="Arial" w:cs="Arial"/>
          <w:sz w:val="20"/>
        </w:rPr>
        <w:t xml:space="preserve"> </w:t>
      </w:r>
    </w:p>
    <w:p w14:paraId="19E82E24" w14:textId="06E16193" w:rsidR="00FC1225" w:rsidRPr="00183651" w:rsidRDefault="00183651" w:rsidP="00586DFC">
      <w:pPr>
        <w:spacing w:after="240"/>
        <w:ind w:left="1134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A55ECE">
        <w:rPr>
          <w:rFonts w:ascii="Arial" w:hAnsi="Arial" w:cs="Arial"/>
          <w:iCs/>
          <w:sz w:val="20"/>
        </w:rPr>
      </w:r>
      <w:r w:rsidR="00A55ECE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FC1225" w:rsidRPr="00183651">
        <w:rPr>
          <w:rFonts w:ascii="Arial" w:hAnsi="Arial" w:cs="Arial"/>
          <w:iCs/>
          <w:sz w:val="20"/>
        </w:rPr>
        <w:t xml:space="preserve"> </w:t>
      </w:r>
      <w:r w:rsidR="00B42C3C">
        <w:rPr>
          <w:rFonts w:ascii="Arial" w:hAnsi="Arial" w:cs="Arial"/>
          <w:iCs/>
          <w:sz w:val="20"/>
        </w:rPr>
        <w:t xml:space="preserve">Le </w:t>
      </w:r>
      <w:r w:rsidR="00586DFC" w:rsidRPr="00586DFC">
        <w:rPr>
          <w:rFonts w:ascii="Arial" w:hAnsi="Arial" w:cs="Arial"/>
          <w:iCs/>
          <w:sz w:val="20"/>
        </w:rPr>
        <w:t>cahier des clauses techniques particulières (CCTP) ou tout autre document qui en tient lieu et ses éventuelles annexes</w:t>
      </w:r>
    </w:p>
    <w:p w14:paraId="5F983494" w14:textId="5E5F9B29" w:rsidR="00006FED" w:rsidRPr="003B51DD" w:rsidRDefault="00006FED" w:rsidP="00FB155D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14E9726" w14:textId="77777777" w:rsidR="001F04F8" w:rsidRPr="001F04F8" w:rsidRDefault="002A2D77" w:rsidP="001F04F8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A55ECE">
        <w:rPr>
          <w:rFonts w:ascii="Arial" w:hAnsi="Arial" w:cs="Arial"/>
          <w:iCs/>
          <w:sz w:val="20"/>
        </w:rPr>
      </w:r>
      <w:r w:rsidR="00A55ECE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</w:t>
      </w:r>
      <w:r w:rsidR="00586DFC" w:rsidRPr="00586DFC">
        <w:rPr>
          <w:rFonts w:ascii="Arial" w:hAnsi="Arial" w:cs="Arial"/>
          <w:iCs/>
          <w:sz w:val="20"/>
        </w:rPr>
        <w:t xml:space="preserve">CCAG </w:t>
      </w:r>
      <w:r w:rsidR="004E15E6">
        <w:rPr>
          <w:rFonts w:ascii="Arial" w:hAnsi="Arial" w:cs="Arial"/>
          <w:iCs/>
          <w:sz w:val="20"/>
        </w:rPr>
        <w:t>Fourniture</w:t>
      </w:r>
      <w:r w:rsidR="001F04F8">
        <w:rPr>
          <w:rFonts w:ascii="Arial" w:hAnsi="Arial" w:cs="Arial"/>
          <w:iCs/>
          <w:sz w:val="20"/>
        </w:rPr>
        <w:t xml:space="preserve"> </w:t>
      </w:r>
      <w:r w:rsidR="001F04F8" w:rsidRPr="001F04F8">
        <w:rPr>
          <w:rFonts w:ascii="Arial" w:hAnsi="Arial" w:cs="Arial"/>
          <w:iCs/>
          <w:sz w:val="20"/>
        </w:rPr>
        <w:t>courantes et services (approuvé par arrêté du 30 mars 2021),</w:t>
      </w:r>
    </w:p>
    <w:p w14:paraId="6F6C7833" w14:textId="4BB2A2AF" w:rsidR="000F7FA0" w:rsidRPr="001C1C68" w:rsidRDefault="00BB7E95" w:rsidP="008C4DF0">
      <w:pPr>
        <w:pStyle w:val="Tiret"/>
        <w:tabs>
          <w:tab w:val="left" w:pos="1418"/>
        </w:tabs>
        <w:spacing w:after="6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A55ECE">
        <w:rPr>
          <w:rFonts w:cs="Arial"/>
          <w:iCs/>
        </w:rPr>
      </w:r>
      <w:r w:rsidR="00A55ECE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0F749E11" w:rsidR="00BB7E95" w:rsidRPr="003B51DD" w:rsidRDefault="00E07049" w:rsidP="000474CF">
      <w:pPr>
        <w:pStyle w:val="Tiret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A55ECE">
        <w:rPr>
          <w:rFonts w:cs="Arial"/>
          <w:iCs/>
        </w:rPr>
      </w:r>
      <w:r w:rsidR="00A55ECE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1116F7D" w14:textId="5A4086C3" w:rsidR="002A2D77" w:rsidRPr="003B51DD" w:rsidRDefault="002A2D77" w:rsidP="000474CF">
      <w:pPr>
        <w:tabs>
          <w:tab w:val="left" w:pos="851"/>
        </w:tabs>
        <w:spacing w:before="240" w:after="240"/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EBD7581" w14:textId="4A1DCF32" w:rsidR="005D0B2F" w:rsidRPr="003B51DD" w:rsidRDefault="005D0B2F" w:rsidP="00327E28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b/>
          <w:sz w:val="20"/>
          <w:lang w:eastAsia="zh-CN"/>
        </w:rPr>
      </w:r>
      <w:r w:rsidR="00A55ECE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18"/>
          <w:szCs w:val="18"/>
          <w:lang w:eastAsia="zh-CN"/>
        </w:rPr>
      </w:r>
      <w:r w:rsidR="00A55ECE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CCF7BDD" w14:textId="2B6933C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67E5A60" w14:textId="77B8A4B9" w:rsidR="007F42A5" w:rsidRPr="001751B9" w:rsidRDefault="001413D5" w:rsidP="007F42A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1413D5">
        <w:rPr>
          <w:rFonts w:ascii="Arial" w:hAnsi="Arial" w:cs="Arial"/>
          <w:i/>
          <w:sz w:val="18"/>
          <w:szCs w:val="18"/>
          <w:lang w:eastAsia="zh-CN"/>
        </w:rPr>
        <w:t>(</w:t>
      </w:r>
      <w:r w:rsidR="007F42A5"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="007F42A5" w:rsidRPr="001751B9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585DE86B" w14:textId="77777777" w:rsidR="007F42A5" w:rsidRPr="001751B9" w:rsidRDefault="007F42A5" w:rsidP="007F42A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12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2019823" w14:textId="2F641127" w:rsidR="005D0B2F" w:rsidRPr="003B51DD" w:rsidRDefault="005D0B2F" w:rsidP="00327E28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18"/>
          <w:szCs w:val="18"/>
          <w:lang w:eastAsia="zh-CN"/>
        </w:rPr>
      </w:r>
      <w:r w:rsidR="00A55ECE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75758E7F" w14:textId="5E0A0DE5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4F3564">
      <w:pPr>
        <w:tabs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r w:rsidRPr="001413D5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2D497171" w14:textId="77777777" w:rsidR="001413D5" w:rsidRPr="001751B9" w:rsidRDefault="001413D5" w:rsidP="001413D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54D6489A" w:rsidR="001C0D19" w:rsidRPr="003B51DD" w:rsidRDefault="001C0D19" w:rsidP="00A46E2E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spacing w:after="480"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E3F84E8" w14:textId="1B61BAA9" w:rsidR="005D0B2F" w:rsidRPr="00EB2997" w:rsidRDefault="005D0B2F" w:rsidP="00EB2997">
      <w:pPr>
        <w:pStyle w:val="Paragraphedeliste"/>
        <w:suppressAutoHyphens/>
        <w:spacing w:before="120" w:after="120" w:line="259" w:lineRule="auto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b/>
          <w:sz w:val="20"/>
          <w:lang w:eastAsia="zh-CN"/>
        </w:rPr>
      </w:r>
      <w:r w:rsidR="00A55ECE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r w:rsidR="003E3497"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140218CD" w14:textId="7263ECD9" w:rsidR="00E84036" w:rsidRPr="003B51DD" w:rsidRDefault="00205EF9" w:rsidP="00205EF9">
      <w:pPr>
        <w:tabs>
          <w:tab w:val="left" w:pos="851"/>
        </w:tabs>
        <w:suppressAutoHyphens/>
        <w:spacing w:before="120" w:after="120"/>
        <w:ind w:left="993"/>
        <w:jc w:val="both"/>
        <w:rPr>
          <w:rFonts w:ascii="Arial" w:hAnsi="Arial" w:cs="Arial"/>
          <w:sz w:val="18"/>
          <w:szCs w:val="18"/>
          <w:lang w:eastAsia="zh-CN"/>
        </w:rPr>
      </w:pPr>
      <w:r w:rsidRPr="00205EF9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205EF9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18"/>
          <w:szCs w:val="18"/>
          <w:lang w:eastAsia="zh-CN"/>
        </w:rPr>
      </w:r>
      <w:r w:rsidR="00A55ECE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205EF9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205EF9">
        <w:rPr>
          <w:rFonts w:ascii="Arial" w:hAnsi="Arial" w:cs="Arial"/>
          <w:sz w:val="18"/>
          <w:szCs w:val="18"/>
          <w:lang w:eastAsia="zh-CN"/>
        </w:rPr>
        <w:t xml:space="preserve"> 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="00E84036"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="00E84036"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="00E84036"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="00E84036"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2F7E1A0F" w14:textId="3449D2AA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486C3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r w:rsidRPr="001413D5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432834C9" w14:textId="77777777" w:rsidR="001413D5" w:rsidRPr="001751B9" w:rsidRDefault="001413D5" w:rsidP="001413D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517A106B" w:rsidR="00E84036" w:rsidRPr="003E3497" w:rsidRDefault="001C0D19" w:rsidP="00B34720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2D4AA3E" w14:textId="6B50F75A" w:rsidR="003E3497" w:rsidRDefault="003E3497" w:rsidP="003E3497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345A08D9" w14:textId="77777777" w:rsidR="003E3497" w:rsidRPr="003E3497" w:rsidRDefault="003E3497" w:rsidP="00205EF9">
      <w:pPr>
        <w:tabs>
          <w:tab w:val="left" w:pos="709"/>
          <w:tab w:val="left" w:pos="851"/>
        </w:tabs>
        <w:suppressAutoHyphens/>
        <w:spacing w:before="120" w:after="120"/>
        <w:ind w:left="709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  <w:r w:rsidRPr="00D11AAF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D11AAF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18"/>
          <w:szCs w:val="18"/>
          <w:lang w:eastAsia="zh-CN"/>
        </w:rPr>
      </w:r>
      <w:r w:rsidR="00A55ECE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D11AAF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D11AAF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E3497">
        <w:rPr>
          <w:rFonts w:ascii="Arial" w:hAnsi="Arial" w:cs="Arial"/>
          <w:sz w:val="18"/>
          <w:szCs w:val="18"/>
          <w:u w:val="single"/>
          <w:lang w:eastAsia="zh-CN"/>
        </w:rPr>
        <w:t>2ème entreprise cotraitante :</w:t>
      </w:r>
    </w:p>
    <w:p w14:paraId="7D123463" w14:textId="799F39F2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E70A5B6" w14:textId="3C597E8B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29218C1" w14:textId="657518C7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CC4B3A" w14:textId="6F27EA7D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 xml:space="preserve">Adresse du siège social 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D6EC2DE" w14:textId="77777777" w:rsidR="003E3497" w:rsidRPr="003E3497" w:rsidRDefault="003E3497" w:rsidP="001413D5">
      <w:pPr>
        <w:tabs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(</w:t>
      </w:r>
      <w:r w:rsidRPr="001413D5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Si différente de l’adresse de l’établissement</w:t>
      </w:r>
      <w:r w:rsidRPr="003E3497">
        <w:rPr>
          <w:rFonts w:ascii="Arial" w:hAnsi="Arial" w:cs="Arial"/>
          <w:sz w:val="18"/>
          <w:szCs w:val="18"/>
          <w:lang w:eastAsia="zh-CN"/>
        </w:rPr>
        <w:t>) </w:t>
      </w:r>
    </w:p>
    <w:p w14:paraId="5BC6D0A0" w14:textId="77777777" w:rsidR="001413D5" w:rsidRPr="001751B9" w:rsidRDefault="001413D5" w:rsidP="001413D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1751B9">
        <w:rPr>
          <w:rFonts w:ascii="Arial" w:hAnsi="Arial" w:cs="Arial"/>
          <w:sz w:val="18"/>
          <w:szCs w:val="18"/>
          <w:lang w:eastAsia="zh-CN"/>
        </w:rPr>
        <w:t xml:space="preserve">Adresse électronique pouvant être utilisée pour la notification des décisions ou informations du Pouvoir Adjudicateur 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(</w:t>
      </w:r>
      <w:r w:rsidRPr="001751B9">
        <w:rPr>
          <w:rFonts w:ascii="Arial" w:hAnsi="Arial" w:cs="Arial"/>
          <w:i/>
          <w:color w:val="4472C4" w:themeColor="accent5"/>
          <w:sz w:val="18"/>
          <w:szCs w:val="18"/>
          <w:lang w:eastAsia="zh-CN"/>
        </w:rPr>
        <w:t>Article 3.1 du CCAG</w:t>
      </w:r>
      <w:r w:rsidRPr="001751B9">
        <w:rPr>
          <w:rFonts w:ascii="Arial" w:hAnsi="Arial" w:cs="Arial"/>
          <w:i/>
          <w:sz w:val="18"/>
          <w:szCs w:val="18"/>
          <w:lang w:eastAsia="zh-CN"/>
        </w:rPr>
        <w:t>)</w:t>
      </w:r>
      <w:r w:rsidRPr="001751B9">
        <w:rPr>
          <w:rFonts w:ascii="Arial" w:hAnsi="Arial" w:cs="Arial"/>
          <w:sz w:val="18"/>
          <w:szCs w:val="18"/>
          <w:lang w:eastAsia="zh-CN"/>
        </w:rPr>
        <w:t xml:space="preserve"> : </w:t>
      </w:r>
      <w:r w:rsidRPr="001751B9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450B077" w14:textId="62CAE803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E3497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68E9E65" w14:textId="48653271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de télécopie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="00DE6345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85F6861" w14:textId="5C6396FB" w:rsidR="003E3497" w:rsidRPr="003E3497" w:rsidRDefault="003E3497" w:rsidP="003E3497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E3497">
        <w:rPr>
          <w:rFonts w:ascii="Arial" w:hAnsi="Arial" w:cs="Arial"/>
          <w:sz w:val="18"/>
          <w:szCs w:val="18"/>
          <w:lang w:eastAsia="zh-CN"/>
        </w:rPr>
        <w:t>Numéro SIRET </w:t>
      </w:r>
      <w:r w:rsidRPr="003E3497">
        <w:rPr>
          <w:rFonts w:ascii="Arial" w:hAnsi="Arial" w:cs="Arial"/>
          <w:sz w:val="18"/>
          <w:szCs w:val="18"/>
          <w:lang w:eastAsia="zh-CN"/>
        </w:rPr>
        <w:tab/>
      </w:r>
      <w:r w:rsidR="00DE6345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DE634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C2E386D" w14:textId="37B7F6DD" w:rsidR="003E3497" w:rsidRDefault="003E3497" w:rsidP="003E3497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2A33C351" w14:textId="39F1788E" w:rsidR="00B9117B" w:rsidRPr="00D11AAF" w:rsidRDefault="00183651" w:rsidP="00D11AAF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>
        <w:rPr>
          <w:rFonts w:ascii="Arial" w:hAnsi="Arial" w:cs="Arial"/>
          <w:b/>
          <w:sz w:val="20"/>
          <w:lang w:eastAsia="zh-CN"/>
        </w:rPr>
        <w:fldChar w:fldCharType="begin">
          <w:ffData>
            <w:name w:val="CaseACocher11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3"/>
      <w:r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b/>
          <w:sz w:val="20"/>
          <w:lang w:eastAsia="zh-CN"/>
        </w:rPr>
      </w:r>
      <w:r w:rsidR="00A55ECE">
        <w:rPr>
          <w:rFonts w:ascii="Arial" w:hAnsi="Arial" w:cs="Arial"/>
          <w:b/>
          <w:sz w:val="20"/>
          <w:lang w:eastAsia="zh-CN"/>
        </w:rPr>
        <w:fldChar w:fldCharType="separate"/>
      </w:r>
      <w:r>
        <w:rPr>
          <w:rFonts w:ascii="Arial" w:hAnsi="Arial" w:cs="Arial"/>
          <w:b/>
          <w:sz w:val="20"/>
          <w:lang w:eastAsia="zh-CN"/>
        </w:rPr>
        <w:fldChar w:fldCharType="end"/>
      </w:r>
      <w:bookmarkEnd w:id="0"/>
      <w:r w:rsidR="00D11AAF" w:rsidRPr="00D11AAF">
        <w:rPr>
          <w:rFonts w:ascii="Arial" w:hAnsi="Arial" w:cs="Arial"/>
          <w:b/>
          <w:sz w:val="20"/>
          <w:lang w:eastAsia="zh-CN"/>
        </w:rPr>
        <w:t xml:space="preserve"> </w:t>
      </w:r>
      <w:r w:rsidR="00205EF9" w:rsidRPr="00D11AAF">
        <w:rPr>
          <w:rFonts w:ascii="Arial" w:hAnsi="Arial" w:cs="Arial"/>
          <w:b/>
          <w:sz w:val="20"/>
          <w:lang w:eastAsia="zh-CN"/>
        </w:rPr>
        <w:t>À exécuter les prestations demandées</w:t>
      </w:r>
      <w:r w:rsidR="000720B2">
        <w:rPr>
          <w:rFonts w:ascii="Arial" w:hAnsi="Arial" w:cs="Arial"/>
          <w:b/>
          <w:sz w:val="20"/>
          <w:lang w:eastAsia="zh-CN"/>
        </w:rPr>
        <w:t xml:space="preserve"> a</w:t>
      </w:r>
      <w:r w:rsidR="00D11AAF" w:rsidRPr="00785740">
        <w:rPr>
          <w:rFonts w:ascii="Arial" w:hAnsi="Arial" w:cs="Arial"/>
          <w:b/>
          <w:sz w:val="20"/>
        </w:rPr>
        <w:t>u prix global et forfaitaire indiqué ci-dessous</w:t>
      </w:r>
      <w:r w:rsidR="00A977A6">
        <w:rPr>
          <w:rFonts w:ascii="Arial" w:hAnsi="Arial" w:cs="Arial"/>
          <w:b/>
          <w:sz w:val="20"/>
        </w:rPr>
        <w:t> :</w:t>
      </w:r>
      <w:r w:rsidR="003D3613" w:rsidRPr="00D11AAF">
        <w:rPr>
          <w:rFonts w:ascii="Arial" w:hAnsi="Arial" w:cs="Arial"/>
          <w:b/>
          <w:sz w:val="20"/>
          <w:lang w:eastAsia="zh-CN"/>
        </w:rPr>
        <w:t xml:space="preserve"> </w:t>
      </w:r>
    </w:p>
    <w:p w14:paraId="57C9122A" w14:textId="0EEF9412" w:rsidR="00B9117B" w:rsidRPr="003B51DD" w:rsidRDefault="00B9117B" w:rsidP="00C16796">
      <w:pPr>
        <w:spacing w:before="120" w:after="120"/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2719"/>
      </w:tblGrid>
      <w:tr w:rsidR="00B9117B" w:rsidRPr="003B51DD" w14:paraId="4043756D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57CACC9E" w14:textId="2C0FAFB8" w:rsidR="00B9117B" w:rsidRPr="001C1C68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1C68">
              <w:rPr>
                <w:rFonts w:ascii="Arial" w:hAnsi="Arial" w:cs="Arial"/>
                <w:b/>
                <w:sz w:val="24"/>
                <w:szCs w:val="24"/>
              </w:rPr>
              <w:t>Montant en € HT arrêté en chiffres à</w:t>
            </w:r>
          </w:p>
        </w:tc>
        <w:tc>
          <w:tcPr>
            <w:tcW w:w="2719" w:type="dxa"/>
          </w:tcPr>
          <w:p w14:paraId="1A18B0CD" w14:textId="77777777" w:rsidR="00B9117B" w:rsidRPr="001C1C68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2997" w:rsidRPr="003B51DD" w14:paraId="054F0D5F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6D18E322" w14:textId="4D0B53CF" w:rsidR="00EB2997" w:rsidRPr="001C1C68" w:rsidRDefault="00516033" w:rsidP="00516033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Taux </w:t>
            </w:r>
            <w:r w:rsidR="00EB2997" w:rsidRPr="001C1C68">
              <w:rPr>
                <w:rFonts w:ascii="Arial" w:hAnsi="Arial" w:cs="Arial"/>
                <w:b/>
                <w:sz w:val="24"/>
                <w:szCs w:val="24"/>
              </w:rPr>
              <w:t xml:space="preserve">TVA </w:t>
            </w:r>
            <w:r w:rsidR="00DE6345">
              <w:rPr>
                <w:rFonts w:ascii="Arial" w:hAnsi="Arial" w:cs="Arial"/>
                <w:b/>
                <w:sz w:val="24"/>
                <w:szCs w:val="24"/>
              </w:rPr>
              <w:t>(20%)</w:t>
            </w:r>
          </w:p>
        </w:tc>
        <w:tc>
          <w:tcPr>
            <w:tcW w:w="2719" w:type="dxa"/>
          </w:tcPr>
          <w:p w14:paraId="6ECE8EF4" w14:textId="58005FA9" w:rsidR="00EB2997" w:rsidRPr="001C1C68" w:rsidRDefault="00EB2997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117B" w:rsidRPr="003B51DD" w14:paraId="2D4BD420" w14:textId="77777777" w:rsidTr="00486C35">
        <w:trPr>
          <w:trHeight w:val="552"/>
          <w:jc w:val="center"/>
        </w:trPr>
        <w:tc>
          <w:tcPr>
            <w:tcW w:w="2660" w:type="dxa"/>
            <w:vAlign w:val="center"/>
          </w:tcPr>
          <w:p w14:paraId="04C93691" w14:textId="3A2E1DE8" w:rsidR="00B9117B" w:rsidRPr="003B51DD" w:rsidRDefault="00822E86" w:rsidP="004D625A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51DD">
              <w:rPr>
                <w:rFonts w:ascii="Arial" w:hAnsi="Arial" w:cs="Arial"/>
                <w:b/>
                <w:sz w:val="24"/>
                <w:szCs w:val="24"/>
              </w:rPr>
              <w:t xml:space="preserve">Montant en € TTC arrêté en chiffres à </w:t>
            </w:r>
          </w:p>
        </w:tc>
        <w:tc>
          <w:tcPr>
            <w:tcW w:w="2719" w:type="dxa"/>
          </w:tcPr>
          <w:p w14:paraId="363F166B" w14:textId="77777777" w:rsidR="00B9117B" w:rsidRPr="003B51DD" w:rsidRDefault="00B9117B" w:rsidP="00C012CF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8B794CB" w14:textId="77777777" w:rsidR="00F6053D" w:rsidRDefault="00F6053D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7CD529F5" w:rsidR="00572A24" w:rsidRPr="003B51DD" w:rsidRDefault="00572A24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3B51DD" w:rsidRDefault="00DC0B9A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67FF5130" w:rsidR="00B90DBD" w:rsidRPr="00785740" w:rsidRDefault="00785740" w:rsidP="00A977A6">
      <w:pPr>
        <w:tabs>
          <w:tab w:val="left" w:pos="426"/>
          <w:tab w:val="left" w:pos="851"/>
        </w:tabs>
        <w:spacing w:before="60" w:after="120"/>
        <w:ind w:left="1843" w:hanging="709"/>
        <w:jc w:val="both"/>
        <w:rPr>
          <w:rFonts w:ascii="Arial" w:hAnsi="Arial" w:cs="Arial"/>
          <w:sz w:val="20"/>
        </w:rPr>
      </w:pPr>
      <w:r w:rsidRPr="00785740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85740">
        <w:rPr>
          <w:rFonts w:ascii="Arial" w:hAnsi="Arial" w:cs="Arial"/>
          <w:sz w:val="20"/>
        </w:rPr>
        <w:instrText xml:space="preserve"> FORMCHECKBOX </w:instrText>
      </w:r>
      <w:r w:rsidR="00A55ECE">
        <w:rPr>
          <w:rFonts w:ascii="Arial" w:hAnsi="Arial" w:cs="Arial"/>
          <w:sz w:val="20"/>
        </w:rPr>
      </w:r>
      <w:r w:rsidR="00A55ECE">
        <w:rPr>
          <w:rFonts w:ascii="Arial" w:hAnsi="Arial" w:cs="Arial"/>
          <w:sz w:val="20"/>
        </w:rPr>
        <w:fldChar w:fldCharType="separate"/>
      </w:r>
      <w:r w:rsidRPr="00785740">
        <w:rPr>
          <w:rFonts w:ascii="Arial" w:hAnsi="Arial" w:cs="Arial"/>
          <w:sz w:val="20"/>
        </w:rPr>
        <w:fldChar w:fldCharType="end"/>
      </w:r>
      <w:r w:rsidR="00B90DBD" w:rsidRPr="00785740">
        <w:rPr>
          <w:rFonts w:ascii="Arial" w:hAnsi="Arial" w:cs="Arial"/>
          <w:sz w:val="20"/>
        </w:rPr>
        <w:t xml:space="preserve"> Prix forfaitaire </w:t>
      </w:r>
    </w:p>
    <w:p w14:paraId="77FE4696" w14:textId="13022A32" w:rsidR="004B22AC" w:rsidRPr="001C1C68" w:rsidRDefault="004B22AC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CE4F3B4" w14:textId="3603EDD5" w:rsidR="002B04C3" w:rsidRPr="00ED2103" w:rsidRDefault="00F54A5A" w:rsidP="000474CF">
      <w:pPr>
        <w:spacing w:after="120"/>
        <w:jc w:val="both"/>
        <w:rPr>
          <w:rFonts w:ascii="Arial" w:hAnsi="Arial" w:cs="Arial"/>
          <w:sz w:val="20"/>
        </w:rPr>
      </w:pPr>
      <w:r w:rsidRPr="00ED2103">
        <w:rPr>
          <w:rFonts w:ascii="Arial" w:hAnsi="Arial" w:cs="Arial"/>
          <w:b/>
          <w:sz w:val="20"/>
        </w:rPr>
        <w:t>L’Index/indice de référence I choisi</w:t>
      </w:r>
      <w:r w:rsidRPr="00ED2103">
        <w:rPr>
          <w:rFonts w:ascii="Arial" w:hAnsi="Arial" w:cs="Arial"/>
          <w:sz w:val="20"/>
        </w:rPr>
        <w:t xml:space="preserve"> en raison de sa structure pour l</w:t>
      </w:r>
      <w:r w:rsidR="00EB2997" w:rsidRPr="00ED2103">
        <w:rPr>
          <w:rFonts w:ascii="Arial" w:hAnsi="Arial" w:cs="Arial"/>
          <w:sz w:val="20"/>
        </w:rPr>
        <w:t>a variation</w:t>
      </w:r>
      <w:r w:rsidRPr="00ED2103">
        <w:rPr>
          <w:rFonts w:ascii="Arial" w:hAnsi="Arial" w:cs="Arial"/>
          <w:sz w:val="20"/>
        </w:rPr>
        <w:t xml:space="preserve"> des prix est le suivant :</w:t>
      </w:r>
    </w:p>
    <w:p w14:paraId="1972F7FE" w14:textId="50C9D141" w:rsidR="00183651" w:rsidRPr="00ED2103" w:rsidRDefault="0045635B" w:rsidP="000720B2">
      <w:pPr>
        <w:spacing w:after="2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sym w:font="Wingdings" w:char="F0C4"/>
      </w:r>
      <w:r>
        <w:rPr>
          <w:rFonts w:ascii="Arial" w:hAnsi="Arial" w:cs="Arial"/>
          <w:b/>
          <w:sz w:val="20"/>
        </w:rPr>
        <w:t xml:space="preserve"> </w:t>
      </w:r>
      <w:r w:rsidR="003362E2" w:rsidRPr="00ED2103">
        <w:rPr>
          <w:rFonts w:ascii="Arial" w:hAnsi="Arial" w:cs="Arial"/>
          <w:sz w:val="20"/>
        </w:rPr>
        <w:t>G25B</w:t>
      </w:r>
      <w:r w:rsidR="003362E2">
        <w:rPr>
          <w:rFonts w:ascii="Arial" w:hAnsi="Arial" w:cs="Arial"/>
          <w:sz w:val="20"/>
        </w:rPr>
        <w:t xml:space="preserve"> - </w:t>
      </w:r>
      <w:r w:rsidR="003362E2" w:rsidRPr="003362E2">
        <w:rPr>
          <w:rFonts w:ascii="Arial" w:hAnsi="Arial" w:cs="Arial"/>
          <w:sz w:val="20"/>
        </w:rPr>
        <w:t xml:space="preserve"> Fabrication de réservoirs, citernes et conteneurs métalliques, Chaudronnerie </w:t>
      </w:r>
    </w:p>
    <w:p w14:paraId="51A460A9" w14:textId="39840EEF" w:rsidR="00400E77" w:rsidRDefault="000474CF" w:rsidP="00183651">
      <w:pPr>
        <w:spacing w:before="60" w:after="240"/>
        <w:ind w:left="1843" w:hanging="720"/>
        <w:rPr>
          <w:rFonts w:ascii="Arial" w:hAnsi="Arial" w:cs="Arial"/>
          <w:sz w:val="20"/>
        </w:rPr>
      </w:pPr>
      <w:r w:rsidRPr="00133904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33904">
        <w:rPr>
          <w:rFonts w:ascii="Arial" w:hAnsi="Arial" w:cs="Arial"/>
          <w:sz w:val="20"/>
        </w:rPr>
        <w:instrText xml:space="preserve"> FORMCHECKBOX </w:instrText>
      </w:r>
      <w:r w:rsidR="00A55ECE">
        <w:rPr>
          <w:rFonts w:ascii="Arial" w:hAnsi="Arial" w:cs="Arial"/>
          <w:sz w:val="20"/>
        </w:rPr>
      </w:r>
      <w:r w:rsidR="00A55ECE">
        <w:rPr>
          <w:rFonts w:ascii="Arial" w:hAnsi="Arial" w:cs="Arial"/>
          <w:sz w:val="20"/>
        </w:rPr>
        <w:fldChar w:fldCharType="separate"/>
      </w:r>
      <w:r w:rsidRPr="00133904">
        <w:rPr>
          <w:rFonts w:ascii="Arial" w:hAnsi="Arial" w:cs="Arial"/>
          <w:sz w:val="20"/>
        </w:rPr>
        <w:fldChar w:fldCharType="end"/>
      </w:r>
      <w:r w:rsidRPr="00133904">
        <w:rPr>
          <w:rFonts w:ascii="Arial" w:hAnsi="Arial" w:cs="Arial"/>
          <w:sz w:val="20"/>
        </w:rPr>
        <w:t xml:space="preserve"> Les prix sont fermes et actualisables</w:t>
      </w:r>
      <w:r w:rsidR="00C6638F" w:rsidRPr="00A912E3">
        <w:rPr>
          <w:rFonts w:ascii="Arial" w:hAnsi="Arial" w:cs="Arial"/>
          <w:sz w:val="20"/>
        </w:rPr>
        <w:t xml:space="preserve"> </w:t>
      </w:r>
    </w:p>
    <w:p w14:paraId="1FCB318E" w14:textId="0AEAF761" w:rsidR="00183651" w:rsidRDefault="00183651" w:rsidP="001836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 w:rsidRPr="00183651">
        <w:rPr>
          <w:rFonts w:ascii="Arial" w:hAnsi="Arial" w:cs="Arial"/>
          <w:b/>
          <w:szCs w:val="22"/>
          <w:lang w:eastAsia="zh-CN"/>
        </w:rPr>
        <w:t>B2.3 Mois Zéro</w:t>
      </w:r>
      <w:r w:rsidRPr="00183651">
        <w:rPr>
          <w:rFonts w:ascii="Arial" w:hAnsi="Arial" w:cs="Arial"/>
          <w:szCs w:val="22"/>
          <w:lang w:eastAsia="zh-CN"/>
        </w:rPr>
        <w:t xml:space="preserve"> :</w:t>
      </w:r>
      <w:r w:rsidRPr="00183651">
        <w:rPr>
          <w:rFonts w:ascii="Arial" w:hAnsi="Arial" w:cs="Arial"/>
          <w:b/>
          <w:szCs w:val="22"/>
          <w:lang w:eastAsia="zh-CN"/>
        </w:rPr>
        <w:t xml:space="preserve"> </w:t>
      </w:r>
      <w:r w:rsidR="000720B2" w:rsidRPr="00ED2103">
        <w:rPr>
          <w:rFonts w:ascii="Arial" w:hAnsi="Arial" w:cs="Arial"/>
          <w:b/>
          <w:sz w:val="20"/>
          <w:lang w:eastAsia="zh-CN"/>
        </w:rPr>
        <w:t>Septembre</w:t>
      </w:r>
      <w:r w:rsidR="00F6053D" w:rsidRPr="00ED2103">
        <w:rPr>
          <w:rFonts w:ascii="Arial" w:hAnsi="Arial" w:cs="Arial"/>
          <w:sz w:val="20"/>
          <w:lang w:eastAsia="zh-CN"/>
        </w:rPr>
        <w:t xml:space="preserve"> </w:t>
      </w:r>
      <w:r w:rsidR="00F6053D" w:rsidRPr="00ED2103">
        <w:rPr>
          <w:rFonts w:ascii="Arial" w:hAnsi="Arial" w:cs="Arial"/>
          <w:b/>
          <w:sz w:val="20"/>
          <w:lang w:eastAsia="zh-CN"/>
        </w:rPr>
        <w:t>2025</w:t>
      </w:r>
    </w:p>
    <w:p w14:paraId="02CF5713" w14:textId="5ABA6AED" w:rsidR="00183651" w:rsidRDefault="00183651" w:rsidP="00183651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60" w:after="240"/>
        <w:ind w:left="1287" w:hanging="578"/>
        <w:outlineLvl w:val="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1ED61F21" w14:textId="57904437" w:rsidR="00130F31" w:rsidRPr="003B51DD" w:rsidRDefault="00130F31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5D65C27C" w14:textId="34C1EA82" w:rsidR="00130F31" w:rsidRPr="003B51DD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A912E3" w:rsidRDefault="00130F31" w:rsidP="004D625A">
      <w:pPr>
        <w:spacing w:before="60" w:after="60"/>
        <w:ind w:left="1134"/>
        <w:rPr>
          <w:rFonts w:ascii="Arial" w:hAnsi="Arial" w:cs="Arial"/>
          <w:iCs/>
          <w:sz w:val="20"/>
          <w:szCs w:val="22"/>
        </w:rPr>
      </w:pPr>
      <w:r w:rsidRPr="00A912E3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912E3">
        <w:rPr>
          <w:rFonts w:ascii="Arial" w:hAnsi="Arial" w:cs="Arial"/>
          <w:iCs/>
          <w:sz w:val="24"/>
        </w:rPr>
        <w:instrText xml:space="preserve"> FORMCHECKBOX </w:instrText>
      </w:r>
      <w:r w:rsidR="00A55ECE">
        <w:rPr>
          <w:rFonts w:ascii="Arial" w:hAnsi="Arial" w:cs="Arial"/>
          <w:iCs/>
          <w:sz w:val="24"/>
        </w:rPr>
      </w:r>
      <w:r w:rsidR="00A55ECE">
        <w:rPr>
          <w:rFonts w:ascii="Arial" w:hAnsi="Arial" w:cs="Arial"/>
          <w:iCs/>
          <w:sz w:val="24"/>
        </w:rPr>
        <w:fldChar w:fldCharType="separate"/>
      </w:r>
      <w:r w:rsidRPr="00A912E3">
        <w:rPr>
          <w:rFonts w:ascii="Arial" w:hAnsi="Arial" w:cs="Arial"/>
          <w:iCs/>
          <w:sz w:val="24"/>
        </w:rPr>
        <w:fldChar w:fldCharType="end"/>
      </w:r>
      <w:r w:rsidRPr="00A912E3">
        <w:rPr>
          <w:rFonts w:ascii="Arial" w:hAnsi="Arial" w:cs="Arial"/>
          <w:iCs/>
          <w:sz w:val="24"/>
        </w:rPr>
        <w:t xml:space="preserve"> </w:t>
      </w:r>
      <w:r w:rsidRPr="00A912E3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A912E3">
        <w:rPr>
          <w:rFonts w:ascii="Arial" w:hAnsi="Arial" w:cs="Arial"/>
          <w:iCs/>
          <w:sz w:val="20"/>
          <w:szCs w:val="22"/>
        </w:rPr>
        <w:tab/>
      </w:r>
      <w:r w:rsidRPr="00A912E3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912E3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A55ECE">
        <w:rPr>
          <w:rFonts w:ascii="Arial" w:hAnsi="Arial" w:cs="Arial"/>
          <w:iCs/>
          <w:sz w:val="20"/>
          <w:szCs w:val="22"/>
        </w:rPr>
      </w:r>
      <w:r w:rsidR="00A55ECE">
        <w:rPr>
          <w:rFonts w:ascii="Arial" w:hAnsi="Arial" w:cs="Arial"/>
          <w:iCs/>
          <w:sz w:val="20"/>
          <w:szCs w:val="22"/>
        </w:rPr>
        <w:fldChar w:fldCharType="separate"/>
      </w:r>
      <w:r w:rsidRPr="00A912E3">
        <w:rPr>
          <w:rFonts w:ascii="Arial" w:hAnsi="Arial" w:cs="Arial"/>
          <w:iCs/>
          <w:sz w:val="20"/>
          <w:szCs w:val="22"/>
        </w:rPr>
        <w:fldChar w:fldCharType="end"/>
      </w:r>
      <w:r w:rsidRPr="00A912E3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4D625A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4D76CE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B9117B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4D625A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6D063AC6" w14:textId="076B043F" w:rsidR="006550F5" w:rsidRPr="003B51DD" w:rsidRDefault="00F91A17" w:rsidP="004D625A">
      <w:p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Annexe 1 - </w:t>
      </w:r>
      <w:r w:rsidR="006550F5" w:rsidRPr="00BB793F">
        <w:rPr>
          <w:rFonts w:ascii="Arial" w:hAnsi="Arial" w:cs="Arial"/>
          <w:b/>
          <w:sz w:val="20"/>
        </w:rPr>
        <w:t>RIB à intégrer</w:t>
      </w:r>
      <w:r w:rsidR="0084023C" w:rsidRPr="00BB793F">
        <w:rPr>
          <w:rFonts w:ascii="Arial" w:hAnsi="Arial" w:cs="Arial"/>
          <w:b/>
          <w:sz w:val="20"/>
        </w:rPr>
        <w:t>/joindre</w:t>
      </w:r>
      <w:r w:rsidR="006550F5" w:rsidRPr="00BB793F">
        <w:rPr>
          <w:rFonts w:ascii="Arial" w:hAnsi="Arial" w:cs="Arial"/>
          <w:b/>
          <w:sz w:val="20"/>
        </w:rPr>
        <w:t> </w:t>
      </w:r>
      <w:r w:rsidR="006550F5" w:rsidRPr="00BB793F">
        <w:rPr>
          <w:rFonts w:ascii="Arial" w:hAnsi="Arial" w:cs="Arial"/>
          <w:b/>
          <w:i/>
          <w:sz w:val="20"/>
        </w:rPr>
        <w:t>(dans</w:t>
      </w:r>
      <w:r w:rsidR="006550F5" w:rsidRPr="003B51DD">
        <w:rPr>
          <w:rFonts w:ascii="Arial" w:hAnsi="Arial" w:cs="Arial"/>
          <w:b/>
          <w:i/>
          <w:sz w:val="20"/>
        </w:rPr>
        <w:t xml:space="preserve">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="006550F5"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="006550F5" w:rsidRPr="003B51DD">
        <w:rPr>
          <w:rFonts w:ascii="Arial" w:hAnsi="Arial" w:cs="Arial"/>
          <w:i/>
          <w:sz w:val="20"/>
        </w:rPr>
        <w:t>)</w:t>
      </w:r>
      <w:r w:rsidR="006550F5" w:rsidRPr="003B51DD">
        <w:rPr>
          <w:rFonts w:ascii="Arial" w:hAnsi="Arial" w:cs="Arial"/>
          <w:sz w:val="20"/>
        </w:rPr>
        <w:t xml:space="preserve"> </w:t>
      </w:r>
    </w:p>
    <w:p w14:paraId="1CD06E36" w14:textId="17A53390" w:rsidR="000720B2" w:rsidRDefault="000720B2" w:rsidP="00B9117B">
      <w:pPr>
        <w:jc w:val="both"/>
        <w:rPr>
          <w:rFonts w:ascii="Arial" w:hAnsi="Arial" w:cs="Arial"/>
          <w:sz w:val="20"/>
        </w:rPr>
      </w:pPr>
    </w:p>
    <w:p w14:paraId="37B7E08C" w14:textId="77777777" w:rsidR="000720B2" w:rsidRPr="003B51DD" w:rsidRDefault="000720B2" w:rsidP="00B9117B">
      <w:pPr>
        <w:jc w:val="both"/>
        <w:rPr>
          <w:rFonts w:ascii="Arial" w:hAnsi="Arial" w:cs="Arial"/>
          <w:sz w:val="20"/>
        </w:rPr>
      </w:pPr>
    </w:p>
    <w:p w14:paraId="2AA79BAA" w14:textId="0DD357C9" w:rsidR="008062B4" w:rsidRPr="003B51DD" w:rsidRDefault="002A25EB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1C126092" w14:textId="337E740F" w:rsidR="00025D39" w:rsidRP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7B0B8D77" w14:textId="16FC10E9" w:rsidR="008062B4" w:rsidRPr="00F6053D" w:rsidRDefault="008062B4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D7043A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D7043A">
        <w:rPr>
          <w:rFonts w:ascii="Arial" w:hAnsi="Arial" w:cs="Arial"/>
          <w:sz w:val="20"/>
        </w:rPr>
        <w:instrText xml:space="preserve"> FORMCHECKBOX </w:instrText>
      </w:r>
      <w:r w:rsidR="00A55ECE">
        <w:rPr>
          <w:rFonts w:ascii="Arial" w:hAnsi="Arial" w:cs="Arial"/>
          <w:sz w:val="20"/>
        </w:rPr>
      </w:r>
      <w:r w:rsidR="00A55ECE">
        <w:rPr>
          <w:rFonts w:ascii="Arial" w:hAnsi="Arial" w:cs="Arial"/>
          <w:sz w:val="20"/>
        </w:rPr>
        <w:fldChar w:fldCharType="separate"/>
      </w:r>
      <w:r w:rsidR="00D7043A">
        <w:rPr>
          <w:rFonts w:ascii="Arial" w:hAnsi="Arial" w:cs="Arial"/>
          <w:sz w:val="20"/>
        </w:rPr>
        <w:fldChar w:fldCharType="end"/>
      </w:r>
      <w:bookmarkEnd w:id="1"/>
      <w:r w:rsidRPr="00F6053D">
        <w:rPr>
          <w:rFonts w:ascii="Arial" w:hAnsi="Arial" w:cs="Arial"/>
          <w:sz w:val="20"/>
        </w:rPr>
        <w:t xml:space="preserve"> Non</w:t>
      </w:r>
      <w:r w:rsidRPr="00F6053D">
        <w:rPr>
          <w:rFonts w:ascii="Arial" w:hAnsi="Arial" w:cs="Arial"/>
          <w:sz w:val="20"/>
        </w:rPr>
        <w:tab/>
      </w:r>
      <w:r w:rsidRPr="00F6053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6053D">
        <w:rPr>
          <w:rFonts w:ascii="Arial" w:hAnsi="Arial" w:cs="Arial"/>
          <w:sz w:val="20"/>
        </w:rPr>
        <w:instrText xml:space="preserve"> FORMCHECKBOX </w:instrText>
      </w:r>
      <w:r w:rsidR="00A55ECE">
        <w:rPr>
          <w:rFonts w:ascii="Arial" w:hAnsi="Arial" w:cs="Arial"/>
          <w:sz w:val="20"/>
        </w:rPr>
      </w:r>
      <w:r w:rsidR="00A55ECE">
        <w:rPr>
          <w:rFonts w:ascii="Arial" w:hAnsi="Arial" w:cs="Arial"/>
          <w:sz w:val="20"/>
        </w:rPr>
        <w:fldChar w:fldCharType="separate"/>
      </w:r>
      <w:r w:rsidRPr="00F6053D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Oui</w:t>
      </w:r>
      <w:r w:rsidRPr="00F6053D">
        <w:rPr>
          <w:rFonts w:ascii="Arial" w:hAnsi="Arial" w:cs="Arial"/>
          <w:sz w:val="20"/>
        </w:rPr>
        <w:tab/>
      </w:r>
    </w:p>
    <w:p w14:paraId="03E1C450" w14:textId="095FA6F6" w:rsidR="00025D39" w:rsidRPr="00F6053D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F6053D">
        <w:rPr>
          <w:rFonts w:ascii="Arial" w:hAnsi="Arial" w:cs="Arial"/>
          <w:i/>
          <w:sz w:val="20"/>
          <w:u w:val="single"/>
        </w:rPr>
        <w:t>Cotraitant </w:t>
      </w:r>
      <w:r w:rsidR="004A57BA" w:rsidRPr="00F6053D">
        <w:rPr>
          <w:rFonts w:ascii="Arial" w:hAnsi="Arial" w:cs="Arial"/>
          <w:i/>
          <w:sz w:val="20"/>
          <w:u w:val="single"/>
        </w:rPr>
        <w:t>(le cas échéant)</w:t>
      </w:r>
      <w:r w:rsidR="004A57BA" w:rsidRPr="00F6053D">
        <w:rPr>
          <w:rFonts w:ascii="Arial" w:hAnsi="Arial" w:cs="Arial"/>
          <w:sz w:val="20"/>
          <w:u w:val="single"/>
        </w:rPr>
        <w:t xml:space="preserve"> </w:t>
      </w:r>
      <w:r w:rsidRPr="00F6053D">
        <w:rPr>
          <w:rFonts w:ascii="Arial" w:hAnsi="Arial" w:cs="Arial"/>
          <w:sz w:val="20"/>
          <w:u w:val="single"/>
        </w:rPr>
        <w:t>:</w:t>
      </w:r>
    </w:p>
    <w:p w14:paraId="25FAE204" w14:textId="5DA0EBA7" w:rsidR="00025D39" w:rsidRPr="00F6053D" w:rsidRDefault="00025D39" w:rsidP="00025D39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F6053D">
        <w:rPr>
          <w:rFonts w:ascii="Arial" w:hAnsi="Arial" w:cs="Arial"/>
          <w:sz w:val="20"/>
        </w:rPr>
        <w:t>Je souhaite bénéficier de l’avance</w:t>
      </w:r>
      <w:r w:rsidRPr="00F6053D">
        <w:rPr>
          <w:rFonts w:ascii="Arial" w:hAnsi="Arial" w:cs="Arial"/>
          <w:sz w:val="20"/>
          <w:vertAlign w:val="superscript"/>
        </w:rPr>
        <w:t>1</w:t>
      </w:r>
      <w:r w:rsidRPr="00F6053D">
        <w:rPr>
          <w:rFonts w:ascii="Arial" w:hAnsi="Arial" w:cs="Arial"/>
          <w:sz w:val="20"/>
        </w:rPr>
        <w:tab/>
      </w:r>
      <w:r w:rsidR="00D7043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7043A">
        <w:rPr>
          <w:rFonts w:ascii="Arial" w:hAnsi="Arial" w:cs="Arial"/>
          <w:sz w:val="20"/>
        </w:rPr>
        <w:instrText xml:space="preserve"> FORMCHECKBOX </w:instrText>
      </w:r>
      <w:r w:rsidR="00A55ECE">
        <w:rPr>
          <w:rFonts w:ascii="Arial" w:hAnsi="Arial" w:cs="Arial"/>
          <w:sz w:val="20"/>
        </w:rPr>
      </w:r>
      <w:r w:rsidR="00A55ECE">
        <w:rPr>
          <w:rFonts w:ascii="Arial" w:hAnsi="Arial" w:cs="Arial"/>
          <w:sz w:val="20"/>
        </w:rPr>
        <w:fldChar w:fldCharType="separate"/>
      </w:r>
      <w:r w:rsidR="00D7043A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Non</w:t>
      </w:r>
      <w:r w:rsidRPr="00F6053D">
        <w:rPr>
          <w:rFonts w:ascii="Arial" w:hAnsi="Arial" w:cs="Arial"/>
          <w:sz w:val="20"/>
        </w:rPr>
        <w:tab/>
      </w:r>
      <w:r w:rsidRPr="00F6053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6053D">
        <w:rPr>
          <w:rFonts w:ascii="Arial" w:hAnsi="Arial" w:cs="Arial"/>
          <w:sz w:val="20"/>
        </w:rPr>
        <w:instrText xml:space="preserve"> FORMCHECKBOX </w:instrText>
      </w:r>
      <w:r w:rsidR="00A55ECE">
        <w:rPr>
          <w:rFonts w:ascii="Arial" w:hAnsi="Arial" w:cs="Arial"/>
          <w:sz w:val="20"/>
        </w:rPr>
      </w:r>
      <w:r w:rsidR="00A55ECE">
        <w:rPr>
          <w:rFonts w:ascii="Arial" w:hAnsi="Arial" w:cs="Arial"/>
          <w:sz w:val="20"/>
        </w:rPr>
        <w:fldChar w:fldCharType="separate"/>
      </w:r>
      <w:r w:rsidRPr="00F6053D">
        <w:rPr>
          <w:rFonts w:ascii="Arial" w:hAnsi="Arial" w:cs="Arial"/>
          <w:sz w:val="20"/>
        </w:rPr>
        <w:fldChar w:fldCharType="end"/>
      </w:r>
      <w:r w:rsidRPr="00F6053D">
        <w:rPr>
          <w:rFonts w:ascii="Arial" w:hAnsi="Arial" w:cs="Arial"/>
          <w:sz w:val="20"/>
        </w:rPr>
        <w:t xml:space="preserve"> Oui</w:t>
      </w:r>
      <w:r w:rsidRPr="00F6053D">
        <w:rPr>
          <w:rFonts w:ascii="Arial" w:hAnsi="Arial" w:cs="Arial"/>
          <w:sz w:val="20"/>
        </w:rPr>
        <w:tab/>
      </w:r>
    </w:p>
    <w:p w14:paraId="0BBF20C7" w14:textId="77777777" w:rsidR="00025D39" w:rsidRDefault="00025D39" w:rsidP="00325098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5066C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24B2BF5C" w14:textId="095FDBD1" w:rsidR="005066CC" w:rsidRPr="00BB793F" w:rsidRDefault="00BB793F" w:rsidP="005066CC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BB793F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B793F">
        <w:rPr>
          <w:rFonts w:ascii="Arial" w:hAnsi="Arial" w:cs="Arial"/>
          <w:sz w:val="20"/>
        </w:rPr>
        <w:instrText xml:space="preserve"> FORMCHECKBOX </w:instrText>
      </w:r>
      <w:r w:rsidR="00A55ECE">
        <w:rPr>
          <w:rFonts w:ascii="Arial" w:hAnsi="Arial" w:cs="Arial"/>
          <w:sz w:val="20"/>
        </w:rPr>
      </w:r>
      <w:r w:rsidR="00A55ECE">
        <w:rPr>
          <w:rFonts w:ascii="Arial" w:hAnsi="Arial" w:cs="Arial"/>
          <w:sz w:val="20"/>
        </w:rPr>
        <w:fldChar w:fldCharType="separate"/>
      </w:r>
      <w:r w:rsidRPr="00BB793F">
        <w:rPr>
          <w:rFonts w:ascii="Arial" w:hAnsi="Arial" w:cs="Arial"/>
          <w:sz w:val="20"/>
        </w:rPr>
        <w:fldChar w:fldCharType="end"/>
      </w:r>
      <w:r w:rsidR="005066CC" w:rsidRPr="00BB793F">
        <w:rPr>
          <w:rFonts w:ascii="Arial" w:hAnsi="Arial" w:cs="Arial"/>
          <w:sz w:val="20"/>
        </w:rPr>
        <w:tab/>
        <w:t xml:space="preserve">Facture </w:t>
      </w:r>
    </w:p>
    <w:p w14:paraId="7C241BFE" w14:textId="77777777" w:rsidR="00A6101B" w:rsidRPr="00F6053D" w:rsidRDefault="00A6101B" w:rsidP="00A6101B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</w:p>
    <w:p w14:paraId="10CAC300" w14:textId="6C7678C0" w:rsidR="000155F4" w:rsidRPr="003B51DD" w:rsidRDefault="004D6224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13188A93" w14:textId="14EBFA09" w:rsidR="00D7043A" w:rsidRPr="002C5ABE" w:rsidRDefault="00D7043A" w:rsidP="00D7043A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 xml:space="preserve">Le délai d’exécution des </w:t>
      </w:r>
      <w:r w:rsidR="00ED2103">
        <w:rPr>
          <w:rFonts w:ascii="Arial" w:hAnsi="Arial" w:cs="Arial"/>
          <w:b/>
          <w:sz w:val="20"/>
        </w:rPr>
        <w:t>prestations</w:t>
      </w:r>
      <w:r w:rsidR="00ED2103" w:rsidRPr="002C5ABE">
        <w:rPr>
          <w:rFonts w:ascii="Arial" w:hAnsi="Arial" w:cs="Arial"/>
          <w:sz w:val="20"/>
        </w:rPr>
        <w:t xml:space="preserve"> </w:t>
      </w:r>
      <w:r w:rsidRPr="002C5ABE">
        <w:rPr>
          <w:rFonts w:ascii="Arial" w:hAnsi="Arial" w:cs="Arial"/>
          <w:sz w:val="20"/>
        </w:rPr>
        <w:t xml:space="preserve">est de </w:t>
      </w:r>
      <w:r w:rsidR="00B45C5A">
        <w:rPr>
          <w:rFonts w:ascii="Arial" w:hAnsi="Arial" w:cs="Arial"/>
          <w:b/>
          <w:sz w:val="20"/>
        </w:rPr>
        <w:t>7</w:t>
      </w:r>
      <w:r w:rsidRPr="00D7043A">
        <w:rPr>
          <w:rFonts w:ascii="Arial" w:hAnsi="Arial" w:cs="Arial"/>
          <w:b/>
          <w:color w:val="00B050"/>
          <w:sz w:val="20"/>
        </w:rPr>
        <w:t xml:space="preserve"> </w:t>
      </w:r>
      <w:r w:rsidRPr="00D7043A">
        <w:rPr>
          <w:rFonts w:ascii="Arial" w:hAnsi="Arial" w:cs="Arial"/>
          <w:b/>
          <w:sz w:val="20"/>
        </w:rPr>
        <w:t>mois</w:t>
      </w:r>
      <w:r w:rsidRPr="002C5ABE">
        <w:rPr>
          <w:rFonts w:ascii="Arial" w:hAnsi="Arial" w:cs="Arial"/>
          <w:sz w:val="20"/>
        </w:rPr>
        <w:t xml:space="preserve"> à compter de :</w:t>
      </w:r>
    </w:p>
    <w:p w14:paraId="0EEC8A28" w14:textId="77777777" w:rsidR="000720B2" w:rsidRDefault="00D7043A" w:rsidP="00D7043A">
      <w:pPr>
        <w:tabs>
          <w:tab w:val="left" w:pos="1134"/>
        </w:tabs>
        <w:spacing w:before="120" w:after="120"/>
        <w:ind w:left="709"/>
        <w:jc w:val="both"/>
        <w:rPr>
          <w:rFonts w:ascii="Arial" w:hAnsi="Arial" w:cs="Arial"/>
          <w:sz w:val="20"/>
        </w:rPr>
      </w:pPr>
      <w:r w:rsidRPr="00133904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33904">
        <w:rPr>
          <w:rFonts w:ascii="Arial" w:hAnsi="Arial" w:cs="Arial"/>
          <w:sz w:val="20"/>
        </w:rPr>
        <w:instrText xml:space="preserve"> FORMCHECKBOX </w:instrText>
      </w:r>
      <w:r w:rsidR="00A55ECE">
        <w:rPr>
          <w:rFonts w:ascii="Arial" w:hAnsi="Arial" w:cs="Arial"/>
          <w:sz w:val="20"/>
        </w:rPr>
      </w:r>
      <w:r w:rsidR="00A55ECE">
        <w:rPr>
          <w:rFonts w:ascii="Arial" w:hAnsi="Arial" w:cs="Arial"/>
          <w:sz w:val="20"/>
        </w:rPr>
        <w:fldChar w:fldCharType="separate"/>
      </w:r>
      <w:r w:rsidRPr="00133904">
        <w:rPr>
          <w:rFonts w:ascii="Arial" w:hAnsi="Arial" w:cs="Arial"/>
          <w:sz w:val="20"/>
        </w:rPr>
        <w:fldChar w:fldCharType="end"/>
      </w:r>
      <w:r w:rsidRPr="00133904">
        <w:rPr>
          <w:rFonts w:ascii="Arial" w:hAnsi="Arial" w:cs="Arial"/>
          <w:sz w:val="20"/>
        </w:rPr>
        <w:tab/>
      </w:r>
      <w:r w:rsidR="000720B2" w:rsidRPr="000720B2">
        <w:rPr>
          <w:rFonts w:ascii="Arial" w:hAnsi="Arial" w:cs="Arial"/>
          <w:sz w:val="20"/>
        </w:rPr>
        <w:t xml:space="preserve">Par dérogation à l’article 13-1 du CCAG-FCS, il court à compter de la date fixée par l’Ordre de Service qui prescrit de commencer </w:t>
      </w:r>
    </w:p>
    <w:p w14:paraId="13648350" w14:textId="77777777" w:rsidR="00F372AC" w:rsidRPr="002B7102" w:rsidRDefault="00F372AC" w:rsidP="00A912E3">
      <w:pPr>
        <w:tabs>
          <w:tab w:val="left" w:pos="576"/>
        </w:tabs>
        <w:jc w:val="both"/>
        <w:rPr>
          <w:rFonts w:ascii="Arial" w:hAnsi="Arial" w:cs="Arial"/>
          <w:sz w:val="20"/>
          <w:szCs w:val="22"/>
        </w:rPr>
      </w:pPr>
    </w:p>
    <w:p w14:paraId="59D2BC61" w14:textId="7C8A6E74" w:rsidR="00E61334" w:rsidRPr="003B51DD" w:rsidRDefault="00F54BBD" w:rsidP="00507D48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23C98F09" w14:textId="24A3F099" w:rsidR="00241AC9" w:rsidRPr="003B51DD" w:rsidRDefault="00C8096E" w:rsidP="009F5830">
      <w:pPr>
        <w:tabs>
          <w:tab w:val="left" w:pos="1134"/>
        </w:tabs>
        <w:spacing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A55ECE">
        <w:rPr>
          <w:rFonts w:ascii="Arial" w:hAnsi="Arial" w:cs="Arial"/>
          <w:sz w:val="20"/>
        </w:rPr>
      </w:r>
      <w:r w:rsidR="00A55ECE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F5830" w:rsidRPr="003B51DD">
        <w:rPr>
          <w:rFonts w:ascii="Arial" w:hAnsi="Arial" w:cs="Arial"/>
          <w:sz w:val="20"/>
        </w:rPr>
        <w:tab/>
      </w:r>
      <w:r w:rsidR="00241AC9" w:rsidRPr="003B51DD">
        <w:rPr>
          <w:rFonts w:ascii="Arial" w:hAnsi="Arial" w:cs="Arial"/>
          <w:sz w:val="20"/>
        </w:rPr>
        <w:t>Sans objet</w:t>
      </w:r>
    </w:p>
    <w:p w14:paraId="28D8C74C" w14:textId="6B6A3264" w:rsidR="00AD36F8" w:rsidRPr="003B51DD" w:rsidRDefault="0036569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BE525BD" w14:textId="32E83B9C" w:rsidR="00AD36F8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AD36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(*) </w:t>
      </w:r>
      <w:r w:rsidRPr="00910860">
        <w:rPr>
          <w:rFonts w:ascii="Arial" w:hAnsi="Arial" w:cs="Arial"/>
          <w:i/>
          <w:color w:val="0070C0"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.</w:t>
      </w:r>
    </w:p>
    <w:p w14:paraId="3097B4E7" w14:textId="51E5AF2E" w:rsidR="00AD36F8" w:rsidRPr="003B51DD" w:rsidRDefault="00AD36F8" w:rsidP="00AD36F8">
      <w:pPr>
        <w:rPr>
          <w:rFonts w:ascii="Arial" w:hAnsi="Arial" w:cs="Arial"/>
          <w:sz w:val="20"/>
          <w:szCs w:val="24"/>
        </w:rPr>
      </w:pPr>
    </w:p>
    <w:p w14:paraId="68E7067D" w14:textId="1243A11F" w:rsidR="00A830C3" w:rsidRPr="003B51DD" w:rsidRDefault="00A84973" w:rsidP="00292EF8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292EF8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DC513B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3B51DD" w:rsidRDefault="00A830C3" w:rsidP="00A830C3">
      <w:pPr>
        <w:tabs>
          <w:tab w:val="left" w:pos="851"/>
        </w:tabs>
        <w:suppressAutoHyphens/>
        <w:spacing w:before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292EF8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257F60F8" w:rsidR="00A830C3" w:rsidRPr="003B51DD" w:rsidRDefault="002471DA" w:rsidP="00DC513B">
      <w:pPr>
        <w:tabs>
          <w:tab w:val="left" w:pos="284"/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292EF8">
      <w:pPr>
        <w:tabs>
          <w:tab w:val="left" w:pos="851"/>
        </w:tabs>
        <w:suppressAutoHyphens/>
        <w:spacing w:before="60" w:after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292EF8">
      <w:pPr>
        <w:tabs>
          <w:tab w:val="left" w:pos="851"/>
        </w:tabs>
        <w:suppressAutoHyphens/>
        <w:spacing w:before="60" w:after="120"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280A83">
      <w:pPr>
        <w:tabs>
          <w:tab w:val="left" w:pos="851"/>
        </w:tabs>
        <w:suppressAutoHyphens/>
        <w:spacing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280A83">
      <w:pPr>
        <w:tabs>
          <w:tab w:val="left" w:pos="1701"/>
        </w:tabs>
        <w:suppressAutoHyphens/>
        <w:spacing w:after="60"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A55ECE">
        <w:rPr>
          <w:rFonts w:ascii="Arial" w:hAnsi="Arial" w:cs="Arial"/>
          <w:sz w:val="20"/>
          <w:lang w:eastAsia="zh-CN"/>
        </w:rPr>
      </w:r>
      <w:r w:rsidR="00A55ECE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280A83">
      <w:pPr>
        <w:tabs>
          <w:tab w:val="left" w:pos="851"/>
        </w:tabs>
        <w:suppressAutoHyphens/>
        <w:spacing w:after="60"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DC513B">
        <w:trPr>
          <w:trHeight w:val="521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DC513B">
        <w:trPr>
          <w:trHeight w:val="401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DC513B">
        <w:trPr>
          <w:trHeight w:val="406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A830C3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910860">
        <w:rPr>
          <w:rFonts w:ascii="Arial" w:hAnsi="Arial" w:cs="Arial"/>
          <w:i/>
          <w:color w:val="0070C0"/>
          <w:sz w:val="18"/>
          <w:szCs w:val="18"/>
          <w:lang w:eastAsia="zh-CN"/>
        </w:rPr>
        <w:t>Le signataire doit avoir le pouvoir d’engager la personne qu’il représente.</w:t>
      </w:r>
    </w:p>
    <w:p w14:paraId="47A03332" w14:textId="68581F07" w:rsidR="00954D54" w:rsidRDefault="00954D54" w:rsidP="00AD36F8">
      <w:pPr>
        <w:tabs>
          <w:tab w:val="left" w:pos="1770"/>
        </w:tabs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page"/>
      </w:r>
    </w:p>
    <w:p w14:paraId="58506D99" w14:textId="23FF8C7B" w:rsidR="00C6638F" w:rsidRPr="003B51DD" w:rsidRDefault="00E84036" w:rsidP="00B34720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120" w:after="120"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5EA8971A" w14:textId="787128B4" w:rsidR="00D82C77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04B9986A" w14:textId="367F2C7E" w:rsidR="00D82C77" w:rsidRPr="003B51DD" w:rsidRDefault="00954D54" w:rsidP="00954D54">
      <w:pPr>
        <w:spacing w:before="120" w:after="12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</w:t>
      </w:r>
      <w:r w:rsidR="00D82C77" w:rsidRPr="003B51DD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d'Infrastructure de la Défense </w:t>
      </w:r>
      <w:r>
        <w:rPr>
          <w:rFonts w:ascii="Arial" w:hAnsi="Arial" w:cs="Arial"/>
          <w:color w:val="000000"/>
          <w:sz w:val="20"/>
        </w:rPr>
        <w:t>Atlantique</w:t>
      </w:r>
      <w:r w:rsidR="00D82C77" w:rsidRPr="003B51DD">
        <w:rPr>
          <w:rFonts w:ascii="Arial" w:hAnsi="Arial" w:cs="Arial"/>
          <w:sz w:val="20"/>
        </w:rPr>
        <w:t>).</w:t>
      </w:r>
    </w:p>
    <w:p w14:paraId="6792A44E" w14:textId="4723CA96" w:rsidR="007823F5" w:rsidRPr="003B51DD" w:rsidRDefault="007823F5" w:rsidP="007823F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320D71F5" w14:textId="6C961A78" w:rsidR="00D82C77" w:rsidRPr="003B51DD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de l’Établissement du SID </w:t>
      </w:r>
      <w:r w:rsidR="00954D54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56BB0499" w:rsidR="00385B7F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5FAC57E4" w14:textId="2EA31E12" w:rsidR="00C8096E" w:rsidRDefault="00C8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42C57394" w14:textId="77777777" w:rsidR="00C8096E" w:rsidRPr="003B51DD" w:rsidRDefault="00C8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FCF0BF2" w14:textId="77777777" w:rsidR="007859D5" w:rsidRPr="00226407" w:rsidRDefault="007859D5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sz w:val="18"/>
          <w:lang w:eastAsia="en-US"/>
        </w:rPr>
      </w:pPr>
    </w:p>
    <w:p w14:paraId="598B4B96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55D1E1ED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5EE6C52" w14:textId="77777777" w:rsidR="00226407" w:rsidRDefault="00226407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532936EF" w14:textId="05C845A8" w:rsidR="00280A83" w:rsidRPr="00A55ECE" w:rsidRDefault="00280A83" w:rsidP="00280A83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18"/>
          <w:lang w:eastAsia="zh-CN"/>
        </w:rPr>
      </w:pPr>
      <w:r w:rsidRPr="00A55ECE">
        <w:rPr>
          <w:rFonts w:ascii="Arial" w:hAnsi="Arial" w:cs="Arial"/>
          <w:sz w:val="18"/>
          <w:lang w:eastAsia="zh-CN"/>
        </w:rPr>
        <w:t xml:space="preserve">A </w:t>
      </w:r>
      <w:r w:rsidR="00AE62F5" w:rsidRPr="00A55ECE">
        <w:rPr>
          <w:rFonts w:ascii="Arial" w:hAnsi="Arial" w:cs="Arial"/>
          <w:sz w:val="18"/>
          <w:lang w:eastAsia="zh-CN"/>
        </w:rPr>
        <w:t>Lorient</w:t>
      </w:r>
      <w:r w:rsidRPr="00A55ECE">
        <w:rPr>
          <w:rFonts w:ascii="Arial" w:hAnsi="Arial" w:cs="Arial"/>
          <w:sz w:val="18"/>
          <w:lang w:eastAsia="zh-CN"/>
        </w:rPr>
        <w:t>,</w:t>
      </w:r>
    </w:p>
    <w:p w14:paraId="6F2D53D3" w14:textId="77777777" w:rsidR="00280A83" w:rsidRPr="003B51DD" w:rsidRDefault="00280A83" w:rsidP="00280A83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0FC3B540" w14:textId="45864309" w:rsidR="00D82C77" w:rsidRPr="003B51DD" w:rsidRDefault="00280A83" w:rsidP="0046717F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46717F">
      <w:pPr>
        <w:jc w:val="center"/>
        <w:rPr>
          <w:rFonts w:ascii="Arial" w:hAnsi="Arial" w:cs="Arial"/>
          <w:bCs/>
          <w:i/>
          <w:strike/>
          <w:sz w:val="20"/>
        </w:rPr>
      </w:pPr>
      <w:bookmarkStart w:id="2" w:name="_GoBack"/>
      <w:bookmarkEnd w:id="2"/>
    </w:p>
    <w:p w14:paraId="230F766E" w14:textId="77777777" w:rsidR="001C1C68" w:rsidRPr="003B51DD" w:rsidRDefault="001C1C68" w:rsidP="0046717F">
      <w:pPr>
        <w:jc w:val="center"/>
        <w:rPr>
          <w:bCs/>
          <w:szCs w:val="22"/>
        </w:rPr>
      </w:pPr>
    </w:p>
    <w:p w14:paraId="483FCEF9" w14:textId="0B67950A" w:rsidR="00821F82" w:rsidRPr="0030542C" w:rsidRDefault="00F41F86" w:rsidP="003054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Pour le directeur du </w:t>
      </w:r>
      <w:r w:rsidR="00821F82" w:rsidRPr="0030542C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Atlantique</w:t>
      </w:r>
    </w:p>
    <w:p w14:paraId="52F3F0DC" w14:textId="44789685" w:rsidR="00821F82" w:rsidRDefault="00821F82" w:rsidP="0030542C">
      <w:pPr>
        <w:jc w:val="center"/>
        <w:rPr>
          <w:rFonts w:ascii="Arial" w:hAnsi="Arial" w:cs="Arial"/>
          <w:sz w:val="20"/>
        </w:rPr>
      </w:pPr>
      <w:proofErr w:type="gramStart"/>
      <w:r w:rsidRPr="0030542C">
        <w:rPr>
          <w:rFonts w:ascii="Arial" w:hAnsi="Arial" w:cs="Arial"/>
          <w:sz w:val="20"/>
        </w:rPr>
        <w:t>et</w:t>
      </w:r>
      <w:proofErr w:type="gramEnd"/>
      <w:r w:rsidRPr="0030542C">
        <w:rPr>
          <w:rFonts w:ascii="Arial" w:hAnsi="Arial" w:cs="Arial"/>
          <w:sz w:val="20"/>
        </w:rPr>
        <w:t xml:space="preserve"> par délégation</w:t>
      </w:r>
    </w:p>
    <w:p w14:paraId="1932B3DA" w14:textId="0853967D" w:rsidR="00226407" w:rsidRPr="00226407" w:rsidRDefault="00AE62F5" w:rsidP="00226407">
      <w:pPr>
        <w:jc w:val="center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l</w:t>
      </w:r>
      <w:r w:rsidR="00226407" w:rsidRPr="00226407">
        <w:rPr>
          <w:rFonts w:ascii="Arial" w:hAnsi="Arial" w:cs="Arial"/>
          <w:sz w:val="20"/>
        </w:rPr>
        <w:t>’I</w:t>
      </w:r>
      <w:r>
        <w:rPr>
          <w:rFonts w:ascii="Arial" w:hAnsi="Arial" w:cs="Arial"/>
          <w:sz w:val="20"/>
        </w:rPr>
        <w:t>CD</w:t>
      </w:r>
      <w:proofErr w:type="gramEnd"/>
      <w:r>
        <w:rPr>
          <w:rFonts w:ascii="Arial" w:hAnsi="Arial" w:cs="Arial"/>
          <w:sz w:val="20"/>
        </w:rPr>
        <w:t xml:space="preserve"> </w:t>
      </w:r>
      <w:r w:rsidRPr="00AE62F5">
        <w:rPr>
          <w:rFonts w:ascii="Arial" w:hAnsi="Arial" w:cs="Arial"/>
          <w:bCs/>
          <w:sz w:val="20"/>
        </w:rPr>
        <w:t>Stéphane</w:t>
      </w:r>
      <w:r w:rsidRPr="00AE62F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LE BLOA</w:t>
      </w:r>
      <w:r w:rsidR="00226407" w:rsidRPr="00226407">
        <w:rPr>
          <w:rFonts w:ascii="Arial" w:hAnsi="Arial" w:cs="Arial"/>
          <w:sz w:val="20"/>
        </w:rPr>
        <w:t xml:space="preserve"> </w:t>
      </w:r>
    </w:p>
    <w:p w14:paraId="736C0FEB" w14:textId="382F897C" w:rsidR="00821F82" w:rsidRPr="0030542C" w:rsidRDefault="00AE62F5" w:rsidP="0030542C">
      <w:pPr>
        <w:jc w:val="center"/>
        <w:rPr>
          <w:rFonts w:ascii="Arial" w:hAnsi="Arial" w:cs="Arial"/>
          <w:sz w:val="20"/>
        </w:rPr>
      </w:pPr>
      <w:r w:rsidRPr="00AE62F5">
        <w:rPr>
          <w:rFonts w:ascii="Arial" w:hAnsi="Arial" w:cs="Arial"/>
          <w:sz w:val="20"/>
        </w:rPr>
        <w:t>Chef</w:t>
      </w:r>
      <w:r w:rsidR="00954D54">
        <w:rPr>
          <w:rFonts w:ascii="Arial" w:hAnsi="Arial" w:cs="Arial"/>
          <w:sz w:val="20"/>
        </w:rPr>
        <w:t xml:space="preserve"> de l’</w:t>
      </w:r>
      <w:r w:rsidRPr="00AE62F5">
        <w:rPr>
          <w:rFonts w:ascii="Arial" w:hAnsi="Arial" w:cs="Arial"/>
          <w:sz w:val="20"/>
        </w:rPr>
        <w:t xml:space="preserve">USID de Lorient </w:t>
      </w:r>
    </w:p>
    <w:p w14:paraId="7FBCB299" w14:textId="77777777" w:rsidR="00821F82" w:rsidRPr="00FD50E1" w:rsidRDefault="00821F82" w:rsidP="00821F82">
      <w:pPr>
        <w:ind w:left="5812"/>
        <w:jc w:val="right"/>
        <w:rPr>
          <w:rFonts w:cs="Arial"/>
          <w:szCs w:val="22"/>
        </w:rPr>
      </w:pPr>
    </w:p>
    <w:p w14:paraId="0DB080BA" w14:textId="77777777" w:rsidR="00821F82" w:rsidRDefault="00821F82" w:rsidP="0046717F">
      <w:pPr>
        <w:jc w:val="center"/>
        <w:rPr>
          <w:rFonts w:ascii="Arial" w:hAnsi="Arial" w:cs="Arial"/>
          <w:bCs/>
          <w:sz w:val="20"/>
        </w:rPr>
      </w:pPr>
    </w:p>
    <w:p w14:paraId="751DB85F" w14:textId="00740E13" w:rsidR="00821F82" w:rsidRDefault="00821F82" w:rsidP="0046717F">
      <w:pPr>
        <w:jc w:val="center"/>
        <w:rPr>
          <w:rFonts w:ascii="Arial" w:hAnsi="Arial" w:cs="Arial"/>
          <w:bCs/>
          <w:sz w:val="20"/>
        </w:rPr>
      </w:pPr>
    </w:p>
    <w:p w14:paraId="7F4C99FC" w14:textId="41EB9274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55E3846" w14:textId="52EE27DD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57C1EC8" w14:textId="71A2E595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14E80B0" w14:textId="32DADBA8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1298577" w14:textId="2BAF655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2CEB83C" w14:textId="2DE7DCA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30800DA" w14:textId="33B57FFD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4FBDC8F" w14:textId="6C7D1DB0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16E8C7F3" w14:textId="3E7AA53E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2221897" w14:textId="349F9523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9291DC1" w14:textId="51A6EC86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BCCA26E" w14:textId="5ECAB504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218F4B99" w14:textId="08F862D9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BF4C951" w14:textId="62B51D0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926C31F" w14:textId="59EA3A9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9D68D73" w14:textId="449A4836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DD11C3A" w14:textId="77E424AC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065FD73E" w14:textId="35889DD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551C1E04" w14:textId="326DD262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3A2CD53D" w14:textId="1A00BA7C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28FEEE3B" w14:textId="77777777" w:rsidR="007D3B49" w:rsidRDefault="007D3B49" w:rsidP="0046717F">
      <w:pPr>
        <w:jc w:val="center"/>
        <w:rPr>
          <w:rFonts w:ascii="Arial" w:hAnsi="Arial" w:cs="Arial"/>
          <w:bCs/>
          <w:sz w:val="20"/>
        </w:rPr>
      </w:pPr>
    </w:p>
    <w:p w14:paraId="66CEA5F7" w14:textId="77777777" w:rsidR="007D3B49" w:rsidRPr="007D3B49" w:rsidRDefault="007D3B49" w:rsidP="007D3B49">
      <w:pPr>
        <w:rPr>
          <w:rFonts w:ascii="Arial" w:eastAsia="Arial" w:hAnsi="Arial" w:cs="Arial"/>
          <w:b/>
          <w:color w:val="000000"/>
          <w:sz w:val="18"/>
          <w:szCs w:val="22"/>
        </w:rPr>
      </w:pPr>
      <w:r w:rsidRPr="007D3B49">
        <w:rPr>
          <w:rFonts w:ascii="Arial" w:eastAsia="Arial" w:hAnsi="Arial" w:cs="Arial"/>
          <w:b/>
          <w:color w:val="000000"/>
          <w:sz w:val="18"/>
          <w:szCs w:val="22"/>
        </w:rPr>
        <w:t>Date de notification du marché Public</w:t>
      </w:r>
      <w:r w:rsidRPr="007D3B49">
        <w:rPr>
          <w:rFonts w:ascii="Arial" w:eastAsia="Arial" w:hAnsi="Arial" w:cs="Arial"/>
          <w:b/>
          <w:bCs/>
          <w:color w:val="000000"/>
          <w:sz w:val="18"/>
          <w:szCs w:val="22"/>
        </w:rPr>
        <w:t xml:space="preserve"> : </w:t>
      </w:r>
      <w:r w:rsidRPr="007D3B49">
        <w:rPr>
          <w:rFonts w:ascii="Arial" w:eastAsia="Arial" w:hAnsi="Arial" w:cs="Arial"/>
          <w:color w:val="000000"/>
          <w:sz w:val="18"/>
          <w:szCs w:val="22"/>
        </w:rPr>
        <w:t>[Horodatage PLACE de l’accusé de réception du courrier de notification envoyé au titulaire]</w:t>
      </w:r>
    </w:p>
    <w:p w14:paraId="4B037C0A" w14:textId="1DABAAAF" w:rsidR="00941030" w:rsidRDefault="00941030" w:rsidP="00BA1796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270AF28B" w14:textId="77777777" w:rsidR="00941030" w:rsidRDefault="00941030" w:rsidP="00941030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ANNEXE n°</w:t>
      </w:r>
      <w:r>
        <w:rPr>
          <w:rFonts w:ascii="Arial" w:eastAsia="Arial" w:hAnsi="Arial" w:cs="Arial"/>
          <w:b/>
          <w:color w:val="FFFFFF" w:themeColor="background1"/>
          <w:sz w:val="18"/>
          <w:szCs w:val="22"/>
        </w:rPr>
        <w:t xml:space="preserve"> </w:t>
      </w: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1</w:t>
      </w:r>
    </w:p>
    <w:p w14:paraId="6A0797BC" w14:textId="77777777" w:rsidR="00941030" w:rsidRPr="00416944" w:rsidRDefault="00941030" w:rsidP="00941030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</w:p>
    <w:p w14:paraId="4054EDF3" w14:textId="77777777" w:rsidR="00941030" w:rsidRDefault="00941030" w:rsidP="00941030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  <w:r w:rsidRPr="00416944">
        <w:rPr>
          <w:rFonts w:ascii="Arial" w:eastAsia="Arial" w:hAnsi="Arial" w:cs="Arial"/>
          <w:b/>
          <w:color w:val="FFFFFF" w:themeColor="background1"/>
          <w:sz w:val="18"/>
          <w:szCs w:val="22"/>
        </w:rPr>
        <w:t>RIB(s)</w:t>
      </w:r>
    </w:p>
    <w:p w14:paraId="15395746" w14:textId="77777777" w:rsidR="00941030" w:rsidRPr="00416944" w:rsidRDefault="00941030" w:rsidP="00941030">
      <w:pPr>
        <w:shd w:val="clear" w:color="auto" w:fill="4472C4" w:themeFill="accent5"/>
        <w:jc w:val="center"/>
        <w:rPr>
          <w:rFonts w:ascii="Arial" w:eastAsia="Arial" w:hAnsi="Arial" w:cs="Arial"/>
          <w:b/>
          <w:color w:val="FFFFFF" w:themeColor="background1"/>
          <w:sz w:val="18"/>
          <w:szCs w:val="22"/>
        </w:rPr>
      </w:pPr>
    </w:p>
    <w:p w14:paraId="53D5E3A8" w14:textId="77777777" w:rsidR="00941030" w:rsidRDefault="00941030" w:rsidP="00941030">
      <w:pPr>
        <w:rPr>
          <w:rFonts w:ascii="Arial" w:eastAsia="Arial" w:hAnsi="Arial" w:cs="Arial"/>
          <w:color w:val="000000"/>
          <w:sz w:val="18"/>
          <w:szCs w:val="22"/>
        </w:rPr>
      </w:pPr>
    </w:p>
    <w:p w14:paraId="4F8B8BF5" w14:textId="77777777" w:rsidR="00941030" w:rsidRDefault="00941030" w:rsidP="00941030">
      <w:pPr>
        <w:rPr>
          <w:rFonts w:ascii="Arial" w:eastAsia="Arial" w:hAnsi="Arial" w:cs="Arial"/>
          <w:color w:val="000000"/>
          <w:sz w:val="18"/>
          <w:szCs w:val="22"/>
        </w:rPr>
      </w:pPr>
    </w:p>
    <w:p w14:paraId="37850D5F" w14:textId="77777777" w:rsidR="00941030" w:rsidRPr="00ED5F4E" w:rsidRDefault="00941030" w:rsidP="00941030">
      <w:pPr>
        <w:jc w:val="both"/>
        <w:rPr>
          <w:rFonts w:ascii="Arial" w:hAnsi="Arial" w:cs="Arial"/>
          <w:b/>
          <w:szCs w:val="22"/>
        </w:rPr>
      </w:pPr>
      <w:r w:rsidRPr="00ED5F4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65EC76A" w14:textId="7E0D8209" w:rsidR="00941030" w:rsidRDefault="00941030" w:rsidP="00941030">
      <w:pPr>
        <w:jc w:val="both"/>
        <w:rPr>
          <w:rFonts w:ascii="Arial" w:hAnsi="Arial" w:cs="Arial"/>
          <w:b/>
          <w:szCs w:val="22"/>
        </w:rPr>
      </w:pPr>
    </w:p>
    <w:p w14:paraId="67428F59" w14:textId="77777777" w:rsidR="00B92386" w:rsidRPr="00ED5F4E" w:rsidRDefault="00B92386" w:rsidP="00941030">
      <w:pPr>
        <w:jc w:val="both"/>
        <w:rPr>
          <w:rFonts w:ascii="Arial" w:hAnsi="Arial" w:cs="Arial"/>
          <w:b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941030" w:rsidRPr="00ED5F4E" w14:paraId="499A62F0" w14:textId="77777777" w:rsidTr="00FB09EB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7D14CF13" w14:textId="77777777" w:rsidR="00941030" w:rsidRPr="00ED5F4E" w:rsidRDefault="00941030" w:rsidP="00FB09EB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ED5F4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2258F421" w14:textId="77777777" w:rsidR="00941030" w:rsidRPr="00ED5F4E" w:rsidRDefault="00941030" w:rsidP="00FB09E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42D27FEF" w14:textId="77777777" w:rsidR="00941030" w:rsidRPr="005F715E" w:rsidRDefault="00941030" w:rsidP="00941030">
      <w:pPr>
        <w:rPr>
          <w:rFonts w:ascii="Arial" w:hAnsi="Arial" w:cs="Arial"/>
          <w:szCs w:val="22"/>
        </w:rPr>
      </w:pPr>
    </w:p>
    <w:p w14:paraId="2082B923" w14:textId="77777777" w:rsidR="00941030" w:rsidRDefault="00941030" w:rsidP="00941030">
      <w:pPr>
        <w:jc w:val="both"/>
        <w:rPr>
          <w:rFonts w:ascii="Arial" w:hAnsi="Arial" w:cs="Arial"/>
          <w:b/>
          <w:szCs w:val="22"/>
        </w:rPr>
      </w:pPr>
    </w:p>
    <w:p w14:paraId="5DBFBC16" w14:textId="63B0D680" w:rsidR="007D3B49" w:rsidRDefault="007D3B49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1221D8C6" w14:textId="6F1081D5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6751AFDA" w14:textId="7A30A4F9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3735D7B3" w14:textId="568D64F5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0966FE52" w14:textId="224E0EEB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279F0C63" w14:textId="2544E1CD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5E972BF2" w14:textId="60F47E23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1E97E0A7" w14:textId="64BE605B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76836104" w14:textId="13826A72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0D3A4CFE" w14:textId="606EA691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0FF8F83F" w14:textId="3BE3F693" w:rsidR="00B92386" w:rsidRDefault="00B92386" w:rsidP="00BA1796">
      <w:pPr>
        <w:rPr>
          <w:rFonts w:ascii="Arial" w:eastAsia="Arial" w:hAnsi="Arial" w:cs="Arial"/>
          <w:color w:val="000000"/>
          <w:sz w:val="18"/>
          <w:szCs w:val="22"/>
        </w:rPr>
      </w:pPr>
    </w:p>
    <w:p w14:paraId="090EC47D" w14:textId="77777777" w:rsidR="00B92386" w:rsidRDefault="00B92386" w:rsidP="00ED2103">
      <w:pPr>
        <w:jc w:val="both"/>
        <w:rPr>
          <w:rFonts w:ascii="Arial" w:eastAsia="Arial" w:hAnsi="Arial" w:cs="Arial"/>
          <w:color w:val="000000"/>
          <w:sz w:val="18"/>
          <w:szCs w:val="22"/>
        </w:rPr>
      </w:pPr>
    </w:p>
    <w:sectPr w:rsidR="00B92386" w:rsidSect="008A6176">
      <w:footerReference w:type="default" r:id="rId16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A3337" w14:textId="77777777" w:rsidR="001401CE" w:rsidRDefault="001401CE">
      <w:r>
        <w:separator/>
      </w:r>
    </w:p>
  </w:endnote>
  <w:endnote w:type="continuationSeparator" w:id="0">
    <w:p w14:paraId="72E704E9" w14:textId="77777777" w:rsidR="001401CE" w:rsidRDefault="00140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1BD84EC5" w:rsidR="00444996" w:rsidRPr="00BD41C6" w:rsidRDefault="00444996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A55ECE">
      <w:rPr>
        <w:noProof/>
        <w:sz w:val="22"/>
      </w:rPr>
      <w:t>7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A55ECE">
      <w:rPr>
        <w:noProof/>
        <w:sz w:val="22"/>
      </w:rPr>
      <w:t>7</w:t>
    </w:r>
    <w:r w:rsidRPr="00BD41C6">
      <w:rPr>
        <w:noProof/>
        <w:sz w:val="22"/>
      </w:rPr>
      <w:fldChar w:fldCharType="end"/>
    </w:r>
  </w:p>
  <w:p w14:paraId="77940DCE" w14:textId="34872AAB" w:rsidR="00444996" w:rsidRPr="00BD41C6" w:rsidRDefault="00444996">
    <w:pPr>
      <w:pStyle w:val="Pieddepage"/>
      <w:rPr>
        <w:sz w:val="16"/>
      </w:rPr>
    </w:pPr>
    <w:r>
      <w:rPr>
        <w:sz w:val="16"/>
      </w:rPr>
      <w:t xml:space="preserve">AE </w:t>
    </w:r>
    <w:r w:rsidR="0030542C">
      <w:rPr>
        <w:sz w:val="16"/>
      </w:rPr>
      <w:t>–</w:t>
    </w:r>
    <w:r w:rsidR="00F366D9">
      <w:rPr>
        <w:sz w:val="16"/>
      </w:rPr>
      <w:t xml:space="preserve"> </w:t>
    </w:r>
    <w:r w:rsidR="00F366D9" w:rsidRPr="00F366D9">
      <w:rPr>
        <w:sz w:val="16"/>
      </w:rPr>
      <w:t>2025 BSTLRT 8</w:t>
    </w:r>
    <w:r w:rsidR="00A977A6">
      <w:rPr>
        <w:sz w:val="16"/>
      </w:rPr>
      <w:t>8</w:t>
    </w:r>
    <w:r w:rsidR="00B45C5A">
      <w:rPr>
        <w:sz w:val="16"/>
      </w:rPr>
      <w:t>8</w:t>
    </w:r>
    <w:r w:rsidR="00A977A6">
      <w:rPr>
        <w:sz w:val="16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A38D3" w14:textId="77777777" w:rsidR="001401CE" w:rsidRDefault="001401CE">
      <w:r>
        <w:separator/>
      </w:r>
    </w:p>
  </w:footnote>
  <w:footnote w:type="continuationSeparator" w:id="0">
    <w:p w14:paraId="3FA0F4E3" w14:textId="77777777" w:rsidR="001401CE" w:rsidRDefault="001401CE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474CF"/>
    <w:rsid w:val="00053911"/>
    <w:rsid w:val="00054B1E"/>
    <w:rsid w:val="00054C0E"/>
    <w:rsid w:val="00057456"/>
    <w:rsid w:val="00060340"/>
    <w:rsid w:val="0006072C"/>
    <w:rsid w:val="000608D6"/>
    <w:rsid w:val="00062A2A"/>
    <w:rsid w:val="00065F56"/>
    <w:rsid w:val="000718A9"/>
    <w:rsid w:val="000720B2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37483"/>
    <w:rsid w:val="001401CE"/>
    <w:rsid w:val="001413D5"/>
    <w:rsid w:val="00143082"/>
    <w:rsid w:val="001453D7"/>
    <w:rsid w:val="001550EB"/>
    <w:rsid w:val="00164E38"/>
    <w:rsid w:val="00183651"/>
    <w:rsid w:val="00187118"/>
    <w:rsid w:val="00190289"/>
    <w:rsid w:val="00191ED7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4F8"/>
    <w:rsid w:val="001F0553"/>
    <w:rsid w:val="001F4491"/>
    <w:rsid w:val="001F4989"/>
    <w:rsid w:val="00203B40"/>
    <w:rsid w:val="00205233"/>
    <w:rsid w:val="00205EF9"/>
    <w:rsid w:val="002175FF"/>
    <w:rsid w:val="00226407"/>
    <w:rsid w:val="0022648E"/>
    <w:rsid w:val="00226EC9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57"/>
    <w:rsid w:val="002900A4"/>
    <w:rsid w:val="002915E3"/>
    <w:rsid w:val="002926B8"/>
    <w:rsid w:val="00292EF8"/>
    <w:rsid w:val="00295DC0"/>
    <w:rsid w:val="002970B5"/>
    <w:rsid w:val="002A25EB"/>
    <w:rsid w:val="002A2D77"/>
    <w:rsid w:val="002A3999"/>
    <w:rsid w:val="002B04C3"/>
    <w:rsid w:val="002B24A3"/>
    <w:rsid w:val="002B3C57"/>
    <w:rsid w:val="002B7102"/>
    <w:rsid w:val="002B7796"/>
    <w:rsid w:val="002C1147"/>
    <w:rsid w:val="002C54AE"/>
    <w:rsid w:val="002C6093"/>
    <w:rsid w:val="002D18C4"/>
    <w:rsid w:val="002D4F5D"/>
    <w:rsid w:val="002D6437"/>
    <w:rsid w:val="002D678F"/>
    <w:rsid w:val="002E503A"/>
    <w:rsid w:val="002E6739"/>
    <w:rsid w:val="002F43E6"/>
    <w:rsid w:val="002F6D21"/>
    <w:rsid w:val="002F77F3"/>
    <w:rsid w:val="0030542C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62E2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29B8"/>
    <w:rsid w:val="003731F0"/>
    <w:rsid w:val="00382497"/>
    <w:rsid w:val="0038561E"/>
    <w:rsid w:val="00385B7F"/>
    <w:rsid w:val="00386E6F"/>
    <w:rsid w:val="00386F3C"/>
    <w:rsid w:val="003870EC"/>
    <w:rsid w:val="00391060"/>
    <w:rsid w:val="0039386C"/>
    <w:rsid w:val="00397F8C"/>
    <w:rsid w:val="003A01B3"/>
    <w:rsid w:val="003A1064"/>
    <w:rsid w:val="003A4154"/>
    <w:rsid w:val="003A4588"/>
    <w:rsid w:val="003B48E7"/>
    <w:rsid w:val="003B51DD"/>
    <w:rsid w:val="003C0C77"/>
    <w:rsid w:val="003C2DDF"/>
    <w:rsid w:val="003C6C05"/>
    <w:rsid w:val="003C749E"/>
    <w:rsid w:val="003D09DB"/>
    <w:rsid w:val="003D3167"/>
    <w:rsid w:val="003D3613"/>
    <w:rsid w:val="003D3C29"/>
    <w:rsid w:val="003D4CF3"/>
    <w:rsid w:val="003E059A"/>
    <w:rsid w:val="003E3497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5635B"/>
    <w:rsid w:val="004600DC"/>
    <w:rsid w:val="004604D3"/>
    <w:rsid w:val="00460952"/>
    <w:rsid w:val="004628B5"/>
    <w:rsid w:val="0046717F"/>
    <w:rsid w:val="00467897"/>
    <w:rsid w:val="00471DE8"/>
    <w:rsid w:val="004720EB"/>
    <w:rsid w:val="00472ACB"/>
    <w:rsid w:val="00473B34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5E6"/>
    <w:rsid w:val="004E1D91"/>
    <w:rsid w:val="004E20FF"/>
    <w:rsid w:val="004F21E9"/>
    <w:rsid w:val="004F2A6F"/>
    <w:rsid w:val="004F2BC6"/>
    <w:rsid w:val="004F32E3"/>
    <w:rsid w:val="004F3564"/>
    <w:rsid w:val="004F7BE2"/>
    <w:rsid w:val="00502AD3"/>
    <w:rsid w:val="005066CC"/>
    <w:rsid w:val="00507D48"/>
    <w:rsid w:val="0051258D"/>
    <w:rsid w:val="00513F25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77E87"/>
    <w:rsid w:val="00585F13"/>
    <w:rsid w:val="00586DFC"/>
    <w:rsid w:val="00587496"/>
    <w:rsid w:val="0059025D"/>
    <w:rsid w:val="00594FAD"/>
    <w:rsid w:val="0059510F"/>
    <w:rsid w:val="005957E9"/>
    <w:rsid w:val="005A0703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94818"/>
    <w:rsid w:val="00697C00"/>
    <w:rsid w:val="006A4973"/>
    <w:rsid w:val="006A52B0"/>
    <w:rsid w:val="006A683F"/>
    <w:rsid w:val="006A7247"/>
    <w:rsid w:val="006B2AD9"/>
    <w:rsid w:val="006B6A46"/>
    <w:rsid w:val="006C4B59"/>
    <w:rsid w:val="006D596A"/>
    <w:rsid w:val="006D7290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740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3B49"/>
    <w:rsid w:val="007D518B"/>
    <w:rsid w:val="007E1CB6"/>
    <w:rsid w:val="007E5B68"/>
    <w:rsid w:val="007F011A"/>
    <w:rsid w:val="007F42A5"/>
    <w:rsid w:val="008008E8"/>
    <w:rsid w:val="00802CD1"/>
    <w:rsid w:val="00805D94"/>
    <w:rsid w:val="00806233"/>
    <w:rsid w:val="00806235"/>
    <w:rsid w:val="008062B4"/>
    <w:rsid w:val="0081230D"/>
    <w:rsid w:val="00821F82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022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662"/>
    <w:rsid w:val="008B0D20"/>
    <w:rsid w:val="008B12C0"/>
    <w:rsid w:val="008B1334"/>
    <w:rsid w:val="008B247B"/>
    <w:rsid w:val="008B5024"/>
    <w:rsid w:val="008B6A90"/>
    <w:rsid w:val="008C0122"/>
    <w:rsid w:val="008C4DF0"/>
    <w:rsid w:val="008C54D1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0860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268F"/>
    <w:rsid w:val="0093490D"/>
    <w:rsid w:val="009366B6"/>
    <w:rsid w:val="00940016"/>
    <w:rsid w:val="00941030"/>
    <w:rsid w:val="00941AE8"/>
    <w:rsid w:val="00945D5C"/>
    <w:rsid w:val="00950B04"/>
    <w:rsid w:val="00954D54"/>
    <w:rsid w:val="0095798E"/>
    <w:rsid w:val="009604AD"/>
    <w:rsid w:val="00961325"/>
    <w:rsid w:val="0096532A"/>
    <w:rsid w:val="00967312"/>
    <w:rsid w:val="00971434"/>
    <w:rsid w:val="00972582"/>
    <w:rsid w:val="00973965"/>
    <w:rsid w:val="00973FD7"/>
    <w:rsid w:val="009835C4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D7E63"/>
    <w:rsid w:val="009E1E74"/>
    <w:rsid w:val="009E3C34"/>
    <w:rsid w:val="009E5345"/>
    <w:rsid w:val="009E7CE6"/>
    <w:rsid w:val="009F2801"/>
    <w:rsid w:val="009F41B7"/>
    <w:rsid w:val="009F5830"/>
    <w:rsid w:val="009F77AA"/>
    <w:rsid w:val="00A03705"/>
    <w:rsid w:val="00A06877"/>
    <w:rsid w:val="00A12893"/>
    <w:rsid w:val="00A1317E"/>
    <w:rsid w:val="00A140AB"/>
    <w:rsid w:val="00A15D78"/>
    <w:rsid w:val="00A21DE8"/>
    <w:rsid w:val="00A235E3"/>
    <w:rsid w:val="00A237EF"/>
    <w:rsid w:val="00A24B31"/>
    <w:rsid w:val="00A24E2C"/>
    <w:rsid w:val="00A30726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46E2E"/>
    <w:rsid w:val="00A54B4D"/>
    <w:rsid w:val="00A54D68"/>
    <w:rsid w:val="00A558C0"/>
    <w:rsid w:val="00A55ECE"/>
    <w:rsid w:val="00A6101B"/>
    <w:rsid w:val="00A61851"/>
    <w:rsid w:val="00A648FC"/>
    <w:rsid w:val="00A6780C"/>
    <w:rsid w:val="00A67B39"/>
    <w:rsid w:val="00A70F70"/>
    <w:rsid w:val="00A71E25"/>
    <w:rsid w:val="00A76D5A"/>
    <w:rsid w:val="00A77909"/>
    <w:rsid w:val="00A7798B"/>
    <w:rsid w:val="00A80DAC"/>
    <w:rsid w:val="00A828E5"/>
    <w:rsid w:val="00A830C3"/>
    <w:rsid w:val="00A84973"/>
    <w:rsid w:val="00A912E3"/>
    <w:rsid w:val="00A924A8"/>
    <w:rsid w:val="00A93C6C"/>
    <w:rsid w:val="00A977A6"/>
    <w:rsid w:val="00AA6AE6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8F7"/>
    <w:rsid w:val="00AE3A42"/>
    <w:rsid w:val="00AE52E3"/>
    <w:rsid w:val="00AE62F5"/>
    <w:rsid w:val="00AF31A8"/>
    <w:rsid w:val="00AF552B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42C3C"/>
    <w:rsid w:val="00B45C5A"/>
    <w:rsid w:val="00B57B3B"/>
    <w:rsid w:val="00B62398"/>
    <w:rsid w:val="00B65ECC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386"/>
    <w:rsid w:val="00B92DB4"/>
    <w:rsid w:val="00B9367D"/>
    <w:rsid w:val="00B97E36"/>
    <w:rsid w:val="00BA1796"/>
    <w:rsid w:val="00BA7413"/>
    <w:rsid w:val="00BA7664"/>
    <w:rsid w:val="00BB19A5"/>
    <w:rsid w:val="00BB3164"/>
    <w:rsid w:val="00BB5B12"/>
    <w:rsid w:val="00BB793F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745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096E"/>
    <w:rsid w:val="00C81E38"/>
    <w:rsid w:val="00C86594"/>
    <w:rsid w:val="00C909B4"/>
    <w:rsid w:val="00C9148D"/>
    <w:rsid w:val="00C921BC"/>
    <w:rsid w:val="00C93A74"/>
    <w:rsid w:val="00C96AFE"/>
    <w:rsid w:val="00CA7942"/>
    <w:rsid w:val="00CB077B"/>
    <w:rsid w:val="00CC2CD0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11AAF"/>
    <w:rsid w:val="00D20773"/>
    <w:rsid w:val="00D21A94"/>
    <w:rsid w:val="00D221AF"/>
    <w:rsid w:val="00D253F1"/>
    <w:rsid w:val="00D258B3"/>
    <w:rsid w:val="00D259CA"/>
    <w:rsid w:val="00D27921"/>
    <w:rsid w:val="00D27F00"/>
    <w:rsid w:val="00D30071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043A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B6E37"/>
    <w:rsid w:val="00DC0645"/>
    <w:rsid w:val="00DC0989"/>
    <w:rsid w:val="00DC0B9A"/>
    <w:rsid w:val="00DC14EC"/>
    <w:rsid w:val="00DC3DED"/>
    <w:rsid w:val="00DC4256"/>
    <w:rsid w:val="00DC513B"/>
    <w:rsid w:val="00DC531C"/>
    <w:rsid w:val="00DC7279"/>
    <w:rsid w:val="00DD07F4"/>
    <w:rsid w:val="00DD2322"/>
    <w:rsid w:val="00DD49F1"/>
    <w:rsid w:val="00DD7D8C"/>
    <w:rsid w:val="00DE4E2D"/>
    <w:rsid w:val="00DE5240"/>
    <w:rsid w:val="00DE6345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157A9"/>
    <w:rsid w:val="00E24921"/>
    <w:rsid w:val="00E27487"/>
    <w:rsid w:val="00E3000D"/>
    <w:rsid w:val="00E32A96"/>
    <w:rsid w:val="00E406C5"/>
    <w:rsid w:val="00E4384D"/>
    <w:rsid w:val="00E461D5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1755"/>
    <w:rsid w:val="00E91B4E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2103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366D9"/>
    <w:rsid w:val="00F372AC"/>
    <w:rsid w:val="00F41F86"/>
    <w:rsid w:val="00F4361D"/>
    <w:rsid w:val="00F454C9"/>
    <w:rsid w:val="00F45BD0"/>
    <w:rsid w:val="00F51D3C"/>
    <w:rsid w:val="00F54A5A"/>
    <w:rsid w:val="00F54BBD"/>
    <w:rsid w:val="00F54D96"/>
    <w:rsid w:val="00F6053D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1A17"/>
    <w:rsid w:val="00F92025"/>
    <w:rsid w:val="00F93C95"/>
    <w:rsid w:val="00F94CBA"/>
    <w:rsid w:val="00F960B1"/>
    <w:rsid w:val="00F96301"/>
    <w:rsid w:val="00FA0FEF"/>
    <w:rsid w:val="00FA18CA"/>
    <w:rsid w:val="00FA71F3"/>
    <w:rsid w:val="00FA7323"/>
    <w:rsid w:val="00FB155D"/>
    <w:rsid w:val="00FC1225"/>
    <w:rsid w:val="00FD43BC"/>
    <w:rsid w:val="00FD4D01"/>
    <w:rsid w:val="00FE4231"/>
    <w:rsid w:val="00FE4D07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styleId="NormalWeb">
    <w:name w:val="Normal (Web)"/>
    <w:basedOn w:val="Normal"/>
    <w:uiPriority w:val="99"/>
    <w:semiHidden/>
    <w:unhideWhenUsed/>
    <w:rsid w:val="001F04F8"/>
    <w:rPr>
      <w:sz w:val="24"/>
      <w:szCs w:val="24"/>
    </w:rPr>
  </w:style>
  <w:style w:type="table" w:customStyle="1" w:styleId="Grilledutableau2">
    <w:name w:val="Grille du tableau2"/>
    <w:basedOn w:val="TableauNormal"/>
    <w:next w:val="Grilledutableau"/>
    <w:uiPriority w:val="39"/>
    <w:rsid w:val="00B92386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0a5c8b5-8712-448a-a3a9-dee401eb1bb9"/>
    <ds:schemaRef ds:uri="http://purl.org/dc/elements/1.1/"/>
    <ds:schemaRef ds:uri="http://schemas.microsoft.com/office/2006/metadata/properties"/>
    <ds:schemaRef ds:uri="83f7aba1-81e5-4e6c-b889-942d6aad990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9C018F-B849-41FC-A777-878F4E80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37</TotalTime>
  <Pages>7</Pages>
  <Words>1600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7</cp:revision>
  <cp:lastPrinted>2023-09-13T15:13:00Z</cp:lastPrinted>
  <dcterms:created xsi:type="dcterms:W3CDTF">2025-07-03T13:17:00Z</dcterms:created>
  <dcterms:modified xsi:type="dcterms:W3CDTF">2025-09-03T11:18:00Z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