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B1C1D" w14:textId="77777777" w:rsidR="007B3925" w:rsidRDefault="007B3925" w:rsidP="00793E29">
      <w:pPr>
        <w:pStyle w:val="Titre1"/>
      </w:pPr>
    </w:p>
    <w:p w14:paraId="2682572F" w14:textId="77777777" w:rsidR="007B3925" w:rsidRDefault="007B3925" w:rsidP="00793E29">
      <w:pPr>
        <w:pStyle w:val="Titre1"/>
      </w:pPr>
    </w:p>
    <w:p w14:paraId="715766F6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4115D0BF" w14:textId="72F3C4D1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A60A5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</w:t>
      </w:r>
      <w:r w:rsidR="00A60A55" w:rsidRPr="00A60A5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High Resolution FIB-SIMS instrument</w:t>
      </w:r>
    </w:p>
    <w:p w14:paraId="7CF60015" w14:textId="77777777"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14:paraId="046E1786" w14:textId="77777777" w:rsidR="007B3925" w:rsidRPr="00280073" w:rsidRDefault="007B3925" w:rsidP="00C852F8">
      <w:pPr>
        <w:rPr>
          <w:lang w:val="en-US"/>
        </w:rPr>
      </w:pPr>
    </w:p>
    <w:p w14:paraId="0E8926C1" w14:textId="77777777" w:rsidR="00C852F8" w:rsidRPr="00280073" w:rsidRDefault="00C852F8" w:rsidP="00C852F8">
      <w:pPr>
        <w:rPr>
          <w:lang w:val="en-US"/>
        </w:rPr>
      </w:pPr>
    </w:p>
    <w:p w14:paraId="3EA080FF" w14:textId="77777777" w:rsidR="00C852F8" w:rsidRPr="00280073" w:rsidRDefault="00C852F8" w:rsidP="00C852F8">
      <w:pPr>
        <w:rPr>
          <w:lang w:val="en-US"/>
        </w:rPr>
      </w:pPr>
    </w:p>
    <w:p w14:paraId="2E818A09" w14:textId="77777777" w:rsidR="007B3925" w:rsidRPr="00280073" w:rsidRDefault="007B3925" w:rsidP="00C852F8">
      <w:pPr>
        <w:rPr>
          <w:lang w:val="en-US"/>
        </w:rPr>
      </w:pPr>
    </w:p>
    <w:p w14:paraId="3A99351D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22977C11" w14:textId="77777777" w:rsidR="007B3925" w:rsidRPr="009D05CA" w:rsidRDefault="007B3925" w:rsidP="007B3925">
      <w:pPr>
        <w:pStyle w:val="Retraitnormal"/>
      </w:pPr>
    </w:p>
    <w:p w14:paraId="287F6C8C" w14:textId="77777777" w:rsidR="007B3925" w:rsidRPr="009D05CA" w:rsidRDefault="007B3925" w:rsidP="007B3925">
      <w:pPr>
        <w:pStyle w:val="Retraitnormal"/>
      </w:pPr>
    </w:p>
    <w:p w14:paraId="3B73FE91" w14:textId="77777777" w:rsidR="007B3925" w:rsidRPr="009D05CA" w:rsidRDefault="007B3925" w:rsidP="007B3925">
      <w:pPr>
        <w:pStyle w:val="Retraitnormal"/>
      </w:pPr>
    </w:p>
    <w:p w14:paraId="6BF9D3FE" w14:textId="77777777" w:rsidR="007B3925" w:rsidRPr="009D05CA" w:rsidRDefault="007B3925" w:rsidP="007B3925">
      <w:pPr>
        <w:pStyle w:val="Retraitnormal"/>
      </w:pPr>
    </w:p>
    <w:p w14:paraId="6A46B6E0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6E580940" w14:textId="77777777" w:rsidTr="00C852F8">
        <w:tc>
          <w:tcPr>
            <w:tcW w:w="2304" w:type="dxa"/>
            <w:shd w:val="clear" w:color="auto" w:fill="auto"/>
            <w:vAlign w:val="center"/>
          </w:tcPr>
          <w:p w14:paraId="35E2961A" w14:textId="77777777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0A53E68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7BF054D4" w14:textId="77777777" w:rsidTr="00C852F8">
        <w:tc>
          <w:tcPr>
            <w:tcW w:w="2304" w:type="dxa"/>
            <w:shd w:val="clear" w:color="auto" w:fill="auto"/>
            <w:vAlign w:val="center"/>
          </w:tcPr>
          <w:p w14:paraId="4267C48D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1EC2912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4DF3392F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06E596C5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30D5BD1D" w14:textId="77777777"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576A6415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12C4C832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2240E4A8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2E90C73E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03385092" w14:textId="77777777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2277A99D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63B2A4D5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42519348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8E5844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ADCEBFE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28562719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C26A9ED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5F4774B2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E8C151C" w14:textId="77777777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6F12B8D9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3C4A4954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8EBF5F5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1727CF5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354AF73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2DB9FFF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6E95F5F1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A090595" w14:textId="77777777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A60A55" w14:paraId="016951FF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D491404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791C322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1DF7B590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2FD105B" w14:textId="77777777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A60A55" w14:paraId="4DE41CD8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07B5C6F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795DC06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2B26C559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96DA1C8" w14:textId="77777777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3D6424E6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333643C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5991C81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7DE73802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A5C98F1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47F4B925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5E8731B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194ADB3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3FD86C2B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CBA73AE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1EC0CE0D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26F9FAE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F4D8484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3BE19F89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9B20D9B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14:paraId="6720EC0F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5AD7AEC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B51A466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161CAFC7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5902D26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14:paraId="4B6AAD80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50CF2CF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CCBD69B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02F49EE7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D80A5EF" w14:textId="77777777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A60A55" w14:paraId="32DF6367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68ED2A7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03431A0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2D60A29D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F4B328E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14:paraId="69034E58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EF53CF6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1307B56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1BF88782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87343F8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0694C01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EE16A39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8B4E7E5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7F311833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97A5ED5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03F04DBE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398DF83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AC352D1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624D1EE6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A74AE0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60A55" w14:paraId="68B5A96A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4E327BF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978AD4C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759CE717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F5A5D2F" w14:textId="77777777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605A2040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C314371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8F50A2A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5B93A501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A2DF699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7C941AD4" w14:textId="77777777" w:rsidR="00084902" w:rsidRDefault="00084902" w:rsidP="00455AD5">
      <w:pPr>
        <w:rPr>
          <w:lang w:val="en-US"/>
        </w:rPr>
      </w:pPr>
    </w:p>
    <w:p w14:paraId="58D62037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299EB8B8" w14:textId="77777777" w:rsidR="00335AA2" w:rsidRDefault="00335AA2" w:rsidP="00455AD5">
      <w:pPr>
        <w:rPr>
          <w:lang w:val="en-US"/>
        </w:rPr>
      </w:pPr>
    </w:p>
    <w:p w14:paraId="49214369" w14:textId="7777777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00525513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1C23E172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278CA523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14:paraId="59A7F792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1BD17D4C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4EC09D9B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4E6B2AB6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717771C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1965BE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051320C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35F9B8F9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839EE4A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14:paraId="44CB38D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5605B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5270119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1461E2F8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A4CF121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5462281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35025E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4CB3003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31FDD129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14DE549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14:paraId="7BAE2030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4A8DCE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D2EC4D5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36420D73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F0AC82D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6631185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215DA5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B65C352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0A0315D5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369355E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166A1F03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47F762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8E3B67E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42DCC5D5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A9E4FDA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60A55" w14:paraId="0AB30DC2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0346E2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6720975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0FE1B80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15EBE2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A60A55" w14:paraId="4051AF0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223888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83A17C1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67AE507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5517066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14:paraId="054B2ED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8B38AD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AE1120C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677E30F2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F28A4E7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01E7773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05026B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E976E6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50830F2D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EE9FEF9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A60A55" w14:paraId="79EFC35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D4596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875E27E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7D7EB6BD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1356EFE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6A8408E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E25BBD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8A5222C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421CA27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F9176B6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60A55" w14:paraId="03E6252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6561EC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0E83747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379D56FD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A1F0A98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A60A55" w14:paraId="1E96C63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F2C7BB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8933C47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237C41F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0FC6AB6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14:paraId="7F3D26E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3F472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B99AA31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4122D96A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0FB9983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7B82421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80A76E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480A062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0595C45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D9A177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0C72429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F2E1F6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776C0E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61D330A3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DFDCB6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33E9215D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6711F4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CC9B5C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314F0B4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0706BEC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7D29719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1B1C47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CA5D8C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4D73A1A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80E06D8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60A55" w14:paraId="74217737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9F8C2D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757A978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190D21A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7D010C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7195F42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2E764A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20D3542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0FC0EF9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7B4E3D9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14:paraId="2007731A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0C4E4A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C85663D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64AFFE2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EB56599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60A55" w14:paraId="31C132A2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8D7821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EA6776F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3340B750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4C557AC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6BE483B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BC03FD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95D6CB9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1020E4B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8F28BA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A60A55" w14:paraId="7E846FD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89D316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17E4D3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6564DAF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93056F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611B4E03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9C32A2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F33EF4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566E847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8DC28E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CA5040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F8CA63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1D1D072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6936631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683E2E9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14:paraId="6D163E2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1982BE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5DA0389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67C6497A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CFDBBB1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7C3E658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95A671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325F08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6374A92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D89D85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A60A55" w14:paraId="524B82BB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0C94AD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5495534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295674B9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4C8B16C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14:paraId="48EF343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5E31B92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64A58F7F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3E7EE4B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518F15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1BB27F11" w14:textId="77777777" w:rsidR="00335AA2" w:rsidRDefault="00335AA2" w:rsidP="00335AA2">
      <w:pPr>
        <w:rPr>
          <w:lang w:val="en-US"/>
        </w:rPr>
      </w:pPr>
    </w:p>
    <w:p w14:paraId="29C1704A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7CFD9ACD" w14:textId="77777777" w:rsidR="00F24772" w:rsidRDefault="00F24772" w:rsidP="00455AD5">
      <w:pPr>
        <w:rPr>
          <w:lang w:val="en-US"/>
        </w:rPr>
      </w:pPr>
    </w:p>
    <w:p w14:paraId="28289519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14:paraId="37ECA5D7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0CA30712" w14:textId="77777777"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46E3C6E6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552E879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38AD46DE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6A84957A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7B67598F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77A42CC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523A73" w14:textId="77777777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0C991FE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9699763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2E1B33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C9DF38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5791A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6A7CBEE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EB4F6D7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F6E7C2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5C759F2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93880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20D78C6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831327E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26AC9A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4280AF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D274E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13DC840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DC2223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BA8573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3C80F2A2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3981F7" w14:textId="77777777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5C3BD192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DE3BD27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24DC8FAF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3E1BBDD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E90453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3B57A4F7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C607624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0BA117D3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4EA1C0B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4E9FD2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68561666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9A64276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0A5088EE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23A628BE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6A22EA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38CA31F7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FEBAB18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4F0F93CE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60A55" w14:paraId="0A55F3D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75D1DF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1B01317B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17D3EA84" w14:textId="77777777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37D89196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60A55" w14:paraId="2CD4919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7882D5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103FE54C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E4C45C2" w14:textId="77777777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4F1D29AC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1379D6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E2FD9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2C28581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22C90F8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66664D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5777F1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9DE6E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2DAF592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3AFADF31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55127F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407922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540E1E" w14:textId="77777777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07AE708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A20173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C27F5A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B986C7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7EF2DB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1E378BB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53F86C69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C63CC1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F54D505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84CA7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1E57556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1773152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50015E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A12153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7D110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5D044A0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0899101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30B0D8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AB6CD6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C387B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523A309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1D666121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BA8EDC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303049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F1ACD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5F81CE6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11D88576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A84C84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31BE0D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D2BC76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3094E4E4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B1DD991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330683E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67BD383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8CD16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14:paraId="484917BB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37204231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B9822C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1CAD8E7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76E158B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753D3DE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497BA60C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79DF4F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54422F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F012D4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4E0EFAB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FB47AE6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9DB832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9A92A9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FE8B3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6D2E9D6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3058967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19203D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84849A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D2B4A6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4369121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30E777F0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AF0F08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8066C3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3F5B8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51A5F55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66C130F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8150D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CB331C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736C3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7C0ACD0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4568399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A77458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8278D8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8A2C3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0CCEE9F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78F15940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DF9EDE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6ABF48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6C739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5B9C418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1489A1D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F11BDD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87459F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D0FE1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05B1904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07F8C372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D6EA31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21DE365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AB3444" w14:textId="77777777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6D00D3A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3C42A9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7A2F85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9079093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A95F9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14:paraId="5FC55C7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3179A3B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28B675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124244CD" w14:textId="77777777" w:rsidR="000B793A" w:rsidRDefault="000B793A" w:rsidP="00ED5080">
      <w:pPr>
        <w:rPr>
          <w:lang w:val="en-US"/>
        </w:rPr>
      </w:pPr>
    </w:p>
    <w:p w14:paraId="13562772" w14:textId="77777777" w:rsidR="001641D7" w:rsidRDefault="001641D7" w:rsidP="00ED5080">
      <w:pPr>
        <w:rPr>
          <w:lang w:val="en-US"/>
        </w:rPr>
      </w:pPr>
    </w:p>
    <w:p w14:paraId="6B33F204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5DD80DA0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D866BC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14:paraId="02EA07B4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673629DA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3F08982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07CF3047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48FA551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55C5E75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244A0446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692C653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30D067CA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7BCA44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14:paraId="520B6E90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1B9D7EAE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119010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4DEE8C62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2A9024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69E89429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A88D5FE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8636BC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0FFCC412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8C6D62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4D4D2403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236B7802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CE7B44C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4F25769D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FA8EC6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1D443087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5C06626A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BFA5F43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32F0F0B0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B4446D0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355D9B57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631D2328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FDAAB77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F0989D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04E5E89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398D9C5D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08B47986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A6C613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039538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F8D246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33A7758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A53F144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15B8CE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5E67F1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466B8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42984C99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67BF5DA6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378A1DE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A9AA62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A66D18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19B4267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2F343032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029B1E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986839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E64CE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13218E3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0958B7E9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B940B69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6F8500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8737738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30B19C1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28BE557B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8E226D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758F0C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223104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5DBF73E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4CED5D1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DED656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2AAF64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A199E2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33D5A0F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258D69FE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D28009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615B741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B794D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24D667D5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505A1ACA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BC28B0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EB439F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C8252B5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7EAB98E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814F99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7B8918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EA75D3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3219D9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1BA86FDF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27D87DB4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75B250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8322A1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AF2C18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14:paraId="1C3B61E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2D276B7B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C5306A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6AFE0E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786ED16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4E42285A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B12E9D9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FA20BE9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0E7B50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454EAE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68C4244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47B00CB6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7E46AF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30619D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418DC0E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14:paraId="78BEF15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503E1C08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9C62F00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CFB2ED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1B580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200DD4F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4DB01DA9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86EC7FD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8B6501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B3FF62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3FD2CAB3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14B70607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6EFB9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E5132B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52AFE02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3D5F7E6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380E992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8D49B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01BB57B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C1281E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2D0E270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12FCF70A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D9E01E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4550CB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205FF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740F77A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106F27F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35D10A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10D494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D6BDB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32384C6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34D8C7B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B719FD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C117EC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C10ABA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59C5448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FE3E44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B8AEA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01D111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3A96E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70BAFAB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5032566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6290E7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A66E4B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626B1F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2585690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0A1B22C3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E1157E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4C61A8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60C3C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14:paraId="234382D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6FFF018A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4EAF50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DE9988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EF48DDA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26F2B1B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799C62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15390D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6367D0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58D1A8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413FA2A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4150CDF2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F9837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825692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367198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754A714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43E7D36F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FA716E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33E7E2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E3F54C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2EA45A2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7223F178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F37E3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88FB09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7AFE3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7C76EEC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79B3299F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950B72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5C5079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76144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1BF5B57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3C3ED0B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0D9274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27F0D6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C01CA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7F18A18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6EFA07A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905118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9712B0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316D8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14:paraId="2643905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0905FBC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599D44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6F9D02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8C0B0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288FC57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2E97295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81ACB6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9D1FFE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B29EA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14:paraId="677DB25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5C2F20CC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70A1B9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14C23A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53C8D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114BC9E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238C68F3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CA2EC3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7F7E55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101010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14:paraId="6E9071E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366DC1DF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BB348A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2DE82A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2557C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5FA530B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5F4B3BB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3DD34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D52CB4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46842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3547A27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18302C6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B23893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BC5B83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4C6E2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3B29C90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4D11A74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94AF5D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062B75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389C3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05CD2D4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2B4F44C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B0E586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2A6BBA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62086D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18E1676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1A47D17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03B011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89EA30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179FB1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4FA374A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4CBE4750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AC2A77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163133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8E0D22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43EB0C1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2B3CAE9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202D2F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A2BF03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0E5BAA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6836EBB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1DFEA5A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25B20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13CDD1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AB4BD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408A4DF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14DE50D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FD09DA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44DF7A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F9C75E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7762341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D75597C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9F698B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E53407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21B01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5D6CF23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3795FB7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FDD780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7BFD56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ADC385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0D6972A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215FB0A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F09D86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C1EA4F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6B0FD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374C484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047DD87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E4F1D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5134D0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AA715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1BC9FA1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2E8BC06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6057C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B1661DB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7EA4B6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2581C98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F1D6A6D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688D9C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089724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B4F6D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3D6F29C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6CA227D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3DFECB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46DC92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3F1544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2C39E1E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439C6623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20712E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466283A5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CA490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655FD73F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8D17FF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82674FB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17F056C1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C612F33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475CA4B3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827337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EDCD79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3371861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A3CDBA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0BC2FEE5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2B9424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8306247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2D2820A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AF323B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0326D7FB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043863C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25931A7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265F6889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D394ED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60052322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4021C3CA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61008F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825F921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3A098A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0E8CCEB3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AE25B2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CFD4DC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B736A72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D32E79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47AA965F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7657A01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AA65E1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4830F08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C78111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21AF2126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56977C9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C932870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32E45E2E" w14:textId="77777777" w:rsidR="00D8135F" w:rsidRDefault="00D8135F" w:rsidP="00D8135F">
      <w:pPr>
        <w:rPr>
          <w:u w:val="single"/>
          <w:lang w:val="en-US"/>
        </w:rPr>
      </w:pPr>
    </w:p>
    <w:p w14:paraId="7DFDCDFE" w14:textId="77777777" w:rsidR="009976F3" w:rsidRDefault="009976F3" w:rsidP="00D8135F">
      <w:pPr>
        <w:rPr>
          <w:u w:val="single"/>
          <w:lang w:val="en-US"/>
        </w:rPr>
      </w:pPr>
    </w:p>
    <w:p w14:paraId="0CD48DD3" w14:textId="77777777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51519791" w14:textId="77777777" w:rsidR="00F36F23" w:rsidRPr="000625E6" w:rsidRDefault="00F36F23" w:rsidP="00D8135F">
      <w:pPr>
        <w:rPr>
          <w:u w:val="single"/>
          <w:lang w:val="en-US"/>
        </w:rPr>
      </w:pPr>
    </w:p>
    <w:p w14:paraId="42306D31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56D9D0A2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14:paraId="2380513E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5BCE7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D2E5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6119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0E7FB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4FCC9184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6ED3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4A14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A84D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4CF1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75F7583B" w14:textId="77777777" w:rsidR="00223713" w:rsidRDefault="00223713" w:rsidP="00D8135F">
      <w:pPr>
        <w:rPr>
          <w:lang w:val="en-US"/>
        </w:rPr>
      </w:pPr>
    </w:p>
    <w:p w14:paraId="2D00C320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68AF1D7A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A677D" w14:textId="77777777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0D71C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94FEB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E939" w14:textId="77777777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1C74F840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AF35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4E95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8B29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865B" w14:textId="77777777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4E6462A7" w14:textId="77777777" w:rsidR="00E2763D" w:rsidRDefault="00E2763D" w:rsidP="00D8135F">
      <w:pPr>
        <w:rPr>
          <w:lang w:val="en-US"/>
        </w:rPr>
      </w:pPr>
    </w:p>
    <w:p w14:paraId="7C29825F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415398BC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B715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258B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7F54E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A6078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008F3779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74687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987E6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811C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E113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114FDED2" w14:textId="77777777" w:rsidR="00F36F23" w:rsidRDefault="00F36F23" w:rsidP="00D8135F"/>
    <w:p w14:paraId="4023EB2B" w14:textId="77777777"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7E4B12FC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9D89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568E4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9752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E9E1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5F3857A9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43ADF" w14:textId="77777777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33117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FC0C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3725" w14:textId="77777777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0F87EAB4" w14:textId="77777777" w:rsidR="00E2763D" w:rsidRPr="00F36F23" w:rsidRDefault="00E2763D" w:rsidP="00D8135F"/>
    <w:p w14:paraId="6C43BBFA" w14:textId="77777777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A60A55" w14:paraId="74D1371E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F55AF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7221E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4C95E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DE75A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A60A55" w14:paraId="371A390C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C686C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EA7B7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4DEF6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A6825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040B4087" w14:textId="77777777" w:rsidR="00F36F23" w:rsidRDefault="00F36F23" w:rsidP="00D8135F">
      <w:pPr>
        <w:rPr>
          <w:lang w:val="en-US"/>
        </w:rPr>
      </w:pPr>
    </w:p>
    <w:p w14:paraId="3EB7333D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27AC293E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8DD8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F5369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FC8FA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DCC87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4E8885C6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ECF8" w14:textId="77777777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977A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CB55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5591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6680DE8F" w14:textId="77777777" w:rsidR="00E2763D" w:rsidRDefault="00E2763D" w:rsidP="00D8135F">
      <w:pPr>
        <w:rPr>
          <w:lang w:val="en-US"/>
        </w:rPr>
      </w:pPr>
    </w:p>
    <w:p w14:paraId="78E707C9" w14:textId="77777777"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70FB71BF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2A32E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AEA9D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46C8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30D8B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698AD5B5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7ADEF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AC46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5DC68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57FF6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0E357CB0" w14:textId="77777777" w:rsidR="00F36F23" w:rsidRDefault="00F36F23" w:rsidP="00D8135F"/>
    <w:p w14:paraId="34FD300C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default" r:id="rId7"/>
      <w:footerReference w:type="default" r:id="rId8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4089" w14:textId="77777777" w:rsidR="00506616" w:rsidRDefault="00506616" w:rsidP="00B411A7">
      <w:pPr>
        <w:spacing w:after="0" w:line="240" w:lineRule="auto"/>
      </w:pPr>
      <w:r>
        <w:separator/>
      </w:r>
    </w:p>
  </w:endnote>
  <w:endnote w:type="continuationSeparator" w:id="0">
    <w:p w14:paraId="1AD3F2D2" w14:textId="77777777" w:rsidR="00506616" w:rsidRDefault="00506616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AC11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092E0C72" wp14:editId="46A02B09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1EA62DB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5C3EF38C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 w:rsidRPr="000412D7">
      <w:rPr>
        <w:b/>
        <w:lang w:val="en-US"/>
      </w:rPr>
      <w:t>Leti,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761226DC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3169C06E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41081533" w14:textId="77777777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2732C">
      <w:rPr>
        <w:rStyle w:val="Numrodepage"/>
        <w:noProof/>
        <w:color w:val="808080"/>
        <w:sz w:val="16"/>
        <w:szCs w:val="16"/>
      </w:rPr>
      <w:t>1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2732C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6E222C2D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3005B4B5" w14:textId="77777777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BB03" w14:textId="77777777" w:rsidR="00506616" w:rsidRDefault="00506616" w:rsidP="00B411A7">
      <w:pPr>
        <w:spacing w:after="0" w:line="240" w:lineRule="auto"/>
      </w:pPr>
      <w:r>
        <w:separator/>
      </w:r>
    </w:p>
  </w:footnote>
  <w:footnote w:type="continuationSeparator" w:id="0">
    <w:p w14:paraId="684CF99D" w14:textId="77777777" w:rsidR="00506616" w:rsidRDefault="00506616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32D4" w14:textId="77777777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6CAEE00" wp14:editId="321921AF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14:paraId="5BB1AF14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14:paraId="4A9677B8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097BA570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67867A20" w14:textId="204A8D44"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 xml:space="preserve">: </w:t>
    </w:r>
    <w:r w:rsidR="00A60A55" w:rsidRPr="00A60A55">
      <w:rPr>
        <w:color w:val="BFBFBF" w:themeColor="background1" w:themeShade="BF"/>
        <w:lang w:val="en-US"/>
      </w:rPr>
      <w:t>DRT-LETI-DPFT-SMCP-LASI-25-04-000880</w:t>
    </w:r>
  </w:p>
  <w:p w14:paraId="2D07FF8F" w14:textId="77777777"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14:paraId="26E3D3F0" w14:textId="77777777" w:rsidR="00BB303C" w:rsidRPr="00280073" w:rsidRDefault="00BB303C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55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F4A35"/>
    <w:rsid w:val="00506616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60A55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7C2EC"/>
  <w15:chartTrackingRefBased/>
  <w15:docId w15:val="{E899352D-5988-4C9A-ABA9-47C46EDB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204336\Documents\D\1.%20Dossiers%20d'Achat\RTB%20METRO%20Spectrom&#232;tre%20de%20masse%20(FIB%20Tof%20Sims)%20(BARNES%20JP.)\1.%20Consultation\Appendix%20J%20-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- SECS-GEM Compliance Statement.dotx</Template>
  <TotalTime>1</TotalTime>
  <Pages>8</Pages>
  <Words>1013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DG204336</dc:creator>
  <cp:keywords/>
  <dc:description/>
  <cp:lastModifiedBy>GRISARD Delphine 204336</cp:lastModifiedBy>
  <cp:revision>1</cp:revision>
  <dcterms:created xsi:type="dcterms:W3CDTF">2025-04-22T11:28:00Z</dcterms:created>
  <dcterms:modified xsi:type="dcterms:W3CDTF">2025-04-22T11:29:00Z</dcterms:modified>
</cp:coreProperties>
</file>