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E01D1" w14:textId="77777777" w:rsidR="00281D30" w:rsidRDefault="00281D30">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281D30" w14:paraId="4CE7F54B" w14:textId="77777777">
        <w:tc>
          <w:tcPr>
            <w:tcW w:w="4889" w:type="dxa"/>
            <w:tcMar>
              <w:top w:w="0" w:type="dxa"/>
              <w:left w:w="108" w:type="dxa"/>
              <w:bottom w:w="0" w:type="dxa"/>
              <w:right w:w="108" w:type="dxa"/>
            </w:tcMar>
            <w:vAlign w:val="center"/>
          </w:tcPr>
          <w:p w14:paraId="14E8A3D1" w14:textId="77777777" w:rsidR="00281D30" w:rsidRDefault="00611B25">
            <w:pPr>
              <w:pStyle w:val="RedaliaNormal"/>
              <w:jc w:val="left"/>
            </w:pPr>
            <w:r>
              <w:rPr>
                <w:rFonts w:cs="Calibri"/>
                <w:noProof/>
              </w:rPr>
              <w:drawing>
                <wp:inline distT="0" distB="0" distL="0" distR="0" wp14:anchorId="14B516B5" wp14:editId="0234DA86">
                  <wp:extent cx="1562040" cy="1409759"/>
                  <wp:effectExtent l="0" t="0" r="60" b="0"/>
                  <wp:docPr id="118644583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3BE14A30" w14:textId="77777777" w:rsidR="00281D30" w:rsidRDefault="00611B25">
            <w:pPr>
              <w:pStyle w:val="RedaliaNormal"/>
              <w:jc w:val="right"/>
            </w:pPr>
            <w:r>
              <w:rPr>
                <w:rFonts w:cs="Calibri"/>
                <w:noProof/>
              </w:rPr>
              <w:drawing>
                <wp:inline distT="0" distB="0" distL="0" distR="0" wp14:anchorId="40B00612" wp14:editId="3BE5ADA5">
                  <wp:extent cx="1684080" cy="1394639"/>
                  <wp:effectExtent l="0" t="0" r="0" b="0"/>
                  <wp:docPr id="103371539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79BA20A0" w14:textId="77777777" w:rsidR="00281D30" w:rsidRDefault="00281D30">
      <w:pPr>
        <w:pStyle w:val="RedaliaNormal"/>
        <w:rPr>
          <w:sz w:val="48"/>
          <w:szCs w:val="44"/>
        </w:rPr>
      </w:pPr>
    </w:p>
    <w:p w14:paraId="748286EB" w14:textId="77777777" w:rsidR="00281D30" w:rsidRDefault="00611B25">
      <w:pPr>
        <w:pStyle w:val="RedaliaTitredocument"/>
        <w:tabs>
          <w:tab w:val="clear" w:pos="8505"/>
        </w:tabs>
      </w:pPr>
      <w:r>
        <w:t>ACCORD-CADRE DE PRESTATIONS INTELLECTUELLES</w:t>
      </w:r>
    </w:p>
    <w:p w14:paraId="4E7EDBAF" w14:textId="2C125F88" w:rsidR="00281D30" w:rsidRPr="00740259" w:rsidRDefault="00740259">
      <w:pPr>
        <w:pStyle w:val="RedaliaTitredocument"/>
        <w:rPr>
          <w:szCs w:val="40"/>
        </w:rPr>
      </w:pPr>
      <w:r w:rsidRPr="00740259">
        <w:rPr>
          <w:szCs w:val="40"/>
        </w:rPr>
        <w:t>N° 2025-13</w:t>
      </w:r>
    </w:p>
    <w:p w14:paraId="73BE9B38" w14:textId="77777777" w:rsidR="00281D30" w:rsidRDefault="00611B25">
      <w:pPr>
        <w:pStyle w:val="RedaliaTitredocument"/>
      </w:pPr>
      <w:r>
        <w:t>Acte d’engagement</w:t>
      </w:r>
    </w:p>
    <w:p w14:paraId="72559A98" w14:textId="77777777" w:rsidR="00281D30" w:rsidRDefault="00281D30">
      <w:pPr>
        <w:pStyle w:val="RedaliaNormal"/>
      </w:pPr>
    </w:p>
    <w:p w14:paraId="59189EBF" w14:textId="77777777" w:rsidR="00281D30" w:rsidRDefault="00611B25">
      <w:pPr>
        <w:pStyle w:val="RdaliaTitreparagraphe"/>
      </w:pPr>
      <w:r>
        <w:t>Objet de l'accord-cadre</w:t>
      </w:r>
    </w:p>
    <w:p w14:paraId="4AAC1658" w14:textId="77777777" w:rsidR="009138E0" w:rsidRDefault="009138E0">
      <w:pPr>
        <w:pStyle w:val="RedaliaNormal"/>
        <w:rPr>
          <w:b/>
          <w:bCs/>
        </w:rPr>
      </w:pPr>
      <w:r w:rsidRPr="009138E0">
        <w:rPr>
          <w:b/>
          <w:bCs/>
        </w:rPr>
        <w:t>ASSISTANCE JURIDIQUE A L’ELABORATION ET LA NEGOCIATION DE DOSSIERS DE CONSULTATION DES MARCHES PUBLICS DE L’AGENCE DE L’EAU RHONE MEDITERRANEE CORSE</w:t>
      </w:r>
    </w:p>
    <w:p w14:paraId="24CE7D78" w14:textId="77777777" w:rsidR="00281D30" w:rsidRDefault="00611B25">
      <w:pPr>
        <w:pStyle w:val="RdaliaTitreparagraphe"/>
      </w:pPr>
      <w:r>
        <w:t>Acheteur</w:t>
      </w:r>
    </w:p>
    <w:p w14:paraId="20B01C6B" w14:textId="77777777" w:rsidR="00281D30" w:rsidRDefault="00611B25">
      <w:pPr>
        <w:pStyle w:val="RedaliaNormal"/>
        <w:rPr>
          <w:b/>
          <w:bCs/>
        </w:rPr>
      </w:pPr>
      <w:r>
        <w:rPr>
          <w:b/>
          <w:bCs/>
        </w:rPr>
        <w:t>Agence de l'Eau Rhône Méditerranée Corse</w:t>
      </w:r>
    </w:p>
    <w:p w14:paraId="1F3EF4B6" w14:textId="6E80F068" w:rsidR="00281D30" w:rsidRDefault="00611B25">
      <w:pPr>
        <w:pStyle w:val="RedaliaNormal"/>
      </w:pPr>
      <w:r>
        <w:t>Adresse : 2-4 Allée de Lodz   69363 LYON Cedex 07</w:t>
      </w:r>
    </w:p>
    <w:p w14:paraId="4D3EBAAA" w14:textId="77777777" w:rsidR="00281D30" w:rsidRDefault="00611B25">
      <w:pPr>
        <w:pStyle w:val="RedaliaNormal"/>
      </w:pPr>
      <w:r>
        <w:t>Téléphone : 0472712600</w:t>
      </w:r>
    </w:p>
    <w:p w14:paraId="7A8BEFB5" w14:textId="77777777" w:rsidR="00281D30" w:rsidRDefault="00611B25">
      <w:pPr>
        <w:pStyle w:val="RedaliaNormal"/>
      </w:pPr>
      <w:r>
        <w:t>SIRET N° : 18690155900069</w:t>
      </w:r>
    </w:p>
    <w:p w14:paraId="6577FECB" w14:textId="77777777" w:rsidR="00281D30" w:rsidRDefault="00611B25">
      <w:pPr>
        <w:pStyle w:val="RdaliaTitreparagraphe"/>
      </w:pPr>
      <w:r>
        <w:t>Référence de l'arrêté de désignation de la personne signataire de l'accord-cadre</w:t>
      </w:r>
    </w:p>
    <w:p w14:paraId="47769E51" w14:textId="3EE9CA55" w:rsidR="00281D30" w:rsidRDefault="00611B25">
      <w:pPr>
        <w:pStyle w:val="RedaliaNormal"/>
      </w:pPr>
      <w:r>
        <w:t>Art. R.213-42 du code de l’environnement et arrêté du 8 janvier 2024 portant nomination du Directeur Général de l’Agence de l’Eau Rhône Méditerranée Corse</w:t>
      </w:r>
    </w:p>
    <w:p w14:paraId="2CA46AD6" w14:textId="77777777" w:rsidR="00281D30" w:rsidRDefault="00611B25">
      <w:pPr>
        <w:pStyle w:val="RdaliaTitreparagraphe"/>
      </w:pPr>
      <w:r>
        <w:t>Procédure de passation</w:t>
      </w:r>
    </w:p>
    <w:p w14:paraId="3AA34C50" w14:textId="77777777" w:rsidR="00281D30" w:rsidRDefault="00611B25">
      <w:pPr>
        <w:pStyle w:val="RedaliaNormal"/>
      </w:pPr>
      <w:r>
        <w:t>Procédure adaptée – Articles R. 2123-1 à R. 2123-7 du Code de la commande publique.</w:t>
      </w:r>
    </w:p>
    <w:p w14:paraId="25B37839" w14:textId="77777777" w:rsidR="00281D30" w:rsidRDefault="00611B25">
      <w:pPr>
        <w:pStyle w:val="RedaliaNormal"/>
      </w:pPr>
      <w:r>
        <w:t>Article R. 2123-1 3° du Code de la commande publique.</w:t>
      </w:r>
    </w:p>
    <w:p w14:paraId="7117F068" w14:textId="77777777" w:rsidR="00281D30" w:rsidRDefault="00611B25">
      <w:pPr>
        <w:pStyle w:val="RdaliaTitreparagraphe"/>
      </w:pPr>
      <w:r>
        <w:t>Personne habilitée à donner les renseignements relatifs aux nantissements et cessions de créances</w:t>
      </w:r>
    </w:p>
    <w:p w14:paraId="3E6EAD7C" w14:textId="77777777" w:rsidR="00281D30" w:rsidRDefault="00611B25">
      <w:pPr>
        <w:pStyle w:val="RedaliaNormal"/>
      </w:pPr>
      <w:r>
        <w:lastRenderedPageBreak/>
        <w:t>M. Nicolas MOURLON Directeur Général de l’Agence de l’eau Rhône Méditerranée Corse, Personne Représentant l'acheteur.</w:t>
      </w:r>
    </w:p>
    <w:p w14:paraId="37023082" w14:textId="77777777" w:rsidR="00281D30" w:rsidRDefault="00611B25">
      <w:pPr>
        <w:pStyle w:val="RdaliaTitreparagraphe"/>
      </w:pPr>
      <w:r>
        <w:t>Comptable public assignataire des paiements</w:t>
      </w:r>
    </w:p>
    <w:p w14:paraId="6A0BC97C" w14:textId="77777777" w:rsidR="00281D30" w:rsidRDefault="00611B25">
      <w:pPr>
        <w:pStyle w:val="RedaliaNormal"/>
      </w:pPr>
      <w:r>
        <w:t>Madame l'Agent Comptable 2-4 Allée de Lodz 69363 Lyon Cedex 07</w:t>
      </w:r>
    </w:p>
    <w:p w14:paraId="613D8737" w14:textId="77777777" w:rsidR="00281D30" w:rsidRDefault="00281D30">
      <w:pPr>
        <w:pStyle w:val="RedaliaNormal"/>
      </w:pPr>
    </w:p>
    <w:p w14:paraId="10793BC6" w14:textId="77777777" w:rsidR="00281D30" w:rsidRDefault="00611B25">
      <w:pPr>
        <w:pStyle w:val="RedaliaNormal"/>
      </w:pPr>
      <w:r>
        <w:t>Les cessions de créance doivent être notifiées ou les nantissements signifiés à l’organisme désigné ci-dessus.</w:t>
      </w:r>
    </w:p>
    <w:p w14:paraId="15F6D8E6" w14:textId="77777777" w:rsidR="00281D30" w:rsidRDefault="00281D30">
      <w:pPr>
        <w:pStyle w:val="RedaliaNormal"/>
      </w:pPr>
    </w:p>
    <w:p w14:paraId="39EBAB59" w14:textId="77777777" w:rsidR="00281D30" w:rsidRDefault="00611B25">
      <w:pPr>
        <w:pStyle w:val="RdaliaTitreparagraphe"/>
      </w:pPr>
      <w:r>
        <w:t>Notification de l'accord-cadre</w:t>
      </w:r>
    </w:p>
    <w:p w14:paraId="21194D3A" w14:textId="77777777" w:rsidR="00281D30" w:rsidRDefault="00611B25">
      <w:pPr>
        <w:pStyle w:val="RedaliaNormal"/>
      </w:pPr>
      <w:r>
        <w:t>Date de notification :</w:t>
      </w:r>
      <w:r>
        <w:tab/>
      </w:r>
    </w:p>
    <w:p w14:paraId="62B46004" w14:textId="77777777" w:rsidR="00281D30" w:rsidRDefault="00281D30">
      <w:pPr>
        <w:pStyle w:val="RedaliaNormal"/>
      </w:pPr>
    </w:p>
    <w:p w14:paraId="3CD47144" w14:textId="77777777" w:rsidR="00281D30" w:rsidRDefault="00281D30">
      <w:pPr>
        <w:pStyle w:val="RedaliaNormal"/>
        <w:pageBreakBefore/>
      </w:pPr>
    </w:p>
    <w:p w14:paraId="3D0A0230" w14:textId="77777777" w:rsidR="00281D30" w:rsidRDefault="00611B25">
      <w:pPr>
        <w:pStyle w:val="RdaliaTitredossier"/>
      </w:pPr>
      <w:r>
        <w:t>Sommaire</w:t>
      </w:r>
    </w:p>
    <w:p w14:paraId="55380BD9" w14:textId="628E8576"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7106308" w:history="1">
        <w:r w:rsidRPr="00576D84">
          <w:rPr>
            <w:rStyle w:val="Lienhypertexte"/>
            <w:noProof/>
          </w:rPr>
          <w:t>1.</w:t>
        </w:r>
        <w:r>
          <w:rPr>
            <w:rFonts w:asciiTheme="minorHAnsi" w:eastAsiaTheme="minorEastAsia" w:hAnsiTheme="minorHAnsi" w:cstheme="minorBidi"/>
            <w:b w:val="0"/>
            <w:noProof/>
            <w:kern w:val="2"/>
            <w:szCs w:val="24"/>
            <w14:ligatures w14:val="standardContextual"/>
          </w:rPr>
          <w:tab/>
        </w:r>
        <w:r w:rsidRPr="00576D84">
          <w:rPr>
            <w:rStyle w:val="Lienhypertexte"/>
            <w:noProof/>
          </w:rPr>
          <w:t>Objet de l'accord-cadre</w:t>
        </w:r>
        <w:r>
          <w:rPr>
            <w:noProof/>
          </w:rPr>
          <w:tab/>
        </w:r>
        <w:r>
          <w:rPr>
            <w:noProof/>
          </w:rPr>
          <w:fldChar w:fldCharType="begin"/>
        </w:r>
        <w:r>
          <w:rPr>
            <w:noProof/>
          </w:rPr>
          <w:instrText xml:space="preserve"> PAGEREF _Toc207106308 \h </w:instrText>
        </w:r>
        <w:r>
          <w:rPr>
            <w:noProof/>
          </w:rPr>
        </w:r>
        <w:r>
          <w:rPr>
            <w:noProof/>
          </w:rPr>
          <w:fldChar w:fldCharType="separate"/>
        </w:r>
        <w:r>
          <w:rPr>
            <w:noProof/>
          </w:rPr>
          <w:t>4</w:t>
        </w:r>
        <w:r>
          <w:rPr>
            <w:noProof/>
          </w:rPr>
          <w:fldChar w:fldCharType="end"/>
        </w:r>
      </w:hyperlink>
    </w:p>
    <w:p w14:paraId="622B68AF" w14:textId="28D35BC7"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09" w:history="1">
        <w:r w:rsidRPr="00576D84">
          <w:rPr>
            <w:rStyle w:val="Lienhypertexte"/>
            <w:noProof/>
          </w:rPr>
          <w:t>1.1</w:t>
        </w:r>
        <w:r>
          <w:rPr>
            <w:rFonts w:asciiTheme="minorHAnsi" w:eastAsiaTheme="minorEastAsia" w:hAnsiTheme="minorHAnsi" w:cstheme="minorBidi"/>
            <w:noProof/>
            <w:kern w:val="2"/>
            <w:sz w:val="24"/>
            <w:szCs w:val="24"/>
            <w14:ligatures w14:val="standardContextual"/>
          </w:rPr>
          <w:tab/>
        </w:r>
        <w:r w:rsidRPr="00576D84">
          <w:rPr>
            <w:rStyle w:val="Lienhypertexte"/>
            <w:noProof/>
          </w:rPr>
          <w:t>Bons de commande</w:t>
        </w:r>
        <w:r>
          <w:rPr>
            <w:noProof/>
          </w:rPr>
          <w:tab/>
        </w:r>
        <w:r>
          <w:rPr>
            <w:noProof/>
          </w:rPr>
          <w:fldChar w:fldCharType="begin"/>
        </w:r>
        <w:r>
          <w:rPr>
            <w:noProof/>
          </w:rPr>
          <w:instrText xml:space="preserve"> PAGEREF _Toc207106309 \h </w:instrText>
        </w:r>
        <w:r>
          <w:rPr>
            <w:noProof/>
          </w:rPr>
        </w:r>
        <w:r>
          <w:rPr>
            <w:noProof/>
          </w:rPr>
          <w:fldChar w:fldCharType="separate"/>
        </w:r>
        <w:r>
          <w:rPr>
            <w:noProof/>
          </w:rPr>
          <w:t>4</w:t>
        </w:r>
        <w:r>
          <w:rPr>
            <w:noProof/>
          </w:rPr>
          <w:fldChar w:fldCharType="end"/>
        </w:r>
      </w:hyperlink>
    </w:p>
    <w:p w14:paraId="365BEE25" w14:textId="2785216C"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10" w:history="1">
        <w:r w:rsidRPr="00576D84">
          <w:rPr>
            <w:rStyle w:val="Lienhypertexte"/>
            <w:noProof/>
          </w:rPr>
          <w:t>1.2</w:t>
        </w:r>
        <w:r>
          <w:rPr>
            <w:rFonts w:asciiTheme="minorHAnsi" w:eastAsiaTheme="minorEastAsia" w:hAnsiTheme="minorHAnsi" w:cstheme="minorBidi"/>
            <w:noProof/>
            <w:kern w:val="2"/>
            <w:sz w:val="24"/>
            <w:szCs w:val="24"/>
            <w14:ligatures w14:val="standardContextual"/>
          </w:rPr>
          <w:tab/>
        </w:r>
        <w:r w:rsidRPr="00576D84">
          <w:rPr>
            <w:rStyle w:val="Lienhypertexte"/>
            <w:noProof/>
          </w:rPr>
          <w:t>Nomenclature</w:t>
        </w:r>
        <w:r>
          <w:rPr>
            <w:noProof/>
          </w:rPr>
          <w:tab/>
        </w:r>
        <w:r>
          <w:rPr>
            <w:noProof/>
          </w:rPr>
          <w:fldChar w:fldCharType="begin"/>
        </w:r>
        <w:r>
          <w:rPr>
            <w:noProof/>
          </w:rPr>
          <w:instrText xml:space="preserve"> PAGEREF _Toc207106310 \h </w:instrText>
        </w:r>
        <w:r>
          <w:rPr>
            <w:noProof/>
          </w:rPr>
        </w:r>
        <w:r>
          <w:rPr>
            <w:noProof/>
          </w:rPr>
          <w:fldChar w:fldCharType="separate"/>
        </w:r>
        <w:r>
          <w:rPr>
            <w:noProof/>
          </w:rPr>
          <w:t>4</w:t>
        </w:r>
        <w:r>
          <w:rPr>
            <w:noProof/>
          </w:rPr>
          <w:fldChar w:fldCharType="end"/>
        </w:r>
      </w:hyperlink>
    </w:p>
    <w:p w14:paraId="7FCBE2D8" w14:textId="5D798C09"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11" w:history="1">
        <w:r w:rsidRPr="00576D84">
          <w:rPr>
            <w:rStyle w:val="Lienhypertexte"/>
            <w:noProof/>
          </w:rPr>
          <w:t>2.</w:t>
        </w:r>
        <w:r>
          <w:rPr>
            <w:rFonts w:asciiTheme="minorHAnsi" w:eastAsiaTheme="minorEastAsia" w:hAnsiTheme="minorHAnsi" w:cstheme="minorBidi"/>
            <w:b w:val="0"/>
            <w:noProof/>
            <w:kern w:val="2"/>
            <w:szCs w:val="24"/>
            <w14:ligatures w14:val="standardContextual"/>
          </w:rPr>
          <w:tab/>
        </w:r>
        <w:r w:rsidRPr="00576D84">
          <w:rPr>
            <w:rStyle w:val="Lienhypertexte"/>
            <w:noProof/>
          </w:rPr>
          <w:t>Intervenants à l'accord-cadre</w:t>
        </w:r>
        <w:r>
          <w:rPr>
            <w:noProof/>
          </w:rPr>
          <w:tab/>
        </w:r>
        <w:r>
          <w:rPr>
            <w:noProof/>
          </w:rPr>
          <w:fldChar w:fldCharType="begin"/>
        </w:r>
        <w:r>
          <w:rPr>
            <w:noProof/>
          </w:rPr>
          <w:instrText xml:space="preserve"> PAGEREF _Toc207106311 \h </w:instrText>
        </w:r>
        <w:r>
          <w:rPr>
            <w:noProof/>
          </w:rPr>
        </w:r>
        <w:r>
          <w:rPr>
            <w:noProof/>
          </w:rPr>
          <w:fldChar w:fldCharType="separate"/>
        </w:r>
        <w:r>
          <w:rPr>
            <w:noProof/>
          </w:rPr>
          <w:t>4</w:t>
        </w:r>
        <w:r>
          <w:rPr>
            <w:noProof/>
          </w:rPr>
          <w:fldChar w:fldCharType="end"/>
        </w:r>
      </w:hyperlink>
    </w:p>
    <w:p w14:paraId="4BCA7DC4" w14:textId="2D538910"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12" w:history="1">
        <w:r w:rsidRPr="00576D84">
          <w:rPr>
            <w:rStyle w:val="Lienhypertexte"/>
            <w:noProof/>
          </w:rPr>
          <w:t>2.1</w:t>
        </w:r>
        <w:r>
          <w:rPr>
            <w:rFonts w:asciiTheme="minorHAnsi" w:eastAsiaTheme="minorEastAsia" w:hAnsiTheme="minorHAnsi" w:cstheme="minorBidi"/>
            <w:noProof/>
            <w:kern w:val="2"/>
            <w:sz w:val="24"/>
            <w:szCs w:val="24"/>
            <w14:ligatures w14:val="standardContextual"/>
          </w:rPr>
          <w:tab/>
        </w:r>
        <w:r w:rsidRPr="00576D84">
          <w:rPr>
            <w:rStyle w:val="Lienhypertexte"/>
            <w:noProof/>
          </w:rPr>
          <w:t>Acheteur</w:t>
        </w:r>
        <w:r>
          <w:rPr>
            <w:noProof/>
          </w:rPr>
          <w:tab/>
        </w:r>
        <w:r>
          <w:rPr>
            <w:noProof/>
          </w:rPr>
          <w:fldChar w:fldCharType="begin"/>
        </w:r>
        <w:r>
          <w:rPr>
            <w:noProof/>
          </w:rPr>
          <w:instrText xml:space="preserve"> PAGEREF _Toc207106312 \h </w:instrText>
        </w:r>
        <w:r>
          <w:rPr>
            <w:noProof/>
          </w:rPr>
        </w:r>
        <w:r>
          <w:rPr>
            <w:noProof/>
          </w:rPr>
          <w:fldChar w:fldCharType="separate"/>
        </w:r>
        <w:r>
          <w:rPr>
            <w:noProof/>
          </w:rPr>
          <w:t>4</w:t>
        </w:r>
        <w:r>
          <w:rPr>
            <w:noProof/>
          </w:rPr>
          <w:fldChar w:fldCharType="end"/>
        </w:r>
      </w:hyperlink>
    </w:p>
    <w:p w14:paraId="3247A770" w14:textId="324BA1F5" w:rsidR="00611B25" w:rsidRDefault="00611B25">
      <w:pPr>
        <w:pStyle w:val="TM3"/>
        <w:tabs>
          <w:tab w:val="left" w:pos="1200"/>
        </w:tabs>
        <w:rPr>
          <w:rFonts w:asciiTheme="minorHAnsi" w:eastAsiaTheme="minorEastAsia" w:hAnsiTheme="minorHAnsi" w:cstheme="minorBidi"/>
          <w:noProof/>
          <w:kern w:val="2"/>
          <w:sz w:val="24"/>
          <w:szCs w:val="24"/>
          <w14:ligatures w14:val="standardContextual"/>
        </w:rPr>
      </w:pPr>
      <w:hyperlink w:anchor="_Toc207106313" w:history="1">
        <w:r w:rsidRPr="00576D84">
          <w:rPr>
            <w:rStyle w:val="Lienhypertexte"/>
            <w:noProof/>
          </w:rPr>
          <w:t>2.1.1</w:t>
        </w:r>
        <w:r>
          <w:rPr>
            <w:rFonts w:asciiTheme="minorHAnsi" w:eastAsiaTheme="minorEastAsia" w:hAnsiTheme="minorHAnsi" w:cstheme="minorBidi"/>
            <w:noProof/>
            <w:kern w:val="2"/>
            <w:sz w:val="24"/>
            <w:szCs w:val="24"/>
            <w14:ligatures w14:val="standardContextual"/>
          </w:rPr>
          <w:tab/>
        </w:r>
        <w:r w:rsidRPr="00576D84">
          <w:rPr>
            <w:rStyle w:val="Lienhypertexte"/>
            <w:noProof/>
          </w:rPr>
          <w:t>Personne habilitée à donner les renseignements relatifs aux nantissements et cessions de créances</w:t>
        </w:r>
        <w:r>
          <w:rPr>
            <w:noProof/>
          </w:rPr>
          <w:tab/>
        </w:r>
        <w:r>
          <w:rPr>
            <w:noProof/>
          </w:rPr>
          <w:fldChar w:fldCharType="begin"/>
        </w:r>
        <w:r>
          <w:rPr>
            <w:noProof/>
          </w:rPr>
          <w:instrText xml:space="preserve"> PAGEREF _Toc207106313 \h </w:instrText>
        </w:r>
        <w:r>
          <w:rPr>
            <w:noProof/>
          </w:rPr>
        </w:r>
        <w:r>
          <w:rPr>
            <w:noProof/>
          </w:rPr>
          <w:fldChar w:fldCharType="separate"/>
        </w:r>
        <w:r>
          <w:rPr>
            <w:noProof/>
          </w:rPr>
          <w:t>4</w:t>
        </w:r>
        <w:r>
          <w:rPr>
            <w:noProof/>
          </w:rPr>
          <w:fldChar w:fldCharType="end"/>
        </w:r>
      </w:hyperlink>
    </w:p>
    <w:p w14:paraId="01EF485C" w14:textId="5D500542" w:rsidR="00611B25" w:rsidRDefault="00611B25">
      <w:pPr>
        <w:pStyle w:val="TM3"/>
        <w:tabs>
          <w:tab w:val="left" w:pos="1200"/>
        </w:tabs>
        <w:rPr>
          <w:rFonts w:asciiTheme="minorHAnsi" w:eastAsiaTheme="minorEastAsia" w:hAnsiTheme="minorHAnsi" w:cstheme="minorBidi"/>
          <w:noProof/>
          <w:kern w:val="2"/>
          <w:sz w:val="24"/>
          <w:szCs w:val="24"/>
          <w14:ligatures w14:val="standardContextual"/>
        </w:rPr>
      </w:pPr>
      <w:hyperlink w:anchor="_Toc207106314" w:history="1">
        <w:r w:rsidRPr="00576D84">
          <w:rPr>
            <w:rStyle w:val="Lienhypertexte"/>
            <w:noProof/>
          </w:rPr>
          <w:t>2.1.2</w:t>
        </w:r>
        <w:r>
          <w:rPr>
            <w:rFonts w:asciiTheme="minorHAnsi" w:eastAsiaTheme="minorEastAsia" w:hAnsiTheme="minorHAnsi" w:cstheme="minorBidi"/>
            <w:noProof/>
            <w:kern w:val="2"/>
            <w:sz w:val="24"/>
            <w:szCs w:val="24"/>
            <w14:ligatures w14:val="standardContextual"/>
          </w:rPr>
          <w:tab/>
        </w:r>
        <w:r w:rsidRPr="00576D84">
          <w:rPr>
            <w:rStyle w:val="Lienhypertexte"/>
            <w:noProof/>
          </w:rPr>
          <w:t>Comptable public assignataire des paiements</w:t>
        </w:r>
        <w:r>
          <w:rPr>
            <w:noProof/>
          </w:rPr>
          <w:tab/>
        </w:r>
        <w:r>
          <w:rPr>
            <w:noProof/>
          </w:rPr>
          <w:fldChar w:fldCharType="begin"/>
        </w:r>
        <w:r>
          <w:rPr>
            <w:noProof/>
          </w:rPr>
          <w:instrText xml:space="preserve"> PAGEREF _Toc207106314 \h </w:instrText>
        </w:r>
        <w:r>
          <w:rPr>
            <w:noProof/>
          </w:rPr>
        </w:r>
        <w:r>
          <w:rPr>
            <w:noProof/>
          </w:rPr>
          <w:fldChar w:fldCharType="separate"/>
        </w:r>
        <w:r>
          <w:rPr>
            <w:noProof/>
          </w:rPr>
          <w:t>4</w:t>
        </w:r>
        <w:r>
          <w:rPr>
            <w:noProof/>
          </w:rPr>
          <w:fldChar w:fldCharType="end"/>
        </w:r>
      </w:hyperlink>
    </w:p>
    <w:p w14:paraId="53B7AEA3" w14:textId="0C5317E9"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15" w:history="1">
        <w:r w:rsidRPr="00576D84">
          <w:rPr>
            <w:rStyle w:val="Lienhypertexte"/>
            <w:noProof/>
          </w:rPr>
          <w:t>3.</w:t>
        </w:r>
        <w:r>
          <w:rPr>
            <w:rFonts w:asciiTheme="minorHAnsi" w:eastAsiaTheme="minorEastAsia" w:hAnsiTheme="minorHAnsi" w:cstheme="minorBidi"/>
            <w:b w:val="0"/>
            <w:noProof/>
            <w:kern w:val="2"/>
            <w:szCs w:val="24"/>
            <w14:ligatures w14:val="standardContextual"/>
          </w:rPr>
          <w:tab/>
        </w:r>
        <w:r w:rsidRPr="00576D84">
          <w:rPr>
            <w:rStyle w:val="Lienhypertexte"/>
            <w:noProof/>
          </w:rPr>
          <w:t>Contractant</w:t>
        </w:r>
        <w:r>
          <w:rPr>
            <w:noProof/>
          </w:rPr>
          <w:tab/>
        </w:r>
        <w:r>
          <w:rPr>
            <w:noProof/>
          </w:rPr>
          <w:fldChar w:fldCharType="begin"/>
        </w:r>
        <w:r>
          <w:rPr>
            <w:noProof/>
          </w:rPr>
          <w:instrText xml:space="preserve"> PAGEREF _Toc207106315 \h </w:instrText>
        </w:r>
        <w:r>
          <w:rPr>
            <w:noProof/>
          </w:rPr>
        </w:r>
        <w:r>
          <w:rPr>
            <w:noProof/>
          </w:rPr>
          <w:fldChar w:fldCharType="separate"/>
        </w:r>
        <w:r>
          <w:rPr>
            <w:noProof/>
          </w:rPr>
          <w:t>5</w:t>
        </w:r>
        <w:r>
          <w:rPr>
            <w:noProof/>
          </w:rPr>
          <w:fldChar w:fldCharType="end"/>
        </w:r>
      </w:hyperlink>
    </w:p>
    <w:p w14:paraId="48B38C6B" w14:textId="455C3FF0"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16" w:history="1">
        <w:r w:rsidRPr="00576D84">
          <w:rPr>
            <w:rStyle w:val="Lienhypertexte"/>
            <w:noProof/>
          </w:rPr>
          <w:t>4.</w:t>
        </w:r>
        <w:r>
          <w:rPr>
            <w:rFonts w:asciiTheme="minorHAnsi" w:eastAsiaTheme="minorEastAsia" w:hAnsiTheme="minorHAnsi" w:cstheme="minorBidi"/>
            <w:b w:val="0"/>
            <w:noProof/>
            <w:kern w:val="2"/>
            <w:szCs w:val="24"/>
            <w14:ligatures w14:val="standardContextual"/>
          </w:rPr>
          <w:tab/>
        </w:r>
        <w:r w:rsidRPr="00576D84">
          <w:rPr>
            <w:rStyle w:val="Lienhypertexte"/>
            <w:noProof/>
          </w:rPr>
          <w:t>Durée de l'accord-cadre – Délais d’exécution – Reconduction</w:t>
        </w:r>
        <w:r>
          <w:rPr>
            <w:noProof/>
          </w:rPr>
          <w:tab/>
        </w:r>
        <w:r>
          <w:rPr>
            <w:noProof/>
          </w:rPr>
          <w:fldChar w:fldCharType="begin"/>
        </w:r>
        <w:r>
          <w:rPr>
            <w:noProof/>
          </w:rPr>
          <w:instrText xml:space="preserve"> PAGEREF _Toc207106316 \h </w:instrText>
        </w:r>
        <w:r>
          <w:rPr>
            <w:noProof/>
          </w:rPr>
        </w:r>
        <w:r>
          <w:rPr>
            <w:noProof/>
          </w:rPr>
          <w:fldChar w:fldCharType="separate"/>
        </w:r>
        <w:r>
          <w:rPr>
            <w:noProof/>
          </w:rPr>
          <w:t>6</w:t>
        </w:r>
        <w:r>
          <w:rPr>
            <w:noProof/>
          </w:rPr>
          <w:fldChar w:fldCharType="end"/>
        </w:r>
      </w:hyperlink>
    </w:p>
    <w:p w14:paraId="2B1EB040" w14:textId="146FED6D"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17" w:history="1">
        <w:r w:rsidRPr="00576D84">
          <w:rPr>
            <w:rStyle w:val="Lienhypertexte"/>
            <w:noProof/>
          </w:rPr>
          <w:t>4.1</w:t>
        </w:r>
        <w:r>
          <w:rPr>
            <w:rFonts w:asciiTheme="minorHAnsi" w:eastAsiaTheme="minorEastAsia" w:hAnsiTheme="minorHAnsi" w:cstheme="minorBidi"/>
            <w:noProof/>
            <w:kern w:val="2"/>
            <w:sz w:val="24"/>
            <w:szCs w:val="24"/>
            <w14:ligatures w14:val="standardContextual"/>
          </w:rPr>
          <w:tab/>
        </w:r>
        <w:r w:rsidRPr="00576D84">
          <w:rPr>
            <w:rStyle w:val="Lienhypertexte"/>
            <w:noProof/>
          </w:rPr>
          <w:t>Durée de l'accord-cadre</w:t>
        </w:r>
        <w:r>
          <w:rPr>
            <w:noProof/>
          </w:rPr>
          <w:tab/>
        </w:r>
        <w:r>
          <w:rPr>
            <w:noProof/>
          </w:rPr>
          <w:fldChar w:fldCharType="begin"/>
        </w:r>
        <w:r>
          <w:rPr>
            <w:noProof/>
          </w:rPr>
          <w:instrText xml:space="preserve"> PAGEREF _Toc207106317 \h </w:instrText>
        </w:r>
        <w:r>
          <w:rPr>
            <w:noProof/>
          </w:rPr>
        </w:r>
        <w:r>
          <w:rPr>
            <w:noProof/>
          </w:rPr>
          <w:fldChar w:fldCharType="separate"/>
        </w:r>
        <w:r>
          <w:rPr>
            <w:noProof/>
          </w:rPr>
          <w:t>6</w:t>
        </w:r>
        <w:r>
          <w:rPr>
            <w:noProof/>
          </w:rPr>
          <w:fldChar w:fldCharType="end"/>
        </w:r>
      </w:hyperlink>
    </w:p>
    <w:p w14:paraId="535C56C0" w14:textId="5C048B7E"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18" w:history="1">
        <w:r w:rsidRPr="00576D84">
          <w:rPr>
            <w:rStyle w:val="Lienhypertexte"/>
            <w:noProof/>
          </w:rPr>
          <w:t>4.2</w:t>
        </w:r>
        <w:r>
          <w:rPr>
            <w:rFonts w:asciiTheme="minorHAnsi" w:eastAsiaTheme="minorEastAsia" w:hAnsiTheme="minorHAnsi" w:cstheme="minorBidi"/>
            <w:noProof/>
            <w:kern w:val="2"/>
            <w:sz w:val="24"/>
            <w:szCs w:val="24"/>
            <w14:ligatures w14:val="standardContextual"/>
          </w:rPr>
          <w:tab/>
        </w:r>
        <w:r w:rsidRPr="00576D84">
          <w:rPr>
            <w:rStyle w:val="Lienhypertexte"/>
            <w:noProof/>
          </w:rPr>
          <w:t>Délai d’exécution des bons de commande</w:t>
        </w:r>
        <w:r>
          <w:rPr>
            <w:noProof/>
          </w:rPr>
          <w:tab/>
        </w:r>
        <w:r>
          <w:rPr>
            <w:noProof/>
          </w:rPr>
          <w:fldChar w:fldCharType="begin"/>
        </w:r>
        <w:r>
          <w:rPr>
            <w:noProof/>
          </w:rPr>
          <w:instrText xml:space="preserve"> PAGEREF _Toc207106318 \h </w:instrText>
        </w:r>
        <w:r>
          <w:rPr>
            <w:noProof/>
          </w:rPr>
        </w:r>
        <w:r>
          <w:rPr>
            <w:noProof/>
          </w:rPr>
          <w:fldChar w:fldCharType="separate"/>
        </w:r>
        <w:r>
          <w:rPr>
            <w:noProof/>
          </w:rPr>
          <w:t>6</w:t>
        </w:r>
        <w:r>
          <w:rPr>
            <w:noProof/>
          </w:rPr>
          <w:fldChar w:fldCharType="end"/>
        </w:r>
      </w:hyperlink>
    </w:p>
    <w:p w14:paraId="1878D2E1" w14:textId="2F22379E" w:rsidR="00611B25" w:rsidRDefault="00611B25">
      <w:pPr>
        <w:pStyle w:val="TM2"/>
        <w:tabs>
          <w:tab w:val="left" w:pos="799"/>
        </w:tabs>
        <w:rPr>
          <w:rFonts w:asciiTheme="minorHAnsi" w:eastAsiaTheme="minorEastAsia" w:hAnsiTheme="minorHAnsi" w:cstheme="minorBidi"/>
          <w:noProof/>
          <w:kern w:val="2"/>
          <w:sz w:val="24"/>
          <w:szCs w:val="24"/>
          <w14:ligatures w14:val="standardContextual"/>
        </w:rPr>
      </w:pPr>
      <w:hyperlink w:anchor="_Toc207106319" w:history="1">
        <w:r w:rsidRPr="00576D84">
          <w:rPr>
            <w:rStyle w:val="Lienhypertexte"/>
            <w:noProof/>
          </w:rPr>
          <w:t>4.3</w:t>
        </w:r>
        <w:r>
          <w:rPr>
            <w:rFonts w:asciiTheme="minorHAnsi" w:eastAsiaTheme="minorEastAsia" w:hAnsiTheme="minorHAnsi" w:cstheme="minorBidi"/>
            <w:noProof/>
            <w:kern w:val="2"/>
            <w:sz w:val="24"/>
            <w:szCs w:val="24"/>
            <w14:ligatures w14:val="standardContextual"/>
          </w:rPr>
          <w:tab/>
        </w:r>
        <w:r w:rsidRPr="00576D84">
          <w:rPr>
            <w:rStyle w:val="Lienhypertexte"/>
            <w:noProof/>
          </w:rPr>
          <w:t>Reconduction</w:t>
        </w:r>
        <w:r>
          <w:rPr>
            <w:noProof/>
          </w:rPr>
          <w:tab/>
        </w:r>
        <w:r>
          <w:rPr>
            <w:noProof/>
          </w:rPr>
          <w:fldChar w:fldCharType="begin"/>
        </w:r>
        <w:r>
          <w:rPr>
            <w:noProof/>
          </w:rPr>
          <w:instrText xml:space="preserve"> PAGEREF _Toc207106319 \h </w:instrText>
        </w:r>
        <w:r>
          <w:rPr>
            <w:noProof/>
          </w:rPr>
        </w:r>
        <w:r>
          <w:rPr>
            <w:noProof/>
          </w:rPr>
          <w:fldChar w:fldCharType="separate"/>
        </w:r>
        <w:r>
          <w:rPr>
            <w:noProof/>
          </w:rPr>
          <w:t>6</w:t>
        </w:r>
        <w:r>
          <w:rPr>
            <w:noProof/>
          </w:rPr>
          <w:fldChar w:fldCharType="end"/>
        </w:r>
      </w:hyperlink>
    </w:p>
    <w:p w14:paraId="6E3EAE05" w14:textId="249B0AF6"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20" w:history="1">
        <w:r w:rsidRPr="00576D84">
          <w:rPr>
            <w:rStyle w:val="Lienhypertexte"/>
            <w:noProof/>
          </w:rPr>
          <w:t>5.</w:t>
        </w:r>
        <w:r>
          <w:rPr>
            <w:rFonts w:asciiTheme="minorHAnsi" w:eastAsiaTheme="minorEastAsia" w:hAnsiTheme="minorHAnsi" w:cstheme="minorBidi"/>
            <w:b w:val="0"/>
            <w:noProof/>
            <w:kern w:val="2"/>
            <w:szCs w:val="24"/>
            <w14:ligatures w14:val="standardContextual"/>
          </w:rPr>
          <w:tab/>
        </w:r>
        <w:r w:rsidRPr="00576D84">
          <w:rPr>
            <w:rStyle w:val="Lienhypertexte"/>
            <w:noProof/>
          </w:rPr>
          <w:t>Délai d’établissement des prestations</w:t>
        </w:r>
        <w:r>
          <w:rPr>
            <w:noProof/>
          </w:rPr>
          <w:tab/>
        </w:r>
        <w:r>
          <w:rPr>
            <w:noProof/>
          </w:rPr>
          <w:fldChar w:fldCharType="begin"/>
        </w:r>
        <w:r>
          <w:rPr>
            <w:noProof/>
          </w:rPr>
          <w:instrText xml:space="preserve"> PAGEREF _Toc207106320 \h </w:instrText>
        </w:r>
        <w:r>
          <w:rPr>
            <w:noProof/>
          </w:rPr>
        </w:r>
        <w:r>
          <w:rPr>
            <w:noProof/>
          </w:rPr>
          <w:fldChar w:fldCharType="separate"/>
        </w:r>
        <w:r>
          <w:rPr>
            <w:noProof/>
          </w:rPr>
          <w:t>6</w:t>
        </w:r>
        <w:r>
          <w:rPr>
            <w:noProof/>
          </w:rPr>
          <w:fldChar w:fldCharType="end"/>
        </w:r>
      </w:hyperlink>
    </w:p>
    <w:p w14:paraId="75A6DD11" w14:textId="258ED370"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21" w:history="1">
        <w:r w:rsidRPr="00576D84">
          <w:rPr>
            <w:rStyle w:val="Lienhypertexte"/>
            <w:noProof/>
          </w:rPr>
          <w:t>6.</w:t>
        </w:r>
        <w:r>
          <w:rPr>
            <w:rFonts w:asciiTheme="minorHAnsi" w:eastAsiaTheme="minorEastAsia" w:hAnsiTheme="minorHAnsi" w:cstheme="minorBidi"/>
            <w:b w:val="0"/>
            <w:noProof/>
            <w:kern w:val="2"/>
            <w:szCs w:val="24"/>
            <w14:ligatures w14:val="standardContextual"/>
          </w:rPr>
          <w:tab/>
        </w:r>
        <w:r w:rsidRPr="00576D84">
          <w:rPr>
            <w:rStyle w:val="Lienhypertexte"/>
            <w:noProof/>
          </w:rPr>
          <w:t>Prix</w:t>
        </w:r>
        <w:r>
          <w:rPr>
            <w:noProof/>
          </w:rPr>
          <w:tab/>
        </w:r>
        <w:r>
          <w:rPr>
            <w:noProof/>
          </w:rPr>
          <w:fldChar w:fldCharType="begin"/>
        </w:r>
        <w:r>
          <w:rPr>
            <w:noProof/>
          </w:rPr>
          <w:instrText xml:space="preserve"> PAGEREF _Toc207106321 \h </w:instrText>
        </w:r>
        <w:r>
          <w:rPr>
            <w:noProof/>
          </w:rPr>
        </w:r>
        <w:r>
          <w:rPr>
            <w:noProof/>
          </w:rPr>
          <w:fldChar w:fldCharType="separate"/>
        </w:r>
        <w:r>
          <w:rPr>
            <w:noProof/>
          </w:rPr>
          <w:t>6</w:t>
        </w:r>
        <w:r>
          <w:rPr>
            <w:noProof/>
          </w:rPr>
          <w:fldChar w:fldCharType="end"/>
        </w:r>
      </w:hyperlink>
    </w:p>
    <w:p w14:paraId="1D7BBAB5" w14:textId="61676C64"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22" w:history="1">
        <w:r w:rsidRPr="00576D84">
          <w:rPr>
            <w:rStyle w:val="Lienhypertexte"/>
            <w:noProof/>
          </w:rPr>
          <w:t>7.</w:t>
        </w:r>
        <w:r>
          <w:rPr>
            <w:rFonts w:asciiTheme="minorHAnsi" w:eastAsiaTheme="minorEastAsia" w:hAnsiTheme="minorHAnsi" w:cstheme="minorBidi"/>
            <w:b w:val="0"/>
            <w:noProof/>
            <w:kern w:val="2"/>
            <w:szCs w:val="24"/>
            <w14:ligatures w14:val="standardContextual"/>
          </w:rPr>
          <w:tab/>
        </w:r>
        <w:r w:rsidRPr="00576D84">
          <w:rPr>
            <w:rStyle w:val="Lienhypertexte"/>
            <w:noProof/>
          </w:rPr>
          <w:t>Avance</w:t>
        </w:r>
        <w:r>
          <w:rPr>
            <w:noProof/>
          </w:rPr>
          <w:tab/>
        </w:r>
        <w:r>
          <w:rPr>
            <w:noProof/>
          </w:rPr>
          <w:fldChar w:fldCharType="begin"/>
        </w:r>
        <w:r>
          <w:rPr>
            <w:noProof/>
          </w:rPr>
          <w:instrText xml:space="preserve"> PAGEREF _Toc207106322 \h </w:instrText>
        </w:r>
        <w:r>
          <w:rPr>
            <w:noProof/>
          </w:rPr>
        </w:r>
        <w:r>
          <w:rPr>
            <w:noProof/>
          </w:rPr>
          <w:fldChar w:fldCharType="separate"/>
        </w:r>
        <w:r>
          <w:rPr>
            <w:noProof/>
          </w:rPr>
          <w:t>7</w:t>
        </w:r>
        <w:r>
          <w:rPr>
            <w:noProof/>
          </w:rPr>
          <w:fldChar w:fldCharType="end"/>
        </w:r>
      </w:hyperlink>
    </w:p>
    <w:p w14:paraId="2EB66A07" w14:textId="56B65D90"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23" w:history="1">
        <w:r w:rsidRPr="00576D84">
          <w:rPr>
            <w:rStyle w:val="Lienhypertexte"/>
            <w:noProof/>
          </w:rPr>
          <w:t>8.</w:t>
        </w:r>
        <w:r>
          <w:rPr>
            <w:rFonts w:asciiTheme="minorHAnsi" w:eastAsiaTheme="minorEastAsia" w:hAnsiTheme="minorHAnsi" w:cstheme="minorBidi"/>
            <w:b w:val="0"/>
            <w:noProof/>
            <w:kern w:val="2"/>
            <w:szCs w:val="24"/>
            <w14:ligatures w14:val="standardContextual"/>
          </w:rPr>
          <w:tab/>
        </w:r>
        <w:r w:rsidRPr="00576D84">
          <w:rPr>
            <w:rStyle w:val="Lienhypertexte"/>
            <w:noProof/>
          </w:rPr>
          <w:t>Signature du candidat</w:t>
        </w:r>
        <w:r>
          <w:rPr>
            <w:noProof/>
          </w:rPr>
          <w:tab/>
        </w:r>
        <w:r>
          <w:rPr>
            <w:noProof/>
          </w:rPr>
          <w:fldChar w:fldCharType="begin"/>
        </w:r>
        <w:r>
          <w:rPr>
            <w:noProof/>
          </w:rPr>
          <w:instrText xml:space="preserve"> PAGEREF _Toc207106323 \h </w:instrText>
        </w:r>
        <w:r>
          <w:rPr>
            <w:noProof/>
          </w:rPr>
        </w:r>
        <w:r>
          <w:rPr>
            <w:noProof/>
          </w:rPr>
          <w:fldChar w:fldCharType="separate"/>
        </w:r>
        <w:r>
          <w:rPr>
            <w:noProof/>
          </w:rPr>
          <w:t>7</w:t>
        </w:r>
        <w:r>
          <w:rPr>
            <w:noProof/>
          </w:rPr>
          <w:fldChar w:fldCharType="end"/>
        </w:r>
      </w:hyperlink>
    </w:p>
    <w:p w14:paraId="270E51D5" w14:textId="1EEC9247" w:rsidR="00611B25" w:rsidRDefault="00611B25">
      <w:pPr>
        <w:pStyle w:val="TM1"/>
        <w:tabs>
          <w:tab w:val="left" w:pos="601"/>
        </w:tabs>
        <w:rPr>
          <w:rFonts w:asciiTheme="minorHAnsi" w:eastAsiaTheme="minorEastAsia" w:hAnsiTheme="minorHAnsi" w:cstheme="minorBidi"/>
          <w:b w:val="0"/>
          <w:noProof/>
          <w:kern w:val="2"/>
          <w:szCs w:val="24"/>
          <w14:ligatures w14:val="standardContextual"/>
        </w:rPr>
      </w:pPr>
      <w:hyperlink w:anchor="_Toc207106324" w:history="1">
        <w:r w:rsidRPr="00576D84">
          <w:rPr>
            <w:rStyle w:val="Lienhypertexte"/>
            <w:noProof/>
          </w:rPr>
          <w:t>9.</w:t>
        </w:r>
        <w:r>
          <w:rPr>
            <w:rFonts w:asciiTheme="minorHAnsi" w:eastAsiaTheme="minorEastAsia" w:hAnsiTheme="minorHAnsi" w:cstheme="minorBidi"/>
            <w:b w:val="0"/>
            <w:noProof/>
            <w:kern w:val="2"/>
            <w:szCs w:val="24"/>
            <w14:ligatures w14:val="standardContextual"/>
          </w:rPr>
          <w:tab/>
        </w:r>
        <w:r w:rsidRPr="00576D84">
          <w:rPr>
            <w:rStyle w:val="Lienhypertexte"/>
            <w:noProof/>
          </w:rPr>
          <w:t>Acceptation de l’offre</w:t>
        </w:r>
        <w:r>
          <w:rPr>
            <w:noProof/>
          </w:rPr>
          <w:tab/>
        </w:r>
        <w:r>
          <w:rPr>
            <w:noProof/>
          </w:rPr>
          <w:fldChar w:fldCharType="begin"/>
        </w:r>
        <w:r>
          <w:rPr>
            <w:noProof/>
          </w:rPr>
          <w:instrText xml:space="preserve"> PAGEREF _Toc207106324 \h </w:instrText>
        </w:r>
        <w:r>
          <w:rPr>
            <w:noProof/>
          </w:rPr>
        </w:r>
        <w:r>
          <w:rPr>
            <w:noProof/>
          </w:rPr>
          <w:fldChar w:fldCharType="separate"/>
        </w:r>
        <w:r>
          <w:rPr>
            <w:noProof/>
          </w:rPr>
          <w:t>7</w:t>
        </w:r>
        <w:r>
          <w:rPr>
            <w:noProof/>
          </w:rPr>
          <w:fldChar w:fldCharType="end"/>
        </w:r>
      </w:hyperlink>
    </w:p>
    <w:p w14:paraId="7DA2D3EE" w14:textId="6B661033" w:rsidR="00281D30" w:rsidRDefault="00611B25">
      <w:r>
        <w:rPr>
          <w:b/>
          <w:kern w:val="3"/>
          <w:sz w:val="24"/>
        </w:rPr>
        <w:fldChar w:fldCharType="end"/>
      </w:r>
    </w:p>
    <w:p w14:paraId="6AA9411A" w14:textId="77777777" w:rsidR="00281D30" w:rsidRDefault="00281D30">
      <w:pPr>
        <w:pStyle w:val="RedaliaNormal"/>
        <w:pageBreakBefore/>
      </w:pPr>
    </w:p>
    <w:p w14:paraId="7A337528" w14:textId="77777777" w:rsidR="00281D30" w:rsidRDefault="00611B25">
      <w:pPr>
        <w:pStyle w:val="RedaliaTitre1"/>
      </w:pPr>
      <w:bookmarkStart w:id="2" w:name="_Toc483841853"/>
      <w:bookmarkStart w:id="3" w:name="_Toc193359285"/>
      <w:bookmarkStart w:id="4" w:name="__RefHeading___Toc1837_1389100755"/>
      <w:bookmarkStart w:id="5" w:name="_Toc207106308"/>
      <w:bookmarkEnd w:id="2"/>
      <w:bookmarkEnd w:id="3"/>
      <w:r>
        <w:t>Objet de l'accord-cadre</w:t>
      </w:r>
      <w:bookmarkEnd w:id="4"/>
      <w:bookmarkEnd w:id="5"/>
    </w:p>
    <w:p w14:paraId="23228342" w14:textId="40233244" w:rsidR="00281D30" w:rsidRDefault="00611B25">
      <w:pPr>
        <w:pStyle w:val="RedaliaNormal"/>
      </w:pPr>
      <w:r>
        <w:t xml:space="preserve">Le présent accord-cadre a pour objet : Assistance juridique à </w:t>
      </w:r>
      <w:r w:rsidR="00F4356D">
        <w:t>l’</w:t>
      </w:r>
      <w:r>
        <w:t>élaboration et la négociation de dossiers de consultation des marchés publics de l’Agence de l’eau Rhône Méditerranée Corse.</w:t>
      </w:r>
    </w:p>
    <w:p w14:paraId="7E123B09" w14:textId="77777777" w:rsidR="00281D30" w:rsidRDefault="00281D30">
      <w:pPr>
        <w:pStyle w:val="RedaliaNormal"/>
      </w:pPr>
    </w:p>
    <w:p w14:paraId="1C6FD417" w14:textId="77777777" w:rsidR="00281D30" w:rsidRDefault="00611B25">
      <w:pPr>
        <w:pStyle w:val="RedaliaTitre2"/>
      </w:pPr>
      <w:bookmarkStart w:id="6" w:name="__RefHeading___Toc1839_1389100755"/>
      <w:bookmarkStart w:id="7" w:name="_Toc207106309"/>
      <w:r>
        <w:t>Bons de commande</w:t>
      </w:r>
      <w:bookmarkEnd w:id="6"/>
      <w:bookmarkEnd w:id="7"/>
    </w:p>
    <w:p w14:paraId="092827BD" w14:textId="77777777" w:rsidR="00281D30" w:rsidRDefault="00611B25">
      <w:pPr>
        <w:pStyle w:val="RedaliaNormal"/>
      </w:pPr>
      <w:r>
        <w:t>L'accord-cadre est un accord-cadre à bons de commande.</w:t>
      </w:r>
    </w:p>
    <w:p w14:paraId="648925AC" w14:textId="77777777" w:rsidR="00281D30" w:rsidRDefault="00611B25">
      <w:pPr>
        <w:pStyle w:val="RedaliaNormal"/>
      </w:pPr>
      <w:r>
        <w:t>La commande sera notifiée par le représentant du pouvoir adjudicateur par l’émission de bons de commande au fur et à mesure des besoins.</w:t>
      </w:r>
    </w:p>
    <w:p w14:paraId="7C77112C" w14:textId="77777777" w:rsidR="00281D30" w:rsidRDefault="00611B25">
      <w:pPr>
        <w:pStyle w:val="RedaliaNormal"/>
      </w:pPr>
      <w:r>
        <w:t>L'accord-cadre est un accord-cadre à bons de commande avec un maximum fixé en valeur.</w:t>
      </w:r>
    </w:p>
    <w:p w14:paraId="7EDAAF14" w14:textId="77777777" w:rsidR="00281D30" w:rsidRDefault="00611B25">
      <w:pPr>
        <w:pStyle w:val="RedaliaNormal"/>
      </w:pPr>
      <w:r>
        <w:t>L'accord-cadre sera conclu avec un seul opérateur économique.</w:t>
      </w:r>
    </w:p>
    <w:p w14:paraId="267B9A43" w14:textId="77777777" w:rsidR="00281D30" w:rsidRDefault="00611B25">
      <w:pPr>
        <w:pStyle w:val="RedaliaTitre2"/>
      </w:pPr>
      <w:bookmarkStart w:id="8" w:name="__RefHeading___Toc1841_1389100755"/>
      <w:bookmarkStart w:id="9" w:name="_Toc207106310"/>
      <w:r>
        <w:t>Nomenclature</w:t>
      </w:r>
      <w:bookmarkEnd w:id="8"/>
      <w:bookmarkEnd w:id="9"/>
    </w:p>
    <w:p w14:paraId="6ED9C9E3" w14:textId="77777777" w:rsidR="00281D30" w:rsidRDefault="00281D30">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281D30" w14:paraId="42CEB8FD"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230998" w14:textId="77777777" w:rsidR="00281D30" w:rsidRDefault="00611B25">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F33D713" w14:textId="77777777" w:rsidR="00281D30" w:rsidRDefault="00611B25">
            <w:pPr>
              <w:pStyle w:val="RedaliaNormal"/>
              <w:jc w:val="left"/>
              <w:rPr>
                <w:rFonts w:cs="Calibri"/>
              </w:rPr>
            </w:pPr>
            <w:r>
              <w:rPr>
                <w:rFonts w:cs="Calibri"/>
              </w:rPr>
              <w:t>79111000-5 – Services de conseil juridique</w:t>
            </w:r>
          </w:p>
        </w:tc>
      </w:tr>
      <w:tr w:rsidR="00281D30" w14:paraId="1EFAE826"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9B8786" w14:textId="77777777" w:rsidR="00281D30" w:rsidRDefault="00611B25">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CAAC957" w14:textId="77777777" w:rsidR="00281D30" w:rsidRDefault="00611B25">
            <w:pPr>
              <w:pStyle w:val="RedaliaNormal"/>
              <w:jc w:val="left"/>
              <w:rPr>
                <w:rFonts w:cs="Calibri"/>
              </w:rPr>
            </w:pPr>
            <w:r>
              <w:rPr>
                <w:rFonts w:cs="Calibri"/>
              </w:rPr>
              <w:t>79140000-7 – Services de conseils et d'information juridiques</w:t>
            </w:r>
          </w:p>
        </w:tc>
      </w:tr>
    </w:tbl>
    <w:p w14:paraId="1AA8AF9B" w14:textId="77777777" w:rsidR="00281D30" w:rsidRDefault="00611B25">
      <w:pPr>
        <w:pStyle w:val="RedaliaTitre1"/>
      </w:pPr>
      <w:bookmarkStart w:id="10" w:name="_Toc193359286"/>
      <w:bookmarkStart w:id="11" w:name="__RefHeading___Toc1843_1389100755"/>
      <w:bookmarkStart w:id="12" w:name="_Toc207106311"/>
      <w:bookmarkEnd w:id="10"/>
      <w:r>
        <w:t>Intervenants à l'accord-cadre</w:t>
      </w:r>
      <w:bookmarkEnd w:id="11"/>
      <w:bookmarkEnd w:id="12"/>
    </w:p>
    <w:p w14:paraId="546590D1" w14:textId="77777777" w:rsidR="00281D30" w:rsidRDefault="00611B25">
      <w:pPr>
        <w:pStyle w:val="RedaliaTitre2"/>
      </w:pPr>
      <w:bookmarkStart w:id="13" w:name="__RefHeading___Toc1845_1389100755"/>
      <w:bookmarkStart w:id="14" w:name="_Toc207106312"/>
      <w:r>
        <w:t>Acheteur</w:t>
      </w:r>
      <w:bookmarkEnd w:id="13"/>
      <w:bookmarkEnd w:id="14"/>
    </w:p>
    <w:p w14:paraId="57719504" w14:textId="77777777" w:rsidR="00281D30" w:rsidRDefault="00611B25">
      <w:pPr>
        <w:pStyle w:val="RedaliaNormal"/>
        <w:rPr>
          <w:b/>
          <w:bCs/>
        </w:rPr>
      </w:pPr>
      <w:r>
        <w:rPr>
          <w:b/>
          <w:bCs/>
        </w:rPr>
        <w:t>Agence de l'Eau Rhône Méditerranée Corse</w:t>
      </w:r>
    </w:p>
    <w:p w14:paraId="3B6E944B" w14:textId="45C16DEA" w:rsidR="00281D30" w:rsidRDefault="00611B25">
      <w:pPr>
        <w:pStyle w:val="RedaliaNormal"/>
      </w:pPr>
      <w:r>
        <w:t xml:space="preserve">Adresse : 2-4 </w:t>
      </w:r>
      <w:r w:rsidR="00740259">
        <w:t>A</w:t>
      </w:r>
      <w:r>
        <w:t>llée de Lodz   69363 LYON Cedex 07</w:t>
      </w:r>
    </w:p>
    <w:p w14:paraId="1C3BD2EC" w14:textId="77777777" w:rsidR="00281D30" w:rsidRDefault="00611B25">
      <w:pPr>
        <w:pStyle w:val="RedaliaNormal"/>
      </w:pPr>
      <w:r>
        <w:t>Téléphone : 0472712600</w:t>
      </w:r>
    </w:p>
    <w:p w14:paraId="3E175AC3" w14:textId="77777777" w:rsidR="00281D30" w:rsidRDefault="00611B25">
      <w:pPr>
        <w:pStyle w:val="RedaliaNormal"/>
      </w:pPr>
      <w:r>
        <w:t>Mail : Contact.SAAJ@eaurmc.fr</w:t>
      </w:r>
    </w:p>
    <w:p w14:paraId="2101B911" w14:textId="77777777" w:rsidR="00281D30" w:rsidRDefault="00281D30">
      <w:pPr>
        <w:pStyle w:val="RedaliaNormal"/>
      </w:pPr>
    </w:p>
    <w:p w14:paraId="5A258CED" w14:textId="77777777" w:rsidR="00281D30" w:rsidRDefault="00611B25">
      <w:pPr>
        <w:pStyle w:val="RedaliaNormal"/>
      </w:pPr>
      <w:r>
        <w:t xml:space="preserve">Représenté par : </w:t>
      </w:r>
      <w:r>
        <w:rPr>
          <w:b/>
          <w:bCs/>
        </w:rPr>
        <w:t>Nicolas MOURLON</w:t>
      </w:r>
      <w:r>
        <w:t>, Directeur Général.</w:t>
      </w:r>
    </w:p>
    <w:p w14:paraId="6D9C5270" w14:textId="77777777" w:rsidR="00281D30" w:rsidRDefault="00611B25">
      <w:pPr>
        <w:pStyle w:val="RedaliaNormal"/>
      </w:pPr>
      <w:r>
        <w:t>Référence de l'arrêté de désignation de la personne signataire de l'accord-cadre : Art. R.213-42 du code de l’environnement et arrêté du 8 janvier 2024 portant nomination du Directeur Général de l’Agence de l’Eau Rhône Méditerranée Corse.</w:t>
      </w:r>
    </w:p>
    <w:p w14:paraId="21137392" w14:textId="77777777" w:rsidR="00281D30" w:rsidRDefault="00611B25">
      <w:pPr>
        <w:pStyle w:val="RedaliaTitre3"/>
      </w:pPr>
      <w:bookmarkStart w:id="15" w:name="__RefHeading___Toc1847_1389100755"/>
      <w:bookmarkStart w:id="16" w:name="_Toc207106313"/>
      <w:r>
        <w:t>Personne habilitée à donner les renseignements relatifs aux nantissements et cessions de créances</w:t>
      </w:r>
      <w:bookmarkEnd w:id="15"/>
      <w:bookmarkEnd w:id="16"/>
    </w:p>
    <w:p w14:paraId="02457CA3" w14:textId="62BC5A76" w:rsidR="00281D30" w:rsidRDefault="00611B25">
      <w:pPr>
        <w:pStyle w:val="RedaliaNormal"/>
      </w:pPr>
      <w:r>
        <w:t>M. Nicolas MOURLON Directeur Général de l’Agence de l’eau Rhône Méditerranée Corse, Personne Représentant l'acheteur.</w:t>
      </w:r>
    </w:p>
    <w:p w14:paraId="3ECB2F77" w14:textId="77777777" w:rsidR="00281D30" w:rsidRDefault="00611B25">
      <w:pPr>
        <w:pStyle w:val="RedaliaTitre3"/>
      </w:pPr>
      <w:bookmarkStart w:id="17" w:name="__RefHeading___Toc1849_1389100755"/>
      <w:bookmarkStart w:id="18" w:name="_Toc207106314"/>
      <w:r>
        <w:t>Comptable public assignataire des paiements</w:t>
      </w:r>
      <w:bookmarkEnd w:id="17"/>
      <w:bookmarkEnd w:id="18"/>
    </w:p>
    <w:p w14:paraId="13E8AF31" w14:textId="77777777" w:rsidR="00281D30" w:rsidRDefault="00611B25">
      <w:pPr>
        <w:pStyle w:val="RedaliaNormal"/>
      </w:pPr>
      <w:r>
        <w:t>Madame l'Agent Comptable 2-4 Allée de Lodz 69363 Lyon Cedex 07.</w:t>
      </w:r>
    </w:p>
    <w:p w14:paraId="6095B5CD" w14:textId="77777777" w:rsidR="00281D30" w:rsidRDefault="00281D30">
      <w:pPr>
        <w:pStyle w:val="RedaliaNormal"/>
      </w:pPr>
    </w:p>
    <w:p w14:paraId="6A6C72DB" w14:textId="77777777" w:rsidR="00281D30" w:rsidRDefault="00611B25">
      <w:pPr>
        <w:pStyle w:val="RedaliaNormal"/>
      </w:pPr>
      <w:r>
        <w:t>Les cessions de créance doivent être notifiées ou les nantissements signifiés à l’organisme désigné ci-dessus.</w:t>
      </w:r>
    </w:p>
    <w:p w14:paraId="3A39871B" w14:textId="77777777" w:rsidR="00611B25" w:rsidRDefault="00611B25">
      <w:pPr>
        <w:pStyle w:val="RedaliaNormal"/>
      </w:pPr>
    </w:p>
    <w:p w14:paraId="5D7F1F49" w14:textId="77777777" w:rsidR="00281D30" w:rsidRDefault="00611B25">
      <w:pPr>
        <w:pStyle w:val="RedaliaTitre1"/>
      </w:pPr>
      <w:bookmarkStart w:id="19" w:name="_Toc192648939"/>
      <w:bookmarkStart w:id="20" w:name="__RefHeading___Toc1851_1389100755"/>
      <w:bookmarkStart w:id="21" w:name="_Toc174160389"/>
      <w:bookmarkStart w:id="22" w:name="_Toc207106315"/>
      <w:r>
        <w:lastRenderedPageBreak/>
        <w:t>Contractant</w:t>
      </w:r>
      <w:bookmarkEnd w:id="19"/>
      <w:bookmarkEnd w:id="20"/>
      <w:bookmarkEnd w:id="21"/>
      <w:bookmarkEnd w:id="22"/>
    </w:p>
    <w:p w14:paraId="70E02AA7" w14:textId="77777777" w:rsidR="00281D30" w:rsidRDefault="00611B25">
      <w:pPr>
        <w:pStyle w:val="RedaliaNormal"/>
      </w:pPr>
      <w:r>
        <w:t>Après avoir pris connaissance du cahier des clauses administratives particulières et des documents qui sont mentionnés au présent acte d'engagement,</w:t>
      </w:r>
    </w:p>
    <w:p w14:paraId="62D14187" w14:textId="77777777" w:rsidR="00281D30" w:rsidRDefault="00611B25">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14:paraId="10CBB170" w14:textId="77777777" w:rsidR="00281D30" w:rsidRDefault="00611B25">
      <w:pPr>
        <w:pStyle w:val="RdaliaRetraitniveau2"/>
      </w:pPr>
      <w:r>
        <w:t>J’AFFIRME, sous peine de résiliation de plein droit de l'accord-cadre, que je suis titulaire d'une police d'assurance garantissant l'ensemble des responsabilités que j'encours.</w:t>
      </w:r>
    </w:p>
    <w:p w14:paraId="7162BD8C" w14:textId="77777777" w:rsidR="00281D30" w:rsidRDefault="00611B25">
      <w:pPr>
        <w:pStyle w:val="RdaliaRetraitniveau2"/>
      </w:pPr>
      <w:r>
        <w:t>Je CONFIRME, sous peine de résiliation de plein droit de l'accord-cadre, que les sous-traitants proposés sont également titulaires de polices d’assurances garantissant les responsabilités qu’ils encourent.</w:t>
      </w:r>
    </w:p>
    <w:p w14:paraId="740E95F9" w14:textId="77777777" w:rsidR="00281D30" w:rsidRDefault="00611B25">
      <w:pPr>
        <w:pStyle w:val="RedaliaNormal"/>
      </w:pPr>
      <w:r>
        <w:t xml:space="preserve">L'offre ainsi présentée ne nous lie toutefois que si l’attribution de l'accord-cadre a lieu dans un délai de 5 </w:t>
      </w:r>
      <w:proofErr w:type="gramStart"/>
      <w:r>
        <w:t>mois  à</w:t>
      </w:r>
      <w:proofErr w:type="gramEnd"/>
      <w:r>
        <w:t xml:space="preserve"> compter de la date limite de réception des offres finales.</w:t>
      </w:r>
    </w:p>
    <w:p w14:paraId="6E9C63DF" w14:textId="77777777" w:rsidR="00281D30" w:rsidRDefault="00281D30">
      <w:pPr>
        <w:pStyle w:val="RedaliaNormal"/>
      </w:pPr>
    </w:p>
    <w:p w14:paraId="00B049F1" w14:textId="77777777" w:rsidR="00281D30" w:rsidRDefault="00611B25">
      <w:pPr>
        <w:pStyle w:val="RedaliaNormal"/>
        <w:pBdr>
          <w:top w:val="single" w:sz="4" w:space="1" w:color="000000"/>
          <w:left w:val="single" w:sz="4" w:space="4" w:color="000000"/>
          <w:bottom w:val="single" w:sz="4" w:space="1" w:color="000000"/>
          <w:right w:val="single" w:sz="4" w:space="4" w:color="000000"/>
        </w:pBdr>
      </w:pPr>
      <w:bookmarkStart w:id="23" w:name="formcheckbox_off_11"/>
      <w:r>
        <w:rPr>
          <w:rFonts w:ascii="Wingdings" w:eastAsia="Wingdings" w:hAnsi="Wingdings" w:cs="Wingdings"/>
        </w:rPr>
        <w:t>¨</w:t>
      </w:r>
      <w:bookmarkEnd w:id="23"/>
      <w:r>
        <w:t xml:space="preserve"> </w:t>
      </w:r>
      <w:r>
        <w:rPr>
          <w:b/>
        </w:rPr>
        <w:t>Le signataire :</w:t>
      </w:r>
    </w:p>
    <w:p w14:paraId="061153A2"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 xml:space="preserve">                                               </w:t>
      </w:r>
      <w:bookmarkStart w:id="24" w:name="formcheckbox_off_12"/>
      <w:r>
        <w:rPr>
          <w:rFonts w:ascii="Wingdings" w:eastAsia="Wingdings" w:hAnsi="Wingdings" w:cs="Wingdings"/>
        </w:rPr>
        <w:t>¨</w:t>
      </w:r>
      <w:bookmarkEnd w:id="24"/>
      <w:r>
        <w:t xml:space="preserve"> s’engage, sur la base de son offre et pour son propre compte à exécuter les prestations demandées dans les conditions définies ci-</w:t>
      </w:r>
      <w:proofErr w:type="gramStart"/>
      <w:r>
        <w:t>après;</w:t>
      </w:r>
      <w:proofErr w:type="gramEnd"/>
    </w:p>
    <w:p w14:paraId="61C2205A"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 xml:space="preserve">                                               </w:t>
      </w:r>
      <w:bookmarkStart w:id="25" w:name="formcheckbox_off_13"/>
      <w:r>
        <w:rPr>
          <w:rFonts w:ascii="Wingdings" w:eastAsia="Wingdings" w:hAnsi="Wingdings" w:cs="Wingdings"/>
        </w:rPr>
        <w:t>¨</w:t>
      </w:r>
      <w:bookmarkEnd w:id="25"/>
      <w:r>
        <w:t xml:space="preserve"> engage la société ........................................... </w:t>
      </w:r>
      <w:proofErr w:type="gramStart"/>
      <w:r>
        <w:t>sur</w:t>
      </w:r>
      <w:proofErr w:type="gramEnd"/>
      <w:r>
        <w:t xml:space="preserve"> la base de son offre à exécuter les prestations demandées dans les conditions définies ci-après;</w:t>
      </w:r>
    </w:p>
    <w:p w14:paraId="6F60125D" w14:textId="77777777" w:rsidR="00281D30" w:rsidRDefault="00281D30">
      <w:pPr>
        <w:pStyle w:val="RedaliaNormal"/>
      </w:pPr>
    </w:p>
    <w:p w14:paraId="53AD696D" w14:textId="77777777" w:rsidR="00281D30" w:rsidRDefault="00611B25">
      <w:pPr>
        <w:pStyle w:val="RedaliaNormal"/>
        <w:pBdr>
          <w:top w:val="single" w:sz="4" w:space="1" w:color="000000"/>
          <w:left w:val="single" w:sz="4" w:space="4" w:color="000000"/>
          <w:bottom w:val="single" w:sz="4" w:space="1" w:color="000000"/>
          <w:right w:val="single" w:sz="4" w:space="4" w:color="000000"/>
        </w:pBdr>
      </w:pPr>
      <w:bookmarkStart w:id="26" w:name="formcheckbox_off_14"/>
      <w:r>
        <w:rPr>
          <w:rFonts w:ascii="Wingdings" w:eastAsia="Wingdings" w:hAnsi="Wingdings" w:cs="Wingdings"/>
        </w:rPr>
        <w:t>¨</w:t>
      </w:r>
      <w:bookmarkEnd w:id="26"/>
      <w:r>
        <w:t xml:space="preserve"> </w:t>
      </w:r>
      <w:r>
        <w:rPr>
          <w:b/>
        </w:rPr>
        <w:t>Le mandataire (1) :</w:t>
      </w:r>
    </w:p>
    <w:p w14:paraId="3EB26D50"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 xml:space="preserve">                                               </w:t>
      </w:r>
      <w:bookmarkStart w:id="27" w:name="formcheckbox_off_15"/>
      <w:r>
        <w:rPr>
          <w:rFonts w:ascii="Wingdings" w:eastAsia="Wingdings" w:hAnsi="Wingdings" w:cs="Wingdings"/>
        </w:rPr>
        <w:t>¨</w:t>
      </w:r>
      <w:bookmarkEnd w:id="27"/>
      <w:r>
        <w:t xml:space="preserve"> du groupement solidaire</w:t>
      </w:r>
    </w:p>
    <w:p w14:paraId="5E18736C"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 xml:space="preserve">                                               </w:t>
      </w:r>
      <w:bookmarkStart w:id="28" w:name="formcheckbox_off_16"/>
      <w:r>
        <w:rPr>
          <w:rFonts w:ascii="Wingdings" w:eastAsia="Wingdings" w:hAnsi="Wingdings" w:cs="Wingdings"/>
        </w:rPr>
        <w:t>¨</w:t>
      </w:r>
      <w:bookmarkEnd w:id="28"/>
      <w:r>
        <w:t xml:space="preserve"> solidaire du groupement conjoint</w:t>
      </w:r>
    </w:p>
    <w:p w14:paraId="6B10DC82" w14:textId="77777777" w:rsidR="00281D30" w:rsidRDefault="00611B25">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00E8651C" w14:textId="77777777" w:rsidR="00281D30" w:rsidRDefault="00281D30">
      <w:pPr>
        <w:pStyle w:val="RedaliaNormal"/>
      </w:pPr>
    </w:p>
    <w:p w14:paraId="6E7B9CA4" w14:textId="77777777" w:rsidR="00281D30" w:rsidRDefault="00281D30">
      <w:pPr>
        <w:pStyle w:val="RedaliaNormal"/>
      </w:pPr>
    </w:p>
    <w:p w14:paraId="173525A2" w14:textId="77777777" w:rsidR="00281D30" w:rsidRDefault="00611B25">
      <w:pPr>
        <w:pStyle w:val="RdaliaLgende"/>
      </w:pPr>
      <w:r>
        <w:t>(1) Cocher la case correspondante à la nature de votre groupement.</w:t>
      </w:r>
    </w:p>
    <w:p w14:paraId="6CF18600" w14:textId="77777777" w:rsidR="00281D30" w:rsidRDefault="00611B25">
      <w:pPr>
        <w:pStyle w:val="RdaliaLgende"/>
      </w:pPr>
      <w:r>
        <w:t>(2) Cette annexe est à dupliquer en autant d'exemplaires que nécessaire et elle est recommandée dans le cas de groupement conjoint.</w:t>
      </w:r>
    </w:p>
    <w:p w14:paraId="08AE9927" w14:textId="77777777" w:rsidR="00281D30" w:rsidRDefault="00611B25">
      <w:pPr>
        <w:pStyle w:val="RdaliaLgende"/>
      </w:pPr>
      <w:r>
        <w:t>(3) Dans le cas d'un groupement, indiquer les coordonnées du mandataire.</w:t>
      </w:r>
    </w:p>
    <w:p w14:paraId="2D36170E" w14:textId="77777777" w:rsidR="00281D30" w:rsidRDefault="00281D30">
      <w:pPr>
        <w:pStyle w:val="RedaliaNormal"/>
      </w:pPr>
    </w:p>
    <w:p w14:paraId="0F1F3C2C" w14:textId="77777777" w:rsidR="00281D30" w:rsidRDefault="00611B25">
      <w:pPr>
        <w:pStyle w:val="RedaliaNormal"/>
        <w:jc w:val="left"/>
      </w:pPr>
      <w:r>
        <w:t>Nom commercial et dénomination sociale du candidat (3) :</w:t>
      </w:r>
    </w:p>
    <w:p w14:paraId="3C540D6C" w14:textId="77777777" w:rsidR="00281D30" w:rsidRDefault="00611B25">
      <w:pPr>
        <w:pStyle w:val="RedaliaNormal"/>
        <w:jc w:val="left"/>
      </w:pPr>
      <w:r>
        <w:t>……………………………………………………………………………………………………………</w:t>
      </w:r>
    </w:p>
    <w:p w14:paraId="7F93ACDD" w14:textId="77777777" w:rsidR="00281D30" w:rsidRDefault="00611B25">
      <w:pPr>
        <w:pStyle w:val="RedaliaNormal"/>
        <w:jc w:val="left"/>
      </w:pPr>
      <w:r>
        <w:t>Adresse de l’établissement :</w:t>
      </w:r>
    </w:p>
    <w:p w14:paraId="5F5BA92C" w14:textId="77777777" w:rsidR="00281D30" w:rsidRDefault="00611B25">
      <w:pPr>
        <w:pStyle w:val="RedaliaNormal"/>
        <w:jc w:val="left"/>
      </w:pPr>
      <w:r>
        <w:t>…………………………………………………………………………………………………………...</w:t>
      </w:r>
    </w:p>
    <w:p w14:paraId="5A75E5CF" w14:textId="77777777" w:rsidR="00281D30" w:rsidRDefault="00611B25">
      <w:pPr>
        <w:pStyle w:val="RedaliaNormal"/>
        <w:jc w:val="left"/>
      </w:pPr>
      <w:r>
        <w:t>...…………………………………………………………………………………………………………</w:t>
      </w:r>
    </w:p>
    <w:p w14:paraId="77FE1475" w14:textId="77777777" w:rsidR="00281D30" w:rsidRDefault="00611B25">
      <w:pPr>
        <w:pStyle w:val="RedaliaNormal"/>
        <w:jc w:val="left"/>
      </w:pPr>
      <w:r>
        <w:t>…………………………………………………………………………………………………………...</w:t>
      </w:r>
    </w:p>
    <w:p w14:paraId="6963B9AC" w14:textId="77777777" w:rsidR="00281D30" w:rsidRDefault="00611B25">
      <w:pPr>
        <w:pStyle w:val="RedaliaNormal"/>
        <w:jc w:val="left"/>
      </w:pPr>
      <w:r>
        <w:t>Adresse électronique : .............................................................................................................</w:t>
      </w:r>
    </w:p>
    <w:p w14:paraId="31D6EE5A" w14:textId="77777777" w:rsidR="00281D30" w:rsidRDefault="00611B25">
      <w:pPr>
        <w:pStyle w:val="RedaliaNormal"/>
        <w:jc w:val="left"/>
      </w:pPr>
      <w:r>
        <w:t>Téléphone : ..........................................................................................................................</w:t>
      </w:r>
    </w:p>
    <w:p w14:paraId="1D82B7A2" w14:textId="77777777" w:rsidR="00281D30" w:rsidRDefault="00611B25">
      <w:pPr>
        <w:pStyle w:val="RedaliaNormal"/>
        <w:jc w:val="left"/>
      </w:pPr>
      <w:r>
        <w:t>SIRET : ................................................................................................................................</w:t>
      </w:r>
    </w:p>
    <w:p w14:paraId="3ACB7986" w14:textId="77777777" w:rsidR="00281D30" w:rsidRDefault="00281D30">
      <w:pPr>
        <w:pStyle w:val="RedaliaNormal"/>
        <w:jc w:val="left"/>
      </w:pPr>
    </w:p>
    <w:p w14:paraId="2B01E1F2" w14:textId="77777777" w:rsidR="00281D30" w:rsidRDefault="00611B25">
      <w:pPr>
        <w:pStyle w:val="RedaliaNormal"/>
        <w:jc w:val="left"/>
      </w:pPr>
      <w:r>
        <w:t>Adresse du siège social (si différente de l’établissement) :</w:t>
      </w:r>
    </w:p>
    <w:p w14:paraId="0245D9B5" w14:textId="77777777" w:rsidR="00281D30" w:rsidRDefault="00611B25">
      <w:pPr>
        <w:pStyle w:val="RedaliaNormal"/>
        <w:jc w:val="left"/>
      </w:pPr>
      <w:r>
        <w:t>…………………………………………………………………………………………………………...</w:t>
      </w:r>
    </w:p>
    <w:p w14:paraId="4CBDB198" w14:textId="77777777" w:rsidR="00281D30" w:rsidRDefault="00611B25">
      <w:pPr>
        <w:pStyle w:val="RedaliaNormal"/>
        <w:jc w:val="left"/>
      </w:pPr>
      <w:r>
        <w:t>.…………………………………………………………………………………………………………..</w:t>
      </w:r>
    </w:p>
    <w:p w14:paraId="245300F2" w14:textId="77777777" w:rsidR="00281D30" w:rsidRDefault="00611B25">
      <w:pPr>
        <w:pStyle w:val="RedaliaNormal"/>
        <w:jc w:val="left"/>
      </w:pPr>
      <w:r>
        <w:t>………………………………………………………………………………………………………...…</w:t>
      </w:r>
    </w:p>
    <w:p w14:paraId="1F57FD89" w14:textId="77777777" w:rsidR="00281D30" w:rsidRDefault="00611B25">
      <w:pPr>
        <w:pStyle w:val="RedaliaNormal"/>
        <w:jc w:val="left"/>
      </w:pPr>
      <w:r>
        <w:t>Adresse électronique : ..............................................................................................................</w:t>
      </w:r>
    </w:p>
    <w:p w14:paraId="0DA63E66" w14:textId="77777777" w:rsidR="00281D30" w:rsidRDefault="00611B25">
      <w:pPr>
        <w:pStyle w:val="RedaliaNormal"/>
        <w:jc w:val="left"/>
      </w:pPr>
      <w:r>
        <w:t>Téléphone : ...................................................</w:t>
      </w:r>
    </w:p>
    <w:p w14:paraId="3DB4896D" w14:textId="77777777" w:rsidR="00281D30" w:rsidRDefault="00611B25">
      <w:pPr>
        <w:pStyle w:val="RedaliaNormal"/>
        <w:jc w:val="left"/>
      </w:pPr>
      <w:r>
        <w:lastRenderedPageBreak/>
        <w:t>Télécopie : ....................................................</w:t>
      </w:r>
    </w:p>
    <w:p w14:paraId="5208E12E" w14:textId="77777777" w:rsidR="00281D30" w:rsidRDefault="00611B25">
      <w:pPr>
        <w:pStyle w:val="RedaliaNormal"/>
        <w:jc w:val="left"/>
      </w:pPr>
      <w:r>
        <w:t>SIRET : .........................................................</w:t>
      </w:r>
    </w:p>
    <w:p w14:paraId="39B37F99" w14:textId="77777777" w:rsidR="00281D30" w:rsidRDefault="00611B25">
      <w:pPr>
        <w:pStyle w:val="RedaliaNormal"/>
        <w:jc w:val="left"/>
      </w:pPr>
      <w:r>
        <w:t>APE : ............................................................</w:t>
      </w:r>
    </w:p>
    <w:p w14:paraId="3632DAE9" w14:textId="77777777" w:rsidR="00281D30" w:rsidRDefault="00611B25">
      <w:pPr>
        <w:pStyle w:val="RedaliaNormal"/>
        <w:jc w:val="left"/>
      </w:pPr>
      <w:r>
        <w:t>Numéro de TVA intracommunautaire : .........................................................</w:t>
      </w:r>
    </w:p>
    <w:p w14:paraId="5804FDAD" w14:textId="77777777" w:rsidR="00281D30" w:rsidRDefault="00281D30">
      <w:pPr>
        <w:pStyle w:val="RedaliaNormal"/>
        <w:jc w:val="left"/>
      </w:pPr>
    </w:p>
    <w:p w14:paraId="5284B84D" w14:textId="77777777" w:rsidR="00281D30" w:rsidRDefault="00611B25">
      <w:pPr>
        <w:pStyle w:val="RedaliaNormal"/>
      </w:pPr>
      <w:r>
        <w:t>Références bancaires :</w:t>
      </w:r>
    </w:p>
    <w:p w14:paraId="489F55BD" w14:textId="77777777" w:rsidR="00281D30" w:rsidRDefault="00611B25">
      <w:pPr>
        <w:pStyle w:val="RedaliaNormal"/>
      </w:pPr>
      <w:r>
        <w:t>IBAN : .......................................................................................................................................</w:t>
      </w:r>
    </w:p>
    <w:p w14:paraId="23A8FF7D" w14:textId="77777777" w:rsidR="00281D30" w:rsidRDefault="00611B25">
      <w:pPr>
        <w:pStyle w:val="RedaliaNormal"/>
      </w:pPr>
      <w:r>
        <w:t>BIC : .........................................................................................................................................</w:t>
      </w:r>
    </w:p>
    <w:p w14:paraId="255E315C" w14:textId="77777777" w:rsidR="00281D30" w:rsidRDefault="00611B25">
      <w:pPr>
        <w:pStyle w:val="RedaliaTitre1"/>
      </w:pPr>
      <w:bookmarkStart w:id="29" w:name="_Toc526222883"/>
      <w:bookmarkStart w:id="30" w:name="_Toc193359287"/>
      <w:bookmarkStart w:id="31" w:name="__RefHeading___Toc1853_1389100755"/>
      <w:bookmarkStart w:id="32" w:name="_Toc483841854"/>
      <w:bookmarkStart w:id="33" w:name="_Toc207106316"/>
      <w:r>
        <w:t>Durée de l'accord-cadre – Délais</w:t>
      </w:r>
      <w:bookmarkEnd w:id="29"/>
      <w:r>
        <w:t xml:space="preserve"> d’exécution – Reconduction</w:t>
      </w:r>
      <w:bookmarkEnd w:id="30"/>
      <w:bookmarkEnd w:id="31"/>
      <w:bookmarkEnd w:id="32"/>
      <w:bookmarkEnd w:id="33"/>
    </w:p>
    <w:p w14:paraId="29984CD2" w14:textId="77777777" w:rsidR="00281D30" w:rsidRDefault="00611B25">
      <w:pPr>
        <w:pStyle w:val="RedaliaTitre2"/>
      </w:pPr>
      <w:bookmarkStart w:id="34" w:name="__RefHeading___Toc1855_1389100755"/>
      <w:bookmarkStart w:id="35" w:name="_Toc207106317"/>
      <w:r>
        <w:t>Durée de l'accord-cadre</w:t>
      </w:r>
      <w:bookmarkEnd w:id="34"/>
      <w:bookmarkEnd w:id="35"/>
    </w:p>
    <w:p w14:paraId="52C7E92F" w14:textId="77777777" w:rsidR="00281D30" w:rsidRDefault="00611B25">
      <w:pPr>
        <w:pStyle w:val="RedaliaNormal"/>
      </w:pPr>
      <w:r>
        <w:t>La durée initiale de l'accord-cadre est fixée à 12 mois à compter de la notification de l'accord-cadre.</w:t>
      </w:r>
    </w:p>
    <w:p w14:paraId="5A498232" w14:textId="77777777" w:rsidR="00281D30" w:rsidRDefault="00611B25">
      <w:pPr>
        <w:pStyle w:val="RedaliaTitre2"/>
      </w:pPr>
      <w:bookmarkStart w:id="36" w:name="_Toc483841855"/>
      <w:bookmarkStart w:id="37" w:name="_Toc193359288"/>
      <w:bookmarkStart w:id="38" w:name="__RefHeading___Toc1857_1389100755"/>
      <w:bookmarkStart w:id="39" w:name="_Toc207106318"/>
      <w:r>
        <w:t>Délai</w:t>
      </w:r>
      <w:bookmarkEnd w:id="36"/>
      <w:r>
        <w:t xml:space="preserve"> d’exécution des bons de commande</w:t>
      </w:r>
      <w:bookmarkEnd w:id="37"/>
      <w:bookmarkEnd w:id="38"/>
      <w:bookmarkEnd w:id="39"/>
    </w:p>
    <w:p w14:paraId="51149500" w14:textId="77777777" w:rsidR="00281D30" w:rsidRDefault="00611B25">
      <w:pPr>
        <w:pStyle w:val="RedaliaNormal"/>
      </w:pPr>
      <w:r>
        <w:t>Le délai d’exécution des prestations sera fixé par chaque bon de commande. Le pouvoir adjudicateur pourra émettre des bons de commande pendant toute la durée de l'accord-cadre fixée ci-dessus.</w:t>
      </w:r>
    </w:p>
    <w:p w14:paraId="1DA4FCDD" w14:textId="77777777" w:rsidR="00281D30" w:rsidRDefault="00611B25">
      <w:pPr>
        <w:pStyle w:val="RedaliaTitre2"/>
      </w:pPr>
      <w:bookmarkStart w:id="40" w:name="__RefHeading___Toc1859_1389100755"/>
      <w:bookmarkStart w:id="41" w:name="_Toc207106319"/>
      <w:r>
        <w:t>Reconduction</w:t>
      </w:r>
      <w:bookmarkEnd w:id="40"/>
      <w:bookmarkEnd w:id="41"/>
    </w:p>
    <w:p w14:paraId="5D857849" w14:textId="77777777" w:rsidR="00281D30" w:rsidRDefault="00611B25">
      <w:pPr>
        <w:pStyle w:val="RedaliaNormal"/>
      </w:pPr>
      <w:r>
        <w:t>L'accord-cadre pourra être reconduit 3 fois.</w:t>
      </w:r>
    </w:p>
    <w:p w14:paraId="646465BA" w14:textId="77777777" w:rsidR="00281D30" w:rsidRDefault="00281D30">
      <w:pPr>
        <w:pStyle w:val="RedaliaNormal"/>
      </w:pPr>
    </w:p>
    <w:p w14:paraId="7A9F8F45" w14:textId="77777777" w:rsidR="00281D30" w:rsidRDefault="00611B25">
      <w:pPr>
        <w:pStyle w:val="RedaliaNormal"/>
      </w:pPr>
      <w:r>
        <w:t>La reconduction est tacite.</w:t>
      </w:r>
    </w:p>
    <w:p w14:paraId="56485030" w14:textId="77777777" w:rsidR="00281D30" w:rsidRDefault="00611B25">
      <w:pPr>
        <w:pStyle w:val="RedaliaNormal"/>
      </w:pPr>
      <w:r>
        <w:t xml:space="preserve">Si le pouvoir adjudicateur ne souhaite pas reconduire l'accord-cadre, il prendra une décision expresse de non-reconduction qui sera notifiée au titulaire au plus tard dans </w:t>
      </w:r>
      <w:proofErr w:type="gramStart"/>
      <w:r>
        <w:t>un délai de 60 jours calendaires</w:t>
      </w:r>
      <w:proofErr w:type="gramEnd"/>
      <w:r>
        <w:t xml:space="preserve"> avant la date d'échéance de l'accord-cadre.</w:t>
      </w:r>
    </w:p>
    <w:p w14:paraId="2F3920AC" w14:textId="77777777" w:rsidR="00281D30" w:rsidRDefault="00611B25">
      <w:pPr>
        <w:pStyle w:val="RedaliaNormal"/>
      </w:pPr>
      <w:r>
        <w:t>Le titulaire ne dispose pas de la faculté de refuser la reconduction de l'accord-cadre.</w:t>
      </w:r>
    </w:p>
    <w:p w14:paraId="3DA73B27" w14:textId="77777777" w:rsidR="00281D30" w:rsidRDefault="00611B25">
      <w:pPr>
        <w:pStyle w:val="RedaliaTitre1"/>
      </w:pPr>
      <w:bookmarkStart w:id="42" w:name="_Toc193359289"/>
      <w:bookmarkStart w:id="43" w:name="__RefHeading___Toc1861_1389100755"/>
      <w:bookmarkStart w:id="44" w:name="_Toc207106320"/>
      <w:r>
        <w:t>Délai d’établissement des prestations</w:t>
      </w:r>
      <w:bookmarkEnd w:id="42"/>
      <w:bookmarkEnd w:id="43"/>
      <w:bookmarkEnd w:id="44"/>
    </w:p>
    <w:p w14:paraId="53952ABF" w14:textId="77777777" w:rsidR="00281D30" w:rsidRDefault="00611B25">
      <w:pPr>
        <w:pStyle w:val="RedaliaNormal"/>
        <w:rPr>
          <w:szCs w:val="24"/>
        </w:rPr>
      </w:pPr>
      <w:r>
        <w:rPr>
          <w:szCs w:val="24"/>
        </w:rPr>
        <w:t>Le délai d’établissement des prestations est fixé par chaque bon de commande.</w:t>
      </w:r>
    </w:p>
    <w:p w14:paraId="3989B73B" w14:textId="77777777" w:rsidR="00281D30" w:rsidRDefault="00611B25">
      <w:pPr>
        <w:pStyle w:val="RedaliaTitre1"/>
      </w:pPr>
      <w:bookmarkStart w:id="45" w:name="_Toc193359290"/>
      <w:bookmarkStart w:id="46" w:name="__RefHeading___Toc1863_1389100755"/>
      <w:bookmarkStart w:id="47" w:name="_Toc483841856"/>
      <w:bookmarkStart w:id="48" w:name="_Toc207106321"/>
      <w:r>
        <w:t>Prix</w:t>
      </w:r>
      <w:bookmarkEnd w:id="45"/>
      <w:bookmarkEnd w:id="46"/>
      <w:bookmarkEnd w:id="47"/>
      <w:bookmarkEnd w:id="48"/>
    </w:p>
    <w:p w14:paraId="73472AFF" w14:textId="77777777" w:rsidR="00281D30" w:rsidRDefault="00611B25">
      <w:pPr>
        <w:pStyle w:val="RedaliaNormal"/>
      </w:pPr>
      <w:r>
        <w:t xml:space="preserve">L'offre est établie sur la base des conditions économiques prévues à l’article </w:t>
      </w:r>
      <w:r>
        <w:rPr>
          <w:i/>
        </w:rPr>
        <w:t>Prix</w:t>
      </w:r>
      <w:r>
        <w:t xml:space="preserve"> du CCAP.</w:t>
      </w:r>
    </w:p>
    <w:p w14:paraId="0C496D4E" w14:textId="77777777" w:rsidR="00281D30" w:rsidRDefault="00281D30">
      <w:pPr>
        <w:pStyle w:val="RedaliaNormal"/>
      </w:pPr>
    </w:p>
    <w:p w14:paraId="77F2F5C4" w14:textId="77777777" w:rsidR="00281D30" w:rsidRDefault="00611B25">
      <w:pPr>
        <w:pStyle w:val="RedaliaNormal"/>
      </w:pPr>
      <w:r>
        <w:t>L'accord-cadre est un accord-cadre à bons de commande avec un maximum fixé en valeur.</w:t>
      </w:r>
    </w:p>
    <w:p w14:paraId="3ECB5564" w14:textId="55B3AC11" w:rsidR="00281D30" w:rsidRDefault="00611B25">
      <w:pPr>
        <w:pStyle w:val="RedaliaNormal"/>
      </w:pPr>
      <w:r>
        <w:t>Le prestataire est rémunéré par le pouvoir adjudicateur sur les bases suivantes : Application des prix unitaires tels que fixés dans le bordereau des prix unitaires ci-annexé aux quantités de prestations commandées par le pouvoir adjudicateur.</w:t>
      </w:r>
    </w:p>
    <w:p w14:paraId="1997BA77" w14:textId="77777777" w:rsidR="00281D30" w:rsidRDefault="00281D30">
      <w:pPr>
        <w:pStyle w:val="RedaliaNormal"/>
      </w:pPr>
    </w:p>
    <w:p w14:paraId="6CD9389A" w14:textId="3DD00AC4" w:rsidR="00281D30" w:rsidRDefault="00611B25">
      <w:pPr>
        <w:pStyle w:val="RedaliaNormal"/>
        <w:rPr>
          <w:i/>
          <w:iCs/>
        </w:rPr>
      </w:pPr>
      <w:r>
        <w:rPr>
          <w:i/>
          <w:iCs/>
        </w:rPr>
        <w:t>Le montant maximum de l'accord-cadre en valeur, sur sa durée totale, est de :</w:t>
      </w:r>
    </w:p>
    <w:p w14:paraId="645D4FD3" w14:textId="77777777" w:rsidR="00281D30" w:rsidRDefault="00611B25">
      <w:pPr>
        <w:pStyle w:val="RedaliaNormal"/>
      </w:pPr>
      <w:r>
        <w:t>Montant HT : 90 000,00 €</w:t>
      </w:r>
    </w:p>
    <w:p w14:paraId="6ACC306F" w14:textId="77777777" w:rsidR="00281D30" w:rsidRDefault="00611B25">
      <w:pPr>
        <w:pStyle w:val="RedaliaNormal"/>
      </w:pPr>
      <w:r>
        <w:t>Montant TVA (au taux de 20,00 %) :</w:t>
      </w:r>
      <w:r>
        <w:tab/>
      </w:r>
    </w:p>
    <w:p w14:paraId="366B09E9" w14:textId="77777777" w:rsidR="00281D30" w:rsidRDefault="00611B25">
      <w:pPr>
        <w:pStyle w:val="RedaliaNormal"/>
      </w:pPr>
      <w:r>
        <w:t>Montant TTC : 108 000,00 €</w:t>
      </w:r>
    </w:p>
    <w:p w14:paraId="43680596" w14:textId="77777777" w:rsidR="00281D30" w:rsidRDefault="00611B25">
      <w:pPr>
        <w:pStyle w:val="RedaliaNormal"/>
      </w:pPr>
      <w:r>
        <w:t>Montant TTC (en lettres) :  cent huit mille euros</w:t>
      </w:r>
    </w:p>
    <w:p w14:paraId="08AB3273" w14:textId="77777777" w:rsidR="00281D30" w:rsidRDefault="00611B25">
      <w:pPr>
        <w:pStyle w:val="RedaliaTitre1"/>
      </w:pPr>
      <w:bookmarkStart w:id="49" w:name="__RefHeading___Toc1865_1389100755"/>
      <w:bookmarkStart w:id="50" w:name="_Toc207106322"/>
      <w:r>
        <w:lastRenderedPageBreak/>
        <w:t>Avance</w:t>
      </w:r>
      <w:bookmarkEnd w:id="49"/>
      <w:bookmarkEnd w:id="50"/>
    </w:p>
    <w:p w14:paraId="2ABB08EC" w14:textId="77777777" w:rsidR="00281D30" w:rsidRDefault="00611B25">
      <w:pPr>
        <w:pStyle w:val="RedaliaNormal"/>
      </w:pPr>
      <w:r>
        <w:t>L'accord-cadre ne fait pas l’objet d’une avance.</w:t>
      </w:r>
    </w:p>
    <w:p w14:paraId="6452007A" w14:textId="77777777" w:rsidR="00281D30" w:rsidRDefault="00611B25">
      <w:pPr>
        <w:pStyle w:val="RedaliaTitre1"/>
      </w:pPr>
      <w:bookmarkStart w:id="51" w:name="__RefHeading___Toc1867_1389100755"/>
      <w:bookmarkStart w:id="52" w:name="_Toc207106323"/>
      <w:r>
        <w:t>Signature du candidat</w:t>
      </w:r>
      <w:bookmarkEnd w:id="51"/>
      <w:bookmarkEnd w:id="52"/>
    </w:p>
    <w:p w14:paraId="38E931BF" w14:textId="77777777" w:rsidR="00281D30" w:rsidRDefault="00611B25">
      <w:pPr>
        <w:pStyle w:val="RedaliaNormal"/>
      </w:pPr>
      <w:r>
        <w:t>Il est rappelé au candidat que la signature de l’acte d’engagement vaut acceptation de toutes les pièces contractuelles.</w:t>
      </w:r>
    </w:p>
    <w:p w14:paraId="652635AA" w14:textId="77777777" w:rsidR="00281D30" w:rsidRDefault="00281D30">
      <w:pPr>
        <w:pStyle w:val="RedaliaNormal"/>
      </w:pPr>
    </w:p>
    <w:p w14:paraId="05E5AD54" w14:textId="77777777" w:rsidR="00281D30" w:rsidRDefault="00611B25">
      <w:pPr>
        <w:pStyle w:val="RedaliaNormal"/>
      </w:pPr>
      <w:r>
        <w:t>Fait en un seul original</w:t>
      </w:r>
    </w:p>
    <w:p w14:paraId="57371893" w14:textId="77777777" w:rsidR="00281D30" w:rsidRDefault="00611B25">
      <w:pPr>
        <w:pStyle w:val="RedaliaNormal"/>
        <w:tabs>
          <w:tab w:val="clear" w:pos="8505"/>
          <w:tab w:val="left" w:leader="dot" w:pos="9026"/>
        </w:tabs>
      </w:pPr>
      <w:r>
        <w:t xml:space="preserve">A : </w:t>
      </w:r>
      <w:r>
        <w:tab/>
      </w:r>
    </w:p>
    <w:p w14:paraId="77B6ADEB" w14:textId="77777777" w:rsidR="00281D30" w:rsidRDefault="00611B25">
      <w:pPr>
        <w:pStyle w:val="RedaliaNormal"/>
        <w:tabs>
          <w:tab w:val="clear" w:pos="8505"/>
          <w:tab w:val="left" w:leader="dot" w:pos="9026"/>
        </w:tabs>
      </w:pPr>
      <w:r>
        <w:tab/>
      </w:r>
    </w:p>
    <w:p w14:paraId="363B0D81" w14:textId="77777777" w:rsidR="00281D30" w:rsidRDefault="00281D30">
      <w:pPr>
        <w:pStyle w:val="RedaliaNormal"/>
      </w:pPr>
    </w:p>
    <w:p w14:paraId="1281CE88" w14:textId="77777777" w:rsidR="00281D30" w:rsidRDefault="00611B25">
      <w:pPr>
        <w:pStyle w:val="RedaliaNormal"/>
        <w:tabs>
          <w:tab w:val="clear" w:pos="8505"/>
          <w:tab w:val="left" w:leader="dot" w:pos="9026"/>
        </w:tabs>
      </w:pPr>
      <w:r>
        <w:t xml:space="preserve">Le : </w:t>
      </w:r>
      <w:r>
        <w:tab/>
      </w:r>
    </w:p>
    <w:p w14:paraId="18DCE185" w14:textId="77777777" w:rsidR="00281D30" w:rsidRDefault="00611B25">
      <w:pPr>
        <w:pStyle w:val="RedaliaNormal"/>
        <w:tabs>
          <w:tab w:val="clear" w:pos="8505"/>
          <w:tab w:val="left" w:leader="dot" w:pos="9026"/>
        </w:tabs>
      </w:pPr>
      <w:r>
        <w:tab/>
      </w:r>
    </w:p>
    <w:p w14:paraId="6CC461F0" w14:textId="77777777" w:rsidR="00281D30" w:rsidRDefault="00281D30">
      <w:pPr>
        <w:pStyle w:val="RedaliaNormal"/>
      </w:pPr>
    </w:p>
    <w:p w14:paraId="44EE1DFC" w14:textId="77777777" w:rsidR="00281D30" w:rsidRDefault="00611B25">
      <w:pPr>
        <w:pStyle w:val="RedaliaNormal"/>
      </w:pPr>
      <w:r>
        <w:t>Mention(s) manuscrite(s)</w:t>
      </w:r>
    </w:p>
    <w:p w14:paraId="7E0138AA" w14:textId="77777777" w:rsidR="00281D30" w:rsidRDefault="00611B25">
      <w:pPr>
        <w:pStyle w:val="RedaliaNormal"/>
        <w:rPr>
          <w:i/>
          <w:iCs/>
        </w:rPr>
      </w:pPr>
      <w:r>
        <w:rPr>
          <w:i/>
          <w:iCs/>
        </w:rPr>
        <w:t>« Lu et approuvé »</w:t>
      </w:r>
    </w:p>
    <w:p w14:paraId="0FE7D616" w14:textId="77777777" w:rsidR="00281D30" w:rsidRDefault="00281D30">
      <w:pPr>
        <w:pStyle w:val="RedaliaNormal"/>
      </w:pPr>
    </w:p>
    <w:p w14:paraId="4C0CB513" w14:textId="77777777" w:rsidR="00281D30" w:rsidRDefault="00611B25">
      <w:pPr>
        <w:pStyle w:val="RedaliaNormal"/>
      </w:pPr>
      <w:r>
        <w:t>Signature(s) du titulaire, ou, en cas de groupement d’entreprises, du mandataire habilité ou de chaque membre du groupement :</w:t>
      </w:r>
    </w:p>
    <w:p w14:paraId="1E8B84C1" w14:textId="77777777" w:rsidR="00281D30" w:rsidRDefault="00281D30">
      <w:pPr>
        <w:pStyle w:val="RedaliaNormal"/>
      </w:pPr>
    </w:p>
    <w:p w14:paraId="69709456" w14:textId="77777777" w:rsidR="00281D30" w:rsidRDefault="00611B25">
      <w:pPr>
        <w:pStyle w:val="RedaliaNormal"/>
        <w:tabs>
          <w:tab w:val="clear" w:pos="8505"/>
          <w:tab w:val="left" w:leader="dot" w:pos="9026"/>
        </w:tabs>
      </w:pPr>
      <w:r>
        <w:tab/>
      </w:r>
    </w:p>
    <w:p w14:paraId="1EF7983D" w14:textId="77777777" w:rsidR="00281D30" w:rsidRDefault="00611B25">
      <w:pPr>
        <w:pStyle w:val="RedaliaNormal"/>
        <w:tabs>
          <w:tab w:val="clear" w:pos="8505"/>
          <w:tab w:val="left" w:leader="dot" w:pos="9026"/>
        </w:tabs>
      </w:pPr>
      <w:r>
        <w:tab/>
      </w:r>
    </w:p>
    <w:p w14:paraId="1B980C57" w14:textId="77777777" w:rsidR="00281D30" w:rsidRDefault="00611B25">
      <w:pPr>
        <w:pStyle w:val="RedaliaNormal"/>
        <w:tabs>
          <w:tab w:val="clear" w:pos="8505"/>
          <w:tab w:val="left" w:leader="dot" w:pos="9026"/>
        </w:tabs>
      </w:pPr>
      <w:r>
        <w:tab/>
      </w:r>
    </w:p>
    <w:p w14:paraId="331E3794" w14:textId="77777777" w:rsidR="00281D30" w:rsidRDefault="00281D30">
      <w:pPr>
        <w:pStyle w:val="RedaliaNormal"/>
      </w:pPr>
    </w:p>
    <w:p w14:paraId="2946F7AB" w14:textId="77777777" w:rsidR="00281D30" w:rsidRDefault="00611B25">
      <w:pPr>
        <w:pStyle w:val="RedaliaTitre1"/>
      </w:pPr>
      <w:bookmarkStart w:id="53" w:name="__RefHeading___Toc1869_1389100755"/>
      <w:bookmarkStart w:id="54" w:name="_Toc207106324"/>
      <w:r>
        <w:t>Acceptation de l’offre</w:t>
      </w:r>
      <w:bookmarkEnd w:id="53"/>
      <w:bookmarkEnd w:id="54"/>
    </w:p>
    <w:p w14:paraId="229818DD" w14:textId="77777777" w:rsidR="00281D30" w:rsidRDefault="00281D30">
      <w:pPr>
        <w:pStyle w:val="RedaliaNormal"/>
      </w:pPr>
    </w:p>
    <w:p w14:paraId="3FFEA389" w14:textId="77777777" w:rsidR="00281D30" w:rsidRDefault="00611B25">
      <w:pPr>
        <w:pStyle w:val="RedaliaNormal"/>
      </w:pPr>
      <w:r>
        <w:t>Le présent accord-cadre se trouve ainsi conclu aux conditions ci-avant.</w:t>
      </w:r>
    </w:p>
    <w:p w14:paraId="26D4A307" w14:textId="77777777" w:rsidR="00281D30" w:rsidRDefault="00281D30">
      <w:pPr>
        <w:pStyle w:val="RedaliaNormal"/>
      </w:pPr>
    </w:p>
    <w:p w14:paraId="467EF85E" w14:textId="77777777" w:rsidR="00281D30" w:rsidRDefault="00611B25">
      <w:pPr>
        <w:pStyle w:val="RedaliaNormal"/>
      </w:pPr>
      <w:r>
        <w:t>Les sous-traitants proposés dans les actes de sous-traitance annexés au présent acte d’engagement sont acceptés comme ayant droit au paiement direct et les conditions de paiement indiquées sont agréées.</w:t>
      </w:r>
    </w:p>
    <w:p w14:paraId="100B0A2A" w14:textId="77777777" w:rsidR="00281D30" w:rsidRDefault="00281D30">
      <w:pPr>
        <w:pStyle w:val="RedaliaNormal"/>
      </w:pPr>
    </w:p>
    <w:p w14:paraId="1291A2D6" w14:textId="77777777" w:rsidR="00281D30" w:rsidRDefault="00611B25">
      <w:pPr>
        <w:pStyle w:val="RedaliaNormal"/>
      </w:pPr>
      <w:r>
        <w:t>Est acceptée la présente offre pour valoir acte d’engagement.</w:t>
      </w:r>
    </w:p>
    <w:p w14:paraId="78209A58" w14:textId="77777777" w:rsidR="00281D30" w:rsidRDefault="00281D30">
      <w:pPr>
        <w:pStyle w:val="RedaliaNormal"/>
      </w:pPr>
    </w:p>
    <w:p w14:paraId="15CE216D" w14:textId="77777777" w:rsidR="00281D30" w:rsidRDefault="00611B25">
      <w:pPr>
        <w:pStyle w:val="RedaliaNormal"/>
        <w:tabs>
          <w:tab w:val="clear" w:pos="8505"/>
          <w:tab w:val="left" w:leader="dot" w:pos="4140"/>
          <w:tab w:val="left" w:pos="8640"/>
        </w:tabs>
      </w:pPr>
      <w:r>
        <w:t>A :</w:t>
      </w:r>
      <w:r>
        <w:tab/>
      </w:r>
    </w:p>
    <w:p w14:paraId="1FE50507" w14:textId="77777777" w:rsidR="00281D30" w:rsidRDefault="00611B25">
      <w:pPr>
        <w:pStyle w:val="RedaliaNormal"/>
        <w:tabs>
          <w:tab w:val="clear" w:pos="8505"/>
          <w:tab w:val="left" w:leader="dot" w:pos="4140"/>
          <w:tab w:val="left" w:pos="8640"/>
        </w:tabs>
      </w:pPr>
      <w:r>
        <w:t>Le :</w:t>
      </w:r>
      <w:r>
        <w:tab/>
      </w:r>
    </w:p>
    <w:p w14:paraId="2FFE9A63" w14:textId="77777777" w:rsidR="00281D30" w:rsidRDefault="00281D30">
      <w:pPr>
        <w:pStyle w:val="RedaliaNormal"/>
        <w:tabs>
          <w:tab w:val="clear" w:pos="8505"/>
          <w:tab w:val="left" w:leader="dot" w:pos="4140"/>
          <w:tab w:val="left" w:pos="8640"/>
        </w:tabs>
      </w:pPr>
    </w:p>
    <w:p w14:paraId="55758E52" w14:textId="77777777" w:rsidR="00281D30" w:rsidRDefault="00611B25">
      <w:pPr>
        <w:pStyle w:val="RedaliaNormal"/>
        <w:tabs>
          <w:tab w:val="clear" w:pos="8505"/>
          <w:tab w:val="left" w:leader="dot" w:pos="4140"/>
          <w:tab w:val="left" w:pos="8640"/>
        </w:tabs>
      </w:pPr>
      <w:r>
        <w:t>Le pouvoir adjudicateur,</w:t>
      </w:r>
    </w:p>
    <w:p w14:paraId="19E1CF23" w14:textId="77777777" w:rsidR="00281D30" w:rsidRDefault="00611B25">
      <w:pPr>
        <w:pStyle w:val="RedaliaNormal"/>
        <w:tabs>
          <w:tab w:val="clear" w:pos="8505"/>
          <w:tab w:val="left" w:leader="dot" w:pos="4140"/>
          <w:tab w:val="left" w:pos="8640"/>
        </w:tabs>
        <w:rPr>
          <w:color w:val="FFFFFF"/>
        </w:rPr>
      </w:pPr>
      <w:r>
        <w:rPr>
          <w:color w:val="FFFFFF"/>
        </w:rPr>
        <w:t>#signature#</w:t>
      </w:r>
    </w:p>
    <w:p w14:paraId="06D4220C" w14:textId="77777777" w:rsidR="00281D30" w:rsidRDefault="00281D30">
      <w:pPr>
        <w:pStyle w:val="RedaliaNormal"/>
        <w:tabs>
          <w:tab w:val="clear" w:pos="8505"/>
          <w:tab w:val="left" w:leader="dot" w:pos="4140"/>
          <w:tab w:val="left" w:pos="8640"/>
        </w:tabs>
        <w:rPr>
          <w:sz w:val="14"/>
          <w:szCs w:val="12"/>
        </w:rPr>
      </w:pPr>
    </w:p>
    <w:p w14:paraId="132ADFE8" w14:textId="77777777" w:rsidR="00281D30" w:rsidRDefault="00611B25">
      <w:pPr>
        <w:pStyle w:val="RdaliaTitreparagraphe"/>
      </w:pPr>
      <w:r>
        <w:t>Date d'effet de l'accord-cadre</w:t>
      </w:r>
    </w:p>
    <w:p w14:paraId="6EDC8DF0" w14:textId="77777777" w:rsidR="00281D30" w:rsidRDefault="00611B25">
      <w:pPr>
        <w:pStyle w:val="RedaliaNormal"/>
      </w:pPr>
      <w:r>
        <w:t>Reçu notification de l'accord-cadre le :</w:t>
      </w:r>
      <w:r>
        <w:tab/>
      </w:r>
    </w:p>
    <w:p w14:paraId="1E3E150B" w14:textId="77777777" w:rsidR="00281D30" w:rsidRDefault="00611B25">
      <w:pPr>
        <w:pStyle w:val="RedaliaNormal"/>
        <w:ind w:left="1134"/>
      </w:pPr>
      <w:r>
        <w:rPr>
          <w:rFonts w:ascii="Wingdings" w:eastAsia="Wingdings" w:hAnsi="Wingdings" w:cs="Wingdings"/>
          <w:szCs w:val="22"/>
        </w:rPr>
        <w:t></w:t>
      </w:r>
      <w:r>
        <w:t xml:space="preserve"> Le prestataire</w:t>
      </w:r>
    </w:p>
    <w:p w14:paraId="4EBA0D5A" w14:textId="77777777" w:rsidR="00281D30" w:rsidRDefault="00611B25">
      <w:pPr>
        <w:pStyle w:val="RedaliaNormal"/>
        <w:ind w:left="1134"/>
      </w:pPr>
      <w:r>
        <w:rPr>
          <w:rFonts w:ascii="Wingdings" w:eastAsia="Wingdings" w:hAnsi="Wingdings" w:cs="Wingdings"/>
          <w:szCs w:val="22"/>
        </w:rPr>
        <w:lastRenderedPageBreak/>
        <w:t></w:t>
      </w:r>
      <w:r>
        <w:t xml:space="preserve"> Le mandataire du groupement</w:t>
      </w:r>
    </w:p>
    <w:p w14:paraId="529F250A" w14:textId="77777777" w:rsidR="00281D30" w:rsidRDefault="00281D30">
      <w:pPr>
        <w:pStyle w:val="RedaliaNormal"/>
      </w:pPr>
    </w:p>
    <w:p w14:paraId="3E5CC753" w14:textId="77777777" w:rsidR="00281D30" w:rsidRDefault="00611B25">
      <w:pPr>
        <w:pStyle w:val="RedaliaNormal"/>
      </w:pPr>
      <w:r>
        <w:t>Reçu l'avis de réception postal de la notification de l'accord-cadre signé le :</w:t>
      </w:r>
      <w:r>
        <w:tab/>
      </w:r>
    </w:p>
    <w:p w14:paraId="08579B10" w14:textId="77777777" w:rsidR="00281D30" w:rsidRDefault="00611B25">
      <w:pPr>
        <w:pStyle w:val="RedaliaNormal"/>
        <w:ind w:left="1134"/>
      </w:pPr>
      <w:r>
        <w:rPr>
          <w:rFonts w:ascii="Wingdings" w:eastAsia="Wingdings" w:hAnsi="Wingdings" w:cs="Wingdings"/>
          <w:szCs w:val="22"/>
        </w:rPr>
        <w:t></w:t>
      </w:r>
      <w:r>
        <w:t xml:space="preserve"> Par le prestataire</w:t>
      </w:r>
    </w:p>
    <w:p w14:paraId="23E47B79" w14:textId="77777777" w:rsidR="00281D30" w:rsidRDefault="00611B25">
      <w:pPr>
        <w:pStyle w:val="RedaliaNormal"/>
        <w:ind w:left="1134"/>
      </w:pPr>
      <w:r>
        <w:rPr>
          <w:rFonts w:ascii="Wingdings" w:eastAsia="Wingdings" w:hAnsi="Wingdings" w:cs="Wingdings"/>
          <w:szCs w:val="22"/>
        </w:rPr>
        <w:t></w:t>
      </w:r>
      <w:r>
        <w:t xml:space="preserve"> Par le mandataire du groupement destinataire</w:t>
      </w:r>
    </w:p>
    <w:p w14:paraId="0F618F73" w14:textId="77777777" w:rsidR="00281D30" w:rsidRDefault="00281D30">
      <w:pPr>
        <w:pStyle w:val="RedaliaNormal"/>
      </w:pPr>
    </w:p>
    <w:p w14:paraId="2CC8F4FD" w14:textId="77777777" w:rsidR="00281D30" w:rsidRDefault="00611B25">
      <w:pPr>
        <w:pStyle w:val="RedaliaNormal"/>
      </w:pPr>
      <w:r>
        <w:t>Pour le représentant du pouvoir adjudicateur,</w:t>
      </w:r>
    </w:p>
    <w:p w14:paraId="346B48F4" w14:textId="77777777" w:rsidR="00281D30" w:rsidRDefault="00281D30">
      <w:pPr>
        <w:pStyle w:val="RedaliaNormal"/>
      </w:pPr>
    </w:p>
    <w:p w14:paraId="12DA9794" w14:textId="77777777" w:rsidR="00281D30" w:rsidRDefault="00611B25">
      <w:pPr>
        <w:pStyle w:val="RedaliaNormal"/>
      </w:pPr>
      <w:r>
        <w:t xml:space="preserve">A : ………………………, Le : ……………………… </w:t>
      </w:r>
      <w:r>
        <w:rPr>
          <w:i/>
          <w:iCs/>
          <w:sz w:val="20"/>
          <w:szCs w:val="18"/>
        </w:rPr>
        <w:t>(Date d'apposition de la signature ci-après)</w:t>
      </w:r>
    </w:p>
    <w:p w14:paraId="66F5C18F" w14:textId="77777777" w:rsidR="00281D30" w:rsidRDefault="00611B25">
      <w:pPr>
        <w:pStyle w:val="RedaliaNormal"/>
        <w:ind w:left="4678"/>
        <w:rPr>
          <w:color w:val="FFFFFF"/>
        </w:rPr>
      </w:pPr>
      <w:r>
        <w:rPr>
          <w:color w:val="FFFFFF"/>
        </w:rPr>
        <w:t>#signature#</w:t>
      </w:r>
    </w:p>
    <w:p w14:paraId="7D0F7F02" w14:textId="77777777" w:rsidR="00281D30" w:rsidRDefault="00611B25">
      <w:pPr>
        <w:pStyle w:val="RedaliaNormal"/>
        <w:ind w:left="4962"/>
      </w:pPr>
      <w:r>
        <w:tab/>
      </w:r>
    </w:p>
    <w:p w14:paraId="56887DCA" w14:textId="77777777" w:rsidR="00281D30" w:rsidRDefault="00281D30">
      <w:pPr>
        <w:pStyle w:val="RedaliaNormal"/>
      </w:pPr>
    </w:p>
    <w:p w14:paraId="4D4E9735" w14:textId="77777777" w:rsidR="00281D30" w:rsidRDefault="00281D30">
      <w:pPr>
        <w:pStyle w:val="RedaliaNormal"/>
        <w:pageBreakBefore/>
      </w:pPr>
    </w:p>
    <w:p w14:paraId="5B0BAA83" w14:textId="77777777" w:rsidR="00281D30" w:rsidRDefault="00611B25">
      <w:pPr>
        <w:pStyle w:val="RdaliaTitredossier"/>
      </w:pPr>
      <w:r>
        <w:t>Annexe à l’acte d’engagement</w:t>
      </w:r>
    </w:p>
    <w:p w14:paraId="699950C2" w14:textId="77777777" w:rsidR="00281D30" w:rsidRDefault="00281D30">
      <w:pPr>
        <w:pStyle w:val="RdaliaTitredossier"/>
      </w:pPr>
    </w:p>
    <w:p w14:paraId="39BC1544" w14:textId="77777777" w:rsidR="00281D30" w:rsidRDefault="00611B25">
      <w:pPr>
        <w:pStyle w:val="RdaliaTitredossier"/>
      </w:pPr>
      <w:r>
        <w:t>NANTISSEMENT OU CESSION DE CREANCES</w:t>
      </w:r>
    </w:p>
    <w:p w14:paraId="7F88B607" w14:textId="77777777" w:rsidR="00281D30" w:rsidRDefault="00281D30">
      <w:pPr>
        <w:pStyle w:val="RedaliaNormal"/>
      </w:pPr>
    </w:p>
    <w:p w14:paraId="3ABC3310" w14:textId="77777777" w:rsidR="00281D30" w:rsidRDefault="00611B25">
      <w:pPr>
        <w:pStyle w:val="RedaliaNormal"/>
      </w:pPr>
      <w:r>
        <w:rPr>
          <w:b/>
        </w:rPr>
        <w:t>● Identification de l’acheteur</w:t>
      </w:r>
    </w:p>
    <w:p w14:paraId="60FFC4DA" w14:textId="77777777" w:rsidR="00281D30" w:rsidRDefault="00611B25">
      <w:pPr>
        <w:pStyle w:val="RedaliaNormal"/>
      </w:pPr>
      <w:r>
        <w:t>Désignation de l’acheteur :</w:t>
      </w:r>
    </w:p>
    <w:p w14:paraId="4F2FC971" w14:textId="77777777" w:rsidR="00281D30" w:rsidRDefault="00611B25">
      <w:pPr>
        <w:pStyle w:val="RedaliaNormal"/>
      </w:pPr>
      <w:r>
        <w:t>SIRET : 18690155900069</w:t>
      </w:r>
    </w:p>
    <w:p w14:paraId="774FE39E" w14:textId="77777777" w:rsidR="00281D30" w:rsidRDefault="00611B25">
      <w:pPr>
        <w:pStyle w:val="RedaliaNormal"/>
      </w:pPr>
      <w:r>
        <w:t>Nom : Agence de l'Eau Rhône Méditerranée Corse</w:t>
      </w:r>
    </w:p>
    <w:p w14:paraId="4EDC0FFF" w14:textId="7139D20C" w:rsidR="00281D30" w:rsidRDefault="00611B25">
      <w:pPr>
        <w:pStyle w:val="RedaliaNormal"/>
      </w:pPr>
      <w:r>
        <w:t>Adresse : 2-4 Allée de Lodz   69363 LYON Cedex 07</w:t>
      </w:r>
    </w:p>
    <w:p w14:paraId="6B5E7D2E" w14:textId="77777777" w:rsidR="00281D30" w:rsidRDefault="00281D30">
      <w:pPr>
        <w:pStyle w:val="RedaliaNormal"/>
      </w:pPr>
    </w:p>
    <w:p w14:paraId="22F53BDC" w14:textId="77777777" w:rsidR="00281D30" w:rsidRDefault="00611B25">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35061AFF" w14:textId="77777777" w:rsidR="00281D30" w:rsidRDefault="00281D30">
      <w:pPr>
        <w:pStyle w:val="RedaliaNormal"/>
      </w:pPr>
    </w:p>
    <w:p w14:paraId="46468BB1" w14:textId="77777777" w:rsidR="00281D30" w:rsidRDefault="00611B25">
      <w:pPr>
        <w:pStyle w:val="RedaliaNormal"/>
      </w:pPr>
      <w:r>
        <w:t>Désignation du comptable public assignataire : Madame l'Agent Comptable 2-4 Allée de Lodz 69363 Lyon Cedex 07</w:t>
      </w:r>
    </w:p>
    <w:p w14:paraId="1B69E416" w14:textId="77777777" w:rsidR="00281D30" w:rsidRDefault="00281D30">
      <w:pPr>
        <w:pStyle w:val="RedaliaNormal"/>
      </w:pPr>
    </w:p>
    <w:p w14:paraId="485FF137" w14:textId="77777777" w:rsidR="00281D30" w:rsidRDefault="00611B25">
      <w:pPr>
        <w:pStyle w:val="RedaliaNormal"/>
      </w:pPr>
      <w:r>
        <w:rPr>
          <w:b/>
        </w:rPr>
        <w:t>● Identification du créancier au titre du marché public</w:t>
      </w:r>
    </w:p>
    <w:p w14:paraId="23B5A0ED" w14:textId="77777777" w:rsidR="00281D30" w:rsidRDefault="00611B25">
      <w:pPr>
        <w:pStyle w:val="RedaliaNormal"/>
      </w:pPr>
      <w:r>
        <w:t>Désignation du créancier : ............................</w:t>
      </w:r>
    </w:p>
    <w:p w14:paraId="09EB64B1" w14:textId="77777777" w:rsidR="00281D30" w:rsidRDefault="00611B25">
      <w:pPr>
        <w:pStyle w:val="RedaliaNormal"/>
      </w:pPr>
      <w:r>
        <w:t>SIRET : ............................</w:t>
      </w:r>
    </w:p>
    <w:p w14:paraId="26827D72" w14:textId="77777777" w:rsidR="00281D30" w:rsidRDefault="00611B25">
      <w:pPr>
        <w:pStyle w:val="RedaliaNormal"/>
      </w:pPr>
      <w:r>
        <w:t>Raison sociale : ............................</w:t>
      </w:r>
    </w:p>
    <w:p w14:paraId="77133928" w14:textId="77777777" w:rsidR="00281D30" w:rsidRDefault="00611B25">
      <w:pPr>
        <w:pStyle w:val="RedaliaNormal"/>
      </w:pPr>
      <w:r>
        <w:t>Adresse : ............................</w:t>
      </w:r>
    </w:p>
    <w:p w14:paraId="37849CF5" w14:textId="77777777" w:rsidR="00281D30" w:rsidRDefault="00281D30">
      <w:pPr>
        <w:pStyle w:val="RedaliaNormal"/>
      </w:pPr>
    </w:p>
    <w:p w14:paraId="75862C5B" w14:textId="77777777" w:rsidR="00281D30" w:rsidRDefault="00611B25">
      <w:pPr>
        <w:pStyle w:val="RedaliaNormal"/>
      </w:pPr>
      <w:r>
        <w:t>Coordonnées bancaires du créancier :</w:t>
      </w:r>
    </w:p>
    <w:p w14:paraId="37609898" w14:textId="77777777" w:rsidR="00281D30" w:rsidRDefault="00611B25">
      <w:pPr>
        <w:pStyle w:val="RedaliaNormal"/>
      </w:pPr>
      <w:r>
        <w:t>IBAN : ............................</w:t>
      </w:r>
    </w:p>
    <w:p w14:paraId="0FCACAAD" w14:textId="77777777" w:rsidR="00281D30" w:rsidRDefault="00281D30">
      <w:pPr>
        <w:pStyle w:val="RedaliaNormal"/>
      </w:pPr>
    </w:p>
    <w:p w14:paraId="71CDFEF3" w14:textId="77777777" w:rsidR="00281D30" w:rsidRDefault="00611B25">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281D30" w14:paraId="3B05E5F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AA1A6" w14:textId="77777777" w:rsidR="00281D30" w:rsidRDefault="00611B25">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80A0A" w14:textId="77777777" w:rsidR="00281D30" w:rsidRDefault="00611B25">
            <w:pPr>
              <w:pStyle w:val="RedaliaNormal"/>
            </w:pPr>
            <w:r>
              <w:rPr>
                <w:rFonts w:cs="Calibri"/>
              </w:rPr>
              <w:t xml:space="preserve"> </w:t>
            </w:r>
          </w:p>
        </w:tc>
      </w:tr>
      <w:tr w:rsidR="00281D30" w14:paraId="67EEC2E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427BE" w14:textId="77777777" w:rsidR="00281D30" w:rsidRDefault="00611B25">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59D41" w14:textId="77777777" w:rsidR="00281D30" w:rsidRDefault="00611B25">
            <w:pPr>
              <w:pStyle w:val="RedaliaNormal"/>
            </w:pPr>
            <w:r>
              <w:rPr>
                <w:rFonts w:cs="Calibri"/>
              </w:rPr>
              <w:t xml:space="preserve"> </w:t>
            </w:r>
          </w:p>
        </w:tc>
      </w:tr>
      <w:tr w:rsidR="00281D30" w14:paraId="5633850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89866" w14:textId="77777777" w:rsidR="00281D30" w:rsidRDefault="00611B25">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B5187" w14:textId="77777777" w:rsidR="00281D30" w:rsidRDefault="00611B25">
            <w:pPr>
              <w:pStyle w:val="RedaliaNormal"/>
            </w:pPr>
            <w:r>
              <w:rPr>
                <w:rFonts w:cs="Calibri"/>
              </w:rPr>
              <w:t xml:space="preserve"> </w:t>
            </w:r>
          </w:p>
        </w:tc>
      </w:tr>
      <w:tr w:rsidR="00281D30" w14:paraId="72727D8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34758" w14:textId="77777777" w:rsidR="00281D30" w:rsidRDefault="00611B25">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54C0B9" w14:textId="77777777" w:rsidR="00281D30" w:rsidRDefault="00611B25">
            <w:pPr>
              <w:pStyle w:val="RedaliaNormal"/>
            </w:pPr>
            <w:r>
              <w:rPr>
                <w:rFonts w:cs="Calibri"/>
              </w:rPr>
              <w:t xml:space="preserve"> </w:t>
            </w:r>
          </w:p>
        </w:tc>
      </w:tr>
      <w:tr w:rsidR="00281D30" w14:paraId="10C39175"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69BDB" w14:textId="77777777" w:rsidR="00281D30" w:rsidRDefault="00611B25">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D5E51F" w14:textId="77777777" w:rsidR="00281D30" w:rsidRDefault="00611B25">
            <w:pPr>
              <w:pStyle w:val="RedaliaNormal"/>
            </w:pPr>
            <w:r>
              <w:rPr>
                <w:rFonts w:cs="Calibri"/>
              </w:rPr>
              <w:t xml:space="preserve"> </w:t>
            </w:r>
          </w:p>
        </w:tc>
      </w:tr>
      <w:tr w:rsidR="00281D30" w14:paraId="2415D92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FFC03" w14:textId="77777777" w:rsidR="00281D30" w:rsidRDefault="00611B25">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3D602" w14:textId="77777777" w:rsidR="00281D30" w:rsidRDefault="00611B25">
            <w:pPr>
              <w:pStyle w:val="RedaliaNormal"/>
            </w:pPr>
            <w:r>
              <w:rPr>
                <w:rFonts w:cs="Calibri"/>
              </w:rPr>
              <w:t xml:space="preserve"> </w:t>
            </w:r>
          </w:p>
        </w:tc>
      </w:tr>
      <w:tr w:rsidR="00281D30" w14:paraId="5F5F5BA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397401" w14:textId="77777777" w:rsidR="00281D30" w:rsidRDefault="00611B25">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43057" w14:textId="77777777" w:rsidR="00281D30" w:rsidRDefault="00611B25">
            <w:pPr>
              <w:pStyle w:val="RedaliaNormal"/>
            </w:pPr>
            <w:r>
              <w:rPr>
                <w:rFonts w:cs="Calibri"/>
              </w:rPr>
              <w:t xml:space="preserve"> </w:t>
            </w:r>
          </w:p>
        </w:tc>
      </w:tr>
      <w:tr w:rsidR="00281D30" w14:paraId="35FB632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4D3FDC" w14:textId="77777777" w:rsidR="00281D30" w:rsidRDefault="00611B25">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7BB5A" w14:textId="77777777" w:rsidR="00281D30" w:rsidRDefault="00611B25">
            <w:pPr>
              <w:pStyle w:val="RedaliaNormal"/>
            </w:pPr>
            <w:r>
              <w:rPr>
                <w:rFonts w:cs="Calibri"/>
              </w:rPr>
              <w:t xml:space="preserve"> </w:t>
            </w:r>
          </w:p>
        </w:tc>
      </w:tr>
      <w:tr w:rsidR="00281D30" w14:paraId="61A03326"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6D783" w14:textId="77777777" w:rsidR="00281D30" w:rsidRDefault="00611B25">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66CFE" w14:textId="77777777" w:rsidR="00281D30" w:rsidRDefault="00611B25">
            <w:pPr>
              <w:pStyle w:val="RedaliaNormal"/>
              <w:rPr>
                <w:rFonts w:cs="Calibri"/>
              </w:rPr>
            </w:pPr>
            <w:r>
              <w:rPr>
                <w:rFonts w:cs="Calibri"/>
              </w:rPr>
              <w:t>............................</w:t>
            </w:r>
          </w:p>
        </w:tc>
      </w:tr>
    </w:tbl>
    <w:p w14:paraId="59D721C7" w14:textId="77777777" w:rsidR="00281D30" w:rsidRDefault="00281D30">
      <w:pPr>
        <w:pStyle w:val="RedaliaNormal"/>
      </w:pPr>
    </w:p>
    <w:p w14:paraId="2D37BB7E" w14:textId="77777777" w:rsidR="00281D30" w:rsidRDefault="00611B25">
      <w:pPr>
        <w:pStyle w:val="RedaliaNormal"/>
      </w:pPr>
      <w:r>
        <w:rPr>
          <w:b/>
        </w:rPr>
        <w:t>● Identification de la créance cessible</w:t>
      </w:r>
    </w:p>
    <w:p w14:paraId="4E208F57" w14:textId="77777777" w:rsidR="00281D30" w:rsidRDefault="00611B25">
      <w:pPr>
        <w:pStyle w:val="RedaliaNormal"/>
      </w:pPr>
      <w:r>
        <w:t>Désignation du marché et de son montant :</w:t>
      </w:r>
    </w:p>
    <w:p w14:paraId="5227C9C8" w14:textId="77777777" w:rsidR="00281D30" w:rsidRDefault="00611B25">
      <w:pPr>
        <w:pStyle w:val="RedaliaNormal"/>
      </w:pPr>
      <w:r>
        <w:t>Référence du marché obtenue au plus tard lors de la notification : ............................</w:t>
      </w:r>
    </w:p>
    <w:p w14:paraId="5B74DAF1" w14:textId="77777777" w:rsidR="00281D30" w:rsidRDefault="00611B25">
      <w:pPr>
        <w:pStyle w:val="RedaliaNormal"/>
      </w:pPr>
      <w:r>
        <w:t>Date : ............................</w:t>
      </w:r>
    </w:p>
    <w:p w14:paraId="2D002EDC" w14:textId="77777777" w:rsidR="00281D30" w:rsidRDefault="00611B25">
      <w:pPr>
        <w:pStyle w:val="RedaliaNormal"/>
      </w:pPr>
      <w:r>
        <w:lastRenderedPageBreak/>
        <w:t>Montant (HT, montant TVA et TTC) : ............................</w:t>
      </w:r>
    </w:p>
    <w:p w14:paraId="7B12898E" w14:textId="77777777" w:rsidR="00281D30" w:rsidRDefault="00281D30">
      <w:pPr>
        <w:pStyle w:val="RedaliaNormal"/>
      </w:pPr>
    </w:p>
    <w:p w14:paraId="11341269" w14:textId="77777777" w:rsidR="00281D30" w:rsidRDefault="00611B25">
      <w:pPr>
        <w:pStyle w:val="RedaliaNormal"/>
      </w:pPr>
      <w:r>
        <w:t>Le cas échéant :</w:t>
      </w:r>
    </w:p>
    <w:p w14:paraId="15B30982" w14:textId="77777777" w:rsidR="00281D30" w:rsidRDefault="00611B25">
      <w:pPr>
        <w:pStyle w:val="RedaliaNormal"/>
      </w:pPr>
      <w:r>
        <w:t>Désignation de la tranche : ............................</w:t>
      </w:r>
    </w:p>
    <w:p w14:paraId="10807F05" w14:textId="77777777" w:rsidR="00281D30" w:rsidRDefault="00611B25">
      <w:pPr>
        <w:pStyle w:val="RedaliaNormal"/>
      </w:pPr>
      <w:r>
        <w:t>Montant de la tranche (HT, montant TVA et TTC) : ............................</w:t>
      </w:r>
    </w:p>
    <w:p w14:paraId="2C959E89" w14:textId="77777777" w:rsidR="00281D30" w:rsidRDefault="00281D30">
      <w:pPr>
        <w:pStyle w:val="RedaliaNormal"/>
      </w:pPr>
    </w:p>
    <w:p w14:paraId="02EFBEB2" w14:textId="77777777" w:rsidR="00281D30" w:rsidRDefault="00611B25">
      <w:pPr>
        <w:pStyle w:val="RedaliaNormal"/>
      </w:pPr>
      <w:r>
        <w:t>Le cas échéant :</w:t>
      </w:r>
    </w:p>
    <w:p w14:paraId="42736CBC" w14:textId="77777777" w:rsidR="00281D30" w:rsidRDefault="00611B25">
      <w:pPr>
        <w:pStyle w:val="RedaliaNormal"/>
      </w:pPr>
      <w:r>
        <w:t>Désignation du lot : ............................</w:t>
      </w:r>
    </w:p>
    <w:p w14:paraId="611F395F" w14:textId="77777777" w:rsidR="00281D30" w:rsidRDefault="00611B25">
      <w:pPr>
        <w:pStyle w:val="RedaliaNormal"/>
      </w:pPr>
      <w:r>
        <w:t>Montant du lot (HT, montant TVA et TTC) : ............................</w:t>
      </w:r>
    </w:p>
    <w:p w14:paraId="05E8D086" w14:textId="77777777" w:rsidR="00281D30" w:rsidRDefault="00281D30">
      <w:pPr>
        <w:pStyle w:val="RedaliaNormal"/>
      </w:pPr>
    </w:p>
    <w:p w14:paraId="4F946471" w14:textId="77777777" w:rsidR="00281D30" w:rsidRDefault="00611B25">
      <w:pPr>
        <w:pStyle w:val="RedaliaNormal"/>
      </w:pPr>
      <w:r>
        <w:t>Le cas échéant :</w:t>
      </w:r>
    </w:p>
    <w:p w14:paraId="0ADE32FF" w14:textId="77777777" w:rsidR="00281D30" w:rsidRDefault="00611B25">
      <w:pPr>
        <w:pStyle w:val="RedaliaNormal"/>
      </w:pPr>
      <w:r>
        <w:t>Désignation du bon de commande : ............................</w:t>
      </w:r>
    </w:p>
    <w:p w14:paraId="0957225A" w14:textId="77777777" w:rsidR="00281D30" w:rsidRDefault="00611B25">
      <w:pPr>
        <w:pStyle w:val="RedaliaNormal"/>
      </w:pPr>
      <w:r>
        <w:t>Montant du bon de commande (HT, montant TVA et TTC) : ............................</w:t>
      </w:r>
    </w:p>
    <w:p w14:paraId="6ECD95A2" w14:textId="77777777" w:rsidR="00281D30" w:rsidRDefault="00281D30">
      <w:pPr>
        <w:pStyle w:val="RedaliaNormal"/>
      </w:pPr>
    </w:p>
    <w:p w14:paraId="5FF257DE" w14:textId="77777777" w:rsidR="00281D30" w:rsidRDefault="00611B25">
      <w:pPr>
        <w:pStyle w:val="RedaliaNormal"/>
      </w:pPr>
      <w:r>
        <w:t>Le cas échéant, éléments relatifs aux clauses de variation de prix applicables à la créance :</w:t>
      </w:r>
    </w:p>
    <w:p w14:paraId="6F21CEC4" w14:textId="77777777" w:rsidR="00281D30" w:rsidRDefault="00611B25">
      <w:pPr>
        <w:pStyle w:val="RedaliaNormal"/>
      </w:pPr>
      <w:r>
        <w:t>............................</w:t>
      </w:r>
    </w:p>
    <w:p w14:paraId="7F061D5A" w14:textId="77777777" w:rsidR="00281D30" w:rsidRDefault="00281D30">
      <w:pPr>
        <w:pStyle w:val="RedaliaNormal"/>
      </w:pPr>
    </w:p>
    <w:p w14:paraId="28A0F21E" w14:textId="77777777" w:rsidR="00281D30" w:rsidRDefault="00611B25">
      <w:pPr>
        <w:pStyle w:val="RedaliaNormal"/>
      </w:pPr>
      <w:r>
        <w:t>Le cas échéant, éléments relatifs aux clauses de pénalités susceptibles d’être appliquées à la créance :</w:t>
      </w:r>
    </w:p>
    <w:p w14:paraId="41753C72" w14:textId="77777777" w:rsidR="00281D30" w:rsidRDefault="00611B25">
      <w:pPr>
        <w:pStyle w:val="RedaliaNormal"/>
      </w:pPr>
      <w:r>
        <w:t>............................</w:t>
      </w:r>
    </w:p>
    <w:p w14:paraId="499CA932" w14:textId="77777777" w:rsidR="00281D30" w:rsidRDefault="00281D30">
      <w:pPr>
        <w:pStyle w:val="RedaliaNormal"/>
      </w:pPr>
    </w:p>
    <w:p w14:paraId="1A13BD75" w14:textId="77777777" w:rsidR="00281D30" w:rsidRDefault="00611B25">
      <w:pPr>
        <w:pStyle w:val="RedaliaNormal"/>
      </w:pPr>
      <w:r>
        <w:t>Le cas échéant, autres renseignements : ............................</w:t>
      </w:r>
    </w:p>
    <w:p w14:paraId="0257E043" w14:textId="77777777" w:rsidR="00281D30" w:rsidRDefault="00281D30">
      <w:pPr>
        <w:pStyle w:val="RedaliaNormal"/>
      </w:pPr>
    </w:p>
    <w:p w14:paraId="00432B02" w14:textId="77777777" w:rsidR="00281D30" w:rsidRDefault="00611B25">
      <w:pPr>
        <w:pStyle w:val="RedaliaNormal"/>
      </w:pPr>
      <w:r>
        <w:rPr>
          <w:b/>
        </w:rPr>
        <w:t>●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281D30" w14:paraId="6DF47E0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595D7" w14:textId="77777777" w:rsidR="00281D30" w:rsidRDefault="00611B25">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226BA" w14:textId="77777777" w:rsidR="00281D30" w:rsidRDefault="00611B25">
            <w:pPr>
              <w:pStyle w:val="RedaliaNormal"/>
            </w:pPr>
            <w:r>
              <w:rPr>
                <w:rFonts w:cs="Calibri"/>
              </w:rPr>
              <w:t xml:space="preserve"> </w:t>
            </w:r>
          </w:p>
        </w:tc>
      </w:tr>
    </w:tbl>
    <w:p w14:paraId="579448FB" w14:textId="77777777" w:rsidR="00281D30" w:rsidRDefault="00281D30"/>
    <w:p w14:paraId="6EC0AF0E" w14:textId="77777777" w:rsidR="00281D30" w:rsidRDefault="00611B25">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281D30" w14:paraId="17EA123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89F2C" w14:textId="77777777" w:rsidR="00281D30" w:rsidRDefault="00611B25">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F5B2F" w14:textId="77777777" w:rsidR="00281D30" w:rsidRDefault="00281D30">
            <w:pPr>
              <w:pStyle w:val="RedaliaNormal"/>
              <w:rPr>
                <w:rFonts w:cs="Calibri"/>
              </w:rPr>
            </w:pPr>
          </w:p>
        </w:tc>
      </w:tr>
      <w:tr w:rsidR="00281D30" w14:paraId="38E0CAF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87583" w14:textId="77777777" w:rsidR="00281D30" w:rsidRDefault="00611B25">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0CD4C" w14:textId="77777777" w:rsidR="00281D30" w:rsidRDefault="00611B25">
            <w:pPr>
              <w:pStyle w:val="RedaliaNormal"/>
            </w:pPr>
            <w:r>
              <w:rPr>
                <w:rFonts w:cs="Calibri"/>
              </w:rPr>
              <w:t xml:space="preserve"> </w:t>
            </w:r>
          </w:p>
        </w:tc>
      </w:tr>
      <w:tr w:rsidR="00281D30" w14:paraId="4D917B6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7C804" w14:textId="77777777" w:rsidR="00281D30" w:rsidRDefault="00611B25">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210A35" w14:textId="77777777" w:rsidR="00281D30" w:rsidRDefault="00611B25">
            <w:pPr>
              <w:pStyle w:val="RedaliaNormal"/>
              <w:rPr>
                <w:rFonts w:cs="Calibri"/>
              </w:rPr>
            </w:pPr>
            <w:r>
              <w:rPr>
                <w:rFonts w:cs="Calibri"/>
              </w:rPr>
              <w:t>............................ %</w:t>
            </w:r>
          </w:p>
        </w:tc>
      </w:tr>
      <w:tr w:rsidR="00281D30" w14:paraId="77F6F3C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380AB0" w14:textId="77777777" w:rsidR="00281D30" w:rsidRDefault="00611B25">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EEDD6" w14:textId="77777777" w:rsidR="00281D30" w:rsidRDefault="00611B25">
            <w:pPr>
              <w:pStyle w:val="RedaliaNormal"/>
            </w:pPr>
            <w:r>
              <w:rPr>
                <w:rFonts w:cs="Calibri"/>
              </w:rPr>
              <w:t xml:space="preserve"> </w:t>
            </w:r>
          </w:p>
        </w:tc>
      </w:tr>
      <w:tr w:rsidR="00281D30" w14:paraId="09A34CD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3B6C5" w14:textId="77777777" w:rsidR="00281D30" w:rsidRDefault="00611B25">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77F81" w14:textId="77777777" w:rsidR="00281D30" w:rsidRDefault="00611B25">
            <w:pPr>
              <w:pStyle w:val="RedaliaNormal"/>
              <w:rPr>
                <w:rFonts w:cs="Calibri"/>
              </w:rPr>
            </w:pPr>
            <w:r>
              <w:rPr>
                <w:rFonts w:cs="Calibri"/>
              </w:rPr>
              <w:t>............................ %</w:t>
            </w:r>
          </w:p>
        </w:tc>
      </w:tr>
      <w:tr w:rsidR="00281D30" w14:paraId="0F2E16F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76078" w14:textId="77777777" w:rsidR="00281D30" w:rsidRDefault="00611B25">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CB44E" w14:textId="77777777" w:rsidR="00281D30" w:rsidRDefault="00611B25">
            <w:pPr>
              <w:pStyle w:val="RedaliaNormal"/>
            </w:pPr>
            <w:r>
              <w:rPr>
                <w:rFonts w:cs="Calibri"/>
              </w:rPr>
              <w:t xml:space="preserve"> </w:t>
            </w:r>
          </w:p>
        </w:tc>
      </w:tr>
      <w:tr w:rsidR="00281D30" w14:paraId="5FADE2D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2BFBD" w14:textId="77777777" w:rsidR="00281D30" w:rsidRDefault="00611B25">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2AB9A" w14:textId="77777777" w:rsidR="00281D30" w:rsidRDefault="00611B25">
            <w:pPr>
              <w:pStyle w:val="RedaliaNormal"/>
              <w:rPr>
                <w:rFonts w:cs="Calibri"/>
              </w:rPr>
            </w:pPr>
            <w:r>
              <w:rPr>
                <w:rFonts w:cs="Calibri"/>
              </w:rPr>
              <w:t>............................</w:t>
            </w:r>
          </w:p>
        </w:tc>
      </w:tr>
      <w:tr w:rsidR="00281D30" w14:paraId="6D4C11F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3951E" w14:textId="77777777" w:rsidR="00281D30" w:rsidRDefault="00611B25">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C58EC" w14:textId="77777777" w:rsidR="00281D30" w:rsidRDefault="00611B25">
            <w:pPr>
              <w:pStyle w:val="RedaliaNormal"/>
            </w:pPr>
            <w:r>
              <w:rPr>
                <w:rFonts w:cs="Calibri"/>
              </w:rPr>
              <w:t xml:space="preserve"> </w:t>
            </w:r>
          </w:p>
        </w:tc>
      </w:tr>
      <w:tr w:rsidR="00281D30" w14:paraId="0141214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A7F29" w14:textId="77777777" w:rsidR="00281D30" w:rsidRDefault="00611B25">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CD0B8F" w14:textId="77777777" w:rsidR="00281D30" w:rsidRDefault="00611B25">
            <w:pPr>
              <w:pStyle w:val="RedaliaNormal"/>
              <w:rPr>
                <w:rFonts w:cs="Calibri"/>
              </w:rPr>
            </w:pPr>
            <w:r>
              <w:rPr>
                <w:rFonts w:cs="Calibri"/>
              </w:rPr>
              <w:t>............................</w:t>
            </w:r>
          </w:p>
        </w:tc>
      </w:tr>
      <w:tr w:rsidR="00281D30" w14:paraId="37E6836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565D9" w14:textId="77777777" w:rsidR="00281D30" w:rsidRDefault="00611B25">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10840" w14:textId="77777777" w:rsidR="00281D30" w:rsidRDefault="00611B25">
            <w:pPr>
              <w:pStyle w:val="RedaliaNormal"/>
            </w:pPr>
            <w:r>
              <w:rPr>
                <w:rFonts w:cs="Calibri"/>
              </w:rPr>
              <w:t xml:space="preserve"> </w:t>
            </w:r>
          </w:p>
        </w:tc>
      </w:tr>
      <w:tr w:rsidR="00281D30" w14:paraId="2CA8F3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CAFF6" w14:textId="77777777" w:rsidR="00281D30" w:rsidRDefault="00611B25">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72F29" w14:textId="77777777" w:rsidR="00281D30" w:rsidRDefault="00611B25">
            <w:pPr>
              <w:pStyle w:val="RedaliaNormal"/>
              <w:rPr>
                <w:rFonts w:cs="Calibri"/>
              </w:rPr>
            </w:pPr>
            <w:r>
              <w:rPr>
                <w:rFonts w:cs="Calibri"/>
              </w:rPr>
              <w:t>............................</w:t>
            </w:r>
          </w:p>
        </w:tc>
      </w:tr>
      <w:tr w:rsidR="00281D30" w14:paraId="0B7382C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69EF5" w14:textId="77777777" w:rsidR="00281D30" w:rsidRDefault="00611B25">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CFD6F" w14:textId="77777777" w:rsidR="00281D30" w:rsidRDefault="00611B25">
            <w:pPr>
              <w:pStyle w:val="RedaliaNormal"/>
              <w:rPr>
                <w:rFonts w:cs="Calibri"/>
              </w:rPr>
            </w:pPr>
            <w:r>
              <w:rPr>
                <w:rFonts w:cs="Calibri"/>
              </w:rPr>
              <w:t>............................</w:t>
            </w:r>
          </w:p>
        </w:tc>
      </w:tr>
      <w:tr w:rsidR="00281D30" w14:paraId="0361994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6C3AFE" w14:textId="77777777" w:rsidR="00281D30" w:rsidRDefault="00611B25">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01F67" w14:textId="77777777" w:rsidR="00281D30" w:rsidRDefault="00611B25">
            <w:pPr>
              <w:pStyle w:val="RedaliaNormal"/>
            </w:pPr>
            <w:r>
              <w:rPr>
                <w:rFonts w:cs="Calibri"/>
              </w:rPr>
              <w:t xml:space="preserve"> </w:t>
            </w:r>
          </w:p>
        </w:tc>
      </w:tr>
      <w:tr w:rsidR="00281D30" w14:paraId="7B33760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2BB38" w14:textId="77777777" w:rsidR="00281D30" w:rsidRDefault="00611B25">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53F8A" w14:textId="77777777" w:rsidR="00281D30" w:rsidRDefault="00611B25">
            <w:pPr>
              <w:pStyle w:val="RedaliaNormal"/>
              <w:rPr>
                <w:rFonts w:cs="Calibri"/>
              </w:rPr>
            </w:pPr>
            <w:r>
              <w:rPr>
                <w:rFonts w:cs="Calibri"/>
              </w:rPr>
              <w:t>...................... € TTC</w:t>
            </w:r>
          </w:p>
        </w:tc>
      </w:tr>
      <w:tr w:rsidR="00281D30" w14:paraId="291FF83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510FE" w14:textId="77777777" w:rsidR="00281D30" w:rsidRDefault="00611B25">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99758" w14:textId="77777777" w:rsidR="00281D30" w:rsidRDefault="00611B25">
            <w:pPr>
              <w:pStyle w:val="RedaliaNormal"/>
              <w:rPr>
                <w:rFonts w:cs="Calibri"/>
              </w:rPr>
            </w:pPr>
            <w:r>
              <w:rPr>
                <w:rFonts w:cs="Calibri"/>
              </w:rPr>
              <w:t>...................... € TTC</w:t>
            </w:r>
          </w:p>
        </w:tc>
      </w:tr>
      <w:tr w:rsidR="00281D30" w14:paraId="642FFB2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237C3" w14:textId="77777777" w:rsidR="00281D30" w:rsidRDefault="00611B25">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20F42" w14:textId="77777777" w:rsidR="00281D30" w:rsidRDefault="00611B25">
            <w:pPr>
              <w:pStyle w:val="RedaliaNormal"/>
              <w:rPr>
                <w:rFonts w:cs="Calibri"/>
              </w:rPr>
            </w:pPr>
            <w:r>
              <w:rPr>
                <w:rFonts w:cs="Calibri"/>
              </w:rPr>
              <w:t>...................... € TTC</w:t>
            </w:r>
          </w:p>
        </w:tc>
      </w:tr>
      <w:tr w:rsidR="00281D30" w14:paraId="41CBF2B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C37033" w14:textId="77777777" w:rsidR="00281D30" w:rsidRDefault="00611B25">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40FB9" w14:textId="77777777" w:rsidR="00281D30" w:rsidRDefault="00281D30">
            <w:pPr>
              <w:pStyle w:val="RedaliaNormal"/>
              <w:rPr>
                <w:rFonts w:cs="Calibri"/>
              </w:rPr>
            </w:pPr>
          </w:p>
        </w:tc>
      </w:tr>
      <w:tr w:rsidR="00281D30" w14:paraId="3CDDE58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B2D66" w14:textId="77777777" w:rsidR="00281D30" w:rsidRDefault="00611B25">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97081" w14:textId="77777777" w:rsidR="00281D30" w:rsidRDefault="00611B25">
            <w:pPr>
              <w:pStyle w:val="RedaliaNormal"/>
              <w:rPr>
                <w:rFonts w:cs="Calibri"/>
              </w:rPr>
            </w:pPr>
            <w:r>
              <w:rPr>
                <w:rFonts w:cs="Calibri"/>
              </w:rPr>
              <w:t>...................... € TTC</w:t>
            </w:r>
          </w:p>
        </w:tc>
      </w:tr>
      <w:tr w:rsidR="00281D30" w14:paraId="06FBB79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B054C" w14:textId="77777777" w:rsidR="00281D30" w:rsidRDefault="00611B25">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6F040" w14:textId="77777777" w:rsidR="00281D30" w:rsidRDefault="00611B25">
            <w:pPr>
              <w:pStyle w:val="RedaliaNormal"/>
              <w:rPr>
                <w:rFonts w:cs="Calibri"/>
              </w:rPr>
            </w:pPr>
            <w:r>
              <w:rPr>
                <w:rFonts w:cs="Calibri"/>
              </w:rPr>
              <w:t>...................... € TTC</w:t>
            </w:r>
          </w:p>
        </w:tc>
      </w:tr>
      <w:tr w:rsidR="00281D30" w14:paraId="465455E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E1A3C" w14:textId="77777777" w:rsidR="00281D30" w:rsidRDefault="00611B25">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011A21" w14:textId="77777777" w:rsidR="00281D30" w:rsidRDefault="00611B25">
            <w:pPr>
              <w:pStyle w:val="RedaliaNormal"/>
              <w:rPr>
                <w:rFonts w:cs="Calibri"/>
              </w:rPr>
            </w:pPr>
            <w:r>
              <w:rPr>
                <w:rFonts w:cs="Calibri"/>
              </w:rPr>
              <w:t>...................... € TTC</w:t>
            </w:r>
          </w:p>
        </w:tc>
      </w:tr>
      <w:tr w:rsidR="00281D30" w14:paraId="3B44082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F8D41" w14:textId="77777777" w:rsidR="00281D30" w:rsidRDefault="00611B25">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ABB66" w14:textId="77777777" w:rsidR="00281D30" w:rsidRDefault="00281D30">
            <w:pPr>
              <w:pStyle w:val="RedaliaNormal"/>
            </w:pPr>
          </w:p>
        </w:tc>
      </w:tr>
      <w:tr w:rsidR="00281D30" w14:paraId="7B7AC2B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9A0AD" w14:textId="77777777" w:rsidR="00281D30" w:rsidRDefault="00611B25">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5E4E3" w14:textId="77777777" w:rsidR="00281D30" w:rsidRDefault="00611B25">
            <w:pPr>
              <w:pStyle w:val="RedaliaNormal"/>
              <w:rPr>
                <w:rFonts w:cs="Calibri"/>
              </w:rPr>
            </w:pPr>
            <w:r>
              <w:rPr>
                <w:rFonts w:cs="Calibri"/>
              </w:rPr>
              <w:t>...................... € TTC</w:t>
            </w:r>
          </w:p>
        </w:tc>
      </w:tr>
    </w:tbl>
    <w:p w14:paraId="2F8CAFD6" w14:textId="77777777" w:rsidR="00281D30" w:rsidRDefault="00281D30">
      <w:pPr>
        <w:pStyle w:val="RedaliaNormal"/>
      </w:pPr>
    </w:p>
    <w:p w14:paraId="434277FD" w14:textId="77777777" w:rsidR="00281D30" w:rsidRDefault="00611B25">
      <w:pPr>
        <w:pStyle w:val="RedaliaNormal"/>
      </w:pPr>
      <w:r>
        <w:rPr>
          <w:b/>
        </w:rPr>
        <w:t>● Informations supplémentaires en cas de groupement</w:t>
      </w:r>
    </w:p>
    <w:p w14:paraId="6801F72E" w14:textId="77777777" w:rsidR="00281D30" w:rsidRDefault="00611B25">
      <w:pPr>
        <w:pStyle w:val="RedaliaNormal"/>
      </w:pPr>
      <w:r>
        <w:t>Désignation des membres du groupement :</w:t>
      </w:r>
    </w:p>
    <w:p w14:paraId="2E748A7C" w14:textId="77777777" w:rsidR="00281D30" w:rsidRDefault="00611B25">
      <w:pPr>
        <w:pStyle w:val="RedaliaNormal"/>
      </w:pPr>
      <w:r>
        <w:t>SIRET pour chaque membre du groupement : ............................</w:t>
      </w:r>
    </w:p>
    <w:p w14:paraId="47F18AAB" w14:textId="77777777" w:rsidR="00281D30" w:rsidRDefault="00281D30">
      <w:pPr>
        <w:pStyle w:val="RedaliaNormal"/>
      </w:pPr>
    </w:p>
    <w:p w14:paraId="186190E0" w14:textId="77777777" w:rsidR="00281D30" w:rsidRDefault="00611B25">
      <w:pPr>
        <w:pStyle w:val="RedaliaNormal"/>
      </w:pPr>
      <w:r>
        <w:t>Désignation du mandataire : ............................</w:t>
      </w:r>
    </w:p>
    <w:p w14:paraId="71FF912D" w14:textId="77777777" w:rsidR="00281D30" w:rsidRDefault="00281D30">
      <w:pPr>
        <w:pStyle w:val="RedaliaNormal"/>
      </w:pPr>
    </w:p>
    <w:p w14:paraId="74716734" w14:textId="77777777" w:rsidR="00281D30" w:rsidRDefault="00611B25">
      <w:pPr>
        <w:pStyle w:val="RedaliaNormal"/>
      </w:pPr>
      <w:r>
        <w:rPr>
          <w:b/>
        </w:rPr>
        <w:t>● Modification(s) ultérieure(s) de la créance</w:t>
      </w:r>
    </w:p>
    <w:p w14:paraId="3D911979" w14:textId="77777777" w:rsidR="00281D30" w:rsidRDefault="00611B25">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281D30" w14:paraId="434D54ED"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AF9DF" w14:textId="77777777" w:rsidR="00281D30" w:rsidRDefault="00611B25">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09B5B" w14:textId="77777777" w:rsidR="00281D30" w:rsidRDefault="00611B25">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4C682" w14:textId="77777777" w:rsidR="00281D30" w:rsidRDefault="00611B25">
            <w:pPr>
              <w:pStyle w:val="RedaliaNormal"/>
              <w:rPr>
                <w:rFonts w:cs="Calibri"/>
              </w:rPr>
            </w:pPr>
            <w:r>
              <w:rPr>
                <w:rFonts w:cs="Calibri"/>
              </w:rPr>
              <w:t>Date/Signature</w:t>
            </w:r>
          </w:p>
          <w:p w14:paraId="7EF0288A" w14:textId="77777777" w:rsidR="00281D30" w:rsidRDefault="00281D30">
            <w:pPr>
              <w:pStyle w:val="RedaliaNormal"/>
              <w:rPr>
                <w:rFonts w:cs="Calibri"/>
              </w:rPr>
            </w:pPr>
          </w:p>
          <w:p w14:paraId="5E5022A1" w14:textId="77777777" w:rsidR="00281D30" w:rsidRDefault="00281D30">
            <w:pPr>
              <w:pStyle w:val="RedaliaNormal"/>
              <w:rPr>
                <w:rFonts w:cs="Calibri"/>
              </w:rPr>
            </w:pPr>
          </w:p>
        </w:tc>
      </w:tr>
      <w:tr w:rsidR="00281D30" w14:paraId="2B2E85D6"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FEB28" w14:textId="77777777" w:rsidR="00281D30" w:rsidRDefault="00611B25">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D15F4" w14:textId="77777777" w:rsidR="00281D30" w:rsidRDefault="00611B25">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002DE" w14:textId="77777777" w:rsidR="00281D30" w:rsidRDefault="00611B25">
            <w:pPr>
              <w:pStyle w:val="RedaliaNormal"/>
              <w:rPr>
                <w:rFonts w:cs="Calibri"/>
              </w:rPr>
            </w:pPr>
            <w:r>
              <w:rPr>
                <w:rFonts w:cs="Calibri"/>
              </w:rPr>
              <w:t>Date/Signature</w:t>
            </w:r>
          </w:p>
          <w:p w14:paraId="78EAAE3A" w14:textId="77777777" w:rsidR="00281D30" w:rsidRDefault="00281D30">
            <w:pPr>
              <w:pStyle w:val="RedaliaNormal"/>
              <w:rPr>
                <w:rFonts w:cs="Calibri"/>
              </w:rPr>
            </w:pPr>
          </w:p>
          <w:p w14:paraId="5E2ACE05" w14:textId="77777777" w:rsidR="00281D30" w:rsidRDefault="00281D30">
            <w:pPr>
              <w:pStyle w:val="RedaliaNormal"/>
              <w:rPr>
                <w:rFonts w:cs="Calibri"/>
              </w:rPr>
            </w:pPr>
          </w:p>
        </w:tc>
      </w:tr>
      <w:tr w:rsidR="00281D30" w14:paraId="505A9D5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12B6C" w14:textId="77777777" w:rsidR="00281D30" w:rsidRDefault="00611B25">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BAF6B" w14:textId="77777777" w:rsidR="00281D30" w:rsidRDefault="00611B25">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0565E7" w14:textId="77777777" w:rsidR="00281D30" w:rsidRDefault="00611B25">
            <w:pPr>
              <w:pStyle w:val="RedaliaNormal"/>
              <w:rPr>
                <w:rFonts w:cs="Calibri"/>
              </w:rPr>
            </w:pPr>
            <w:r>
              <w:rPr>
                <w:rFonts w:cs="Calibri"/>
              </w:rPr>
              <w:t>Date/Signature</w:t>
            </w:r>
          </w:p>
          <w:p w14:paraId="43231414" w14:textId="77777777" w:rsidR="00281D30" w:rsidRDefault="00281D30">
            <w:pPr>
              <w:pStyle w:val="RedaliaNormal"/>
              <w:rPr>
                <w:rFonts w:cs="Calibri"/>
              </w:rPr>
            </w:pPr>
          </w:p>
          <w:p w14:paraId="33C60FD8" w14:textId="77777777" w:rsidR="00281D30" w:rsidRDefault="00281D30">
            <w:pPr>
              <w:pStyle w:val="RedaliaNormal"/>
              <w:rPr>
                <w:rFonts w:cs="Calibri"/>
              </w:rPr>
            </w:pPr>
          </w:p>
        </w:tc>
      </w:tr>
      <w:tr w:rsidR="00281D30" w14:paraId="36D5563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41F6D" w14:textId="77777777" w:rsidR="00281D30" w:rsidRDefault="00611B25">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6713E" w14:textId="77777777" w:rsidR="00281D30" w:rsidRDefault="00611B25">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3066E" w14:textId="77777777" w:rsidR="00281D30" w:rsidRDefault="00611B25">
            <w:pPr>
              <w:pStyle w:val="RedaliaNormal"/>
              <w:rPr>
                <w:rFonts w:cs="Calibri"/>
              </w:rPr>
            </w:pPr>
            <w:r>
              <w:rPr>
                <w:rFonts w:cs="Calibri"/>
              </w:rPr>
              <w:t>Date/Signature</w:t>
            </w:r>
          </w:p>
          <w:p w14:paraId="5DCA788F" w14:textId="77777777" w:rsidR="00281D30" w:rsidRDefault="00281D30">
            <w:pPr>
              <w:pStyle w:val="RedaliaNormal"/>
              <w:rPr>
                <w:rFonts w:cs="Calibri"/>
              </w:rPr>
            </w:pPr>
          </w:p>
          <w:p w14:paraId="3B7FF48B" w14:textId="77777777" w:rsidR="00281D30" w:rsidRDefault="00281D30">
            <w:pPr>
              <w:pStyle w:val="RedaliaNormal"/>
              <w:rPr>
                <w:rFonts w:cs="Calibri"/>
              </w:rPr>
            </w:pPr>
          </w:p>
        </w:tc>
      </w:tr>
      <w:tr w:rsidR="00281D30" w14:paraId="2872FAAD"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59F831" w14:textId="77777777" w:rsidR="00281D30" w:rsidRDefault="00611B25">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332B6" w14:textId="77777777" w:rsidR="00281D30" w:rsidRDefault="00611B25">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D51D3" w14:textId="77777777" w:rsidR="00281D30" w:rsidRDefault="00611B25">
            <w:pPr>
              <w:pStyle w:val="RedaliaNormal"/>
              <w:rPr>
                <w:rFonts w:cs="Calibri"/>
              </w:rPr>
            </w:pPr>
            <w:r>
              <w:rPr>
                <w:rFonts w:cs="Calibri"/>
              </w:rPr>
              <w:t>Date/Signature</w:t>
            </w:r>
          </w:p>
          <w:p w14:paraId="1708E019" w14:textId="77777777" w:rsidR="00281D30" w:rsidRDefault="00281D30">
            <w:pPr>
              <w:pStyle w:val="RedaliaNormal"/>
              <w:rPr>
                <w:rFonts w:cs="Calibri"/>
              </w:rPr>
            </w:pPr>
          </w:p>
          <w:p w14:paraId="4A89EDC2" w14:textId="77777777" w:rsidR="00281D30" w:rsidRDefault="00281D30">
            <w:pPr>
              <w:pStyle w:val="RedaliaNormal"/>
              <w:rPr>
                <w:rFonts w:cs="Calibri"/>
              </w:rPr>
            </w:pPr>
          </w:p>
        </w:tc>
      </w:tr>
    </w:tbl>
    <w:p w14:paraId="5E079876" w14:textId="77777777" w:rsidR="00281D30" w:rsidRDefault="00281D30">
      <w:pPr>
        <w:pStyle w:val="RedaliaNormal"/>
      </w:pPr>
    </w:p>
    <w:p w14:paraId="6470C9FF" w14:textId="77777777" w:rsidR="00281D30" w:rsidRDefault="00611B25">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56022163" w14:textId="77777777" w:rsidR="00281D30" w:rsidRDefault="00281D30">
      <w:pPr>
        <w:pStyle w:val="RedaliaNormal"/>
      </w:pPr>
    </w:p>
    <w:p w14:paraId="2AC7C66E" w14:textId="77777777" w:rsidR="00281D30" w:rsidRDefault="00611B25">
      <w:pPr>
        <w:pStyle w:val="RedaliaNormal"/>
      </w:pPr>
      <w:r>
        <w:rPr>
          <w:b/>
        </w:rPr>
        <w:t>●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281D30" w14:paraId="28D1B0F9"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44047" w14:textId="77777777" w:rsidR="00281D30" w:rsidRDefault="00611B25">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2C73A" w14:textId="77777777" w:rsidR="00281D30" w:rsidRDefault="00611B25">
            <w:pPr>
              <w:pStyle w:val="RedaliaNormal"/>
              <w:rPr>
                <w:rFonts w:cs="Calibri"/>
              </w:rPr>
            </w:pPr>
            <w:r>
              <w:rPr>
                <w:rFonts w:cs="Calibri"/>
              </w:rPr>
              <w:t>Le</w:t>
            </w:r>
          </w:p>
        </w:tc>
      </w:tr>
      <w:tr w:rsidR="00281D30" w14:paraId="612540FC"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EFD14" w14:textId="77777777" w:rsidR="00281D30" w:rsidRDefault="00281D30">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F99B9" w14:textId="77777777" w:rsidR="00281D30" w:rsidRDefault="00611B25">
            <w:pPr>
              <w:pStyle w:val="RedaliaNormal"/>
              <w:rPr>
                <w:rFonts w:cs="Calibri"/>
              </w:rPr>
            </w:pPr>
            <w:r>
              <w:rPr>
                <w:rFonts w:cs="Calibri"/>
              </w:rPr>
              <w:t>Signature de l’acheteur ou de son représentant</w:t>
            </w:r>
          </w:p>
          <w:p w14:paraId="7278FD2F" w14:textId="77777777" w:rsidR="00281D30" w:rsidRDefault="00281D30">
            <w:pPr>
              <w:pStyle w:val="RedaliaNormal"/>
              <w:rPr>
                <w:rFonts w:cs="Calibri"/>
              </w:rPr>
            </w:pPr>
          </w:p>
          <w:p w14:paraId="2695F002" w14:textId="77777777" w:rsidR="00281D30" w:rsidRDefault="00281D30">
            <w:pPr>
              <w:pStyle w:val="RedaliaNormal"/>
              <w:rPr>
                <w:rFonts w:cs="Calibri"/>
              </w:rPr>
            </w:pPr>
          </w:p>
        </w:tc>
      </w:tr>
    </w:tbl>
    <w:p w14:paraId="6D3AEF97" w14:textId="77777777" w:rsidR="00281D30" w:rsidRDefault="00281D30">
      <w:pPr>
        <w:pStyle w:val="RedaliaNormal"/>
      </w:pPr>
    </w:p>
    <w:p w14:paraId="09067137" w14:textId="77777777" w:rsidR="00281D30" w:rsidRDefault="00281D30">
      <w:pPr>
        <w:pStyle w:val="RedaliaNormal"/>
      </w:pPr>
    </w:p>
    <w:p w14:paraId="5731FA1C" w14:textId="77777777" w:rsidR="00281D30" w:rsidRDefault="00281D30">
      <w:pPr>
        <w:pStyle w:val="RedaliaNormal"/>
        <w:pageBreakBefore/>
      </w:pPr>
    </w:p>
    <w:p w14:paraId="3354E7AE" w14:textId="77777777" w:rsidR="00281D30" w:rsidRDefault="00611B25">
      <w:pPr>
        <w:pStyle w:val="RdaliaTitredossier"/>
      </w:pPr>
      <w:r>
        <w:t>Annexe à l’acte d’engagement</w:t>
      </w:r>
    </w:p>
    <w:p w14:paraId="5B48BA14" w14:textId="77777777" w:rsidR="00281D30" w:rsidRDefault="00281D30">
      <w:pPr>
        <w:pStyle w:val="RdaliaTitredossier"/>
      </w:pPr>
    </w:p>
    <w:p w14:paraId="10177021" w14:textId="77777777" w:rsidR="00281D30" w:rsidRDefault="00611B25">
      <w:pPr>
        <w:pStyle w:val="RdaliaTitredossier"/>
      </w:pPr>
      <w:r>
        <w:t>DECLARATION DE SOUS-TRAITANCE</w:t>
      </w:r>
    </w:p>
    <w:p w14:paraId="6E3553D0" w14:textId="77777777" w:rsidR="00281D30" w:rsidRDefault="00611B25">
      <w:pPr>
        <w:pStyle w:val="RdaliaTitreparagraphe"/>
      </w:pPr>
      <w:r>
        <w:t>Pouvoir adjudicateur : Agence de l'Eau Rhône Méditerranée Corse</w:t>
      </w:r>
    </w:p>
    <w:p w14:paraId="0EDD4AC0" w14:textId="77777777" w:rsidR="00281D30" w:rsidRDefault="00611B25">
      <w:pPr>
        <w:pStyle w:val="RedaliaRetraitavecpuce"/>
        <w:numPr>
          <w:ilvl w:val="0"/>
          <w:numId w:val="18"/>
        </w:numPr>
      </w:pPr>
      <w:r>
        <w:t>Désignation de l’acheteur :</w:t>
      </w:r>
    </w:p>
    <w:p w14:paraId="0FCF73BC" w14:textId="77777777" w:rsidR="00281D30" w:rsidRDefault="00611B25">
      <w:pPr>
        <w:pStyle w:val="RedaliaRetraitavecpuce"/>
        <w:numPr>
          <w:ilvl w:val="0"/>
          <w:numId w:val="0"/>
        </w:numPr>
        <w:ind w:left="360"/>
      </w:pPr>
      <w:r>
        <w:t>Agence de l'Eau Rhône Méditerranée Corse</w:t>
      </w:r>
    </w:p>
    <w:p w14:paraId="2497B83C" w14:textId="77777777" w:rsidR="00281D30" w:rsidRDefault="00611B25">
      <w:pPr>
        <w:pStyle w:val="RedaliaRetraitavecpuce"/>
        <w:numPr>
          <w:ilvl w:val="0"/>
          <w:numId w:val="0"/>
        </w:numPr>
        <w:ind w:left="360"/>
      </w:pPr>
      <w:r>
        <w:t>2-4 Allée de Lodz 69363 LYON Cedex 07</w:t>
      </w:r>
    </w:p>
    <w:p w14:paraId="6B838D77" w14:textId="77777777" w:rsidR="00281D30" w:rsidRDefault="00611B25">
      <w:pPr>
        <w:pStyle w:val="RedaliaRetraitavecpuce"/>
      </w:pPr>
      <w:r>
        <w:t>Personne habilitée à donner les renseignements relatifs aux nantissements ou cessions de créances :</w:t>
      </w:r>
    </w:p>
    <w:p w14:paraId="30D70CDC" w14:textId="77777777" w:rsidR="00281D30" w:rsidRDefault="00611B25" w:rsidP="00611B25">
      <w:pPr>
        <w:pStyle w:val="RedaliaRetraitavecpuce"/>
        <w:numPr>
          <w:ilvl w:val="0"/>
          <w:numId w:val="0"/>
        </w:numPr>
        <w:ind w:left="360"/>
      </w:pPr>
      <w:r>
        <w:t>M. Nicolas MOURLON Directeur Général de l’Agence de l’eau Rhône Méditerranée Corse, Personne Représentant l'acheteur</w:t>
      </w:r>
    </w:p>
    <w:p w14:paraId="7E6E7B4A" w14:textId="77777777" w:rsidR="00281D30" w:rsidRDefault="00611B25">
      <w:pPr>
        <w:pStyle w:val="RdaliaTitreparagraphe"/>
      </w:pPr>
      <w:r>
        <w:t>Objet de l'accord-cadre :</w:t>
      </w:r>
    </w:p>
    <w:p w14:paraId="6F7CB5F9" w14:textId="2C1153ED" w:rsidR="00281D30" w:rsidRDefault="00611B25">
      <w:pPr>
        <w:pStyle w:val="RedaliaNormal"/>
        <w:rPr>
          <w:b/>
        </w:rPr>
      </w:pPr>
      <w:r>
        <w:rPr>
          <w:b/>
        </w:rPr>
        <w:t xml:space="preserve">Objet de la consultation : </w:t>
      </w:r>
      <w:r w:rsidR="009E6830">
        <w:t>Assistance juridique à élaboration et à la négociation de dossiers de consultation des marchés publics de l’Agence de l’eau Rhône Méditerranée Corse</w:t>
      </w:r>
    </w:p>
    <w:p w14:paraId="1E5E0779" w14:textId="77777777" w:rsidR="00281D30" w:rsidRDefault="00281D30">
      <w:pPr>
        <w:pStyle w:val="RedaliaNormal"/>
      </w:pPr>
    </w:p>
    <w:p w14:paraId="185163BB" w14:textId="655F4744" w:rsidR="00281D30" w:rsidRDefault="00611B25">
      <w:pPr>
        <w:pStyle w:val="RedaliaNormal"/>
      </w:pPr>
      <w:r>
        <w:t xml:space="preserve">Objet de l'accord-cadre : Assistance juridique à élaboration et </w:t>
      </w:r>
      <w:r w:rsidR="009E6830">
        <w:t>à</w:t>
      </w:r>
      <w:r>
        <w:t xml:space="preserve"> la négociation de dossiers de consultation des marchés publics de l’Agence de l’eau Rhône Méditerranée Corse</w:t>
      </w:r>
    </w:p>
    <w:p w14:paraId="056BCE4F" w14:textId="77777777" w:rsidR="00281D30" w:rsidRDefault="00611B25">
      <w:pPr>
        <w:pStyle w:val="RdaliaTitreparagraphe"/>
      </w:pPr>
      <w:r>
        <w:t>Objet de la déclaration du sous-traitant</w:t>
      </w:r>
    </w:p>
    <w:p w14:paraId="13D66A38" w14:textId="77777777" w:rsidR="00281D30" w:rsidRDefault="00611B25">
      <w:pPr>
        <w:pStyle w:val="RedaliaNormal"/>
      </w:pPr>
      <w:r>
        <w:t>La présente déclaration de sous-traitance constitue :</w:t>
      </w:r>
    </w:p>
    <w:p w14:paraId="23B59EB1" w14:textId="77777777" w:rsidR="00281D30" w:rsidRDefault="00281D30">
      <w:pPr>
        <w:pStyle w:val="RedaliaNormal"/>
      </w:pPr>
    </w:p>
    <w:p w14:paraId="0995B68F" w14:textId="77777777" w:rsidR="00281D30" w:rsidRDefault="00611B25">
      <w:pPr>
        <w:pStyle w:val="RedaliaNormal"/>
      </w:pPr>
      <w:r>
        <w:rPr>
          <w:rFonts w:ascii="Wingdings" w:eastAsia="Wingdings" w:hAnsi="Wingdings" w:cs="Wingdings"/>
          <w:szCs w:val="22"/>
        </w:rPr>
        <w:t></w:t>
      </w:r>
      <w:r>
        <w:t xml:space="preserve"> Un document annexé à l’offre du soumissionnaire.</w:t>
      </w:r>
    </w:p>
    <w:p w14:paraId="4F893FA6" w14:textId="77777777" w:rsidR="00281D30" w:rsidRDefault="00281D30">
      <w:pPr>
        <w:pStyle w:val="RedaliaNormal"/>
      </w:pPr>
    </w:p>
    <w:p w14:paraId="5F5BA9E1" w14:textId="77777777" w:rsidR="00281D30" w:rsidRDefault="00611B25">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5A911020" w14:textId="77777777" w:rsidR="00281D30" w:rsidRDefault="00281D30">
      <w:pPr>
        <w:pStyle w:val="RedaliaNormal"/>
      </w:pPr>
    </w:p>
    <w:p w14:paraId="0A249157" w14:textId="77777777" w:rsidR="00281D30" w:rsidRDefault="00611B25">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37E877CB" w14:textId="77777777" w:rsidR="00281D30" w:rsidRDefault="00281D30">
      <w:pPr>
        <w:pStyle w:val="RedaliaNormal"/>
      </w:pPr>
    </w:p>
    <w:p w14:paraId="6C4881A2" w14:textId="77777777" w:rsidR="00281D30" w:rsidRDefault="00611B25">
      <w:pPr>
        <w:pStyle w:val="RdaliaTitreparagraphe"/>
      </w:pPr>
      <w:r>
        <w:t>Identification du soumissionnaire ou du titulaire</w:t>
      </w:r>
    </w:p>
    <w:p w14:paraId="34A20A5B" w14:textId="662C04C7" w:rsidR="00281D30" w:rsidRDefault="00611B25">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47740B1E" w14:textId="77777777" w:rsidR="00281D30" w:rsidRDefault="00611B25">
      <w:pPr>
        <w:pStyle w:val="RedaliaNormal"/>
      </w:pPr>
      <w:r>
        <w:tab/>
      </w:r>
    </w:p>
    <w:p w14:paraId="49DB515E" w14:textId="77777777" w:rsidR="00281D30" w:rsidRDefault="00611B25">
      <w:pPr>
        <w:pStyle w:val="RedaliaNormal"/>
      </w:pPr>
      <w:r>
        <w:tab/>
      </w:r>
    </w:p>
    <w:p w14:paraId="7DCD6A52" w14:textId="77777777" w:rsidR="00281D30" w:rsidRDefault="00611B25">
      <w:pPr>
        <w:pStyle w:val="RedaliaNormal"/>
      </w:pPr>
      <w:r>
        <w:tab/>
      </w:r>
    </w:p>
    <w:p w14:paraId="4C74D090" w14:textId="77777777" w:rsidR="00281D30" w:rsidRDefault="00281D30">
      <w:pPr>
        <w:pStyle w:val="RedaliaNormal"/>
      </w:pPr>
    </w:p>
    <w:p w14:paraId="3871F90F" w14:textId="77777777" w:rsidR="00281D30" w:rsidRDefault="00611B25">
      <w:pPr>
        <w:pStyle w:val="RedaliaNormal"/>
      </w:pPr>
      <w:r>
        <w:t>Forme juridique du soumissionnaire individuel, du titulaire ou du membre du groupement (entreprise individuelle, SA, SARL, EURL, association, établissement public, etc.) :</w:t>
      </w:r>
    </w:p>
    <w:p w14:paraId="076C78A3" w14:textId="77777777" w:rsidR="00281D30" w:rsidRDefault="00611B25">
      <w:pPr>
        <w:pStyle w:val="RedaliaNormal"/>
      </w:pPr>
      <w:r>
        <w:tab/>
      </w:r>
    </w:p>
    <w:p w14:paraId="675CC3EE" w14:textId="77777777" w:rsidR="00281D30" w:rsidRDefault="00611B25">
      <w:pPr>
        <w:pStyle w:val="RedaliaNormal"/>
      </w:pPr>
      <w:r>
        <w:tab/>
      </w:r>
    </w:p>
    <w:p w14:paraId="6CD55C92" w14:textId="77777777" w:rsidR="00281D30" w:rsidRDefault="00611B25">
      <w:pPr>
        <w:pStyle w:val="RedaliaNormal"/>
      </w:pPr>
      <w:r>
        <w:tab/>
      </w:r>
    </w:p>
    <w:p w14:paraId="504D4872" w14:textId="77777777" w:rsidR="00281D30" w:rsidRDefault="00281D30">
      <w:pPr>
        <w:pStyle w:val="RedaliaNormal"/>
      </w:pPr>
    </w:p>
    <w:p w14:paraId="3FE11D8C" w14:textId="77777777" w:rsidR="00281D30" w:rsidRDefault="00611B25">
      <w:pPr>
        <w:pStyle w:val="RedaliaNormal"/>
      </w:pPr>
      <w:r>
        <w:t>En cas de groupement momentané d’entreprises, identification et coordonnées du mandataire du groupement :</w:t>
      </w:r>
    </w:p>
    <w:p w14:paraId="3A375F6C" w14:textId="77777777" w:rsidR="00281D30" w:rsidRDefault="00611B25">
      <w:pPr>
        <w:pStyle w:val="RedaliaNormal"/>
      </w:pPr>
      <w:r>
        <w:tab/>
      </w:r>
    </w:p>
    <w:p w14:paraId="79548AB9" w14:textId="77777777" w:rsidR="00281D30" w:rsidRDefault="00611B25">
      <w:pPr>
        <w:pStyle w:val="RedaliaNormal"/>
      </w:pPr>
      <w:r>
        <w:tab/>
      </w:r>
    </w:p>
    <w:p w14:paraId="3B5AC8E7" w14:textId="77777777" w:rsidR="00281D30" w:rsidRDefault="00611B25">
      <w:pPr>
        <w:pStyle w:val="RedaliaNormal"/>
      </w:pPr>
      <w:r>
        <w:tab/>
      </w:r>
    </w:p>
    <w:p w14:paraId="24DA1CC3" w14:textId="77777777" w:rsidR="00281D30" w:rsidRDefault="00611B25">
      <w:pPr>
        <w:pStyle w:val="RdaliaTitreparagraphe"/>
      </w:pPr>
      <w:r>
        <w:t>Identification du sous-traitant :</w:t>
      </w:r>
    </w:p>
    <w:p w14:paraId="5E8E2C52" w14:textId="07B96F2F" w:rsidR="00281D30" w:rsidRDefault="00611B25">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0F472A92" w14:textId="77777777" w:rsidR="00281D30" w:rsidRDefault="00611B25">
      <w:pPr>
        <w:pStyle w:val="RedaliaNormal"/>
      </w:pPr>
      <w:r>
        <w:tab/>
      </w:r>
    </w:p>
    <w:p w14:paraId="3838E248" w14:textId="77777777" w:rsidR="00281D30" w:rsidRDefault="00611B25">
      <w:pPr>
        <w:pStyle w:val="RedaliaNormal"/>
      </w:pPr>
      <w:r>
        <w:tab/>
      </w:r>
    </w:p>
    <w:p w14:paraId="794DA351" w14:textId="77777777" w:rsidR="00281D30" w:rsidRDefault="00611B25">
      <w:pPr>
        <w:pStyle w:val="RedaliaNormal"/>
      </w:pPr>
      <w:r>
        <w:tab/>
      </w:r>
    </w:p>
    <w:p w14:paraId="327F5F5A" w14:textId="77777777" w:rsidR="00281D30" w:rsidRDefault="00281D30">
      <w:pPr>
        <w:pStyle w:val="TitreN5"/>
        <w:widowControl/>
        <w:tabs>
          <w:tab w:val="right" w:leader="dot" w:pos="10417"/>
        </w:tabs>
        <w:spacing w:before="0" w:after="0"/>
        <w:outlineLvl w:val="9"/>
        <w:rPr>
          <w:b/>
          <w:i w:val="0"/>
          <w:color w:val="0000FF"/>
          <w:sz w:val="20"/>
          <w:szCs w:val="24"/>
        </w:rPr>
      </w:pPr>
    </w:p>
    <w:p w14:paraId="5B79BC29" w14:textId="77777777" w:rsidR="00281D30" w:rsidRDefault="00611B25">
      <w:pPr>
        <w:pStyle w:val="RedaliaNormal"/>
      </w:pPr>
      <w:r>
        <w:t>Forme juridique du soumissionnaire individuel, du titulaire ou du membre du groupement (entreprise individuelle, SA, SARL, EURL, association, établissement public, etc.) :</w:t>
      </w:r>
    </w:p>
    <w:p w14:paraId="68346123" w14:textId="77777777" w:rsidR="00281D30" w:rsidRDefault="00611B25">
      <w:pPr>
        <w:pStyle w:val="RedaliaNormal"/>
      </w:pPr>
      <w:r>
        <w:tab/>
      </w:r>
    </w:p>
    <w:p w14:paraId="3C7F594D" w14:textId="77777777" w:rsidR="00281D30" w:rsidRDefault="00611B25">
      <w:pPr>
        <w:pStyle w:val="RedaliaNormal"/>
      </w:pPr>
      <w:r>
        <w:tab/>
      </w:r>
    </w:p>
    <w:p w14:paraId="7C91B3CA" w14:textId="77777777" w:rsidR="00281D30" w:rsidRDefault="00611B25">
      <w:pPr>
        <w:pStyle w:val="RedaliaNormal"/>
      </w:pPr>
      <w:r>
        <w:tab/>
      </w:r>
    </w:p>
    <w:p w14:paraId="7CAB3DE5" w14:textId="77777777" w:rsidR="00281D30" w:rsidRDefault="00281D30">
      <w:pPr>
        <w:pStyle w:val="RedaliaNormal"/>
      </w:pPr>
    </w:p>
    <w:p w14:paraId="50728196" w14:textId="77777777" w:rsidR="00281D30" w:rsidRDefault="00611B25">
      <w:pPr>
        <w:pStyle w:val="RedaliaNormal"/>
      </w:pPr>
      <w:r>
        <w:t xml:space="preserve">Personne(s) physique(s) ayant le pouvoir d’engager le sous-traitant : (Indiquer le nom, prénom et la qualité de chaque personne) :  </w:t>
      </w:r>
    </w:p>
    <w:p w14:paraId="53E23A06" w14:textId="77777777" w:rsidR="00281D30" w:rsidRDefault="00611B25">
      <w:pPr>
        <w:pStyle w:val="RedaliaNormal"/>
      </w:pPr>
      <w:r>
        <w:tab/>
      </w:r>
    </w:p>
    <w:p w14:paraId="28D8CC8D" w14:textId="77777777" w:rsidR="00281D30" w:rsidRDefault="00611B25">
      <w:pPr>
        <w:pStyle w:val="RedaliaNormal"/>
      </w:pPr>
      <w:r>
        <w:tab/>
      </w:r>
    </w:p>
    <w:p w14:paraId="202C04EE" w14:textId="77777777" w:rsidR="00281D30" w:rsidRDefault="00611B25">
      <w:pPr>
        <w:pStyle w:val="RedaliaNormal"/>
      </w:pPr>
      <w:r>
        <w:tab/>
      </w:r>
    </w:p>
    <w:p w14:paraId="53C5F1C8" w14:textId="77777777" w:rsidR="00281D30" w:rsidRDefault="00281D30">
      <w:pPr>
        <w:pStyle w:val="RedaliaNormal"/>
      </w:pPr>
    </w:p>
    <w:p w14:paraId="6BD95EE5" w14:textId="77777777" w:rsidR="00281D30" w:rsidRDefault="00611B25">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14:paraId="0D1A5DD9" w14:textId="77777777" w:rsidR="00281D30" w:rsidRDefault="00611B25">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78EFB9D" w14:textId="77777777" w:rsidR="00281D30" w:rsidRDefault="00611B25">
      <w:pPr>
        <w:pStyle w:val="RdaliaTitreparagraphe"/>
      </w:pPr>
      <w:r>
        <w:t>Nature des prestations sous-traitées :</w:t>
      </w:r>
    </w:p>
    <w:p w14:paraId="53578F33" w14:textId="77777777" w:rsidR="00281D30" w:rsidRDefault="00611B25">
      <w:pPr>
        <w:pStyle w:val="RedaliaNormal"/>
      </w:pPr>
      <w:r>
        <w:rPr>
          <w:b/>
        </w:rPr>
        <w:t>Nature des prestations sous-traitées</w:t>
      </w:r>
      <w:r>
        <w:t> :</w:t>
      </w:r>
      <w:r>
        <w:tab/>
      </w:r>
    </w:p>
    <w:p w14:paraId="611D7736" w14:textId="77777777" w:rsidR="00281D30" w:rsidRDefault="00611B25">
      <w:pPr>
        <w:pStyle w:val="RedaliaNormal"/>
      </w:pPr>
      <w:r>
        <w:tab/>
      </w:r>
    </w:p>
    <w:p w14:paraId="42732ABC" w14:textId="77777777" w:rsidR="00281D30" w:rsidRDefault="00281D30">
      <w:pPr>
        <w:pStyle w:val="RedaliaNormal"/>
      </w:pPr>
    </w:p>
    <w:p w14:paraId="573B3926" w14:textId="77777777" w:rsidR="00281D30" w:rsidRDefault="00611B25">
      <w:pPr>
        <w:pStyle w:val="RedaliaNormal"/>
      </w:pPr>
      <w:r>
        <w:rPr>
          <w:b/>
        </w:rPr>
        <w:t xml:space="preserve">Sous-traitance de traitement de données à caractère personnel (à compléter le cas échéant) : </w:t>
      </w:r>
      <w:r>
        <w:tab/>
      </w:r>
    </w:p>
    <w:p w14:paraId="160C5241" w14:textId="77777777" w:rsidR="00281D30" w:rsidRDefault="00611B25">
      <w:pPr>
        <w:pStyle w:val="RedaliaNormal"/>
      </w:pPr>
      <w:r>
        <w:tab/>
      </w:r>
    </w:p>
    <w:p w14:paraId="71BC4D38" w14:textId="77777777" w:rsidR="00281D30" w:rsidRDefault="00281D30">
      <w:pPr>
        <w:pStyle w:val="RedaliaNormal"/>
      </w:pPr>
    </w:p>
    <w:p w14:paraId="5FEB53BB" w14:textId="77777777" w:rsidR="00281D30" w:rsidRDefault="00611B25">
      <w:pPr>
        <w:pStyle w:val="RedaliaNormal"/>
      </w:pPr>
      <w:r>
        <w:t>Le sous-traitant est autorisé à traiter les données à caractère personnel nécessaires pour fournir le ou les service(s) suivant(s) : ……………</w:t>
      </w:r>
    </w:p>
    <w:p w14:paraId="61F80679" w14:textId="77777777" w:rsidR="00281D30" w:rsidRDefault="00281D30">
      <w:pPr>
        <w:pStyle w:val="RedaliaNormal"/>
      </w:pPr>
    </w:p>
    <w:p w14:paraId="031D2C1F" w14:textId="77777777" w:rsidR="00281D30" w:rsidRDefault="00611B25">
      <w:pPr>
        <w:pStyle w:val="RedaliaNormal"/>
      </w:pPr>
      <w:r>
        <w:t>La durée du traitement est : ………</w:t>
      </w:r>
      <w:proofErr w:type="gramStart"/>
      <w:r>
        <w:t>…….</w:t>
      </w:r>
      <w:proofErr w:type="gramEnd"/>
      <w:r>
        <w:t>.</w:t>
      </w:r>
    </w:p>
    <w:p w14:paraId="113264C6" w14:textId="77777777" w:rsidR="00281D30" w:rsidRDefault="00281D30">
      <w:pPr>
        <w:pStyle w:val="RedaliaNormal"/>
      </w:pPr>
    </w:p>
    <w:p w14:paraId="5550CCA8" w14:textId="77777777" w:rsidR="00281D30" w:rsidRDefault="00611B25">
      <w:pPr>
        <w:pStyle w:val="RedaliaNormal"/>
      </w:pPr>
      <w:r>
        <w:t>La nature des opérations réalisées sur les données est : ………………….</w:t>
      </w:r>
    </w:p>
    <w:p w14:paraId="17C839E0" w14:textId="77777777" w:rsidR="00281D30" w:rsidRDefault="00281D30">
      <w:pPr>
        <w:pStyle w:val="RedaliaNormal"/>
      </w:pPr>
    </w:p>
    <w:p w14:paraId="77610EFA" w14:textId="77777777" w:rsidR="00281D30" w:rsidRDefault="00611B25">
      <w:pPr>
        <w:pStyle w:val="RedaliaNormal"/>
      </w:pPr>
      <w:r>
        <w:t>La ou les finalité(s) du traitement sont : ……………</w:t>
      </w:r>
    </w:p>
    <w:p w14:paraId="61888D65" w14:textId="77777777" w:rsidR="00281D30" w:rsidRDefault="00281D30">
      <w:pPr>
        <w:pStyle w:val="RedaliaNormal"/>
      </w:pPr>
    </w:p>
    <w:p w14:paraId="4EA55034" w14:textId="77777777" w:rsidR="00281D30" w:rsidRDefault="00611B25">
      <w:pPr>
        <w:pStyle w:val="RedaliaNormal"/>
      </w:pPr>
      <w:r>
        <w:t>Les données à caractère personnel traitées sont : ………………</w:t>
      </w:r>
    </w:p>
    <w:p w14:paraId="3702C60A" w14:textId="77777777" w:rsidR="00281D30" w:rsidRDefault="00281D30">
      <w:pPr>
        <w:pStyle w:val="RedaliaNormal"/>
      </w:pPr>
    </w:p>
    <w:p w14:paraId="00743DBC" w14:textId="77777777" w:rsidR="00281D30" w:rsidRDefault="00611B25">
      <w:pPr>
        <w:pStyle w:val="RedaliaNormal"/>
      </w:pPr>
      <w:r>
        <w:t>Les catégories de personnes concernées sont : ………………….</w:t>
      </w:r>
    </w:p>
    <w:p w14:paraId="06710F72" w14:textId="77777777" w:rsidR="00281D30" w:rsidRDefault="00281D30">
      <w:pPr>
        <w:pStyle w:val="RedaliaNormal"/>
      </w:pPr>
    </w:p>
    <w:p w14:paraId="3A6A3A18" w14:textId="77777777" w:rsidR="00281D30" w:rsidRDefault="00611B25">
      <w:pPr>
        <w:pStyle w:val="RedaliaNormal"/>
      </w:pPr>
      <w:r>
        <w:t>Le soumissionnaire/titulaire déclare que :</w:t>
      </w:r>
    </w:p>
    <w:p w14:paraId="18437A1A" w14:textId="77777777" w:rsidR="00281D30" w:rsidRDefault="00611B25">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6FB007B1" w14:textId="77777777" w:rsidR="00281D30" w:rsidRDefault="00611B25">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F23FFBF" w14:textId="77777777" w:rsidR="00281D30" w:rsidRDefault="00281D30">
      <w:pPr>
        <w:pStyle w:val="RedaliaNormal"/>
      </w:pPr>
    </w:p>
    <w:p w14:paraId="33171256" w14:textId="77777777" w:rsidR="00281D30" w:rsidRDefault="00611B25">
      <w:pPr>
        <w:pStyle w:val="RdaliaTitreparagraphe"/>
      </w:pPr>
      <w:r>
        <w:t>Prix et durée des prestations sous-traitées :</w:t>
      </w:r>
    </w:p>
    <w:p w14:paraId="17273FD1" w14:textId="77777777" w:rsidR="00281D30" w:rsidRDefault="00611B25">
      <w:pPr>
        <w:pStyle w:val="RedaliaNormal"/>
      </w:pPr>
      <w:r>
        <w:rPr>
          <w:b/>
        </w:rPr>
        <w:t>Montant des prestations sous-traitées</w:t>
      </w:r>
      <w:r>
        <w:t xml:space="preserve"> :</w:t>
      </w:r>
    </w:p>
    <w:p w14:paraId="57C7EED8" w14:textId="77777777" w:rsidR="00281D30" w:rsidRDefault="00281D30">
      <w:pPr>
        <w:pStyle w:val="RedaliaNormal"/>
      </w:pPr>
    </w:p>
    <w:p w14:paraId="2C22BDF8" w14:textId="77777777" w:rsidR="00281D30" w:rsidRDefault="00611B2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BDEA357" w14:textId="77777777" w:rsidR="00281D30" w:rsidRDefault="00281D30">
      <w:pPr>
        <w:pStyle w:val="RedaliaNormal"/>
      </w:pPr>
    </w:p>
    <w:p w14:paraId="372D2F0D" w14:textId="77777777" w:rsidR="00281D30" w:rsidRDefault="00611B25">
      <w:pPr>
        <w:pStyle w:val="RedaliaNormal"/>
      </w:pPr>
      <w:r>
        <w:rPr>
          <w:b/>
        </w:rPr>
        <w:t>a)</w:t>
      </w:r>
      <w:r>
        <w:t xml:space="preserve"> Montant du contrat de sous-traitance dans le cas de prestations ne relevant pas du b) ci-dessous :</w:t>
      </w:r>
    </w:p>
    <w:p w14:paraId="5B72D585" w14:textId="77777777" w:rsidR="00281D30" w:rsidRDefault="00611B25">
      <w:pPr>
        <w:pStyle w:val="RedaliaNormal"/>
      </w:pPr>
      <w:r>
        <w:t>- Taux de la TVA : ……………………………</w:t>
      </w:r>
      <w:proofErr w:type="gramStart"/>
      <w:r>
        <w:t>…….</w:t>
      </w:r>
      <w:proofErr w:type="gramEnd"/>
      <w:r>
        <w:t>.</w:t>
      </w:r>
    </w:p>
    <w:p w14:paraId="5F763A50" w14:textId="77777777" w:rsidR="00281D30" w:rsidRDefault="00611B25">
      <w:pPr>
        <w:pStyle w:val="RedaliaNormal"/>
      </w:pPr>
      <w:r>
        <w:t>- Montant HT (€) : ……………………</w:t>
      </w:r>
      <w:proofErr w:type="gramStart"/>
      <w:r>
        <w:t>…….</w:t>
      </w:r>
      <w:proofErr w:type="gramEnd"/>
      <w:r>
        <w:t>.</w:t>
      </w:r>
    </w:p>
    <w:p w14:paraId="55A7F796" w14:textId="77777777" w:rsidR="00281D30" w:rsidRDefault="00611B25">
      <w:pPr>
        <w:pStyle w:val="RedaliaNormal"/>
      </w:pPr>
      <w:r>
        <w:t>- Montant TTC (€) : …………………………</w:t>
      </w:r>
    </w:p>
    <w:p w14:paraId="27D21E3E" w14:textId="77777777" w:rsidR="00281D30" w:rsidRDefault="00281D30">
      <w:pPr>
        <w:pStyle w:val="RedaliaNormal"/>
      </w:pPr>
    </w:p>
    <w:p w14:paraId="42DF07D1" w14:textId="77777777" w:rsidR="00281D30" w:rsidRDefault="00611B25">
      <w:pPr>
        <w:pStyle w:val="RedaliaNormal"/>
      </w:pPr>
      <w:r>
        <w:rPr>
          <w:b/>
        </w:rPr>
        <w:t>b)</w:t>
      </w:r>
      <w:r>
        <w:t xml:space="preserve"> Montant du contrat de sous-traitance dans le cas de travaux sous-traités relevant de l’article 283-2 nonies du Code général des impôts :</w:t>
      </w:r>
    </w:p>
    <w:p w14:paraId="013BA7DC" w14:textId="77777777" w:rsidR="00281D30" w:rsidRDefault="00611B25">
      <w:pPr>
        <w:pStyle w:val="RedaliaNormal"/>
      </w:pPr>
      <w:r>
        <w:t xml:space="preserve">- Taux de la TVA : </w:t>
      </w:r>
      <w:proofErr w:type="spellStart"/>
      <w:r>
        <w:t>auto-liquidation</w:t>
      </w:r>
      <w:proofErr w:type="spellEnd"/>
      <w:r>
        <w:t xml:space="preserve"> (la TVA est due par le titulaire)</w:t>
      </w:r>
    </w:p>
    <w:p w14:paraId="68A3489C" w14:textId="77777777" w:rsidR="00281D30" w:rsidRDefault="00611B25">
      <w:pPr>
        <w:pStyle w:val="RedaliaNormal"/>
      </w:pPr>
      <w:r>
        <w:t>- Montant hors TVA (€) : ……………………</w:t>
      </w:r>
      <w:proofErr w:type="gramStart"/>
      <w:r>
        <w:t>…….</w:t>
      </w:r>
      <w:proofErr w:type="gramEnd"/>
      <w:r>
        <w:t>.</w:t>
      </w:r>
    </w:p>
    <w:p w14:paraId="5B257086" w14:textId="77777777" w:rsidR="00281D30" w:rsidRDefault="00611B25">
      <w:pPr>
        <w:pStyle w:val="RedaliaNormal"/>
      </w:pPr>
      <w:r>
        <w:t> </w:t>
      </w:r>
    </w:p>
    <w:p w14:paraId="465AA08B" w14:textId="77777777" w:rsidR="00281D30" w:rsidRDefault="00611B25">
      <w:pPr>
        <w:pStyle w:val="RedaliaNormal"/>
      </w:pPr>
      <w:r>
        <w:t>Modalités de variation des prix : </w:t>
      </w:r>
    </w:p>
    <w:p w14:paraId="1DCDC280" w14:textId="77777777" w:rsidR="00281D30" w:rsidRDefault="00611B25">
      <w:pPr>
        <w:pStyle w:val="RedaliaNormal"/>
      </w:pPr>
      <w:r>
        <w:t>Voir CCAP</w:t>
      </w:r>
    </w:p>
    <w:p w14:paraId="79AB5F58" w14:textId="77777777" w:rsidR="00281D30" w:rsidRDefault="00281D30">
      <w:pPr>
        <w:pStyle w:val="RedaliaNormal"/>
      </w:pPr>
    </w:p>
    <w:p w14:paraId="3E75B1AC" w14:textId="77777777" w:rsidR="00281D30" w:rsidRDefault="00611B25">
      <w:pPr>
        <w:pStyle w:val="RedaliaNormal"/>
        <w:rPr>
          <w:b/>
        </w:rPr>
      </w:pPr>
      <w:r>
        <w:rPr>
          <w:b/>
        </w:rPr>
        <w:t>Durée du contrat de sous-traitance en nombre de mois : </w:t>
      </w:r>
    </w:p>
    <w:p w14:paraId="442DF351" w14:textId="77777777" w:rsidR="00281D30" w:rsidRDefault="00611B25">
      <w:pPr>
        <w:pStyle w:val="RedaliaNormal"/>
      </w:pPr>
      <w:r>
        <w:t>(</w:t>
      </w:r>
      <w:r>
        <w:rPr>
          <w:i/>
        </w:rPr>
        <w:t xml:space="preserve">Nota : Si la durée indiquée dans le contrat de sous-traitance ne correspond pas à un nombre entier, arrondir au nombre entier supérieur. Ex : 20 jours = 1 mois, 1 mois et 2 semaines = 2 </w:t>
      </w:r>
      <w:r>
        <w:rPr>
          <w:i/>
        </w:rPr>
        <w:lastRenderedPageBreak/>
        <w:t>mois, etc.</w:t>
      </w:r>
      <w:r>
        <w:t>)</w:t>
      </w:r>
    </w:p>
    <w:p w14:paraId="31DC507B" w14:textId="77777777" w:rsidR="00281D30" w:rsidRDefault="00611B25">
      <w:pPr>
        <w:pStyle w:val="RedaliaNormal"/>
      </w:pPr>
      <w:r>
        <w:t>La durée du contrat de sous-traitance en nombre de mois est de :</w:t>
      </w:r>
    </w:p>
    <w:p w14:paraId="6C08414B" w14:textId="77777777" w:rsidR="00281D30" w:rsidRDefault="00281D30">
      <w:pPr>
        <w:pStyle w:val="RedaliaNormal"/>
      </w:pPr>
    </w:p>
    <w:p w14:paraId="13BDC672" w14:textId="77777777" w:rsidR="00281D30" w:rsidRDefault="00611B25">
      <w:pPr>
        <w:pStyle w:val="RedaliaNormal"/>
        <w:rPr>
          <w:b/>
        </w:rPr>
      </w:pPr>
      <w:r>
        <w:rPr>
          <w:b/>
        </w:rPr>
        <w:t>Durée des prestations sous-traitées pour les marchés reconductibles : </w:t>
      </w:r>
    </w:p>
    <w:p w14:paraId="7272C1FA" w14:textId="77777777" w:rsidR="00281D30" w:rsidRDefault="00611B25">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3788875C" w14:textId="77777777" w:rsidR="00281D30" w:rsidRDefault="00611B25">
      <w:pPr>
        <w:pStyle w:val="RedaliaNormal"/>
      </w:pPr>
      <w:r>
        <w:t> </w:t>
      </w:r>
    </w:p>
    <w:p w14:paraId="075D0BCF" w14:textId="77777777" w:rsidR="00281D30" w:rsidRDefault="00611B25">
      <w:pPr>
        <w:pStyle w:val="RdaliaTitreparagraphe"/>
      </w:pPr>
      <w:r>
        <w:t>Condition de paiement :</w:t>
      </w:r>
    </w:p>
    <w:p w14:paraId="179AB13C" w14:textId="77777777" w:rsidR="00281D30" w:rsidRDefault="00611B25">
      <w:pPr>
        <w:pStyle w:val="RedaliaNormal"/>
      </w:pPr>
      <w:r>
        <w:t>Références bancaires :</w:t>
      </w:r>
    </w:p>
    <w:p w14:paraId="248E04A5" w14:textId="77777777" w:rsidR="00281D30" w:rsidRDefault="00611B25">
      <w:pPr>
        <w:pStyle w:val="RdaliaLgende"/>
      </w:pPr>
      <w:r>
        <w:t>(Joindre un IBAN.)</w:t>
      </w:r>
    </w:p>
    <w:p w14:paraId="7754EA1B" w14:textId="77777777" w:rsidR="00281D30" w:rsidRDefault="00281D30">
      <w:pPr>
        <w:pStyle w:val="RedaliaNormal"/>
      </w:pPr>
    </w:p>
    <w:p w14:paraId="0FA6088B" w14:textId="77777777" w:rsidR="00281D30" w:rsidRDefault="00611B25">
      <w:pPr>
        <w:pStyle w:val="RedaliaNormal"/>
      </w:pPr>
      <w:r>
        <w:t xml:space="preserve">IBAN : </w:t>
      </w:r>
      <w:r>
        <w:tab/>
      </w:r>
    </w:p>
    <w:p w14:paraId="6FA2845A" w14:textId="77777777" w:rsidR="00281D30" w:rsidRDefault="00611B25">
      <w:pPr>
        <w:pStyle w:val="RedaliaNormal"/>
      </w:pPr>
      <w:r>
        <w:t xml:space="preserve">BIC : </w:t>
      </w:r>
      <w:r>
        <w:tab/>
      </w:r>
    </w:p>
    <w:p w14:paraId="48BC51F4" w14:textId="77777777" w:rsidR="00281D30" w:rsidRDefault="00281D30">
      <w:pPr>
        <w:pStyle w:val="RedaliaNormal"/>
      </w:pPr>
    </w:p>
    <w:p w14:paraId="7BA0CEC9" w14:textId="77777777" w:rsidR="00281D30" w:rsidRDefault="00611B25">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6329EA5B" w14:textId="77777777" w:rsidR="00281D30" w:rsidRDefault="00611B25">
      <w:pPr>
        <w:pStyle w:val="RdaliaTitreparagraphe"/>
        <w:jc w:val="both"/>
      </w:pPr>
      <w:r>
        <w:t>Capacités du sous-traitant :</w:t>
      </w:r>
    </w:p>
    <w:p w14:paraId="5A109048" w14:textId="77777777" w:rsidR="00281D30" w:rsidRDefault="00611B25">
      <w:pPr>
        <w:pStyle w:val="RdaliaLgende"/>
        <w:ind w:left="0" w:firstLine="0"/>
      </w:pPr>
      <w:r>
        <w:t>Nota : ces renseignements ne sont nécessaires que lorsque l’acheteur les exige et qu’ils n’ont pas été déjà transmis dans le cadre du DC2 -voir rubrique H du DC2.)</w:t>
      </w:r>
    </w:p>
    <w:p w14:paraId="487BF139" w14:textId="77777777" w:rsidR="00281D30" w:rsidRDefault="00281D30">
      <w:pPr>
        <w:pStyle w:val="RedaliaNormal"/>
      </w:pPr>
    </w:p>
    <w:p w14:paraId="55E1F418" w14:textId="283B016D" w:rsidR="00281D30" w:rsidRDefault="00611B25">
      <w:pPr>
        <w:pStyle w:val="RedaliaNormal"/>
      </w:pPr>
      <w:r>
        <w:t>Récapitulatif des informations et renseignements ou des pièces demandées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85E1522" w14:textId="77777777" w:rsidR="00281D30" w:rsidRDefault="00281D30">
      <w:pPr>
        <w:pStyle w:val="RedaliaNormal"/>
      </w:pPr>
    </w:p>
    <w:p w14:paraId="2C5DA014" w14:textId="77777777" w:rsidR="00281D30" w:rsidRDefault="00611B25">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1ED2FA3B" w14:textId="77777777" w:rsidR="00281D30" w:rsidRDefault="00281D30">
      <w:pPr>
        <w:pStyle w:val="RedaliaNormal"/>
      </w:pPr>
    </w:p>
    <w:p w14:paraId="1ED6708B" w14:textId="77777777" w:rsidR="00281D30" w:rsidRDefault="00611B25">
      <w:pPr>
        <w:pStyle w:val="RedaliaNormal"/>
      </w:pPr>
      <w:r>
        <w:t>-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23A8466F" w14:textId="77777777" w:rsidR="00281D30" w:rsidRDefault="00281D30">
      <w:pPr>
        <w:pStyle w:val="RedaliaNormal"/>
      </w:pPr>
    </w:p>
    <w:p w14:paraId="09A2E42C" w14:textId="77777777" w:rsidR="00281D30" w:rsidRDefault="00611B25">
      <w:pPr>
        <w:pStyle w:val="RedaliaNormal"/>
      </w:pPr>
      <w:r>
        <w:t>- Déclaration d'effectifs : Déclaration indiquant les effectifs moyens annuels du candidat et l'importance du personnel d'encadrement pour chacune des trois dernières années ;</w:t>
      </w:r>
    </w:p>
    <w:p w14:paraId="49182947" w14:textId="77777777" w:rsidR="00281D30" w:rsidRDefault="00281D30">
      <w:pPr>
        <w:pStyle w:val="RedaliaNormal"/>
      </w:pPr>
    </w:p>
    <w:p w14:paraId="3EF45299" w14:textId="77777777" w:rsidR="00281D30" w:rsidRDefault="00611B25">
      <w:pPr>
        <w:pStyle w:val="RedaliaNormal"/>
      </w:pPr>
      <w:r>
        <w:t>Le cas échéant, adresse internet à laquelle les documents justificatifs et moyens de preuve sont accessibles directement et gratuitement, ainsi que l’ensemble des renseignements nécessaires pour y accéder :</w:t>
      </w:r>
    </w:p>
    <w:p w14:paraId="3E118E33" w14:textId="77777777" w:rsidR="00281D30" w:rsidRDefault="00281D30">
      <w:pPr>
        <w:pStyle w:val="RedaliaNormal"/>
      </w:pPr>
    </w:p>
    <w:p w14:paraId="42891378" w14:textId="77777777" w:rsidR="00281D30" w:rsidRDefault="00611B25">
      <w:pPr>
        <w:pStyle w:val="RedaliaNormal"/>
      </w:pPr>
      <w:r>
        <w:t xml:space="preserve">- Adresse internet : </w:t>
      </w:r>
      <w:r>
        <w:tab/>
      </w:r>
    </w:p>
    <w:p w14:paraId="1FBCAD60" w14:textId="77777777" w:rsidR="00281D30" w:rsidRDefault="00611B25">
      <w:pPr>
        <w:pStyle w:val="RedaliaNormal"/>
      </w:pPr>
      <w:r>
        <w:tab/>
      </w:r>
    </w:p>
    <w:p w14:paraId="2453F9FE" w14:textId="77777777" w:rsidR="00281D30" w:rsidRDefault="00281D30">
      <w:pPr>
        <w:pStyle w:val="RedaliaNormal"/>
      </w:pPr>
    </w:p>
    <w:p w14:paraId="44AA4F01" w14:textId="77777777" w:rsidR="00281D30" w:rsidRDefault="00281D30">
      <w:pPr>
        <w:pStyle w:val="RedaliaNormal"/>
      </w:pPr>
    </w:p>
    <w:p w14:paraId="54A5A903" w14:textId="77777777" w:rsidR="00281D30" w:rsidRDefault="00611B25">
      <w:pPr>
        <w:pStyle w:val="RedaliaNormal"/>
      </w:pPr>
      <w:r>
        <w:t xml:space="preserve">- Renseignements nécessaires pour y accéder : </w:t>
      </w:r>
      <w:r>
        <w:tab/>
      </w:r>
    </w:p>
    <w:p w14:paraId="7251B526" w14:textId="77777777" w:rsidR="00281D30" w:rsidRDefault="00611B25">
      <w:pPr>
        <w:pStyle w:val="RedaliaNormal"/>
      </w:pPr>
      <w:r>
        <w:tab/>
      </w:r>
    </w:p>
    <w:p w14:paraId="439F6392" w14:textId="77777777" w:rsidR="00281D30" w:rsidRDefault="00611B25">
      <w:pPr>
        <w:pStyle w:val="RdaliaTitreparagraphe"/>
        <w:jc w:val="both"/>
      </w:pPr>
      <w:r>
        <w:t>Attestations sur l’honneur du sous-traitant au regard des exclusions de la procédure :</w:t>
      </w:r>
    </w:p>
    <w:p w14:paraId="54BBC01D" w14:textId="77777777" w:rsidR="00281D30" w:rsidRDefault="00611B25">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41C5FDD7" w14:textId="77777777" w:rsidR="00281D30" w:rsidRDefault="00281D30">
      <w:pPr>
        <w:pStyle w:val="RedaliaNormal"/>
      </w:pPr>
    </w:p>
    <w:p w14:paraId="63A7EAC2" w14:textId="77777777" w:rsidR="00281D30" w:rsidRDefault="00611B25">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3BE60385" w14:textId="77777777" w:rsidR="00281D30" w:rsidRDefault="00281D30">
      <w:pPr>
        <w:pStyle w:val="RedaliaNormal"/>
      </w:pPr>
    </w:p>
    <w:p w14:paraId="0221E681" w14:textId="77777777" w:rsidR="00281D30" w:rsidRDefault="00611B25">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9948687" w14:textId="77777777" w:rsidR="00281D30" w:rsidRDefault="00611B2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1F9D492" w14:textId="77777777" w:rsidR="00281D30" w:rsidRDefault="00281D30">
      <w:pPr>
        <w:pStyle w:val="RedaliaNormal"/>
      </w:pPr>
    </w:p>
    <w:p w14:paraId="685CA241" w14:textId="77777777" w:rsidR="00281D30" w:rsidRDefault="00611B25">
      <w:pPr>
        <w:pStyle w:val="RedaliaNormal"/>
      </w:pPr>
      <w:r>
        <w:rPr>
          <w:b/>
        </w:rPr>
        <w:t>Documents de preuve disponibles en ligne</w:t>
      </w:r>
      <w:r>
        <w:t xml:space="preserve"> :</w:t>
      </w:r>
    </w:p>
    <w:p w14:paraId="44C980D1" w14:textId="77777777" w:rsidR="00281D30" w:rsidRDefault="00281D30">
      <w:pPr>
        <w:pStyle w:val="RedaliaNormal"/>
      </w:pPr>
    </w:p>
    <w:p w14:paraId="015F9D4F" w14:textId="77777777" w:rsidR="00281D30" w:rsidRDefault="00611B25">
      <w:pPr>
        <w:pStyle w:val="RedaliaNormal"/>
      </w:pPr>
      <w:r>
        <w:t>Le cas échéant, adresse internet à laquelle les documents justificatifs et moyens de preuve sont accessibles directement et gratuitement, ainsi que l’ensemble des renseignements nécessaires pour y accéder :</w:t>
      </w:r>
    </w:p>
    <w:p w14:paraId="4C2288D6" w14:textId="77777777" w:rsidR="00281D30" w:rsidRDefault="00611B25">
      <w:pPr>
        <w:pStyle w:val="RdaliaLgende"/>
      </w:pPr>
      <w:r>
        <w:t>(Si l’adresse et les renseignements sont identiques à ceux fournis plus haut se contenter de renvoyer à la rubrique concernée.)</w:t>
      </w:r>
    </w:p>
    <w:p w14:paraId="63E848DE" w14:textId="77777777" w:rsidR="00281D30" w:rsidRDefault="00281D30">
      <w:pPr>
        <w:pStyle w:val="RedaliaNormal"/>
      </w:pPr>
    </w:p>
    <w:p w14:paraId="61404AC2" w14:textId="77777777" w:rsidR="00281D30" w:rsidRDefault="00611B25">
      <w:pPr>
        <w:pStyle w:val="RedaliaNormal"/>
      </w:pPr>
      <w:r>
        <w:t xml:space="preserve">- Adresse internet : </w:t>
      </w:r>
      <w:r>
        <w:tab/>
      </w:r>
    </w:p>
    <w:p w14:paraId="7A80D3B5" w14:textId="77777777" w:rsidR="00281D30" w:rsidRDefault="00611B25">
      <w:pPr>
        <w:pStyle w:val="RedaliaNormal"/>
      </w:pPr>
      <w:r>
        <w:tab/>
      </w:r>
    </w:p>
    <w:p w14:paraId="3B46C1C9" w14:textId="77777777" w:rsidR="00281D30" w:rsidRDefault="00281D30">
      <w:pPr>
        <w:pStyle w:val="RedaliaNormal"/>
      </w:pPr>
    </w:p>
    <w:p w14:paraId="24851FC0" w14:textId="77777777" w:rsidR="00281D30" w:rsidRDefault="00611B25">
      <w:pPr>
        <w:pStyle w:val="RedaliaNormal"/>
      </w:pPr>
      <w:r>
        <w:t xml:space="preserve">- Renseignements nécessaires pour y accéder : </w:t>
      </w:r>
      <w:r>
        <w:tab/>
      </w:r>
    </w:p>
    <w:p w14:paraId="221FD986" w14:textId="77777777" w:rsidR="00281D30" w:rsidRDefault="00611B25">
      <w:pPr>
        <w:pStyle w:val="RedaliaNormal"/>
      </w:pPr>
      <w:r>
        <w:tab/>
      </w:r>
    </w:p>
    <w:p w14:paraId="3AE8BC2D" w14:textId="77777777" w:rsidR="00281D30" w:rsidRDefault="00611B25">
      <w:pPr>
        <w:pStyle w:val="RdaliaTitreparagraphe"/>
        <w:jc w:val="both"/>
      </w:pPr>
      <w:r>
        <w:t>Cession ou nantissement des créances résultant du marché public.</w:t>
      </w:r>
    </w:p>
    <w:p w14:paraId="0D87E3AA" w14:textId="77777777" w:rsidR="00281D30" w:rsidRDefault="00611B25">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3135B804" w14:textId="77777777" w:rsidR="00281D30" w:rsidRDefault="00281D30">
      <w:pPr>
        <w:pStyle w:val="RedaliaNormal"/>
      </w:pPr>
    </w:p>
    <w:p w14:paraId="74E14153" w14:textId="77777777" w:rsidR="00281D30" w:rsidRDefault="00611B2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093FF1F" w14:textId="77777777" w:rsidR="00281D30" w:rsidRDefault="00611B25">
      <w:pPr>
        <w:pStyle w:val="RedaliaNormal"/>
      </w:pPr>
      <w:r>
        <w:t>En conséquence, le titulaire produit avec le DC4 :</w:t>
      </w:r>
    </w:p>
    <w:p w14:paraId="48AF0661" w14:textId="77777777" w:rsidR="00281D30" w:rsidRDefault="00611B25">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7D9480F7" w14:textId="77777777" w:rsidR="00281D30" w:rsidRDefault="00611B25">
      <w:pPr>
        <w:pStyle w:val="RedaliaNormal"/>
        <w:rPr>
          <w:u w:val="single"/>
        </w:rPr>
      </w:pPr>
      <w:proofErr w:type="gramStart"/>
      <w:r>
        <w:rPr>
          <w:u w:val="single"/>
        </w:rPr>
        <w:t>OU</w:t>
      </w:r>
      <w:proofErr w:type="gramEnd"/>
    </w:p>
    <w:p w14:paraId="45248535" w14:textId="77777777" w:rsidR="00281D30" w:rsidRDefault="00611B25">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2517174D" w14:textId="77777777" w:rsidR="00281D30" w:rsidRDefault="00281D30">
      <w:pPr>
        <w:pStyle w:val="RedaliaNormal"/>
        <w:rPr>
          <w:szCs w:val="22"/>
        </w:rPr>
      </w:pPr>
    </w:p>
    <w:p w14:paraId="01E59EAC" w14:textId="77777777" w:rsidR="00281D30" w:rsidRDefault="00611B25">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6104DAB7" w14:textId="77777777" w:rsidR="00281D30" w:rsidRDefault="00611B25">
      <w:pPr>
        <w:pStyle w:val="RedaliaNormal"/>
        <w:ind w:left="1701" w:hanging="1701"/>
      </w:pPr>
      <w:r>
        <w:rPr>
          <w:szCs w:val="22"/>
        </w:rPr>
        <w:lastRenderedPageBreak/>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12477B19" w14:textId="77777777" w:rsidR="00281D30" w:rsidRDefault="00611B25">
      <w:pPr>
        <w:pStyle w:val="RedaliaNormal"/>
        <w:rPr>
          <w:b/>
          <w:u w:val="single"/>
        </w:rPr>
      </w:pPr>
      <w:proofErr w:type="gramStart"/>
      <w:r>
        <w:rPr>
          <w:b/>
          <w:u w:val="single"/>
        </w:rPr>
        <w:t>OU</w:t>
      </w:r>
      <w:proofErr w:type="gramEnd"/>
    </w:p>
    <w:p w14:paraId="5B4A25AD" w14:textId="77777777" w:rsidR="00281D30" w:rsidRDefault="00611B25">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6945582" w14:textId="77777777" w:rsidR="00281D30" w:rsidRDefault="00611B2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3A13923" w14:textId="77777777" w:rsidR="00281D30" w:rsidRDefault="00611B25">
      <w:pPr>
        <w:pStyle w:val="RdaliaTitreparagraphe"/>
        <w:jc w:val="both"/>
      </w:pPr>
      <w:r>
        <w:t>Acceptation et agrément des conditions de paiement du sous-traitant.</w:t>
      </w:r>
    </w:p>
    <w:p w14:paraId="1B19D68C" w14:textId="77777777" w:rsidR="00281D30" w:rsidRDefault="00611B25">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94882BD" w14:textId="77777777" w:rsidR="00281D30" w:rsidRDefault="00281D30">
      <w:pPr>
        <w:pStyle w:val="RedaliaNormal"/>
        <w:tabs>
          <w:tab w:val="clear" w:pos="8505"/>
          <w:tab w:val="left" w:leader="dot" w:pos="2694"/>
        </w:tabs>
      </w:pPr>
    </w:p>
    <w:p w14:paraId="7DCC6A3E" w14:textId="77777777" w:rsidR="00281D30" w:rsidRDefault="00611B25">
      <w:pPr>
        <w:pStyle w:val="RedaliaNormal"/>
        <w:tabs>
          <w:tab w:val="clear" w:pos="8505"/>
          <w:tab w:val="left" w:pos="2694"/>
        </w:tabs>
      </w:pPr>
      <w:r>
        <w:t>Le sous-traitant :</w:t>
      </w:r>
      <w:r>
        <w:tab/>
      </w:r>
      <w:r>
        <w:tab/>
      </w:r>
      <w:r>
        <w:tab/>
      </w:r>
      <w:r>
        <w:tab/>
      </w:r>
      <w:r>
        <w:tab/>
        <w:t>Le soumissionnaire ou le titulaire :</w:t>
      </w:r>
    </w:p>
    <w:p w14:paraId="2614C7B5" w14:textId="77777777" w:rsidR="00281D30" w:rsidRDefault="00611B25">
      <w:pPr>
        <w:pStyle w:val="RedaliaNormal"/>
        <w:tabs>
          <w:tab w:val="clear" w:pos="8505"/>
          <w:tab w:val="left" w:pos="2694"/>
        </w:tabs>
      </w:pPr>
      <w:r>
        <w:t>…………………………</w:t>
      </w:r>
      <w:r>
        <w:tab/>
      </w:r>
      <w:r>
        <w:tab/>
      </w:r>
      <w:r>
        <w:tab/>
      </w:r>
      <w:r>
        <w:tab/>
      </w:r>
      <w:r>
        <w:tab/>
        <w:t>…………………………</w:t>
      </w:r>
      <w:r>
        <w:tab/>
      </w:r>
      <w:r>
        <w:tab/>
      </w:r>
      <w:r>
        <w:tab/>
      </w:r>
      <w:r>
        <w:tab/>
      </w:r>
      <w:r>
        <w:tab/>
      </w:r>
    </w:p>
    <w:p w14:paraId="1BA6E63E" w14:textId="77777777" w:rsidR="00281D30" w:rsidRDefault="00281D30">
      <w:pPr>
        <w:pStyle w:val="RedaliaNormal"/>
      </w:pPr>
    </w:p>
    <w:p w14:paraId="6CDB8DA5" w14:textId="77777777" w:rsidR="00281D30" w:rsidRDefault="00611B25">
      <w:pPr>
        <w:pStyle w:val="RedaliaNormal"/>
      </w:pPr>
      <w:r>
        <w:t>Le représentant de l’acheteur, compétent pour signer l'accord-cadre, accepte le sous-traitant et agrée ses conditions de paiement.</w:t>
      </w:r>
    </w:p>
    <w:p w14:paraId="3DD5EAD4" w14:textId="77777777" w:rsidR="00281D30" w:rsidRDefault="00281D30">
      <w:pPr>
        <w:pStyle w:val="RedaliaNormal"/>
      </w:pPr>
    </w:p>
    <w:p w14:paraId="529E9278" w14:textId="77777777" w:rsidR="00281D30" w:rsidRDefault="00611B25">
      <w:pPr>
        <w:pStyle w:val="RedaliaNormal"/>
        <w:tabs>
          <w:tab w:val="clear" w:pos="8505"/>
          <w:tab w:val="left" w:leader="dot" w:pos="1843"/>
        </w:tabs>
      </w:pPr>
      <w:r>
        <w:t xml:space="preserve">A </w:t>
      </w:r>
      <w:r>
        <w:tab/>
        <w:t>, le ……………………</w:t>
      </w:r>
      <w:proofErr w:type="gramStart"/>
      <w:r>
        <w:t>…….</w:t>
      </w:r>
      <w:proofErr w:type="gramEnd"/>
      <w:r>
        <w:t>.</w:t>
      </w:r>
    </w:p>
    <w:p w14:paraId="2865DC10" w14:textId="77777777" w:rsidR="00281D30" w:rsidRDefault="00281D30">
      <w:pPr>
        <w:pStyle w:val="RedaliaNormal"/>
      </w:pPr>
    </w:p>
    <w:p w14:paraId="66B81CD0" w14:textId="77777777" w:rsidR="00281D30" w:rsidRDefault="00611B25">
      <w:pPr>
        <w:pStyle w:val="RedaliaNormal"/>
      </w:pPr>
      <w:r>
        <w:t>Le représentant de l’acheteur :</w:t>
      </w:r>
    </w:p>
    <w:p w14:paraId="403650F2" w14:textId="77777777" w:rsidR="00281D30" w:rsidRDefault="00281D30">
      <w:pPr>
        <w:pStyle w:val="RedaliaNormal"/>
      </w:pPr>
    </w:p>
    <w:p w14:paraId="7B7F85B6" w14:textId="77777777" w:rsidR="00281D30" w:rsidRDefault="00611B25">
      <w:pPr>
        <w:pStyle w:val="RdaliaTitreparagraphe"/>
        <w:jc w:val="both"/>
      </w:pPr>
      <w:r>
        <w:t>Notification de l’acte spécial au titulaire</w:t>
      </w:r>
    </w:p>
    <w:p w14:paraId="66399020"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495B02F3" w14:textId="77777777" w:rsidR="00281D30" w:rsidRDefault="00281D30">
      <w:pPr>
        <w:pBdr>
          <w:top w:val="single" w:sz="4" w:space="1" w:color="000000"/>
          <w:left w:val="single" w:sz="4" w:space="4" w:color="000000"/>
          <w:bottom w:val="single" w:sz="4" w:space="1" w:color="000000"/>
          <w:right w:val="single" w:sz="4" w:space="4" w:color="000000"/>
        </w:pBdr>
      </w:pPr>
    </w:p>
    <w:p w14:paraId="438D10A0" w14:textId="77777777" w:rsidR="00281D30" w:rsidRDefault="00611B25">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15C396A1"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0B76636D"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089DA356"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228FCCAC"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01AB9F55" w14:textId="77777777" w:rsidR="00281D30" w:rsidRDefault="00281D30">
      <w:pPr>
        <w:pBdr>
          <w:top w:val="single" w:sz="4" w:space="1" w:color="000000"/>
          <w:left w:val="single" w:sz="4" w:space="4" w:color="000000"/>
          <w:bottom w:val="single" w:sz="4" w:space="1" w:color="000000"/>
          <w:right w:val="single" w:sz="4" w:space="4" w:color="000000"/>
        </w:pBdr>
      </w:pPr>
    </w:p>
    <w:p w14:paraId="300C1FE0" w14:textId="77777777" w:rsidR="00281D30" w:rsidRDefault="00281D30"/>
    <w:p w14:paraId="5C2F9D5B"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29B499C1"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107B57F5"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6EA197C" w14:textId="77777777" w:rsidR="00281D30" w:rsidRDefault="00281D30">
      <w:pPr>
        <w:pStyle w:val="RedaliaNormal"/>
        <w:pBdr>
          <w:top w:val="single" w:sz="4" w:space="1" w:color="000000"/>
          <w:left w:val="single" w:sz="4" w:space="4" w:color="000000"/>
          <w:bottom w:val="single" w:sz="4" w:space="1" w:color="000000"/>
          <w:right w:val="single" w:sz="4" w:space="4" w:color="000000"/>
        </w:pBdr>
      </w:pPr>
    </w:p>
    <w:p w14:paraId="3DE08ED3" w14:textId="77777777" w:rsidR="00281D30" w:rsidRDefault="00611B25">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6AD41A41" w14:textId="77777777" w:rsidR="00281D30" w:rsidRDefault="00281D30">
      <w:pPr>
        <w:pBdr>
          <w:top w:val="single" w:sz="4" w:space="1" w:color="000000"/>
          <w:left w:val="single" w:sz="4" w:space="4" w:color="000000"/>
          <w:bottom w:val="single" w:sz="4" w:space="1" w:color="000000"/>
          <w:right w:val="single" w:sz="4" w:space="4" w:color="000000"/>
        </w:pBdr>
      </w:pPr>
    </w:p>
    <w:p w14:paraId="66001524" w14:textId="77777777" w:rsidR="00281D30" w:rsidRDefault="00281D30">
      <w:pPr>
        <w:pStyle w:val="RedaliaNormal"/>
        <w:tabs>
          <w:tab w:val="clear" w:pos="8505"/>
          <w:tab w:val="left" w:leader="dot" w:pos="4320"/>
        </w:tabs>
      </w:pPr>
    </w:p>
    <w:p w14:paraId="2C37E4B7" w14:textId="77777777" w:rsidR="00281D30" w:rsidRDefault="00281D30">
      <w:pPr>
        <w:pStyle w:val="RedaliaNormal"/>
        <w:pageBreakBefore/>
      </w:pPr>
    </w:p>
    <w:p w14:paraId="774E03C3" w14:textId="77777777" w:rsidR="00281D30" w:rsidRDefault="00611B25">
      <w:pPr>
        <w:pStyle w:val="RdaliaTitredossier"/>
      </w:pPr>
      <w:r>
        <w:t>Annexe à l’acte d’engagement</w:t>
      </w:r>
    </w:p>
    <w:p w14:paraId="06F35464" w14:textId="77777777" w:rsidR="00281D30" w:rsidRDefault="00281D30">
      <w:pPr>
        <w:pStyle w:val="RdaliaTitredossier"/>
      </w:pPr>
    </w:p>
    <w:p w14:paraId="3FF9403E" w14:textId="77777777" w:rsidR="00281D30" w:rsidRDefault="00611B25">
      <w:pPr>
        <w:pStyle w:val="RdaliaTitredossier"/>
      </w:pPr>
      <w:r>
        <w:t>DESIGNATION DES CO-TRAITANTS ET REPARTITION DES PRESTATIONS</w:t>
      </w:r>
    </w:p>
    <w:p w14:paraId="5822620A" w14:textId="77777777" w:rsidR="00281D30" w:rsidRDefault="00281D30">
      <w:pPr>
        <w:pStyle w:val="RedaliaNormal"/>
      </w:pPr>
    </w:p>
    <w:p w14:paraId="3A17F977" w14:textId="77777777" w:rsidR="00281D30" w:rsidRDefault="00611B25">
      <w:pPr>
        <w:pStyle w:val="RedaliaNormal"/>
        <w:rPr>
          <w:i/>
        </w:rPr>
      </w:pPr>
      <w:r>
        <w:rPr>
          <w:i/>
        </w:rPr>
        <w:t>Remplir un exemplaire par co-traitant :</w:t>
      </w:r>
    </w:p>
    <w:p w14:paraId="44CA3048" w14:textId="77777777" w:rsidR="00281D30" w:rsidRDefault="00281D30">
      <w:pPr>
        <w:pStyle w:val="RedaliaNormal"/>
      </w:pPr>
    </w:p>
    <w:p w14:paraId="1BAB2322" w14:textId="77777777" w:rsidR="00281D30" w:rsidRDefault="00611B25">
      <w:pPr>
        <w:pStyle w:val="RedaliaNormal"/>
      </w:pPr>
      <w:r>
        <w:t>Nom commercial et dénomination sociale du candidat :</w:t>
      </w:r>
    </w:p>
    <w:p w14:paraId="0F6F9530" w14:textId="77777777" w:rsidR="00281D30" w:rsidRDefault="00611B25">
      <w:pPr>
        <w:pStyle w:val="RedaliaNormal"/>
      </w:pPr>
      <w:r>
        <w:t>...............................................................................................................................................</w:t>
      </w:r>
    </w:p>
    <w:p w14:paraId="46BB1101" w14:textId="77777777" w:rsidR="00281D30" w:rsidRDefault="00611B25">
      <w:pPr>
        <w:pStyle w:val="RedaliaNormal"/>
      </w:pPr>
      <w:r>
        <w:t>Adresse de l’établissement :</w:t>
      </w:r>
    </w:p>
    <w:p w14:paraId="1188208B" w14:textId="77777777" w:rsidR="00281D30" w:rsidRDefault="00611B25">
      <w:pPr>
        <w:pStyle w:val="RedaliaNormal"/>
      </w:pPr>
      <w:r>
        <w:t>...............................................................................................................................................</w:t>
      </w:r>
    </w:p>
    <w:p w14:paraId="2E552B6C" w14:textId="77777777" w:rsidR="00281D30" w:rsidRDefault="00611B25">
      <w:pPr>
        <w:pStyle w:val="RedaliaNormal"/>
      </w:pPr>
      <w:r>
        <w:t>...............................................................................................................................................</w:t>
      </w:r>
    </w:p>
    <w:p w14:paraId="146F872F" w14:textId="77777777" w:rsidR="00281D30" w:rsidRDefault="00611B25">
      <w:pPr>
        <w:pStyle w:val="RedaliaNormal"/>
      </w:pPr>
      <w:r>
        <w:t>...............................................................................................................................................</w:t>
      </w:r>
    </w:p>
    <w:p w14:paraId="15A1CB5A" w14:textId="77777777" w:rsidR="00281D30" w:rsidRDefault="00611B25">
      <w:pPr>
        <w:pStyle w:val="RedaliaNormal"/>
      </w:pPr>
      <w:r>
        <w:t>Adresse du siège social (si différente de l’établissement) :</w:t>
      </w:r>
    </w:p>
    <w:p w14:paraId="7B02F4CA" w14:textId="77777777" w:rsidR="00281D30" w:rsidRDefault="00611B25">
      <w:pPr>
        <w:pStyle w:val="RedaliaNormal"/>
      </w:pPr>
      <w:r>
        <w:t>...............................................................................................................................................</w:t>
      </w:r>
    </w:p>
    <w:p w14:paraId="3B75D2F5" w14:textId="77777777" w:rsidR="00281D30" w:rsidRDefault="00611B25">
      <w:pPr>
        <w:pStyle w:val="RedaliaNormal"/>
      </w:pPr>
      <w:r>
        <w:t>...............................................................................................................................................</w:t>
      </w:r>
    </w:p>
    <w:p w14:paraId="322AD84C" w14:textId="77777777" w:rsidR="00281D30" w:rsidRDefault="00611B25">
      <w:pPr>
        <w:pStyle w:val="RedaliaNormal"/>
      </w:pPr>
      <w:r>
        <w:t>...............................................................................................................................................</w:t>
      </w:r>
    </w:p>
    <w:p w14:paraId="30B8A68A" w14:textId="77777777" w:rsidR="00281D30" w:rsidRDefault="00611B25">
      <w:pPr>
        <w:pStyle w:val="RedaliaNormal"/>
      </w:pPr>
      <w:r>
        <w:t>Adresse électronique : ................................................</w:t>
      </w:r>
    </w:p>
    <w:p w14:paraId="36D9C830" w14:textId="77777777" w:rsidR="00281D30" w:rsidRDefault="00611B25">
      <w:pPr>
        <w:pStyle w:val="RedaliaNormal"/>
      </w:pPr>
      <w:r>
        <w:t>Téléphone : ................................................</w:t>
      </w:r>
    </w:p>
    <w:p w14:paraId="5BE19AEC" w14:textId="77777777" w:rsidR="00281D30" w:rsidRDefault="00611B25">
      <w:pPr>
        <w:pStyle w:val="RedaliaNormal"/>
      </w:pPr>
      <w:r>
        <w:t>Télécopie : ................................................</w:t>
      </w:r>
    </w:p>
    <w:p w14:paraId="7901467E" w14:textId="77777777" w:rsidR="00281D30" w:rsidRDefault="00611B25">
      <w:pPr>
        <w:pStyle w:val="RedaliaNormal"/>
      </w:pPr>
      <w:r>
        <w:t>SIRET : ................................................ APE : ................................................</w:t>
      </w:r>
    </w:p>
    <w:p w14:paraId="40FA4C28" w14:textId="77777777" w:rsidR="00281D30" w:rsidRDefault="00611B25">
      <w:pPr>
        <w:pStyle w:val="RedaliaNormal"/>
      </w:pPr>
      <w:r>
        <w:t>Numéro de TVA intracommunautaire : ...........................................................</w:t>
      </w:r>
    </w:p>
    <w:p w14:paraId="5D486216" w14:textId="77777777" w:rsidR="00281D30" w:rsidRDefault="00281D30">
      <w:pPr>
        <w:pStyle w:val="RedaliaNormal"/>
      </w:pPr>
    </w:p>
    <w:p w14:paraId="3CE7D1BD" w14:textId="77777777" w:rsidR="00281D30" w:rsidRDefault="00611B25">
      <w:pPr>
        <w:pStyle w:val="RedaliaNormal"/>
      </w:pPr>
      <w:r>
        <w:t>Accepte de recevoir l’avance :</w:t>
      </w:r>
    </w:p>
    <w:p w14:paraId="24662125" w14:textId="77777777" w:rsidR="00281D30" w:rsidRDefault="00611B25">
      <w:pPr>
        <w:pStyle w:val="RedaliaNormal"/>
      </w:pPr>
      <w:bookmarkStart w:id="55" w:name="formcheckbox_off_30"/>
      <w:r>
        <w:rPr>
          <w:rFonts w:ascii="Wingdings" w:eastAsia="Wingdings" w:hAnsi="Wingdings" w:cs="Wingdings"/>
        </w:rPr>
        <w:t>¨</w:t>
      </w:r>
      <w:bookmarkEnd w:id="55"/>
      <w:r>
        <w:t xml:space="preserve"> Oui</w:t>
      </w:r>
    </w:p>
    <w:p w14:paraId="7D1247FA" w14:textId="77777777" w:rsidR="00281D30" w:rsidRDefault="00611B25">
      <w:pPr>
        <w:pStyle w:val="RedaliaNormal"/>
      </w:pPr>
      <w:bookmarkStart w:id="56" w:name="formcheckbox_off_31"/>
      <w:r>
        <w:rPr>
          <w:rFonts w:ascii="Wingdings" w:eastAsia="Wingdings" w:hAnsi="Wingdings" w:cs="Wingdings"/>
        </w:rPr>
        <w:t>¨</w:t>
      </w:r>
      <w:bookmarkEnd w:id="56"/>
      <w:r>
        <w:t xml:space="preserve"> Non</w:t>
      </w:r>
    </w:p>
    <w:p w14:paraId="41604339" w14:textId="77777777" w:rsidR="00281D30" w:rsidRDefault="00281D30">
      <w:pPr>
        <w:pStyle w:val="RedaliaNormal"/>
      </w:pPr>
    </w:p>
    <w:p w14:paraId="24FFAFDC" w14:textId="77777777" w:rsidR="00281D30" w:rsidRDefault="00611B25">
      <w:pPr>
        <w:pStyle w:val="RedaliaNormal"/>
      </w:pPr>
      <w:r>
        <w:t>Références bancaires :</w:t>
      </w:r>
    </w:p>
    <w:p w14:paraId="000A4FB6" w14:textId="77777777" w:rsidR="00281D30" w:rsidRDefault="00611B25">
      <w:pPr>
        <w:pStyle w:val="RedaliaNormal"/>
      </w:pPr>
      <w:r>
        <w:t>IBAN : .......................................................................................................................................</w:t>
      </w:r>
    </w:p>
    <w:p w14:paraId="26A0A2DB" w14:textId="77777777" w:rsidR="00281D30" w:rsidRDefault="00611B25">
      <w:pPr>
        <w:pStyle w:val="RedaliaNormal"/>
      </w:pPr>
      <w:r>
        <w:t>BIC : .........................................................................................................................................</w:t>
      </w:r>
    </w:p>
    <w:p w14:paraId="7B9465B3" w14:textId="77777777" w:rsidR="00281D30" w:rsidRDefault="00281D30">
      <w:pPr>
        <w:pStyle w:val="RedaliaNormal"/>
      </w:pPr>
    </w:p>
    <w:p w14:paraId="070E9012" w14:textId="77777777" w:rsidR="00281D30" w:rsidRDefault="00281D30">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81D30" w14:paraId="0BD02737"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B9C8BF" w14:textId="77777777" w:rsidR="00281D30" w:rsidRDefault="00611B2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65728CA" w14:textId="77777777" w:rsidR="00281D30" w:rsidRDefault="00611B2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8C4D2AF" w14:textId="77777777" w:rsidR="00281D30" w:rsidRDefault="00611B25">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1D33C73" w14:textId="77777777" w:rsidR="00281D30" w:rsidRDefault="00611B2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C2B616" w14:textId="77777777" w:rsidR="00281D30" w:rsidRDefault="00611B25">
            <w:pPr>
              <w:pStyle w:val="RedaliaNormal"/>
            </w:pPr>
            <w:r>
              <w:t>Montant T.T.C. (€)</w:t>
            </w:r>
          </w:p>
        </w:tc>
      </w:tr>
      <w:tr w:rsidR="00281D30" w14:paraId="72FBBD9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7D1C75" w14:textId="77777777" w:rsidR="00281D30" w:rsidRDefault="00611B25">
            <w:pPr>
              <w:pStyle w:val="RedaliaContenudetableau"/>
            </w:pPr>
            <w:r>
              <w:t>Dénomination sociale : ………….</w:t>
            </w:r>
          </w:p>
          <w:p w14:paraId="19B9862E" w14:textId="77777777" w:rsidR="00281D30" w:rsidRDefault="00611B25">
            <w:pPr>
              <w:pStyle w:val="RedaliaContenudetableau"/>
            </w:pPr>
            <w:r>
              <w:t>...…………………………………...</w:t>
            </w:r>
          </w:p>
          <w:p w14:paraId="7D5D45BC" w14:textId="77777777" w:rsidR="00281D30" w:rsidRDefault="00611B25">
            <w:pPr>
              <w:pStyle w:val="RedaliaContenudetableau"/>
            </w:pPr>
            <w:r>
              <w:t>...…………………………………...</w:t>
            </w:r>
          </w:p>
          <w:p w14:paraId="7E4931E2" w14:textId="77777777" w:rsidR="00281D30" w:rsidRDefault="00611B25">
            <w:pPr>
              <w:pStyle w:val="RedaliaContenudetableau"/>
            </w:pPr>
            <w:r>
              <w:t>...…………………………………...</w:t>
            </w:r>
          </w:p>
          <w:p w14:paraId="590B9D37" w14:textId="77777777" w:rsidR="00281D30" w:rsidRDefault="00611B25">
            <w:pPr>
              <w:pStyle w:val="RedaliaContenudetableau"/>
            </w:pPr>
            <w:r>
              <w:t>...…………………………………...</w:t>
            </w:r>
          </w:p>
          <w:p w14:paraId="2D9B3966" w14:textId="77777777" w:rsidR="00281D30" w:rsidRDefault="00611B2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F5BF8B" w14:textId="77777777" w:rsidR="00281D30" w:rsidRDefault="00281D30">
            <w:pPr>
              <w:pStyle w:val="RedaliaContenudetableau"/>
              <w:rPr>
                <w:sz w:val="16"/>
              </w:rPr>
            </w:pPr>
          </w:p>
          <w:p w14:paraId="0CC207E6" w14:textId="77777777" w:rsidR="00281D30" w:rsidRDefault="00281D30">
            <w:pPr>
              <w:pStyle w:val="RedaliaContenudetableau"/>
              <w:rPr>
                <w:sz w:val="16"/>
              </w:rPr>
            </w:pPr>
          </w:p>
          <w:p w14:paraId="0AB5B236" w14:textId="77777777" w:rsidR="00281D30" w:rsidRDefault="00281D30">
            <w:pPr>
              <w:pStyle w:val="RedaliaContenudetableau"/>
              <w:rPr>
                <w:sz w:val="16"/>
              </w:rPr>
            </w:pPr>
          </w:p>
          <w:p w14:paraId="7782892C" w14:textId="77777777" w:rsidR="00281D30" w:rsidRDefault="00281D30">
            <w:pPr>
              <w:pStyle w:val="RedaliaContenudetableau"/>
              <w:rPr>
                <w:sz w:val="16"/>
              </w:rPr>
            </w:pPr>
          </w:p>
          <w:p w14:paraId="65D548BB" w14:textId="77777777" w:rsidR="00281D30" w:rsidRDefault="00281D30">
            <w:pPr>
              <w:pStyle w:val="RedaliaContenudetableau"/>
              <w:rPr>
                <w:sz w:val="16"/>
              </w:rPr>
            </w:pPr>
          </w:p>
          <w:p w14:paraId="42540F91" w14:textId="77777777" w:rsidR="00281D30" w:rsidRDefault="00281D30">
            <w:pPr>
              <w:pStyle w:val="RedaliaContenudetableau"/>
              <w:rPr>
                <w:sz w:val="16"/>
              </w:rPr>
            </w:pPr>
          </w:p>
          <w:p w14:paraId="2DE5FB27" w14:textId="77777777" w:rsidR="00281D30" w:rsidRDefault="00281D3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E0D9F6" w14:textId="77777777" w:rsidR="00281D30" w:rsidRDefault="00281D3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16A78E" w14:textId="77777777" w:rsidR="00281D30" w:rsidRDefault="00281D3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26CFB9" w14:textId="77777777" w:rsidR="00281D30" w:rsidRDefault="00281D30">
            <w:pPr>
              <w:pStyle w:val="RedaliaContenudetableau"/>
              <w:rPr>
                <w:sz w:val="16"/>
              </w:rPr>
            </w:pPr>
          </w:p>
        </w:tc>
      </w:tr>
      <w:tr w:rsidR="00281D30" w14:paraId="3021F32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A4BAA5" w14:textId="77777777" w:rsidR="00281D30" w:rsidRDefault="00611B25">
            <w:pPr>
              <w:pStyle w:val="RedaliaContenudetableau"/>
            </w:pPr>
            <w:r>
              <w:t>Dénomination sociale : ………….</w:t>
            </w:r>
          </w:p>
          <w:p w14:paraId="50992ABA" w14:textId="77777777" w:rsidR="00281D30" w:rsidRDefault="00611B25">
            <w:pPr>
              <w:pStyle w:val="RedaliaContenudetableau"/>
            </w:pPr>
            <w:r>
              <w:t>...…………………………………...</w:t>
            </w:r>
          </w:p>
          <w:p w14:paraId="1F08F2CB" w14:textId="77777777" w:rsidR="00281D30" w:rsidRDefault="00611B25">
            <w:pPr>
              <w:pStyle w:val="RedaliaContenudetableau"/>
            </w:pPr>
            <w:r>
              <w:t>...…………………………………...</w:t>
            </w:r>
          </w:p>
          <w:p w14:paraId="35572BB1" w14:textId="77777777" w:rsidR="00281D30" w:rsidRDefault="00611B25">
            <w:pPr>
              <w:pStyle w:val="RedaliaContenudetableau"/>
            </w:pPr>
            <w:r>
              <w:t>...…………………………………...</w:t>
            </w:r>
          </w:p>
          <w:p w14:paraId="6C33E5E3" w14:textId="77777777" w:rsidR="00281D30" w:rsidRDefault="00611B25">
            <w:pPr>
              <w:pStyle w:val="RedaliaContenudetableau"/>
            </w:pPr>
            <w:r>
              <w:t>...…………………………………...</w:t>
            </w:r>
          </w:p>
          <w:p w14:paraId="1E072556" w14:textId="77777777" w:rsidR="00281D30" w:rsidRDefault="00611B2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300F10" w14:textId="77777777" w:rsidR="00281D30" w:rsidRDefault="00281D30">
            <w:pPr>
              <w:pStyle w:val="RedaliaContenudetableau"/>
              <w:rPr>
                <w:sz w:val="16"/>
              </w:rPr>
            </w:pPr>
          </w:p>
          <w:p w14:paraId="35BEA2D8" w14:textId="77777777" w:rsidR="00281D30" w:rsidRDefault="00281D30">
            <w:pPr>
              <w:pStyle w:val="RedaliaContenudetableau"/>
              <w:rPr>
                <w:sz w:val="16"/>
              </w:rPr>
            </w:pPr>
          </w:p>
          <w:p w14:paraId="6D79FDA0" w14:textId="77777777" w:rsidR="00281D30" w:rsidRDefault="00281D30">
            <w:pPr>
              <w:pStyle w:val="RedaliaContenudetableau"/>
              <w:rPr>
                <w:sz w:val="16"/>
              </w:rPr>
            </w:pPr>
          </w:p>
          <w:p w14:paraId="7C03D610" w14:textId="77777777" w:rsidR="00281D30" w:rsidRDefault="00281D30">
            <w:pPr>
              <w:pStyle w:val="RedaliaContenudetableau"/>
              <w:rPr>
                <w:sz w:val="16"/>
              </w:rPr>
            </w:pPr>
          </w:p>
          <w:p w14:paraId="3A38163B" w14:textId="77777777" w:rsidR="00281D30" w:rsidRDefault="00281D30">
            <w:pPr>
              <w:pStyle w:val="RedaliaContenudetableau"/>
              <w:rPr>
                <w:sz w:val="16"/>
              </w:rPr>
            </w:pPr>
          </w:p>
          <w:p w14:paraId="14B99700" w14:textId="77777777" w:rsidR="00281D30" w:rsidRDefault="00281D30">
            <w:pPr>
              <w:pStyle w:val="RedaliaContenudetableau"/>
              <w:rPr>
                <w:sz w:val="16"/>
              </w:rPr>
            </w:pPr>
          </w:p>
          <w:p w14:paraId="2EE28C01" w14:textId="77777777" w:rsidR="00281D30" w:rsidRDefault="00281D3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21D443" w14:textId="77777777" w:rsidR="00281D30" w:rsidRDefault="00281D3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D8D645" w14:textId="77777777" w:rsidR="00281D30" w:rsidRDefault="00281D3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A0FD4A" w14:textId="77777777" w:rsidR="00281D30" w:rsidRDefault="00281D30">
            <w:pPr>
              <w:pStyle w:val="RedaliaContenudetableau"/>
              <w:rPr>
                <w:sz w:val="16"/>
              </w:rPr>
            </w:pPr>
          </w:p>
        </w:tc>
      </w:tr>
      <w:tr w:rsidR="00281D30" w14:paraId="764DA97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78D430" w14:textId="77777777" w:rsidR="00281D30" w:rsidRDefault="00611B25">
            <w:pPr>
              <w:pStyle w:val="RedaliaContenudetableau"/>
            </w:pPr>
            <w:r>
              <w:t>Dénomination sociale : ………….</w:t>
            </w:r>
          </w:p>
          <w:p w14:paraId="33710CCE" w14:textId="77777777" w:rsidR="00281D30" w:rsidRDefault="00611B25">
            <w:pPr>
              <w:pStyle w:val="RedaliaContenudetableau"/>
            </w:pPr>
            <w:r>
              <w:t>...…………………………………...</w:t>
            </w:r>
          </w:p>
          <w:p w14:paraId="13050CBC" w14:textId="77777777" w:rsidR="00281D30" w:rsidRDefault="00611B25">
            <w:pPr>
              <w:pStyle w:val="RedaliaContenudetableau"/>
            </w:pPr>
            <w:r>
              <w:t>...…………………………………...</w:t>
            </w:r>
          </w:p>
          <w:p w14:paraId="43C6503A" w14:textId="77777777" w:rsidR="00281D30" w:rsidRDefault="00611B25">
            <w:pPr>
              <w:pStyle w:val="RedaliaContenudetableau"/>
            </w:pPr>
            <w:r>
              <w:t>...…………………………………...</w:t>
            </w:r>
          </w:p>
          <w:p w14:paraId="2A00A94C" w14:textId="77777777" w:rsidR="00281D30" w:rsidRDefault="00611B25">
            <w:pPr>
              <w:pStyle w:val="RedaliaContenudetableau"/>
            </w:pPr>
            <w:r>
              <w:t>...…………………………………...</w:t>
            </w:r>
          </w:p>
          <w:p w14:paraId="766B957C" w14:textId="77777777" w:rsidR="00281D30" w:rsidRDefault="00611B2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529DD3" w14:textId="77777777" w:rsidR="00281D30" w:rsidRDefault="00281D30">
            <w:pPr>
              <w:pStyle w:val="RedaliaContenudetableau"/>
              <w:rPr>
                <w:sz w:val="16"/>
              </w:rPr>
            </w:pPr>
          </w:p>
          <w:p w14:paraId="347D7128" w14:textId="77777777" w:rsidR="00281D30" w:rsidRDefault="00281D30">
            <w:pPr>
              <w:pStyle w:val="RedaliaContenudetableau"/>
              <w:rPr>
                <w:sz w:val="16"/>
              </w:rPr>
            </w:pPr>
          </w:p>
          <w:p w14:paraId="4B6AECA3" w14:textId="77777777" w:rsidR="00281D30" w:rsidRDefault="00281D30">
            <w:pPr>
              <w:pStyle w:val="RedaliaContenudetableau"/>
              <w:rPr>
                <w:sz w:val="16"/>
              </w:rPr>
            </w:pPr>
          </w:p>
          <w:p w14:paraId="600512A3" w14:textId="77777777" w:rsidR="00281D30" w:rsidRDefault="00281D30">
            <w:pPr>
              <w:pStyle w:val="RedaliaContenudetableau"/>
              <w:rPr>
                <w:sz w:val="16"/>
              </w:rPr>
            </w:pPr>
          </w:p>
          <w:p w14:paraId="3DA8E6DC" w14:textId="77777777" w:rsidR="00281D30" w:rsidRDefault="00281D30">
            <w:pPr>
              <w:pStyle w:val="RedaliaContenudetableau"/>
              <w:rPr>
                <w:sz w:val="16"/>
              </w:rPr>
            </w:pPr>
          </w:p>
          <w:p w14:paraId="13AD5221" w14:textId="77777777" w:rsidR="00281D30" w:rsidRDefault="00281D30">
            <w:pPr>
              <w:pStyle w:val="RedaliaContenudetableau"/>
              <w:rPr>
                <w:sz w:val="16"/>
              </w:rPr>
            </w:pPr>
          </w:p>
          <w:p w14:paraId="7B34650C" w14:textId="77777777" w:rsidR="00281D30" w:rsidRDefault="00281D3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156BE1" w14:textId="77777777" w:rsidR="00281D30" w:rsidRDefault="00281D3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D86D94" w14:textId="77777777" w:rsidR="00281D30" w:rsidRDefault="00281D3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F0B49C" w14:textId="77777777" w:rsidR="00281D30" w:rsidRDefault="00281D30">
            <w:pPr>
              <w:pStyle w:val="RedaliaContenudetableau"/>
              <w:rPr>
                <w:sz w:val="16"/>
              </w:rPr>
            </w:pPr>
          </w:p>
        </w:tc>
      </w:tr>
      <w:tr w:rsidR="00281D30" w14:paraId="7CF282C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6A8662" w14:textId="77777777" w:rsidR="00281D30" w:rsidRDefault="00611B25">
            <w:pPr>
              <w:pStyle w:val="RedaliaContenudetableau"/>
            </w:pPr>
            <w:r>
              <w:t>Dénomination sociale : ………….</w:t>
            </w:r>
          </w:p>
          <w:p w14:paraId="3DB21CC4" w14:textId="77777777" w:rsidR="00281D30" w:rsidRDefault="00611B25">
            <w:pPr>
              <w:pStyle w:val="RedaliaContenudetableau"/>
            </w:pPr>
            <w:r>
              <w:t>...…………………………………...</w:t>
            </w:r>
          </w:p>
          <w:p w14:paraId="750669C2" w14:textId="77777777" w:rsidR="00281D30" w:rsidRDefault="00611B25">
            <w:pPr>
              <w:pStyle w:val="RedaliaContenudetableau"/>
            </w:pPr>
            <w:r>
              <w:t>...…………………………………...</w:t>
            </w:r>
          </w:p>
          <w:p w14:paraId="12144086" w14:textId="77777777" w:rsidR="00281D30" w:rsidRDefault="00611B25">
            <w:pPr>
              <w:pStyle w:val="RedaliaContenudetableau"/>
            </w:pPr>
            <w:r>
              <w:t>...…………………………………...</w:t>
            </w:r>
          </w:p>
          <w:p w14:paraId="2DFC10B3" w14:textId="77777777" w:rsidR="00281D30" w:rsidRDefault="00611B25">
            <w:pPr>
              <w:pStyle w:val="RedaliaContenudetableau"/>
            </w:pPr>
            <w:r>
              <w:t>...…………………………………...</w:t>
            </w:r>
          </w:p>
          <w:p w14:paraId="3A196976" w14:textId="77777777" w:rsidR="00281D30" w:rsidRDefault="00611B2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EFA3D0" w14:textId="77777777" w:rsidR="00281D30" w:rsidRDefault="00281D30">
            <w:pPr>
              <w:pStyle w:val="RedaliaContenudetableau"/>
              <w:rPr>
                <w:sz w:val="16"/>
              </w:rPr>
            </w:pPr>
          </w:p>
          <w:p w14:paraId="336C5B7F" w14:textId="77777777" w:rsidR="00281D30" w:rsidRDefault="00281D30">
            <w:pPr>
              <w:pStyle w:val="RedaliaContenudetableau"/>
              <w:rPr>
                <w:sz w:val="16"/>
              </w:rPr>
            </w:pPr>
          </w:p>
          <w:p w14:paraId="5EFEF791" w14:textId="77777777" w:rsidR="00281D30" w:rsidRDefault="00281D30">
            <w:pPr>
              <w:pStyle w:val="RedaliaContenudetableau"/>
              <w:rPr>
                <w:sz w:val="16"/>
              </w:rPr>
            </w:pPr>
          </w:p>
          <w:p w14:paraId="766C6D1C" w14:textId="77777777" w:rsidR="00281D30" w:rsidRDefault="00281D30">
            <w:pPr>
              <w:pStyle w:val="RedaliaContenudetableau"/>
              <w:rPr>
                <w:sz w:val="16"/>
              </w:rPr>
            </w:pPr>
          </w:p>
          <w:p w14:paraId="38A2B98B" w14:textId="77777777" w:rsidR="00281D30" w:rsidRDefault="00281D30">
            <w:pPr>
              <w:pStyle w:val="RedaliaContenudetableau"/>
              <w:rPr>
                <w:sz w:val="16"/>
              </w:rPr>
            </w:pPr>
          </w:p>
          <w:p w14:paraId="55B4D266" w14:textId="77777777" w:rsidR="00281D30" w:rsidRDefault="00281D30">
            <w:pPr>
              <w:pStyle w:val="RedaliaContenudetableau"/>
              <w:rPr>
                <w:sz w:val="16"/>
              </w:rPr>
            </w:pPr>
          </w:p>
          <w:p w14:paraId="14F88925" w14:textId="77777777" w:rsidR="00281D30" w:rsidRDefault="00281D3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B20E1C" w14:textId="77777777" w:rsidR="00281D30" w:rsidRDefault="00281D3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D40E74" w14:textId="77777777" w:rsidR="00281D30" w:rsidRDefault="00281D3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3B6084" w14:textId="77777777" w:rsidR="00281D30" w:rsidRDefault="00281D30">
            <w:pPr>
              <w:pStyle w:val="RedaliaContenudetableau"/>
              <w:rPr>
                <w:sz w:val="16"/>
              </w:rPr>
            </w:pPr>
          </w:p>
        </w:tc>
      </w:tr>
      <w:tr w:rsidR="00281D30" w14:paraId="51C6AD9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8F78BC" w14:textId="77777777" w:rsidR="00281D30" w:rsidRDefault="00611B25">
            <w:pPr>
              <w:pStyle w:val="RedaliaContenudetableau"/>
            </w:pPr>
            <w:r>
              <w:t>Dénomination sociale : ………….</w:t>
            </w:r>
          </w:p>
          <w:p w14:paraId="6117B4EA" w14:textId="77777777" w:rsidR="00281D30" w:rsidRDefault="00611B25">
            <w:pPr>
              <w:pStyle w:val="RedaliaContenudetableau"/>
            </w:pPr>
            <w:r>
              <w:t>...…………………………………...</w:t>
            </w:r>
          </w:p>
          <w:p w14:paraId="65844F25" w14:textId="77777777" w:rsidR="00281D30" w:rsidRDefault="00611B25">
            <w:pPr>
              <w:pStyle w:val="RedaliaContenudetableau"/>
            </w:pPr>
            <w:r>
              <w:t>...…………………………………...</w:t>
            </w:r>
          </w:p>
          <w:p w14:paraId="1FDD2BFD" w14:textId="77777777" w:rsidR="00281D30" w:rsidRDefault="00611B25">
            <w:pPr>
              <w:pStyle w:val="RedaliaContenudetableau"/>
            </w:pPr>
            <w:r>
              <w:t>...…………………………………...</w:t>
            </w:r>
          </w:p>
          <w:p w14:paraId="02ED51D2" w14:textId="77777777" w:rsidR="00281D30" w:rsidRDefault="00611B25">
            <w:pPr>
              <w:pStyle w:val="RedaliaContenudetableau"/>
            </w:pPr>
            <w:r>
              <w:t>...…………………………………...</w:t>
            </w:r>
          </w:p>
          <w:p w14:paraId="65688EA6" w14:textId="77777777" w:rsidR="00281D30" w:rsidRDefault="00611B2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355A55" w14:textId="77777777" w:rsidR="00281D30" w:rsidRDefault="00281D30">
            <w:pPr>
              <w:pStyle w:val="RedaliaContenudetableau"/>
              <w:rPr>
                <w:sz w:val="16"/>
              </w:rPr>
            </w:pPr>
          </w:p>
          <w:p w14:paraId="54D77287" w14:textId="77777777" w:rsidR="00281D30" w:rsidRDefault="00281D30">
            <w:pPr>
              <w:pStyle w:val="RedaliaContenudetableau"/>
              <w:rPr>
                <w:sz w:val="16"/>
              </w:rPr>
            </w:pPr>
          </w:p>
          <w:p w14:paraId="6851846D" w14:textId="77777777" w:rsidR="00281D30" w:rsidRDefault="00281D30">
            <w:pPr>
              <w:pStyle w:val="RedaliaContenudetableau"/>
              <w:rPr>
                <w:sz w:val="16"/>
              </w:rPr>
            </w:pPr>
          </w:p>
          <w:p w14:paraId="1A522C35" w14:textId="77777777" w:rsidR="00281D30" w:rsidRDefault="00281D30">
            <w:pPr>
              <w:pStyle w:val="RedaliaContenudetableau"/>
              <w:rPr>
                <w:sz w:val="16"/>
              </w:rPr>
            </w:pPr>
          </w:p>
          <w:p w14:paraId="5D76A23A" w14:textId="77777777" w:rsidR="00281D30" w:rsidRDefault="00281D30">
            <w:pPr>
              <w:pStyle w:val="RedaliaContenudetableau"/>
              <w:rPr>
                <w:sz w:val="16"/>
              </w:rPr>
            </w:pPr>
          </w:p>
          <w:p w14:paraId="2B3A7505" w14:textId="77777777" w:rsidR="00281D30" w:rsidRDefault="00281D30">
            <w:pPr>
              <w:pStyle w:val="RedaliaContenudetableau"/>
              <w:rPr>
                <w:sz w:val="16"/>
              </w:rPr>
            </w:pPr>
          </w:p>
          <w:p w14:paraId="7CA81482" w14:textId="77777777" w:rsidR="00281D30" w:rsidRDefault="00281D3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27BB4F" w14:textId="77777777" w:rsidR="00281D30" w:rsidRDefault="00281D3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4997BF" w14:textId="77777777" w:rsidR="00281D30" w:rsidRDefault="00281D3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4F5041" w14:textId="77777777" w:rsidR="00281D30" w:rsidRDefault="00281D30">
            <w:pPr>
              <w:pStyle w:val="RedaliaContenudetableau"/>
              <w:rPr>
                <w:sz w:val="16"/>
              </w:rPr>
            </w:pPr>
          </w:p>
        </w:tc>
      </w:tr>
      <w:tr w:rsidR="00281D30" w14:paraId="0A5C6FC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DFE9435" w14:textId="77777777" w:rsidR="00281D30" w:rsidRDefault="00281D30">
            <w:pPr>
              <w:pStyle w:val="RedaliaNormal"/>
            </w:pPr>
          </w:p>
          <w:p w14:paraId="3A8895FD" w14:textId="77777777" w:rsidR="00281D30" w:rsidRDefault="00281D30">
            <w:pPr>
              <w:pStyle w:val="RedaliaNormal"/>
            </w:pPr>
          </w:p>
          <w:p w14:paraId="24EED17F" w14:textId="77777777" w:rsidR="00281D30" w:rsidRDefault="00281D3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8E7ACA8" w14:textId="77777777" w:rsidR="00281D30" w:rsidRDefault="00611B2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D799B9" w14:textId="77777777" w:rsidR="00281D30" w:rsidRDefault="00281D3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312F3D" w14:textId="77777777" w:rsidR="00281D30" w:rsidRDefault="00281D3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EE19B1" w14:textId="77777777" w:rsidR="00281D30" w:rsidRDefault="00281D30">
            <w:pPr>
              <w:pStyle w:val="RedaliaNormal"/>
              <w:rPr>
                <w:sz w:val="16"/>
              </w:rPr>
            </w:pPr>
          </w:p>
        </w:tc>
      </w:tr>
    </w:tbl>
    <w:p w14:paraId="1737C110" w14:textId="77777777" w:rsidR="00281D30" w:rsidRDefault="00281D30">
      <w:pPr>
        <w:pStyle w:val="RedaliaNormal"/>
      </w:pPr>
    </w:p>
    <w:p w14:paraId="50F65203" w14:textId="77777777" w:rsidR="00281D30" w:rsidRDefault="00281D30">
      <w:pPr>
        <w:pStyle w:val="RedaliaNormal"/>
        <w:pageBreakBefore/>
      </w:pPr>
    </w:p>
    <w:sectPr w:rsidR="00281D30">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94E24" w14:textId="77777777" w:rsidR="00611B25" w:rsidRDefault="00611B25">
      <w:r>
        <w:separator/>
      </w:r>
    </w:p>
  </w:endnote>
  <w:endnote w:type="continuationSeparator" w:id="0">
    <w:p w14:paraId="60681F00" w14:textId="77777777" w:rsidR="00611B25" w:rsidRDefault="0061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B241D" w14:textId="77777777" w:rsidR="00611B25" w:rsidRDefault="00611B25">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9D11D1" w14:paraId="1B0CB12A" w14:textId="77777777">
      <w:tc>
        <w:tcPr>
          <w:tcW w:w="3070" w:type="dxa"/>
          <w:tcBorders>
            <w:top w:val="single" w:sz="4" w:space="0" w:color="000000"/>
          </w:tcBorders>
          <w:tcMar>
            <w:top w:w="0" w:type="dxa"/>
            <w:left w:w="70" w:type="dxa"/>
            <w:bottom w:w="0" w:type="dxa"/>
            <w:right w:w="70" w:type="dxa"/>
          </w:tcMar>
        </w:tcPr>
        <w:p w14:paraId="16055690" w14:textId="77777777" w:rsidR="00611B25" w:rsidRDefault="00611B25">
          <w:pPr>
            <w:pStyle w:val="RdaliaLgende"/>
          </w:pPr>
          <w:r>
            <w:t>Acte d’engagement</w:t>
          </w:r>
        </w:p>
      </w:tc>
      <w:tc>
        <w:tcPr>
          <w:tcW w:w="3071" w:type="dxa"/>
          <w:tcBorders>
            <w:top w:val="single" w:sz="4" w:space="0" w:color="000000"/>
          </w:tcBorders>
          <w:tcMar>
            <w:top w:w="0" w:type="dxa"/>
            <w:left w:w="70" w:type="dxa"/>
            <w:bottom w:w="0" w:type="dxa"/>
            <w:right w:w="70" w:type="dxa"/>
          </w:tcMar>
        </w:tcPr>
        <w:p w14:paraId="65D686AF" w14:textId="77777777" w:rsidR="00611B25" w:rsidRDefault="00611B25">
          <w:pPr>
            <w:pStyle w:val="RdaliaLgende"/>
          </w:pPr>
        </w:p>
      </w:tc>
      <w:tc>
        <w:tcPr>
          <w:tcW w:w="3071" w:type="dxa"/>
          <w:tcBorders>
            <w:top w:val="single" w:sz="4" w:space="0" w:color="000000"/>
          </w:tcBorders>
          <w:tcMar>
            <w:top w:w="0" w:type="dxa"/>
            <w:left w:w="70" w:type="dxa"/>
            <w:bottom w:w="0" w:type="dxa"/>
            <w:right w:w="70" w:type="dxa"/>
          </w:tcMar>
        </w:tcPr>
        <w:p w14:paraId="71F9E680" w14:textId="77777777" w:rsidR="00611B25" w:rsidRDefault="00611B25">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CA6EB" w14:textId="77777777" w:rsidR="00611B25" w:rsidRDefault="00611B25">
      <w:r>
        <w:rPr>
          <w:color w:val="000000"/>
        </w:rPr>
        <w:separator/>
      </w:r>
    </w:p>
  </w:footnote>
  <w:footnote w:type="continuationSeparator" w:id="0">
    <w:p w14:paraId="17396827" w14:textId="77777777" w:rsidR="00611B25" w:rsidRDefault="00611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9D11D1" w14:paraId="5D01BA2E" w14:textId="77777777">
      <w:tc>
        <w:tcPr>
          <w:tcW w:w="3070" w:type="dxa"/>
          <w:tcBorders>
            <w:bottom w:val="single" w:sz="4" w:space="0" w:color="000000"/>
          </w:tcBorders>
          <w:tcMar>
            <w:top w:w="0" w:type="dxa"/>
            <w:left w:w="70" w:type="dxa"/>
            <w:bottom w:w="0" w:type="dxa"/>
            <w:right w:w="70" w:type="dxa"/>
          </w:tcMar>
        </w:tcPr>
        <w:p w14:paraId="0CFB4461" w14:textId="77777777" w:rsidR="00611B25" w:rsidRDefault="00611B25">
          <w:pPr>
            <w:pStyle w:val="RdaliaLgende"/>
          </w:pPr>
        </w:p>
      </w:tc>
      <w:tc>
        <w:tcPr>
          <w:tcW w:w="3071" w:type="dxa"/>
          <w:tcBorders>
            <w:bottom w:val="single" w:sz="4" w:space="0" w:color="000000"/>
          </w:tcBorders>
          <w:tcMar>
            <w:top w:w="0" w:type="dxa"/>
            <w:left w:w="70" w:type="dxa"/>
            <w:bottom w:w="0" w:type="dxa"/>
            <w:right w:w="70" w:type="dxa"/>
          </w:tcMar>
        </w:tcPr>
        <w:p w14:paraId="1E7AEEEB" w14:textId="77777777" w:rsidR="00611B25" w:rsidRDefault="00611B25">
          <w:pPr>
            <w:pStyle w:val="RdaliaLgende"/>
          </w:pPr>
        </w:p>
      </w:tc>
      <w:tc>
        <w:tcPr>
          <w:tcW w:w="3071" w:type="dxa"/>
          <w:tcBorders>
            <w:bottom w:val="single" w:sz="4" w:space="0" w:color="000000"/>
          </w:tcBorders>
          <w:tcMar>
            <w:top w:w="0" w:type="dxa"/>
            <w:left w:w="70" w:type="dxa"/>
            <w:bottom w:w="0" w:type="dxa"/>
            <w:right w:w="70" w:type="dxa"/>
          </w:tcMar>
        </w:tcPr>
        <w:p w14:paraId="6D2C7141" w14:textId="77777777" w:rsidR="00611B25" w:rsidRDefault="00611B25">
          <w:pPr>
            <w:pStyle w:val="RdaliaLgende"/>
            <w:jc w:val="right"/>
          </w:pPr>
          <w:r>
            <w:t>Procédure : 2025-13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4E82"/>
    <w:multiLevelType w:val="multilevel"/>
    <w:tmpl w:val="0CBE4C80"/>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9DF439C"/>
    <w:multiLevelType w:val="multilevel"/>
    <w:tmpl w:val="03F2935C"/>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A2F44EE"/>
    <w:multiLevelType w:val="multilevel"/>
    <w:tmpl w:val="5A0AC7F0"/>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A3106BF"/>
    <w:multiLevelType w:val="multilevel"/>
    <w:tmpl w:val="D5582ADE"/>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FB46C08"/>
    <w:multiLevelType w:val="multilevel"/>
    <w:tmpl w:val="7AFEC44E"/>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25B4663"/>
    <w:multiLevelType w:val="multilevel"/>
    <w:tmpl w:val="2870A1D6"/>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0802BE"/>
    <w:multiLevelType w:val="multilevel"/>
    <w:tmpl w:val="B3983A2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A645603"/>
    <w:multiLevelType w:val="multilevel"/>
    <w:tmpl w:val="E98C2772"/>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4D904F22"/>
    <w:multiLevelType w:val="multilevel"/>
    <w:tmpl w:val="18F0F088"/>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13E04B0"/>
    <w:multiLevelType w:val="multilevel"/>
    <w:tmpl w:val="E50A2C8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1FD13FC"/>
    <w:multiLevelType w:val="multilevel"/>
    <w:tmpl w:val="CD781A24"/>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5820032C"/>
    <w:multiLevelType w:val="multilevel"/>
    <w:tmpl w:val="D3BE9F7A"/>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E470C55"/>
    <w:multiLevelType w:val="multilevel"/>
    <w:tmpl w:val="8402BB54"/>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4641B29"/>
    <w:multiLevelType w:val="multilevel"/>
    <w:tmpl w:val="36025FC6"/>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738F7E28"/>
    <w:multiLevelType w:val="multilevel"/>
    <w:tmpl w:val="50BE1D4C"/>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4B33FD5"/>
    <w:multiLevelType w:val="multilevel"/>
    <w:tmpl w:val="04DCE776"/>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774597394">
    <w:abstractNumId w:val="9"/>
  </w:num>
  <w:num w:numId="2" w16cid:durableId="755595223">
    <w:abstractNumId w:val="8"/>
  </w:num>
  <w:num w:numId="3" w16cid:durableId="1703044903">
    <w:abstractNumId w:val="7"/>
  </w:num>
  <w:num w:numId="4" w16cid:durableId="2118717226">
    <w:abstractNumId w:val="2"/>
  </w:num>
  <w:num w:numId="5" w16cid:durableId="1683623506">
    <w:abstractNumId w:val="13"/>
  </w:num>
  <w:num w:numId="6" w16cid:durableId="1774282040">
    <w:abstractNumId w:val="1"/>
  </w:num>
  <w:num w:numId="7" w16cid:durableId="965547023">
    <w:abstractNumId w:val="14"/>
  </w:num>
  <w:num w:numId="8" w16cid:durableId="1921215464">
    <w:abstractNumId w:val="6"/>
  </w:num>
  <w:num w:numId="9" w16cid:durableId="356934119">
    <w:abstractNumId w:val="15"/>
  </w:num>
  <w:num w:numId="10" w16cid:durableId="62408582">
    <w:abstractNumId w:val="3"/>
  </w:num>
  <w:num w:numId="11" w16cid:durableId="403067597">
    <w:abstractNumId w:val="0"/>
  </w:num>
  <w:num w:numId="12" w16cid:durableId="665599602">
    <w:abstractNumId w:val="10"/>
  </w:num>
  <w:num w:numId="13" w16cid:durableId="28604906">
    <w:abstractNumId w:val="12"/>
  </w:num>
  <w:num w:numId="14" w16cid:durableId="1498573608">
    <w:abstractNumId w:val="11"/>
  </w:num>
  <w:num w:numId="15" w16cid:durableId="1166439142">
    <w:abstractNumId w:val="4"/>
  </w:num>
  <w:num w:numId="16" w16cid:durableId="516188652">
    <w:abstractNumId w:val="5"/>
  </w:num>
  <w:num w:numId="17" w16cid:durableId="103965161">
    <w:abstractNumId w:val="10"/>
  </w:num>
  <w:num w:numId="18" w16cid:durableId="7290359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D30"/>
    <w:rsid w:val="00067BBA"/>
    <w:rsid w:val="00232CDB"/>
    <w:rsid w:val="00281D30"/>
    <w:rsid w:val="00365F02"/>
    <w:rsid w:val="00434215"/>
    <w:rsid w:val="00611B25"/>
    <w:rsid w:val="006E05D8"/>
    <w:rsid w:val="00740259"/>
    <w:rsid w:val="009138E0"/>
    <w:rsid w:val="009E6830"/>
    <w:rsid w:val="00AF0A2D"/>
    <w:rsid w:val="00F4356D"/>
    <w:rsid w:val="00FB7C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18B1B"/>
  <w15:docId w15:val="{5DDC0001-1A48-4464-AD42-545D12993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uiPriority w:val="11"/>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character" w:styleId="Marquedecommentaire">
    <w:name w:val="annotation reference"/>
    <w:basedOn w:val="Policepardfaut"/>
    <w:uiPriority w:val="99"/>
    <w:semiHidden/>
    <w:unhideWhenUsed/>
    <w:rsid w:val="00F4356D"/>
    <w:rPr>
      <w:sz w:val="16"/>
      <w:szCs w:val="16"/>
    </w:rPr>
  </w:style>
  <w:style w:type="paragraph" w:styleId="Commentaire">
    <w:name w:val="annotation text"/>
    <w:basedOn w:val="Normal"/>
    <w:link w:val="CommentaireCar"/>
    <w:uiPriority w:val="99"/>
    <w:unhideWhenUsed/>
    <w:rsid w:val="00F4356D"/>
    <w:rPr>
      <w:sz w:val="20"/>
    </w:rPr>
  </w:style>
  <w:style w:type="character" w:customStyle="1" w:styleId="CommentaireCar">
    <w:name w:val="Commentaire Car"/>
    <w:basedOn w:val="Policepardfaut"/>
    <w:link w:val="Commentaire"/>
    <w:uiPriority w:val="99"/>
    <w:rsid w:val="00F4356D"/>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F4356D"/>
    <w:rPr>
      <w:b/>
      <w:bCs/>
    </w:rPr>
  </w:style>
  <w:style w:type="character" w:customStyle="1" w:styleId="ObjetducommentaireCar">
    <w:name w:val="Objet du commentaire Car"/>
    <w:basedOn w:val="CommentaireCar"/>
    <w:link w:val="Objetducommentaire"/>
    <w:uiPriority w:val="99"/>
    <w:semiHidden/>
    <w:rsid w:val="00F4356D"/>
    <w:rPr>
      <w:rFonts w:ascii="Arial" w:eastAsia="Arial" w:hAnsi="Arial" w:cs="Arial"/>
      <w:b/>
      <w:bCs/>
    </w:rPr>
  </w:style>
  <w:style w:type="paragraph" w:styleId="Rvision">
    <w:name w:val="Revision"/>
    <w:hidden/>
    <w:uiPriority w:val="99"/>
    <w:semiHidden/>
    <w:rsid w:val="00F4356D"/>
    <w:pPr>
      <w:autoSpaceDN/>
      <w:textAlignment w:val="auto"/>
    </w:pPr>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guillaud\prev4289919451049820491.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lia.dot</Template>
  <TotalTime>3</TotalTime>
  <Pages>21</Pages>
  <Words>4734</Words>
  <Characters>26038</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MARCO Sylvie</cp:lastModifiedBy>
  <cp:revision>3</cp:revision>
  <dcterms:created xsi:type="dcterms:W3CDTF">2025-08-28T07:18:00Z</dcterms:created>
  <dcterms:modified xsi:type="dcterms:W3CDTF">2025-08-28T14:16:00Z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