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E46" w:rsidRPr="001C76A3" w:rsidRDefault="008D7E46" w:rsidP="008D7E46">
      <w:pPr>
        <w:pStyle w:val="Titre"/>
        <w:rPr>
          <w:rFonts w:ascii="Arial" w:hAnsi="Arial" w:cs="Arial"/>
          <w:sz w:val="20"/>
        </w:rPr>
      </w:pPr>
      <w:bookmarkStart w:id="0" w:name="_Toc207531160"/>
      <w:r w:rsidRPr="001C76A3">
        <w:rPr>
          <w:rFonts w:ascii="Arial" w:hAnsi="Arial" w:cs="Arial"/>
          <w:sz w:val="20"/>
        </w:rPr>
        <w:t>MARCHÉ PUBLIC DE TRAVAUX</w:t>
      </w:r>
      <w:bookmarkEnd w:id="0"/>
      <w:r w:rsidRPr="001C76A3">
        <w:rPr>
          <w:rFonts w:ascii="Arial" w:hAnsi="Arial" w:cs="Arial"/>
          <w:sz w:val="20"/>
        </w:rPr>
        <w:t xml:space="preserve"> </w:t>
      </w:r>
    </w:p>
    <w:p w:rsidR="00C0452F" w:rsidRPr="001C76A3" w:rsidRDefault="00C0452F" w:rsidP="001D0DD4">
      <w:pPr>
        <w:rPr>
          <w:rFonts w:ascii="Arial" w:hAnsi="Arial" w:cs="Arial"/>
          <w:sz w:val="20"/>
          <w:szCs w:val="20"/>
        </w:rPr>
      </w:pPr>
    </w:p>
    <w:p w:rsidR="00255387" w:rsidRDefault="00255387" w:rsidP="00255387">
      <w:pPr>
        <w:rPr>
          <w:rFonts w:ascii="Arial" w:hAnsi="Arial" w:cs="Arial"/>
          <w:sz w:val="20"/>
          <w:szCs w:val="20"/>
        </w:rPr>
      </w:pPr>
    </w:p>
    <w:tbl>
      <w:tblPr>
        <w:tblW w:w="9133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53"/>
        <w:gridCol w:w="567"/>
        <w:gridCol w:w="567"/>
        <w:gridCol w:w="567"/>
        <w:gridCol w:w="425"/>
        <w:gridCol w:w="543"/>
        <w:gridCol w:w="535"/>
        <w:gridCol w:w="588"/>
        <w:gridCol w:w="588"/>
        <w:gridCol w:w="578"/>
        <w:gridCol w:w="10"/>
        <w:gridCol w:w="588"/>
        <w:gridCol w:w="588"/>
        <w:gridCol w:w="596"/>
        <w:gridCol w:w="567"/>
        <w:gridCol w:w="567"/>
        <w:gridCol w:w="606"/>
      </w:tblGrid>
      <w:tr w:rsidR="00255387" w:rsidRPr="00015FCE" w:rsidTr="00255387">
        <w:tc>
          <w:tcPr>
            <w:tcW w:w="653" w:type="dxa"/>
          </w:tcPr>
          <w:p w:rsidR="00255387" w:rsidRPr="00015FCE" w:rsidRDefault="00255387" w:rsidP="002756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lang w:val="en-US" w:eastAsia="fr-FR"/>
              </w:rPr>
            </w:pPr>
            <w:r w:rsidRPr="00015FCE">
              <w:rPr>
                <w:rFonts w:ascii="Arial" w:eastAsia="Times New Roman" w:hAnsi="Arial" w:cs="Arial"/>
                <w:b/>
                <w:noProof/>
                <w:lang w:val="en-US" w:eastAsia="fr-FR"/>
              </w:rPr>
              <w:t>2</w:t>
            </w:r>
          </w:p>
        </w:tc>
        <w:tc>
          <w:tcPr>
            <w:tcW w:w="567" w:type="dxa"/>
          </w:tcPr>
          <w:p w:rsidR="00255387" w:rsidRPr="00015FCE" w:rsidRDefault="00255387" w:rsidP="002756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lang w:val="en-US" w:eastAsia="fr-FR"/>
              </w:rPr>
            </w:pPr>
            <w:r>
              <w:rPr>
                <w:rFonts w:ascii="Arial" w:eastAsia="Times New Roman" w:hAnsi="Arial" w:cs="Arial"/>
                <w:b/>
                <w:noProof/>
                <w:lang w:val="en-US" w:eastAsia="fr-FR"/>
              </w:rPr>
              <w:t>5</w:t>
            </w:r>
          </w:p>
        </w:tc>
        <w:tc>
          <w:tcPr>
            <w:tcW w:w="567" w:type="dxa"/>
          </w:tcPr>
          <w:p w:rsidR="00255387" w:rsidRPr="00015FCE" w:rsidRDefault="00255387" w:rsidP="002756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lang w:val="en-US" w:eastAsia="fr-FR"/>
              </w:rPr>
            </w:pPr>
            <w:r w:rsidRPr="00015FCE">
              <w:rPr>
                <w:rFonts w:ascii="Arial" w:eastAsia="Times New Roman" w:hAnsi="Arial" w:cs="Arial"/>
                <w:b/>
                <w:noProof/>
                <w:lang w:val="en-US" w:eastAsia="fr-FR"/>
              </w:rPr>
              <w:t>8</w:t>
            </w:r>
          </w:p>
        </w:tc>
        <w:tc>
          <w:tcPr>
            <w:tcW w:w="567" w:type="dxa"/>
          </w:tcPr>
          <w:p w:rsidR="00255387" w:rsidRPr="00015FCE" w:rsidRDefault="00255387" w:rsidP="002756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lang w:val="en-US" w:eastAsia="fr-FR"/>
              </w:rPr>
            </w:pPr>
            <w:r w:rsidRPr="00015FCE">
              <w:rPr>
                <w:rFonts w:ascii="Arial" w:eastAsia="Times New Roman" w:hAnsi="Arial" w:cs="Arial"/>
                <w:b/>
                <w:noProof/>
                <w:lang w:val="en-US" w:eastAsia="fr-FR"/>
              </w:rPr>
              <w:t>2</w:t>
            </w:r>
          </w:p>
        </w:tc>
        <w:tc>
          <w:tcPr>
            <w:tcW w:w="425" w:type="dxa"/>
          </w:tcPr>
          <w:p w:rsidR="00255387" w:rsidRPr="00015FCE" w:rsidRDefault="00255387" w:rsidP="002756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lang w:val="en-US" w:eastAsia="fr-FR"/>
              </w:rPr>
            </w:pPr>
          </w:p>
        </w:tc>
        <w:tc>
          <w:tcPr>
            <w:tcW w:w="543" w:type="dxa"/>
          </w:tcPr>
          <w:p w:rsidR="00255387" w:rsidRPr="00015FCE" w:rsidRDefault="00255387" w:rsidP="002756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lang w:val="en-US" w:eastAsia="fr-FR"/>
              </w:rPr>
            </w:pPr>
          </w:p>
        </w:tc>
        <w:tc>
          <w:tcPr>
            <w:tcW w:w="535" w:type="dxa"/>
          </w:tcPr>
          <w:p w:rsidR="00255387" w:rsidRPr="00015FCE" w:rsidRDefault="00255387" w:rsidP="002756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lang w:val="en-US" w:eastAsia="fr-FR"/>
              </w:rPr>
            </w:pPr>
          </w:p>
        </w:tc>
        <w:tc>
          <w:tcPr>
            <w:tcW w:w="588" w:type="dxa"/>
          </w:tcPr>
          <w:p w:rsidR="00255387" w:rsidRPr="00015FCE" w:rsidRDefault="00255387" w:rsidP="002756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lang w:val="en-US" w:eastAsia="fr-FR"/>
              </w:rPr>
            </w:pPr>
            <w:r w:rsidRPr="00015FCE">
              <w:rPr>
                <w:rFonts w:ascii="Arial" w:eastAsia="Times New Roman" w:hAnsi="Arial" w:cs="Arial"/>
                <w:b/>
                <w:noProof/>
                <w:lang w:val="en-US" w:eastAsia="fr-FR"/>
              </w:rPr>
              <w:t>0</w:t>
            </w:r>
          </w:p>
        </w:tc>
        <w:tc>
          <w:tcPr>
            <w:tcW w:w="588" w:type="dxa"/>
          </w:tcPr>
          <w:p w:rsidR="00255387" w:rsidRPr="00015FCE" w:rsidRDefault="00255387" w:rsidP="002756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lang w:val="en-US" w:eastAsia="fr-FR"/>
              </w:rPr>
            </w:pPr>
            <w:r w:rsidRPr="00015FCE">
              <w:rPr>
                <w:rFonts w:ascii="Arial" w:eastAsia="Times New Roman" w:hAnsi="Arial" w:cs="Arial"/>
                <w:b/>
                <w:noProof/>
                <w:lang w:val="en-US" w:eastAsia="fr-FR"/>
              </w:rPr>
              <w:t>0</w:t>
            </w:r>
          </w:p>
        </w:tc>
        <w:tc>
          <w:tcPr>
            <w:tcW w:w="588" w:type="dxa"/>
            <w:gridSpan w:val="2"/>
          </w:tcPr>
          <w:p w:rsidR="00255387" w:rsidRPr="00015FCE" w:rsidRDefault="00255387" w:rsidP="002756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lang w:val="en-US" w:eastAsia="fr-FR"/>
              </w:rPr>
            </w:pPr>
            <w:r w:rsidRPr="00015FCE">
              <w:rPr>
                <w:rFonts w:ascii="Arial" w:eastAsia="Times New Roman" w:hAnsi="Arial" w:cs="Arial"/>
                <w:b/>
                <w:noProof/>
                <w:lang w:val="en-US" w:eastAsia="fr-FR"/>
              </w:rPr>
              <w:t>4</w:t>
            </w:r>
          </w:p>
        </w:tc>
        <w:tc>
          <w:tcPr>
            <w:tcW w:w="588" w:type="dxa"/>
          </w:tcPr>
          <w:p w:rsidR="00255387" w:rsidRPr="00015FCE" w:rsidRDefault="00255387" w:rsidP="002756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lang w:val="en-US" w:eastAsia="fr-FR"/>
              </w:rPr>
            </w:pPr>
            <w:r w:rsidRPr="00015FCE">
              <w:rPr>
                <w:rFonts w:ascii="Arial" w:eastAsia="Times New Roman" w:hAnsi="Arial" w:cs="Arial"/>
                <w:b/>
                <w:noProof/>
                <w:lang w:val="en-US" w:eastAsia="fr-FR"/>
              </w:rPr>
              <w:t>7</w:t>
            </w:r>
          </w:p>
        </w:tc>
        <w:tc>
          <w:tcPr>
            <w:tcW w:w="588" w:type="dxa"/>
          </w:tcPr>
          <w:p w:rsidR="00255387" w:rsidRPr="00015FCE" w:rsidRDefault="00255387" w:rsidP="002756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lang w:val="en-US" w:eastAsia="fr-FR"/>
              </w:rPr>
            </w:pPr>
            <w:r w:rsidRPr="00015FCE">
              <w:rPr>
                <w:rFonts w:ascii="Arial" w:eastAsia="Times New Roman" w:hAnsi="Arial" w:cs="Arial"/>
                <w:b/>
                <w:noProof/>
                <w:lang w:val="en-US" w:eastAsia="fr-FR"/>
              </w:rPr>
              <w:t>0</w:t>
            </w:r>
          </w:p>
        </w:tc>
        <w:tc>
          <w:tcPr>
            <w:tcW w:w="596" w:type="dxa"/>
          </w:tcPr>
          <w:p w:rsidR="00255387" w:rsidRPr="00015FCE" w:rsidRDefault="00255387" w:rsidP="002756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lang w:val="en-US" w:eastAsia="fr-FR"/>
              </w:rPr>
            </w:pPr>
            <w:r w:rsidRPr="00015FCE">
              <w:rPr>
                <w:rFonts w:ascii="Arial" w:eastAsia="Times New Roman" w:hAnsi="Arial" w:cs="Arial"/>
                <w:b/>
                <w:noProof/>
                <w:lang w:val="en-US" w:eastAsia="fr-FR"/>
              </w:rPr>
              <w:t>0</w:t>
            </w:r>
          </w:p>
        </w:tc>
        <w:tc>
          <w:tcPr>
            <w:tcW w:w="567" w:type="dxa"/>
          </w:tcPr>
          <w:p w:rsidR="00255387" w:rsidRPr="00015FCE" w:rsidRDefault="00255387" w:rsidP="002756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lang w:val="en-US" w:eastAsia="fr-FR"/>
              </w:rPr>
            </w:pPr>
            <w:r w:rsidRPr="00015FCE">
              <w:rPr>
                <w:rFonts w:ascii="Arial" w:eastAsia="Times New Roman" w:hAnsi="Arial" w:cs="Arial"/>
                <w:b/>
                <w:noProof/>
                <w:lang w:val="en-US" w:eastAsia="fr-FR"/>
              </w:rPr>
              <w:t>4</w:t>
            </w:r>
          </w:p>
        </w:tc>
        <w:tc>
          <w:tcPr>
            <w:tcW w:w="567" w:type="dxa"/>
          </w:tcPr>
          <w:p w:rsidR="00255387" w:rsidRPr="00015FCE" w:rsidRDefault="00255387" w:rsidP="002756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lang w:val="en-US" w:eastAsia="fr-FR"/>
              </w:rPr>
            </w:pPr>
            <w:r w:rsidRPr="00015FCE">
              <w:rPr>
                <w:rFonts w:ascii="Arial" w:eastAsia="Times New Roman" w:hAnsi="Arial" w:cs="Arial"/>
                <w:b/>
                <w:noProof/>
                <w:lang w:val="en-US" w:eastAsia="fr-FR"/>
              </w:rPr>
              <w:t>4</w:t>
            </w:r>
          </w:p>
        </w:tc>
        <w:tc>
          <w:tcPr>
            <w:tcW w:w="606" w:type="dxa"/>
          </w:tcPr>
          <w:p w:rsidR="00255387" w:rsidRPr="00015FCE" w:rsidRDefault="00255387" w:rsidP="002756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lang w:val="en-US" w:eastAsia="fr-FR"/>
              </w:rPr>
            </w:pPr>
            <w:r w:rsidRPr="00015FCE">
              <w:rPr>
                <w:rFonts w:ascii="Arial" w:eastAsia="Times New Roman" w:hAnsi="Arial" w:cs="Arial"/>
                <w:b/>
                <w:noProof/>
                <w:lang w:val="en-US" w:eastAsia="fr-FR"/>
              </w:rPr>
              <w:t>0</w:t>
            </w:r>
          </w:p>
        </w:tc>
      </w:tr>
      <w:tr w:rsidR="00255387" w:rsidRPr="00015FCE" w:rsidTr="00255387">
        <w:tblPrEx>
          <w:tblBorders>
            <w:insideH w:val="single" w:sz="6" w:space="0" w:color="auto"/>
          </w:tblBorders>
          <w:tblCellMar>
            <w:left w:w="70" w:type="dxa"/>
            <w:right w:w="70" w:type="dxa"/>
          </w:tblCellMar>
        </w:tblPrEx>
        <w:tc>
          <w:tcPr>
            <w:tcW w:w="1787" w:type="dxa"/>
            <w:gridSpan w:val="3"/>
          </w:tcPr>
          <w:p w:rsidR="00255387" w:rsidRPr="00015FCE" w:rsidRDefault="00255387" w:rsidP="002756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val="en-US" w:eastAsia="fr-FR"/>
              </w:rPr>
            </w:pPr>
            <w:r w:rsidRPr="00015FCE">
              <w:rPr>
                <w:rFonts w:ascii="Arial" w:eastAsia="Times New Roman" w:hAnsi="Arial" w:cs="Arial"/>
                <w:noProof/>
                <w:lang w:val="en-US" w:eastAsia="fr-FR"/>
              </w:rPr>
              <w:t>Id COSI </w:t>
            </w:r>
          </w:p>
        </w:tc>
        <w:tc>
          <w:tcPr>
            <w:tcW w:w="1535" w:type="dxa"/>
            <w:gridSpan w:val="3"/>
          </w:tcPr>
          <w:p w:rsidR="00255387" w:rsidRPr="00015FCE" w:rsidRDefault="00255387" w:rsidP="002756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FF0000"/>
                <w:lang w:val="en-US" w:eastAsia="fr-FR"/>
              </w:rPr>
            </w:pPr>
          </w:p>
        </w:tc>
        <w:tc>
          <w:tcPr>
            <w:tcW w:w="2289" w:type="dxa"/>
            <w:gridSpan w:val="4"/>
          </w:tcPr>
          <w:p w:rsidR="00255387" w:rsidRPr="00015FCE" w:rsidRDefault="00255387" w:rsidP="002756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val="en-US" w:eastAsia="fr-FR"/>
              </w:rPr>
            </w:pPr>
            <w:r w:rsidRPr="00015FCE">
              <w:rPr>
                <w:rFonts w:ascii="Arial" w:eastAsia="Times New Roman" w:hAnsi="Arial" w:cs="Arial"/>
                <w:noProof/>
                <w:lang w:val="en-US" w:eastAsia="fr-FR"/>
              </w:rPr>
              <w:t>N° CHORUS</w:t>
            </w:r>
          </w:p>
        </w:tc>
        <w:tc>
          <w:tcPr>
            <w:tcW w:w="3522" w:type="dxa"/>
            <w:gridSpan w:val="7"/>
          </w:tcPr>
          <w:p w:rsidR="00255387" w:rsidRPr="00015FCE" w:rsidRDefault="00255387" w:rsidP="002756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val="en-US" w:eastAsia="fr-FR"/>
              </w:rPr>
            </w:pPr>
          </w:p>
        </w:tc>
      </w:tr>
    </w:tbl>
    <w:p w:rsidR="001D0DD4" w:rsidRDefault="001D0DD4" w:rsidP="001D0DD4">
      <w:pPr>
        <w:rPr>
          <w:rFonts w:ascii="Arial" w:hAnsi="Arial" w:cs="Arial"/>
          <w:sz w:val="20"/>
          <w:szCs w:val="20"/>
        </w:rPr>
      </w:pPr>
    </w:p>
    <w:p w:rsidR="009E62D4" w:rsidRPr="001C76A3" w:rsidRDefault="009E62D4" w:rsidP="001D0DD4">
      <w:pPr>
        <w:rPr>
          <w:rFonts w:ascii="Arial" w:hAnsi="Arial" w:cs="Arial"/>
          <w:sz w:val="20"/>
          <w:szCs w:val="20"/>
        </w:rPr>
      </w:pPr>
    </w:p>
    <w:tbl>
      <w:tblPr>
        <w:tblW w:w="9200" w:type="dxa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0"/>
      </w:tblGrid>
      <w:tr w:rsidR="008D7E46" w:rsidRPr="001C76A3" w:rsidTr="00771D4E">
        <w:tc>
          <w:tcPr>
            <w:tcW w:w="9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1C76A3" w:rsidRDefault="008D7E46" w:rsidP="00CC687B">
            <w:pPr>
              <w:pStyle w:val="Titre8"/>
              <w:spacing w:before="240" w:after="240"/>
              <w:rPr>
                <w:rFonts w:ascii="Arial" w:hAnsi="Arial" w:cs="Arial"/>
                <w:sz w:val="20"/>
              </w:rPr>
            </w:pPr>
            <w:r w:rsidRPr="001C76A3">
              <w:rPr>
                <w:rFonts w:ascii="Arial" w:hAnsi="Arial" w:cs="Arial"/>
                <w:sz w:val="20"/>
              </w:rPr>
              <w:t>ACTE D’ENGAGEMENT</w:t>
            </w:r>
          </w:p>
        </w:tc>
      </w:tr>
    </w:tbl>
    <w:p w:rsidR="008D7E46" w:rsidRPr="001C76A3" w:rsidRDefault="008D7E46" w:rsidP="008D7E46">
      <w:pPr>
        <w:jc w:val="center"/>
        <w:rPr>
          <w:rFonts w:ascii="Arial" w:hAnsi="Arial" w:cs="Arial"/>
          <w:sz w:val="20"/>
          <w:szCs w:val="20"/>
        </w:rPr>
      </w:pPr>
    </w:p>
    <w:p w:rsidR="00D8470C" w:rsidRDefault="00D8470C" w:rsidP="00D8470C">
      <w:pPr>
        <w:pStyle w:val="Sansinterligne"/>
        <w:rPr>
          <w:rStyle w:val="Accentuation"/>
          <w:rFonts w:ascii="Arial" w:hAnsi="Arial" w:cs="Arial"/>
          <w:i w:val="0"/>
          <w:iCs w:val="0"/>
          <w:sz w:val="20"/>
          <w:szCs w:val="20"/>
        </w:rPr>
      </w:pPr>
    </w:p>
    <w:p w:rsidR="009F5785" w:rsidRPr="001C76A3" w:rsidRDefault="009F5785" w:rsidP="00D8470C">
      <w:pPr>
        <w:pStyle w:val="Sansinterligne"/>
        <w:rPr>
          <w:rStyle w:val="Accentuation"/>
          <w:rFonts w:ascii="Arial" w:hAnsi="Arial" w:cs="Arial"/>
          <w:i w:val="0"/>
          <w:iCs w:val="0"/>
          <w:sz w:val="20"/>
          <w:szCs w:val="20"/>
        </w:rPr>
      </w:pPr>
    </w:p>
    <w:tbl>
      <w:tblPr>
        <w:tblW w:w="9264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64"/>
      </w:tblGrid>
      <w:tr w:rsidR="00D8470C" w:rsidRPr="001C76A3" w:rsidTr="00D8470C">
        <w:tc>
          <w:tcPr>
            <w:tcW w:w="9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70C" w:rsidRPr="001C76A3" w:rsidRDefault="00D8470C" w:rsidP="001C76A3">
            <w:pPr>
              <w:spacing w:before="120" w:after="120" w:line="240" w:lineRule="auto"/>
              <w:jc w:val="center"/>
              <w:rPr>
                <w:rStyle w:val="Accentuation"/>
                <w:rFonts w:ascii="Arial" w:hAnsi="Arial" w:cs="Arial"/>
                <w:b/>
                <w:i w:val="0"/>
                <w:color w:val="000000"/>
                <w:sz w:val="20"/>
                <w:szCs w:val="20"/>
                <w:highlight w:val="yellow"/>
              </w:rPr>
            </w:pPr>
            <w:r w:rsidRPr="001C76A3">
              <w:rPr>
                <w:rStyle w:val="Accentuation"/>
                <w:rFonts w:ascii="Arial" w:hAnsi="Arial" w:cs="Arial"/>
                <w:b/>
                <w:i w:val="0"/>
                <w:color w:val="000000"/>
                <w:sz w:val="20"/>
                <w:szCs w:val="20"/>
              </w:rPr>
              <w:t>MARCHÉ PUBLIC PASSE SELON LA PROCEDURE ADAPTÉE</w:t>
            </w:r>
          </w:p>
        </w:tc>
      </w:tr>
      <w:tr w:rsidR="00D8470C" w:rsidRPr="001C76A3" w:rsidTr="00D8470C">
        <w:tc>
          <w:tcPr>
            <w:tcW w:w="9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70C" w:rsidRPr="001C76A3" w:rsidRDefault="00D8470C" w:rsidP="00D8470C">
            <w:pPr>
              <w:spacing w:after="0" w:line="240" w:lineRule="auto"/>
              <w:jc w:val="center"/>
              <w:rPr>
                <w:rStyle w:val="Accentuation"/>
                <w:rFonts w:ascii="Arial" w:hAnsi="Arial" w:cs="Arial"/>
                <w:i w:val="0"/>
                <w:color w:val="000000"/>
                <w:sz w:val="20"/>
                <w:szCs w:val="20"/>
              </w:rPr>
            </w:pPr>
          </w:p>
          <w:p w:rsidR="00D8470C" w:rsidRPr="001C76A3" w:rsidRDefault="00D8470C" w:rsidP="00D8470C">
            <w:pPr>
              <w:spacing w:after="0" w:line="240" w:lineRule="auto"/>
              <w:jc w:val="center"/>
              <w:rPr>
                <w:rStyle w:val="Accentuation"/>
                <w:rFonts w:ascii="Arial" w:hAnsi="Arial" w:cs="Arial"/>
                <w:i w:val="0"/>
                <w:color w:val="000000"/>
                <w:sz w:val="20"/>
                <w:szCs w:val="20"/>
              </w:rPr>
            </w:pPr>
            <w:r w:rsidRPr="001C76A3">
              <w:rPr>
                <w:rStyle w:val="Accentuation"/>
                <w:rFonts w:ascii="Arial" w:hAnsi="Arial" w:cs="Arial"/>
                <w:i w:val="0"/>
                <w:color w:val="000000"/>
                <w:sz w:val="20"/>
                <w:szCs w:val="20"/>
              </w:rPr>
              <w:t>EN APPLICATION DE L’ARTICLE R.2123-1 ET SUIVANTS</w:t>
            </w:r>
          </w:p>
          <w:p w:rsidR="00D8470C" w:rsidRPr="001C76A3" w:rsidRDefault="00D8470C" w:rsidP="00D8470C">
            <w:pPr>
              <w:spacing w:after="0" w:line="240" w:lineRule="auto"/>
              <w:jc w:val="center"/>
              <w:rPr>
                <w:rStyle w:val="Accentuation"/>
                <w:rFonts w:ascii="Arial" w:hAnsi="Arial" w:cs="Arial"/>
                <w:i w:val="0"/>
                <w:color w:val="000000"/>
                <w:sz w:val="20"/>
                <w:szCs w:val="20"/>
              </w:rPr>
            </w:pPr>
            <w:r w:rsidRPr="001C76A3">
              <w:rPr>
                <w:rFonts w:ascii="Arial" w:hAnsi="Arial" w:cs="Arial"/>
                <w:sz w:val="20"/>
                <w:szCs w:val="20"/>
              </w:rPr>
              <w:t>DU CODE DE LA COMMANDE PUBLIQUE</w:t>
            </w:r>
          </w:p>
          <w:p w:rsidR="00D8470C" w:rsidRPr="001C76A3" w:rsidRDefault="00D8470C" w:rsidP="00D8470C">
            <w:pPr>
              <w:spacing w:after="0" w:line="240" w:lineRule="auto"/>
              <w:jc w:val="center"/>
              <w:rPr>
                <w:rStyle w:val="Accentuation"/>
                <w:rFonts w:ascii="Arial" w:hAnsi="Arial" w:cs="Arial"/>
                <w:i w:val="0"/>
                <w:color w:val="000000"/>
                <w:sz w:val="20"/>
                <w:szCs w:val="20"/>
              </w:rPr>
            </w:pPr>
          </w:p>
        </w:tc>
      </w:tr>
    </w:tbl>
    <w:p w:rsidR="009F5785" w:rsidRPr="001C76A3" w:rsidRDefault="009F5785" w:rsidP="004012F9">
      <w:pPr>
        <w:rPr>
          <w:rFonts w:ascii="Arial" w:hAnsi="Arial" w:cs="Arial"/>
          <w:sz w:val="20"/>
          <w:szCs w:val="20"/>
        </w:rPr>
      </w:pPr>
    </w:p>
    <w:p w:rsidR="00D8470C" w:rsidRPr="001C76A3" w:rsidRDefault="00771D4E" w:rsidP="00D8470C">
      <w:pPr>
        <w:jc w:val="center"/>
        <w:rPr>
          <w:rFonts w:ascii="Arial" w:hAnsi="Arial" w:cs="Arial"/>
          <w:sz w:val="20"/>
          <w:szCs w:val="20"/>
        </w:rPr>
      </w:pPr>
      <w:r w:rsidRPr="009F5785">
        <w:rPr>
          <w:rFonts w:ascii="Arial" w:hAnsi="Arial" w:cs="Arial"/>
          <w:sz w:val="20"/>
          <w:szCs w:val="20"/>
        </w:rPr>
        <w:t>Projet n°</w:t>
      </w:r>
      <w:r w:rsidR="009F5785">
        <w:rPr>
          <w:rFonts w:ascii="Arial" w:hAnsi="Arial" w:cs="Arial"/>
          <w:sz w:val="20"/>
          <w:szCs w:val="20"/>
        </w:rPr>
        <w:t>11RN25</w:t>
      </w:r>
    </w:p>
    <w:p w:rsidR="004012F9" w:rsidRPr="001C76A3" w:rsidRDefault="004012F9" w:rsidP="004012F9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4012F9" w:rsidRPr="001C76A3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1C76A3" w:rsidRDefault="004012F9" w:rsidP="005926BF">
            <w:pPr>
              <w:pStyle w:val="Titre8"/>
              <w:spacing w:before="60" w:after="60"/>
              <w:rPr>
                <w:rFonts w:ascii="Arial" w:hAnsi="Arial" w:cs="Arial"/>
                <w:sz w:val="20"/>
              </w:rPr>
            </w:pPr>
            <w:r w:rsidRPr="001C76A3">
              <w:rPr>
                <w:rFonts w:ascii="Arial" w:hAnsi="Arial" w:cs="Arial"/>
                <w:sz w:val="20"/>
              </w:rPr>
              <w:t>Maître de l'ouvrage</w:t>
            </w:r>
            <w:r w:rsidR="00471141" w:rsidRPr="001C76A3">
              <w:rPr>
                <w:rFonts w:ascii="Arial" w:hAnsi="Arial" w:cs="Arial"/>
                <w:sz w:val="20"/>
              </w:rPr>
              <w:t>/Acheteur</w:t>
            </w:r>
          </w:p>
        </w:tc>
      </w:tr>
      <w:tr w:rsidR="004012F9" w:rsidRPr="001C76A3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1C76A3" w:rsidRDefault="00D8470C" w:rsidP="005926BF">
            <w:pPr>
              <w:keepNext/>
              <w:spacing w:before="240" w:after="240"/>
              <w:jc w:val="center"/>
              <w:outlineLvl w:val="7"/>
              <w:rPr>
                <w:rFonts w:ascii="Arial" w:hAnsi="Arial" w:cs="Arial"/>
                <w:sz w:val="20"/>
                <w:szCs w:val="20"/>
              </w:rPr>
            </w:pPr>
            <w:r w:rsidRPr="001C76A3">
              <w:rPr>
                <w:rFonts w:ascii="Arial" w:hAnsi="Arial" w:cs="Arial"/>
                <w:sz w:val="20"/>
                <w:szCs w:val="20"/>
              </w:rPr>
              <w:t>ÉTAT - MINISTÈRE DES ARMÉ</w:t>
            </w:r>
            <w:r w:rsidR="004012F9" w:rsidRPr="001C76A3">
              <w:rPr>
                <w:rFonts w:ascii="Arial" w:hAnsi="Arial" w:cs="Arial"/>
                <w:sz w:val="20"/>
                <w:szCs w:val="20"/>
              </w:rPr>
              <w:t>ES</w:t>
            </w:r>
          </w:p>
        </w:tc>
      </w:tr>
    </w:tbl>
    <w:p w:rsidR="004012F9" w:rsidRPr="001C76A3" w:rsidRDefault="004012F9" w:rsidP="004012F9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4012F9" w:rsidRPr="001C76A3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1C76A3" w:rsidRDefault="004012F9" w:rsidP="005926BF">
            <w:pPr>
              <w:pStyle w:val="Titre8"/>
              <w:spacing w:before="60" w:after="60"/>
              <w:rPr>
                <w:rFonts w:ascii="Arial" w:hAnsi="Arial" w:cs="Arial"/>
                <w:sz w:val="20"/>
              </w:rPr>
            </w:pPr>
            <w:r w:rsidRPr="001C76A3">
              <w:rPr>
                <w:rFonts w:ascii="Arial" w:hAnsi="Arial" w:cs="Arial"/>
                <w:sz w:val="20"/>
              </w:rPr>
              <w:t>Objet du marché</w:t>
            </w:r>
          </w:p>
        </w:tc>
      </w:tr>
      <w:tr w:rsidR="004012F9" w:rsidRPr="001C76A3" w:rsidTr="009F5785">
        <w:trPr>
          <w:trHeight w:val="790"/>
        </w:trPr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785" w:rsidRDefault="009F5785" w:rsidP="009F5785">
            <w:pPr>
              <w:pStyle w:val="Titre"/>
              <w:rPr>
                <w:rFonts w:ascii="Arial" w:hAnsi="Arial" w:cs="Arial"/>
                <w:sz w:val="20"/>
              </w:rPr>
            </w:pPr>
          </w:p>
          <w:p w:rsidR="00D8470C" w:rsidRPr="001C76A3" w:rsidRDefault="009F5785" w:rsidP="009F5785">
            <w:pPr>
              <w:pStyle w:val="Titre"/>
              <w:rPr>
                <w:rFonts w:ascii="Arial" w:hAnsi="Arial" w:cs="Arial"/>
                <w:sz w:val="20"/>
              </w:rPr>
            </w:pPr>
            <w:r w:rsidRPr="009F5785">
              <w:rPr>
                <w:rFonts w:ascii="Arial" w:hAnsi="Arial" w:cs="Arial"/>
                <w:sz w:val="20"/>
              </w:rPr>
              <w:t>MAYOTTE (976) – BADAMIERS – Réalisation de la purge partielle de la butte du champ de tir des BADAMIERS</w:t>
            </w:r>
            <w:r w:rsidR="009E62D4">
              <w:rPr>
                <w:rFonts w:ascii="Arial" w:hAnsi="Arial" w:cs="Arial"/>
                <w:sz w:val="20"/>
              </w:rPr>
              <w:t>.</w:t>
            </w:r>
          </w:p>
        </w:tc>
      </w:tr>
    </w:tbl>
    <w:p w:rsidR="007965A9" w:rsidRPr="001C76A3" w:rsidRDefault="007965A9" w:rsidP="007965A9">
      <w:pPr>
        <w:rPr>
          <w:rFonts w:ascii="Arial" w:hAnsi="Arial" w:cs="Arial"/>
          <w:b/>
          <w:sz w:val="20"/>
          <w:szCs w:val="20"/>
        </w:rPr>
      </w:pPr>
    </w:p>
    <w:p w:rsidR="007965A9" w:rsidRDefault="007965A9" w:rsidP="007965A9">
      <w:pPr>
        <w:rPr>
          <w:rFonts w:ascii="Arial" w:hAnsi="Arial" w:cs="Arial"/>
          <w:b/>
          <w:sz w:val="20"/>
          <w:szCs w:val="20"/>
        </w:rPr>
      </w:pPr>
    </w:p>
    <w:p w:rsidR="001C76A3" w:rsidRPr="001C76A3" w:rsidRDefault="001C76A3" w:rsidP="007965A9">
      <w:pPr>
        <w:rPr>
          <w:rFonts w:ascii="Arial" w:hAnsi="Arial" w:cs="Arial"/>
          <w:b/>
          <w:sz w:val="20"/>
          <w:szCs w:val="20"/>
        </w:rPr>
      </w:pPr>
    </w:p>
    <w:p w:rsidR="007965A9" w:rsidRDefault="007965A9" w:rsidP="007965A9">
      <w:pPr>
        <w:rPr>
          <w:rFonts w:ascii="Arial" w:hAnsi="Arial" w:cs="Arial"/>
          <w:b/>
          <w:sz w:val="20"/>
          <w:szCs w:val="20"/>
        </w:rPr>
      </w:pPr>
    </w:p>
    <w:p w:rsidR="009F5785" w:rsidRDefault="009F5785" w:rsidP="007965A9">
      <w:pPr>
        <w:rPr>
          <w:rFonts w:ascii="Arial" w:hAnsi="Arial" w:cs="Arial"/>
          <w:b/>
          <w:sz w:val="20"/>
          <w:szCs w:val="20"/>
        </w:rPr>
      </w:pPr>
    </w:p>
    <w:p w:rsidR="009F5785" w:rsidRDefault="009F5785" w:rsidP="007965A9">
      <w:pPr>
        <w:rPr>
          <w:rFonts w:ascii="Arial" w:hAnsi="Arial" w:cs="Arial"/>
          <w:b/>
          <w:sz w:val="20"/>
          <w:szCs w:val="20"/>
        </w:rPr>
      </w:pPr>
    </w:p>
    <w:p w:rsidR="009F5785" w:rsidRDefault="009F5785" w:rsidP="007965A9">
      <w:pPr>
        <w:rPr>
          <w:rFonts w:ascii="Arial" w:hAnsi="Arial" w:cs="Arial"/>
          <w:b/>
          <w:sz w:val="20"/>
          <w:szCs w:val="20"/>
        </w:rPr>
      </w:pPr>
    </w:p>
    <w:p w:rsidR="009F5785" w:rsidRDefault="009F5785" w:rsidP="007965A9">
      <w:pPr>
        <w:rPr>
          <w:rFonts w:ascii="Arial" w:hAnsi="Arial" w:cs="Arial"/>
          <w:b/>
          <w:sz w:val="20"/>
          <w:szCs w:val="20"/>
        </w:rPr>
      </w:pPr>
    </w:p>
    <w:p w:rsidR="009F5785" w:rsidRDefault="009F5785" w:rsidP="007965A9">
      <w:pPr>
        <w:rPr>
          <w:rFonts w:ascii="Arial" w:hAnsi="Arial" w:cs="Arial"/>
          <w:b/>
          <w:sz w:val="20"/>
          <w:szCs w:val="20"/>
        </w:rPr>
      </w:pPr>
    </w:p>
    <w:p w:rsidR="009F5785" w:rsidRDefault="009F5785" w:rsidP="007965A9">
      <w:pPr>
        <w:rPr>
          <w:rFonts w:ascii="Arial" w:hAnsi="Arial" w:cs="Arial"/>
          <w:b/>
          <w:sz w:val="20"/>
          <w:szCs w:val="20"/>
        </w:rPr>
      </w:pPr>
    </w:p>
    <w:p w:rsidR="009F5785" w:rsidRDefault="009F5785" w:rsidP="007965A9">
      <w:pPr>
        <w:rPr>
          <w:rFonts w:ascii="Arial" w:hAnsi="Arial" w:cs="Arial"/>
          <w:b/>
          <w:sz w:val="20"/>
          <w:szCs w:val="20"/>
        </w:rPr>
      </w:pPr>
    </w:p>
    <w:p w:rsidR="008D7E46" w:rsidRPr="001C76A3" w:rsidRDefault="008D7E46" w:rsidP="0019595F">
      <w:pPr>
        <w:rPr>
          <w:rFonts w:ascii="Arial" w:hAnsi="Arial" w:cs="Arial"/>
          <w:b/>
          <w:sz w:val="20"/>
          <w:szCs w:val="20"/>
          <w:u w:val="single"/>
        </w:rPr>
      </w:pPr>
      <w:r w:rsidRPr="001C76A3">
        <w:rPr>
          <w:rFonts w:ascii="Arial" w:hAnsi="Arial" w:cs="Arial"/>
          <w:b/>
          <w:sz w:val="20"/>
          <w:szCs w:val="20"/>
          <w:u w:val="single"/>
        </w:rPr>
        <w:lastRenderedPageBreak/>
        <w:t>ARTICLE PREMIER - CONTRACTANT</w:t>
      </w:r>
    </w:p>
    <w:p w:rsidR="00D8470C" w:rsidRPr="001C76A3" w:rsidRDefault="00D8470C" w:rsidP="00D8470C">
      <w:pPr>
        <w:jc w:val="center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  <w:u w:val="single"/>
        </w:rPr>
        <w:t>(page à remplir uniquement en cas de contractant unique)</w:t>
      </w:r>
    </w:p>
    <w:p w:rsidR="008D7E46" w:rsidRPr="001C76A3" w:rsidRDefault="00D8470C" w:rsidP="008D7E46">
      <w:pPr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 xml:space="preserve">Je </w:t>
      </w:r>
      <w:r w:rsidR="008D7E46" w:rsidRPr="001C76A3">
        <w:rPr>
          <w:rFonts w:ascii="Arial" w:hAnsi="Arial" w:cs="Arial"/>
          <w:sz w:val="20"/>
          <w:szCs w:val="20"/>
        </w:rPr>
        <w:t>soussigné,</w:t>
      </w:r>
    </w:p>
    <w:p w:rsidR="008D7E46" w:rsidRPr="001C76A3" w:rsidRDefault="008D7E46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NOM, PRÉNOM, FONCTION :</w:t>
      </w:r>
    </w:p>
    <w:p w:rsidR="008D7E46" w:rsidRPr="001C76A3" w:rsidRDefault="008D7E46" w:rsidP="00AF6A22">
      <w:pPr>
        <w:pStyle w:val="Corpsdetexte"/>
        <w:shd w:val="clear" w:color="auto" w:fill="DBE5F1"/>
        <w:spacing w:before="240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8D7E46" w:rsidRPr="001C76A3" w:rsidRDefault="008D7E46" w:rsidP="008D7E46">
      <w:pPr>
        <w:jc w:val="both"/>
        <w:rPr>
          <w:rFonts w:ascii="Arial" w:hAnsi="Arial" w:cs="Arial"/>
          <w:b/>
          <w:sz w:val="20"/>
          <w:szCs w:val="20"/>
        </w:rPr>
      </w:pPr>
      <w:r w:rsidRPr="001C76A3">
        <w:rPr>
          <w:rFonts w:ascii="Arial" w:hAnsi="Arial" w:cs="Arial"/>
          <w:b/>
          <w:sz w:val="20"/>
          <w:szCs w:val="20"/>
        </w:rPr>
        <w:t>A compléter, au choix, selon la nature de l'opérateur économique :</w:t>
      </w:r>
    </w:p>
    <w:p w:rsidR="008D7E46" w:rsidRPr="001C76A3" w:rsidRDefault="008D7E46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120" w:after="120"/>
        <w:jc w:val="both"/>
        <w:rPr>
          <w:rFonts w:ascii="Arial" w:hAnsi="Arial" w:cs="Arial"/>
          <w:sz w:val="20"/>
          <w:szCs w:val="20"/>
          <w:shd w:val="pct20" w:color="auto" w:fill="FFFFFF"/>
        </w:rPr>
      </w:pPr>
      <w:r w:rsidRPr="001C76A3">
        <w:rPr>
          <w:rFonts w:ascii="Arial" w:hAnsi="Arial" w:cs="Arial"/>
          <w:sz w:val="20"/>
          <w:szCs w:val="20"/>
        </w:rPr>
        <w:t>Agissant en mon nom personnel domicilié à :</w:t>
      </w:r>
    </w:p>
    <w:p w:rsidR="008D7E46" w:rsidRPr="001C76A3" w:rsidRDefault="008D7E46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8D7E46" w:rsidRPr="001C76A3" w:rsidRDefault="008D7E46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8D7E46" w:rsidRPr="001C76A3" w:rsidRDefault="008D7E46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8D7E46" w:rsidRPr="001C76A3" w:rsidRDefault="008D7E46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Téléphone : ………………………</w:t>
      </w:r>
    </w:p>
    <w:p w:rsidR="00D8470C" w:rsidRPr="001C76A3" w:rsidRDefault="00D8470C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Adresse e-mail : ………………………</w:t>
      </w:r>
    </w:p>
    <w:p w:rsidR="008D7E46" w:rsidRPr="001C76A3" w:rsidRDefault="008D7E46" w:rsidP="00D8470C">
      <w:pPr>
        <w:pStyle w:val="Titre3"/>
        <w:keepNext w:val="0"/>
        <w:jc w:val="center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OU</w:t>
      </w:r>
    </w:p>
    <w:p w:rsidR="008D7E46" w:rsidRPr="001C76A3" w:rsidRDefault="008D7E46" w:rsidP="00AF6A22">
      <w:pPr>
        <w:pStyle w:val="Corpsdetexte"/>
        <w:shd w:val="clear" w:color="auto" w:fill="DBE5F1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Agissant pour le nom et pour le compte de l'opérateur économique (intitulé complet et forme juridique de l'opérateur économique) :</w:t>
      </w:r>
    </w:p>
    <w:p w:rsidR="008D7E46" w:rsidRPr="001C76A3" w:rsidRDefault="008D7E46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8D7E46" w:rsidRPr="001C76A3" w:rsidRDefault="008D7E46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8D7E46" w:rsidRPr="001C76A3" w:rsidRDefault="008D7E46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Au capital de : ………………………………………………………………</w:t>
      </w:r>
    </w:p>
    <w:p w:rsidR="001C3ACC" w:rsidRPr="001C76A3" w:rsidRDefault="001C3ACC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Ayant son siège social à :</w:t>
      </w:r>
    </w:p>
    <w:p w:rsidR="001C3ACC" w:rsidRPr="001C76A3" w:rsidRDefault="001C3ACC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 Adresse de l’établissement exécutant les prestations (si différente) :</w:t>
      </w:r>
    </w:p>
    <w:p w:rsidR="001C3ACC" w:rsidRPr="001C76A3" w:rsidRDefault="001C3ACC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1C3ACC" w:rsidRPr="001C76A3" w:rsidRDefault="001C3ACC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8D7E46" w:rsidRPr="001C76A3" w:rsidRDefault="008D7E46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after="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Téléphone : ………………………</w:t>
      </w:r>
    </w:p>
    <w:p w:rsidR="00D8470C" w:rsidRPr="001C76A3" w:rsidRDefault="00D8470C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Adresse e-mail : ………………………</w:t>
      </w:r>
    </w:p>
    <w:p w:rsidR="008D7E46" w:rsidRPr="001C76A3" w:rsidRDefault="00FE6468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after="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N° SIRET</w:t>
      </w:r>
      <w:r w:rsidR="008D7E46" w:rsidRPr="001C76A3">
        <w:rPr>
          <w:rFonts w:ascii="Arial" w:hAnsi="Arial" w:cs="Arial"/>
          <w:sz w:val="20"/>
          <w:szCs w:val="20"/>
        </w:rPr>
        <w:t xml:space="preserve"> : ………………………………………………………………</w:t>
      </w:r>
    </w:p>
    <w:p w:rsidR="008D7E46" w:rsidRPr="001C76A3" w:rsidRDefault="008D7E46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after="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N° du code d’activité économique principale (APE) : ………………………………………….</w:t>
      </w:r>
    </w:p>
    <w:p w:rsidR="00B73ACD" w:rsidRPr="001C76A3" w:rsidRDefault="008D7E46" w:rsidP="00677B4C">
      <w:pPr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Après avoir pris connaissance du Cahier des Clauses Admini</w:t>
      </w:r>
      <w:r w:rsidR="00F25C65" w:rsidRPr="001C76A3">
        <w:rPr>
          <w:rFonts w:ascii="Arial" w:hAnsi="Arial" w:cs="Arial"/>
          <w:sz w:val="20"/>
          <w:szCs w:val="20"/>
        </w:rPr>
        <w:t>stratives Particulières (CCAP)</w:t>
      </w:r>
      <w:r w:rsidR="00CF2FE3" w:rsidRPr="001C76A3">
        <w:rPr>
          <w:rFonts w:ascii="Arial" w:hAnsi="Arial" w:cs="Arial"/>
          <w:sz w:val="20"/>
          <w:szCs w:val="20"/>
        </w:rPr>
        <w:t xml:space="preserve">, </w:t>
      </w:r>
      <w:r w:rsidR="00255387" w:rsidRPr="009F5785">
        <w:rPr>
          <w:rFonts w:ascii="Arial" w:hAnsi="Arial" w:cs="Arial"/>
          <w:b/>
          <w:sz w:val="20"/>
          <w:szCs w:val="20"/>
        </w:rPr>
        <w:t>Projet n°</w:t>
      </w:r>
      <w:r w:rsidR="009F5785">
        <w:rPr>
          <w:rFonts w:ascii="Arial" w:hAnsi="Arial" w:cs="Arial"/>
          <w:b/>
          <w:sz w:val="20"/>
          <w:szCs w:val="20"/>
        </w:rPr>
        <w:t>11RN25</w:t>
      </w:r>
      <w:r w:rsidR="00CF2FE3" w:rsidRPr="001C76A3">
        <w:rPr>
          <w:rFonts w:ascii="Arial" w:hAnsi="Arial" w:cs="Arial"/>
          <w:sz w:val="20"/>
          <w:szCs w:val="20"/>
        </w:rPr>
        <w:t xml:space="preserve"> </w:t>
      </w:r>
      <w:r w:rsidRPr="001C76A3">
        <w:rPr>
          <w:rFonts w:ascii="Arial" w:hAnsi="Arial" w:cs="Arial"/>
          <w:sz w:val="20"/>
          <w:szCs w:val="20"/>
        </w:rPr>
        <w:t xml:space="preserve">et des documents qui y sont mentionnés, et après avoir produit les documents, certificats, attestations ou déclarations visés </w:t>
      </w:r>
      <w:r w:rsidR="00015E34" w:rsidRPr="001C76A3">
        <w:rPr>
          <w:rFonts w:ascii="Arial" w:hAnsi="Arial" w:cs="Arial"/>
          <w:sz w:val="20"/>
          <w:szCs w:val="20"/>
        </w:rPr>
        <w:t xml:space="preserve">aux </w:t>
      </w:r>
      <w:r w:rsidR="007A5AFF" w:rsidRPr="001C76A3">
        <w:rPr>
          <w:rFonts w:ascii="Arial" w:hAnsi="Arial" w:cs="Arial"/>
          <w:sz w:val="20"/>
          <w:szCs w:val="20"/>
        </w:rPr>
        <w:t>article</w:t>
      </w:r>
      <w:r w:rsidR="00015E34" w:rsidRPr="001C76A3">
        <w:rPr>
          <w:rFonts w:ascii="Arial" w:hAnsi="Arial" w:cs="Arial"/>
          <w:sz w:val="20"/>
          <w:szCs w:val="20"/>
        </w:rPr>
        <w:t>s</w:t>
      </w:r>
      <w:r w:rsidR="007A5AFF" w:rsidRPr="001C76A3">
        <w:rPr>
          <w:rFonts w:ascii="Arial" w:hAnsi="Arial" w:cs="Arial"/>
          <w:sz w:val="20"/>
          <w:szCs w:val="20"/>
        </w:rPr>
        <w:t xml:space="preserve"> R.2143-3 et suivants du Code de la commande publique</w:t>
      </w:r>
      <w:r w:rsidRPr="001C76A3">
        <w:rPr>
          <w:rFonts w:ascii="Arial" w:hAnsi="Arial" w:cs="Arial"/>
          <w:sz w:val="20"/>
          <w:szCs w:val="20"/>
        </w:rPr>
        <w:t>, je m'engage, sur la base de mon offre sans réserve, conformément aux stipulations des documents visés ci-dessus, à exécuter les travaux dans les conditions ci-après définies.</w:t>
      </w:r>
    </w:p>
    <w:p w:rsidR="008A7352" w:rsidRPr="001C76A3" w:rsidRDefault="008D7E46" w:rsidP="00677B4C">
      <w:pPr>
        <w:jc w:val="both"/>
        <w:rPr>
          <w:rFonts w:ascii="Arial" w:hAnsi="Arial" w:cs="Arial"/>
          <w:color w:val="F79646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 xml:space="preserve">Mon offre ainsi présentée ne me lie toutefois que si son acceptation m'est notifiée dans un délai de </w:t>
      </w:r>
      <w:r w:rsidRPr="001C76A3">
        <w:rPr>
          <w:rFonts w:ascii="Arial" w:hAnsi="Arial" w:cs="Arial"/>
          <w:b/>
          <w:sz w:val="20"/>
          <w:szCs w:val="20"/>
        </w:rPr>
        <w:t>6 mois</w:t>
      </w:r>
      <w:r w:rsidRPr="001C76A3">
        <w:rPr>
          <w:rFonts w:ascii="Arial" w:hAnsi="Arial" w:cs="Arial"/>
          <w:sz w:val="20"/>
          <w:szCs w:val="20"/>
        </w:rPr>
        <w:t xml:space="preserve"> à compter de la date limite de remise des offres, fixée par </w:t>
      </w:r>
      <w:r w:rsidR="007A5AFF" w:rsidRPr="001C76A3">
        <w:rPr>
          <w:rFonts w:ascii="Arial" w:hAnsi="Arial" w:cs="Arial"/>
          <w:sz w:val="20"/>
          <w:szCs w:val="20"/>
        </w:rPr>
        <w:t xml:space="preserve">le Règlement de la </w:t>
      </w:r>
      <w:r w:rsidR="00015E34" w:rsidRPr="001C76A3">
        <w:rPr>
          <w:rFonts w:ascii="Arial" w:hAnsi="Arial" w:cs="Arial"/>
          <w:sz w:val="20"/>
          <w:szCs w:val="20"/>
        </w:rPr>
        <w:t>c</w:t>
      </w:r>
      <w:r w:rsidR="007A5AFF" w:rsidRPr="001C76A3">
        <w:rPr>
          <w:rFonts w:ascii="Arial" w:hAnsi="Arial" w:cs="Arial"/>
          <w:sz w:val="20"/>
          <w:szCs w:val="20"/>
        </w:rPr>
        <w:t>onsultation</w:t>
      </w:r>
      <w:r w:rsidR="007A5AFF" w:rsidRPr="009F5785">
        <w:rPr>
          <w:rFonts w:ascii="Arial" w:hAnsi="Arial" w:cs="Arial"/>
          <w:sz w:val="20"/>
          <w:szCs w:val="20"/>
        </w:rPr>
        <w:t>, ou à compter de la date de remise de la nouvelle offre en cas de négociation.</w:t>
      </w:r>
    </w:p>
    <w:p w:rsidR="008D7E46" w:rsidRPr="001C76A3" w:rsidRDefault="008D7E46" w:rsidP="008D7E46">
      <w:pPr>
        <w:jc w:val="center"/>
        <w:rPr>
          <w:rFonts w:ascii="Arial" w:hAnsi="Arial" w:cs="Arial"/>
          <w:sz w:val="20"/>
          <w:szCs w:val="20"/>
          <w:u w:val="single"/>
        </w:rPr>
      </w:pPr>
      <w:r w:rsidRPr="001C76A3">
        <w:rPr>
          <w:rFonts w:ascii="Arial" w:hAnsi="Arial" w:cs="Arial"/>
          <w:sz w:val="20"/>
          <w:szCs w:val="20"/>
          <w:u w:val="single"/>
        </w:rPr>
        <w:lastRenderedPageBreak/>
        <w:t xml:space="preserve"> (page à remplir uniquement en cas de groupement)</w:t>
      </w:r>
    </w:p>
    <w:p w:rsidR="008D7E46" w:rsidRPr="001C76A3" w:rsidRDefault="008D7E46" w:rsidP="008D7E46">
      <w:pPr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Nous soussigné(e)s,</w:t>
      </w:r>
    </w:p>
    <w:p w:rsidR="00AD7803" w:rsidRPr="001C76A3" w:rsidRDefault="00AD7803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NOM, PRÉNOM, FONCTION :</w:t>
      </w:r>
    </w:p>
    <w:p w:rsidR="00AD7803" w:rsidRPr="001C76A3" w:rsidRDefault="00AD7803" w:rsidP="00AF6A22">
      <w:pPr>
        <w:pStyle w:val="Corpsdetexte"/>
        <w:shd w:val="clear" w:color="auto" w:fill="DBE5F1"/>
        <w:spacing w:before="240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AD7803" w:rsidRPr="001C76A3" w:rsidRDefault="00AD7803" w:rsidP="00AF6A22">
      <w:pPr>
        <w:pStyle w:val="Corpsdetexte"/>
        <w:shd w:val="clear" w:color="auto" w:fill="DBE5F1"/>
        <w:spacing w:before="240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AD7803" w:rsidRPr="001C76A3" w:rsidRDefault="00AD7803" w:rsidP="00AF6A22">
      <w:pPr>
        <w:pStyle w:val="Corpsdetexte"/>
        <w:shd w:val="clear" w:color="auto" w:fill="DBE5F1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Agissant pour le nom et pour le compte de l'opérateur économique (intitulé complet et forme juridique de l'opérateur économique) :</w:t>
      </w:r>
    </w:p>
    <w:p w:rsidR="00AD7803" w:rsidRPr="001C76A3" w:rsidRDefault="00AD7803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AD7803" w:rsidRPr="001C76A3" w:rsidRDefault="00AD7803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AD7803" w:rsidRPr="001C76A3" w:rsidRDefault="00AD7803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Au capital de : ………………………………………………………………</w:t>
      </w:r>
    </w:p>
    <w:p w:rsidR="001C3ACC" w:rsidRPr="001C76A3" w:rsidRDefault="001C3ACC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Ayant son siège social à :</w:t>
      </w:r>
    </w:p>
    <w:p w:rsidR="001C3ACC" w:rsidRPr="001C76A3" w:rsidRDefault="001C3ACC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 Adresse de l’établissement exécutant les prestations (si différente) :</w:t>
      </w:r>
    </w:p>
    <w:p w:rsidR="001C3ACC" w:rsidRPr="001C76A3" w:rsidRDefault="001C3ACC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1C3ACC" w:rsidRPr="001C76A3" w:rsidRDefault="001C3ACC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AD7803" w:rsidRPr="001C76A3" w:rsidRDefault="00AD7803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Téléphone : ………………………</w:t>
      </w:r>
    </w:p>
    <w:p w:rsidR="00AD7803" w:rsidRPr="001C76A3" w:rsidRDefault="00AD7803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Adresse e-mail : ………………………</w:t>
      </w:r>
    </w:p>
    <w:p w:rsidR="00AD7803" w:rsidRPr="001C76A3" w:rsidRDefault="00FE6468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N° SIRET</w:t>
      </w:r>
      <w:r w:rsidR="00AD7803" w:rsidRPr="001C76A3">
        <w:rPr>
          <w:rFonts w:ascii="Arial" w:hAnsi="Arial" w:cs="Arial"/>
          <w:sz w:val="20"/>
          <w:szCs w:val="20"/>
        </w:rPr>
        <w:t xml:space="preserve"> : ………………………………………………………………</w:t>
      </w:r>
    </w:p>
    <w:p w:rsidR="00AD7803" w:rsidRPr="001C76A3" w:rsidRDefault="00AD7803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N° du code d’activité économique principale (APE) : ………………………………………….</w:t>
      </w:r>
    </w:p>
    <w:p w:rsidR="00AD7803" w:rsidRPr="001C76A3" w:rsidRDefault="00AD7803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 xml:space="preserve">L'entreprise </w:t>
      </w:r>
      <w:r w:rsidRPr="001C76A3">
        <w:rPr>
          <w:rFonts w:ascii="Arial" w:hAnsi="Arial" w:cs="Arial"/>
          <w:sz w:val="20"/>
          <w:szCs w:val="20"/>
          <w:bdr w:val="single" w:sz="4" w:space="0" w:color="auto"/>
          <w:shd w:val="clear" w:color="auto" w:fill="DBE5F1"/>
        </w:rPr>
        <w:t>……………………………………………………………………………</w:t>
      </w:r>
    </w:p>
    <w:p w:rsidR="00AD7803" w:rsidRPr="001C76A3" w:rsidRDefault="00AD7803" w:rsidP="00AF6A22">
      <w:pPr>
        <w:pStyle w:val="Corpsdetexte3"/>
        <w:shd w:val="clear" w:color="auto" w:fill="DBE5F1"/>
        <w:spacing w:before="0" w:after="0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 xml:space="preserve">agissant en tant que </w:t>
      </w:r>
    </w:p>
    <w:p w:rsidR="00AD7803" w:rsidRPr="001C76A3" w:rsidRDefault="00AD7803" w:rsidP="00AF6A22">
      <w:pPr>
        <w:pStyle w:val="Corpsdetexte3"/>
        <w:shd w:val="clear" w:color="auto" w:fill="DBE5F1"/>
        <w:spacing w:before="0" w:after="0"/>
        <w:ind w:firstLine="708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 xml:space="preserve">- mandataire solidaire du groupement conjoint </w:t>
      </w:r>
      <w:r w:rsidRPr="001C76A3">
        <w:rPr>
          <w:rFonts w:ascii="Arial" w:hAnsi="Arial" w:cs="Arial"/>
          <w:sz w:val="20"/>
          <w:szCs w:val="20"/>
        </w:rPr>
        <w:tab/>
      </w:r>
      <w:r w:rsidRPr="001C76A3">
        <w:rPr>
          <w:rFonts w:ascii="Arial" w:hAnsi="Arial" w:cs="Arial"/>
          <w:sz w:val="20"/>
          <w:szCs w:val="20"/>
        </w:rPr>
        <w:sym w:font="Wingdings" w:char="F0A8"/>
      </w:r>
    </w:p>
    <w:p w:rsidR="00AD7803" w:rsidRPr="001C76A3" w:rsidRDefault="00AD7803" w:rsidP="00AF6A22">
      <w:pPr>
        <w:pStyle w:val="Corpsdetexte3"/>
        <w:shd w:val="clear" w:color="auto" w:fill="DBE5F1"/>
        <w:spacing w:before="0" w:after="0"/>
        <w:ind w:firstLine="708"/>
        <w:rPr>
          <w:rFonts w:ascii="Arial" w:hAnsi="Arial" w:cs="Arial"/>
          <w:sz w:val="20"/>
          <w:szCs w:val="20"/>
          <w:bdr w:val="single" w:sz="4" w:space="0" w:color="auto"/>
        </w:rPr>
      </w:pPr>
      <w:r w:rsidRPr="001C76A3">
        <w:rPr>
          <w:rFonts w:ascii="Arial" w:hAnsi="Arial" w:cs="Arial"/>
          <w:sz w:val="20"/>
          <w:szCs w:val="20"/>
        </w:rPr>
        <w:t>- mandataire du groupement solidaire</w:t>
      </w:r>
      <w:r w:rsidRPr="001C76A3">
        <w:rPr>
          <w:rFonts w:ascii="Arial" w:hAnsi="Arial" w:cs="Arial"/>
          <w:sz w:val="20"/>
          <w:szCs w:val="20"/>
        </w:rPr>
        <w:tab/>
      </w:r>
      <w:r w:rsidRPr="001C76A3">
        <w:rPr>
          <w:rFonts w:ascii="Arial" w:hAnsi="Arial" w:cs="Arial"/>
          <w:sz w:val="20"/>
          <w:szCs w:val="20"/>
        </w:rPr>
        <w:sym w:font="Wingdings" w:char="F0A8"/>
      </w:r>
      <w:r w:rsidRPr="001C76A3">
        <w:rPr>
          <w:rFonts w:ascii="Arial" w:hAnsi="Arial" w:cs="Arial"/>
          <w:sz w:val="20"/>
          <w:szCs w:val="20"/>
        </w:rPr>
        <w:tab/>
      </w:r>
    </w:p>
    <w:p w:rsidR="00AD7803" w:rsidRPr="001C76A3" w:rsidRDefault="00AD7803" w:rsidP="00AF6A22">
      <w:pPr>
        <w:pStyle w:val="Corpsdetexte3"/>
        <w:shd w:val="clear" w:color="auto" w:fill="DBE5F1"/>
        <w:spacing w:before="0" w:after="0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 xml:space="preserve">pour l’ensemble des </w:t>
      </w:r>
      <w:r w:rsidRPr="001C76A3">
        <w:rPr>
          <w:rFonts w:ascii="Arial" w:hAnsi="Arial" w:cs="Arial"/>
          <w:bCs/>
          <w:sz w:val="20"/>
          <w:szCs w:val="20"/>
        </w:rPr>
        <w:t xml:space="preserve">opérateurs économiques groupés </w:t>
      </w:r>
      <w:r w:rsidR="00693BB6" w:rsidRPr="001C76A3">
        <w:rPr>
          <w:rFonts w:ascii="Arial" w:hAnsi="Arial" w:cs="Arial"/>
          <w:bCs/>
          <w:sz w:val="20"/>
          <w:szCs w:val="20"/>
        </w:rPr>
        <w:t>ayant</w:t>
      </w:r>
      <w:r w:rsidRPr="001C76A3">
        <w:rPr>
          <w:rFonts w:ascii="Arial" w:hAnsi="Arial" w:cs="Arial"/>
          <w:bCs/>
          <w:sz w:val="20"/>
          <w:szCs w:val="20"/>
        </w:rPr>
        <w:t xml:space="preserve"> </w:t>
      </w:r>
      <w:r w:rsidR="00166F2A" w:rsidRPr="001C76A3">
        <w:rPr>
          <w:rFonts w:ascii="Arial" w:hAnsi="Arial" w:cs="Arial"/>
          <w:bCs/>
          <w:sz w:val="20"/>
          <w:szCs w:val="20"/>
        </w:rPr>
        <w:t>donné pouvoir au mandataire.</w:t>
      </w:r>
    </w:p>
    <w:p w:rsidR="00FD22CA" w:rsidRPr="001C76A3" w:rsidRDefault="00FD22CA" w:rsidP="00AF6A22">
      <w:pPr>
        <w:pStyle w:val="Corpsdetexte3"/>
        <w:shd w:val="clear" w:color="auto" w:fill="DBE5F1"/>
        <w:spacing w:before="0" w:after="0"/>
        <w:rPr>
          <w:rFonts w:ascii="Arial" w:hAnsi="Arial" w:cs="Arial"/>
          <w:sz w:val="20"/>
          <w:szCs w:val="20"/>
        </w:rPr>
      </w:pPr>
    </w:p>
    <w:p w:rsidR="00FD22CA" w:rsidRPr="001C76A3" w:rsidRDefault="00FD22CA" w:rsidP="00FD22CA">
      <w:pPr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b/>
          <w:bCs/>
          <w:sz w:val="20"/>
          <w:szCs w:val="20"/>
        </w:rPr>
        <w:t>ET</w:t>
      </w:r>
    </w:p>
    <w:p w:rsidR="00FD22CA" w:rsidRPr="001C76A3" w:rsidRDefault="00FD22CA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NOM, PRÉNOM, FONCTION :</w:t>
      </w:r>
    </w:p>
    <w:p w:rsidR="00FD22CA" w:rsidRPr="001C76A3" w:rsidRDefault="00FD22CA" w:rsidP="00AF6A22">
      <w:pPr>
        <w:pStyle w:val="Corpsdetexte"/>
        <w:shd w:val="clear" w:color="auto" w:fill="DBE5F1"/>
        <w:spacing w:before="240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FD22CA" w:rsidRPr="001C76A3" w:rsidRDefault="00FD22CA" w:rsidP="00AF6A22">
      <w:pPr>
        <w:pStyle w:val="Corpsdetexte"/>
        <w:shd w:val="clear" w:color="auto" w:fill="DBE5F1"/>
        <w:spacing w:before="240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FD22CA" w:rsidRPr="001C76A3" w:rsidRDefault="00FD22CA" w:rsidP="00AF6A22">
      <w:pPr>
        <w:pStyle w:val="Corpsdetexte"/>
        <w:shd w:val="clear" w:color="auto" w:fill="DBE5F1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Agissant pour le nom et pour le compte de l'opérateur économique (intitulé complet et forme juridique de l'opérateur économique) :</w:t>
      </w:r>
    </w:p>
    <w:p w:rsidR="00FD22CA" w:rsidRPr="001C76A3" w:rsidRDefault="00FD22CA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FD22CA" w:rsidRPr="001C76A3" w:rsidRDefault="00FD22CA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FD22CA" w:rsidRPr="001C76A3" w:rsidRDefault="00FD22CA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Au capital de : ………………………………………………………………</w:t>
      </w:r>
    </w:p>
    <w:p w:rsidR="001C3ACC" w:rsidRPr="001C76A3" w:rsidRDefault="001C3ACC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Ayant son siège social à :</w:t>
      </w:r>
    </w:p>
    <w:p w:rsidR="001C3ACC" w:rsidRPr="001C76A3" w:rsidRDefault="001C3ACC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 Adresse de l’établissement exécutant les prestations (si différente) :</w:t>
      </w:r>
    </w:p>
    <w:p w:rsidR="001C3ACC" w:rsidRPr="001C76A3" w:rsidRDefault="001C3ACC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1C3ACC" w:rsidRPr="001C76A3" w:rsidRDefault="001C3ACC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FD22CA" w:rsidRPr="001C76A3" w:rsidRDefault="00FD22CA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Téléphone : ………………………</w:t>
      </w:r>
    </w:p>
    <w:p w:rsidR="00AD7803" w:rsidRPr="001C76A3" w:rsidRDefault="00AD7803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Adresse e-mail : ………………………</w:t>
      </w:r>
    </w:p>
    <w:p w:rsidR="00FD22CA" w:rsidRPr="001C76A3" w:rsidRDefault="00FE6468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N° SIRET</w:t>
      </w:r>
      <w:r w:rsidR="00FD22CA" w:rsidRPr="001C76A3">
        <w:rPr>
          <w:rFonts w:ascii="Arial" w:hAnsi="Arial" w:cs="Arial"/>
          <w:sz w:val="20"/>
          <w:szCs w:val="20"/>
        </w:rPr>
        <w:t xml:space="preserve"> : ………………………………………………………………</w:t>
      </w:r>
    </w:p>
    <w:p w:rsidR="00FD22CA" w:rsidRPr="001C76A3" w:rsidRDefault="00FD22CA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N° du code d’activité économique principale (APE) : ………………………………………….</w:t>
      </w:r>
    </w:p>
    <w:p w:rsidR="00F120BE" w:rsidRPr="009F5785" w:rsidRDefault="008D7E46" w:rsidP="008D7E46">
      <w:pPr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 xml:space="preserve">Après avoir pris connaissance du Cahier des Clauses </w:t>
      </w:r>
      <w:r w:rsidR="00AA39AA" w:rsidRPr="001C76A3">
        <w:rPr>
          <w:rFonts w:ascii="Arial" w:hAnsi="Arial" w:cs="Arial"/>
          <w:sz w:val="20"/>
          <w:szCs w:val="20"/>
        </w:rPr>
        <w:t xml:space="preserve">Administratives </w:t>
      </w:r>
      <w:r w:rsidRPr="001C76A3">
        <w:rPr>
          <w:rFonts w:ascii="Arial" w:hAnsi="Arial" w:cs="Arial"/>
          <w:sz w:val="20"/>
          <w:szCs w:val="20"/>
        </w:rPr>
        <w:t>Particulières (CC</w:t>
      </w:r>
      <w:r w:rsidR="00AA39AA" w:rsidRPr="001C76A3">
        <w:rPr>
          <w:rFonts w:ascii="Arial" w:hAnsi="Arial" w:cs="Arial"/>
          <w:sz w:val="20"/>
          <w:szCs w:val="20"/>
        </w:rPr>
        <w:t>A</w:t>
      </w:r>
      <w:r w:rsidRPr="001C76A3">
        <w:rPr>
          <w:rFonts w:ascii="Arial" w:hAnsi="Arial" w:cs="Arial"/>
          <w:sz w:val="20"/>
          <w:szCs w:val="20"/>
        </w:rPr>
        <w:t xml:space="preserve">P), </w:t>
      </w:r>
      <w:r w:rsidR="00255387" w:rsidRPr="009F5785">
        <w:rPr>
          <w:rFonts w:ascii="Arial" w:hAnsi="Arial" w:cs="Arial"/>
          <w:b/>
          <w:sz w:val="20"/>
          <w:szCs w:val="20"/>
        </w:rPr>
        <w:t>Projet n°</w:t>
      </w:r>
      <w:r w:rsidR="009F5785" w:rsidRPr="009F5785">
        <w:rPr>
          <w:rFonts w:ascii="Arial" w:hAnsi="Arial" w:cs="Arial"/>
          <w:b/>
          <w:sz w:val="20"/>
          <w:szCs w:val="20"/>
        </w:rPr>
        <w:t>11RN25</w:t>
      </w:r>
      <w:r w:rsidR="009F5785">
        <w:rPr>
          <w:rFonts w:ascii="Arial" w:hAnsi="Arial" w:cs="Arial"/>
          <w:sz w:val="20"/>
          <w:szCs w:val="20"/>
        </w:rPr>
        <w:t xml:space="preserve"> </w:t>
      </w:r>
      <w:r w:rsidRPr="009F5785">
        <w:rPr>
          <w:rFonts w:ascii="Arial" w:hAnsi="Arial" w:cs="Arial"/>
          <w:sz w:val="20"/>
          <w:szCs w:val="20"/>
        </w:rPr>
        <w:t>et des d</w:t>
      </w:r>
      <w:r w:rsidR="00321E3B" w:rsidRPr="009F5785">
        <w:rPr>
          <w:rFonts w:ascii="Arial" w:hAnsi="Arial" w:cs="Arial"/>
          <w:sz w:val="20"/>
          <w:szCs w:val="20"/>
        </w:rPr>
        <w:t xml:space="preserve">ocuments qui y sont mentionnés, </w:t>
      </w:r>
      <w:r w:rsidRPr="009F5785">
        <w:rPr>
          <w:rFonts w:ascii="Arial" w:hAnsi="Arial" w:cs="Arial"/>
          <w:sz w:val="20"/>
          <w:szCs w:val="20"/>
        </w:rPr>
        <w:t>et après avoir produit les documents, certificats, attestations ou déclarations visés</w:t>
      </w:r>
      <w:r w:rsidR="00015E34" w:rsidRPr="009F5785">
        <w:rPr>
          <w:rFonts w:ascii="Arial" w:hAnsi="Arial" w:cs="Arial"/>
          <w:sz w:val="20"/>
          <w:szCs w:val="20"/>
        </w:rPr>
        <w:t xml:space="preserve"> aux </w:t>
      </w:r>
      <w:r w:rsidR="00AD7803" w:rsidRPr="009F5785">
        <w:rPr>
          <w:rFonts w:ascii="Arial" w:hAnsi="Arial" w:cs="Arial"/>
          <w:sz w:val="20"/>
          <w:szCs w:val="20"/>
        </w:rPr>
        <w:t>article</w:t>
      </w:r>
      <w:r w:rsidR="00015E34" w:rsidRPr="009F5785">
        <w:rPr>
          <w:rFonts w:ascii="Arial" w:hAnsi="Arial" w:cs="Arial"/>
          <w:sz w:val="20"/>
          <w:szCs w:val="20"/>
        </w:rPr>
        <w:t>s</w:t>
      </w:r>
      <w:r w:rsidR="00AD7803" w:rsidRPr="009F5785">
        <w:rPr>
          <w:rFonts w:ascii="Arial" w:hAnsi="Arial" w:cs="Arial"/>
          <w:sz w:val="20"/>
          <w:szCs w:val="20"/>
        </w:rPr>
        <w:t xml:space="preserve"> R.2143-3 et suivants du Code de la commande publique</w:t>
      </w:r>
      <w:r w:rsidRPr="009F5785">
        <w:rPr>
          <w:rFonts w:ascii="Arial" w:hAnsi="Arial" w:cs="Arial"/>
          <w:sz w:val="20"/>
          <w:szCs w:val="20"/>
        </w:rPr>
        <w:t>, nous nous engageons sur la base de l’offre du groupement sans réserve, conformément aux stipulations des documents visés ci-dessus, à exécuter les travaux dans le</w:t>
      </w:r>
      <w:r w:rsidR="00B07991" w:rsidRPr="009F5785">
        <w:rPr>
          <w:rFonts w:ascii="Arial" w:hAnsi="Arial" w:cs="Arial"/>
          <w:sz w:val="20"/>
          <w:szCs w:val="20"/>
        </w:rPr>
        <w:t>s conditions ci-après définies.</w:t>
      </w:r>
    </w:p>
    <w:p w:rsidR="00FD22CA" w:rsidRPr="001C76A3" w:rsidRDefault="008D7E46" w:rsidP="008A7352">
      <w:pPr>
        <w:spacing w:after="0"/>
        <w:jc w:val="both"/>
        <w:rPr>
          <w:rFonts w:ascii="Arial" w:hAnsi="Arial" w:cs="Arial"/>
          <w:sz w:val="20"/>
          <w:szCs w:val="20"/>
        </w:rPr>
      </w:pPr>
      <w:r w:rsidRPr="009F5785">
        <w:rPr>
          <w:rFonts w:ascii="Arial" w:hAnsi="Arial" w:cs="Arial"/>
          <w:sz w:val="20"/>
          <w:szCs w:val="20"/>
        </w:rPr>
        <w:t xml:space="preserve">L’offre du groupement ainsi présentée ne nous lie toutefois que si son acceptation nous est notifiée dans un délai de </w:t>
      </w:r>
      <w:r w:rsidRPr="009F5785">
        <w:rPr>
          <w:rFonts w:ascii="Arial" w:hAnsi="Arial" w:cs="Arial"/>
          <w:b/>
          <w:sz w:val="20"/>
          <w:szCs w:val="20"/>
        </w:rPr>
        <w:t>6 mois</w:t>
      </w:r>
      <w:r w:rsidRPr="009F5785">
        <w:rPr>
          <w:rFonts w:ascii="Arial" w:hAnsi="Arial" w:cs="Arial"/>
          <w:b/>
          <w:bCs/>
          <w:sz w:val="20"/>
          <w:szCs w:val="20"/>
        </w:rPr>
        <w:t xml:space="preserve"> </w:t>
      </w:r>
      <w:r w:rsidRPr="009F5785">
        <w:rPr>
          <w:rFonts w:ascii="Arial" w:hAnsi="Arial" w:cs="Arial"/>
          <w:sz w:val="20"/>
          <w:szCs w:val="20"/>
        </w:rPr>
        <w:t xml:space="preserve">à compter de la date limite de remise des offres, fixée par </w:t>
      </w:r>
      <w:r w:rsidR="00015E34" w:rsidRPr="009F5785">
        <w:rPr>
          <w:rFonts w:ascii="Arial" w:hAnsi="Arial" w:cs="Arial"/>
          <w:sz w:val="20"/>
          <w:szCs w:val="20"/>
        </w:rPr>
        <w:t>le Règlement de la consultation, ou à compter de la date de remise de la nouvelle offre en cas de négociation.</w:t>
      </w:r>
    </w:p>
    <w:p w:rsidR="008D7E46" w:rsidRPr="001C76A3" w:rsidRDefault="008D7E46" w:rsidP="008A7352">
      <w:pPr>
        <w:pStyle w:val="Titre1"/>
        <w:spacing w:after="0"/>
        <w:rPr>
          <w:rFonts w:ascii="Arial" w:hAnsi="Arial" w:cs="Arial"/>
          <w:sz w:val="20"/>
        </w:rPr>
      </w:pPr>
      <w:r w:rsidRPr="001C76A3">
        <w:rPr>
          <w:rFonts w:ascii="Arial" w:hAnsi="Arial" w:cs="Arial"/>
          <w:sz w:val="20"/>
        </w:rPr>
        <w:t>ARTICLE 2 - PRIX</w:t>
      </w:r>
    </w:p>
    <w:p w:rsidR="008D7E46" w:rsidRPr="001C76A3" w:rsidRDefault="008D7E46" w:rsidP="008D7E46">
      <w:pPr>
        <w:pStyle w:val="Titre2"/>
        <w:ind w:left="0"/>
        <w:rPr>
          <w:rFonts w:ascii="Arial" w:hAnsi="Arial" w:cs="Arial"/>
          <w:sz w:val="20"/>
        </w:rPr>
      </w:pPr>
      <w:r w:rsidRPr="001C76A3">
        <w:rPr>
          <w:rFonts w:ascii="Arial" w:hAnsi="Arial" w:cs="Arial"/>
          <w:sz w:val="20"/>
        </w:rPr>
        <w:t>2-1. Montant de l’offre</w:t>
      </w:r>
    </w:p>
    <w:p w:rsidR="009F5785" w:rsidRDefault="008D7E46" w:rsidP="008D7E46">
      <w:pPr>
        <w:pStyle w:val="Corpsdetexte2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 xml:space="preserve">Les prestations seront rémunérées par application </w:t>
      </w:r>
      <w:r w:rsidRPr="009F5785">
        <w:rPr>
          <w:rFonts w:ascii="Arial" w:hAnsi="Arial" w:cs="Arial"/>
          <w:sz w:val="20"/>
          <w:szCs w:val="20"/>
        </w:rPr>
        <w:t>d'un</w:t>
      </w:r>
      <w:r w:rsidRPr="009F5785">
        <w:rPr>
          <w:rFonts w:ascii="Arial" w:hAnsi="Arial" w:cs="Arial"/>
          <w:b/>
          <w:sz w:val="20"/>
          <w:szCs w:val="20"/>
        </w:rPr>
        <w:t xml:space="preserve"> </w:t>
      </w:r>
      <w:r w:rsidR="00B07991" w:rsidRPr="009F5785">
        <w:rPr>
          <w:rFonts w:ascii="Arial" w:hAnsi="Arial" w:cs="Arial"/>
          <w:sz w:val="20"/>
          <w:szCs w:val="20"/>
        </w:rPr>
        <w:t>prix global et forfaitaire</w:t>
      </w:r>
      <w:r w:rsidR="00015E34" w:rsidRPr="009F5785">
        <w:rPr>
          <w:rFonts w:ascii="Arial" w:hAnsi="Arial" w:cs="Arial"/>
          <w:sz w:val="20"/>
          <w:szCs w:val="20"/>
        </w:rPr>
        <w:t xml:space="preserve"> </w:t>
      </w:r>
    </w:p>
    <w:p w:rsidR="008D7E46" w:rsidRPr="001C76A3" w:rsidRDefault="008D7E46" w:rsidP="008D7E46">
      <w:pPr>
        <w:pStyle w:val="Corpsdetexte2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Les modalités de variation des prix</w:t>
      </w:r>
      <w:r w:rsidR="00560E81" w:rsidRPr="001C76A3">
        <w:rPr>
          <w:rFonts w:ascii="Arial" w:hAnsi="Arial" w:cs="Arial"/>
          <w:sz w:val="20"/>
          <w:szCs w:val="20"/>
        </w:rPr>
        <w:t xml:space="preserve"> sont fixées à l'article </w:t>
      </w:r>
      <w:r w:rsidR="009F5785" w:rsidRPr="009F5785">
        <w:rPr>
          <w:rFonts w:ascii="Arial" w:hAnsi="Arial" w:cs="Arial"/>
          <w:sz w:val="20"/>
          <w:szCs w:val="20"/>
        </w:rPr>
        <w:t>3.3</w:t>
      </w:r>
      <w:r w:rsidRPr="009F5785">
        <w:rPr>
          <w:rFonts w:ascii="Arial" w:hAnsi="Arial" w:cs="Arial"/>
          <w:sz w:val="20"/>
          <w:szCs w:val="20"/>
        </w:rPr>
        <w:t xml:space="preserve"> du C.C.A.P.</w:t>
      </w:r>
    </w:p>
    <w:p w:rsidR="00CB1480" w:rsidRPr="001C76A3" w:rsidRDefault="00CB1480" w:rsidP="008D7E46">
      <w:pPr>
        <w:pStyle w:val="Corpsdetexte2"/>
        <w:rPr>
          <w:rFonts w:ascii="Arial" w:hAnsi="Arial" w:cs="Arial"/>
          <w:sz w:val="20"/>
          <w:szCs w:val="20"/>
        </w:rPr>
      </w:pP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4680"/>
      </w:tblGrid>
      <w:tr w:rsidR="008D7E46" w:rsidRPr="001C76A3" w:rsidTr="00AF6A22">
        <w:trPr>
          <w:trHeight w:val="506"/>
        </w:trPr>
        <w:tc>
          <w:tcPr>
            <w:tcW w:w="2770" w:type="dxa"/>
            <w:vAlign w:val="center"/>
          </w:tcPr>
          <w:p w:rsidR="008D7E46" w:rsidRPr="001C76A3" w:rsidRDefault="008D7E46" w:rsidP="00CC687B">
            <w:pPr>
              <w:rPr>
                <w:rFonts w:ascii="Arial" w:hAnsi="Arial" w:cs="Arial"/>
                <w:sz w:val="20"/>
                <w:szCs w:val="20"/>
              </w:rPr>
            </w:pPr>
            <w:r w:rsidRPr="001C76A3">
              <w:rPr>
                <w:rFonts w:ascii="Arial" w:hAnsi="Arial" w:cs="Arial"/>
                <w:sz w:val="20"/>
                <w:szCs w:val="20"/>
              </w:rPr>
              <w:t>Montant hors TVA</w:t>
            </w:r>
          </w:p>
        </w:tc>
        <w:tc>
          <w:tcPr>
            <w:tcW w:w="4680" w:type="dxa"/>
            <w:shd w:val="clear" w:color="auto" w:fill="DBE5F1"/>
            <w:vAlign w:val="bottom"/>
          </w:tcPr>
          <w:p w:rsidR="008D7E46" w:rsidRPr="001C76A3" w:rsidRDefault="00015E34" w:rsidP="00CC687B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  <w:shd w:val="clear" w:color="auto" w:fill="FFFFCC"/>
              </w:rPr>
            </w:pPr>
            <w:r w:rsidRPr="001C76A3">
              <w:rPr>
                <w:rFonts w:ascii="Arial" w:hAnsi="Arial" w:cs="Arial"/>
                <w:sz w:val="20"/>
                <w:szCs w:val="20"/>
              </w:rPr>
              <w:t>………………………………………………….€</w:t>
            </w:r>
          </w:p>
        </w:tc>
      </w:tr>
      <w:tr w:rsidR="008D7E46" w:rsidRPr="001C76A3" w:rsidTr="00AF6A22">
        <w:trPr>
          <w:trHeight w:val="556"/>
        </w:trPr>
        <w:tc>
          <w:tcPr>
            <w:tcW w:w="2770" w:type="dxa"/>
            <w:vAlign w:val="center"/>
          </w:tcPr>
          <w:p w:rsidR="008D7E46" w:rsidRPr="001C76A3" w:rsidRDefault="008D7E46" w:rsidP="00DD4B46">
            <w:pPr>
              <w:rPr>
                <w:rFonts w:ascii="Arial" w:hAnsi="Arial" w:cs="Arial"/>
                <w:sz w:val="20"/>
                <w:szCs w:val="20"/>
              </w:rPr>
            </w:pPr>
            <w:r w:rsidRPr="009F5785">
              <w:rPr>
                <w:rFonts w:ascii="Arial" w:hAnsi="Arial" w:cs="Arial"/>
                <w:sz w:val="20"/>
                <w:szCs w:val="20"/>
              </w:rPr>
              <w:t xml:space="preserve">TVA au taux de  </w:t>
            </w:r>
            <w:r w:rsidR="009F5785">
              <w:rPr>
                <w:rFonts w:ascii="Arial" w:hAnsi="Arial" w:cs="Arial"/>
                <w:sz w:val="20"/>
                <w:szCs w:val="20"/>
              </w:rPr>
              <w:t>0</w:t>
            </w:r>
            <w:r w:rsidR="00015E34" w:rsidRPr="009F57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5785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4680" w:type="dxa"/>
            <w:shd w:val="clear" w:color="auto" w:fill="DBE5F1"/>
            <w:vAlign w:val="bottom"/>
          </w:tcPr>
          <w:p w:rsidR="008D7E46" w:rsidRPr="001C76A3" w:rsidRDefault="008D7E46" w:rsidP="00CC687B">
            <w:pPr>
              <w:rPr>
                <w:rFonts w:ascii="Arial" w:hAnsi="Arial" w:cs="Arial"/>
                <w:sz w:val="20"/>
                <w:szCs w:val="20"/>
              </w:rPr>
            </w:pPr>
            <w:r w:rsidRPr="001C76A3">
              <w:rPr>
                <w:rFonts w:ascii="Arial" w:hAnsi="Arial" w:cs="Arial"/>
                <w:sz w:val="20"/>
                <w:szCs w:val="20"/>
              </w:rPr>
              <w:t>………………………………………………….€</w:t>
            </w:r>
          </w:p>
        </w:tc>
      </w:tr>
      <w:tr w:rsidR="008D7E46" w:rsidRPr="001C76A3" w:rsidTr="00AF6A22">
        <w:trPr>
          <w:trHeight w:val="564"/>
        </w:trPr>
        <w:tc>
          <w:tcPr>
            <w:tcW w:w="2770" w:type="dxa"/>
            <w:vAlign w:val="center"/>
          </w:tcPr>
          <w:p w:rsidR="008D7E46" w:rsidRPr="001C76A3" w:rsidRDefault="008D7E46" w:rsidP="00CC687B">
            <w:pPr>
              <w:rPr>
                <w:rFonts w:ascii="Arial" w:hAnsi="Arial" w:cs="Arial"/>
                <w:sz w:val="20"/>
                <w:szCs w:val="20"/>
              </w:rPr>
            </w:pPr>
            <w:r w:rsidRPr="001C76A3">
              <w:rPr>
                <w:rFonts w:ascii="Arial" w:hAnsi="Arial" w:cs="Arial"/>
                <w:sz w:val="20"/>
                <w:szCs w:val="20"/>
              </w:rPr>
              <w:t>Montant TVA incluse</w:t>
            </w:r>
          </w:p>
        </w:tc>
        <w:tc>
          <w:tcPr>
            <w:tcW w:w="4680" w:type="dxa"/>
            <w:shd w:val="clear" w:color="auto" w:fill="DBE5F1"/>
            <w:vAlign w:val="bottom"/>
          </w:tcPr>
          <w:p w:rsidR="008D7E46" w:rsidRPr="001C76A3" w:rsidRDefault="008D7E46" w:rsidP="00CC687B">
            <w:pPr>
              <w:rPr>
                <w:rFonts w:ascii="Arial" w:hAnsi="Arial" w:cs="Arial"/>
                <w:sz w:val="20"/>
                <w:szCs w:val="20"/>
              </w:rPr>
            </w:pPr>
            <w:r w:rsidRPr="001C76A3">
              <w:rPr>
                <w:rFonts w:ascii="Arial" w:hAnsi="Arial" w:cs="Arial"/>
                <w:sz w:val="20"/>
                <w:szCs w:val="20"/>
              </w:rPr>
              <w:t>………………………………………………….€</w:t>
            </w:r>
          </w:p>
        </w:tc>
      </w:tr>
    </w:tbl>
    <w:p w:rsidR="00B07991" w:rsidRPr="001C76A3" w:rsidRDefault="008D7E46" w:rsidP="001527BF">
      <w:pPr>
        <w:pStyle w:val="Corpsdetexte2"/>
        <w:tabs>
          <w:tab w:val="right" w:pos="9070"/>
        </w:tabs>
        <w:spacing w:before="240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 xml:space="preserve">soit, en lettres : </w:t>
      </w:r>
      <w:r w:rsidRPr="001C76A3">
        <w:rPr>
          <w:rFonts w:ascii="Arial" w:hAnsi="Arial" w:cs="Arial"/>
          <w:sz w:val="20"/>
          <w:szCs w:val="20"/>
          <w:shd w:val="clear" w:color="auto" w:fill="DBE5F1"/>
        </w:rPr>
        <w:t>………………………………………………………</w:t>
      </w:r>
      <w:r w:rsidR="009E62D4" w:rsidRPr="001C76A3">
        <w:rPr>
          <w:rFonts w:ascii="Arial" w:hAnsi="Arial" w:cs="Arial"/>
          <w:sz w:val="20"/>
          <w:szCs w:val="20"/>
          <w:shd w:val="clear" w:color="auto" w:fill="DBE5F1"/>
        </w:rPr>
        <w:t>……………</w:t>
      </w:r>
      <w:r w:rsidRPr="001C76A3">
        <w:rPr>
          <w:rFonts w:ascii="Arial" w:hAnsi="Arial" w:cs="Arial"/>
          <w:sz w:val="20"/>
          <w:szCs w:val="20"/>
          <w:shd w:val="clear" w:color="auto" w:fill="DBE5F1"/>
        </w:rPr>
        <w:t>………………</w:t>
      </w:r>
      <w:r w:rsidRPr="001C76A3">
        <w:rPr>
          <w:rFonts w:ascii="Arial" w:hAnsi="Arial" w:cs="Arial"/>
          <w:sz w:val="20"/>
          <w:szCs w:val="20"/>
        </w:rPr>
        <w:t>euros TTC</w:t>
      </w:r>
    </w:p>
    <w:p w:rsidR="008D7E46" w:rsidRPr="001C76A3" w:rsidRDefault="008D7E46" w:rsidP="008D7E46">
      <w:pPr>
        <w:pStyle w:val="Titre2"/>
        <w:ind w:left="0"/>
        <w:rPr>
          <w:rFonts w:ascii="Arial" w:hAnsi="Arial" w:cs="Arial"/>
          <w:sz w:val="20"/>
        </w:rPr>
      </w:pPr>
      <w:r w:rsidRPr="001C76A3">
        <w:rPr>
          <w:rFonts w:ascii="Arial" w:hAnsi="Arial" w:cs="Arial"/>
          <w:sz w:val="20"/>
        </w:rPr>
        <w:t>2-2. Montant sous-traité désigné au marché</w:t>
      </w:r>
    </w:p>
    <w:p w:rsidR="008D7E46" w:rsidRPr="001C76A3" w:rsidRDefault="008D7E46" w:rsidP="008D7E46">
      <w:pPr>
        <w:pStyle w:val="Corpsdetexte2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 xml:space="preserve">Les annexes n° </w:t>
      </w:r>
      <w:r w:rsidRPr="001C76A3">
        <w:rPr>
          <w:rFonts w:ascii="Arial" w:hAnsi="Arial" w:cs="Arial"/>
          <w:sz w:val="20"/>
          <w:szCs w:val="20"/>
          <w:bdr w:val="single" w:sz="4" w:space="0" w:color="auto"/>
          <w:shd w:val="clear" w:color="auto" w:fill="DBE5F1"/>
        </w:rPr>
        <w:t>……….*</w:t>
      </w:r>
      <w:r w:rsidRPr="001C76A3">
        <w:rPr>
          <w:rFonts w:ascii="Arial" w:hAnsi="Arial" w:cs="Arial"/>
          <w:sz w:val="20"/>
          <w:szCs w:val="20"/>
        </w:rPr>
        <w:t xml:space="preserve"> au présent Acte d’Engagement indiquent la nature et le montant des prestations que j'envisage (nous envisageons) de faire exécuter par des sous-traitants payés directement, les noms de ces sous-traitants et les conditions de paiement des contrats de sous-traitance.</w:t>
      </w:r>
    </w:p>
    <w:p w:rsidR="008D7E46" w:rsidRPr="001C76A3" w:rsidRDefault="008D7E46" w:rsidP="008D7E46">
      <w:pPr>
        <w:pStyle w:val="Corpsdetexte2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Le montant des prestations sous-traitées indiqué dans chaque annexe constitue le montant maximal de la créance que le sous-traitant pourra présenter en nantissement ou céder.</w:t>
      </w:r>
    </w:p>
    <w:p w:rsidR="008D7E46" w:rsidRPr="001C76A3" w:rsidRDefault="008D7E46" w:rsidP="008D7E46">
      <w:pPr>
        <w:pStyle w:val="Corpsdetexte2"/>
        <w:rPr>
          <w:rFonts w:ascii="Arial" w:hAnsi="Arial" w:cs="Arial"/>
          <w:sz w:val="20"/>
          <w:szCs w:val="20"/>
        </w:rPr>
      </w:pPr>
    </w:p>
    <w:p w:rsidR="008D7E46" w:rsidRPr="001C76A3" w:rsidRDefault="008D7E46" w:rsidP="008D7E46">
      <w:pPr>
        <w:pStyle w:val="Corpsdetexte2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Chaque annexe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:rsidR="008D7E46" w:rsidRDefault="008D7E46" w:rsidP="008D7E46">
      <w:pPr>
        <w:jc w:val="both"/>
        <w:rPr>
          <w:rFonts w:ascii="Arial" w:hAnsi="Arial" w:cs="Arial"/>
          <w:sz w:val="20"/>
          <w:szCs w:val="20"/>
        </w:rPr>
      </w:pPr>
    </w:p>
    <w:p w:rsidR="009E62D4" w:rsidRPr="001C76A3" w:rsidRDefault="009E62D4" w:rsidP="008D7E46">
      <w:pPr>
        <w:jc w:val="both"/>
        <w:rPr>
          <w:rFonts w:ascii="Arial" w:hAnsi="Arial" w:cs="Arial"/>
          <w:sz w:val="20"/>
          <w:szCs w:val="20"/>
        </w:rPr>
      </w:pPr>
    </w:p>
    <w:p w:rsidR="00865332" w:rsidRPr="001C76A3" w:rsidRDefault="008D7E46" w:rsidP="00015E34">
      <w:pPr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lastRenderedPageBreak/>
        <w:t>Le montant total des prestations que j'envisage (nous envisageons) de sous-traiter conf</w:t>
      </w:r>
      <w:r w:rsidR="00015E34" w:rsidRPr="001C76A3">
        <w:rPr>
          <w:rFonts w:ascii="Arial" w:hAnsi="Arial" w:cs="Arial"/>
          <w:sz w:val="20"/>
          <w:szCs w:val="20"/>
        </w:rPr>
        <w:t>ormément à ces annexes est de :</w:t>
      </w: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4680"/>
      </w:tblGrid>
      <w:tr w:rsidR="008D7E46" w:rsidRPr="001C76A3" w:rsidTr="00AF6A22">
        <w:trPr>
          <w:trHeight w:val="506"/>
        </w:trPr>
        <w:tc>
          <w:tcPr>
            <w:tcW w:w="2770" w:type="dxa"/>
            <w:vAlign w:val="center"/>
          </w:tcPr>
          <w:p w:rsidR="008D7E46" w:rsidRPr="001C76A3" w:rsidRDefault="008D7E46" w:rsidP="00CC687B">
            <w:pPr>
              <w:rPr>
                <w:rFonts w:ascii="Arial" w:hAnsi="Arial" w:cs="Arial"/>
                <w:sz w:val="20"/>
                <w:szCs w:val="20"/>
              </w:rPr>
            </w:pPr>
            <w:r w:rsidRPr="001C76A3">
              <w:rPr>
                <w:rFonts w:ascii="Arial" w:hAnsi="Arial" w:cs="Arial"/>
                <w:sz w:val="20"/>
                <w:szCs w:val="20"/>
              </w:rPr>
              <w:t>Montant hors TVA</w:t>
            </w:r>
          </w:p>
        </w:tc>
        <w:tc>
          <w:tcPr>
            <w:tcW w:w="4680" w:type="dxa"/>
            <w:shd w:val="clear" w:color="auto" w:fill="DBE5F1"/>
            <w:vAlign w:val="bottom"/>
          </w:tcPr>
          <w:p w:rsidR="008D7E46" w:rsidRPr="001C76A3" w:rsidRDefault="00015E34" w:rsidP="00CC687B">
            <w:pPr>
              <w:rPr>
                <w:rFonts w:ascii="Arial" w:hAnsi="Arial" w:cs="Arial"/>
                <w:sz w:val="20"/>
                <w:szCs w:val="20"/>
                <w:shd w:val="clear" w:color="auto" w:fill="FFFFCC"/>
              </w:rPr>
            </w:pPr>
            <w:r w:rsidRPr="001C76A3">
              <w:rPr>
                <w:rFonts w:ascii="Arial" w:hAnsi="Arial" w:cs="Arial"/>
                <w:sz w:val="20"/>
                <w:szCs w:val="20"/>
              </w:rPr>
              <w:t>………………………………………………….€</w:t>
            </w:r>
          </w:p>
        </w:tc>
      </w:tr>
    </w:tbl>
    <w:p w:rsidR="00865332" w:rsidRPr="001C76A3" w:rsidRDefault="008D7E46" w:rsidP="008D7E46">
      <w:pPr>
        <w:pStyle w:val="Corpsdetexte2"/>
        <w:spacing w:before="240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 xml:space="preserve">soit, en lettres : </w:t>
      </w:r>
      <w:r w:rsidRPr="001C76A3">
        <w:rPr>
          <w:rFonts w:ascii="Arial" w:hAnsi="Arial" w:cs="Arial"/>
          <w:sz w:val="20"/>
          <w:szCs w:val="20"/>
          <w:shd w:val="clear" w:color="auto" w:fill="DBE5F1"/>
        </w:rPr>
        <w:t>…………………………………………………………………………</w:t>
      </w:r>
      <w:r w:rsidRPr="001C76A3">
        <w:rPr>
          <w:rFonts w:ascii="Arial" w:hAnsi="Arial" w:cs="Arial"/>
          <w:sz w:val="20"/>
          <w:szCs w:val="20"/>
          <w:shd w:val="clear" w:color="auto" w:fill="FFFFCC"/>
        </w:rPr>
        <w:t>.</w:t>
      </w:r>
      <w:r w:rsidRPr="001C76A3">
        <w:rPr>
          <w:rFonts w:ascii="Arial" w:hAnsi="Arial" w:cs="Arial"/>
          <w:sz w:val="20"/>
          <w:szCs w:val="20"/>
        </w:rPr>
        <w:t xml:space="preserve">euros </w:t>
      </w:r>
      <w:r w:rsidR="007C42C0" w:rsidRPr="001C76A3">
        <w:rPr>
          <w:rFonts w:ascii="Arial" w:hAnsi="Arial" w:cs="Arial"/>
          <w:sz w:val="20"/>
          <w:szCs w:val="20"/>
        </w:rPr>
        <w:t xml:space="preserve">HT </w:t>
      </w:r>
    </w:p>
    <w:p w:rsidR="008D7E46" w:rsidRPr="001C76A3" w:rsidRDefault="008D7E46" w:rsidP="008D7E46">
      <w:pPr>
        <w:pStyle w:val="Titre2"/>
        <w:ind w:left="0"/>
        <w:rPr>
          <w:rFonts w:ascii="Arial" w:hAnsi="Arial" w:cs="Arial"/>
          <w:sz w:val="20"/>
        </w:rPr>
      </w:pPr>
      <w:r w:rsidRPr="001C76A3">
        <w:rPr>
          <w:rFonts w:ascii="Arial" w:hAnsi="Arial" w:cs="Arial"/>
          <w:sz w:val="20"/>
        </w:rPr>
        <w:t>2-3. Créance présentée en nantissement ou cession</w:t>
      </w:r>
    </w:p>
    <w:p w:rsidR="00031856" w:rsidRPr="001C76A3" w:rsidRDefault="008D7E46" w:rsidP="00015E34">
      <w:pPr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La créance maximale que je pourrai ou le groupement dont je suis mandataire pourra présenter en nantis</w:t>
      </w:r>
      <w:r w:rsidR="00015E34" w:rsidRPr="001C76A3">
        <w:rPr>
          <w:rFonts w:ascii="Arial" w:hAnsi="Arial" w:cs="Arial"/>
          <w:sz w:val="20"/>
          <w:szCs w:val="20"/>
        </w:rPr>
        <w:t xml:space="preserve">sement ou céder est ainsi de : </w:t>
      </w: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4680"/>
      </w:tblGrid>
      <w:tr w:rsidR="00015E34" w:rsidRPr="001C76A3" w:rsidTr="00AF6A22">
        <w:trPr>
          <w:trHeight w:val="506"/>
        </w:trPr>
        <w:tc>
          <w:tcPr>
            <w:tcW w:w="2770" w:type="dxa"/>
            <w:vAlign w:val="center"/>
          </w:tcPr>
          <w:p w:rsidR="00015E34" w:rsidRPr="001C76A3" w:rsidRDefault="00015E34" w:rsidP="003A1A2E">
            <w:pPr>
              <w:rPr>
                <w:rFonts w:ascii="Arial" w:hAnsi="Arial" w:cs="Arial"/>
                <w:sz w:val="20"/>
                <w:szCs w:val="20"/>
              </w:rPr>
            </w:pPr>
            <w:r w:rsidRPr="001C76A3">
              <w:rPr>
                <w:rFonts w:ascii="Arial" w:hAnsi="Arial" w:cs="Arial"/>
                <w:sz w:val="20"/>
                <w:szCs w:val="20"/>
              </w:rPr>
              <w:t>Montant hors TVA</w:t>
            </w:r>
          </w:p>
        </w:tc>
        <w:tc>
          <w:tcPr>
            <w:tcW w:w="4680" w:type="dxa"/>
            <w:shd w:val="clear" w:color="auto" w:fill="DBE5F1"/>
            <w:vAlign w:val="bottom"/>
          </w:tcPr>
          <w:p w:rsidR="00015E34" w:rsidRPr="001C76A3" w:rsidRDefault="00015E34" w:rsidP="003A1A2E">
            <w:pPr>
              <w:rPr>
                <w:rFonts w:ascii="Arial" w:hAnsi="Arial" w:cs="Arial"/>
                <w:sz w:val="20"/>
                <w:szCs w:val="20"/>
                <w:shd w:val="clear" w:color="auto" w:fill="FFFFCC"/>
              </w:rPr>
            </w:pPr>
            <w:r w:rsidRPr="001C76A3">
              <w:rPr>
                <w:rFonts w:ascii="Arial" w:hAnsi="Arial" w:cs="Arial"/>
                <w:sz w:val="20"/>
                <w:szCs w:val="20"/>
              </w:rPr>
              <w:t>………………………………………………….€</w:t>
            </w:r>
          </w:p>
        </w:tc>
      </w:tr>
    </w:tbl>
    <w:p w:rsidR="00015E34" w:rsidRPr="001C76A3" w:rsidRDefault="00015E34" w:rsidP="00015E34">
      <w:pPr>
        <w:pStyle w:val="Corpsdetexte2"/>
        <w:spacing w:before="240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 xml:space="preserve">soit, en lettres : </w:t>
      </w:r>
      <w:r w:rsidRPr="001C76A3">
        <w:rPr>
          <w:rFonts w:ascii="Arial" w:hAnsi="Arial" w:cs="Arial"/>
          <w:sz w:val="20"/>
          <w:szCs w:val="20"/>
          <w:shd w:val="clear" w:color="auto" w:fill="DBE5F1"/>
        </w:rPr>
        <w:t>…………………………………………………………………………</w:t>
      </w:r>
      <w:r w:rsidRPr="001C76A3">
        <w:rPr>
          <w:rFonts w:ascii="Arial" w:hAnsi="Arial" w:cs="Arial"/>
          <w:sz w:val="20"/>
          <w:szCs w:val="20"/>
          <w:shd w:val="clear" w:color="auto" w:fill="FFFFCC"/>
        </w:rPr>
        <w:t>.</w:t>
      </w:r>
      <w:r w:rsidRPr="001C76A3">
        <w:rPr>
          <w:rFonts w:ascii="Arial" w:hAnsi="Arial" w:cs="Arial"/>
          <w:sz w:val="20"/>
          <w:szCs w:val="20"/>
        </w:rPr>
        <w:t xml:space="preserve">euros HT </w:t>
      </w:r>
    </w:p>
    <w:p w:rsidR="00FD22CA" w:rsidRPr="001C76A3" w:rsidRDefault="00936733" w:rsidP="008D7E46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Lorsque le bénéficiaire du nantissement ou de la cession de créances souhaite la communication des</w:t>
      </w:r>
      <w:r w:rsidR="0004225F" w:rsidRPr="001C76A3">
        <w:rPr>
          <w:rFonts w:ascii="Arial" w:hAnsi="Arial" w:cs="Arial"/>
          <w:sz w:val="20"/>
          <w:szCs w:val="20"/>
        </w:rPr>
        <w:t xml:space="preserve"> renseignements prévus à l’article R.2191-60 du Code de la commande publique</w:t>
      </w:r>
      <w:r w:rsidRPr="001C76A3">
        <w:rPr>
          <w:rFonts w:ascii="Arial" w:hAnsi="Arial" w:cs="Arial"/>
          <w:sz w:val="20"/>
          <w:szCs w:val="20"/>
        </w:rPr>
        <w:t xml:space="preserve">, il en fait la demande </w:t>
      </w:r>
      <w:r w:rsidR="00A665C2">
        <w:rPr>
          <w:rFonts w:ascii="Arial" w:hAnsi="Arial" w:cs="Arial"/>
          <w:sz w:val="20"/>
          <w:szCs w:val="20"/>
        </w:rPr>
        <w:t xml:space="preserve">auprès de la section achat </w:t>
      </w:r>
      <w:r w:rsidR="00A665C2" w:rsidRPr="001C76A3">
        <w:rPr>
          <w:rFonts w:ascii="Arial" w:hAnsi="Arial" w:cs="Arial"/>
          <w:sz w:val="20"/>
          <w:szCs w:val="20"/>
        </w:rPr>
        <w:t xml:space="preserve">infrastructure de </w:t>
      </w:r>
      <w:r w:rsidR="00A665C2">
        <w:rPr>
          <w:rFonts w:ascii="Arial" w:hAnsi="Arial" w:cs="Arial"/>
          <w:sz w:val="20"/>
          <w:szCs w:val="20"/>
        </w:rPr>
        <w:t>la Direction d’Infrastructure de la Défense de Saint-Denis.</w:t>
      </w:r>
    </w:p>
    <w:p w:rsidR="00B274C9" w:rsidRPr="001C76A3" w:rsidRDefault="008D7E46" w:rsidP="009F5785">
      <w:pPr>
        <w:pStyle w:val="Titre1"/>
        <w:rPr>
          <w:rFonts w:ascii="Arial" w:hAnsi="Arial" w:cs="Arial"/>
          <w:sz w:val="20"/>
        </w:rPr>
      </w:pPr>
      <w:r w:rsidRPr="001C76A3">
        <w:rPr>
          <w:rFonts w:ascii="Arial" w:hAnsi="Arial" w:cs="Arial"/>
          <w:sz w:val="20"/>
        </w:rPr>
        <w:t xml:space="preserve">ARTICLE 3 </w:t>
      </w:r>
      <w:r w:rsidR="00865332" w:rsidRPr="001C76A3">
        <w:rPr>
          <w:rFonts w:ascii="Arial" w:hAnsi="Arial" w:cs="Arial"/>
          <w:sz w:val="20"/>
        </w:rPr>
        <w:t>–</w:t>
      </w:r>
      <w:r w:rsidRPr="001C76A3">
        <w:rPr>
          <w:rFonts w:ascii="Arial" w:hAnsi="Arial" w:cs="Arial"/>
          <w:sz w:val="20"/>
        </w:rPr>
        <w:t xml:space="preserve"> DELAIS</w:t>
      </w:r>
    </w:p>
    <w:p w:rsidR="009E62D4" w:rsidRDefault="009E62D4" w:rsidP="009E62D4">
      <w:pPr>
        <w:jc w:val="both"/>
        <w:rPr>
          <w:rFonts w:ascii="Arial" w:hAnsi="Arial" w:cs="Arial"/>
          <w:sz w:val="20"/>
          <w:szCs w:val="20"/>
        </w:rPr>
      </w:pPr>
      <w:r w:rsidRPr="009E62D4">
        <w:rPr>
          <w:rFonts w:ascii="Arial" w:hAnsi="Arial" w:cs="Arial"/>
          <w:sz w:val="20"/>
          <w:szCs w:val="20"/>
        </w:rPr>
        <w:t xml:space="preserve">Les travaux sont exécutés dans un délai de </w:t>
      </w:r>
      <w:r>
        <w:rPr>
          <w:rFonts w:ascii="Arial" w:hAnsi="Arial" w:cs="Arial"/>
          <w:sz w:val="20"/>
          <w:szCs w:val="20"/>
        </w:rPr>
        <w:t>deux</w:t>
      </w:r>
      <w:r w:rsidRPr="009E62D4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2</w:t>
      </w:r>
      <w:r w:rsidRPr="009E62D4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 xml:space="preserve">mois, période de préparation d’un </w:t>
      </w:r>
      <w:r w:rsidRPr="009E62D4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1</w:t>
      </w:r>
      <w:r w:rsidRPr="009E62D4">
        <w:rPr>
          <w:rFonts w:ascii="Arial" w:hAnsi="Arial" w:cs="Arial"/>
          <w:sz w:val="20"/>
          <w:szCs w:val="20"/>
        </w:rPr>
        <w:t xml:space="preserve">) mois comprise. </w:t>
      </w:r>
    </w:p>
    <w:p w:rsidR="009E62D4" w:rsidRDefault="009E62D4" w:rsidP="009E62D4">
      <w:pPr>
        <w:jc w:val="both"/>
        <w:rPr>
          <w:rFonts w:ascii="Arial" w:hAnsi="Arial" w:cs="Arial"/>
          <w:sz w:val="20"/>
          <w:szCs w:val="20"/>
        </w:rPr>
      </w:pPr>
      <w:r w:rsidRPr="009E62D4">
        <w:rPr>
          <w:rFonts w:ascii="Arial" w:hAnsi="Arial" w:cs="Arial"/>
          <w:sz w:val="20"/>
          <w:szCs w:val="20"/>
        </w:rPr>
        <w:t>Le délai d'exécution du marché part de la date fixée par l'ordre de service prescrivant le commencement de la période de préparation.</w:t>
      </w:r>
    </w:p>
    <w:p w:rsidR="008D7E46" w:rsidRPr="001C76A3" w:rsidRDefault="008D7E46" w:rsidP="009E62D4">
      <w:pPr>
        <w:pStyle w:val="Titre1"/>
        <w:rPr>
          <w:rFonts w:ascii="Arial" w:hAnsi="Arial" w:cs="Arial"/>
          <w:sz w:val="20"/>
        </w:rPr>
      </w:pPr>
      <w:r w:rsidRPr="001C76A3">
        <w:rPr>
          <w:rFonts w:ascii="Arial" w:hAnsi="Arial" w:cs="Arial"/>
          <w:sz w:val="20"/>
        </w:rPr>
        <w:t>ARTICLE 4 - PAIEMENTS</w:t>
      </w:r>
    </w:p>
    <w:p w:rsidR="00F25C65" w:rsidRPr="001C76A3" w:rsidRDefault="008D7E46" w:rsidP="008D7E46">
      <w:pPr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Les modalités du règlement des comptes du marché sont spécif</w:t>
      </w:r>
      <w:r w:rsidR="00B07991" w:rsidRPr="001C76A3">
        <w:rPr>
          <w:rFonts w:ascii="Arial" w:hAnsi="Arial" w:cs="Arial"/>
          <w:sz w:val="20"/>
          <w:szCs w:val="20"/>
        </w:rPr>
        <w:t xml:space="preserve">iées à </w:t>
      </w:r>
      <w:r w:rsidR="00B07991" w:rsidRPr="009F5785">
        <w:rPr>
          <w:rFonts w:ascii="Arial" w:hAnsi="Arial" w:cs="Arial"/>
          <w:sz w:val="20"/>
          <w:szCs w:val="20"/>
        </w:rPr>
        <w:t xml:space="preserve">l'article </w:t>
      </w:r>
      <w:r w:rsidR="009F5785" w:rsidRPr="009F5785">
        <w:rPr>
          <w:rFonts w:ascii="Arial" w:hAnsi="Arial" w:cs="Arial"/>
          <w:sz w:val="20"/>
          <w:szCs w:val="20"/>
        </w:rPr>
        <w:t>3.4</w:t>
      </w:r>
      <w:r w:rsidR="00B07991" w:rsidRPr="009F5785">
        <w:rPr>
          <w:rFonts w:ascii="Arial" w:hAnsi="Arial" w:cs="Arial"/>
          <w:sz w:val="20"/>
          <w:szCs w:val="20"/>
        </w:rPr>
        <w:t xml:space="preserve"> du CCAP.</w:t>
      </w:r>
    </w:p>
    <w:p w:rsidR="00F25C65" w:rsidRPr="001C76A3" w:rsidRDefault="00F25C65" w:rsidP="008D7E46">
      <w:pPr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Le maître de l'ouvrage se libèrera des sommes dues au titre du présent marché en faisant porter le montant au crédit du/des compte(s) faisant l’objet du/des relevé(s) d’identité bancaire transmis à l’appui de l’offre.</w:t>
      </w:r>
    </w:p>
    <w:p w:rsidR="008D7E46" w:rsidRPr="001C76A3" w:rsidRDefault="008D7E46" w:rsidP="008D7E46">
      <w:pPr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Toutefois, le maître de l'ouvrage se libèrera des sommes dues aux sous-traitants payés directement</w:t>
      </w:r>
      <w:r w:rsidR="0034246D" w:rsidRPr="001C76A3">
        <w:rPr>
          <w:rFonts w:ascii="Arial" w:hAnsi="Arial" w:cs="Arial"/>
          <w:sz w:val="20"/>
          <w:szCs w:val="20"/>
        </w:rPr>
        <w:t>,</w:t>
      </w:r>
      <w:r w:rsidRPr="001C76A3">
        <w:rPr>
          <w:rFonts w:ascii="Arial" w:hAnsi="Arial" w:cs="Arial"/>
          <w:sz w:val="20"/>
          <w:szCs w:val="20"/>
        </w:rPr>
        <w:t xml:space="preserve"> en faisant porter les montants au crédit des comptes désignés dans les annexes, les avenants ou les actes spéciaux.</w:t>
      </w:r>
    </w:p>
    <w:p w:rsidR="008D7E46" w:rsidRPr="001C76A3" w:rsidRDefault="008D7E46" w:rsidP="008D7E46">
      <w:pPr>
        <w:pStyle w:val="Titre1"/>
        <w:rPr>
          <w:rFonts w:ascii="Arial" w:hAnsi="Arial" w:cs="Arial"/>
          <w:sz w:val="20"/>
        </w:rPr>
      </w:pPr>
      <w:r w:rsidRPr="001C76A3">
        <w:rPr>
          <w:rFonts w:ascii="Arial" w:hAnsi="Arial" w:cs="Arial"/>
          <w:sz w:val="20"/>
        </w:rPr>
        <w:t>ARTICLE 5 - AVANCE</w:t>
      </w:r>
    </w:p>
    <w:p w:rsidR="008D7E46" w:rsidRPr="001C76A3" w:rsidRDefault="008D7E46" w:rsidP="008D7E46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1C76A3">
        <w:rPr>
          <w:rFonts w:ascii="Arial" w:hAnsi="Arial" w:cs="Arial"/>
          <w:sz w:val="20"/>
          <w:szCs w:val="20"/>
        </w:rPr>
        <w:t>Sous réserve que le montant du marché ou du lot soit supérieur à 50 000 euros HT et sa durée d'exécution supérieure à deux (2) mois,</w:t>
      </w:r>
      <w:r w:rsidR="00067B67" w:rsidRPr="001C76A3">
        <w:rPr>
          <w:rFonts w:ascii="Arial" w:hAnsi="Arial" w:cs="Arial"/>
          <w:b/>
          <w:i/>
          <w:sz w:val="20"/>
          <w:szCs w:val="20"/>
          <w:u w:val="single"/>
        </w:rPr>
        <w:t xml:space="preserve"> (cocher la case correspondante)</w:t>
      </w:r>
    </w:p>
    <w:p w:rsidR="00E06612" w:rsidRPr="001C76A3" w:rsidRDefault="008D7E46" w:rsidP="00E06612">
      <w:pPr>
        <w:ind w:left="18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 xml:space="preserve">l'opérateur économique désigné ci-après : </w:t>
      </w:r>
      <w:r w:rsidRPr="001C76A3">
        <w:rPr>
          <w:rFonts w:ascii="Arial" w:hAnsi="Arial" w:cs="Arial"/>
          <w:sz w:val="20"/>
          <w:szCs w:val="20"/>
          <w:bdr w:val="single" w:sz="4" w:space="0" w:color="auto"/>
          <w:shd w:val="clear" w:color="auto" w:fill="DBE5F1"/>
        </w:rPr>
        <w:t>………………………..…………………..</w:t>
      </w:r>
      <w:r w:rsidR="00E06612" w:rsidRPr="001C76A3">
        <w:rPr>
          <w:rFonts w:ascii="Arial" w:hAnsi="Arial" w:cs="Arial"/>
          <w:sz w:val="20"/>
          <w:szCs w:val="20"/>
          <w:bdr w:val="single" w:sz="4" w:space="0" w:color="auto"/>
          <w:shd w:val="clear" w:color="auto" w:fill="FFFFCC"/>
        </w:rPr>
        <w:t xml:space="preserve">   </w:t>
      </w:r>
      <w:r w:rsidR="00E06612" w:rsidRPr="001C76A3">
        <w:rPr>
          <w:rFonts w:ascii="Arial" w:hAnsi="Arial" w:cs="Arial"/>
          <w:sz w:val="20"/>
          <w:szCs w:val="20"/>
        </w:rPr>
        <w:t xml:space="preserve"> </w:t>
      </w:r>
    </w:p>
    <w:p w:rsidR="008D7E46" w:rsidRPr="001C76A3" w:rsidRDefault="009E62D4" w:rsidP="009E62D4">
      <w:pPr>
        <w:spacing w:before="120" w:after="120"/>
        <w:ind w:left="180"/>
        <w:jc w:val="both"/>
        <w:rPr>
          <w:rFonts w:ascii="Arial" w:hAnsi="Arial" w:cs="Arial"/>
          <w:iCs/>
          <w:sz w:val="20"/>
          <w:szCs w:val="20"/>
        </w:rPr>
      </w:pPr>
      <w:r w:rsidRPr="001C76A3">
        <w:rPr>
          <w:rFonts w:ascii="Arial" w:hAnsi="Arial" w:cs="Arial"/>
          <w:sz w:val="20"/>
          <w:szCs w:val="20"/>
          <w:bdr w:val="single" w:sz="4" w:space="0" w:color="auto"/>
          <w:shd w:val="clear" w:color="auto" w:fill="FFFFCC"/>
        </w:rPr>
        <w:t xml:space="preserve">   </w:t>
      </w:r>
      <w:r w:rsidRPr="001C76A3">
        <w:rPr>
          <w:rFonts w:ascii="Arial" w:hAnsi="Arial" w:cs="Arial"/>
          <w:sz w:val="20"/>
          <w:szCs w:val="20"/>
        </w:rPr>
        <w:t xml:space="preserve"> refuse</w:t>
      </w:r>
      <w:r w:rsidRPr="001C76A3">
        <w:rPr>
          <w:rFonts w:ascii="Arial" w:hAnsi="Arial" w:cs="Arial"/>
          <w:sz w:val="20"/>
          <w:szCs w:val="20"/>
        </w:rPr>
        <w:t xml:space="preserve"> </w:t>
      </w:r>
      <w:r w:rsidR="00E06612" w:rsidRPr="001C76A3">
        <w:rPr>
          <w:rFonts w:ascii="Arial" w:hAnsi="Arial" w:cs="Arial"/>
          <w:sz w:val="20"/>
          <w:szCs w:val="20"/>
        </w:rPr>
        <w:t xml:space="preserve">de percevoir l'avance prévue à </w:t>
      </w:r>
      <w:r w:rsidR="00E06612" w:rsidRPr="001C76A3">
        <w:rPr>
          <w:rFonts w:ascii="Arial" w:hAnsi="Arial" w:cs="Arial"/>
          <w:iCs/>
          <w:sz w:val="20"/>
          <w:szCs w:val="20"/>
        </w:rPr>
        <w:t>l'article R.2191-3 du Code de la commande publique</w:t>
      </w:r>
    </w:p>
    <w:p w:rsidR="008D7E46" w:rsidRPr="001C76A3" w:rsidRDefault="008D7E46" w:rsidP="009E62D4">
      <w:pPr>
        <w:spacing w:before="120" w:after="120"/>
        <w:ind w:left="181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ou</w:t>
      </w:r>
    </w:p>
    <w:p w:rsidR="00CF2FE3" w:rsidRPr="001C76A3" w:rsidRDefault="00CF2FE3" w:rsidP="009E62D4">
      <w:pPr>
        <w:spacing w:before="120" w:after="120"/>
        <w:ind w:left="181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les opérateurs économiques désignés ci-après </w:t>
      </w:r>
      <w:r w:rsidR="008B4DCC" w:rsidRPr="001C76A3">
        <w:rPr>
          <w:rFonts w:ascii="Arial" w:hAnsi="Arial" w:cs="Arial"/>
          <w:sz w:val="20"/>
          <w:szCs w:val="20"/>
        </w:rPr>
        <w:t>*</w:t>
      </w:r>
      <w:r w:rsidRPr="001C76A3">
        <w:rPr>
          <w:rFonts w:ascii="Arial" w:hAnsi="Arial" w:cs="Arial"/>
          <w:sz w:val="20"/>
          <w:szCs w:val="20"/>
        </w:rPr>
        <w:t xml:space="preserve">: </w:t>
      </w:r>
      <w:r w:rsidRPr="001C76A3">
        <w:rPr>
          <w:rFonts w:ascii="Arial" w:hAnsi="Arial" w:cs="Arial"/>
          <w:sz w:val="20"/>
          <w:szCs w:val="20"/>
          <w:bdr w:val="single" w:sz="4" w:space="0" w:color="auto"/>
          <w:shd w:val="clear" w:color="auto" w:fill="DBE5F1"/>
        </w:rPr>
        <w:t>………………………………………</w:t>
      </w:r>
    </w:p>
    <w:p w:rsidR="009E62D4" w:rsidRDefault="00CF2FE3" w:rsidP="009E62D4">
      <w:pPr>
        <w:ind w:left="180"/>
        <w:jc w:val="both"/>
        <w:rPr>
          <w:rFonts w:ascii="Arial" w:hAnsi="Arial" w:cs="Arial"/>
          <w:iCs/>
          <w:sz w:val="20"/>
          <w:szCs w:val="20"/>
        </w:rPr>
      </w:pPr>
      <w:r w:rsidRPr="001C76A3">
        <w:rPr>
          <w:rFonts w:ascii="Arial" w:hAnsi="Arial" w:cs="Arial"/>
          <w:sz w:val="20"/>
          <w:szCs w:val="20"/>
          <w:bdr w:val="single" w:sz="4" w:space="0" w:color="auto"/>
          <w:shd w:val="clear" w:color="auto" w:fill="FFFFCC"/>
        </w:rPr>
        <w:t xml:space="preserve">   </w:t>
      </w:r>
      <w:r w:rsidRPr="001C76A3">
        <w:rPr>
          <w:rFonts w:ascii="Arial" w:hAnsi="Arial" w:cs="Arial"/>
          <w:sz w:val="20"/>
          <w:szCs w:val="20"/>
        </w:rPr>
        <w:t xml:space="preserve"> refuse(nt) de percevoir l'avance prévue à l'article </w:t>
      </w:r>
      <w:r w:rsidR="00DD1DED" w:rsidRPr="001C76A3">
        <w:rPr>
          <w:rFonts w:ascii="Arial" w:hAnsi="Arial" w:cs="Arial"/>
          <w:iCs/>
          <w:sz w:val="20"/>
          <w:szCs w:val="20"/>
        </w:rPr>
        <w:t>R.2191-3 du Code de la commande publique</w:t>
      </w:r>
    </w:p>
    <w:p w:rsidR="00A016AE" w:rsidRPr="00E6024C" w:rsidRDefault="008B4DCC" w:rsidP="009E62D4">
      <w:pPr>
        <w:ind w:left="180"/>
        <w:jc w:val="both"/>
        <w:rPr>
          <w:rFonts w:ascii="Arial" w:hAnsi="Arial" w:cs="Arial"/>
          <w:i/>
          <w:iCs/>
          <w:color w:val="FF0000"/>
          <w:sz w:val="20"/>
          <w:szCs w:val="20"/>
          <w:lang w:eastAsia="fr-FR"/>
        </w:rPr>
      </w:pPr>
      <w:r w:rsidRPr="001C76A3">
        <w:rPr>
          <w:rFonts w:ascii="Arial" w:hAnsi="Arial" w:cs="Arial"/>
          <w:i/>
          <w:iCs/>
          <w:sz w:val="20"/>
          <w:szCs w:val="20"/>
          <w:lang w:eastAsia="fr-FR"/>
        </w:rPr>
        <w:t xml:space="preserve">* </w:t>
      </w:r>
      <w:r w:rsidRPr="00E6024C">
        <w:rPr>
          <w:rFonts w:ascii="Arial" w:hAnsi="Arial" w:cs="Arial"/>
          <w:i/>
          <w:iCs/>
          <w:color w:val="FF0000"/>
          <w:sz w:val="20"/>
          <w:szCs w:val="20"/>
          <w:lang w:eastAsia="fr-FR"/>
        </w:rPr>
        <w:t xml:space="preserve">En cas de groupement, lister tous les opérateurs refusant le bénéfice de l’avance. A défaut d’avoir expressément refusé le bénéfice de cette avance, celle-ci leur sera versée automatiquement, sur la base de la répartition des paiements jointe au présent acte d’engagement. </w:t>
      </w:r>
    </w:p>
    <w:p w:rsidR="00680128" w:rsidRPr="001C76A3" w:rsidRDefault="00680128" w:rsidP="00680128">
      <w:pPr>
        <w:pStyle w:val="Titre1"/>
        <w:rPr>
          <w:rFonts w:ascii="Arial" w:hAnsi="Arial" w:cs="Arial"/>
          <w:sz w:val="20"/>
        </w:rPr>
      </w:pPr>
      <w:r w:rsidRPr="001C76A3">
        <w:rPr>
          <w:rFonts w:ascii="Arial" w:hAnsi="Arial" w:cs="Arial"/>
          <w:sz w:val="20"/>
        </w:rPr>
        <w:lastRenderedPageBreak/>
        <w:t>ARTICLE 6 – RESPONSABLES PHYSIQUES DE LA VERIFICATION ET DE LA SIGNATURE DES ACTES DE SOUS-TRAITANCE</w:t>
      </w:r>
    </w:p>
    <w:p w:rsidR="00680128" w:rsidRPr="001C76A3" w:rsidRDefault="00680128" w:rsidP="00680128">
      <w:pPr>
        <w:pStyle w:val="Listepuces"/>
        <w:numPr>
          <w:ilvl w:val="0"/>
          <w:numId w:val="0"/>
        </w:numPr>
        <w:jc w:val="both"/>
        <w:rPr>
          <w:rFonts w:ascii="Arial" w:eastAsia="Calibri" w:hAnsi="Arial" w:cs="Arial"/>
          <w:sz w:val="20"/>
          <w:szCs w:val="20"/>
        </w:rPr>
      </w:pPr>
      <w:r w:rsidRPr="001C76A3">
        <w:rPr>
          <w:rFonts w:ascii="Arial" w:eastAsia="Calibri" w:hAnsi="Arial" w:cs="Arial"/>
          <w:sz w:val="20"/>
          <w:szCs w:val="20"/>
        </w:rPr>
        <w:t xml:space="preserve">Dans le cadre de la mise en place de la dématérialisation des actes de sous-traitance, la personne physique responsable de la gestion, la vérification et la signature de ses actes pour le titulaire est : </w:t>
      </w:r>
    </w:p>
    <w:p w:rsidR="00680128" w:rsidRPr="001C76A3" w:rsidRDefault="00680128" w:rsidP="00680128">
      <w:pPr>
        <w:pStyle w:val="Listepuces"/>
        <w:numPr>
          <w:ilvl w:val="0"/>
          <w:numId w:val="0"/>
        </w:numPr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680128" w:rsidRPr="001C76A3" w:rsidTr="00A305A2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28" w:rsidRPr="001C76A3" w:rsidRDefault="00680128" w:rsidP="00680128">
            <w:pPr>
              <w:pStyle w:val="Listepuces"/>
              <w:numPr>
                <w:ilvl w:val="0"/>
                <w:numId w:val="0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1C76A3">
              <w:rPr>
                <w:rFonts w:ascii="Arial" w:eastAsia="Calibri" w:hAnsi="Arial" w:cs="Arial"/>
                <w:sz w:val="20"/>
                <w:szCs w:val="20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80128" w:rsidRPr="001C76A3" w:rsidRDefault="00680128" w:rsidP="00680128">
            <w:pPr>
              <w:pStyle w:val="Listepuces"/>
              <w:numPr>
                <w:ilvl w:val="0"/>
                <w:numId w:val="0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80128" w:rsidRPr="001C76A3" w:rsidTr="00A305A2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128" w:rsidRPr="001C76A3" w:rsidRDefault="00680128" w:rsidP="00680128">
            <w:pPr>
              <w:pStyle w:val="Listepuces"/>
              <w:numPr>
                <w:ilvl w:val="0"/>
                <w:numId w:val="0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1C76A3">
              <w:rPr>
                <w:rFonts w:ascii="Arial" w:eastAsia="Calibri" w:hAnsi="Arial" w:cs="Arial"/>
                <w:sz w:val="20"/>
                <w:szCs w:val="20"/>
              </w:rPr>
              <w:t>Fonction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80128" w:rsidRPr="001C76A3" w:rsidRDefault="00680128" w:rsidP="00680128">
            <w:pPr>
              <w:pStyle w:val="Listepuces"/>
              <w:numPr>
                <w:ilvl w:val="0"/>
                <w:numId w:val="0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80128" w:rsidRPr="001C76A3" w:rsidTr="00A305A2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28" w:rsidRPr="001C76A3" w:rsidRDefault="00680128" w:rsidP="00680128">
            <w:pPr>
              <w:pStyle w:val="Listepuces"/>
              <w:numPr>
                <w:ilvl w:val="0"/>
                <w:numId w:val="0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1C76A3">
              <w:rPr>
                <w:rFonts w:ascii="Arial" w:eastAsia="Calibri" w:hAnsi="Arial" w:cs="Arial"/>
                <w:sz w:val="20"/>
                <w:szCs w:val="20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80128" w:rsidRPr="001C76A3" w:rsidRDefault="00680128" w:rsidP="00680128">
            <w:pPr>
              <w:pStyle w:val="Listepuces"/>
              <w:numPr>
                <w:ilvl w:val="0"/>
                <w:numId w:val="0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28" w:rsidRPr="001C76A3" w:rsidRDefault="00680128" w:rsidP="00680128">
            <w:pPr>
              <w:pStyle w:val="Listepuces"/>
              <w:numPr>
                <w:ilvl w:val="0"/>
                <w:numId w:val="0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1C76A3">
              <w:rPr>
                <w:rFonts w:ascii="Arial" w:eastAsia="Calibri" w:hAnsi="Arial" w:cs="Arial"/>
                <w:sz w:val="20"/>
                <w:szCs w:val="20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80128" w:rsidRPr="001C76A3" w:rsidRDefault="00680128" w:rsidP="00680128">
            <w:pPr>
              <w:pStyle w:val="Listepuces"/>
              <w:numPr>
                <w:ilvl w:val="0"/>
                <w:numId w:val="0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80128" w:rsidRPr="001C76A3" w:rsidTr="00A305A2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28" w:rsidRPr="001C76A3" w:rsidRDefault="00680128" w:rsidP="00680128">
            <w:pPr>
              <w:pStyle w:val="Listepuces"/>
              <w:numPr>
                <w:ilvl w:val="0"/>
                <w:numId w:val="0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1C76A3">
              <w:rPr>
                <w:rFonts w:ascii="Arial" w:eastAsia="Calibri" w:hAnsi="Arial" w:cs="Arial"/>
                <w:sz w:val="20"/>
                <w:szCs w:val="20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80128" w:rsidRPr="001C76A3" w:rsidRDefault="00680128" w:rsidP="00680128">
            <w:pPr>
              <w:pStyle w:val="Listepuces"/>
              <w:numPr>
                <w:ilvl w:val="0"/>
                <w:numId w:val="0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680128" w:rsidRPr="001C76A3" w:rsidRDefault="00680128" w:rsidP="00680128">
      <w:pPr>
        <w:pStyle w:val="Listepuces"/>
        <w:numPr>
          <w:ilvl w:val="0"/>
          <w:numId w:val="0"/>
        </w:numPr>
        <w:jc w:val="both"/>
        <w:rPr>
          <w:rFonts w:ascii="Arial" w:eastAsia="Calibri" w:hAnsi="Arial" w:cs="Arial"/>
          <w:sz w:val="20"/>
          <w:szCs w:val="20"/>
        </w:rPr>
      </w:pPr>
    </w:p>
    <w:p w:rsidR="00680128" w:rsidRPr="001C76A3" w:rsidRDefault="00680128" w:rsidP="00680128">
      <w:pPr>
        <w:pStyle w:val="Listepuces"/>
        <w:numPr>
          <w:ilvl w:val="0"/>
          <w:numId w:val="0"/>
        </w:numPr>
        <w:jc w:val="both"/>
        <w:rPr>
          <w:rFonts w:ascii="Arial" w:eastAsia="Calibri" w:hAnsi="Arial" w:cs="Arial"/>
          <w:sz w:val="20"/>
          <w:szCs w:val="20"/>
        </w:rPr>
      </w:pPr>
      <w:r w:rsidRPr="001C76A3">
        <w:rPr>
          <w:rFonts w:ascii="Arial" w:eastAsia="Calibri" w:hAnsi="Arial" w:cs="Arial"/>
          <w:sz w:val="20"/>
          <w:szCs w:val="20"/>
        </w:rPr>
        <w:t>En cas d’absence du responsable, sa suppléance est assurée par :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680128" w:rsidRPr="001C76A3" w:rsidTr="00A305A2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28" w:rsidRPr="001C76A3" w:rsidRDefault="00680128" w:rsidP="00680128">
            <w:pPr>
              <w:pStyle w:val="Listepuces"/>
              <w:numPr>
                <w:ilvl w:val="0"/>
                <w:numId w:val="0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1C76A3">
              <w:rPr>
                <w:rFonts w:ascii="Arial" w:eastAsia="Calibri" w:hAnsi="Arial" w:cs="Arial"/>
                <w:sz w:val="20"/>
                <w:szCs w:val="20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80128" w:rsidRPr="001C76A3" w:rsidRDefault="00680128" w:rsidP="00680128">
            <w:pPr>
              <w:pStyle w:val="Listepuces"/>
              <w:numPr>
                <w:ilvl w:val="0"/>
                <w:numId w:val="0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80128" w:rsidRPr="001C76A3" w:rsidTr="00A305A2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128" w:rsidRPr="001C76A3" w:rsidRDefault="00680128" w:rsidP="00680128">
            <w:pPr>
              <w:pStyle w:val="Listepuces"/>
              <w:numPr>
                <w:ilvl w:val="0"/>
                <w:numId w:val="0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1C76A3">
              <w:rPr>
                <w:rFonts w:ascii="Arial" w:eastAsia="Calibri" w:hAnsi="Arial" w:cs="Arial"/>
                <w:sz w:val="20"/>
                <w:szCs w:val="20"/>
              </w:rPr>
              <w:t xml:space="preserve">Fonction 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80128" w:rsidRPr="001C76A3" w:rsidRDefault="00680128" w:rsidP="00680128">
            <w:pPr>
              <w:pStyle w:val="Listepuces"/>
              <w:numPr>
                <w:ilvl w:val="0"/>
                <w:numId w:val="0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80128" w:rsidRPr="001C76A3" w:rsidTr="00A305A2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28" w:rsidRPr="001C76A3" w:rsidRDefault="00680128" w:rsidP="00680128">
            <w:pPr>
              <w:pStyle w:val="Listepuces"/>
              <w:numPr>
                <w:ilvl w:val="0"/>
                <w:numId w:val="0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1C76A3">
              <w:rPr>
                <w:rFonts w:ascii="Arial" w:eastAsia="Calibri" w:hAnsi="Arial" w:cs="Arial"/>
                <w:sz w:val="20"/>
                <w:szCs w:val="20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80128" w:rsidRPr="001C76A3" w:rsidRDefault="00680128" w:rsidP="00680128">
            <w:pPr>
              <w:pStyle w:val="Listepuces"/>
              <w:numPr>
                <w:ilvl w:val="0"/>
                <w:numId w:val="0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28" w:rsidRPr="001C76A3" w:rsidRDefault="00680128" w:rsidP="00680128">
            <w:pPr>
              <w:pStyle w:val="Listepuces"/>
              <w:numPr>
                <w:ilvl w:val="0"/>
                <w:numId w:val="0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1C76A3">
              <w:rPr>
                <w:rFonts w:ascii="Arial" w:eastAsia="Calibri" w:hAnsi="Arial" w:cs="Arial"/>
                <w:sz w:val="20"/>
                <w:szCs w:val="20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80128" w:rsidRPr="001C76A3" w:rsidRDefault="00680128" w:rsidP="00680128">
            <w:pPr>
              <w:pStyle w:val="Listepuces"/>
              <w:numPr>
                <w:ilvl w:val="0"/>
                <w:numId w:val="0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80128" w:rsidRPr="001C76A3" w:rsidTr="00A305A2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28" w:rsidRPr="001C76A3" w:rsidRDefault="00680128" w:rsidP="00680128">
            <w:pPr>
              <w:pStyle w:val="Listepuces"/>
              <w:numPr>
                <w:ilvl w:val="0"/>
                <w:numId w:val="0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1C76A3">
              <w:rPr>
                <w:rFonts w:ascii="Arial" w:eastAsia="Calibri" w:hAnsi="Arial" w:cs="Arial"/>
                <w:sz w:val="20"/>
                <w:szCs w:val="20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80128" w:rsidRPr="001C76A3" w:rsidRDefault="00680128" w:rsidP="00680128">
            <w:pPr>
              <w:pStyle w:val="Listepuces"/>
              <w:numPr>
                <w:ilvl w:val="0"/>
                <w:numId w:val="0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8D7E46" w:rsidRPr="001C76A3" w:rsidRDefault="008D7E46" w:rsidP="00E6024C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8D7E46" w:rsidRPr="001C76A3" w:rsidTr="009E62D4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1C76A3" w:rsidRDefault="008D7E46" w:rsidP="00CC687B">
            <w:pPr>
              <w:pStyle w:val="Titre7"/>
              <w:spacing w:before="60" w:after="60"/>
              <w:rPr>
                <w:rFonts w:ascii="Arial" w:hAnsi="Arial" w:cs="Arial"/>
                <w:bCs/>
                <w:noProof w:val="0"/>
                <w:sz w:val="20"/>
              </w:rPr>
            </w:pPr>
            <w:r w:rsidRPr="001C76A3">
              <w:rPr>
                <w:rFonts w:ascii="Arial" w:hAnsi="Arial" w:cs="Arial"/>
                <w:bCs/>
                <w:noProof w:val="0"/>
                <w:sz w:val="20"/>
              </w:rPr>
              <w:t>Signature de l’acte d’engagement par l’opérateur économique</w:t>
            </w:r>
          </w:p>
        </w:tc>
      </w:tr>
      <w:tr w:rsidR="008D7E46" w:rsidRPr="001C76A3" w:rsidTr="009E62D4">
        <w:trPr>
          <w:trHeight w:val="2366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1C76A3" w:rsidRDefault="008D7E46" w:rsidP="009E62D4">
            <w:pPr>
              <w:pStyle w:val="Titre7"/>
              <w:spacing w:before="60" w:after="60"/>
              <w:rPr>
                <w:rFonts w:ascii="Arial" w:hAnsi="Arial" w:cs="Arial"/>
                <w:sz w:val="20"/>
              </w:rPr>
            </w:pPr>
            <w:r w:rsidRPr="001C76A3">
              <w:rPr>
                <w:rFonts w:ascii="Arial" w:hAnsi="Arial" w:cs="Arial"/>
                <w:sz w:val="20"/>
              </w:rPr>
              <w:br w:type="page"/>
            </w:r>
          </w:p>
          <w:p w:rsidR="008D7E46" w:rsidRPr="001C76A3" w:rsidRDefault="008D7E46" w:rsidP="009E62D4">
            <w:pPr>
              <w:pStyle w:val="Corpsdetexte2"/>
              <w:rPr>
                <w:rFonts w:ascii="Arial" w:hAnsi="Arial" w:cs="Arial"/>
                <w:sz w:val="20"/>
                <w:szCs w:val="20"/>
              </w:rPr>
            </w:pPr>
            <w:r w:rsidRPr="001C76A3">
              <w:rPr>
                <w:rFonts w:ascii="Arial" w:hAnsi="Arial" w:cs="Arial"/>
                <w:sz w:val="20"/>
                <w:szCs w:val="20"/>
              </w:rPr>
              <w:t xml:space="preserve">Fait en un seul original, </w:t>
            </w:r>
          </w:p>
          <w:p w:rsidR="008D7E46" w:rsidRPr="001C76A3" w:rsidRDefault="008D7E46" w:rsidP="009E62D4">
            <w:pPr>
              <w:ind w:left="5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76A3">
              <w:rPr>
                <w:rFonts w:ascii="Arial" w:hAnsi="Arial" w:cs="Arial"/>
                <w:sz w:val="20"/>
                <w:szCs w:val="20"/>
              </w:rPr>
              <w:t>A…………………., le……………………</w:t>
            </w:r>
          </w:p>
          <w:p w:rsidR="008D7E46" w:rsidRPr="001C76A3" w:rsidRDefault="008D7E46" w:rsidP="009E62D4">
            <w:pPr>
              <w:pStyle w:val="Titre5"/>
              <w:ind w:left="113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C76A3">
              <w:rPr>
                <w:rFonts w:ascii="Arial" w:hAnsi="Arial" w:cs="Arial"/>
                <w:sz w:val="20"/>
                <w:szCs w:val="20"/>
              </w:rPr>
              <w:t>Cachet et signature</w:t>
            </w:r>
          </w:p>
          <w:p w:rsidR="008D7E46" w:rsidRPr="001C76A3" w:rsidRDefault="008D7E46" w:rsidP="009E62D4">
            <w:pPr>
              <w:ind w:left="1134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C76A3">
              <w:rPr>
                <w:rFonts w:ascii="Arial" w:hAnsi="Arial" w:cs="Arial"/>
                <w:i/>
                <w:iCs/>
                <w:sz w:val="20"/>
                <w:szCs w:val="20"/>
              </w:rPr>
              <w:t>précédés de la mention manuscrite :</w:t>
            </w:r>
          </w:p>
          <w:p w:rsidR="008D7E46" w:rsidRPr="001C76A3" w:rsidRDefault="008D7E46" w:rsidP="009E62D4">
            <w:pPr>
              <w:ind w:left="1134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C76A3">
              <w:rPr>
                <w:rFonts w:ascii="Arial" w:hAnsi="Arial" w:cs="Arial"/>
                <w:i/>
                <w:iCs/>
                <w:sz w:val="20"/>
                <w:szCs w:val="20"/>
              </w:rPr>
              <w:t>« lu et approuvé »</w:t>
            </w:r>
          </w:p>
        </w:tc>
      </w:tr>
      <w:tr w:rsidR="008D7E46" w:rsidRPr="001C76A3" w:rsidTr="009E62D4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1C76A3" w:rsidRDefault="007747A5" w:rsidP="00016312">
            <w:pPr>
              <w:pStyle w:val="Titre7"/>
              <w:spacing w:before="60" w:after="60"/>
              <w:rPr>
                <w:rFonts w:ascii="Arial" w:hAnsi="Arial" w:cs="Arial"/>
                <w:noProof w:val="0"/>
                <w:sz w:val="20"/>
              </w:rPr>
            </w:pPr>
            <w:r w:rsidRPr="001C76A3">
              <w:rPr>
                <w:rFonts w:ascii="Arial" w:hAnsi="Arial" w:cs="Arial"/>
                <w:bCs/>
                <w:noProof w:val="0"/>
                <w:sz w:val="20"/>
              </w:rPr>
              <w:t xml:space="preserve">Acceptation de l'offre par </w:t>
            </w:r>
            <w:r w:rsidR="00016312" w:rsidRPr="001C76A3">
              <w:rPr>
                <w:rFonts w:ascii="Arial" w:hAnsi="Arial" w:cs="Arial"/>
                <w:bCs/>
                <w:noProof w:val="0"/>
                <w:sz w:val="20"/>
              </w:rPr>
              <w:t>l’acheteur</w:t>
            </w:r>
            <w:r w:rsidRPr="001C76A3">
              <w:rPr>
                <w:rFonts w:ascii="Arial" w:hAnsi="Arial" w:cs="Arial"/>
                <w:noProof w:val="0"/>
                <w:sz w:val="20"/>
              </w:rPr>
              <w:t xml:space="preserve"> </w:t>
            </w:r>
          </w:p>
        </w:tc>
      </w:tr>
      <w:tr w:rsidR="008D7E46" w:rsidRPr="001C76A3" w:rsidTr="009E62D4">
        <w:trPr>
          <w:trHeight w:val="2616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7E46" w:rsidRPr="001C76A3" w:rsidRDefault="008D7E46" w:rsidP="00CC687B">
            <w:pPr>
              <w:pStyle w:val="Titre7"/>
              <w:spacing w:before="60" w:after="60"/>
              <w:rPr>
                <w:rFonts w:ascii="Arial" w:hAnsi="Arial" w:cs="Arial"/>
                <w:noProof w:val="0"/>
                <w:sz w:val="20"/>
              </w:rPr>
            </w:pPr>
          </w:p>
          <w:p w:rsidR="007747A5" w:rsidRPr="001C76A3" w:rsidRDefault="007747A5" w:rsidP="007747A5">
            <w:pPr>
              <w:pStyle w:val="Corpsdetexte2"/>
              <w:rPr>
                <w:rFonts w:ascii="Arial" w:hAnsi="Arial" w:cs="Arial"/>
                <w:sz w:val="20"/>
                <w:szCs w:val="20"/>
              </w:rPr>
            </w:pPr>
            <w:r w:rsidRPr="001C76A3">
              <w:rPr>
                <w:rFonts w:ascii="Arial" w:hAnsi="Arial" w:cs="Arial"/>
                <w:sz w:val="20"/>
                <w:szCs w:val="20"/>
              </w:rPr>
              <w:t>Est acceptée la présente offre pour valoir acte d'engagement.</w:t>
            </w:r>
          </w:p>
          <w:p w:rsidR="007747A5" w:rsidRPr="001C76A3" w:rsidRDefault="007747A5" w:rsidP="007747A5">
            <w:pPr>
              <w:ind w:left="3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76A3">
              <w:rPr>
                <w:rFonts w:ascii="Arial" w:hAnsi="Arial" w:cs="Arial"/>
                <w:sz w:val="20"/>
                <w:szCs w:val="20"/>
              </w:rPr>
              <w:t>A ………………….., le……………………</w:t>
            </w:r>
          </w:p>
          <w:p w:rsidR="008D7E46" w:rsidRPr="001C76A3" w:rsidRDefault="008D7E46" w:rsidP="00CC68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7E46" w:rsidRPr="001C76A3" w:rsidTr="009E62D4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46" w:rsidRPr="001C76A3" w:rsidRDefault="008D7E46" w:rsidP="00CC687B">
            <w:pPr>
              <w:pStyle w:val="Titre7"/>
              <w:spacing w:before="60" w:after="60"/>
              <w:rPr>
                <w:rFonts w:ascii="Arial" w:hAnsi="Arial" w:cs="Arial"/>
                <w:noProof w:val="0"/>
                <w:sz w:val="20"/>
              </w:rPr>
            </w:pPr>
            <w:r w:rsidRPr="001C76A3">
              <w:rPr>
                <w:rFonts w:ascii="Arial" w:hAnsi="Arial" w:cs="Arial"/>
                <w:noProof w:val="0"/>
                <w:sz w:val="20"/>
              </w:rPr>
              <w:t>Notification du marché à l’attributaire</w:t>
            </w:r>
          </w:p>
        </w:tc>
      </w:tr>
      <w:tr w:rsidR="008D7E46" w:rsidRPr="001C76A3" w:rsidTr="009E62D4">
        <w:trPr>
          <w:trHeight w:val="90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46" w:rsidRPr="001C76A3" w:rsidRDefault="008D7E46" w:rsidP="00CC687B">
            <w:pPr>
              <w:rPr>
                <w:rFonts w:ascii="Arial" w:hAnsi="Arial" w:cs="Arial"/>
                <w:sz w:val="20"/>
                <w:szCs w:val="20"/>
              </w:rPr>
            </w:pPr>
          </w:p>
          <w:p w:rsidR="00DD1DED" w:rsidRPr="001C76A3" w:rsidRDefault="00E6024C" w:rsidP="00CC687B">
            <w:pPr>
              <w:pStyle w:val="Pieddepage"/>
              <w:tabs>
                <w:tab w:val="clear" w:pos="4536"/>
                <w:tab w:val="clear" w:pos="9072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Notification dématérialisée</w:t>
            </w:r>
            <w:r w:rsidR="009E62D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D1DED" w:rsidRPr="001C76A3" w:rsidRDefault="00DD1DED" w:rsidP="00DD1D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55387" w:rsidRDefault="00255387" w:rsidP="008D7E46">
      <w:pPr>
        <w:rPr>
          <w:rFonts w:ascii="Arial" w:hAnsi="Arial" w:cs="Arial"/>
          <w:sz w:val="20"/>
          <w:szCs w:val="20"/>
        </w:rPr>
      </w:pPr>
    </w:p>
    <w:p w:rsidR="00E6024C" w:rsidRDefault="00E6024C" w:rsidP="008D7E46">
      <w:pPr>
        <w:rPr>
          <w:rFonts w:ascii="Arial" w:hAnsi="Arial" w:cs="Arial"/>
          <w:sz w:val="20"/>
          <w:szCs w:val="20"/>
        </w:rPr>
      </w:pPr>
    </w:p>
    <w:p w:rsidR="00E6024C" w:rsidRDefault="00E6024C" w:rsidP="008D7E46">
      <w:pPr>
        <w:rPr>
          <w:rFonts w:ascii="Arial" w:hAnsi="Arial" w:cs="Arial"/>
          <w:sz w:val="20"/>
          <w:szCs w:val="20"/>
        </w:rPr>
      </w:pPr>
    </w:p>
    <w:p w:rsidR="00E6024C" w:rsidRDefault="00E6024C" w:rsidP="008D7E46">
      <w:pPr>
        <w:rPr>
          <w:rFonts w:ascii="Arial" w:hAnsi="Arial" w:cs="Arial"/>
          <w:sz w:val="20"/>
          <w:szCs w:val="20"/>
        </w:rPr>
      </w:pPr>
    </w:p>
    <w:tbl>
      <w:tblPr>
        <w:tblW w:w="9372" w:type="dxa"/>
        <w:tblInd w:w="-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72"/>
      </w:tblGrid>
      <w:tr w:rsidR="008D7E46" w:rsidRPr="001C76A3" w:rsidTr="009E62D4">
        <w:tc>
          <w:tcPr>
            <w:tcW w:w="9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1C76A3" w:rsidRDefault="008D7E46" w:rsidP="00680128">
            <w:pPr>
              <w:pStyle w:val="Titre8"/>
              <w:spacing w:before="60" w:after="60"/>
              <w:rPr>
                <w:rFonts w:ascii="Arial" w:hAnsi="Arial" w:cs="Arial"/>
                <w:sz w:val="20"/>
              </w:rPr>
            </w:pPr>
            <w:r w:rsidRPr="001C76A3">
              <w:rPr>
                <w:rFonts w:ascii="Arial" w:hAnsi="Arial" w:cs="Arial"/>
                <w:sz w:val="20"/>
              </w:rPr>
              <w:lastRenderedPageBreak/>
              <w:br w:type="page"/>
            </w:r>
            <w:r w:rsidRPr="00255387">
              <w:rPr>
                <w:rFonts w:ascii="Arial" w:hAnsi="Arial" w:cs="Arial"/>
                <w:sz w:val="20"/>
              </w:rPr>
              <w:t>ANNEXE N°</w:t>
            </w:r>
            <w:r w:rsidR="00E6024C">
              <w:rPr>
                <w:rFonts w:ascii="Arial" w:hAnsi="Arial" w:cs="Arial"/>
                <w:sz w:val="20"/>
              </w:rPr>
              <w:t>1</w:t>
            </w:r>
            <w:r w:rsidR="009E62D4">
              <w:rPr>
                <w:rFonts w:ascii="Arial" w:hAnsi="Arial" w:cs="Arial"/>
                <w:sz w:val="20"/>
              </w:rPr>
              <w:t xml:space="preserve"> : </w:t>
            </w:r>
            <w:r w:rsidRPr="00255387">
              <w:rPr>
                <w:rFonts w:ascii="Arial" w:hAnsi="Arial" w:cs="Arial"/>
                <w:sz w:val="20"/>
              </w:rPr>
              <w:t>À</w:t>
            </w:r>
            <w:r w:rsidRPr="001C76A3">
              <w:rPr>
                <w:rFonts w:ascii="Arial" w:hAnsi="Arial" w:cs="Arial"/>
                <w:sz w:val="20"/>
              </w:rPr>
              <w:t xml:space="preserve"> L’ACTE D’ENGAGEMENT</w:t>
            </w:r>
          </w:p>
        </w:tc>
      </w:tr>
    </w:tbl>
    <w:p w:rsidR="008D7E46" w:rsidRPr="001C76A3" w:rsidRDefault="008D7E46" w:rsidP="008D7E46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372" w:type="dxa"/>
        <w:tblInd w:w="-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72"/>
      </w:tblGrid>
      <w:tr w:rsidR="008D7E46" w:rsidRPr="001C76A3" w:rsidTr="009E62D4">
        <w:tc>
          <w:tcPr>
            <w:tcW w:w="9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1C76A3" w:rsidRDefault="008D7E46" w:rsidP="00CC687B">
            <w:pPr>
              <w:keepNext/>
              <w:spacing w:before="60" w:after="60"/>
              <w:jc w:val="center"/>
              <w:outlineLvl w:val="7"/>
              <w:rPr>
                <w:rFonts w:ascii="Arial" w:hAnsi="Arial" w:cs="Arial"/>
                <w:b/>
                <w:sz w:val="20"/>
                <w:szCs w:val="20"/>
              </w:rPr>
            </w:pPr>
            <w:r w:rsidRPr="001C76A3">
              <w:rPr>
                <w:rFonts w:ascii="Arial" w:hAnsi="Arial" w:cs="Arial"/>
                <w:b/>
                <w:sz w:val="20"/>
                <w:szCs w:val="20"/>
              </w:rPr>
              <w:t xml:space="preserve">DEMANDE D'ACCEPTATION D'UN SOUS-TRAITANT </w:t>
            </w:r>
            <w:r w:rsidRPr="001C76A3">
              <w:rPr>
                <w:rFonts w:ascii="Arial" w:hAnsi="Arial" w:cs="Arial"/>
                <w:b/>
                <w:sz w:val="20"/>
                <w:szCs w:val="20"/>
              </w:rPr>
              <w:br/>
              <w:t>ET DEMANDE D'AGREMENT DES CONDITIONS DE PAIEMENT DU CONTRAT DE SOUS-TRAITANCE</w:t>
            </w:r>
          </w:p>
        </w:tc>
      </w:tr>
    </w:tbl>
    <w:p w:rsidR="008D7E46" w:rsidRPr="001C76A3" w:rsidRDefault="008D7E46" w:rsidP="008D7E46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372" w:type="dxa"/>
        <w:tblInd w:w="-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72"/>
      </w:tblGrid>
      <w:tr w:rsidR="008D7E46" w:rsidRPr="001C76A3" w:rsidTr="009E62D4">
        <w:tc>
          <w:tcPr>
            <w:tcW w:w="9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1C76A3" w:rsidRDefault="008D7E46" w:rsidP="00CC687B">
            <w:pPr>
              <w:pStyle w:val="Titre8"/>
              <w:spacing w:before="60" w:after="60"/>
              <w:rPr>
                <w:rFonts w:ascii="Arial" w:hAnsi="Arial" w:cs="Arial"/>
                <w:sz w:val="20"/>
              </w:rPr>
            </w:pPr>
            <w:r w:rsidRPr="001C76A3">
              <w:rPr>
                <w:rFonts w:ascii="Arial" w:hAnsi="Arial" w:cs="Arial"/>
                <w:sz w:val="20"/>
              </w:rPr>
              <w:t>Nature des prestations sous-traitées</w:t>
            </w:r>
          </w:p>
        </w:tc>
      </w:tr>
      <w:tr w:rsidR="008D7E46" w:rsidRPr="001C76A3" w:rsidTr="009E62D4">
        <w:tc>
          <w:tcPr>
            <w:tcW w:w="9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1C76A3" w:rsidRDefault="008D7E46" w:rsidP="00CC687B">
            <w:pPr>
              <w:keepNext/>
              <w:spacing w:before="360" w:after="360"/>
              <w:jc w:val="center"/>
              <w:outlineLvl w:val="7"/>
              <w:rPr>
                <w:rFonts w:ascii="Arial" w:hAnsi="Arial" w:cs="Arial"/>
                <w:sz w:val="20"/>
                <w:szCs w:val="20"/>
              </w:rPr>
            </w:pPr>
            <w:r w:rsidRPr="001C76A3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…………………………………………………………………………….</w:t>
            </w:r>
          </w:p>
        </w:tc>
      </w:tr>
    </w:tbl>
    <w:p w:rsidR="008D7E46" w:rsidRPr="001C76A3" w:rsidRDefault="008D7E46" w:rsidP="008D7E46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338" w:type="dxa"/>
        <w:tblInd w:w="-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38"/>
      </w:tblGrid>
      <w:tr w:rsidR="008D7E46" w:rsidRPr="001C76A3" w:rsidTr="009E62D4">
        <w:tc>
          <w:tcPr>
            <w:tcW w:w="9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1C76A3" w:rsidRDefault="008D7E46" w:rsidP="00CC687B">
            <w:pPr>
              <w:pStyle w:val="Titre7"/>
              <w:widowControl w:val="0"/>
              <w:spacing w:before="60" w:after="60"/>
              <w:rPr>
                <w:rFonts w:ascii="Arial" w:hAnsi="Arial" w:cs="Arial"/>
                <w:bCs/>
                <w:sz w:val="20"/>
              </w:rPr>
            </w:pPr>
            <w:r w:rsidRPr="001C76A3">
              <w:rPr>
                <w:rFonts w:ascii="Arial" w:hAnsi="Arial" w:cs="Arial"/>
                <w:bCs/>
                <w:sz w:val="20"/>
              </w:rPr>
              <w:t>Comptable public assignataire des paiements</w:t>
            </w:r>
          </w:p>
        </w:tc>
      </w:tr>
      <w:tr w:rsidR="008D7E46" w:rsidRPr="001C76A3" w:rsidTr="009E62D4">
        <w:tc>
          <w:tcPr>
            <w:tcW w:w="9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854" w:rsidRPr="00BB2854" w:rsidRDefault="00BB2854" w:rsidP="00BB2854">
            <w:pPr>
              <w:widowControl w:val="0"/>
              <w:tabs>
                <w:tab w:val="left" w:pos="4111"/>
              </w:tabs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  <w:lang w:val="en-US" w:eastAsia="fr-FR"/>
              </w:rPr>
            </w:pPr>
            <w:r w:rsidRPr="00BB2854">
              <w:rPr>
                <w:rFonts w:ascii="Arial" w:eastAsia="Times New Roman" w:hAnsi="Arial" w:cs="Arial"/>
                <w:noProof/>
                <w:sz w:val="20"/>
                <w:szCs w:val="20"/>
                <w:lang w:val="en-US" w:eastAsia="fr-FR"/>
              </w:rPr>
              <w:t>Le directeur régional des finances publiques de la Réunion</w:t>
            </w:r>
          </w:p>
          <w:p w:rsidR="00BB2854" w:rsidRPr="00BB2854" w:rsidRDefault="00BB2854" w:rsidP="00BB2854">
            <w:pPr>
              <w:widowControl w:val="0"/>
              <w:tabs>
                <w:tab w:val="left" w:pos="4111"/>
              </w:tabs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  <w:lang w:val="en-US" w:eastAsia="fr-FR"/>
              </w:rPr>
            </w:pPr>
            <w:r w:rsidRPr="00BB2854">
              <w:rPr>
                <w:rFonts w:ascii="Arial" w:eastAsia="Times New Roman" w:hAnsi="Arial" w:cs="Arial"/>
                <w:noProof/>
                <w:sz w:val="20"/>
                <w:szCs w:val="20"/>
                <w:lang w:val="en-US" w:eastAsia="fr-FR"/>
              </w:rPr>
              <w:t>7, avenue André Malraux</w:t>
            </w:r>
          </w:p>
          <w:p w:rsidR="008D7E46" w:rsidRPr="001C76A3" w:rsidRDefault="00BB2854" w:rsidP="00BB285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854">
              <w:rPr>
                <w:rFonts w:ascii="Arial" w:eastAsia="Times New Roman" w:hAnsi="Arial" w:cs="Arial"/>
                <w:noProof/>
                <w:sz w:val="20"/>
                <w:szCs w:val="20"/>
                <w:lang w:val="en-US" w:eastAsia="fr-FR"/>
              </w:rPr>
              <w:t>97 705 SAINT DENIS Messag Cedex 9</w:t>
            </w:r>
          </w:p>
        </w:tc>
      </w:tr>
    </w:tbl>
    <w:p w:rsidR="00D22CAE" w:rsidRPr="001C76A3" w:rsidRDefault="00D22CAE" w:rsidP="00D22CAE">
      <w:pPr>
        <w:pStyle w:val="Titre2"/>
        <w:ind w:left="0"/>
        <w:rPr>
          <w:rFonts w:ascii="Arial" w:hAnsi="Arial" w:cs="Arial"/>
          <w:sz w:val="20"/>
        </w:rPr>
      </w:pPr>
      <w:r w:rsidRPr="001C76A3">
        <w:rPr>
          <w:rFonts w:ascii="Arial" w:hAnsi="Arial" w:cs="Arial"/>
          <w:sz w:val="20"/>
        </w:rPr>
        <w:t>1. Identité du sous-traitant</w:t>
      </w:r>
    </w:p>
    <w:p w:rsidR="00D22CAE" w:rsidRPr="001C76A3" w:rsidRDefault="00D22CAE" w:rsidP="00D22C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NOM, PRÉNOM, FONCTION :</w:t>
      </w:r>
    </w:p>
    <w:p w:rsidR="00D22CAE" w:rsidRPr="001C76A3" w:rsidRDefault="00D22CAE" w:rsidP="00D22CAE">
      <w:pPr>
        <w:pStyle w:val="Corpsdetexte"/>
        <w:shd w:val="clear" w:color="auto" w:fill="DBE5F1"/>
        <w:spacing w:before="240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D22CAE" w:rsidRPr="001C76A3" w:rsidRDefault="00D22CAE" w:rsidP="00D22CAE">
      <w:pPr>
        <w:jc w:val="both"/>
        <w:rPr>
          <w:rFonts w:ascii="Arial" w:hAnsi="Arial" w:cs="Arial"/>
          <w:b/>
          <w:sz w:val="20"/>
          <w:szCs w:val="20"/>
        </w:rPr>
      </w:pPr>
      <w:r w:rsidRPr="001C76A3">
        <w:rPr>
          <w:rFonts w:ascii="Arial" w:hAnsi="Arial" w:cs="Arial"/>
          <w:b/>
          <w:sz w:val="20"/>
          <w:szCs w:val="20"/>
        </w:rPr>
        <w:t>A compléter, au choix, selon la nature de l'opérateur économique :</w:t>
      </w:r>
    </w:p>
    <w:p w:rsidR="00D22CAE" w:rsidRPr="001C76A3" w:rsidRDefault="00D22CAE" w:rsidP="00D22C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120" w:after="120"/>
        <w:jc w:val="both"/>
        <w:rPr>
          <w:rFonts w:ascii="Arial" w:hAnsi="Arial" w:cs="Arial"/>
          <w:sz w:val="20"/>
          <w:szCs w:val="20"/>
          <w:shd w:val="pct20" w:color="auto" w:fill="FFFFFF"/>
        </w:rPr>
      </w:pPr>
      <w:r w:rsidRPr="001C76A3">
        <w:rPr>
          <w:rFonts w:ascii="Arial" w:hAnsi="Arial" w:cs="Arial"/>
          <w:sz w:val="20"/>
          <w:szCs w:val="20"/>
        </w:rPr>
        <w:t>Agissant en mon nom personnel domicilié à :</w:t>
      </w:r>
    </w:p>
    <w:p w:rsidR="00D22CAE" w:rsidRPr="001C76A3" w:rsidRDefault="00D22CAE" w:rsidP="00D22C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D22CAE" w:rsidRPr="001C76A3" w:rsidRDefault="00D22CAE" w:rsidP="00D22C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D22CAE" w:rsidRPr="001C76A3" w:rsidRDefault="00D22CAE" w:rsidP="00D22C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D22CAE" w:rsidRPr="001C76A3" w:rsidRDefault="00D22CAE" w:rsidP="00D22C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Téléphone : ………………………</w:t>
      </w:r>
    </w:p>
    <w:p w:rsidR="00D22CAE" w:rsidRPr="001C76A3" w:rsidRDefault="00D22CAE" w:rsidP="00D22C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Adresse e-mail : ………………………</w:t>
      </w:r>
    </w:p>
    <w:p w:rsidR="00D22CAE" w:rsidRPr="001C76A3" w:rsidRDefault="00D22CAE" w:rsidP="00D22CAE">
      <w:pPr>
        <w:pStyle w:val="Titre3"/>
        <w:keepNext w:val="0"/>
        <w:jc w:val="center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OU</w:t>
      </w:r>
    </w:p>
    <w:p w:rsidR="00D22CAE" w:rsidRPr="001C76A3" w:rsidRDefault="00D22CAE" w:rsidP="00D22CAE">
      <w:pPr>
        <w:rPr>
          <w:rFonts w:ascii="Arial" w:hAnsi="Arial" w:cs="Arial"/>
          <w:sz w:val="20"/>
          <w:szCs w:val="20"/>
          <w:lang w:eastAsia="fr-FR"/>
        </w:rPr>
      </w:pPr>
    </w:p>
    <w:p w:rsidR="00D22CAE" w:rsidRPr="001C76A3" w:rsidRDefault="00D22CAE" w:rsidP="00D22CAE">
      <w:pPr>
        <w:pStyle w:val="Corpsdetexte"/>
        <w:shd w:val="clear" w:color="auto" w:fill="DBE5F1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Agissant pour le nom et pour le compte de l'opérateur économique (intitulé complet et forme juridique de l'opérateur économique) :</w:t>
      </w:r>
    </w:p>
    <w:p w:rsidR="00D22CAE" w:rsidRPr="001C76A3" w:rsidRDefault="00D22CAE" w:rsidP="00D22C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D22CAE" w:rsidRPr="001C76A3" w:rsidRDefault="00D22CAE" w:rsidP="00D22C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D22CAE" w:rsidRPr="001C76A3" w:rsidRDefault="00D22CAE" w:rsidP="00D22C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Au capital de : ………………………………………………………………</w:t>
      </w:r>
    </w:p>
    <w:p w:rsidR="00D22CAE" w:rsidRPr="001C76A3" w:rsidRDefault="00D22CAE" w:rsidP="00D22C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Ayant son siège social à :</w:t>
      </w:r>
    </w:p>
    <w:p w:rsidR="00D22CAE" w:rsidRPr="001C76A3" w:rsidRDefault="00D22CAE" w:rsidP="00D22C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D22CAE" w:rsidRPr="001C76A3" w:rsidRDefault="00D22CAE" w:rsidP="00D22C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D22CAE" w:rsidRPr="001C76A3" w:rsidRDefault="00D22CAE" w:rsidP="00D22C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D22CAE" w:rsidRPr="001C76A3" w:rsidRDefault="00D22CAE" w:rsidP="00D22C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after="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lastRenderedPageBreak/>
        <w:t>Téléphone : ………………………</w:t>
      </w:r>
    </w:p>
    <w:p w:rsidR="00D22CAE" w:rsidRPr="001C76A3" w:rsidRDefault="00D22CAE" w:rsidP="00D22C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Adresse e-mail : ………………………</w:t>
      </w:r>
    </w:p>
    <w:p w:rsidR="00D22CAE" w:rsidRPr="001C76A3" w:rsidRDefault="00D22CAE" w:rsidP="00D22C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after="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N° SIRE</w:t>
      </w:r>
      <w:r w:rsidR="009E62D4">
        <w:rPr>
          <w:rFonts w:ascii="Arial" w:hAnsi="Arial" w:cs="Arial"/>
          <w:sz w:val="20"/>
          <w:szCs w:val="20"/>
        </w:rPr>
        <w:t>T</w:t>
      </w:r>
      <w:r w:rsidRPr="001C76A3">
        <w:rPr>
          <w:rFonts w:ascii="Arial" w:hAnsi="Arial" w:cs="Arial"/>
          <w:sz w:val="20"/>
          <w:szCs w:val="20"/>
        </w:rPr>
        <w:t xml:space="preserve"> : ………………………………………………………………</w:t>
      </w:r>
    </w:p>
    <w:p w:rsidR="00D22CAE" w:rsidRPr="001C76A3" w:rsidRDefault="00D22CAE" w:rsidP="00D22C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after="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N° du code d’activité économique principale (APE) : ………………………………………….</w:t>
      </w:r>
    </w:p>
    <w:p w:rsidR="00D22CAE" w:rsidRPr="001C76A3" w:rsidRDefault="00D22CAE" w:rsidP="008D7E46">
      <w:pPr>
        <w:pStyle w:val="Titre2"/>
        <w:ind w:left="0"/>
        <w:rPr>
          <w:rFonts w:ascii="Arial" w:hAnsi="Arial" w:cs="Arial"/>
          <w:sz w:val="20"/>
        </w:rPr>
      </w:pPr>
    </w:p>
    <w:p w:rsidR="008D7E46" w:rsidRPr="001C76A3" w:rsidRDefault="00D22CAE" w:rsidP="008D7E46">
      <w:pPr>
        <w:pStyle w:val="Titre2"/>
        <w:ind w:left="0"/>
        <w:rPr>
          <w:rFonts w:ascii="Arial" w:hAnsi="Arial" w:cs="Arial"/>
          <w:sz w:val="20"/>
        </w:rPr>
      </w:pPr>
      <w:r w:rsidRPr="001C76A3">
        <w:rPr>
          <w:rFonts w:ascii="Arial" w:hAnsi="Arial" w:cs="Arial"/>
          <w:sz w:val="20"/>
        </w:rPr>
        <w:t>2</w:t>
      </w:r>
      <w:r w:rsidR="008D7E46" w:rsidRPr="001C76A3">
        <w:rPr>
          <w:rFonts w:ascii="Arial" w:hAnsi="Arial" w:cs="Arial"/>
          <w:sz w:val="20"/>
        </w:rPr>
        <w:t>. Montant des prestations sous-traitées</w:t>
      </w:r>
    </w:p>
    <w:p w:rsidR="00D22CAE" w:rsidRPr="001C76A3" w:rsidRDefault="00D22CAE" w:rsidP="00D22CAE">
      <w:pPr>
        <w:jc w:val="both"/>
        <w:rPr>
          <w:rFonts w:ascii="Arial" w:hAnsi="Arial" w:cs="Arial"/>
          <w:sz w:val="20"/>
          <w:szCs w:val="20"/>
          <w:lang w:eastAsia="fr-FR"/>
        </w:rPr>
      </w:pPr>
      <w:r w:rsidRPr="001C76A3">
        <w:rPr>
          <w:rFonts w:ascii="Arial" w:hAnsi="Arial" w:cs="Arial"/>
          <w:sz w:val="20"/>
          <w:szCs w:val="20"/>
          <w:lang w:eastAsia="fr-FR"/>
        </w:rPr>
        <w:t xml:space="preserve">Dans le cas où le sous-traitant a droit au paiement direct, le montant des prestations sous-traitées indiqué ci-dessous, revalorisé le cas échéant par application de la formule de variation des prix indiquée </w:t>
      </w:r>
      <w:r w:rsidRPr="001C76A3">
        <w:rPr>
          <w:rFonts w:ascii="Arial" w:hAnsi="Arial" w:cs="Arial"/>
          <w:i/>
          <w:sz w:val="20"/>
          <w:szCs w:val="20"/>
          <w:lang w:eastAsia="fr-FR"/>
        </w:rPr>
        <w:t>infra</w:t>
      </w:r>
      <w:r w:rsidRPr="001C76A3">
        <w:rPr>
          <w:rFonts w:ascii="Arial" w:hAnsi="Arial" w:cs="Arial"/>
          <w:sz w:val="20"/>
          <w:szCs w:val="20"/>
          <w:lang w:eastAsia="fr-FR"/>
        </w:rPr>
        <w:t>, constitue le montant maximum des sommes à verser par paiement direct au sous-traitant.</w:t>
      </w:r>
    </w:p>
    <w:p w:rsidR="00D22CAE" w:rsidRPr="001C76A3" w:rsidRDefault="00D22CAE" w:rsidP="00D22CAE">
      <w:pPr>
        <w:jc w:val="both"/>
        <w:rPr>
          <w:rFonts w:ascii="Arial" w:hAnsi="Arial" w:cs="Arial"/>
          <w:sz w:val="20"/>
          <w:szCs w:val="20"/>
          <w:u w:val="single"/>
          <w:lang w:eastAsia="fr-FR"/>
        </w:rPr>
      </w:pPr>
      <w:r w:rsidRPr="001C76A3">
        <w:rPr>
          <w:rFonts w:ascii="Arial" w:hAnsi="Arial" w:cs="Arial"/>
          <w:sz w:val="20"/>
          <w:szCs w:val="20"/>
          <w:u w:val="single"/>
          <w:lang w:eastAsia="fr-FR"/>
        </w:rPr>
        <w:t>a)</w:t>
      </w:r>
      <w:r w:rsidRPr="001C76A3">
        <w:rPr>
          <w:rFonts w:ascii="Arial" w:hAnsi="Arial" w:cs="Arial"/>
          <w:bCs/>
          <w:sz w:val="20"/>
          <w:szCs w:val="20"/>
          <w:u w:val="single"/>
          <w:lang w:eastAsia="fr-FR"/>
        </w:rPr>
        <w:t xml:space="preserve"> Montant </w:t>
      </w:r>
      <w:r w:rsidRPr="001C76A3">
        <w:rPr>
          <w:rFonts w:ascii="Arial" w:hAnsi="Arial" w:cs="Arial"/>
          <w:sz w:val="20"/>
          <w:szCs w:val="20"/>
          <w:u w:val="single"/>
          <w:lang w:eastAsia="fr-FR"/>
        </w:rPr>
        <w:t>du contrat de sous-traitance dans le cas de prestations ne relevant pas du b) ci-dessous </w:t>
      </w:r>
    </w:p>
    <w:p w:rsidR="00D22CAE" w:rsidRPr="001C76A3" w:rsidRDefault="00D22CAE" w:rsidP="00D22CAE">
      <w:pPr>
        <w:numPr>
          <w:ilvl w:val="0"/>
          <w:numId w:val="3"/>
        </w:numPr>
        <w:spacing w:before="120" w:after="0" w:line="240" w:lineRule="auto"/>
        <w:ind w:left="924" w:hanging="35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1C76A3">
        <w:rPr>
          <w:rFonts w:ascii="Arial" w:eastAsia="Times New Roman" w:hAnsi="Arial" w:cs="Arial"/>
          <w:sz w:val="20"/>
          <w:szCs w:val="20"/>
          <w:lang w:eastAsia="fr-FR"/>
        </w:rPr>
        <w:t>Taux de la TVA : ………………………………….. .</w:t>
      </w:r>
    </w:p>
    <w:p w:rsidR="00D22CAE" w:rsidRPr="001C76A3" w:rsidRDefault="00D22CAE" w:rsidP="00D22CAE">
      <w:pPr>
        <w:numPr>
          <w:ilvl w:val="0"/>
          <w:numId w:val="3"/>
        </w:numPr>
        <w:spacing w:before="120" w:after="0" w:line="240" w:lineRule="auto"/>
        <w:ind w:left="924" w:hanging="35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1C76A3">
        <w:rPr>
          <w:rFonts w:ascii="Arial" w:eastAsia="Times New Roman" w:hAnsi="Arial" w:cs="Arial"/>
          <w:sz w:val="20"/>
          <w:szCs w:val="20"/>
          <w:lang w:eastAsia="fr-FR"/>
        </w:rPr>
        <w:t>Montant HT : ………………………….. .</w:t>
      </w:r>
    </w:p>
    <w:p w:rsidR="00D22CAE" w:rsidRPr="001C76A3" w:rsidRDefault="00D22CAE" w:rsidP="00D22CAE">
      <w:pPr>
        <w:numPr>
          <w:ilvl w:val="0"/>
          <w:numId w:val="3"/>
        </w:numPr>
        <w:spacing w:before="120" w:after="0" w:line="240" w:lineRule="auto"/>
        <w:ind w:left="924" w:hanging="35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1C76A3">
        <w:rPr>
          <w:rFonts w:ascii="Arial" w:eastAsia="Times New Roman" w:hAnsi="Arial" w:cs="Arial"/>
          <w:sz w:val="20"/>
          <w:szCs w:val="20"/>
          <w:lang w:eastAsia="fr-FR"/>
        </w:rPr>
        <w:t>Montant TTC : ………………………… .</w:t>
      </w:r>
    </w:p>
    <w:p w:rsidR="00D22CAE" w:rsidRDefault="00D22CAE" w:rsidP="00481FA0">
      <w:pPr>
        <w:spacing w:before="120" w:after="0" w:line="240" w:lineRule="auto"/>
        <w:ind w:left="924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771D4E" w:rsidRDefault="00771D4E" w:rsidP="00771D4E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 xml:space="preserve">b) Durée du contrat de sous-traitance en nombre de mois </w:t>
      </w:r>
    </w:p>
    <w:p w:rsidR="00771D4E" w:rsidRDefault="00771D4E" w:rsidP="00771D4E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ab/>
        <w:t>……mois</w:t>
      </w:r>
    </w:p>
    <w:p w:rsidR="00771D4E" w:rsidRPr="001C76A3" w:rsidRDefault="00771D4E" w:rsidP="00481FA0">
      <w:pPr>
        <w:spacing w:before="120" w:after="0" w:line="240" w:lineRule="auto"/>
        <w:ind w:left="924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2CAE" w:rsidRPr="001C76A3" w:rsidRDefault="00771D4E" w:rsidP="00D22CAE">
      <w:pPr>
        <w:jc w:val="both"/>
        <w:rPr>
          <w:rFonts w:ascii="Arial" w:hAnsi="Arial" w:cs="Arial"/>
          <w:sz w:val="20"/>
          <w:szCs w:val="20"/>
          <w:u w:val="single"/>
          <w:lang w:eastAsia="fr-FR"/>
        </w:rPr>
      </w:pPr>
      <w:r>
        <w:rPr>
          <w:rFonts w:ascii="Arial" w:hAnsi="Arial" w:cs="Arial"/>
          <w:sz w:val="20"/>
          <w:szCs w:val="20"/>
          <w:u w:val="single"/>
          <w:lang w:eastAsia="fr-FR"/>
        </w:rPr>
        <w:t>c</w:t>
      </w:r>
      <w:r w:rsidR="00D22CAE" w:rsidRPr="001C76A3">
        <w:rPr>
          <w:rFonts w:ascii="Arial" w:hAnsi="Arial" w:cs="Arial"/>
          <w:sz w:val="20"/>
          <w:szCs w:val="20"/>
          <w:u w:val="single"/>
          <w:lang w:eastAsia="fr-FR"/>
        </w:rPr>
        <w:t>) Montant du contrat de sous-traitance dans le cas de travaux sous-traités relevant du </w:t>
      </w:r>
      <w:hyperlink r:id="rId8" w:history="1">
        <w:r w:rsidR="00D22CAE" w:rsidRPr="001C76A3">
          <w:rPr>
            <w:rStyle w:val="Lienhypertexte"/>
            <w:rFonts w:ascii="Arial" w:hAnsi="Arial" w:cs="Arial"/>
            <w:bCs/>
            <w:sz w:val="20"/>
            <w:szCs w:val="20"/>
            <w:lang w:eastAsia="fr-FR"/>
          </w:rPr>
          <w:t>2 </w:t>
        </w:r>
        <w:r w:rsidR="00D22CAE" w:rsidRPr="001C76A3">
          <w:rPr>
            <w:rStyle w:val="Lienhypertexte"/>
            <w:rFonts w:ascii="Arial" w:hAnsi="Arial" w:cs="Arial"/>
            <w:bCs/>
            <w:i/>
            <w:sz w:val="20"/>
            <w:szCs w:val="20"/>
            <w:lang w:eastAsia="fr-FR"/>
          </w:rPr>
          <w:t>nonies</w:t>
        </w:r>
        <w:r w:rsidR="00D22CAE" w:rsidRPr="001C76A3">
          <w:rPr>
            <w:rStyle w:val="Lienhypertexte"/>
            <w:rFonts w:ascii="Arial" w:hAnsi="Arial" w:cs="Arial"/>
            <w:bCs/>
            <w:sz w:val="20"/>
            <w:szCs w:val="20"/>
            <w:lang w:eastAsia="fr-FR"/>
          </w:rPr>
          <w:t xml:space="preserve"> de l’article 283 du code général des impôts</w:t>
        </w:r>
      </w:hyperlink>
      <w:r w:rsidR="00D22CAE" w:rsidRPr="001C76A3">
        <w:rPr>
          <w:rFonts w:ascii="Arial" w:hAnsi="Arial" w:cs="Arial"/>
          <w:sz w:val="20"/>
          <w:szCs w:val="20"/>
          <w:u w:val="single"/>
          <w:lang w:eastAsia="fr-FR"/>
        </w:rPr>
        <w:t> :</w:t>
      </w:r>
    </w:p>
    <w:p w:rsidR="00D22CAE" w:rsidRPr="001C76A3" w:rsidRDefault="00D22CAE" w:rsidP="00481FA0">
      <w:pPr>
        <w:numPr>
          <w:ilvl w:val="0"/>
          <w:numId w:val="3"/>
        </w:numPr>
        <w:spacing w:before="120" w:after="0" w:line="240" w:lineRule="auto"/>
        <w:ind w:left="924" w:hanging="35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1C76A3">
        <w:rPr>
          <w:rFonts w:ascii="Arial" w:eastAsia="Times New Roman" w:hAnsi="Arial" w:cs="Arial"/>
          <w:sz w:val="20"/>
          <w:szCs w:val="20"/>
          <w:lang w:eastAsia="fr-FR"/>
        </w:rPr>
        <w:t>Taux de la TVA : auto-liquidation (la TVA est due par le titulaire) : ………. .</w:t>
      </w:r>
    </w:p>
    <w:p w:rsidR="00D22CAE" w:rsidRPr="001C76A3" w:rsidRDefault="00D22CAE" w:rsidP="00481FA0">
      <w:pPr>
        <w:numPr>
          <w:ilvl w:val="0"/>
          <w:numId w:val="3"/>
        </w:numPr>
        <w:spacing w:before="120" w:after="0" w:line="240" w:lineRule="auto"/>
        <w:ind w:left="924" w:hanging="35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1C76A3">
        <w:rPr>
          <w:rFonts w:ascii="Arial" w:eastAsia="Times New Roman" w:hAnsi="Arial" w:cs="Arial"/>
          <w:sz w:val="20"/>
          <w:szCs w:val="20"/>
          <w:lang w:eastAsia="fr-FR"/>
        </w:rPr>
        <w:t>Montant hors TVA : ………………………….. .</w:t>
      </w:r>
    </w:p>
    <w:p w:rsidR="008D7E46" w:rsidRPr="001C76A3" w:rsidRDefault="00481FA0" w:rsidP="008D7E46">
      <w:pPr>
        <w:pStyle w:val="Titre1"/>
        <w:spacing w:before="240"/>
        <w:rPr>
          <w:rFonts w:ascii="Arial" w:hAnsi="Arial" w:cs="Arial"/>
          <w:smallCaps w:val="0"/>
          <w:sz w:val="20"/>
        </w:rPr>
      </w:pPr>
      <w:r w:rsidRPr="001C76A3">
        <w:rPr>
          <w:rFonts w:ascii="Arial" w:hAnsi="Arial" w:cs="Arial"/>
          <w:smallCaps w:val="0"/>
          <w:sz w:val="20"/>
        </w:rPr>
        <w:t>3</w:t>
      </w:r>
      <w:r w:rsidR="008D7E46" w:rsidRPr="001C76A3">
        <w:rPr>
          <w:rFonts w:ascii="Arial" w:hAnsi="Arial" w:cs="Arial"/>
          <w:smallCaps w:val="0"/>
          <w:sz w:val="20"/>
        </w:rPr>
        <w:t>. Paiements</w:t>
      </w:r>
    </w:p>
    <w:p w:rsidR="002712A6" w:rsidRPr="001C76A3" w:rsidRDefault="002712A6" w:rsidP="00481FA0">
      <w:pPr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 xml:space="preserve">Le maître de l'ouvrage se libèrera des sommes dues au titre du présent marché en faisant porter le montant au crédit du/des compte(s) faisant l’objet du/des relevé(s) d’identité bancaire </w:t>
      </w:r>
      <w:r w:rsidR="00CA1DF3" w:rsidRPr="001C76A3">
        <w:rPr>
          <w:rFonts w:ascii="Arial" w:hAnsi="Arial" w:cs="Arial"/>
          <w:sz w:val="20"/>
          <w:szCs w:val="20"/>
        </w:rPr>
        <w:t>transmis à l’appui de l’offre, sous-réserve que le montant sous-traité mentionné à l’article 1 de la présente annexe soit supérieur ou égal à 10 % du montant total du marché fixé à l’article 2 de l’acte d’engagement.</w:t>
      </w:r>
    </w:p>
    <w:p w:rsidR="008D7E46" w:rsidRPr="001C76A3" w:rsidRDefault="00481FA0" w:rsidP="008D7E46">
      <w:pPr>
        <w:pStyle w:val="Titre1"/>
        <w:spacing w:before="240"/>
        <w:rPr>
          <w:rFonts w:ascii="Arial" w:hAnsi="Arial" w:cs="Arial"/>
          <w:smallCaps w:val="0"/>
          <w:sz w:val="20"/>
        </w:rPr>
      </w:pPr>
      <w:r w:rsidRPr="001C76A3">
        <w:rPr>
          <w:rFonts w:ascii="Arial" w:hAnsi="Arial" w:cs="Arial"/>
          <w:smallCaps w:val="0"/>
          <w:sz w:val="20"/>
        </w:rPr>
        <w:t>4</w:t>
      </w:r>
      <w:r w:rsidR="008D7E46" w:rsidRPr="001C76A3">
        <w:rPr>
          <w:rFonts w:ascii="Arial" w:hAnsi="Arial" w:cs="Arial"/>
          <w:smallCaps w:val="0"/>
          <w:sz w:val="20"/>
        </w:rPr>
        <w:t>. Conditions de paiements</w:t>
      </w:r>
    </w:p>
    <w:p w:rsidR="00CA1DF3" w:rsidRPr="001C76A3" w:rsidRDefault="008D7E46" w:rsidP="008D7E46">
      <w:pPr>
        <w:pStyle w:val="Corpsdetexte2"/>
        <w:spacing w:before="240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 xml:space="preserve">Le sous-traitant </w:t>
      </w:r>
      <w:r w:rsidR="00677B4C" w:rsidRPr="001C76A3">
        <w:rPr>
          <w:rFonts w:ascii="Arial" w:hAnsi="Arial" w:cs="Arial"/>
          <w:sz w:val="20"/>
          <w:szCs w:val="20"/>
        </w:rPr>
        <w:t>susmentionné</w:t>
      </w:r>
      <w:r w:rsidR="00CA1DF3" w:rsidRPr="001C76A3">
        <w:rPr>
          <w:rFonts w:ascii="Arial" w:hAnsi="Arial" w:cs="Arial"/>
          <w:sz w:val="20"/>
          <w:szCs w:val="20"/>
        </w:rPr>
        <w:t xml:space="preserve"> </w:t>
      </w:r>
      <w:r w:rsidRPr="001C76A3">
        <w:rPr>
          <w:rFonts w:ascii="Arial" w:hAnsi="Arial" w:cs="Arial"/>
          <w:sz w:val="20"/>
          <w:szCs w:val="20"/>
        </w:rPr>
        <w:t>:</w:t>
      </w:r>
    </w:p>
    <w:p w:rsidR="008D7E46" w:rsidRPr="001C76A3" w:rsidRDefault="008D7E46" w:rsidP="006A475A">
      <w:pPr>
        <w:ind w:left="18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  <w:bdr w:val="single" w:sz="4" w:space="0" w:color="auto"/>
          <w:shd w:val="clear" w:color="auto" w:fill="DBE5F1"/>
        </w:rPr>
        <w:t xml:space="preserve"> </w:t>
      </w:r>
      <w:r w:rsidR="006A475A" w:rsidRPr="001C76A3">
        <w:rPr>
          <w:rFonts w:ascii="Arial" w:hAnsi="Arial" w:cs="Arial"/>
          <w:sz w:val="20"/>
          <w:szCs w:val="20"/>
          <w:bdr w:val="single" w:sz="4" w:space="0" w:color="auto"/>
          <w:shd w:val="clear" w:color="auto" w:fill="DBE5F1"/>
        </w:rPr>
        <w:t xml:space="preserve">    </w:t>
      </w:r>
      <w:r w:rsidRPr="001C76A3">
        <w:rPr>
          <w:rFonts w:ascii="Arial" w:hAnsi="Arial" w:cs="Arial"/>
          <w:sz w:val="20"/>
          <w:szCs w:val="20"/>
        </w:rPr>
        <w:t xml:space="preserve">   refuse de percevoir l'avance prévue à </w:t>
      </w:r>
      <w:r w:rsidR="006A475A" w:rsidRPr="001C76A3">
        <w:rPr>
          <w:rFonts w:ascii="Arial" w:hAnsi="Arial" w:cs="Arial"/>
          <w:sz w:val="20"/>
          <w:szCs w:val="20"/>
        </w:rPr>
        <w:t xml:space="preserve">l'article </w:t>
      </w:r>
      <w:r w:rsidR="006A475A" w:rsidRPr="001C76A3">
        <w:rPr>
          <w:rFonts w:ascii="Arial" w:hAnsi="Arial" w:cs="Arial"/>
          <w:iCs/>
          <w:sz w:val="20"/>
          <w:szCs w:val="20"/>
        </w:rPr>
        <w:t>R.2191-3 du Code de la commande publique</w:t>
      </w:r>
      <w:r w:rsidR="006A475A" w:rsidRPr="001C76A3">
        <w:rPr>
          <w:rFonts w:ascii="Arial" w:hAnsi="Arial" w:cs="Arial"/>
          <w:b/>
          <w:i/>
          <w:sz w:val="20"/>
          <w:szCs w:val="20"/>
          <w:u w:val="single"/>
        </w:rPr>
        <w:t xml:space="preserve"> </w:t>
      </w:r>
      <w:r w:rsidRPr="001C76A3">
        <w:rPr>
          <w:rFonts w:ascii="Arial" w:hAnsi="Arial" w:cs="Arial"/>
          <w:b/>
          <w:i/>
          <w:sz w:val="20"/>
          <w:szCs w:val="20"/>
          <w:u w:val="single"/>
        </w:rPr>
        <w:t xml:space="preserve">(cocher </w:t>
      </w:r>
      <w:r w:rsidR="00936733" w:rsidRPr="001C76A3">
        <w:rPr>
          <w:rFonts w:ascii="Arial" w:hAnsi="Arial" w:cs="Arial"/>
          <w:b/>
          <w:i/>
          <w:sz w:val="20"/>
          <w:szCs w:val="20"/>
          <w:u w:val="single"/>
        </w:rPr>
        <w:t>en cas de refus</w:t>
      </w:r>
      <w:r w:rsidR="00CC12B8" w:rsidRPr="001C76A3">
        <w:rPr>
          <w:rFonts w:ascii="Arial" w:hAnsi="Arial" w:cs="Arial"/>
          <w:b/>
          <w:i/>
          <w:sz w:val="20"/>
          <w:szCs w:val="20"/>
          <w:u w:val="single"/>
        </w:rPr>
        <w:t>)</w:t>
      </w:r>
    </w:p>
    <w:p w:rsidR="008D7E46" w:rsidRPr="001C76A3" w:rsidRDefault="008D7E46" w:rsidP="008D7E46">
      <w:pPr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 xml:space="preserve">Modalités de calcul et de versement des avances : </w:t>
      </w:r>
      <w:r w:rsidRPr="001C76A3">
        <w:rPr>
          <w:rFonts w:ascii="Arial" w:hAnsi="Arial" w:cs="Arial"/>
          <w:sz w:val="20"/>
          <w:szCs w:val="20"/>
          <w:bdr w:val="single" w:sz="4" w:space="0" w:color="auto"/>
          <w:shd w:val="clear" w:color="auto" w:fill="DBE5F1"/>
        </w:rPr>
        <w:t>…………………………………………</w:t>
      </w:r>
    </w:p>
    <w:p w:rsidR="008D7E46" w:rsidRPr="001C76A3" w:rsidRDefault="008D7E46" w:rsidP="008D7E46">
      <w:pPr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 xml:space="preserve">Date (ou mois) d'établissement des prix : </w:t>
      </w:r>
      <w:r w:rsidRPr="001C76A3">
        <w:rPr>
          <w:rFonts w:ascii="Arial" w:hAnsi="Arial" w:cs="Arial"/>
          <w:sz w:val="20"/>
          <w:szCs w:val="20"/>
          <w:bdr w:val="single" w:sz="4" w:space="0" w:color="auto"/>
          <w:shd w:val="clear" w:color="auto" w:fill="DBE5F1"/>
        </w:rPr>
        <w:t>……………………………………………….…</w:t>
      </w:r>
    </w:p>
    <w:p w:rsidR="008D7E46" w:rsidRPr="001C76A3" w:rsidRDefault="008D7E46" w:rsidP="008D7E46">
      <w:pPr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 xml:space="preserve">Modalités de variation des prix : </w:t>
      </w:r>
      <w:r w:rsidRPr="001C76A3">
        <w:rPr>
          <w:rFonts w:ascii="Arial" w:hAnsi="Arial" w:cs="Arial"/>
          <w:sz w:val="20"/>
          <w:szCs w:val="20"/>
          <w:bdr w:val="single" w:sz="4" w:space="0" w:color="auto"/>
          <w:shd w:val="clear" w:color="auto" w:fill="DBE5F1"/>
        </w:rPr>
        <w:t>…</w:t>
      </w:r>
      <w:r w:rsidR="00936733" w:rsidRPr="001C76A3">
        <w:rPr>
          <w:rFonts w:ascii="Arial" w:hAnsi="Arial" w:cs="Arial"/>
          <w:sz w:val="20"/>
          <w:szCs w:val="20"/>
          <w:bdr w:val="single" w:sz="4" w:space="0" w:color="auto"/>
          <w:shd w:val="clear" w:color="auto" w:fill="DBE5F1"/>
        </w:rPr>
        <w:t>……………………….</w:t>
      </w:r>
      <w:r w:rsidRPr="001C76A3">
        <w:rPr>
          <w:rFonts w:ascii="Arial" w:hAnsi="Arial" w:cs="Arial"/>
          <w:sz w:val="20"/>
          <w:szCs w:val="20"/>
          <w:bdr w:val="single" w:sz="4" w:space="0" w:color="auto"/>
          <w:shd w:val="clear" w:color="auto" w:fill="DBE5F1"/>
        </w:rPr>
        <w:t>…</w:t>
      </w:r>
      <w:r w:rsidR="00936733" w:rsidRPr="001C76A3">
        <w:rPr>
          <w:rFonts w:ascii="Arial" w:hAnsi="Arial" w:cs="Arial"/>
          <w:sz w:val="20"/>
          <w:szCs w:val="20"/>
          <w:bdr w:val="single" w:sz="4" w:space="0" w:color="auto"/>
          <w:shd w:val="clear" w:color="auto" w:fill="DBE5F1"/>
        </w:rPr>
        <w:t xml:space="preserve"> </w:t>
      </w:r>
    </w:p>
    <w:p w:rsidR="008D7E46" w:rsidRPr="001C76A3" w:rsidRDefault="008D7E46" w:rsidP="008D7E46">
      <w:pPr>
        <w:jc w:val="both"/>
        <w:rPr>
          <w:rFonts w:ascii="Arial" w:hAnsi="Arial" w:cs="Arial"/>
          <w:sz w:val="20"/>
          <w:szCs w:val="20"/>
          <w:bdr w:val="single" w:sz="4" w:space="0" w:color="auto"/>
          <w:shd w:val="clear" w:color="auto" w:fill="FFFFCC"/>
        </w:rPr>
      </w:pPr>
      <w:r w:rsidRPr="001C76A3">
        <w:rPr>
          <w:rFonts w:ascii="Arial" w:hAnsi="Arial" w:cs="Arial"/>
          <w:sz w:val="20"/>
          <w:szCs w:val="20"/>
        </w:rPr>
        <w:t xml:space="preserve">Stipulations relatives aux détails, pénalités, primes, réfactions et retenues diverses : </w:t>
      </w:r>
      <w:r w:rsidRPr="001C76A3">
        <w:rPr>
          <w:rFonts w:ascii="Arial" w:hAnsi="Arial" w:cs="Arial"/>
          <w:sz w:val="20"/>
          <w:szCs w:val="20"/>
          <w:bdr w:val="single" w:sz="4" w:space="0" w:color="auto"/>
          <w:shd w:val="clear" w:color="auto" w:fill="DBE5F1"/>
        </w:rPr>
        <w:t>…</w:t>
      </w:r>
      <w:r w:rsidR="00936733" w:rsidRPr="001C76A3">
        <w:rPr>
          <w:rFonts w:ascii="Arial" w:hAnsi="Arial" w:cs="Arial"/>
          <w:sz w:val="20"/>
          <w:szCs w:val="20"/>
          <w:bdr w:val="single" w:sz="4" w:space="0" w:color="auto"/>
          <w:shd w:val="clear" w:color="auto" w:fill="DBE5F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r w:rsidRPr="001C76A3">
        <w:rPr>
          <w:rFonts w:ascii="Arial" w:hAnsi="Arial" w:cs="Arial"/>
          <w:sz w:val="20"/>
          <w:szCs w:val="20"/>
          <w:bdr w:val="single" w:sz="4" w:space="0" w:color="auto"/>
          <w:shd w:val="clear" w:color="auto" w:fill="DBE5F1"/>
        </w:rPr>
        <w:t>…</w:t>
      </w:r>
    </w:p>
    <w:p w:rsidR="00D22CAE" w:rsidRPr="001C76A3" w:rsidRDefault="00D22CAE" w:rsidP="008D7E46">
      <w:pPr>
        <w:jc w:val="both"/>
        <w:rPr>
          <w:rFonts w:ascii="Arial" w:hAnsi="Arial" w:cs="Arial"/>
          <w:sz w:val="20"/>
          <w:szCs w:val="20"/>
          <w:bdr w:val="single" w:sz="4" w:space="0" w:color="auto"/>
          <w:shd w:val="clear" w:color="auto" w:fill="FFFFCC"/>
        </w:rPr>
      </w:pPr>
    </w:p>
    <w:tbl>
      <w:tblPr>
        <w:tblW w:w="9279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79"/>
      </w:tblGrid>
      <w:tr w:rsidR="008D7E46" w:rsidRPr="001C76A3" w:rsidTr="00CC687B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1C76A3" w:rsidRDefault="008D7E46" w:rsidP="00CC687B">
            <w:pPr>
              <w:pStyle w:val="Titre7"/>
              <w:spacing w:before="60" w:after="60"/>
              <w:rPr>
                <w:rFonts w:ascii="Arial" w:hAnsi="Arial" w:cs="Arial"/>
                <w:bCs/>
                <w:noProof w:val="0"/>
                <w:sz w:val="20"/>
              </w:rPr>
            </w:pPr>
            <w:r w:rsidRPr="001C76A3">
              <w:rPr>
                <w:rFonts w:ascii="Arial" w:hAnsi="Arial" w:cs="Arial"/>
                <w:bCs/>
                <w:noProof w:val="0"/>
                <w:sz w:val="20"/>
              </w:rPr>
              <w:lastRenderedPageBreak/>
              <w:t>Signature de l’annexe à l’acte par l’opérateur économique recourant au sous-traitant</w:t>
            </w:r>
          </w:p>
        </w:tc>
      </w:tr>
      <w:tr w:rsidR="008D7E46" w:rsidRPr="001C76A3" w:rsidTr="00CC687B">
        <w:trPr>
          <w:trHeight w:val="65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1C76A3" w:rsidRDefault="008D7E46" w:rsidP="00CC68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76A3">
              <w:rPr>
                <w:rFonts w:ascii="Arial" w:hAnsi="Arial" w:cs="Arial"/>
                <w:sz w:val="20"/>
                <w:szCs w:val="20"/>
              </w:rPr>
              <w:br w:type="page"/>
              <w:t>Fait en un seul original, à…………………., le……………………</w:t>
            </w:r>
          </w:p>
          <w:p w:rsidR="008D7E46" w:rsidRPr="001C76A3" w:rsidRDefault="008D7E46" w:rsidP="00CC68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D7E46" w:rsidRPr="001C76A3" w:rsidRDefault="008D7E46" w:rsidP="00CC68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D7E46" w:rsidRPr="001C76A3" w:rsidRDefault="008D7E46" w:rsidP="00CC68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D7E46" w:rsidRPr="001C76A3" w:rsidRDefault="008D7E46" w:rsidP="00CC687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C76A3">
              <w:rPr>
                <w:rFonts w:ascii="Arial" w:hAnsi="Arial" w:cs="Arial"/>
                <w:i/>
                <w:iCs/>
                <w:sz w:val="20"/>
                <w:szCs w:val="20"/>
              </w:rPr>
              <w:t>Cachet et signature</w:t>
            </w:r>
          </w:p>
        </w:tc>
      </w:tr>
      <w:tr w:rsidR="008D7E46" w:rsidRPr="001C76A3" w:rsidTr="00CC687B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1C76A3" w:rsidRDefault="008D7E46" w:rsidP="00CC687B">
            <w:pPr>
              <w:pStyle w:val="Titre7"/>
              <w:spacing w:before="60" w:after="60"/>
              <w:rPr>
                <w:rFonts w:ascii="Arial" w:hAnsi="Arial" w:cs="Arial"/>
                <w:bCs/>
                <w:noProof w:val="0"/>
                <w:sz w:val="20"/>
              </w:rPr>
            </w:pPr>
            <w:r w:rsidRPr="001C76A3">
              <w:rPr>
                <w:rFonts w:ascii="Arial" w:hAnsi="Arial" w:cs="Arial"/>
                <w:bCs/>
                <w:noProof w:val="0"/>
                <w:sz w:val="20"/>
              </w:rPr>
              <w:t xml:space="preserve">Signature de l’annexe à l’acte par l’opérateur économique mandataire du groupement </w:t>
            </w:r>
            <w:r w:rsidRPr="001C76A3">
              <w:rPr>
                <w:rFonts w:ascii="Arial" w:hAnsi="Arial" w:cs="Arial"/>
                <w:bCs/>
                <w:noProof w:val="0"/>
                <w:sz w:val="20"/>
              </w:rPr>
              <w:br/>
              <w:t>(le cas échéant)</w:t>
            </w:r>
          </w:p>
        </w:tc>
      </w:tr>
      <w:tr w:rsidR="008D7E46" w:rsidRPr="001C76A3" w:rsidTr="00CC687B">
        <w:trPr>
          <w:trHeight w:val="387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1C76A3" w:rsidRDefault="008D7E46" w:rsidP="00CC68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76A3">
              <w:rPr>
                <w:rFonts w:ascii="Arial" w:hAnsi="Arial" w:cs="Arial"/>
                <w:sz w:val="20"/>
                <w:szCs w:val="20"/>
              </w:rPr>
              <w:br w:type="page"/>
              <w:t>Fait en un seul original, à …………………., le……………………</w:t>
            </w:r>
          </w:p>
          <w:p w:rsidR="008D7E46" w:rsidRPr="001C76A3" w:rsidRDefault="008D7E46" w:rsidP="00CC68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D7E46" w:rsidRPr="001C76A3" w:rsidRDefault="008D7E46" w:rsidP="00CC687B">
            <w:pPr>
              <w:rPr>
                <w:rFonts w:ascii="Arial" w:hAnsi="Arial" w:cs="Arial"/>
                <w:sz w:val="20"/>
                <w:szCs w:val="20"/>
              </w:rPr>
            </w:pPr>
          </w:p>
          <w:p w:rsidR="008D7E46" w:rsidRPr="001C76A3" w:rsidRDefault="008D7E46" w:rsidP="00CC687B">
            <w:pPr>
              <w:rPr>
                <w:rFonts w:ascii="Arial" w:hAnsi="Arial" w:cs="Arial"/>
                <w:sz w:val="20"/>
                <w:szCs w:val="20"/>
              </w:rPr>
            </w:pPr>
          </w:p>
          <w:p w:rsidR="008D7E46" w:rsidRPr="001C76A3" w:rsidRDefault="008D7E46" w:rsidP="00CC687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C76A3">
              <w:rPr>
                <w:rFonts w:ascii="Arial" w:hAnsi="Arial" w:cs="Arial"/>
                <w:i/>
                <w:iCs/>
                <w:sz w:val="20"/>
                <w:szCs w:val="20"/>
              </w:rPr>
              <w:t>Cachet et signature</w:t>
            </w:r>
          </w:p>
        </w:tc>
      </w:tr>
      <w:tr w:rsidR="008D7E46" w:rsidRPr="001C76A3" w:rsidTr="00CC687B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1C76A3" w:rsidRDefault="008D7E46" w:rsidP="00CC687B">
            <w:pPr>
              <w:pStyle w:val="Titre7"/>
              <w:spacing w:before="60" w:after="60"/>
              <w:rPr>
                <w:rFonts w:ascii="Arial" w:hAnsi="Arial" w:cs="Arial"/>
                <w:bCs/>
                <w:noProof w:val="0"/>
                <w:sz w:val="20"/>
              </w:rPr>
            </w:pPr>
            <w:r w:rsidRPr="001C76A3">
              <w:rPr>
                <w:rFonts w:ascii="Arial" w:hAnsi="Arial" w:cs="Arial"/>
                <w:bCs/>
                <w:noProof w:val="0"/>
                <w:sz w:val="20"/>
              </w:rPr>
              <w:t>Signature de l’annexe à l’acte par le sous-traitant</w:t>
            </w:r>
          </w:p>
        </w:tc>
      </w:tr>
      <w:tr w:rsidR="008D7E46" w:rsidRPr="001C76A3" w:rsidTr="00CC687B">
        <w:trPr>
          <w:trHeight w:val="861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1C76A3" w:rsidRDefault="008D7E46" w:rsidP="00CC68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76A3">
              <w:rPr>
                <w:rFonts w:ascii="Arial" w:hAnsi="Arial" w:cs="Arial"/>
                <w:sz w:val="20"/>
                <w:szCs w:val="20"/>
              </w:rPr>
              <w:br w:type="page"/>
              <w:t>Fait en un seul original, à …………………., le……………………</w:t>
            </w:r>
          </w:p>
          <w:p w:rsidR="008D7E46" w:rsidRPr="001C76A3" w:rsidRDefault="008D7E46" w:rsidP="00CC687B">
            <w:pPr>
              <w:pStyle w:val="Titre5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8D7E46" w:rsidRPr="001C76A3" w:rsidRDefault="008D7E46" w:rsidP="00CC687B">
            <w:pPr>
              <w:rPr>
                <w:rFonts w:ascii="Arial" w:hAnsi="Arial" w:cs="Arial"/>
                <w:sz w:val="20"/>
                <w:szCs w:val="20"/>
              </w:rPr>
            </w:pPr>
          </w:p>
          <w:p w:rsidR="008D7E46" w:rsidRPr="001C76A3" w:rsidRDefault="008D7E46" w:rsidP="00CC687B">
            <w:pPr>
              <w:pStyle w:val="Titre5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8D7E46" w:rsidRPr="001C76A3" w:rsidRDefault="008D7E46" w:rsidP="00CC687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C76A3">
              <w:rPr>
                <w:rFonts w:ascii="Arial" w:hAnsi="Arial" w:cs="Arial"/>
                <w:i/>
                <w:iCs/>
                <w:sz w:val="20"/>
                <w:szCs w:val="20"/>
              </w:rPr>
              <w:t>Cachet et signature</w:t>
            </w:r>
          </w:p>
        </w:tc>
      </w:tr>
    </w:tbl>
    <w:p w:rsidR="008D7E46" w:rsidRPr="001C76A3" w:rsidRDefault="008D7E46" w:rsidP="008D7E46">
      <w:pPr>
        <w:jc w:val="both"/>
        <w:rPr>
          <w:rFonts w:ascii="Arial" w:hAnsi="Arial" w:cs="Arial"/>
          <w:sz w:val="20"/>
          <w:szCs w:val="20"/>
        </w:rPr>
      </w:pPr>
    </w:p>
    <w:p w:rsidR="00C00EC5" w:rsidRPr="001C76A3" w:rsidRDefault="00C00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br w:type="page"/>
      </w:r>
    </w:p>
    <w:p w:rsidR="00C00EC5" w:rsidRPr="001C76A3" w:rsidRDefault="00680128" w:rsidP="00C00EC5">
      <w:pPr>
        <w:pStyle w:val="Titre8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60" w:after="60"/>
        <w:rPr>
          <w:rFonts w:ascii="Arial" w:hAnsi="Arial" w:cs="Arial"/>
          <w:sz w:val="20"/>
        </w:rPr>
      </w:pPr>
      <w:bookmarkStart w:id="1" w:name="_GoBack"/>
      <w:bookmarkEnd w:id="1"/>
      <w:r w:rsidRPr="009E62D4">
        <w:rPr>
          <w:rFonts w:ascii="Arial" w:hAnsi="Arial" w:cs="Arial"/>
          <w:sz w:val="20"/>
        </w:rPr>
        <w:lastRenderedPageBreak/>
        <w:t xml:space="preserve">ANNEXE N° </w:t>
      </w:r>
      <w:r w:rsidR="009E62D4" w:rsidRPr="009E62D4">
        <w:rPr>
          <w:rFonts w:ascii="Arial" w:hAnsi="Arial" w:cs="Arial"/>
          <w:sz w:val="20"/>
        </w:rPr>
        <w:t>2</w:t>
      </w:r>
      <w:r w:rsidR="00C00EC5" w:rsidRPr="009E62D4">
        <w:rPr>
          <w:rFonts w:ascii="Arial" w:hAnsi="Arial" w:cs="Arial"/>
          <w:sz w:val="20"/>
        </w:rPr>
        <w:t>: DESIGNATION</w:t>
      </w:r>
      <w:r w:rsidR="00C00EC5" w:rsidRPr="001C76A3">
        <w:rPr>
          <w:rFonts w:ascii="Arial" w:hAnsi="Arial" w:cs="Arial"/>
          <w:sz w:val="20"/>
        </w:rPr>
        <w:t xml:space="preserve"> DES CO-TRAITANTS ET REPARTITION DES PRESTATIONS</w:t>
      </w:r>
    </w:p>
    <w:p w:rsidR="00C00EC5" w:rsidRPr="001C76A3" w:rsidRDefault="00C00EC5" w:rsidP="00C00EC5">
      <w:pPr>
        <w:keepNext/>
        <w:spacing w:after="0" w:line="240" w:lineRule="auto"/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</w:pPr>
    </w:p>
    <w:p w:rsidR="00C00EC5" w:rsidRPr="001C76A3" w:rsidRDefault="00C00EC5" w:rsidP="00C00EC5">
      <w:pPr>
        <w:keepNext/>
        <w:spacing w:after="0" w:line="240" w:lineRule="auto"/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</w:pPr>
    </w:p>
    <w:tbl>
      <w:tblPr>
        <w:tblW w:w="0" w:type="dxa"/>
        <w:tblInd w:w="-116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3118"/>
        <w:gridCol w:w="1418"/>
        <w:gridCol w:w="708"/>
        <w:gridCol w:w="2115"/>
      </w:tblGrid>
      <w:tr w:rsidR="00C00EC5" w:rsidRPr="001C76A3" w:rsidTr="00C00EC5">
        <w:trPr>
          <w:trHeight w:val="387"/>
        </w:trPr>
        <w:tc>
          <w:tcPr>
            <w:tcW w:w="397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hideMark/>
          </w:tcPr>
          <w:p w:rsidR="00C00EC5" w:rsidRPr="001C76A3" w:rsidRDefault="00C00EC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Désignation de l’entreprise</w:t>
            </w:r>
          </w:p>
        </w:tc>
        <w:tc>
          <w:tcPr>
            <w:tcW w:w="3118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  <w:hideMark/>
          </w:tcPr>
          <w:p w:rsidR="00C00EC5" w:rsidRPr="001C76A3" w:rsidRDefault="00C00EC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Prestations concernées</w:t>
            </w:r>
          </w:p>
        </w:tc>
        <w:tc>
          <w:tcPr>
            <w:tcW w:w="14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hideMark/>
          </w:tcPr>
          <w:p w:rsidR="00C00EC5" w:rsidRPr="001C76A3" w:rsidRDefault="00C00EC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Montant H.T.</w:t>
            </w:r>
          </w:p>
        </w:tc>
        <w:tc>
          <w:tcPr>
            <w:tcW w:w="708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  <w:hideMark/>
          </w:tcPr>
          <w:p w:rsidR="00C00EC5" w:rsidRPr="001C76A3" w:rsidRDefault="00C00EC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Taux T.V.A.</w:t>
            </w: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hideMark/>
          </w:tcPr>
          <w:p w:rsidR="00C00EC5" w:rsidRPr="001C76A3" w:rsidRDefault="00C00EC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Montant T.T.C.</w:t>
            </w:r>
          </w:p>
        </w:tc>
      </w:tr>
      <w:tr w:rsidR="00C00EC5" w:rsidRPr="001C76A3" w:rsidTr="00C00EC5">
        <w:trPr>
          <w:trHeight w:val="217"/>
        </w:trPr>
        <w:tc>
          <w:tcPr>
            <w:tcW w:w="3970" w:type="dxa"/>
            <w:tcBorders>
              <w:top w:val="nil"/>
              <w:left w:val="single" w:sz="8" w:space="0" w:color="4BACC6"/>
              <w:bottom w:val="nil"/>
              <w:right w:val="single" w:sz="8" w:space="0" w:color="4BACC6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Dénomination sociale :</w:t>
            </w:r>
          </w:p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SIRET : ………………………….….Code APE…………</w:t>
            </w:r>
          </w:p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N° TVA intracommunautaire :</w:t>
            </w:r>
          </w:p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Adresse :</w:t>
            </w:r>
          </w:p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4BACC6"/>
              <w:bottom w:val="nil"/>
              <w:right w:val="single" w:sz="8" w:space="0" w:color="4BACC6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115" w:type="dxa"/>
            <w:tcBorders>
              <w:top w:val="nil"/>
              <w:left w:val="single" w:sz="8" w:space="0" w:color="4BACC6"/>
              <w:bottom w:val="nil"/>
              <w:right w:val="single" w:sz="8" w:space="0" w:color="4BACC6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C00EC5" w:rsidRPr="001C76A3" w:rsidTr="00C00EC5">
        <w:trPr>
          <w:trHeight w:val="218"/>
        </w:trPr>
        <w:tc>
          <w:tcPr>
            <w:tcW w:w="397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Dénomination sociale :</w:t>
            </w:r>
          </w:p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SIRET : ………………………….….Code APE…………</w:t>
            </w:r>
          </w:p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N° TVA intracommunautaire :</w:t>
            </w:r>
          </w:p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Adresse :</w:t>
            </w:r>
          </w:p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3118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8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C00EC5" w:rsidRPr="001C76A3" w:rsidTr="00C00EC5">
        <w:trPr>
          <w:trHeight w:val="217"/>
        </w:trPr>
        <w:tc>
          <w:tcPr>
            <w:tcW w:w="3970" w:type="dxa"/>
            <w:tcBorders>
              <w:top w:val="nil"/>
              <w:left w:val="single" w:sz="8" w:space="0" w:color="4BACC6"/>
              <w:bottom w:val="nil"/>
              <w:right w:val="single" w:sz="8" w:space="0" w:color="4BACC6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Dénomination sociale :</w:t>
            </w:r>
          </w:p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SIRET : ………………………….….Code APE…………</w:t>
            </w:r>
          </w:p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N° TVA intracommunautaire :</w:t>
            </w:r>
          </w:p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Adresse :</w:t>
            </w:r>
          </w:p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4BACC6"/>
              <w:bottom w:val="nil"/>
              <w:right w:val="single" w:sz="8" w:space="0" w:color="4BACC6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115" w:type="dxa"/>
            <w:tcBorders>
              <w:top w:val="nil"/>
              <w:left w:val="single" w:sz="8" w:space="0" w:color="4BACC6"/>
              <w:bottom w:val="nil"/>
              <w:right w:val="single" w:sz="8" w:space="0" w:color="4BACC6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C00EC5" w:rsidRPr="001C76A3" w:rsidTr="00C00EC5">
        <w:trPr>
          <w:trHeight w:val="218"/>
        </w:trPr>
        <w:tc>
          <w:tcPr>
            <w:tcW w:w="397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Dénomination sociale :</w:t>
            </w:r>
          </w:p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SIRET : ………………………….….Code APE…………</w:t>
            </w:r>
          </w:p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N° TVA intracommunautaire :</w:t>
            </w:r>
          </w:p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Adresse :</w:t>
            </w:r>
          </w:p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3118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8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C00EC5" w:rsidRPr="001C76A3" w:rsidTr="00C00EC5">
        <w:trPr>
          <w:trHeight w:val="218"/>
        </w:trPr>
        <w:tc>
          <w:tcPr>
            <w:tcW w:w="3970" w:type="dxa"/>
            <w:tcBorders>
              <w:top w:val="nil"/>
              <w:left w:val="single" w:sz="8" w:space="0" w:color="4BACC6"/>
              <w:bottom w:val="nil"/>
              <w:right w:val="single" w:sz="8" w:space="0" w:color="4BACC6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Dénomination sociale :</w:t>
            </w:r>
          </w:p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SIRET : ………………………….….Code APE…………</w:t>
            </w:r>
          </w:p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N° TVA intracommunautaire :</w:t>
            </w:r>
          </w:p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Adresse :</w:t>
            </w:r>
          </w:p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4BACC6"/>
              <w:bottom w:val="nil"/>
              <w:right w:val="single" w:sz="8" w:space="0" w:color="4BACC6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115" w:type="dxa"/>
            <w:tcBorders>
              <w:top w:val="nil"/>
              <w:left w:val="single" w:sz="8" w:space="0" w:color="4BACC6"/>
              <w:bottom w:val="nil"/>
              <w:right w:val="single" w:sz="8" w:space="0" w:color="4BACC6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C00EC5" w:rsidRPr="001C76A3" w:rsidTr="00C00EC5">
        <w:trPr>
          <w:trHeight w:val="546"/>
        </w:trPr>
        <w:tc>
          <w:tcPr>
            <w:tcW w:w="397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3118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  <w:hideMark/>
          </w:tcPr>
          <w:p w:rsidR="00C00EC5" w:rsidRPr="001C76A3" w:rsidRDefault="00C00EC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Totaux</w:t>
            </w:r>
          </w:p>
        </w:tc>
        <w:tc>
          <w:tcPr>
            <w:tcW w:w="14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8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</w:tbl>
    <w:p w:rsidR="00C00EC5" w:rsidRPr="001C76A3" w:rsidRDefault="00C00EC5" w:rsidP="00C00EC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2E4379" w:rsidRPr="001C76A3" w:rsidRDefault="002E4379">
      <w:pPr>
        <w:rPr>
          <w:rFonts w:ascii="Arial" w:hAnsi="Arial" w:cs="Arial"/>
          <w:sz w:val="20"/>
          <w:szCs w:val="20"/>
        </w:rPr>
      </w:pPr>
    </w:p>
    <w:sectPr w:rsidR="002E4379" w:rsidRPr="001C76A3" w:rsidSect="00E6024C">
      <w:footerReference w:type="even" r:id="rId9"/>
      <w:footerReference w:type="default" r:id="rId10"/>
      <w:pgSz w:w="11906" w:h="16838"/>
      <w:pgMar w:top="540" w:right="1418" w:bottom="1078" w:left="1418" w:header="709" w:footer="3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E71" w:rsidRDefault="00167E71">
      <w:pPr>
        <w:spacing w:after="0" w:line="240" w:lineRule="auto"/>
      </w:pPr>
      <w:r>
        <w:separator/>
      </w:r>
    </w:p>
  </w:endnote>
  <w:endnote w:type="continuationSeparator" w:id="0">
    <w:p w:rsidR="00167E71" w:rsidRDefault="00167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70C" w:rsidRDefault="00D8470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D8470C" w:rsidRDefault="00D8470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70C" w:rsidRPr="001C76A3" w:rsidRDefault="00D8470C">
    <w:pPr>
      <w:pStyle w:val="Pieddepage"/>
      <w:framePr w:wrap="around" w:vAnchor="text" w:hAnchor="margin" w:xAlign="right" w:y="1"/>
      <w:rPr>
        <w:rStyle w:val="Numrodepage"/>
        <w:rFonts w:ascii="Arial" w:hAnsi="Arial" w:cs="Arial"/>
        <w:sz w:val="16"/>
        <w:szCs w:val="16"/>
      </w:rPr>
    </w:pPr>
    <w:r w:rsidRPr="001C76A3">
      <w:rPr>
        <w:rStyle w:val="Numrodepage"/>
        <w:rFonts w:ascii="Arial" w:hAnsi="Arial" w:cs="Arial"/>
        <w:sz w:val="16"/>
        <w:szCs w:val="16"/>
      </w:rPr>
      <w:fldChar w:fldCharType="begin"/>
    </w:r>
    <w:r w:rsidRPr="001C76A3">
      <w:rPr>
        <w:rStyle w:val="Numrodepage"/>
        <w:rFonts w:ascii="Arial" w:hAnsi="Arial" w:cs="Arial"/>
        <w:sz w:val="16"/>
        <w:szCs w:val="16"/>
      </w:rPr>
      <w:instrText xml:space="preserve">PAGE  </w:instrText>
    </w:r>
    <w:r w:rsidRPr="001C76A3">
      <w:rPr>
        <w:rStyle w:val="Numrodepage"/>
        <w:rFonts w:ascii="Arial" w:hAnsi="Arial" w:cs="Arial"/>
        <w:sz w:val="16"/>
        <w:szCs w:val="16"/>
      </w:rPr>
      <w:fldChar w:fldCharType="separate"/>
    </w:r>
    <w:r w:rsidR="009E62D4">
      <w:rPr>
        <w:rStyle w:val="Numrodepage"/>
        <w:rFonts w:ascii="Arial" w:hAnsi="Arial" w:cs="Arial"/>
        <w:noProof/>
        <w:sz w:val="16"/>
        <w:szCs w:val="16"/>
      </w:rPr>
      <w:t>6</w:t>
    </w:r>
    <w:r w:rsidRPr="001C76A3">
      <w:rPr>
        <w:rStyle w:val="Numrodepage"/>
        <w:rFonts w:ascii="Arial" w:hAnsi="Arial" w:cs="Arial"/>
        <w:sz w:val="16"/>
        <w:szCs w:val="16"/>
      </w:rPr>
      <w:fldChar w:fldCharType="end"/>
    </w:r>
  </w:p>
  <w:p w:rsidR="00D8470C" w:rsidRDefault="00D8470C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E71" w:rsidRDefault="00167E71">
      <w:pPr>
        <w:spacing w:after="0" w:line="240" w:lineRule="auto"/>
      </w:pPr>
      <w:r>
        <w:separator/>
      </w:r>
    </w:p>
  </w:footnote>
  <w:footnote w:type="continuationSeparator" w:id="0">
    <w:p w:rsidR="00167E71" w:rsidRDefault="00167E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D6AFC2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AA605FC"/>
    <w:multiLevelType w:val="hybridMultilevel"/>
    <w:tmpl w:val="9594F94E"/>
    <w:lvl w:ilvl="0" w:tplc="09EADACE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B074D9C"/>
    <w:multiLevelType w:val="hybridMultilevel"/>
    <w:tmpl w:val="A2AC1284"/>
    <w:lvl w:ilvl="0" w:tplc="7B666236">
      <w:start w:val="1"/>
      <w:numFmt w:val="decimal"/>
      <w:pStyle w:val="Style1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C5003AB0"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activeWritingStyle w:appName="MSWord" w:lang="fr-FR" w:vendorID="64" w:dllVersion="131078" w:nlCheck="1" w:checkStyle="0"/>
  <w:activeWritingStyle w:appName="MSWord" w:lang="en-US" w:vendorID="64" w:dllVersion="131078" w:nlCheck="1" w:checkStyle="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B46"/>
    <w:rsid w:val="00015E34"/>
    <w:rsid w:val="00016312"/>
    <w:rsid w:val="00022634"/>
    <w:rsid w:val="00031856"/>
    <w:rsid w:val="00037121"/>
    <w:rsid w:val="0004225F"/>
    <w:rsid w:val="00067B67"/>
    <w:rsid w:val="0009071F"/>
    <w:rsid w:val="00095A49"/>
    <w:rsid w:val="000D6F73"/>
    <w:rsid w:val="000F6FB4"/>
    <w:rsid w:val="00110D0C"/>
    <w:rsid w:val="00144EBA"/>
    <w:rsid w:val="0015176A"/>
    <w:rsid w:val="001527BF"/>
    <w:rsid w:val="00166F2A"/>
    <w:rsid w:val="00167E71"/>
    <w:rsid w:val="00181061"/>
    <w:rsid w:val="0019595F"/>
    <w:rsid w:val="001B0D9D"/>
    <w:rsid w:val="001C3ACC"/>
    <w:rsid w:val="001C76A3"/>
    <w:rsid w:val="001D0DD4"/>
    <w:rsid w:val="00203F2F"/>
    <w:rsid w:val="00214BB5"/>
    <w:rsid w:val="00244770"/>
    <w:rsid w:val="00255387"/>
    <w:rsid w:val="002614A6"/>
    <w:rsid w:val="002712A6"/>
    <w:rsid w:val="00294EE8"/>
    <w:rsid w:val="002E4379"/>
    <w:rsid w:val="00301AF5"/>
    <w:rsid w:val="00321E3B"/>
    <w:rsid w:val="00324C99"/>
    <w:rsid w:val="00325734"/>
    <w:rsid w:val="0034246D"/>
    <w:rsid w:val="003922DD"/>
    <w:rsid w:val="003A1A2E"/>
    <w:rsid w:val="003F7D6E"/>
    <w:rsid w:val="004012A2"/>
    <w:rsid w:val="004012F9"/>
    <w:rsid w:val="00401B17"/>
    <w:rsid w:val="00402A1A"/>
    <w:rsid w:val="00406F3E"/>
    <w:rsid w:val="004104AF"/>
    <w:rsid w:val="00421A3E"/>
    <w:rsid w:val="00463E87"/>
    <w:rsid w:val="00466CBA"/>
    <w:rsid w:val="00471141"/>
    <w:rsid w:val="00481FA0"/>
    <w:rsid w:val="004D2254"/>
    <w:rsid w:val="004F3032"/>
    <w:rsid w:val="004F7FA6"/>
    <w:rsid w:val="00560E81"/>
    <w:rsid w:val="005926BF"/>
    <w:rsid w:val="005A1479"/>
    <w:rsid w:val="005C31DA"/>
    <w:rsid w:val="005E46B3"/>
    <w:rsid w:val="006022D6"/>
    <w:rsid w:val="00616E8A"/>
    <w:rsid w:val="00651685"/>
    <w:rsid w:val="00677B4C"/>
    <w:rsid w:val="00680128"/>
    <w:rsid w:val="00693BB6"/>
    <w:rsid w:val="00695F7D"/>
    <w:rsid w:val="006A475A"/>
    <w:rsid w:val="006C0FFE"/>
    <w:rsid w:val="006C2E5F"/>
    <w:rsid w:val="00707806"/>
    <w:rsid w:val="007214B0"/>
    <w:rsid w:val="00771D4E"/>
    <w:rsid w:val="007747A5"/>
    <w:rsid w:val="00777EAA"/>
    <w:rsid w:val="00794A85"/>
    <w:rsid w:val="007965A9"/>
    <w:rsid w:val="007A5AFF"/>
    <w:rsid w:val="007B436E"/>
    <w:rsid w:val="007C42C0"/>
    <w:rsid w:val="008305F1"/>
    <w:rsid w:val="0083357B"/>
    <w:rsid w:val="008372F5"/>
    <w:rsid w:val="00851A8F"/>
    <w:rsid w:val="00865332"/>
    <w:rsid w:val="00892DE3"/>
    <w:rsid w:val="008A7352"/>
    <w:rsid w:val="008B4DCC"/>
    <w:rsid w:val="008C05D7"/>
    <w:rsid w:val="008D7E46"/>
    <w:rsid w:val="009276E1"/>
    <w:rsid w:val="00934843"/>
    <w:rsid w:val="00936733"/>
    <w:rsid w:val="00952860"/>
    <w:rsid w:val="009E62D4"/>
    <w:rsid w:val="009E7DEE"/>
    <w:rsid w:val="009F5785"/>
    <w:rsid w:val="00A016AE"/>
    <w:rsid w:val="00A0569D"/>
    <w:rsid w:val="00A279A5"/>
    <w:rsid w:val="00A3017A"/>
    <w:rsid w:val="00A3656A"/>
    <w:rsid w:val="00A61925"/>
    <w:rsid w:val="00A665C2"/>
    <w:rsid w:val="00AA39AA"/>
    <w:rsid w:val="00AC0D33"/>
    <w:rsid w:val="00AD7803"/>
    <w:rsid w:val="00AF2446"/>
    <w:rsid w:val="00AF6A22"/>
    <w:rsid w:val="00B07991"/>
    <w:rsid w:val="00B1052F"/>
    <w:rsid w:val="00B23930"/>
    <w:rsid w:val="00B274C9"/>
    <w:rsid w:val="00B354F8"/>
    <w:rsid w:val="00B374B5"/>
    <w:rsid w:val="00B47248"/>
    <w:rsid w:val="00B73ACD"/>
    <w:rsid w:val="00B92D1B"/>
    <w:rsid w:val="00BB2854"/>
    <w:rsid w:val="00BD6E35"/>
    <w:rsid w:val="00BD78D8"/>
    <w:rsid w:val="00C00EC5"/>
    <w:rsid w:val="00C0452F"/>
    <w:rsid w:val="00C10E65"/>
    <w:rsid w:val="00C6249B"/>
    <w:rsid w:val="00C70E27"/>
    <w:rsid w:val="00CA1DF3"/>
    <w:rsid w:val="00CB1480"/>
    <w:rsid w:val="00CB30E4"/>
    <w:rsid w:val="00CB5D39"/>
    <w:rsid w:val="00CC12B8"/>
    <w:rsid w:val="00CC4D4B"/>
    <w:rsid w:val="00CC687B"/>
    <w:rsid w:val="00CD09FF"/>
    <w:rsid w:val="00CF2FE3"/>
    <w:rsid w:val="00CF7CCB"/>
    <w:rsid w:val="00D22BCF"/>
    <w:rsid w:val="00D22CAE"/>
    <w:rsid w:val="00D825EA"/>
    <w:rsid w:val="00D8470C"/>
    <w:rsid w:val="00DC3DD8"/>
    <w:rsid w:val="00DD0A75"/>
    <w:rsid w:val="00DD1DED"/>
    <w:rsid w:val="00DD4B46"/>
    <w:rsid w:val="00DD5551"/>
    <w:rsid w:val="00DE6982"/>
    <w:rsid w:val="00E06612"/>
    <w:rsid w:val="00E275DA"/>
    <w:rsid w:val="00E33E10"/>
    <w:rsid w:val="00E361A5"/>
    <w:rsid w:val="00E428BE"/>
    <w:rsid w:val="00E56679"/>
    <w:rsid w:val="00E6024C"/>
    <w:rsid w:val="00E91A10"/>
    <w:rsid w:val="00EA065C"/>
    <w:rsid w:val="00EA2530"/>
    <w:rsid w:val="00EB10B0"/>
    <w:rsid w:val="00F0184C"/>
    <w:rsid w:val="00F065F8"/>
    <w:rsid w:val="00F069BC"/>
    <w:rsid w:val="00F10F0F"/>
    <w:rsid w:val="00F120BE"/>
    <w:rsid w:val="00F25C65"/>
    <w:rsid w:val="00F32632"/>
    <w:rsid w:val="00F41BBA"/>
    <w:rsid w:val="00F41BCD"/>
    <w:rsid w:val="00F972F6"/>
    <w:rsid w:val="00FD1216"/>
    <w:rsid w:val="00FD22CA"/>
    <w:rsid w:val="00FE6468"/>
    <w:rsid w:val="00FE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FDC23"/>
  <w15:docId w15:val="{FA0790CF-142C-4BF3-AB5B-7CB5E7004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8D7E46"/>
    <w:pPr>
      <w:keepNext/>
      <w:spacing w:before="480" w:after="120" w:line="240" w:lineRule="auto"/>
      <w:jc w:val="both"/>
      <w:outlineLvl w:val="0"/>
    </w:pPr>
    <w:rPr>
      <w:rFonts w:ascii="Times New Roman" w:eastAsia="Times New Roman" w:hAnsi="Times New Roman"/>
      <w:b/>
      <w:smallCaps/>
      <w:noProof/>
      <w:szCs w:val="20"/>
      <w:u w:val="single"/>
      <w:shd w:val="clear" w:color="auto" w:fill="FFFFFF"/>
      <w:lang w:eastAsia="fr-FR"/>
    </w:rPr>
  </w:style>
  <w:style w:type="paragraph" w:styleId="Titre2">
    <w:name w:val="heading 2"/>
    <w:basedOn w:val="Normal"/>
    <w:next w:val="Normal"/>
    <w:link w:val="Titre2Car"/>
    <w:qFormat/>
    <w:rsid w:val="008D7E46"/>
    <w:pPr>
      <w:keepNext/>
      <w:spacing w:before="240" w:after="120" w:line="240" w:lineRule="auto"/>
      <w:ind w:left="284"/>
      <w:jc w:val="both"/>
      <w:outlineLvl w:val="1"/>
    </w:pPr>
    <w:rPr>
      <w:rFonts w:ascii="Times New Roman" w:eastAsia="Times New Roman" w:hAnsi="Times New Roman"/>
      <w:b/>
      <w:noProof/>
      <w:szCs w:val="20"/>
      <w:u w:val="single"/>
      <w:lang w:eastAsia="fr-FR"/>
    </w:rPr>
  </w:style>
  <w:style w:type="paragraph" w:styleId="Titre3">
    <w:name w:val="heading 3"/>
    <w:basedOn w:val="Normal"/>
    <w:next w:val="Normal"/>
    <w:link w:val="Titre3Car"/>
    <w:qFormat/>
    <w:rsid w:val="008D7E46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szCs w:val="24"/>
      <w:lang w:eastAsia="fr-FR"/>
    </w:rPr>
  </w:style>
  <w:style w:type="paragraph" w:styleId="Titre5">
    <w:name w:val="heading 5"/>
    <w:basedOn w:val="Normal"/>
    <w:next w:val="Normal"/>
    <w:link w:val="Titre5Car"/>
    <w:qFormat/>
    <w:rsid w:val="008D7E46"/>
    <w:pPr>
      <w:keepNext/>
      <w:spacing w:after="0" w:line="240" w:lineRule="auto"/>
      <w:ind w:left="7740"/>
      <w:jc w:val="both"/>
      <w:outlineLvl w:val="4"/>
    </w:pPr>
    <w:rPr>
      <w:rFonts w:ascii="Times New Roman" w:eastAsia="Times New Roman" w:hAnsi="Times New Roman"/>
      <w:i/>
      <w:iCs/>
      <w:sz w:val="16"/>
      <w:szCs w:val="24"/>
      <w:lang w:eastAsia="fr-FR"/>
    </w:rPr>
  </w:style>
  <w:style w:type="paragraph" w:styleId="Titre7">
    <w:name w:val="heading 7"/>
    <w:basedOn w:val="Normal"/>
    <w:next w:val="Normal"/>
    <w:link w:val="Titre7Car"/>
    <w:qFormat/>
    <w:rsid w:val="008D7E46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noProof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8D7E46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8D7E46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8D7E46"/>
    <w:rPr>
      <w:rFonts w:ascii="Times New Roman" w:eastAsia="Times New Roman" w:hAnsi="Times New Roman"/>
      <w:b/>
      <w:smallCaps/>
      <w:noProof/>
      <w:sz w:val="22"/>
      <w:u w:val="single"/>
    </w:rPr>
  </w:style>
  <w:style w:type="character" w:customStyle="1" w:styleId="Titre2Car">
    <w:name w:val="Titre 2 Car"/>
    <w:link w:val="Titre2"/>
    <w:rsid w:val="008D7E46"/>
    <w:rPr>
      <w:rFonts w:ascii="Times New Roman" w:eastAsia="Times New Roman" w:hAnsi="Times New Roman"/>
      <w:b/>
      <w:noProof/>
      <w:sz w:val="22"/>
      <w:u w:val="single"/>
    </w:rPr>
  </w:style>
  <w:style w:type="character" w:customStyle="1" w:styleId="Titre3Car">
    <w:name w:val="Titre 3 Car"/>
    <w:link w:val="Titre3"/>
    <w:uiPriority w:val="9"/>
    <w:rsid w:val="008D7E46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Titre5Car">
    <w:name w:val="Titre 5 Car"/>
    <w:link w:val="Titre5"/>
    <w:rsid w:val="008D7E46"/>
    <w:rPr>
      <w:rFonts w:ascii="Times New Roman" w:eastAsia="Times New Roman" w:hAnsi="Times New Roman"/>
      <w:i/>
      <w:iCs/>
      <w:sz w:val="16"/>
      <w:szCs w:val="24"/>
    </w:rPr>
  </w:style>
  <w:style w:type="character" w:customStyle="1" w:styleId="Titre7Car">
    <w:name w:val="Titre 7 Car"/>
    <w:link w:val="Titre7"/>
    <w:rsid w:val="008D7E46"/>
    <w:rPr>
      <w:rFonts w:ascii="Times New Roman" w:eastAsia="Times New Roman" w:hAnsi="Times New Roman"/>
      <w:b/>
      <w:noProof/>
      <w:sz w:val="22"/>
    </w:rPr>
  </w:style>
  <w:style w:type="character" w:customStyle="1" w:styleId="Titre8Car">
    <w:name w:val="Titre 8 Car"/>
    <w:link w:val="Titre8"/>
    <w:rsid w:val="008D7E46"/>
    <w:rPr>
      <w:rFonts w:ascii="Times New Roman" w:eastAsia="Times New Roman" w:hAnsi="Times New Roman"/>
      <w:b/>
      <w:sz w:val="22"/>
    </w:rPr>
  </w:style>
  <w:style w:type="character" w:customStyle="1" w:styleId="Titre9Car">
    <w:name w:val="Titre 9 Car"/>
    <w:link w:val="Titre9"/>
    <w:rsid w:val="008D7E46"/>
    <w:rPr>
      <w:rFonts w:ascii="Times New Roman" w:eastAsia="Times New Roman" w:hAnsi="Times New Roman"/>
      <w:b/>
      <w:sz w:val="24"/>
    </w:rPr>
  </w:style>
  <w:style w:type="paragraph" w:styleId="Titre">
    <w:name w:val="Title"/>
    <w:basedOn w:val="Normal"/>
    <w:link w:val="TitreCar"/>
    <w:qFormat/>
    <w:rsid w:val="008D7E46"/>
    <w:pPr>
      <w:spacing w:after="0" w:line="240" w:lineRule="auto"/>
      <w:jc w:val="center"/>
      <w:outlineLvl w:val="0"/>
    </w:pPr>
    <w:rPr>
      <w:rFonts w:ascii="Times New Roman" w:eastAsia="Times New Roman" w:hAnsi="Times New Roman"/>
      <w:b/>
      <w:szCs w:val="20"/>
      <w:lang w:eastAsia="fr-FR"/>
    </w:rPr>
  </w:style>
  <w:style w:type="character" w:customStyle="1" w:styleId="TitreCar">
    <w:name w:val="Titre Car"/>
    <w:link w:val="Titre"/>
    <w:rsid w:val="008D7E46"/>
    <w:rPr>
      <w:rFonts w:ascii="Times New Roman" w:eastAsia="Times New Roman" w:hAnsi="Times New Roman"/>
      <w:b/>
      <w:sz w:val="22"/>
    </w:rPr>
  </w:style>
  <w:style w:type="paragraph" w:styleId="Corpsdetexte">
    <w:name w:val="Body Text"/>
    <w:basedOn w:val="Normal"/>
    <w:link w:val="CorpsdetexteCar"/>
    <w:rsid w:val="008D7E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both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Car">
    <w:name w:val="Corps de texte Car"/>
    <w:link w:val="Corpsdetexte"/>
    <w:rsid w:val="008D7E46"/>
    <w:rPr>
      <w:rFonts w:ascii="Times New Roman" w:eastAsia="Times New Roman" w:hAnsi="Times New Roman"/>
      <w:sz w:val="22"/>
      <w:szCs w:val="24"/>
    </w:rPr>
  </w:style>
  <w:style w:type="paragraph" w:styleId="Corpsdetexte2">
    <w:name w:val="Body Text 2"/>
    <w:basedOn w:val="Normal"/>
    <w:link w:val="Corpsdetexte2Car"/>
    <w:rsid w:val="008D7E46"/>
    <w:pPr>
      <w:spacing w:after="0" w:line="240" w:lineRule="auto"/>
      <w:jc w:val="both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2Car">
    <w:name w:val="Corps de texte 2 Car"/>
    <w:link w:val="Corpsdetexte2"/>
    <w:rsid w:val="008D7E46"/>
    <w:rPr>
      <w:rFonts w:ascii="Times New Roman" w:eastAsia="Times New Roman" w:hAnsi="Times New Roman"/>
      <w:sz w:val="22"/>
      <w:szCs w:val="24"/>
    </w:rPr>
  </w:style>
  <w:style w:type="paragraph" w:styleId="Corpsdetexte3">
    <w:name w:val="Body Text 3"/>
    <w:basedOn w:val="Normal"/>
    <w:link w:val="Corpsdetexte3Car"/>
    <w:rsid w:val="008D7E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3Car">
    <w:name w:val="Corps de texte 3 Car"/>
    <w:link w:val="Corpsdetexte3"/>
    <w:rsid w:val="008D7E46"/>
    <w:rPr>
      <w:rFonts w:ascii="Times New Roman" w:eastAsia="Times New Roman" w:hAnsi="Times New Roman"/>
      <w:sz w:val="22"/>
      <w:szCs w:val="24"/>
    </w:rPr>
  </w:style>
  <w:style w:type="paragraph" w:styleId="Pieddepage">
    <w:name w:val="footer"/>
    <w:basedOn w:val="Normal"/>
    <w:link w:val="PieddepageCar"/>
    <w:rsid w:val="008D7E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PieddepageCar">
    <w:name w:val="Pied de page Car"/>
    <w:link w:val="Pieddepage"/>
    <w:rsid w:val="008D7E46"/>
    <w:rPr>
      <w:rFonts w:ascii="Times New Roman" w:eastAsia="Times New Roman" w:hAnsi="Times New Roman"/>
      <w:sz w:val="24"/>
      <w:szCs w:val="24"/>
    </w:rPr>
  </w:style>
  <w:style w:type="character" w:styleId="Numrodepage">
    <w:name w:val="page number"/>
    <w:basedOn w:val="Policepardfaut"/>
    <w:rsid w:val="008D7E46"/>
  </w:style>
  <w:style w:type="paragraph" w:styleId="En-tte">
    <w:name w:val="header"/>
    <w:basedOn w:val="Normal"/>
    <w:link w:val="En-tteCar"/>
    <w:rsid w:val="008D7E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En-tteCar">
    <w:name w:val="En-tête Car"/>
    <w:link w:val="En-tte"/>
    <w:rsid w:val="008D7E46"/>
    <w:rPr>
      <w:rFonts w:ascii="Times New Roman" w:eastAsia="Times New Roman" w:hAnsi="Times New Roman"/>
      <w:sz w:val="22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C6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CC687B"/>
    <w:rPr>
      <w:rFonts w:ascii="Tahoma" w:hAnsi="Tahoma" w:cs="Tahoma"/>
      <w:sz w:val="16"/>
      <w:szCs w:val="16"/>
      <w:lang w:eastAsia="en-US"/>
    </w:rPr>
  </w:style>
  <w:style w:type="paragraph" w:styleId="Rvision">
    <w:name w:val="Revision"/>
    <w:hidden/>
    <w:uiPriority w:val="99"/>
    <w:semiHidden/>
    <w:rsid w:val="007965A9"/>
    <w:rPr>
      <w:sz w:val="22"/>
      <w:szCs w:val="22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CB1480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rsid w:val="00CB1480"/>
    <w:rPr>
      <w:sz w:val="22"/>
      <w:szCs w:val="22"/>
      <w:lang w:eastAsia="en-US"/>
    </w:rPr>
  </w:style>
  <w:style w:type="character" w:styleId="Accentuation">
    <w:name w:val="Emphasis"/>
    <w:uiPriority w:val="20"/>
    <w:qFormat/>
    <w:rsid w:val="00CB1480"/>
    <w:rPr>
      <w:i/>
      <w:iCs/>
    </w:rPr>
  </w:style>
  <w:style w:type="paragraph" w:customStyle="1" w:styleId="Style1">
    <w:name w:val="Style1"/>
    <w:basedOn w:val="Titre1"/>
    <w:qFormat/>
    <w:rsid w:val="00865332"/>
    <w:pPr>
      <w:numPr>
        <w:numId w:val="1"/>
      </w:numPr>
      <w:pBdr>
        <w:top w:val="nil"/>
        <w:left w:val="nil"/>
        <w:bottom w:val="nil"/>
        <w:right w:val="nil"/>
        <w:between w:val="nil"/>
        <w:bar w:val="nil"/>
      </w:pBdr>
      <w:tabs>
        <w:tab w:val="num" w:pos="360"/>
      </w:tabs>
      <w:spacing w:before="0" w:after="0"/>
      <w:ind w:left="0" w:firstLine="0"/>
      <w:jc w:val="left"/>
    </w:pPr>
    <w:rPr>
      <w:bCs/>
      <w:caps/>
      <w:smallCaps w:val="0"/>
      <w:noProof w:val="0"/>
      <w:color w:val="000000"/>
      <w:sz w:val="24"/>
      <w:szCs w:val="24"/>
      <w:u w:val="none" w:color="000000"/>
      <w:bdr w:val="nil"/>
      <w:shd w:val="clear" w:color="auto" w:fill="auto"/>
    </w:rPr>
  </w:style>
  <w:style w:type="table" w:styleId="Grilledutableau">
    <w:name w:val="Table Grid"/>
    <w:basedOn w:val="TableauNormal"/>
    <w:uiPriority w:val="39"/>
    <w:rsid w:val="00B079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6FB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ansinterligne">
    <w:name w:val="No Spacing"/>
    <w:uiPriority w:val="1"/>
    <w:qFormat/>
    <w:rsid w:val="00D8470C"/>
    <w:pPr>
      <w:pBdr>
        <w:top w:val="nil"/>
        <w:left w:val="nil"/>
        <w:bottom w:val="nil"/>
        <w:right w:val="nil"/>
        <w:between w:val="nil"/>
        <w:bar w:val="nil"/>
      </w:pBdr>
    </w:pPr>
    <w:rPr>
      <w:rFonts w:cs="Calibri"/>
      <w:color w:val="000000"/>
      <w:sz w:val="22"/>
      <w:szCs w:val="22"/>
      <w:u w:color="000000"/>
      <w:bdr w:val="nil"/>
    </w:rPr>
  </w:style>
  <w:style w:type="character" w:styleId="Marquedecommentaire">
    <w:name w:val="annotation reference"/>
    <w:uiPriority w:val="99"/>
    <w:semiHidden/>
    <w:unhideWhenUsed/>
    <w:rsid w:val="009E7D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E7DE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9E7DEE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DEE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9E7DEE"/>
    <w:rPr>
      <w:b/>
      <w:bCs/>
      <w:lang w:eastAsia="en-US"/>
    </w:rPr>
  </w:style>
  <w:style w:type="character" w:styleId="Lienhypertexte">
    <w:name w:val="Hyperlink"/>
    <w:rsid w:val="00D22CAE"/>
    <w:rPr>
      <w:rFonts w:cs="Times New Roman"/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D22CAE"/>
    <w:rPr>
      <w:color w:val="954F72" w:themeColor="followedHyperlink"/>
      <w:u w:val="single"/>
    </w:rPr>
  </w:style>
  <w:style w:type="paragraph" w:styleId="Listepuces">
    <w:name w:val="List Bullet"/>
    <w:basedOn w:val="Normal"/>
    <w:uiPriority w:val="99"/>
    <w:unhideWhenUsed/>
    <w:rsid w:val="00680128"/>
    <w:pPr>
      <w:numPr>
        <w:numId w:val="5"/>
      </w:numPr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7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gifrance.gouv.fr/affichCodeArticle.do?idArticle=LEGIARTI000028418301&amp;cidTexte=LEGITEXT00000606957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.zilio\Desktop\Remettre%20sur%20r&#233;seau\PROCEDURES%20SAI%20ent&#234;te%20DID%20SDS%20-%20FZ\2%20-%20Mod&#232;le%20March&#233;%20Travaux\AE%20Travaux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4BB4B-F306-4430-899A-FBFC670CD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Travaux</Template>
  <TotalTime>0</TotalTime>
  <Pages>10</Pages>
  <Words>2161</Words>
  <Characters>11887</Characters>
  <Application>Microsoft Office Word</Application>
  <DocSecurity>0</DocSecurity>
  <Lines>99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ZILIO Fabienne ADJ ADM PAL 2CL AE</dc:creator>
  <cp:keywords/>
  <cp:lastModifiedBy>DELETTRE Marion INGE CIVI DEFE</cp:lastModifiedBy>
  <cp:revision>2</cp:revision>
  <cp:lastPrinted>2019-01-17T14:24:00Z</cp:lastPrinted>
  <dcterms:created xsi:type="dcterms:W3CDTF">2025-08-21T13:07:00Z</dcterms:created>
  <dcterms:modified xsi:type="dcterms:W3CDTF">2025-08-21T13:07:00Z</dcterms:modified>
</cp:coreProperties>
</file>