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2311C3">
        <w:rPr>
          <w:rFonts w:ascii="Arial" w:eastAsia="Trebuchet MS" w:hAnsi="Arial" w:cs="Arial"/>
          <w:b/>
          <w:color w:val="000000"/>
          <w:sz w:val="20"/>
          <w:szCs w:val="20"/>
        </w:rPr>
        <w:t xml:space="preserve">POUR LE REMPLACEMENT </w:t>
      </w:r>
      <w:r w:rsidR="00156F64">
        <w:rPr>
          <w:rFonts w:ascii="Arial" w:eastAsia="Trebuchet MS" w:hAnsi="Arial" w:cs="Arial"/>
          <w:b/>
          <w:color w:val="000000"/>
          <w:sz w:val="20"/>
          <w:szCs w:val="20"/>
        </w:rPr>
        <w:t>PRODUCTION DE FROID UCP – SITE GABRIEL MONTPIED</w:t>
      </w:r>
      <w:r w:rsidR="002311C3"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</w:p>
    <w:p w:rsidR="002311C3" w:rsidRDefault="00156F64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>6- UCP-16539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Numéro de procédure 25- GHTA-00</w:t>
      </w:r>
      <w:r w:rsidR="00156F64">
        <w:rPr>
          <w:rFonts w:ascii="Arial" w:eastAsia="Trebuchet MS" w:hAnsi="Arial" w:cs="Arial"/>
          <w:b/>
          <w:color w:val="000000"/>
          <w:sz w:val="20"/>
          <w:szCs w:val="20"/>
        </w:rPr>
        <w:t>45</w:t>
      </w:r>
      <w:bookmarkStart w:id="0" w:name="_GoBack"/>
      <w:bookmarkEnd w:id="0"/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DA50A6">
        <w:rPr>
          <w:rFonts w:ascii="Calibri" w:hAnsi="Calibri" w:cs="Calibri"/>
          <w:b/>
          <w:caps/>
          <w:u w:val="single"/>
        </w:rPr>
        <w:t>facultative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156F64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156F64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56F64"/>
    <w:rsid w:val="0016690F"/>
    <w:rsid w:val="00167B79"/>
    <w:rsid w:val="0017579F"/>
    <w:rsid w:val="0018711B"/>
    <w:rsid w:val="001943FF"/>
    <w:rsid w:val="002007A9"/>
    <w:rsid w:val="002311C3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90BE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7FF91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8</TotalTime>
  <Pages>1</Pages>
  <Words>86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13</cp:revision>
  <cp:lastPrinted>2014-10-20T12:18:00Z</cp:lastPrinted>
  <dcterms:created xsi:type="dcterms:W3CDTF">2024-04-10T12:22:00Z</dcterms:created>
  <dcterms:modified xsi:type="dcterms:W3CDTF">2025-08-14T06:59:00Z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