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D6AF19B"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00EC34BD" w:rsidRPr="00EC34BD">
              <w:rPr>
                <w:sz w:val="28"/>
                <w:szCs w:val="28"/>
              </w:rPr>
              <w:t>2025-2506067001</w:t>
            </w:r>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253C65A6" w:rsidR="00EC76DA" w:rsidRPr="00EC76DA" w:rsidRDefault="00EC76DA" w:rsidP="00EC76DA">
      <w:pPr>
        <w:pStyle w:val="Corpsdetexte3"/>
        <w:jc w:val="both"/>
        <w:rPr>
          <w:b/>
          <w:sz w:val="20"/>
          <w:szCs w:val="20"/>
        </w:rPr>
      </w:pPr>
      <w:r w:rsidRPr="00EC76DA">
        <w:rPr>
          <w:b/>
          <w:sz w:val="20"/>
          <w:szCs w:val="20"/>
        </w:rPr>
        <w:t xml:space="preserve">N° d’identification unique du marché : </w:t>
      </w:r>
      <w:r w:rsidR="00EC34BD" w:rsidRPr="00EC34BD">
        <w:rPr>
          <w:b/>
          <w:sz w:val="20"/>
          <w:szCs w:val="20"/>
        </w:rPr>
        <w:t>202</w:t>
      </w:r>
      <w:r w:rsidR="00EC34BD">
        <w:rPr>
          <w:b/>
          <w:sz w:val="20"/>
          <w:szCs w:val="20"/>
        </w:rPr>
        <w:t>6</w:t>
      </w:r>
      <w:r w:rsidR="00EC34BD" w:rsidRPr="00EC34BD">
        <w:rPr>
          <w:b/>
          <w:sz w:val="20"/>
          <w:szCs w:val="20"/>
        </w:rPr>
        <w:t>-2506067001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0" w:name="Doc_principal"/>
      <w:r>
        <w:t>Objet de l’acte d’engagement</w:t>
      </w:r>
      <w:bookmarkStart w:id="1"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7B575754" w14:textId="14D4C785" w:rsidR="00042762" w:rsidRDefault="00EC34BD" w:rsidP="00D270CD">
      <w:pPr>
        <w:jc w:val="center"/>
        <w:rPr>
          <w:b/>
          <w:bCs/>
          <w:color w:val="2B3BB2" w:themeColor="accent1"/>
        </w:rPr>
      </w:pPr>
      <w:r w:rsidRPr="00EC34BD">
        <w:rPr>
          <w:b/>
          <w:bCs/>
          <w:color w:val="2B3BB2" w:themeColor="accent1"/>
        </w:rPr>
        <w:t>Supervision de Services d’Aide à Domicile dans le cadre d’une Etude Nationale de Coûts</w:t>
      </w:r>
      <w:r w:rsidR="00D270CD">
        <w:rPr>
          <w:b/>
          <w:bCs/>
          <w:color w:val="2B3BB2" w:themeColor="accent1"/>
        </w:rPr>
        <w:t xml:space="preserve"> </w:t>
      </w:r>
    </w:p>
    <w:p w14:paraId="41F6FB67" w14:textId="77777777" w:rsidR="00AE3821" w:rsidRPr="00042762" w:rsidRDefault="00AE3821" w:rsidP="00D270CD">
      <w:pPr>
        <w:jc w:val="center"/>
        <w:rPr>
          <w:b/>
          <w:bCs/>
          <w:color w:val="2B3BB2" w:themeColor="accent1"/>
        </w:rPr>
      </w:pPr>
    </w:p>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2" w:name="CaseACocher109"/>
      <w:r>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Pr>
          <w:rFonts w:ascii="Arial" w:hAnsi="Arial" w:cs="Arial"/>
          <w:color w:val="007ED5"/>
        </w:rPr>
        <w:fldChar w:fldCharType="end"/>
      </w:r>
      <w:bookmarkEnd w:id="2"/>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t>au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AE3821">
        <w:rPr>
          <w:rFonts w:ascii="Arial" w:hAnsi="Arial" w:cs="Arial"/>
        </w:rPr>
      </w:r>
      <w:r w:rsidR="00AE3821">
        <w:rPr>
          <w:rFonts w:ascii="Arial" w:hAnsi="Arial" w:cs="Arial"/>
        </w:rPr>
        <w:fldChar w:fldCharType="separate"/>
      </w:r>
      <w:r w:rsidRPr="0048660F">
        <w:rPr>
          <w:rFonts w:ascii="Arial" w:hAnsi="Arial" w:cs="Arial"/>
        </w:rPr>
        <w:fldChar w:fldCharType="end"/>
      </w:r>
      <w:r w:rsidRPr="0048660F">
        <w:rPr>
          <w:rFonts w:ascii="Arial" w:hAnsi="Arial" w:cs="Arial"/>
        </w:rPr>
        <w:tab/>
      </w:r>
      <w:r>
        <w:rPr>
          <w:rFonts w:ascii="Arial" w:hAnsi="Arial" w:cs="Arial"/>
        </w:rPr>
        <w:t xml:space="preserve">correspondant, pour les lots n°…….,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(l’acheteur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AE3821">
        <w:rPr>
          <w:rFonts w:ascii="Arial" w:hAnsi="Arial" w:cs="Arial"/>
          <w:strike/>
          <w:color w:val="007ED5"/>
        </w:rPr>
      </w:r>
      <w:r w:rsidR="00AE3821">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3" w:name="CaseACocher108"/>
      <w:r>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Pr>
          <w:rFonts w:ascii="Arial" w:hAnsi="Arial" w:cs="Arial"/>
          <w:color w:val="007ED5"/>
        </w:rPr>
        <w:fldChar w:fldCharType="end"/>
      </w:r>
      <w:bookmarkEnd w:id="3"/>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CC7E424" w14:textId="6EDFD470" w:rsidR="00C85B33" w:rsidRPr="00C85B33" w:rsidRDefault="00D96F91" w:rsidP="00E76233">
      <w:pPr>
        <w:pStyle w:val="fcase1ertab"/>
        <w:ind w:left="0" w:firstLine="0"/>
        <w:rPr>
          <w:rFonts w:asciiTheme="minorHAnsi" w:hAnsiTheme="minorHAnsi" w:cstheme="minorHAnsi"/>
          <w:i/>
          <w:iCs/>
        </w:rPr>
      </w:pPr>
      <w:r>
        <w:rPr>
          <w:rFonts w:ascii="Arial" w:hAnsi="Arial" w:cs="Arial"/>
          <w:b/>
        </w:rPr>
        <w:t>à exécuter les prestations demandées</w:t>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 xml:space="preserve">prix </w:t>
      </w:r>
      <w:r>
        <w:rPr>
          <w:rFonts w:ascii="Arial" w:hAnsi="Arial" w:cs="Arial"/>
          <w:b/>
        </w:rPr>
        <w:t xml:space="preserve">indiqués dans le bordereau des prix </w:t>
      </w:r>
      <w:r w:rsidR="00E76233">
        <w:rPr>
          <w:rFonts w:ascii="Arial" w:hAnsi="Arial" w:cs="Arial"/>
          <w:b/>
        </w:rPr>
        <w:t>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0"/>
          <w:bookmarkEnd w:id="1"/>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6D2BEE7" w14:textId="729044D8" w:rsidR="00A17070" w:rsidRDefault="00A17070" w:rsidP="00E76233">
      <w:pPr>
        <w:tabs>
          <w:tab w:val="left" w:pos="4536"/>
          <w:tab w:val="left" w:pos="6804"/>
        </w:tabs>
        <w:spacing w:before="240"/>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AE3821">
        <w:rPr>
          <w:rFonts w:ascii="Arial" w:eastAsia="Times New Roman" w:hAnsi="Arial" w:cs="Arial"/>
          <w:color w:val="007ED5"/>
          <w:kern w:val="0"/>
          <w:lang w:eastAsia="fr-FR"/>
          <w14:ligatures w14:val="none"/>
        </w:rPr>
      </w:r>
      <w:r w:rsidR="00AE3821">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AE3821">
        <w:rPr>
          <w:rFonts w:ascii="Arial" w:eastAsia="Times New Roman" w:hAnsi="Arial" w:cs="Arial"/>
          <w:color w:val="007ED5"/>
          <w:kern w:val="0"/>
          <w:lang w:eastAsia="fr-FR"/>
          <w14:ligatures w14:val="none"/>
        </w:rPr>
      </w:r>
      <w:r w:rsidR="00AE3821">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4EEF2B66" w:rsidR="00684A76" w:rsidRPr="00CA0ABE" w:rsidRDefault="00684A76" w:rsidP="00E76233">
      <w:pPr>
        <w:spacing w:before="240" w:after="240"/>
      </w:pPr>
      <w:r w:rsidRPr="00CA0ABE">
        <w:t xml:space="preserve">Le </w:t>
      </w:r>
      <w:r>
        <w:t>marché</w:t>
      </w:r>
      <w:r w:rsidRPr="00CA0ABE">
        <w:t xml:space="preserve"> est conclu pour une durée </w:t>
      </w:r>
      <w:r w:rsidR="008F26E1">
        <w:t>de 24 mois</w:t>
      </w:r>
      <w:r w:rsidRPr="00CA0ABE">
        <w:t xml:space="preserve"> à compter de sa date de notification</w:t>
      </w:r>
      <w:r w:rsidR="008F26E1">
        <w:t>, soit une campagne de supervision.</w:t>
      </w:r>
    </w:p>
    <w:p w14:paraId="6D59CF74" w14:textId="0FC14402"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EC34BD">
        <w:rPr>
          <w:rFonts w:ascii="Arial" w:hAnsi="Arial" w:cs="Arial"/>
          <w:color w:val="007ED5"/>
        </w:rPr>
        <w:fldChar w:fldCharType="begin">
          <w:ffData>
            <w:name w:val="CaseACocher111"/>
            <w:enabled/>
            <w:calcOnExit w:val="0"/>
            <w:checkBox>
              <w:sizeAuto/>
              <w:default w:val="1"/>
            </w:checkBox>
          </w:ffData>
        </w:fldChar>
      </w:r>
      <w:bookmarkStart w:id="4" w:name="CaseACocher111"/>
      <w:r w:rsidR="00EC34B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00EC34BD">
        <w:rPr>
          <w:rFonts w:ascii="Arial" w:hAnsi="Arial" w:cs="Arial"/>
          <w:color w:val="007ED5"/>
        </w:rPr>
        <w:fldChar w:fldCharType="end"/>
      </w:r>
      <w:bookmarkEnd w:id="4"/>
      <w:r>
        <w:rPr>
          <w:rFonts w:ascii="Arial" w:hAnsi="Arial" w:cs="Arial"/>
        </w:rPr>
        <w:t xml:space="preserve"> </w:t>
      </w:r>
      <w:r w:rsidRPr="00DE51DC">
        <w:rPr>
          <w:rFonts w:ascii="Arial" w:hAnsi="Arial" w:cs="Arial"/>
        </w:rPr>
        <w:t>NON</w:t>
      </w:r>
      <w:r w:rsidRPr="00DE51DC">
        <w:rPr>
          <w:rFonts w:ascii="Arial" w:hAnsi="Arial" w:cs="Arial"/>
        </w:rPr>
        <w:tab/>
      </w:r>
      <w:r w:rsidR="00EC34BD">
        <w:rPr>
          <w:rFonts w:ascii="Arial" w:hAnsi="Arial" w:cs="Arial"/>
          <w:color w:val="007ED5"/>
        </w:rPr>
        <w:fldChar w:fldCharType="begin">
          <w:ffData>
            <w:name w:val=""/>
            <w:enabled/>
            <w:calcOnExit w:val="0"/>
            <w:checkBox>
              <w:sizeAuto/>
              <w:default w:val="0"/>
            </w:checkBox>
          </w:ffData>
        </w:fldChar>
      </w:r>
      <w:r w:rsidR="00EC34B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00EC34BD">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AE3821">
        <w:rPr>
          <w:rFonts w:ascii="Arial" w:hAnsi="Arial" w:cs="Arial"/>
          <w:color w:val="007ED5"/>
          <w:sz w:val="20"/>
          <w:szCs w:val="20"/>
        </w:rPr>
      </w:r>
      <w:r w:rsidR="00AE3821">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AE3821">
        <w:rPr>
          <w:rFonts w:ascii="Arial" w:hAnsi="Arial" w:cs="Arial"/>
          <w:color w:val="007ED5"/>
          <w:sz w:val="20"/>
          <w:szCs w:val="20"/>
        </w:rPr>
      </w:r>
      <w:r w:rsidR="00AE3821">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86631F">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vAlign w:val="center"/>
          </w:tcPr>
          <w:p w14:paraId="0F4AF74F" w14:textId="77777777" w:rsidR="004472EE" w:rsidRPr="00DE51DC" w:rsidRDefault="004472EE" w:rsidP="0086631F">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lastRenderedPageBreak/>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5"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5"/>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AE3821">
        <w:rPr>
          <w:rFonts w:ascii="Arial" w:hAnsi="Arial" w:cs="Arial"/>
          <w:color w:val="007ED5"/>
        </w:rPr>
      </w:r>
      <w:r w:rsidR="00AE3821">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FCC7012" w:rsidR="00F323EC" w:rsidRDefault="00F323EC" w:rsidP="00F323EC">
      <w:pPr>
        <w:tabs>
          <w:tab w:val="left" w:pos="3402"/>
          <w:tab w:val="left" w:pos="6237"/>
          <w:tab w:val="left" w:pos="9072"/>
        </w:tabs>
        <w:rPr>
          <w:rFonts w:ascii="Arial" w:hAnsi="Arial" w:cs="Arial"/>
          <w:b/>
          <w:bCs/>
          <w:caps/>
        </w:rPr>
      </w:pPr>
    </w:p>
    <w:p w14:paraId="60F465F6" w14:textId="77777777" w:rsidR="0086631F" w:rsidRDefault="0086631F"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0CAD08D" w:rsidR="00F323EC" w:rsidRDefault="00F323EC" w:rsidP="00F323EC">
      <w:pPr>
        <w:rPr>
          <w:rFonts w:ascii="Arial" w:hAnsi="Arial" w:cs="Arial"/>
        </w:rPr>
      </w:pPr>
    </w:p>
    <w:p w14:paraId="2FAFA151" w14:textId="77777777" w:rsidR="0086631F" w:rsidRPr="00DE51DC" w:rsidRDefault="0086631F" w:rsidP="00F323EC">
      <w:pPr>
        <w:rPr>
          <w:rFonts w:ascii="Arial" w:hAnsi="Arial" w:cs="Arial"/>
        </w:rPr>
      </w:pPr>
    </w:p>
    <w:p w14:paraId="63E7370F" w14:textId="2D891BF8" w:rsidR="00F323EC" w:rsidRDefault="00EC34BD" w:rsidP="00F323EC">
      <w:pPr>
        <w:rPr>
          <w:rFonts w:ascii="Arial" w:hAnsi="Arial" w:cs="Arial"/>
        </w:rPr>
      </w:pPr>
      <w:r>
        <w:rPr>
          <w:rFonts w:ascii="Arial" w:hAnsi="Arial" w:cs="Arial"/>
        </w:rPr>
        <w:t>Le contrôleur budgétaire</w:t>
      </w:r>
    </w:p>
    <w:p w14:paraId="0002BACF" w14:textId="03C55625" w:rsidR="00EC34BD" w:rsidRDefault="00EC34BD" w:rsidP="00F323EC">
      <w:pPr>
        <w:rPr>
          <w:rFonts w:ascii="Arial" w:hAnsi="Arial" w:cs="Arial"/>
        </w:rPr>
      </w:pPr>
    </w:p>
    <w:p w14:paraId="44866CBC" w14:textId="0FA10E29" w:rsidR="00EC34BD" w:rsidRDefault="00EC34BD" w:rsidP="00F323EC">
      <w:pPr>
        <w:rPr>
          <w:rFonts w:ascii="Arial" w:hAnsi="Arial" w:cs="Arial"/>
        </w:rPr>
      </w:pPr>
    </w:p>
    <w:p w14:paraId="30A904C6" w14:textId="5F28FD83" w:rsidR="00BA32AD" w:rsidRDefault="00BA32AD" w:rsidP="00F323EC">
      <w:pPr>
        <w:rPr>
          <w:rFonts w:ascii="Arial" w:hAnsi="Arial" w:cs="Arial"/>
        </w:rPr>
      </w:pPr>
    </w:p>
    <w:p w14:paraId="429285C6" w14:textId="0A22C816" w:rsidR="00BA32AD" w:rsidRDefault="00BA32AD" w:rsidP="00F323EC">
      <w:pPr>
        <w:rPr>
          <w:rFonts w:ascii="Arial" w:hAnsi="Arial" w:cs="Arial"/>
        </w:rPr>
      </w:pPr>
    </w:p>
    <w:p w14:paraId="7362AE95" w14:textId="77777777" w:rsidR="00BA32AD" w:rsidRPr="00DE51DC" w:rsidRDefault="00BA32AD"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31484488" w14:textId="6FAE8CC4" w:rsidR="00F323EC" w:rsidRPr="00DE51DC" w:rsidRDefault="00F323EC" w:rsidP="00D270CD">
      <w:pPr>
        <w:tabs>
          <w:tab w:val="left" w:pos="4395"/>
          <w:tab w:val="left" w:pos="7371"/>
          <w:tab w:val="left" w:pos="7655"/>
        </w:tabs>
        <w:rPr>
          <w:rFonts w:ascii="Arial" w:hAnsi="Arial" w:cs="Arial"/>
        </w:rPr>
      </w:pPr>
      <w:r w:rsidRPr="00DE51DC">
        <w:rPr>
          <w:rFonts w:ascii="Arial" w:hAnsi="Arial" w:cs="Arial"/>
        </w:rPr>
        <w:tab/>
      </w:r>
      <w:r w:rsidR="00D270CD">
        <w:rPr>
          <w:rFonts w:ascii="Arial" w:hAnsi="Arial" w:cs="Arial"/>
        </w:rPr>
        <w:t>A Lyon,</w:t>
      </w: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sectPr w:rsidR="00D75466" w:rsidRPr="00DE51D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D89AC" w14:textId="4B440280"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EC34BD">
      <w:rPr>
        <w:b/>
        <w:sz w:val="20"/>
      </w:rPr>
      <w:t>2026-</w:t>
    </w:r>
    <w:r w:rsidR="00EC34BD" w:rsidRPr="00EC34BD">
      <w:rPr>
        <w:b/>
        <w:sz w:val="20"/>
      </w:rPr>
      <w:t>2506067001</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fldSimple w:instr="NUMPAGES  \* arabe  \* MERGEFORMAT">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AE3821"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EC34BD"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45pt;height:23.3pt" o:bullet="t">
        <v:imagedata r:id="rId1" o:title="HM_Puce Rouge"/>
      </v:shape>
    </w:pict>
  </w:numPicBullet>
  <w:numPicBullet w:numPicBulletId="1">
    <w:pict>
      <v:shape id="_x0000_i1027"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5"/>
  </w:num>
  <w:num w:numId="2">
    <w:abstractNumId w:val="8"/>
  </w:num>
  <w:num w:numId="3">
    <w:abstractNumId w:val="4"/>
  </w:num>
  <w:num w:numId="4">
    <w:abstractNumId w:val="10"/>
  </w:num>
  <w:num w:numId="5">
    <w:abstractNumId w:val="9"/>
  </w:num>
  <w:num w:numId="6">
    <w:abstractNumId w:val="5"/>
  </w:num>
  <w:num w:numId="7">
    <w:abstractNumId w:val="0"/>
  </w:num>
  <w:num w:numId="8">
    <w:abstractNumId w:val="2"/>
  </w:num>
  <w:num w:numId="9">
    <w:abstractNumId w:val="9"/>
  </w:num>
  <w:num w:numId="10">
    <w:abstractNumId w:val="1"/>
  </w:num>
  <w:num w:numId="11">
    <w:abstractNumId w:val="7"/>
  </w:num>
  <w:num w:numId="12">
    <w:abstractNumId w:val="9"/>
  </w:num>
  <w:num w:numId="13">
    <w:abstractNumId w:val="5"/>
  </w:num>
  <w:num w:numId="14">
    <w:abstractNumId w:val="5"/>
  </w:num>
  <w:num w:numId="15">
    <w:abstractNumId w:val="5"/>
  </w:num>
  <w:num w:numId="16">
    <w:abstractNumId w:val="12"/>
  </w:num>
  <w:num w:numId="17">
    <w:abstractNumId w:val="9"/>
  </w:num>
  <w:num w:numId="18">
    <w:abstractNumId w:val="9"/>
  </w:num>
  <w:num w:numId="19">
    <w:abstractNumId w:val="9"/>
  </w:num>
  <w:num w:numId="20">
    <w:abstractNumId w:val="5"/>
  </w:num>
  <w:num w:numId="21">
    <w:abstractNumId w:val="5"/>
  </w:num>
  <w:num w:numId="22">
    <w:abstractNumId w:val="9"/>
  </w:num>
  <w:num w:numId="23">
    <w:abstractNumId w:val="9"/>
  </w:num>
  <w:num w:numId="24">
    <w:abstractNumId w:val="6"/>
  </w:num>
  <w:num w:numId="25">
    <w:abstractNumId w:val="9"/>
  </w:num>
  <w:num w:numId="26">
    <w:abstractNumId w:val="9"/>
  </w:num>
  <w:num w:numId="27">
    <w:abstractNumId w:val="5"/>
  </w:num>
  <w:num w:numId="28">
    <w:abstractNumId w:val="5"/>
  </w:num>
  <w:num w:numId="29">
    <w:abstractNumId w:val="5"/>
  </w:num>
  <w:num w:numId="30">
    <w:abstractNumId w:val="5"/>
  </w:num>
  <w:num w:numId="31">
    <w:abstractNumId w:val="5"/>
  </w:num>
  <w:num w:numId="32">
    <w:abstractNumId w:val="5"/>
  </w:num>
  <w:num w:numId="33">
    <w:abstractNumId w:val="3"/>
  </w:num>
  <w:num w:numId="34">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35E3D"/>
    <w:rsid w:val="00042762"/>
    <w:rsid w:val="00053425"/>
    <w:rsid w:val="00087566"/>
    <w:rsid w:val="000C4C6D"/>
    <w:rsid w:val="000D0069"/>
    <w:rsid w:val="001207EE"/>
    <w:rsid w:val="00124AC5"/>
    <w:rsid w:val="001567D9"/>
    <w:rsid w:val="001B591C"/>
    <w:rsid w:val="001D324D"/>
    <w:rsid w:val="001E0324"/>
    <w:rsid w:val="0022697B"/>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B10DA"/>
    <w:rsid w:val="005C775F"/>
    <w:rsid w:val="005E1ACB"/>
    <w:rsid w:val="005E39F3"/>
    <w:rsid w:val="0061682B"/>
    <w:rsid w:val="006234E5"/>
    <w:rsid w:val="00641655"/>
    <w:rsid w:val="00646166"/>
    <w:rsid w:val="00647736"/>
    <w:rsid w:val="00654508"/>
    <w:rsid w:val="00655A10"/>
    <w:rsid w:val="00666987"/>
    <w:rsid w:val="0067675F"/>
    <w:rsid w:val="00676BA1"/>
    <w:rsid w:val="00682310"/>
    <w:rsid w:val="00684A76"/>
    <w:rsid w:val="006B5C7E"/>
    <w:rsid w:val="006E1D78"/>
    <w:rsid w:val="006E27BF"/>
    <w:rsid w:val="00702406"/>
    <w:rsid w:val="007270F6"/>
    <w:rsid w:val="007425BB"/>
    <w:rsid w:val="007A46E2"/>
    <w:rsid w:val="007B75E5"/>
    <w:rsid w:val="007E317D"/>
    <w:rsid w:val="007F1B2A"/>
    <w:rsid w:val="008027C3"/>
    <w:rsid w:val="0080313B"/>
    <w:rsid w:val="00805FAA"/>
    <w:rsid w:val="008124BD"/>
    <w:rsid w:val="00815B14"/>
    <w:rsid w:val="00844956"/>
    <w:rsid w:val="0086631F"/>
    <w:rsid w:val="00877117"/>
    <w:rsid w:val="00884CEF"/>
    <w:rsid w:val="00897467"/>
    <w:rsid w:val="008F0F07"/>
    <w:rsid w:val="008F26E1"/>
    <w:rsid w:val="008F2A13"/>
    <w:rsid w:val="009062F9"/>
    <w:rsid w:val="009175F0"/>
    <w:rsid w:val="009461CB"/>
    <w:rsid w:val="00966006"/>
    <w:rsid w:val="009968C5"/>
    <w:rsid w:val="009A23AB"/>
    <w:rsid w:val="009B2E6E"/>
    <w:rsid w:val="009B30EA"/>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AE3821"/>
    <w:rsid w:val="00B32F4C"/>
    <w:rsid w:val="00B4337C"/>
    <w:rsid w:val="00B507D7"/>
    <w:rsid w:val="00B637AA"/>
    <w:rsid w:val="00B64F18"/>
    <w:rsid w:val="00B77A38"/>
    <w:rsid w:val="00B92FB1"/>
    <w:rsid w:val="00BA32AD"/>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0F72"/>
    <w:rsid w:val="00CF1D3F"/>
    <w:rsid w:val="00CF260D"/>
    <w:rsid w:val="00CF48C1"/>
    <w:rsid w:val="00D00069"/>
    <w:rsid w:val="00D20879"/>
    <w:rsid w:val="00D23A75"/>
    <w:rsid w:val="00D265D9"/>
    <w:rsid w:val="00D270CD"/>
    <w:rsid w:val="00D33F3C"/>
    <w:rsid w:val="00D54C2A"/>
    <w:rsid w:val="00D75466"/>
    <w:rsid w:val="00D831B6"/>
    <w:rsid w:val="00D96F91"/>
    <w:rsid w:val="00DA27E1"/>
    <w:rsid w:val="00DA49B3"/>
    <w:rsid w:val="00DC7837"/>
    <w:rsid w:val="00DE72B9"/>
    <w:rsid w:val="00DF5C86"/>
    <w:rsid w:val="00E16B3D"/>
    <w:rsid w:val="00E27DE3"/>
    <w:rsid w:val="00E346C1"/>
    <w:rsid w:val="00E466AF"/>
    <w:rsid w:val="00E76233"/>
    <w:rsid w:val="00E919F7"/>
    <w:rsid w:val="00EA0AFE"/>
    <w:rsid w:val="00EA526E"/>
    <w:rsid w:val="00EC12A9"/>
    <w:rsid w:val="00EC34BD"/>
    <w:rsid w:val="00EC76DA"/>
    <w:rsid w:val="00F077FB"/>
    <w:rsid w:val="00F13DAD"/>
    <w:rsid w:val="00F27C26"/>
    <w:rsid w:val="00F323EC"/>
    <w:rsid w:val="00F33392"/>
    <w:rsid w:val="00F36D8B"/>
    <w:rsid w:val="00F41C2D"/>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5"/>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91</TotalTime>
  <Pages>6</Pages>
  <Words>1312</Words>
  <Characters>7217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34</cp:revision>
  <dcterms:created xsi:type="dcterms:W3CDTF">2024-02-12T09:06:00Z</dcterms:created>
  <dcterms:modified xsi:type="dcterms:W3CDTF">2025-09-04T07:44:00Z</dcterms:modified>
</cp:coreProperties>
</file>