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B9B3E" w14:textId="77777777" w:rsidR="005B697B" w:rsidRDefault="005B697B">
      <w:pPr>
        <w:pStyle w:val="Enttegche"/>
      </w:pPr>
      <w:bookmarkStart w:id="0" w:name="_Toc526222885"/>
      <w:bookmarkStart w:id="1" w:name="_Toc526222884"/>
      <w:bookmarkEnd w:id="0"/>
      <w:bookmarkEnd w:id="1"/>
    </w:p>
    <w:p w14:paraId="799F8558" w14:textId="77777777" w:rsidR="005B697B" w:rsidRDefault="005B697B">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5B697B" w14:paraId="3FE69EEB" w14:textId="77777777">
        <w:tc>
          <w:tcPr>
            <w:tcW w:w="4606" w:type="dxa"/>
            <w:tcMar>
              <w:top w:w="0" w:type="dxa"/>
              <w:left w:w="108" w:type="dxa"/>
              <w:bottom w:w="0" w:type="dxa"/>
              <w:right w:w="108" w:type="dxa"/>
            </w:tcMar>
          </w:tcPr>
          <w:p w14:paraId="77CB697E" w14:textId="77777777" w:rsidR="005B697B" w:rsidRDefault="0091585D">
            <w:pPr>
              <w:pStyle w:val="RedaliaNormal"/>
            </w:pPr>
            <w:r>
              <w:rPr>
                <w:rFonts w:cs="Calibri"/>
                <w:noProof/>
              </w:rPr>
              <w:drawing>
                <wp:inline distT="0" distB="0" distL="0" distR="0" wp14:anchorId="5A9AFAA2" wp14:editId="068E0367">
                  <wp:extent cx="1285920" cy="1162110"/>
                  <wp:effectExtent l="0" t="0" r="9480" b="0"/>
                  <wp:docPr id="882717283"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285920" cy="1162110"/>
                          </a:xfrm>
                          <a:prstGeom prst="rect">
                            <a:avLst/>
                          </a:prstGeom>
                          <a:noFill/>
                          <a:ln>
                            <a:noFill/>
                            <a:prstDash/>
                          </a:ln>
                        </pic:spPr>
                      </pic:pic>
                    </a:graphicData>
                  </a:graphic>
                </wp:inline>
              </w:drawing>
            </w:r>
          </w:p>
        </w:tc>
        <w:tc>
          <w:tcPr>
            <w:tcW w:w="4606" w:type="dxa"/>
            <w:tcMar>
              <w:top w:w="0" w:type="dxa"/>
              <w:left w:w="108" w:type="dxa"/>
              <w:bottom w:w="0" w:type="dxa"/>
              <w:right w:w="108" w:type="dxa"/>
            </w:tcMar>
          </w:tcPr>
          <w:p w14:paraId="519AEF99" w14:textId="77777777" w:rsidR="005B697B" w:rsidRDefault="0091585D">
            <w:pPr>
              <w:pStyle w:val="RedaliaNormal"/>
              <w:jc w:val="right"/>
            </w:pPr>
            <w:r>
              <w:rPr>
                <w:rFonts w:cs="Calibri"/>
                <w:noProof/>
              </w:rPr>
              <w:drawing>
                <wp:inline distT="0" distB="0" distL="0" distR="0" wp14:anchorId="11254523" wp14:editId="5DDA0476">
                  <wp:extent cx="1123889" cy="1276228"/>
                  <wp:effectExtent l="0" t="0" r="61" b="122"/>
                  <wp:docPr id="259245894"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0D6B6B26" w14:textId="77777777" w:rsidR="005B697B" w:rsidRDefault="005B697B">
      <w:pPr>
        <w:pStyle w:val="RedaliaNormal"/>
      </w:pPr>
    </w:p>
    <w:p w14:paraId="6CFA591C" w14:textId="77777777" w:rsidR="005B697B" w:rsidRDefault="005B697B">
      <w:pPr>
        <w:pStyle w:val="RedaliaNormal"/>
      </w:pPr>
    </w:p>
    <w:p w14:paraId="5B396BE0" w14:textId="77777777" w:rsidR="005B697B" w:rsidRDefault="005B697B">
      <w:pPr>
        <w:pStyle w:val="RedaliaNormal"/>
      </w:pPr>
    </w:p>
    <w:p w14:paraId="44EC4F02" w14:textId="77777777" w:rsidR="005B697B" w:rsidRDefault="0091585D">
      <w:pPr>
        <w:pStyle w:val="RedaliaNormal"/>
        <w:jc w:val="right"/>
      </w:pPr>
      <w:r>
        <w:t>Numéro de la consultation : 2025AC000086</w:t>
      </w:r>
    </w:p>
    <w:p w14:paraId="389FE960" w14:textId="77777777" w:rsidR="005B697B" w:rsidRDefault="005B697B">
      <w:pPr>
        <w:pStyle w:val="RedaliaNormal"/>
        <w:jc w:val="right"/>
      </w:pPr>
    </w:p>
    <w:p w14:paraId="69C8E60F" w14:textId="77777777" w:rsidR="005B697B" w:rsidRDefault="0091585D">
      <w:pPr>
        <w:pStyle w:val="RedaliaNormal"/>
        <w:jc w:val="right"/>
      </w:pPr>
      <w:r>
        <w:t>Numéro du Contrat : 2025AC000086</w:t>
      </w:r>
    </w:p>
    <w:p w14:paraId="5B2EB3A6" w14:textId="77777777" w:rsidR="005B697B" w:rsidRDefault="005B697B">
      <w:pPr>
        <w:pStyle w:val="RedaliaNormal"/>
        <w:jc w:val="right"/>
      </w:pPr>
    </w:p>
    <w:p w14:paraId="29AEDE38" w14:textId="77777777" w:rsidR="005B697B" w:rsidRDefault="0091585D">
      <w:pPr>
        <w:pStyle w:val="RedaliaNormal"/>
        <w:jc w:val="right"/>
      </w:pPr>
      <w:r>
        <w:t>Service :</w:t>
      </w:r>
    </w:p>
    <w:p w14:paraId="348FC7F0" w14:textId="77777777" w:rsidR="005B697B" w:rsidRDefault="0091585D">
      <w:pPr>
        <w:pStyle w:val="RedaliaNormal"/>
        <w:jc w:val="right"/>
      </w:pPr>
      <w:r>
        <w:t>66 - Service Transports et Mobilité</w:t>
      </w:r>
    </w:p>
    <w:p w14:paraId="0AF60181" w14:textId="77777777" w:rsidR="005B697B" w:rsidRDefault="005B697B">
      <w:pPr>
        <w:pStyle w:val="RedaliaNormal"/>
        <w:jc w:val="right"/>
      </w:pPr>
    </w:p>
    <w:p w14:paraId="1AA47800" w14:textId="5BD218CD" w:rsidR="005B697B" w:rsidRDefault="0091585D">
      <w:pPr>
        <w:pStyle w:val="RedaliaNormal"/>
        <w:jc w:val="right"/>
      </w:pPr>
      <w:r>
        <w:t xml:space="preserve">Montant maximal global : </w:t>
      </w:r>
      <w:r>
        <w:rPr>
          <w:b/>
          <w:bCs/>
        </w:rPr>
        <w:t>500 000 € TTC</w:t>
      </w:r>
    </w:p>
    <w:p w14:paraId="329C4C14" w14:textId="77777777" w:rsidR="005B697B" w:rsidRDefault="005B697B">
      <w:pPr>
        <w:pStyle w:val="RedaliaNormal"/>
      </w:pPr>
    </w:p>
    <w:p w14:paraId="311F57F5" w14:textId="77777777" w:rsidR="005B697B" w:rsidRDefault="005B697B">
      <w:pPr>
        <w:pStyle w:val="RedaliaNormal"/>
      </w:pPr>
    </w:p>
    <w:p w14:paraId="1A7E30CA" w14:textId="77777777" w:rsidR="005B697B" w:rsidRDefault="005B697B">
      <w:pPr>
        <w:pStyle w:val="RedaliaNormal"/>
        <w:pBdr>
          <w:top w:val="single" w:sz="4" w:space="1" w:color="000000"/>
          <w:left w:val="single" w:sz="4" w:space="1" w:color="000000"/>
          <w:bottom w:val="single" w:sz="4" w:space="1" w:color="000000"/>
          <w:right w:val="single" w:sz="4" w:space="1" w:color="000000"/>
        </w:pBdr>
        <w:shd w:val="clear" w:color="auto" w:fill="D9D9D9"/>
      </w:pPr>
    </w:p>
    <w:p w14:paraId="7622869A" w14:textId="77777777" w:rsidR="005B697B" w:rsidRDefault="0091585D">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ACTE D’ENGAGEMENT (AE)</w:t>
      </w:r>
    </w:p>
    <w:p w14:paraId="2592BE41" w14:textId="77777777" w:rsidR="005B697B" w:rsidRDefault="005B697B">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
    <w:p w14:paraId="09998448" w14:textId="77777777" w:rsidR="005B697B" w:rsidRDefault="0091585D">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Prestation d'assistance scientifique et technique pour l'animation des projets du programme ITTECOP 2025-2028</w:t>
      </w:r>
    </w:p>
    <w:p w14:paraId="61746844" w14:textId="77777777" w:rsidR="005B697B" w:rsidRDefault="005B697B">
      <w:pPr>
        <w:pStyle w:val="RedaliaNormal"/>
        <w:pBdr>
          <w:top w:val="single" w:sz="4" w:space="1" w:color="000000"/>
          <w:left w:val="single" w:sz="4" w:space="1" w:color="000000"/>
          <w:bottom w:val="single" w:sz="4" w:space="1" w:color="000000"/>
          <w:right w:val="single" w:sz="4" w:space="1" w:color="000000"/>
        </w:pBdr>
        <w:shd w:val="clear" w:color="auto" w:fill="D9D9D9"/>
        <w:jc w:val="center"/>
      </w:pPr>
    </w:p>
    <w:p w14:paraId="49D0D5B0" w14:textId="77777777" w:rsidR="005B697B" w:rsidRDefault="005B697B">
      <w:pPr>
        <w:pStyle w:val="RedaliaNormal"/>
      </w:pPr>
    </w:p>
    <w:p w14:paraId="6BA2AABC" w14:textId="77777777" w:rsidR="005B697B" w:rsidRDefault="005B697B">
      <w:pPr>
        <w:pStyle w:val="RedaliaNormal"/>
      </w:pPr>
    </w:p>
    <w:p w14:paraId="5A7CDA6B" w14:textId="77777777" w:rsidR="005B697B" w:rsidRDefault="005B697B">
      <w:pPr>
        <w:pStyle w:val="RedaliaNormal"/>
        <w:jc w:val="center"/>
        <w:rPr>
          <w:b/>
          <w:bCs/>
          <w:sz w:val="24"/>
          <w:szCs w:val="24"/>
        </w:rPr>
      </w:pPr>
    </w:p>
    <w:p w14:paraId="02D418E9" w14:textId="77777777" w:rsidR="005B697B" w:rsidRDefault="005B697B">
      <w:pPr>
        <w:pStyle w:val="RedaliaNormal"/>
        <w:pageBreakBefore/>
      </w:pPr>
    </w:p>
    <w:p w14:paraId="1DCC548D" w14:textId="77777777" w:rsidR="005B697B" w:rsidRDefault="0091585D">
      <w:pPr>
        <w:pStyle w:val="RdaliaTitreparagraphe"/>
      </w:pPr>
      <w:r>
        <w:t>Co-Acheteurs</w:t>
      </w:r>
    </w:p>
    <w:p w14:paraId="42D457A7" w14:textId="77777777" w:rsidR="005B697B" w:rsidRDefault="0091585D">
      <w:pPr>
        <w:pStyle w:val="RedaliaNormal"/>
      </w:pPr>
      <w:r>
        <w:rPr>
          <w:b/>
          <w:bCs/>
        </w:rPr>
        <w:t>L'Agence de l'Environnement et de la Maîtrise de l'Energie</w:t>
      </w:r>
      <w:r>
        <w:t>, établissement public de l'Etat à caractère industriel et commercial, régi par les articles L131-3 à L131-7 et R131-1 à R131-26 du code de l’environnement ayant son siège social :</w:t>
      </w:r>
    </w:p>
    <w:p w14:paraId="67337583" w14:textId="77777777" w:rsidR="005B697B" w:rsidRDefault="0091585D">
      <w:pPr>
        <w:pStyle w:val="RedaliaNormal"/>
      </w:pPr>
      <w:r>
        <w:t>20 Avenue du Grésillé – BP 90406 – 49004 ANGERS Cédex 01 inscrite au registre du commerce d’ANGERS sous le n° 385 290 309</w:t>
      </w:r>
    </w:p>
    <w:p w14:paraId="3C30063F" w14:textId="77777777" w:rsidR="005B697B" w:rsidRDefault="0091585D">
      <w:pPr>
        <w:pStyle w:val="RedaliaNormal"/>
      </w:pPr>
      <w:r>
        <w:t>représentée par Madame Patricia BLANC</w:t>
      </w:r>
    </w:p>
    <w:p w14:paraId="196C68B2" w14:textId="77777777" w:rsidR="005B697B" w:rsidRDefault="0091585D">
      <w:pPr>
        <w:pStyle w:val="RedaliaNormal"/>
      </w:pPr>
      <w:r>
        <w:t>agissant en qualité de Directrice générale déléguée</w:t>
      </w:r>
    </w:p>
    <w:p w14:paraId="6EF924EA" w14:textId="77777777" w:rsidR="005B697B" w:rsidRDefault="005B697B">
      <w:pPr>
        <w:pStyle w:val="RedaliaNormal"/>
      </w:pPr>
    </w:p>
    <w:p w14:paraId="670A244F" w14:textId="77777777" w:rsidR="005B697B" w:rsidRDefault="0091585D">
      <w:pPr>
        <w:pStyle w:val="RedaliaNormal"/>
      </w:pPr>
      <w:r>
        <w:t>ET les Co-acheteurs ci-après :</w:t>
      </w:r>
    </w:p>
    <w:p w14:paraId="0B1FDBEB" w14:textId="77777777" w:rsidR="005B697B" w:rsidRDefault="005B697B">
      <w:pPr>
        <w:pStyle w:val="RedaliaNormal"/>
      </w:pPr>
    </w:p>
    <w:p w14:paraId="60448B74" w14:textId="77777777" w:rsidR="005B697B" w:rsidRDefault="0091585D">
      <w:pPr>
        <w:pStyle w:val="RedaliaNormal"/>
        <w:rPr>
          <w:b/>
          <w:bCs/>
        </w:rPr>
      </w:pPr>
      <w:r>
        <w:rPr>
          <w:b/>
          <w:bCs/>
        </w:rPr>
        <w:t>Commissariat Général au Développement Durable (CGDD)</w:t>
      </w:r>
    </w:p>
    <w:p w14:paraId="40A6CD1D" w14:textId="77777777" w:rsidR="005B697B" w:rsidRDefault="0091585D">
      <w:pPr>
        <w:pStyle w:val="RedaliaNormal"/>
      </w:pPr>
      <w:r>
        <w:t>Tour Séquoia – 1, place Carpeaux – 92055 LA DEFENSE CEDEX</w:t>
      </w:r>
    </w:p>
    <w:p w14:paraId="5A17A18F" w14:textId="77777777" w:rsidR="005B697B" w:rsidRDefault="005B697B">
      <w:pPr>
        <w:pStyle w:val="RedaliaNormal"/>
      </w:pPr>
    </w:p>
    <w:p w14:paraId="579DC47D" w14:textId="77777777" w:rsidR="005B697B" w:rsidRDefault="0091585D">
      <w:pPr>
        <w:pStyle w:val="RedaliaNormal"/>
        <w:rPr>
          <w:b/>
          <w:bCs/>
        </w:rPr>
      </w:pPr>
      <w:r>
        <w:rPr>
          <w:b/>
          <w:bCs/>
        </w:rPr>
        <w:t>Office Français de la Biodiversité (OFB)</w:t>
      </w:r>
    </w:p>
    <w:p w14:paraId="5A87CB92" w14:textId="77777777" w:rsidR="005B697B" w:rsidRDefault="0091585D">
      <w:pPr>
        <w:pStyle w:val="RedaliaNormal"/>
      </w:pPr>
      <w:r>
        <w:t>12 cours Louis Lumière – 94300 VINCENNES</w:t>
      </w:r>
    </w:p>
    <w:p w14:paraId="269989EA" w14:textId="77777777" w:rsidR="005B697B" w:rsidRDefault="005B697B">
      <w:pPr>
        <w:pStyle w:val="RedaliaNormal"/>
      </w:pPr>
    </w:p>
    <w:p w14:paraId="6B4CA2BB" w14:textId="77777777" w:rsidR="005B697B" w:rsidRDefault="0091585D">
      <w:pPr>
        <w:pStyle w:val="RedaliaNormal"/>
      </w:pPr>
      <w:r>
        <w:t>Désignés par « </w:t>
      </w:r>
      <w:r>
        <w:rPr>
          <w:b/>
          <w:bCs/>
        </w:rPr>
        <w:t>membre du groupement d’achat</w:t>
      </w:r>
      <w:r>
        <w:t> »</w:t>
      </w:r>
    </w:p>
    <w:p w14:paraId="760BE022" w14:textId="77777777" w:rsidR="005B697B" w:rsidRDefault="0091585D">
      <w:pPr>
        <w:pStyle w:val="RedaliaNormal"/>
      </w:pPr>
      <w:r>
        <w:t>Etant entendu que l’ADEME est désignée « </w:t>
      </w:r>
      <w:r>
        <w:rPr>
          <w:b/>
          <w:bCs/>
        </w:rPr>
        <w:t>coordonnateur du groupement d’achat</w:t>
      </w:r>
      <w:r>
        <w:t> »</w:t>
      </w:r>
    </w:p>
    <w:p w14:paraId="40A27076" w14:textId="77777777" w:rsidR="005B697B" w:rsidRDefault="005B697B">
      <w:pPr>
        <w:pStyle w:val="RedaliaNormal"/>
      </w:pPr>
    </w:p>
    <w:p w14:paraId="32C13F4D" w14:textId="77777777" w:rsidR="005B697B" w:rsidRDefault="0091585D">
      <w:pPr>
        <w:pStyle w:val="RedaliaNormal"/>
      </w:pPr>
      <w:r>
        <w:t>d’une part</w:t>
      </w:r>
    </w:p>
    <w:p w14:paraId="3AA63E0C" w14:textId="77777777" w:rsidR="005B697B" w:rsidRDefault="005B697B">
      <w:pPr>
        <w:pStyle w:val="RedaliaNormal"/>
      </w:pPr>
    </w:p>
    <w:p w14:paraId="16A71A5E" w14:textId="77777777" w:rsidR="005B697B" w:rsidRDefault="0091585D">
      <w:pPr>
        <w:pStyle w:val="RedaliaNormal"/>
        <w:rPr>
          <w:b/>
          <w:bCs/>
        </w:rPr>
      </w:pPr>
      <w:r>
        <w:rPr>
          <w:b/>
          <w:bCs/>
        </w:rPr>
        <w:t>Et :</w:t>
      </w:r>
    </w:p>
    <w:p w14:paraId="23AB50FB" w14:textId="77777777" w:rsidR="005B697B" w:rsidRDefault="005B697B">
      <w:pPr>
        <w:pStyle w:val="RedaliaNormal"/>
      </w:pPr>
    </w:p>
    <w:p w14:paraId="7E4E75EF" w14:textId="5889603A" w:rsidR="005B697B" w:rsidRDefault="0091585D">
      <w:pPr>
        <w:pStyle w:val="RedaliaNormal"/>
      </w:pPr>
      <w:r>
        <w:t xml:space="preserve">La Société, forme juridique : </w:t>
      </w:r>
    </w:p>
    <w:p w14:paraId="230F6057" w14:textId="293D6E5C" w:rsidR="005B697B" w:rsidRDefault="0091585D">
      <w:pPr>
        <w:pStyle w:val="RedaliaNormal"/>
      </w:pPr>
      <w:r>
        <w:t xml:space="preserve">Siège social : </w:t>
      </w:r>
    </w:p>
    <w:p w14:paraId="1FEFAFAA" w14:textId="34BF785E" w:rsidR="005B697B" w:rsidRDefault="0091585D">
      <w:pPr>
        <w:pStyle w:val="RedaliaNormal"/>
      </w:pPr>
      <w:r>
        <w:t xml:space="preserve">N° SIRET : </w:t>
      </w:r>
    </w:p>
    <w:p w14:paraId="4932E03A" w14:textId="307989C9" w:rsidR="005B697B" w:rsidRDefault="0091585D">
      <w:pPr>
        <w:pStyle w:val="RedaliaNormal"/>
      </w:pPr>
      <w:r>
        <w:t xml:space="preserve">représentée par : </w:t>
      </w:r>
    </w:p>
    <w:p w14:paraId="3FD0F83F" w14:textId="41A7C37A" w:rsidR="005B697B" w:rsidRDefault="0091585D">
      <w:pPr>
        <w:pStyle w:val="RedaliaNormal"/>
      </w:pPr>
      <w:r>
        <w:t xml:space="preserve">agissant en qualité de : </w:t>
      </w:r>
    </w:p>
    <w:p w14:paraId="4ED0674C" w14:textId="77777777" w:rsidR="005B697B" w:rsidRDefault="005B697B">
      <w:pPr>
        <w:pStyle w:val="RedaliaNormal"/>
      </w:pPr>
    </w:p>
    <w:p w14:paraId="2C17A35B" w14:textId="77777777" w:rsidR="005B697B" w:rsidRDefault="0091585D">
      <w:pPr>
        <w:pStyle w:val="RedaliaNormal"/>
      </w:pPr>
      <w:r>
        <w:t xml:space="preserve">désignée ci-après par </w:t>
      </w:r>
      <w:r>
        <w:rPr>
          <w:b/>
          <w:bCs/>
        </w:rPr>
        <w:t>« le titulaire »</w:t>
      </w:r>
    </w:p>
    <w:p w14:paraId="21E29E3F" w14:textId="77777777" w:rsidR="005B697B" w:rsidRDefault="005B697B">
      <w:pPr>
        <w:pStyle w:val="RedaliaNormal"/>
      </w:pPr>
    </w:p>
    <w:p w14:paraId="0DDD959B" w14:textId="77777777" w:rsidR="005B697B" w:rsidRDefault="0091585D">
      <w:pPr>
        <w:pStyle w:val="RedaliaNormal"/>
      </w:pPr>
      <w:r>
        <w:t>d'autre part.</w:t>
      </w:r>
    </w:p>
    <w:p w14:paraId="08C11010" w14:textId="77777777" w:rsidR="005B697B" w:rsidRDefault="005B697B">
      <w:pPr>
        <w:pStyle w:val="RedaliaNormal"/>
      </w:pPr>
    </w:p>
    <w:p w14:paraId="7191E47D" w14:textId="77777777" w:rsidR="005B697B" w:rsidRDefault="005B697B">
      <w:pPr>
        <w:pStyle w:val="RedaliaNormal"/>
      </w:pPr>
    </w:p>
    <w:p w14:paraId="04F795D6" w14:textId="77777777" w:rsidR="005B697B" w:rsidRDefault="0091585D">
      <w:pPr>
        <w:pStyle w:val="RedaliaNormal"/>
        <w:rPr>
          <w:b/>
          <w:bCs/>
        </w:rPr>
      </w:pPr>
      <w:r>
        <w:rPr>
          <w:b/>
          <w:bCs/>
        </w:rPr>
        <w:t>Ci-après désignées individuellement par la « Partie » ou collectivement par les « Parties ».</w:t>
      </w:r>
    </w:p>
    <w:p w14:paraId="293BE120" w14:textId="77777777" w:rsidR="005B697B" w:rsidRDefault="005B697B">
      <w:pPr>
        <w:pStyle w:val="RedaliaNormal"/>
        <w:rPr>
          <w:b/>
          <w:bCs/>
        </w:rPr>
      </w:pPr>
    </w:p>
    <w:p w14:paraId="79384CCE" w14:textId="77777777" w:rsidR="005B697B" w:rsidRDefault="0091585D">
      <w:pPr>
        <w:pStyle w:val="RedaliaNormal"/>
      </w:pPr>
      <w:r>
        <w:t xml:space="preserve">Vu l'avis de la Commission des Achats de l’ADEME lors de sa séance du </w:t>
      </w:r>
      <w:r>
        <w:rPr>
          <w:b/>
          <w:bCs/>
        </w:rPr>
        <w:t>&lt;à compléter par l’ADEME&gt;</w:t>
      </w:r>
    </w:p>
    <w:p w14:paraId="7FE78646" w14:textId="77777777" w:rsidR="005B697B" w:rsidRDefault="005B697B">
      <w:pPr>
        <w:pStyle w:val="RedaliaNormal"/>
      </w:pPr>
    </w:p>
    <w:p w14:paraId="70172CFA" w14:textId="77777777" w:rsidR="005B697B" w:rsidRDefault="005B697B">
      <w:pPr>
        <w:pStyle w:val="RedaliaNormal"/>
      </w:pPr>
    </w:p>
    <w:p w14:paraId="44257545" w14:textId="77777777" w:rsidR="005B697B" w:rsidRDefault="005B697B">
      <w:pPr>
        <w:pStyle w:val="RedaliaNormal"/>
        <w:pageBreakBefore/>
      </w:pPr>
    </w:p>
    <w:p w14:paraId="6C10BB0B" w14:textId="77777777" w:rsidR="005B697B" w:rsidRDefault="0091585D">
      <w:pPr>
        <w:pStyle w:val="RdaliaTitredossier"/>
      </w:pPr>
      <w:r>
        <w:t>Sommaire</w:t>
      </w:r>
    </w:p>
    <w:p w14:paraId="1153F820" w14:textId="6940A333" w:rsidR="009532EC" w:rsidRDefault="0091585D">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07631128" w:history="1">
        <w:r w:rsidR="009532EC" w:rsidRPr="00935020">
          <w:rPr>
            <w:rStyle w:val="Lienhypertexte"/>
            <w:noProof/>
          </w:rPr>
          <w:t>1.</w:t>
        </w:r>
        <w:r w:rsidR="009532EC">
          <w:rPr>
            <w:rFonts w:asciiTheme="minorHAnsi" w:eastAsiaTheme="minorEastAsia" w:hAnsiTheme="minorHAnsi" w:cstheme="minorBidi"/>
            <w:b w:val="0"/>
            <w:noProof/>
            <w:kern w:val="2"/>
            <w:szCs w:val="24"/>
            <w14:ligatures w14:val="standardContextual"/>
          </w:rPr>
          <w:tab/>
        </w:r>
        <w:r w:rsidR="009532EC" w:rsidRPr="00935020">
          <w:rPr>
            <w:rStyle w:val="Lienhypertexte"/>
            <w:noProof/>
          </w:rPr>
          <w:t>Contractant</w:t>
        </w:r>
        <w:r w:rsidR="009532EC">
          <w:rPr>
            <w:noProof/>
          </w:rPr>
          <w:tab/>
        </w:r>
        <w:r w:rsidR="009532EC">
          <w:rPr>
            <w:noProof/>
          </w:rPr>
          <w:fldChar w:fldCharType="begin"/>
        </w:r>
        <w:r w:rsidR="009532EC">
          <w:rPr>
            <w:noProof/>
          </w:rPr>
          <w:instrText xml:space="preserve"> PAGEREF _Toc207631128 \h </w:instrText>
        </w:r>
        <w:r w:rsidR="009532EC">
          <w:rPr>
            <w:noProof/>
          </w:rPr>
        </w:r>
        <w:r w:rsidR="009532EC">
          <w:rPr>
            <w:noProof/>
          </w:rPr>
          <w:fldChar w:fldCharType="separate"/>
        </w:r>
        <w:r w:rsidR="009532EC">
          <w:rPr>
            <w:noProof/>
          </w:rPr>
          <w:t>4</w:t>
        </w:r>
        <w:r w:rsidR="009532EC">
          <w:rPr>
            <w:noProof/>
          </w:rPr>
          <w:fldChar w:fldCharType="end"/>
        </w:r>
      </w:hyperlink>
    </w:p>
    <w:p w14:paraId="5D62A782" w14:textId="763ABE9A" w:rsidR="009532EC" w:rsidRDefault="009532EC">
      <w:pPr>
        <w:pStyle w:val="TM1"/>
        <w:tabs>
          <w:tab w:val="left" w:pos="601"/>
        </w:tabs>
        <w:rPr>
          <w:rFonts w:asciiTheme="minorHAnsi" w:eastAsiaTheme="minorEastAsia" w:hAnsiTheme="minorHAnsi" w:cstheme="minorBidi"/>
          <w:b w:val="0"/>
          <w:noProof/>
          <w:kern w:val="2"/>
          <w:szCs w:val="24"/>
          <w14:ligatures w14:val="standardContextual"/>
        </w:rPr>
      </w:pPr>
      <w:hyperlink w:anchor="_Toc207631129" w:history="1">
        <w:r w:rsidRPr="00935020">
          <w:rPr>
            <w:rStyle w:val="Lienhypertexte"/>
            <w:noProof/>
          </w:rPr>
          <w:t>2.</w:t>
        </w:r>
        <w:r>
          <w:rPr>
            <w:rFonts w:asciiTheme="minorHAnsi" w:eastAsiaTheme="minorEastAsia" w:hAnsiTheme="minorHAnsi" w:cstheme="minorBidi"/>
            <w:b w:val="0"/>
            <w:noProof/>
            <w:kern w:val="2"/>
            <w:szCs w:val="24"/>
            <w14:ligatures w14:val="standardContextual"/>
          </w:rPr>
          <w:tab/>
        </w:r>
        <w:r w:rsidRPr="00935020">
          <w:rPr>
            <w:rStyle w:val="Lienhypertexte"/>
            <w:noProof/>
          </w:rPr>
          <w:t>Objet de l'accord-cadre</w:t>
        </w:r>
        <w:r>
          <w:rPr>
            <w:noProof/>
          </w:rPr>
          <w:tab/>
        </w:r>
        <w:r>
          <w:rPr>
            <w:noProof/>
          </w:rPr>
          <w:fldChar w:fldCharType="begin"/>
        </w:r>
        <w:r>
          <w:rPr>
            <w:noProof/>
          </w:rPr>
          <w:instrText xml:space="preserve"> PAGEREF _Toc207631129 \h </w:instrText>
        </w:r>
        <w:r>
          <w:rPr>
            <w:noProof/>
          </w:rPr>
        </w:r>
        <w:r>
          <w:rPr>
            <w:noProof/>
          </w:rPr>
          <w:fldChar w:fldCharType="separate"/>
        </w:r>
        <w:r>
          <w:rPr>
            <w:noProof/>
          </w:rPr>
          <w:t>5</w:t>
        </w:r>
        <w:r>
          <w:rPr>
            <w:noProof/>
          </w:rPr>
          <w:fldChar w:fldCharType="end"/>
        </w:r>
      </w:hyperlink>
    </w:p>
    <w:p w14:paraId="2CC115CC" w14:textId="43B0D666" w:rsidR="009532EC" w:rsidRDefault="009532EC">
      <w:pPr>
        <w:pStyle w:val="TM2"/>
        <w:tabs>
          <w:tab w:val="left" w:pos="799"/>
        </w:tabs>
        <w:rPr>
          <w:rFonts w:asciiTheme="minorHAnsi" w:eastAsiaTheme="minorEastAsia" w:hAnsiTheme="minorHAnsi" w:cstheme="minorBidi"/>
          <w:noProof/>
          <w:kern w:val="2"/>
          <w:sz w:val="24"/>
          <w:szCs w:val="24"/>
          <w14:ligatures w14:val="standardContextual"/>
        </w:rPr>
      </w:pPr>
      <w:hyperlink w:anchor="_Toc207631130" w:history="1">
        <w:r w:rsidRPr="00935020">
          <w:rPr>
            <w:rStyle w:val="Lienhypertexte"/>
            <w:noProof/>
          </w:rPr>
          <w:t>2.1</w:t>
        </w:r>
        <w:r>
          <w:rPr>
            <w:rFonts w:asciiTheme="minorHAnsi" w:eastAsiaTheme="minorEastAsia" w:hAnsiTheme="minorHAnsi" w:cstheme="minorBidi"/>
            <w:noProof/>
            <w:kern w:val="2"/>
            <w:sz w:val="24"/>
            <w:szCs w:val="24"/>
            <w14:ligatures w14:val="standardContextual"/>
          </w:rPr>
          <w:tab/>
        </w:r>
        <w:r w:rsidRPr="00935020">
          <w:rPr>
            <w:rStyle w:val="Lienhypertexte"/>
            <w:noProof/>
          </w:rPr>
          <w:t>Bons de commande</w:t>
        </w:r>
        <w:r>
          <w:rPr>
            <w:noProof/>
          </w:rPr>
          <w:tab/>
        </w:r>
        <w:r>
          <w:rPr>
            <w:noProof/>
          </w:rPr>
          <w:fldChar w:fldCharType="begin"/>
        </w:r>
        <w:r>
          <w:rPr>
            <w:noProof/>
          </w:rPr>
          <w:instrText xml:space="preserve"> PAGEREF _Toc207631130 \h </w:instrText>
        </w:r>
        <w:r>
          <w:rPr>
            <w:noProof/>
          </w:rPr>
        </w:r>
        <w:r>
          <w:rPr>
            <w:noProof/>
          </w:rPr>
          <w:fldChar w:fldCharType="separate"/>
        </w:r>
        <w:r>
          <w:rPr>
            <w:noProof/>
          </w:rPr>
          <w:t>5</w:t>
        </w:r>
        <w:r>
          <w:rPr>
            <w:noProof/>
          </w:rPr>
          <w:fldChar w:fldCharType="end"/>
        </w:r>
      </w:hyperlink>
    </w:p>
    <w:p w14:paraId="066DF859" w14:textId="01E744BC" w:rsidR="009532EC" w:rsidRDefault="009532EC">
      <w:pPr>
        <w:pStyle w:val="TM1"/>
        <w:tabs>
          <w:tab w:val="left" w:pos="601"/>
        </w:tabs>
        <w:rPr>
          <w:rFonts w:asciiTheme="minorHAnsi" w:eastAsiaTheme="minorEastAsia" w:hAnsiTheme="minorHAnsi" w:cstheme="minorBidi"/>
          <w:b w:val="0"/>
          <w:noProof/>
          <w:kern w:val="2"/>
          <w:szCs w:val="24"/>
          <w14:ligatures w14:val="standardContextual"/>
        </w:rPr>
      </w:pPr>
      <w:hyperlink w:anchor="_Toc207631131" w:history="1">
        <w:r w:rsidRPr="00935020">
          <w:rPr>
            <w:rStyle w:val="Lienhypertexte"/>
            <w:noProof/>
          </w:rPr>
          <w:t>3.</w:t>
        </w:r>
        <w:r>
          <w:rPr>
            <w:rFonts w:asciiTheme="minorHAnsi" w:eastAsiaTheme="minorEastAsia" w:hAnsiTheme="minorHAnsi" w:cstheme="minorBidi"/>
            <w:b w:val="0"/>
            <w:noProof/>
            <w:kern w:val="2"/>
            <w:szCs w:val="24"/>
            <w14:ligatures w14:val="standardContextual"/>
          </w:rPr>
          <w:tab/>
        </w:r>
        <w:r w:rsidRPr="00935020">
          <w:rPr>
            <w:rStyle w:val="Lienhypertexte"/>
            <w:noProof/>
          </w:rPr>
          <w:t>Durée de l'accord-cadre – Délais d’exécution</w:t>
        </w:r>
        <w:r>
          <w:rPr>
            <w:noProof/>
          </w:rPr>
          <w:tab/>
        </w:r>
        <w:r>
          <w:rPr>
            <w:noProof/>
          </w:rPr>
          <w:fldChar w:fldCharType="begin"/>
        </w:r>
        <w:r>
          <w:rPr>
            <w:noProof/>
          </w:rPr>
          <w:instrText xml:space="preserve"> PAGEREF _Toc207631131 \h </w:instrText>
        </w:r>
        <w:r>
          <w:rPr>
            <w:noProof/>
          </w:rPr>
        </w:r>
        <w:r>
          <w:rPr>
            <w:noProof/>
          </w:rPr>
          <w:fldChar w:fldCharType="separate"/>
        </w:r>
        <w:r>
          <w:rPr>
            <w:noProof/>
          </w:rPr>
          <w:t>5</w:t>
        </w:r>
        <w:r>
          <w:rPr>
            <w:noProof/>
          </w:rPr>
          <w:fldChar w:fldCharType="end"/>
        </w:r>
      </w:hyperlink>
    </w:p>
    <w:p w14:paraId="43DD1B84" w14:textId="01AC6732" w:rsidR="009532EC" w:rsidRDefault="009532EC">
      <w:pPr>
        <w:pStyle w:val="TM2"/>
        <w:tabs>
          <w:tab w:val="left" w:pos="799"/>
        </w:tabs>
        <w:rPr>
          <w:rFonts w:asciiTheme="minorHAnsi" w:eastAsiaTheme="minorEastAsia" w:hAnsiTheme="minorHAnsi" w:cstheme="minorBidi"/>
          <w:noProof/>
          <w:kern w:val="2"/>
          <w:sz w:val="24"/>
          <w:szCs w:val="24"/>
          <w14:ligatures w14:val="standardContextual"/>
        </w:rPr>
      </w:pPr>
      <w:hyperlink w:anchor="_Toc207631132" w:history="1">
        <w:r w:rsidRPr="00935020">
          <w:rPr>
            <w:rStyle w:val="Lienhypertexte"/>
            <w:noProof/>
          </w:rPr>
          <w:t>3.1</w:t>
        </w:r>
        <w:r>
          <w:rPr>
            <w:rFonts w:asciiTheme="minorHAnsi" w:eastAsiaTheme="minorEastAsia" w:hAnsiTheme="minorHAnsi" w:cstheme="minorBidi"/>
            <w:noProof/>
            <w:kern w:val="2"/>
            <w:sz w:val="24"/>
            <w:szCs w:val="24"/>
            <w14:ligatures w14:val="standardContextual"/>
          </w:rPr>
          <w:tab/>
        </w:r>
        <w:r w:rsidRPr="00935020">
          <w:rPr>
            <w:rStyle w:val="Lienhypertexte"/>
            <w:noProof/>
          </w:rPr>
          <w:t>Reconduction</w:t>
        </w:r>
        <w:r>
          <w:rPr>
            <w:noProof/>
          </w:rPr>
          <w:tab/>
        </w:r>
        <w:r>
          <w:rPr>
            <w:noProof/>
          </w:rPr>
          <w:fldChar w:fldCharType="begin"/>
        </w:r>
        <w:r>
          <w:rPr>
            <w:noProof/>
          </w:rPr>
          <w:instrText xml:space="preserve"> PAGEREF _Toc207631132 \h </w:instrText>
        </w:r>
        <w:r>
          <w:rPr>
            <w:noProof/>
          </w:rPr>
        </w:r>
        <w:r>
          <w:rPr>
            <w:noProof/>
          </w:rPr>
          <w:fldChar w:fldCharType="separate"/>
        </w:r>
        <w:r>
          <w:rPr>
            <w:noProof/>
          </w:rPr>
          <w:t>5</w:t>
        </w:r>
        <w:r>
          <w:rPr>
            <w:noProof/>
          </w:rPr>
          <w:fldChar w:fldCharType="end"/>
        </w:r>
      </w:hyperlink>
    </w:p>
    <w:p w14:paraId="14755EBD" w14:textId="60A502B6" w:rsidR="009532EC" w:rsidRDefault="009532EC">
      <w:pPr>
        <w:pStyle w:val="TM1"/>
        <w:tabs>
          <w:tab w:val="left" w:pos="601"/>
        </w:tabs>
        <w:rPr>
          <w:rFonts w:asciiTheme="minorHAnsi" w:eastAsiaTheme="minorEastAsia" w:hAnsiTheme="minorHAnsi" w:cstheme="minorBidi"/>
          <w:b w:val="0"/>
          <w:noProof/>
          <w:kern w:val="2"/>
          <w:szCs w:val="24"/>
          <w14:ligatures w14:val="standardContextual"/>
        </w:rPr>
      </w:pPr>
      <w:hyperlink w:anchor="_Toc207631133" w:history="1">
        <w:r w:rsidRPr="00935020">
          <w:rPr>
            <w:rStyle w:val="Lienhypertexte"/>
            <w:noProof/>
          </w:rPr>
          <w:t>4.</w:t>
        </w:r>
        <w:r>
          <w:rPr>
            <w:rFonts w:asciiTheme="minorHAnsi" w:eastAsiaTheme="minorEastAsia" w:hAnsiTheme="minorHAnsi" w:cstheme="minorBidi"/>
            <w:b w:val="0"/>
            <w:noProof/>
            <w:kern w:val="2"/>
            <w:szCs w:val="24"/>
            <w14:ligatures w14:val="standardContextual"/>
          </w:rPr>
          <w:tab/>
        </w:r>
        <w:r w:rsidRPr="00935020">
          <w:rPr>
            <w:rStyle w:val="Lienhypertexte"/>
            <w:noProof/>
          </w:rPr>
          <w:t>Dispositions financières</w:t>
        </w:r>
        <w:r>
          <w:rPr>
            <w:noProof/>
          </w:rPr>
          <w:tab/>
        </w:r>
        <w:r>
          <w:rPr>
            <w:noProof/>
          </w:rPr>
          <w:fldChar w:fldCharType="begin"/>
        </w:r>
        <w:r>
          <w:rPr>
            <w:noProof/>
          </w:rPr>
          <w:instrText xml:space="preserve"> PAGEREF _Toc207631133 \h </w:instrText>
        </w:r>
        <w:r>
          <w:rPr>
            <w:noProof/>
          </w:rPr>
        </w:r>
        <w:r>
          <w:rPr>
            <w:noProof/>
          </w:rPr>
          <w:fldChar w:fldCharType="separate"/>
        </w:r>
        <w:r>
          <w:rPr>
            <w:noProof/>
          </w:rPr>
          <w:t>5</w:t>
        </w:r>
        <w:r>
          <w:rPr>
            <w:noProof/>
          </w:rPr>
          <w:fldChar w:fldCharType="end"/>
        </w:r>
      </w:hyperlink>
    </w:p>
    <w:p w14:paraId="75C02C95" w14:textId="1FEB97BB" w:rsidR="009532EC" w:rsidRDefault="009532EC">
      <w:pPr>
        <w:pStyle w:val="TM2"/>
        <w:tabs>
          <w:tab w:val="left" w:pos="799"/>
        </w:tabs>
        <w:rPr>
          <w:rFonts w:asciiTheme="minorHAnsi" w:eastAsiaTheme="minorEastAsia" w:hAnsiTheme="minorHAnsi" w:cstheme="minorBidi"/>
          <w:noProof/>
          <w:kern w:val="2"/>
          <w:sz w:val="24"/>
          <w:szCs w:val="24"/>
          <w14:ligatures w14:val="standardContextual"/>
        </w:rPr>
      </w:pPr>
      <w:hyperlink w:anchor="_Toc207631134" w:history="1">
        <w:r w:rsidRPr="00935020">
          <w:rPr>
            <w:rStyle w:val="Lienhypertexte"/>
            <w:noProof/>
          </w:rPr>
          <w:t>4.1</w:t>
        </w:r>
        <w:r>
          <w:rPr>
            <w:rFonts w:asciiTheme="minorHAnsi" w:eastAsiaTheme="minorEastAsia" w:hAnsiTheme="minorHAnsi" w:cstheme="minorBidi"/>
            <w:noProof/>
            <w:kern w:val="2"/>
            <w:sz w:val="24"/>
            <w:szCs w:val="24"/>
            <w14:ligatures w14:val="standardContextual"/>
          </w:rPr>
          <w:tab/>
        </w:r>
        <w:r w:rsidRPr="00935020">
          <w:rPr>
            <w:rStyle w:val="Lienhypertexte"/>
            <w:noProof/>
          </w:rPr>
          <w:t>Montant de la rémunération</w:t>
        </w:r>
        <w:r>
          <w:rPr>
            <w:noProof/>
          </w:rPr>
          <w:tab/>
        </w:r>
        <w:r>
          <w:rPr>
            <w:noProof/>
          </w:rPr>
          <w:fldChar w:fldCharType="begin"/>
        </w:r>
        <w:r>
          <w:rPr>
            <w:noProof/>
          </w:rPr>
          <w:instrText xml:space="preserve"> PAGEREF _Toc207631134 \h </w:instrText>
        </w:r>
        <w:r>
          <w:rPr>
            <w:noProof/>
          </w:rPr>
        </w:r>
        <w:r>
          <w:rPr>
            <w:noProof/>
          </w:rPr>
          <w:fldChar w:fldCharType="separate"/>
        </w:r>
        <w:r>
          <w:rPr>
            <w:noProof/>
          </w:rPr>
          <w:t>5</w:t>
        </w:r>
        <w:r>
          <w:rPr>
            <w:noProof/>
          </w:rPr>
          <w:fldChar w:fldCharType="end"/>
        </w:r>
      </w:hyperlink>
    </w:p>
    <w:p w14:paraId="687B4B9C" w14:textId="2C174EB7" w:rsidR="009532EC" w:rsidRDefault="009532EC">
      <w:pPr>
        <w:pStyle w:val="TM2"/>
        <w:tabs>
          <w:tab w:val="left" w:pos="799"/>
        </w:tabs>
        <w:rPr>
          <w:rFonts w:asciiTheme="minorHAnsi" w:eastAsiaTheme="minorEastAsia" w:hAnsiTheme="minorHAnsi" w:cstheme="minorBidi"/>
          <w:noProof/>
          <w:kern w:val="2"/>
          <w:sz w:val="24"/>
          <w:szCs w:val="24"/>
          <w14:ligatures w14:val="standardContextual"/>
        </w:rPr>
      </w:pPr>
      <w:hyperlink w:anchor="_Toc207631135" w:history="1">
        <w:r w:rsidRPr="00935020">
          <w:rPr>
            <w:rStyle w:val="Lienhypertexte"/>
            <w:noProof/>
          </w:rPr>
          <w:t>4.2</w:t>
        </w:r>
        <w:r>
          <w:rPr>
            <w:rFonts w:asciiTheme="minorHAnsi" w:eastAsiaTheme="minorEastAsia" w:hAnsiTheme="minorHAnsi" w:cstheme="minorBidi"/>
            <w:noProof/>
            <w:kern w:val="2"/>
            <w:sz w:val="24"/>
            <w:szCs w:val="24"/>
            <w14:ligatures w14:val="standardContextual"/>
          </w:rPr>
          <w:tab/>
        </w:r>
        <w:r w:rsidRPr="00935020">
          <w:rPr>
            <w:rStyle w:val="Lienhypertexte"/>
            <w:noProof/>
          </w:rPr>
          <w:t>Modalités de versement de la rémunération</w:t>
        </w:r>
        <w:r>
          <w:rPr>
            <w:noProof/>
          </w:rPr>
          <w:tab/>
        </w:r>
        <w:r>
          <w:rPr>
            <w:noProof/>
          </w:rPr>
          <w:fldChar w:fldCharType="begin"/>
        </w:r>
        <w:r>
          <w:rPr>
            <w:noProof/>
          </w:rPr>
          <w:instrText xml:space="preserve"> PAGEREF _Toc207631135 \h </w:instrText>
        </w:r>
        <w:r>
          <w:rPr>
            <w:noProof/>
          </w:rPr>
        </w:r>
        <w:r>
          <w:rPr>
            <w:noProof/>
          </w:rPr>
          <w:fldChar w:fldCharType="separate"/>
        </w:r>
        <w:r>
          <w:rPr>
            <w:noProof/>
          </w:rPr>
          <w:t>5</w:t>
        </w:r>
        <w:r>
          <w:rPr>
            <w:noProof/>
          </w:rPr>
          <w:fldChar w:fldCharType="end"/>
        </w:r>
      </w:hyperlink>
    </w:p>
    <w:p w14:paraId="5D1086B2" w14:textId="749CAE84" w:rsidR="009532EC" w:rsidRDefault="009532EC">
      <w:pPr>
        <w:pStyle w:val="TM3"/>
        <w:tabs>
          <w:tab w:val="left" w:pos="1200"/>
        </w:tabs>
        <w:rPr>
          <w:rFonts w:asciiTheme="minorHAnsi" w:eastAsiaTheme="minorEastAsia" w:hAnsiTheme="minorHAnsi" w:cstheme="minorBidi"/>
          <w:noProof/>
          <w:kern w:val="2"/>
          <w:sz w:val="24"/>
          <w:szCs w:val="24"/>
          <w14:ligatures w14:val="standardContextual"/>
        </w:rPr>
      </w:pPr>
      <w:hyperlink w:anchor="_Toc207631136" w:history="1">
        <w:r w:rsidRPr="00935020">
          <w:rPr>
            <w:rStyle w:val="Lienhypertexte"/>
            <w:noProof/>
          </w:rPr>
          <w:t>4.2.1</w:t>
        </w:r>
        <w:r>
          <w:rPr>
            <w:rFonts w:asciiTheme="minorHAnsi" w:eastAsiaTheme="minorEastAsia" w:hAnsiTheme="minorHAnsi" w:cstheme="minorBidi"/>
            <w:noProof/>
            <w:kern w:val="2"/>
            <w:sz w:val="24"/>
            <w:szCs w:val="24"/>
            <w14:ligatures w14:val="standardContextual"/>
          </w:rPr>
          <w:tab/>
        </w:r>
        <w:r w:rsidRPr="00935020">
          <w:rPr>
            <w:rStyle w:val="Lienhypertexte"/>
            <w:noProof/>
          </w:rPr>
          <w:t>Modalités de paiement</w:t>
        </w:r>
        <w:r>
          <w:rPr>
            <w:noProof/>
          </w:rPr>
          <w:tab/>
        </w:r>
        <w:r>
          <w:rPr>
            <w:noProof/>
          </w:rPr>
          <w:fldChar w:fldCharType="begin"/>
        </w:r>
        <w:r>
          <w:rPr>
            <w:noProof/>
          </w:rPr>
          <w:instrText xml:space="preserve"> PAGEREF _Toc207631136 \h </w:instrText>
        </w:r>
        <w:r>
          <w:rPr>
            <w:noProof/>
          </w:rPr>
        </w:r>
        <w:r>
          <w:rPr>
            <w:noProof/>
          </w:rPr>
          <w:fldChar w:fldCharType="separate"/>
        </w:r>
        <w:r>
          <w:rPr>
            <w:noProof/>
          </w:rPr>
          <w:t>6</w:t>
        </w:r>
        <w:r>
          <w:rPr>
            <w:noProof/>
          </w:rPr>
          <w:fldChar w:fldCharType="end"/>
        </w:r>
      </w:hyperlink>
    </w:p>
    <w:p w14:paraId="5E0C5180" w14:textId="5DDEBC0A" w:rsidR="009532EC" w:rsidRDefault="009532EC">
      <w:pPr>
        <w:pStyle w:val="TM1"/>
        <w:tabs>
          <w:tab w:val="left" w:pos="601"/>
        </w:tabs>
        <w:rPr>
          <w:rFonts w:asciiTheme="minorHAnsi" w:eastAsiaTheme="minorEastAsia" w:hAnsiTheme="minorHAnsi" w:cstheme="minorBidi"/>
          <w:b w:val="0"/>
          <w:noProof/>
          <w:kern w:val="2"/>
          <w:szCs w:val="24"/>
          <w14:ligatures w14:val="standardContextual"/>
        </w:rPr>
      </w:pPr>
      <w:hyperlink w:anchor="_Toc207631137" w:history="1">
        <w:r w:rsidRPr="00935020">
          <w:rPr>
            <w:rStyle w:val="Lienhypertexte"/>
            <w:noProof/>
          </w:rPr>
          <w:t>5.</w:t>
        </w:r>
        <w:r>
          <w:rPr>
            <w:rFonts w:asciiTheme="minorHAnsi" w:eastAsiaTheme="minorEastAsia" w:hAnsiTheme="minorHAnsi" w:cstheme="minorBidi"/>
            <w:b w:val="0"/>
            <w:noProof/>
            <w:kern w:val="2"/>
            <w:szCs w:val="24"/>
            <w14:ligatures w14:val="standardContextual"/>
          </w:rPr>
          <w:tab/>
        </w:r>
        <w:r w:rsidRPr="00935020">
          <w:rPr>
            <w:rStyle w:val="Lienhypertexte"/>
            <w:noProof/>
          </w:rPr>
          <w:t>Responsables respectifs et coordonnées</w:t>
        </w:r>
        <w:r>
          <w:rPr>
            <w:noProof/>
          </w:rPr>
          <w:tab/>
        </w:r>
        <w:r>
          <w:rPr>
            <w:noProof/>
          </w:rPr>
          <w:fldChar w:fldCharType="begin"/>
        </w:r>
        <w:r>
          <w:rPr>
            <w:noProof/>
          </w:rPr>
          <w:instrText xml:space="preserve"> PAGEREF _Toc207631137 \h </w:instrText>
        </w:r>
        <w:r>
          <w:rPr>
            <w:noProof/>
          </w:rPr>
        </w:r>
        <w:r>
          <w:rPr>
            <w:noProof/>
          </w:rPr>
          <w:fldChar w:fldCharType="separate"/>
        </w:r>
        <w:r>
          <w:rPr>
            <w:noProof/>
          </w:rPr>
          <w:t>6</w:t>
        </w:r>
        <w:r>
          <w:rPr>
            <w:noProof/>
          </w:rPr>
          <w:fldChar w:fldCharType="end"/>
        </w:r>
      </w:hyperlink>
    </w:p>
    <w:p w14:paraId="199F787D" w14:textId="7C4F6110" w:rsidR="009532EC" w:rsidRDefault="009532EC">
      <w:pPr>
        <w:pStyle w:val="TM1"/>
        <w:tabs>
          <w:tab w:val="left" w:pos="601"/>
        </w:tabs>
        <w:rPr>
          <w:rFonts w:asciiTheme="minorHAnsi" w:eastAsiaTheme="minorEastAsia" w:hAnsiTheme="minorHAnsi" w:cstheme="minorBidi"/>
          <w:b w:val="0"/>
          <w:noProof/>
          <w:kern w:val="2"/>
          <w:szCs w:val="24"/>
          <w14:ligatures w14:val="standardContextual"/>
        </w:rPr>
      </w:pPr>
      <w:hyperlink w:anchor="_Toc207631138" w:history="1">
        <w:r w:rsidRPr="00935020">
          <w:rPr>
            <w:rStyle w:val="Lienhypertexte"/>
            <w:noProof/>
          </w:rPr>
          <w:t>6.</w:t>
        </w:r>
        <w:r>
          <w:rPr>
            <w:rFonts w:asciiTheme="minorHAnsi" w:eastAsiaTheme="minorEastAsia" w:hAnsiTheme="minorHAnsi" w:cstheme="minorBidi"/>
            <w:b w:val="0"/>
            <w:noProof/>
            <w:kern w:val="2"/>
            <w:szCs w:val="24"/>
            <w14:ligatures w14:val="standardContextual"/>
          </w:rPr>
          <w:tab/>
        </w:r>
        <w:r w:rsidRPr="00935020">
          <w:rPr>
            <w:rStyle w:val="Lienhypertexte"/>
            <w:noProof/>
          </w:rPr>
          <w:t>Annexes de l’acte d’engagement</w:t>
        </w:r>
        <w:r>
          <w:rPr>
            <w:noProof/>
          </w:rPr>
          <w:tab/>
        </w:r>
        <w:r>
          <w:rPr>
            <w:noProof/>
          </w:rPr>
          <w:fldChar w:fldCharType="begin"/>
        </w:r>
        <w:r>
          <w:rPr>
            <w:noProof/>
          </w:rPr>
          <w:instrText xml:space="preserve"> PAGEREF _Toc207631138 \h </w:instrText>
        </w:r>
        <w:r>
          <w:rPr>
            <w:noProof/>
          </w:rPr>
        </w:r>
        <w:r>
          <w:rPr>
            <w:noProof/>
          </w:rPr>
          <w:fldChar w:fldCharType="separate"/>
        </w:r>
        <w:r>
          <w:rPr>
            <w:noProof/>
          </w:rPr>
          <w:t>6</w:t>
        </w:r>
        <w:r>
          <w:rPr>
            <w:noProof/>
          </w:rPr>
          <w:fldChar w:fldCharType="end"/>
        </w:r>
      </w:hyperlink>
    </w:p>
    <w:p w14:paraId="3489F668" w14:textId="15DE16D9" w:rsidR="005B697B" w:rsidRDefault="0091585D">
      <w:r>
        <w:rPr>
          <w:b/>
          <w:kern w:val="3"/>
          <w:sz w:val="24"/>
        </w:rPr>
        <w:fldChar w:fldCharType="end"/>
      </w:r>
    </w:p>
    <w:p w14:paraId="2BBED065" w14:textId="77777777" w:rsidR="005B697B" w:rsidRDefault="005B697B">
      <w:pPr>
        <w:pStyle w:val="RedaliaNormal"/>
      </w:pPr>
    </w:p>
    <w:p w14:paraId="524D79A6" w14:textId="77777777" w:rsidR="005B697B" w:rsidRDefault="005B697B">
      <w:pPr>
        <w:pStyle w:val="RedaliaNormal"/>
        <w:pageBreakBefore/>
      </w:pPr>
    </w:p>
    <w:p w14:paraId="0140AFAC" w14:textId="77777777" w:rsidR="005B697B" w:rsidRDefault="0091585D">
      <w:pPr>
        <w:pStyle w:val="RedaliaTitre1"/>
      </w:pPr>
      <w:bookmarkStart w:id="2" w:name="_Toc192648939"/>
      <w:bookmarkStart w:id="3" w:name="_Toc174160389"/>
      <w:bookmarkStart w:id="4" w:name="_Toc207631128"/>
      <w:r>
        <w:t>Contractant</w:t>
      </w:r>
      <w:bookmarkEnd w:id="2"/>
      <w:bookmarkEnd w:id="3"/>
      <w:bookmarkEnd w:id="4"/>
    </w:p>
    <w:p w14:paraId="29A00F36" w14:textId="77777777" w:rsidR="005B697B" w:rsidRDefault="0091585D">
      <w:pPr>
        <w:pStyle w:val="RedaliaNormal"/>
      </w:pPr>
      <w:r>
        <w:t>Après avoir pris connaissance du Cahier des Clauses Administratives Particulières et des documents qui sont mentionnés au présent acte d'engagement,</w:t>
      </w:r>
    </w:p>
    <w:p w14:paraId="7C744728" w14:textId="77777777" w:rsidR="005B697B" w:rsidRDefault="0091585D">
      <w:pPr>
        <w:pStyle w:val="RdaliaRetraitniveau2"/>
        <w:numPr>
          <w:ilvl w:val="0"/>
          <w:numId w:val="14"/>
        </w:numPr>
      </w:pPr>
      <w:r>
        <w:t>Je M'ENGAGE, sans réserve, conformément aux conditions, clauses et prescriptions des documents visés ci-dessus à exécuter les prestations définies ci-après, aux conditions qui constituent mon offre.</w:t>
      </w:r>
    </w:p>
    <w:p w14:paraId="13DACC3F" w14:textId="77777777" w:rsidR="005B697B" w:rsidRDefault="0091585D">
      <w:pPr>
        <w:pStyle w:val="RdaliaRetraitniveau2"/>
      </w:pPr>
      <w:r>
        <w:t>J’AFFIRME, sous peine de résiliation de plein droit de l'accord-cadre, que je suis titulaire d'une police d'assurance garantissant l'ensemble des responsabilités que j'encours.</w:t>
      </w:r>
    </w:p>
    <w:p w14:paraId="4BDA4EC0" w14:textId="77777777" w:rsidR="005B697B" w:rsidRDefault="0091585D">
      <w:pPr>
        <w:pStyle w:val="RdaliaRetraitniveau2"/>
      </w:pPr>
      <w:r>
        <w:t>Je CONFIRME, sous peine de résiliation de plein droit de l'accord-cadre, que les sous-traitants proposés sont également titulaires de polices d’assurances garantissant les responsabilités qu’ils encourent.</w:t>
      </w:r>
    </w:p>
    <w:p w14:paraId="110BE8A1" w14:textId="77777777" w:rsidR="005B697B" w:rsidRDefault="0091585D">
      <w:pPr>
        <w:pStyle w:val="RedaliaNormal"/>
      </w:pPr>
      <w:r>
        <w:t>L'offre ainsi présentée ne nous lie toutefois que si l’attribution de l'accord-cadre a lieu dans un délai de 6 mois à compter de la date limite de réception des offres.</w:t>
      </w:r>
    </w:p>
    <w:p w14:paraId="10E829E7" w14:textId="77777777" w:rsidR="005B697B" w:rsidRDefault="005B697B">
      <w:pPr>
        <w:pStyle w:val="RedaliaNormal"/>
      </w:pPr>
    </w:p>
    <w:p w14:paraId="359C4C59" w14:textId="4A65FCA2" w:rsidR="005B697B" w:rsidRDefault="00000000">
      <w:pPr>
        <w:pStyle w:val="RedaliaNormal"/>
        <w:pBdr>
          <w:top w:val="single" w:sz="4" w:space="1" w:color="000000"/>
          <w:left w:val="single" w:sz="4" w:space="4" w:color="000000"/>
          <w:bottom w:val="single" w:sz="4" w:space="1" w:color="000000"/>
          <w:right w:val="single" w:sz="4" w:space="4" w:color="000000"/>
        </w:pBdr>
      </w:pPr>
      <w:sdt>
        <w:sdtPr>
          <w:id w:val="306990224"/>
          <w14:checkbox>
            <w14:checked w14:val="0"/>
            <w14:checkedState w14:val="2612" w14:font="MS Gothic"/>
            <w14:uncheckedState w14:val="2610" w14:font="MS Gothic"/>
          </w14:checkbox>
        </w:sdtPr>
        <w:sdtContent>
          <w:r w:rsidR="0091585D">
            <w:rPr>
              <w:rFonts w:ascii="MS Gothic" w:eastAsia="MS Gothic" w:hAnsi="MS Gothic" w:hint="eastAsia"/>
            </w:rPr>
            <w:t>☐</w:t>
          </w:r>
        </w:sdtContent>
      </w:sdt>
      <w:r w:rsidR="0063641E">
        <w:t xml:space="preserve"> </w:t>
      </w:r>
      <w:r w:rsidR="0063641E">
        <w:rPr>
          <w:b/>
        </w:rPr>
        <w:t>Le signataire :</w:t>
      </w:r>
    </w:p>
    <w:p w14:paraId="4829CC78" w14:textId="4E9E828D" w:rsidR="005B697B" w:rsidRDefault="0091585D">
      <w:pPr>
        <w:pStyle w:val="RedaliaNormal"/>
        <w:pBdr>
          <w:top w:val="single" w:sz="4" w:space="1" w:color="000000"/>
          <w:left w:val="single" w:sz="4" w:space="4" w:color="000000"/>
          <w:bottom w:val="single" w:sz="4" w:space="1" w:color="000000"/>
          <w:right w:val="single" w:sz="4" w:space="4" w:color="000000"/>
        </w:pBdr>
      </w:pPr>
      <w:r>
        <w:t xml:space="preserve">   </w:t>
      </w:r>
      <w:sdt>
        <w:sdtPr>
          <w:id w:val="395407671"/>
          <w14:checkbox>
            <w14:checked w14:val="0"/>
            <w14:checkedState w14:val="2612" w14:font="MS Gothic"/>
            <w14:uncheckedState w14:val="2610" w14:font="MS Gothic"/>
          </w14:checkbox>
        </w:sdtPr>
        <w:sdtContent>
          <w:r w:rsidR="0063641E">
            <w:rPr>
              <w:rFonts w:ascii="MS Gothic" w:eastAsia="MS Gothic" w:hAnsi="MS Gothic" w:hint="eastAsia"/>
            </w:rPr>
            <w:t>☐</w:t>
          </w:r>
        </w:sdtContent>
      </w:sdt>
      <w:r>
        <w:t xml:space="preserve"> s’engage, sur la base de son offre et pour son propre compte à exécuter les prestations demandées dans les conditions définies ci-après ;</w:t>
      </w:r>
    </w:p>
    <w:p w14:paraId="06960525" w14:textId="29AA8560" w:rsidR="005B697B" w:rsidRDefault="0091585D">
      <w:pPr>
        <w:pStyle w:val="RedaliaNormal"/>
        <w:pBdr>
          <w:top w:val="single" w:sz="4" w:space="1" w:color="000000"/>
          <w:left w:val="single" w:sz="4" w:space="4" w:color="000000"/>
          <w:bottom w:val="single" w:sz="4" w:space="1" w:color="000000"/>
          <w:right w:val="single" w:sz="4" w:space="4" w:color="000000"/>
        </w:pBdr>
      </w:pPr>
      <w:r>
        <w:t xml:space="preserve">   </w:t>
      </w:r>
      <w:sdt>
        <w:sdtPr>
          <w:id w:val="-311723089"/>
          <w14:checkbox>
            <w14:checked w14:val="0"/>
            <w14:checkedState w14:val="2612" w14:font="MS Gothic"/>
            <w14:uncheckedState w14:val="2610" w14:font="MS Gothic"/>
          </w14:checkbox>
        </w:sdtPr>
        <w:sdtContent>
          <w:r w:rsidR="0063641E">
            <w:rPr>
              <w:rFonts w:ascii="MS Gothic" w:eastAsia="MS Gothic" w:hAnsi="MS Gothic" w:hint="eastAsia"/>
            </w:rPr>
            <w:t>☐</w:t>
          </w:r>
        </w:sdtContent>
      </w:sdt>
      <w:r>
        <w:t xml:space="preserve"> engage la société ........................................... sur la base de son offre à exécuter les prestations demandées dans les conditions définies ci-après ;</w:t>
      </w:r>
    </w:p>
    <w:p w14:paraId="444FFEFC" w14:textId="77777777" w:rsidR="005B697B" w:rsidRDefault="005B697B">
      <w:pPr>
        <w:pStyle w:val="RedaliaNormal"/>
      </w:pPr>
    </w:p>
    <w:p w14:paraId="4BF5D945" w14:textId="207CC6B8" w:rsidR="005B697B" w:rsidRDefault="00000000">
      <w:pPr>
        <w:pStyle w:val="RedaliaNormal"/>
        <w:pBdr>
          <w:top w:val="single" w:sz="4" w:space="1" w:color="000000"/>
          <w:left w:val="single" w:sz="4" w:space="4" w:color="000000"/>
          <w:bottom w:val="single" w:sz="4" w:space="1" w:color="000000"/>
          <w:right w:val="single" w:sz="4" w:space="4" w:color="000000"/>
        </w:pBdr>
      </w:pPr>
      <w:sdt>
        <w:sdtPr>
          <w:id w:val="889079820"/>
          <w14:checkbox>
            <w14:checked w14:val="0"/>
            <w14:checkedState w14:val="2612" w14:font="MS Gothic"/>
            <w14:uncheckedState w14:val="2610" w14:font="MS Gothic"/>
          </w14:checkbox>
        </w:sdtPr>
        <w:sdtContent>
          <w:r w:rsidR="0063641E">
            <w:rPr>
              <w:rFonts w:ascii="MS Gothic" w:eastAsia="MS Gothic" w:hAnsi="MS Gothic" w:hint="eastAsia"/>
            </w:rPr>
            <w:t>☐</w:t>
          </w:r>
        </w:sdtContent>
      </w:sdt>
      <w:r w:rsidR="0063641E">
        <w:t xml:space="preserve"> </w:t>
      </w:r>
      <w:r w:rsidR="0063641E">
        <w:rPr>
          <w:b/>
        </w:rPr>
        <w:t>Le mandataire (1) :</w:t>
      </w:r>
    </w:p>
    <w:p w14:paraId="319D1019" w14:textId="784B0A8B" w:rsidR="005B697B" w:rsidRDefault="0091585D">
      <w:pPr>
        <w:pStyle w:val="RedaliaNormal"/>
        <w:pBdr>
          <w:top w:val="single" w:sz="4" w:space="1" w:color="000000"/>
          <w:left w:val="single" w:sz="4" w:space="4" w:color="000000"/>
          <w:bottom w:val="single" w:sz="4" w:space="1" w:color="000000"/>
          <w:right w:val="single" w:sz="4" w:space="4" w:color="000000"/>
        </w:pBdr>
      </w:pPr>
      <w:r>
        <w:t>…</w:t>
      </w:r>
      <w:sdt>
        <w:sdtPr>
          <w:id w:val="575783965"/>
          <w14:checkbox>
            <w14:checked w14:val="0"/>
            <w14:checkedState w14:val="2612" w14:font="MS Gothic"/>
            <w14:uncheckedState w14:val="2610" w14:font="MS Gothic"/>
          </w14:checkbox>
        </w:sdtPr>
        <w:sdtContent>
          <w:r w:rsidR="0063641E">
            <w:rPr>
              <w:rFonts w:ascii="MS Gothic" w:eastAsia="MS Gothic" w:hAnsi="MS Gothic" w:hint="eastAsia"/>
            </w:rPr>
            <w:t>☐</w:t>
          </w:r>
        </w:sdtContent>
      </w:sdt>
      <w:r>
        <w:t xml:space="preserve"> du groupement solidaire</w:t>
      </w:r>
    </w:p>
    <w:p w14:paraId="3CFAB929" w14:textId="78692F12" w:rsidR="005B697B" w:rsidRDefault="0091585D">
      <w:pPr>
        <w:pStyle w:val="RedaliaNormal"/>
        <w:pBdr>
          <w:top w:val="single" w:sz="4" w:space="1" w:color="000000"/>
          <w:left w:val="single" w:sz="4" w:space="4" w:color="000000"/>
          <w:bottom w:val="single" w:sz="4" w:space="1" w:color="000000"/>
          <w:right w:val="single" w:sz="4" w:space="4" w:color="000000"/>
        </w:pBdr>
      </w:pPr>
      <w:r>
        <w:t>…</w:t>
      </w:r>
      <w:sdt>
        <w:sdtPr>
          <w:id w:val="-1244252211"/>
          <w14:checkbox>
            <w14:checked w14:val="0"/>
            <w14:checkedState w14:val="2612" w14:font="MS Gothic"/>
            <w14:uncheckedState w14:val="2610" w14:font="MS Gothic"/>
          </w14:checkbox>
        </w:sdtPr>
        <w:sdtContent>
          <w:r w:rsidR="0063641E">
            <w:rPr>
              <w:rFonts w:ascii="MS Gothic" w:eastAsia="MS Gothic" w:hAnsi="MS Gothic" w:hint="eastAsia"/>
            </w:rPr>
            <w:t>☐</w:t>
          </w:r>
        </w:sdtContent>
      </w:sdt>
      <w:r>
        <w:rPr>
          <w:rFonts w:ascii="MS Gothic" w:eastAsia="MS Gothic" w:hAnsi="MS Gothic"/>
        </w:rPr>
        <w:t xml:space="preserve"> </w:t>
      </w:r>
      <w:r>
        <w:t>solidaire du groupement conjoint</w:t>
      </w:r>
      <w:r w:rsidR="0063641E">
        <w:t xml:space="preserve"> </w:t>
      </w:r>
      <w:r>
        <w:t>s’engage pour l’ensemble des prestataires groupés désignés dans l’annexe ci-jointe (2) à exécuter les prestations demandées dans les conditions définies ci-après ;</w:t>
      </w:r>
    </w:p>
    <w:p w14:paraId="799E34C8" w14:textId="77777777" w:rsidR="005B697B" w:rsidRDefault="0091585D">
      <w:pPr>
        <w:pStyle w:val="RdaliaLgende"/>
      </w:pPr>
      <w:r>
        <w:t>(1) Cocher la case correspondante à la nature de votre groupement.</w:t>
      </w:r>
    </w:p>
    <w:p w14:paraId="455BC328" w14:textId="77777777" w:rsidR="005B697B" w:rsidRDefault="0091585D">
      <w:pPr>
        <w:pStyle w:val="RdaliaLgende"/>
      </w:pPr>
      <w:r>
        <w:t>(2) Cette annexe est à dupliquer en autant d'exemplaires que nécessaire et elle est recommandée dans le cas de groupement conjoint.</w:t>
      </w:r>
    </w:p>
    <w:p w14:paraId="6C5AC1F3" w14:textId="77777777" w:rsidR="005B697B" w:rsidRDefault="0091585D">
      <w:pPr>
        <w:pStyle w:val="RdaliaLgende"/>
      </w:pPr>
      <w:r>
        <w:t>(3) Dans le cas d'un groupement, indiquer les coordonnées du mandataire.</w:t>
      </w:r>
    </w:p>
    <w:p w14:paraId="70CF811C" w14:textId="77777777" w:rsidR="005B697B" w:rsidRDefault="005B697B">
      <w:pPr>
        <w:pStyle w:val="RedaliaNormal"/>
        <w:jc w:val="left"/>
      </w:pPr>
    </w:p>
    <w:p w14:paraId="6398F67F" w14:textId="77777777" w:rsidR="005B697B" w:rsidRDefault="0091585D">
      <w:pPr>
        <w:pStyle w:val="RedaliaNormal"/>
        <w:jc w:val="left"/>
      </w:pPr>
      <w:r>
        <w:t>Nom commercial et dénomination sociale du candidat (3) :</w:t>
      </w:r>
    </w:p>
    <w:p w14:paraId="7E35528E" w14:textId="77777777" w:rsidR="005B697B" w:rsidRDefault="0091585D">
      <w:pPr>
        <w:pStyle w:val="RedaliaNormal"/>
        <w:jc w:val="left"/>
      </w:pPr>
      <w:r>
        <w:t>……………………………………………………………………………………………………………</w:t>
      </w:r>
    </w:p>
    <w:p w14:paraId="5EAD0B6B" w14:textId="77777777" w:rsidR="005B697B" w:rsidRDefault="0091585D">
      <w:pPr>
        <w:pStyle w:val="RedaliaNormal"/>
        <w:jc w:val="left"/>
      </w:pPr>
      <w:r>
        <w:t>Adresse de l’établissement :</w:t>
      </w:r>
    </w:p>
    <w:p w14:paraId="2F9BEF33" w14:textId="77777777" w:rsidR="005B697B" w:rsidRDefault="0091585D">
      <w:pPr>
        <w:pStyle w:val="RedaliaNormal"/>
        <w:jc w:val="left"/>
      </w:pPr>
      <w:r>
        <w:t>...…………………………………………………………………………………………………………</w:t>
      </w:r>
    </w:p>
    <w:p w14:paraId="0C343D84" w14:textId="77777777" w:rsidR="005B697B" w:rsidRDefault="0091585D">
      <w:pPr>
        <w:pStyle w:val="RedaliaNormal"/>
        <w:jc w:val="left"/>
      </w:pPr>
      <w:r>
        <w:t>Adresse du siège social (si différente de l’établissement) :</w:t>
      </w:r>
    </w:p>
    <w:p w14:paraId="4B289717" w14:textId="77777777" w:rsidR="005B697B" w:rsidRDefault="0091585D">
      <w:pPr>
        <w:pStyle w:val="RedaliaNormal"/>
        <w:jc w:val="left"/>
      </w:pPr>
      <w:r>
        <w:t>…………………………………………………………………………………………………………...</w:t>
      </w:r>
    </w:p>
    <w:p w14:paraId="6F3938A6" w14:textId="77777777" w:rsidR="005B697B" w:rsidRDefault="0091585D">
      <w:pPr>
        <w:pStyle w:val="RedaliaNormal"/>
        <w:jc w:val="left"/>
      </w:pPr>
      <w:r>
        <w:t>Adresse électronique : ..............................................................................................................</w:t>
      </w:r>
    </w:p>
    <w:p w14:paraId="013F3CB5" w14:textId="77777777" w:rsidR="005B697B" w:rsidRDefault="0091585D">
      <w:pPr>
        <w:pStyle w:val="RedaliaNormal"/>
        <w:jc w:val="left"/>
      </w:pPr>
      <w:r>
        <w:t>Téléphone : ...................................................</w:t>
      </w:r>
    </w:p>
    <w:p w14:paraId="72089DBA" w14:textId="77777777" w:rsidR="005B697B" w:rsidRDefault="0091585D">
      <w:pPr>
        <w:pStyle w:val="RedaliaNormal"/>
        <w:jc w:val="left"/>
      </w:pPr>
      <w:r>
        <w:t>Télécopie : ....................................................</w:t>
      </w:r>
    </w:p>
    <w:p w14:paraId="4F97EEB1" w14:textId="77777777" w:rsidR="005B697B" w:rsidRDefault="0091585D">
      <w:pPr>
        <w:pStyle w:val="RedaliaNormal"/>
        <w:jc w:val="left"/>
      </w:pPr>
      <w:r>
        <w:t>SIRET : .........................................................</w:t>
      </w:r>
    </w:p>
    <w:p w14:paraId="12ACE6ED" w14:textId="77777777" w:rsidR="005B697B" w:rsidRDefault="0091585D">
      <w:pPr>
        <w:pStyle w:val="RedaliaNormal"/>
        <w:jc w:val="left"/>
      </w:pPr>
      <w:r>
        <w:t>APE : ............................................................</w:t>
      </w:r>
    </w:p>
    <w:p w14:paraId="0E23D7C9" w14:textId="77777777" w:rsidR="005B697B" w:rsidRDefault="0091585D">
      <w:pPr>
        <w:pStyle w:val="RedaliaNormal"/>
        <w:jc w:val="left"/>
      </w:pPr>
      <w:r>
        <w:t>Numéro de TVA intracommunautaire : .........................................................</w:t>
      </w:r>
    </w:p>
    <w:p w14:paraId="1019EAA7" w14:textId="77777777" w:rsidR="005B697B" w:rsidRDefault="0091585D">
      <w:pPr>
        <w:pStyle w:val="RedaliaNormal"/>
      </w:pPr>
      <w:r>
        <w:t>Références bancaires :</w:t>
      </w:r>
    </w:p>
    <w:p w14:paraId="4D4BB7B9" w14:textId="77777777" w:rsidR="005B697B" w:rsidRDefault="0091585D">
      <w:pPr>
        <w:pStyle w:val="RedaliaNormal"/>
      </w:pPr>
      <w:r>
        <w:t>IBAN : .......................................................................................................................................</w:t>
      </w:r>
    </w:p>
    <w:p w14:paraId="6CD410BE" w14:textId="77777777" w:rsidR="005B697B" w:rsidRDefault="0091585D">
      <w:pPr>
        <w:pStyle w:val="RedaliaNormal"/>
      </w:pPr>
      <w:r>
        <w:t>BIC : .........................................................................................................................................</w:t>
      </w:r>
    </w:p>
    <w:p w14:paraId="1E932F61" w14:textId="77777777" w:rsidR="005B697B" w:rsidRDefault="0091585D">
      <w:pPr>
        <w:pStyle w:val="RedaliaTitre1"/>
      </w:pPr>
      <w:bookmarkStart w:id="5" w:name="_Toc483841853"/>
      <w:bookmarkStart w:id="6" w:name="_Toc104977343"/>
      <w:bookmarkStart w:id="7" w:name="_Toc207631129"/>
      <w:bookmarkEnd w:id="5"/>
      <w:bookmarkEnd w:id="6"/>
      <w:r>
        <w:lastRenderedPageBreak/>
        <w:t>Objet de l'accord-cadre</w:t>
      </w:r>
      <w:bookmarkEnd w:id="7"/>
    </w:p>
    <w:p w14:paraId="0F8D5483" w14:textId="77777777" w:rsidR="005B697B" w:rsidRDefault="0091585D">
      <w:pPr>
        <w:pStyle w:val="RedaliaNormal"/>
      </w:pPr>
      <w:r>
        <w:t>Le présent accord-cadre a pour objet : Prestation d'assistance scientifique et technique pour l'animation des projets du programme ITTECOP 2025-2028.</w:t>
      </w:r>
    </w:p>
    <w:p w14:paraId="3BEFE8E0" w14:textId="77777777" w:rsidR="005B697B" w:rsidRDefault="0091585D">
      <w:pPr>
        <w:pStyle w:val="RedaliaTitre2"/>
      </w:pPr>
      <w:bookmarkStart w:id="8" w:name="_Toc207631130"/>
      <w:r>
        <w:t>Bons de commande</w:t>
      </w:r>
      <w:bookmarkEnd w:id="8"/>
    </w:p>
    <w:p w14:paraId="7DC5B78E" w14:textId="77777777" w:rsidR="005B697B" w:rsidRDefault="0091585D">
      <w:pPr>
        <w:pStyle w:val="RedaliaNormal"/>
      </w:pPr>
      <w:r>
        <w:t>L'accord-cadre est un accord-cadre à bons de commande.</w:t>
      </w:r>
    </w:p>
    <w:p w14:paraId="251FCF27" w14:textId="77777777" w:rsidR="005B697B" w:rsidRDefault="0091585D">
      <w:pPr>
        <w:pStyle w:val="RedaliaNormal"/>
      </w:pPr>
      <w:r>
        <w:t>La commande sera notifiée par le représentant du pouvoir adjudicateur par l’émission de bons de commande au fur et à mesure des besoins.</w:t>
      </w:r>
    </w:p>
    <w:p w14:paraId="505ADBB7" w14:textId="77777777" w:rsidR="005B697B" w:rsidRDefault="0091585D">
      <w:pPr>
        <w:pStyle w:val="RedaliaNormal"/>
      </w:pPr>
      <w:r>
        <w:t>L'accord-cadre est un accord-cadre à bons de commande avec un maximum fixé en valeur.</w:t>
      </w:r>
    </w:p>
    <w:p w14:paraId="48ABDF6F" w14:textId="77777777" w:rsidR="005B697B" w:rsidRDefault="0091585D">
      <w:pPr>
        <w:pStyle w:val="RedaliaNormal"/>
      </w:pPr>
      <w:r>
        <w:t>L'accord-cadre sera conclu avec un seul opérateur économique.</w:t>
      </w:r>
    </w:p>
    <w:p w14:paraId="04A78B01" w14:textId="77777777" w:rsidR="005B697B" w:rsidRDefault="005B697B">
      <w:pPr>
        <w:pStyle w:val="RedaliaNormal"/>
      </w:pPr>
    </w:p>
    <w:p w14:paraId="2A8C6B7F" w14:textId="77777777" w:rsidR="005B697B" w:rsidRDefault="0091585D">
      <w:pPr>
        <w:pStyle w:val="RedaliaTitre1"/>
      </w:pPr>
      <w:bookmarkStart w:id="9" w:name="_Toc526222883"/>
      <w:bookmarkStart w:id="10" w:name="_Toc104977344"/>
      <w:bookmarkStart w:id="11" w:name="_Toc483841854"/>
      <w:bookmarkStart w:id="12" w:name="_Toc207631131"/>
      <w:r>
        <w:t>Durée de l'accord-cadre – Délais</w:t>
      </w:r>
      <w:bookmarkEnd w:id="9"/>
      <w:r>
        <w:t xml:space="preserve"> d’exécution</w:t>
      </w:r>
      <w:bookmarkEnd w:id="10"/>
      <w:bookmarkEnd w:id="11"/>
      <w:bookmarkEnd w:id="12"/>
    </w:p>
    <w:p w14:paraId="6804C193" w14:textId="77777777" w:rsidR="005B697B" w:rsidRDefault="0091585D">
      <w:pPr>
        <w:pStyle w:val="RedaliaNormal"/>
      </w:pPr>
      <w:r>
        <w:t>Le présent accord-cadre est conclu pour une durée de 42 mois à compter de sa notification définie à l'article « </w:t>
      </w:r>
      <w:r>
        <w:rPr>
          <w:i/>
          <w:iCs/>
        </w:rPr>
        <w:t>Validité</w:t>
      </w:r>
      <w:r>
        <w:t> » du Cahier des Clauses Administratives Particulières.</w:t>
      </w:r>
    </w:p>
    <w:p w14:paraId="19830776" w14:textId="77777777" w:rsidR="005B697B" w:rsidRDefault="005B697B">
      <w:pPr>
        <w:pStyle w:val="RedaliaNormal"/>
      </w:pPr>
    </w:p>
    <w:p w14:paraId="52C1F24A" w14:textId="77777777" w:rsidR="005B697B" w:rsidRDefault="0091585D">
      <w:pPr>
        <w:pStyle w:val="RedaliaNormal"/>
      </w:pPr>
      <w:r>
        <w:t>Les bons de commande en cours au terme de l’accord-cadre demeureront en vigueur jusqu’au complet achèvement et règlement des prestations correspondantes.</w:t>
      </w:r>
    </w:p>
    <w:p w14:paraId="7578D21A" w14:textId="77777777" w:rsidR="005B697B" w:rsidRDefault="0091585D">
      <w:pPr>
        <w:pStyle w:val="RedaliaTitre2"/>
      </w:pPr>
      <w:bookmarkStart w:id="13" w:name="_Toc207631132"/>
      <w:r>
        <w:t>Reconduction</w:t>
      </w:r>
      <w:bookmarkEnd w:id="13"/>
    </w:p>
    <w:p w14:paraId="37212BC1" w14:textId="77777777" w:rsidR="005B697B" w:rsidRDefault="0091585D">
      <w:pPr>
        <w:pStyle w:val="RedaliaNormal"/>
      </w:pPr>
      <w:r>
        <w:t>L'accord-cadre ne sera pas reconduit.</w:t>
      </w:r>
    </w:p>
    <w:p w14:paraId="0E984BC8" w14:textId="77777777" w:rsidR="005B697B" w:rsidRDefault="0091585D">
      <w:pPr>
        <w:pStyle w:val="RedaliaTitre1"/>
      </w:pPr>
      <w:bookmarkStart w:id="14" w:name="_Toc104977347"/>
      <w:bookmarkStart w:id="15" w:name="_Toc207631133"/>
      <w:r>
        <w:t>Dispositions financières</w:t>
      </w:r>
      <w:bookmarkEnd w:id="14"/>
      <w:bookmarkEnd w:id="15"/>
    </w:p>
    <w:p w14:paraId="039FE1C5" w14:textId="77777777" w:rsidR="005B697B" w:rsidRDefault="0091585D">
      <w:pPr>
        <w:pStyle w:val="RedaliaTitre2"/>
      </w:pPr>
      <w:bookmarkStart w:id="16" w:name="_Toc104977348"/>
      <w:bookmarkStart w:id="17" w:name="_Toc207631134"/>
      <w:r>
        <w:t>Montant de la rémunération</w:t>
      </w:r>
      <w:bookmarkEnd w:id="16"/>
      <w:bookmarkEnd w:id="17"/>
    </w:p>
    <w:p w14:paraId="27A4F931" w14:textId="77777777" w:rsidR="005B697B" w:rsidRDefault="0091585D">
      <w:pPr>
        <w:pStyle w:val="RedaliaNormal"/>
      </w:pPr>
      <w:r>
        <w:t>Le titulaire percevra à titre de rémunération des prestations les prix unitaires appliqués aux quantités effectivement commandées, exécutées et livrées à l’ADEME.</w:t>
      </w:r>
    </w:p>
    <w:p w14:paraId="7EF8903C" w14:textId="77777777" w:rsidR="005B697B" w:rsidRDefault="005B697B">
      <w:pPr>
        <w:pStyle w:val="RedaliaNormal"/>
      </w:pPr>
    </w:p>
    <w:p w14:paraId="20C239EC" w14:textId="77777777" w:rsidR="005B697B" w:rsidRDefault="0091585D">
      <w:pPr>
        <w:pStyle w:val="RedaliaNormal"/>
      </w:pPr>
      <w:r>
        <w:t>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w:t>
      </w:r>
    </w:p>
    <w:p w14:paraId="5634CA68" w14:textId="77777777" w:rsidR="005B697B" w:rsidRDefault="005B697B">
      <w:pPr>
        <w:pStyle w:val="RedaliaNormal"/>
      </w:pPr>
    </w:p>
    <w:p w14:paraId="4245D00C" w14:textId="77777777" w:rsidR="005B697B" w:rsidRDefault="0091585D">
      <w:pPr>
        <w:pStyle w:val="RedaliaNormal"/>
      </w:pPr>
      <w:r>
        <w:t xml:space="preserve">Le montant total de rémunération que le titulaire peut percevoir en application du présent marché ne peut pas dépasser le montant maximum de </w:t>
      </w:r>
      <w:r>
        <w:rPr>
          <w:b/>
          <w:bCs/>
        </w:rPr>
        <w:t>500 000 € euros</w:t>
      </w:r>
      <w:r>
        <w:t xml:space="preserve"> </w:t>
      </w:r>
      <w:r>
        <w:rPr>
          <w:b/>
          <w:bCs/>
        </w:rPr>
        <w:t>TTC</w:t>
      </w:r>
      <w:r>
        <w:t>, calculé par application des prix unitaires fixés en annexe du présent Acte d’Engagement.</w:t>
      </w:r>
    </w:p>
    <w:p w14:paraId="0B4B3527" w14:textId="77777777" w:rsidR="005B697B" w:rsidRDefault="005B697B">
      <w:pPr>
        <w:pStyle w:val="RedaliaNormal"/>
      </w:pPr>
    </w:p>
    <w:p w14:paraId="5F42D602" w14:textId="77777777" w:rsidR="005B697B" w:rsidRDefault="0091585D">
      <w:pPr>
        <w:pStyle w:val="RedaliaNormal"/>
      </w:pPr>
      <w:r>
        <w:t>Ces prix unitaires comprennent en particulier tous les frais liés directement ou indirectement à l’exécution des prestations, objet du présent marché.</w:t>
      </w:r>
    </w:p>
    <w:p w14:paraId="2218F773" w14:textId="77777777" w:rsidR="005B697B" w:rsidRDefault="005B697B">
      <w:pPr>
        <w:pStyle w:val="RedaliaNormal"/>
      </w:pPr>
    </w:p>
    <w:p w14:paraId="2DB9517B" w14:textId="77777777" w:rsidR="005B697B" w:rsidRDefault="0091585D">
      <w:pPr>
        <w:pStyle w:val="RedaliaTitre2"/>
      </w:pPr>
      <w:bookmarkStart w:id="18" w:name="_Toc104977349"/>
      <w:bookmarkStart w:id="19" w:name="_Toc207631135"/>
      <w:r>
        <w:t>Modalités de versement de la rémunération</w:t>
      </w:r>
      <w:bookmarkEnd w:id="18"/>
      <w:bookmarkEnd w:id="19"/>
    </w:p>
    <w:p w14:paraId="3977A4AA" w14:textId="77777777" w:rsidR="005B697B" w:rsidRDefault="0091585D">
      <w:pPr>
        <w:pStyle w:val="RedaliaNormal"/>
      </w:pPr>
      <w:r>
        <w:t>Le montant ainsi fixé à l'article « </w:t>
      </w:r>
      <w:r>
        <w:rPr>
          <w:i/>
          <w:iCs/>
        </w:rPr>
        <w:t>Montant de la rémunération</w:t>
      </w:r>
      <w:r>
        <w:t> » ci-dessus, pour l’ensemble des membres du groupement d’achat, sera versé au titulaire par l'ADEME.</w:t>
      </w:r>
    </w:p>
    <w:p w14:paraId="3DF4E473" w14:textId="77777777" w:rsidR="005B697B" w:rsidRDefault="0091585D">
      <w:pPr>
        <w:pStyle w:val="RedaliaNormal"/>
      </w:pPr>
      <w:r>
        <w:t>Les dépenses engagées et liquidées par le coordonnateur seront refacturées pour la part qui incombe au CGDD et à l’OFB une fois les prestations payées.</w:t>
      </w:r>
    </w:p>
    <w:p w14:paraId="76ECEFAF" w14:textId="77777777" w:rsidR="005B697B" w:rsidRDefault="0091585D">
      <w:pPr>
        <w:pStyle w:val="RedaliaTitre3"/>
      </w:pPr>
      <w:bookmarkStart w:id="20" w:name="_Toc207631136"/>
      <w:r>
        <w:lastRenderedPageBreak/>
        <w:t>Modalités de paiement</w:t>
      </w:r>
      <w:bookmarkEnd w:id="20"/>
    </w:p>
    <w:p w14:paraId="7AB3F997" w14:textId="77777777" w:rsidR="005B697B" w:rsidRDefault="0091585D">
      <w:pPr>
        <w:pStyle w:val="RedaliaNormal"/>
      </w:pPr>
      <w:r>
        <w:t>La rémunération du Titulaire sera versée par l'ADEME dans les conditions suivantes : pour chaque bon de commande, le montant de la rémunération sera versé au Titulaire par l'ADEME après approbation par l'ADEME du procès-verbal de réception des prestations concernées, et sur présentation d'une facture du montant du terme considéré.</w:t>
      </w:r>
    </w:p>
    <w:p w14:paraId="657B2125" w14:textId="77777777" w:rsidR="005B697B" w:rsidRDefault="0091585D">
      <w:pPr>
        <w:pStyle w:val="RedaliaTitre1"/>
      </w:pPr>
      <w:bookmarkStart w:id="21" w:name="_Toc207631137"/>
      <w:r>
        <w:t>Responsables respectifs et coordonnées</w:t>
      </w:r>
      <w:bookmarkEnd w:id="21"/>
    </w:p>
    <w:p w14:paraId="3FB37C0E" w14:textId="77777777" w:rsidR="005B697B" w:rsidRDefault="0091585D">
      <w:pPr>
        <w:pStyle w:val="RedaliaNormal"/>
        <w:rPr>
          <w:b/>
          <w:bCs/>
        </w:rPr>
      </w:pPr>
      <w:r>
        <w:rPr>
          <w:b/>
          <w:bCs/>
        </w:rPr>
        <w:t>a) pour l'ADEME</w:t>
      </w:r>
    </w:p>
    <w:p w14:paraId="63AB0957" w14:textId="6DE95DB7" w:rsidR="005B697B" w:rsidRDefault="0091585D">
      <w:pPr>
        <w:pStyle w:val="RedaliaNormal"/>
      </w:pPr>
      <w:r>
        <w:t>Pierre TAILLANT sera chargé de suivre l'exécution du présent marché.</w:t>
      </w:r>
    </w:p>
    <w:p w14:paraId="339229CB" w14:textId="77777777" w:rsidR="005B697B" w:rsidRDefault="005B697B">
      <w:pPr>
        <w:pStyle w:val="RedaliaNormal"/>
      </w:pPr>
    </w:p>
    <w:p w14:paraId="095A2CC3" w14:textId="77777777" w:rsidR="005B697B" w:rsidRDefault="0091585D">
      <w:pPr>
        <w:pStyle w:val="RedaliaNormal"/>
        <w:rPr>
          <w:b/>
          <w:bCs/>
        </w:rPr>
      </w:pPr>
      <w:r>
        <w:rPr>
          <w:b/>
          <w:bCs/>
        </w:rPr>
        <w:t>b) pour le titulaire</w:t>
      </w:r>
    </w:p>
    <w:p w14:paraId="6373EA69" w14:textId="77777777" w:rsidR="005B697B" w:rsidRDefault="0091585D">
      <w:pPr>
        <w:pStyle w:val="RedaliaNormal"/>
      </w:pPr>
      <w:r>
        <w:t>Monsieur / Madame..........................................................sera chargé(e) de l'exécution du présent marché.</w:t>
      </w:r>
    </w:p>
    <w:p w14:paraId="70F4B979" w14:textId="77777777" w:rsidR="005B697B" w:rsidRDefault="0091585D">
      <w:pPr>
        <w:pStyle w:val="RedaliaTitre1"/>
      </w:pPr>
      <w:bookmarkStart w:id="22" w:name="_Toc207631138"/>
      <w:r>
        <w:t>Annexes de l’acte d’engagement</w:t>
      </w:r>
      <w:bookmarkEnd w:id="22"/>
    </w:p>
    <w:p w14:paraId="777C5668" w14:textId="77777777" w:rsidR="005B697B" w:rsidRDefault="0091585D">
      <w:pPr>
        <w:pStyle w:val="RedaliaNormal"/>
      </w:pPr>
      <w:r>
        <w:t>Les annexes du présent acte d'engagement sont :</w:t>
      </w:r>
    </w:p>
    <w:p w14:paraId="780BD2EE" w14:textId="77777777" w:rsidR="005B697B" w:rsidRDefault="0091585D">
      <w:pPr>
        <w:pStyle w:val="RedaliaNormal"/>
      </w:pPr>
      <w:r>
        <w:t>- la désignation des co-traitants et la répartition des prestations.</w:t>
      </w:r>
    </w:p>
    <w:p w14:paraId="78A7FE1A" w14:textId="77777777" w:rsidR="005B697B" w:rsidRDefault="005B697B">
      <w:pPr>
        <w:pStyle w:val="RedaliaNormal"/>
      </w:pPr>
    </w:p>
    <w:p w14:paraId="5FCC1F35" w14:textId="77777777" w:rsidR="005B697B" w:rsidRDefault="005B697B">
      <w:pPr>
        <w:pStyle w:val="RedaliaNormal"/>
      </w:pPr>
    </w:p>
    <w:p w14:paraId="34D62685" w14:textId="77777777" w:rsidR="005B697B" w:rsidRDefault="005B697B">
      <w:pPr>
        <w:pStyle w:val="RedaliaNormal"/>
      </w:pPr>
    </w:p>
    <w:p w14:paraId="1690963C" w14:textId="77777777" w:rsidR="005B697B" w:rsidRDefault="005B697B">
      <w:pPr>
        <w:pStyle w:val="RedaliaNormal"/>
      </w:pPr>
    </w:p>
    <w:tbl>
      <w:tblPr>
        <w:tblW w:w="9212" w:type="dxa"/>
        <w:tblLayout w:type="fixed"/>
        <w:tblCellMar>
          <w:left w:w="10" w:type="dxa"/>
          <w:right w:w="10" w:type="dxa"/>
        </w:tblCellMar>
        <w:tblLook w:val="0000" w:firstRow="0" w:lastRow="0" w:firstColumn="0" w:lastColumn="0" w:noHBand="0" w:noVBand="0"/>
      </w:tblPr>
      <w:tblGrid>
        <w:gridCol w:w="6487"/>
        <w:gridCol w:w="2725"/>
      </w:tblGrid>
      <w:tr w:rsidR="005B697B" w14:paraId="586210C4" w14:textId="77777777">
        <w:tc>
          <w:tcPr>
            <w:tcW w:w="6487" w:type="dxa"/>
            <w:tcMar>
              <w:top w:w="0" w:type="dxa"/>
              <w:left w:w="108" w:type="dxa"/>
              <w:bottom w:w="0" w:type="dxa"/>
              <w:right w:w="108" w:type="dxa"/>
            </w:tcMar>
          </w:tcPr>
          <w:p w14:paraId="43E02E13" w14:textId="77777777" w:rsidR="005B697B" w:rsidRDefault="0091585D">
            <w:pPr>
              <w:pStyle w:val="RedaliaNormal"/>
              <w:rPr>
                <w:rFonts w:cs="Calibri"/>
              </w:rPr>
            </w:pPr>
            <w:r>
              <w:rPr>
                <w:rFonts w:cs="Calibri"/>
              </w:rPr>
              <w:t>Pour le Titulaire,</w:t>
            </w:r>
          </w:p>
          <w:p w14:paraId="0A54642D" w14:textId="77777777" w:rsidR="005B697B" w:rsidRDefault="0091585D">
            <w:pPr>
              <w:pStyle w:val="RedaliaNormal"/>
              <w:rPr>
                <w:rFonts w:cs="Calibri"/>
              </w:rPr>
            </w:pPr>
            <w:r>
              <w:rPr>
                <w:rFonts w:cs="Calibri"/>
              </w:rPr>
              <w:t>(Nom, Prénom et qualité)</w:t>
            </w:r>
          </w:p>
        </w:tc>
        <w:tc>
          <w:tcPr>
            <w:tcW w:w="2725" w:type="dxa"/>
            <w:tcMar>
              <w:top w:w="0" w:type="dxa"/>
              <w:left w:w="108" w:type="dxa"/>
              <w:bottom w:w="0" w:type="dxa"/>
              <w:right w:w="108" w:type="dxa"/>
            </w:tcMar>
          </w:tcPr>
          <w:p w14:paraId="6293BA95" w14:textId="77777777" w:rsidR="005B697B" w:rsidRDefault="0091585D">
            <w:pPr>
              <w:pStyle w:val="RedaliaNormal"/>
              <w:rPr>
                <w:rFonts w:cs="Calibri"/>
              </w:rPr>
            </w:pPr>
            <w:r>
              <w:rPr>
                <w:rFonts w:cs="Calibri"/>
              </w:rPr>
              <w:t>Pour l’ADEME</w:t>
            </w:r>
          </w:p>
          <w:p w14:paraId="5869D4B9" w14:textId="77777777" w:rsidR="005B697B" w:rsidRDefault="0091585D">
            <w:pPr>
              <w:pStyle w:val="RedaliaNormal"/>
              <w:rPr>
                <w:rFonts w:cs="Calibri"/>
              </w:rPr>
            </w:pPr>
            <w:r>
              <w:rPr>
                <w:rFonts w:cs="Calibri"/>
              </w:rPr>
              <w:t>et par délégation,</w:t>
            </w:r>
          </w:p>
          <w:p w14:paraId="6F129AF1" w14:textId="77777777" w:rsidR="005B697B" w:rsidRDefault="005B697B">
            <w:pPr>
              <w:pStyle w:val="RedaliaNormal"/>
              <w:rPr>
                <w:rFonts w:cs="Calibri"/>
              </w:rPr>
            </w:pPr>
          </w:p>
          <w:p w14:paraId="37CEF24F" w14:textId="77777777" w:rsidR="005B697B" w:rsidRDefault="005B697B">
            <w:pPr>
              <w:pStyle w:val="RedaliaNormal"/>
              <w:rPr>
                <w:rFonts w:cs="Calibri"/>
              </w:rPr>
            </w:pPr>
          </w:p>
          <w:p w14:paraId="193283C3" w14:textId="77777777" w:rsidR="005B697B" w:rsidRDefault="005B697B">
            <w:pPr>
              <w:pStyle w:val="RedaliaNormal"/>
              <w:rPr>
                <w:rFonts w:cs="Calibri"/>
              </w:rPr>
            </w:pPr>
          </w:p>
          <w:p w14:paraId="41F5991F" w14:textId="77777777" w:rsidR="005B697B" w:rsidRDefault="005B697B">
            <w:pPr>
              <w:pStyle w:val="RedaliaNormal"/>
              <w:rPr>
                <w:rFonts w:cs="Calibri"/>
              </w:rPr>
            </w:pPr>
          </w:p>
          <w:p w14:paraId="06000678" w14:textId="77777777" w:rsidR="005B697B" w:rsidRDefault="0091585D">
            <w:pPr>
              <w:pStyle w:val="RedaliaNormal"/>
              <w:rPr>
                <w:rFonts w:cs="Calibri"/>
                <w:color w:val="FFFFFF"/>
              </w:rPr>
            </w:pPr>
            <w:r>
              <w:rPr>
                <w:rFonts w:cs="Calibri"/>
                <w:color w:val="FFFFFF"/>
              </w:rPr>
              <w:t>#signature#</w:t>
            </w:r>
          </w:p>
          <w:p w14:paraId="4A04D2A7" w14:textId="77777777" w:rsidR="005B697B" w:rsidRDefault="005B697B">
            <w:pPr>
              <w:pStyle w:val="RedaliaNormal"/>
              <w:rPr>
                <w:rFonts w:cs="Calibri"/>
              </w:rPr>
            </w:pPr>
          </w:p>
          <w:p w14:paraId="36123F30" w14:textId="77777777" w:rsidR="005B697B" w:rsidRDefault="005B697B">
            <w:pPr>
              <w:pStyle w:val="RedaliaNormal"/>
              <w:rPr>
                <w:rFonts w:cs="Calibri"/>
              </w:rPr>
            </w:pPr>
          </w:p>
          <w:p w14:paraId="750EEB34" w14:textId="77777777" w:rsidR="005B697B" w:rsidRDefault="005B697B">
            <w:pPr>
              <w:pStyle w:val="RedaliaNormal"/>
              <w:rPr>
                <w:rFonts w:cs="Calibri"/>
              </w:rPr>
            </w:pPr>
          </w:p>
        </w:tc>
      </w:tr>
    </w:tbl>
    <w:p w14:paraId="452A182D" w14:textId="77777777" w:rsidR="005B697B" w:rsidRDefault="005B697B">
      <w:pPr>
        <w:pStyle w:val="RedaliaNormal"/>
      </w:pPr>
    </w:p>
    <w:p w14:paraId="7AEE628A" w14:textId="77777777" w:rsidR="005B697B" w:rsidRDefault="005B697B">
      <w:pPr>
        <w:pStyle w:val="RedaliaNormal"/>
      </w:pPr>
    </w:p>
    <w:p w14:paraId="2647536D" w14:textId="77777777" w:rsidR="005B697B" w:rsidRDefault="005B697B">
      <w:pPr>
        <w:pStyle w:val="RedaliaNormal"/>
        <w:pageBreakBefore/>
      </w:pPr>
    </w:p>
    <w:p w14:paraId="195849DA" w14:textId="77777777" w:rsidR="005B697B" w:rsidRDefault="0091585D">
      <w:pPr>
        <w:pStyle w:val="RdaliaTitredossier"/>
      </w:pPr>
      <w:r>
        <w:t>Annexe à l’acte d’engagement</w:t>
      </w:r>
    </w:p>
    <w:p w14:paraId="6B15EE15" w14:textId="77777777" w:rsidR="005B697B" w:rsidRDefault="005B697B">
      <w:pPr>
        <w:pStyle w:val="RdaliaTitredossier"/>
      </w:pPr>
    </w:p>
    <w:p w14:paraId="435B9D2E" w14:textId="77777777" w:rsidR="005B697B" w:rsidRDefault="0091585D">
      <w:pPr>
        <w:pStyle w:val="RdaliaTitredossier"/>
      </w:pPr>
      <w:r>
        <w:t>DÉSIGNATION DES CO-TRAITANTS</w:t>
      </w:r>
    </w:p>
    <w:p w14:paraId="2CA9C9CD" w14:textId="77777777" w:rsidR="005B697B" w:rsidRDefault="0091585D">
      <w:pPr>
        <w:pStyle w:val="RdaliaTitredossier"/>
      </w:pPr>
      <w:r>
        <w:t>ET RÉPARTITION DES PRESTATIONS</w:t>
      </w:r>
    </w:p>
    <w:p w14:paraId="08AF7A05" w14:textId="77777777" w:rsidR="005B697B" w:rsidRDefault="005B697B">
      <w:pPr>
        <w:pStyle w:val="RedaliaNormal"/>
      </w:pPr>
    </w:p>
    <w:p w14:paraId="4EE8BC4D" w14:textId="04329D38" w:rsidR="005B697B" w:rsidRPr="00467C52" w:rsidRDefault="0091585D">
      <w:pPr>
        <w:pStyle w:val="RedaliaNormal"/>
        <w:rPr>
          <w:i/>
          <w:color w:val="156082" w:themeColor="accent1"/>
        </w:rPr>
      </w:pPr>
      <w:r w:rsidRPr="00467C52">
        <w:rPr>
          <w:i/>
          <w:color w:val="156082" w:themeColor="accent1"/>
        </w:rPr>
        <w:t>Remplir un exemplaire par co-traitant</w:t>
      </w:r>
    </w:p>
    <w:p w14:paraId="518CAF70" w14:textId="77777777" w:rsidR="005B697B" w:rsidRDefault="005B697B">
      <w:pPr>
        <w:pStyle w:val="RedaliaNormal"/>
      </w:pPr>
    </w:p>
    <w:p w14:paraId="1D3330E2" w14:textId="77777777" w:rsidR="005B697B" w:rsidRDefault="0091585D">
      <w:pPr>
        <w:pStyle w:val="RedaliaNormal"/>
      </w:pPr>
      <w:r>
        <w:t>Nom commercial et dénomination sociale du candidat :</w:t>
      </w:r>
    </w:p>
    <w:p w14:paraId="4E560518" w14:textId="77777777" w:rsidR="00467C52" w:rsidRDefault="00467C52">
      <w:pPr>
        <w:pStyle w:val="RedaliaNormal"/>
      </w:pPr>
    </w:p>
    <w:p w14:paraId="6F3999A5" w14:textId="5C1936BE" w:rsidR="005B697B" w:rsidRDefault="0091585D">
      <w:pPr>
        <w:pStyle w:val="RedaliaNormal"/>
      </w:pPr>
      <w:r>
        <w:t>Adresse de l’établissement :</w:t>
      </w:r>
    </w:p>
    <w:p w14:paraId="662C463C" w14:textId="77777777" w:rsidR="00467C52" w:rsidRDefault="00467C52">
      <w:pPr>
        <w:pStyle w:val="RedaliaNormal"/>
      </w:pPr>
    </w:p>
    <w:p w14:paraId="560A065F" w14:textId="77777777" w:rsidR="00467C52" w:rsidRDefault="00467C52">
      <w:pPr>
        <w:pStyle w:val="RedaliaNormal"/>
      </w:pPr>
    </w:p>
    <w:p w14:paraId="6A6A80DF" w14:textId="77777777" w:rsidR="00467C52" w:rsidRDefault="00467C52">
      <w:pPr>
        <w:pStyle w:val="RedaliaNormal"/>
      </w:pPr>
    </w:p>
    <w:p w14:paraId="11FA3CA3" w14:textId="59A357C2" w:rsidR="005B697B" w:rsidRDefault="0091585D">
      <w:pPr>
        <w:pStyle w:val="RedaliaNormal"/>
      </w:pPr>
      <w:r>
        <w:t>Adresse du siège social (si différente de l’établissement) :</w:t>
      </w:r>
    </w:p>
    <w:p w14:paraId="6BD5B744" w14:textId="77777777" w:rsidR="00467C52" w:rsidRDefault="00467C52">
      <w:pPr>
        <w:pStyle w:val="RedaliaNormal"/>
      </w:pPr>
    </w:p>
    <w:p w14:paraId="5F059C10" w14:textId="77777777" w:rsidR="00467C52" w:rsidRDefault="00467C52">
      <w:pPr>
        <w:pStyle w:val="RedaliaNormal"/>
      </w:pPr>
    </w:p>
    <w:p w14:paraId="5BC4A771" w14:textId="77777777" w:rsidR="00467C52" w:rsidRDefault="00467C52">
      <w:pPr>
        <w:pStyle w:val="RedaliaNormal"/>
      </w:pPr>
    </w:p>
    <w:p w14:paraId="33555623" w14:textId="75410E0B" w:rsidR="005B697B" w:rsidRDefault="0091585D">
      <w:pPr>
        <w:pStyle w:val="RedaliaNormal"/>
      </w:pPr>
      <w:r>
        <w:t xml:space="preserve">Adresse électronique : </w:t>
      </w:r>
    </w:p>
    <w:p w14:paraId="6BD64D09" w14:textId="1B2E8385" w:rsidR="005B697B" w:rsidRDefault="0091585D">
      <w:pPr>
        <w:pStyle w:val="RedaliaNormal"/>
      </w:pPr>
      <w:r>
        <w:t xml:space="preserve">Téléphone : </w:t>
      </w:r>
    </w:p>
    <w:p w14:paraId="175647AF" w14:textId="10EF83AF" w:rsidR="005B697B" w:rsidRDefault="0091585D">
      <w:pPr>
        <w:pStyle w:val="RedaliaNormal"/>
      </w:pPr>
      <w:r>
        <w:t xml:space="preserve">Télécopie : </w:t>
      </w:r>
    </w:p>
    <w:p w14:paraId="413B2218" w14:textId="391BB33E" w:rsidR="00467C52" w:rsidRDefault="0091585D">
      <w:pPr>
        <w:pStyle w:val="RedaliaNormal"/>
      </w:pPr>
      <w:r>
        <w:t xml:space="preserve">SIRET : </w:t>
      </w:r>
    </w:p>
    <w:p w14:paraId="6408D053" w14:textId="4C325030" w:rsidR="005B697B" w:rsidRDefault="0091585D">
      <w:pPr>
        <w:pStyle w:val="RedaliaNormal"/>
      </w:pPr>
      <w:r>
        <w:t xml:space="preserve">APE : </w:t>
      </w:r>
    </w:p>
    <w:p w14:paraId="412CF27E" w14:textId="46702ADB" w:rsidR="005B697B" w:rsidRDefault="0091585D">
      <w:pPr>
        <w:pStyle w:val="RedaliaNormal"/>
      </w:pPr>
      <w:r>
        <w:t>Numéro de TVA intracommunautaire :</w:t>
      </w:r>
      <w:r w:rsidR="00467C52">
        <w:t xml:space="preserve"> </w:t>
      </w:r>
    </w:p>
    <w:p w14:paraId="745FACA7" w14:textId="77777777" w:rsidR="005B697B" w:rsidRDefault="005B697B">
      <w:pPr>
        <w:pStyle w:val="RedaliaNormal"/>
      </w:pPr>
    </w:p>
    <w:p w14:paraId="156F7D8E" w14:textId="77777777" w:rsidR="005B697B" w:rsidRDefault="0091585D">
      <w:pPr>
        <w:pStyle w:val="RedaliaNormal"/>
      </w:pPr>
      <w:r>
        <w:t>Accepte de recevoir l’avance :</w:t>
      </w:r>
    </w:p>
    <w:p w14:paraId="71305FDD" w14:textId="6B216C13" w:rsidR="005B697B" w:rsidRDefault="00467C52">
      <w:pPr>
        <w:pStyle w:val="RedaliaNormal"/>
      </w:pPr>
      <w:sdt>
        <w:sdtPr>
          <w:id w:val="-1286496474"/>
          <w14:checkbox>
            <w14:checked w14:val="0"/>
            <w14:checkedState w14:val="2612" w14:font="MS Gothic"/>
            <w14:uncheckedState w14:val="2610" w14:font="MS Gothic"/>
          </w14:checkbox>
        </w:sdtPr>
        <w:sdtContent>
          <w:r>
            <w:rPr>
              <w:rFonts w:ascii="MS Gothic" w:eastAsia="MS Gothic" w:hAnsi="MS Gothic" w:hint="eastAsia"/>
            </w:rPr>
            <w:t>☐</w:t>
          </w:r>
        </w:sdtContent>
      </w:sdt>
      <w:r w:rsidR="0091585D">
        <w:t xml:space="preserve"> Oui</w:t>
      </w:r>
    </w:p>
    <w:p w14:paraId="67DA92B9" w14:textId="28624762" w:rsidR="005B697B" w:rsidRDefault="00467C52">
      <w:pPr>
        <w:pStyle w:val="RedaliaNormal"/>
      </w:pPr>
      <w:sdt>
        <w:sdtPr>
          <w:id w:val="-336766869"/>
          <w14:checkbox>
            <w14:checked w14:val="0"/>
            <w14:checkedState w14:val="2612" w14:font="MS Gothic"/>
            <w14:uncheckedState w14:val="2610" w14:font="MS Gothic"/>
          </w14:checkbox>
        </w:sdtPr>
        <w:sdtContent>
          <w:r>
            <w:rPr>
              <w:rFonts w:ascii="MS Gothic" w:eastAsia="MS Gothic" w:hAnsi="MS Gothic" w:hint="eastAsia"/>
            </w:rPr>
            <w:t>☐</w:t>
          </w:r>
        </w:sdtContent>
      </w:sdt>
      <w:r w:rsidR="0091585D">
        <w:t xml:space="preserve"> Non</w:t>
      </w:r>
    </w:p>
    <w:p w14:paraId="473BC3B5" w14:textId="77777777" w:rsidR="005B697B" w:rsidRDefault="005B697B">
      <w:pPr>
        <w:pStyle w:val="RedaliaNormal"/>
      </w:pPr>
    </w:p>
    <w:p w14:paraId="5ACFE44C" w14:textId="77777777" w:rsidR="005B697B" w:rsidRDefault="0091585D">
      <w:pPr>
        <w:pStyle w:val="RedaliaNormal"/>
      </w:pPr>
      <w:r>
        <w:t>Références bancaires :</w:t>
      </w:r>
    </w:p>
    <w:p w14:paraId="747626E0" w14:textId="2F7F0110" w:rsidR="005B697B" w:rsidRDefault="0091585D">
      <w:pPr>
        <w:pStyle w:val="RedaliaNormal"/>
      </w:pPr>
      <w:r>
        <w:t xml:space="preserve">IBAN : </w:t>
      </w:r>
    </w:p>
    <w:p w14:paraId="73BE5576" w14:textId="36588413" w:rsidR="005B697B" w:rsidRDefault="0091585D">
      <w:pPr>
        <w:pStyle w:val="RedaliaNormal"/>
      </w:pPr>
      <w:r>
        <w:t xml:space="preserve">BIC : </w:t>
      </w:r>
    </w:p>
    <w:p w14:paraId="67E173E5" w14:textId="77777777" w:rsidR="005B697B" w:rsidRDefault="005B697B">
      <w:pPr>
        <w:pStyle w:val="RedaliaNormal"/>
      </w:pPr>
    </w:p>
    <w:p w14:paraId="4F2804E9" w14:textId="77777777" w:rsidR="005B697B" w:rsidRDefault="005B697B">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5B697B" w14:paraId="21F551F4"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D514DFD" w14:textId="77777777" w:rsidR="005B697B" w:rsidRDefault="0091585D">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329B99A" w14:textId="77777777" w:rsidR="005B697B" w:rsidRDefault="0091585D">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2C228DB" w14:textId="77777777" w:rsidR="005B697B" w:rsidRDefault="0091585D">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DA62037" w14:textId="77777777" w:rsidR="005B697B" w:rsidRDefault="0091585D">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92EC2D5" w14:textId="77777777" w:rsidR="005B697B" w:rsidRDefault="0091585D">
            <w:pPr>
              <w:pStyle w:val="RedaliaNormal"/>
            </w:pPr>
            <w:r>
              <w:t>Montant T.T.C. (€)</w:t>
            </w:r>
          </w:p>
        </w:tc>
      </w:tr>
      <w:tr w:rsidR="005B697B" w14:paraId="3417407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55B8AF" w14:textId="77777777" w:rsidR="005B697B" w:rsidRDefault="0091585D">
            <w:pPr>
              <w:pStyle w:val="RedaliaContenudetableau"/>
            </w:pPr>
            <w:r>
              <w:t>Dénomination sociale : ………….</w:t>
            </w:r>
          </w:p>
          <w:p w14:paraId="029AF083" w14:textId="77777777" w:rsidR="005B697B" w:rsidRDefault="0091585D">
            <w:pPr>
              <w:pStyle w:val="RedaliaContenudetableau"/>
            </w:pPr>
            <w:r>
              <w:t>...…………………………………...</w:t>
            </w:r>
          </w:p>
          <w:p w14:paraId="0D098A64" w14:textId="77777777" w:rsidR="005B697B" w:rsidRDefault="0091585D">
            <w:pPr>
              <w:pStyle w:val="RedaliaContenudetableau"/>
            </w:pPr>
            <w:r>
              <w:t>...…………………………………...</w:t>
            </w:r>
          </w:p>
          <w:p w14:paraId="420EC5AB" w14:textId="77777777" w:rsidR="005B697B" w:rsidRDefault="0091585D">
            <w:pPr>
              <w:pStyle w:val="RedaliaContenudetableau"/>
            </w:pPr>
            <w:r>
              <w:t>...…………………………………...</w:t>
            </w:r>
          </w:p>
          <w:p w14:paraId="4BC20974" w14:textId="77777777" w:rsidR="005B697B" w:rsidRDefault="0091585D">
            <w:pPr>
              <w:pStyle w:val="RedaliaContenudetableau"/>
            </w:pPr>
            <w:r>
              <w:t>...…………………………………...</w:t>
            </w:r>
          </w:p>
          <w:p w14:paraId="6DF1779C" w14:textId="77777777" w:rsidR="005B697B" w:rsidRDefault="009158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869F05" w14:textId="77777777" w:rsidR="005B697B" w:rsidRDefault="005B697B">
            <w:pPr>
              <w:pStyle w:val="RedaliaContenudetableau"/>
              <w:rPr>
                <w:sz w:val="16"/>
              </w:rPr>
            </w:pPr>
          </w:p>
          <w:p w14:paraId="3E8F6CB1" w14:textId="77777777" w:rsidR="005B697B" w:rsidRDefault="005B697B">
            <w:pPr>
              <w:pStyle w:val="RedaliaContenudetableau"/>
              <w:rPr>
                <w:sz w:val="16"/>
              </w:rPr>
            </w:pPr>
          </w:p>
          <w:p w14:paraId="1F498F08" w14:textId="77777777" w:rsidR="005B697B" w:rsidRDefault="005B697B">
            <w:pPr>
              <w:pStyle w:val="RedaliaContenudetableau"/>
              <w:rPr>
                <w:sz w:val="16"/>
              </w:rPr>
            </w:pPr>
          </w:p>
          <w:p w14:paraId="6400D961" w14:textId="77777777" w:rsidR="005B697B" w:rsidRDefault="005B697B">
            <w:pPr>
              <w:pStyle w:val="RedaliaContenudetableau"/>
              <w:rPr>
                <w:sz w:val="16"/>
              </w:rPr>
            </w:pPr>
          </w:p>
          <w:p w14:paraId="0FA05647" w14:textId="77777777" w:rsidR="005B697B" w:rsidRDefault="005B697B">
            <w:pPr>
              <w:pStyle w:val="RedaliaContenudetableau"/>
              <w:rPr>
                <w:sz w:val="16"/>
              </w:rPr>
            </w:pPr>
          </w:p>
          <w:p w14:paraId="151A94D2" w14:textId="77777777" w:rsidR="005B697B" w:rsidRDefault="005B697B">
            <w:pPr>
              <w:pStyle w:val="RedaliaContenudetableau"/>
              <w:rPr>
                <w:sz w:val="16"/>
              </w:rPr>
            </w:pPr>
          </w:p>
          <w:p w14:paraId="37CC0A84" w14:textId="77777777" w:rsidR="005B697B" w:rsidRDefault="005B69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BC35B5" w14:textId="77777777" w:rsidR="005B697B" w:rsidRDefault="005B697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652CBB" w14:textId="77777777" w:rsidR="005B697B" w:rsidRDefault="005B69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71E2D1" w14:textId="77777777" w:rsidR="005B697B" w:rsidRDefault="005B697B">
            <w:pPr>
              <w:pStyle w:val="RedaliaContenudetableau"/>
              <w:rPr>
                <w:sz w:val="16"/>
              </w:rPr>
            </w:pPr>
          </w:p>
        </w:tc>
      </w:tr>
      <w:tr w:rsidR="005B697B" w14:paraId="122926D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102B0E" w14:textId="77777777" w:rsidR="005B697B" w:rsidRDefault="0091585D">
            <w:pPr>
              <w:pStyle w:val="RedaliaContenudetableau"/>
            </w:pPr>
            <w:r>
              <w:t>Dénomination sociale : ………….</w:t>
            </w:r>
          </w:p>
          <w:p w14:paraId="3650A987" w14:textId="77777777" w:rsidR="005B697B" w:rsidRDefault="0091585D">
            <w:pPr>
              <w:pStyle w:val="RedaliaContenudetableau"/>
            </w:pPr>
            <w:r>
              <w:t>...…………………………………...</w:t>
            </w:r>
          </w:p>
          <w:p w14:paraId="4F847A2E" w14:textId="77777777" w:rsidR="005B697B" w:rsidRDefault="0091585D">
            <w:pPr>
              <w:pStyle w:val="RedaliaContenudetableau"/>
            </w:pPr>
            <w:r>
              <w:t>...…………………………………...</w:t>
            </w:r>
          </w:p>
          <w:p w14:paraId="28502442" w14:textId="77777777" w:rsidR="005B697B" w:rsidRDefault="0091585D">
            <w:pPr>
              <w:pStyle w:val="RedaliaContenudetableau"/>
            </w:pPr>
            <w:r>
              <w:t>...…………………………………...</w:t>
            </w:r>
          </w:p>
          <w:p w14:paraId="258BC0E2" w14:textId="77777777" w:rsidR="005B697B" w:rsidRDefault="0091585D">
            <w:pPr>
              <w:pStyle w:val="RedaliaContenudetableau"/>
            </w:pPr>
            <w:r>
              <w:t>...…………………………………...</w:t>
            </w:r>
          </w:p>
          <w:p w14:paraId="7D736DD2" w14:textId="77777777" w:rsidR="005B697B" w:rsidRDefault="009158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491BAE" w14:textId="77777777" w:rsidR="005B697B" w:rsidRDefault="005B697B">
            <w:pPr>
              <w:pStyle w:val="RedaliaContenudetableau"/>
              <w:rPr>
                <w:sz w:val="16"/>
              </w:rPr>
            </w:pPr>
          </w:p>
          <w:p w14:paraId="1FB7CEEF" w14:textId="77777777" w:rsidR="005B697B" w:rsidRDefault="005B697B">
            <w:pPr>
              <w:pStyle w:val="RedaliaContenudetableau"/>
              <w:rPr>
                <w:sz w:val="16"/>
              </w:rPr>
            </w:pPr>
          </w:p>
          <w:p w14:paraId="698A6FCD" w14:textId="77777777" w:rsidR="005B697B" w:rsidRDefault="005B697B">
            <w:pPr>
              <w:pStyle w:val="RedaliaContenudetableau"/>
              <w:rPr>
                <w:sz w:val="16"/>
              </w:rPr>
            </w:pPr>
          </w:p>
          <w:p w14:paraId="7EF00886" w14:textId="77777777" w:rsidR="005B697B" w:rsidRDefault="005B697B">
            <w:pPr>
              <w:pStyle w:val="RedaliaContenudetableau"/>
              <w:rPr>
                <w:sz w:val="16"/>
              </w:rPr>
            </w:pPr>
          </w:p>
          <w:p w14:paraId="598402F3" w14:textId="77777777" w:rsidR="005B697B" w:rsidRDefault="005B697B">
            <w:pPr>
              <w:pStyle w:val="RedaliaContenudetableau"/>
              <w:rPr>
                <w:sz w:val="16"/>
              </w:rPr>
            </w:pPr>
          </w:p>
          <w:p w14:paraId="3872114C" w14:textId="77777777" w:rsidR="005B697B" w:rsidRDefault="005B697B">
            <w:pPr>
              <w:pStyle w:val="RedaliaContenudetableau"/>
              <w:rPr>
                <w:sz w:val="16"/>
              </w:rPr>
            </w:pPr>
          </w:p>
          <w:p w14:paraId="0B0E7577" w14:textId="77777777" w:rsidR="005B697B" w:rsidRDefault="005B69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BD1C70" w14:textId="77777777" w:rsidR="005B697B" w:rsidRDefault="005B697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F8D619" w14:textId="77777777" w:rsidR="005B697B" w:rsidRDefault="005B69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3A35A7" w14:textId="77777777" w:rsidR="005B697B" w:rsidRDefault="005B697B">
            <w:pPr>
              <w:pStyle w:val="RedaliaContenudetableau"/>
              <w:rPr>
                <w:sz w:val="16"/>
              </w:rPr>
            </w:pPr>
          </w:p>
        </w:tc>
      </w:tr>
      <w:tr w:rsidR="005B697B" w14:paraId="2179B3D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C360B7" w14:textId="77777777" w:rsidR="005B697B" w:rsidRDefault="0091585D">
            <w:pPr>
              <w:pStyle w:val="RedaliaContenudetableau"/>
            </w:pPr>
            <w:r>
              <w:t>Dénomination sociale : ………….</w:t>
            </w:r>
          </w:p>
          <w:p w14:paraId="1562342F" w14:textId="77777777" w:rsidR="005B697B" w:rsidRDefault="0091585D">
            <w:pPr>
              <w:pStyle w:val="RedaliaContenudetableau"/>
            </w:pPr>
            <w:r>
              <w:t>...…………………………………...</w:t>
            </w:r>
          </w:p>
          <w:p w14:paraId="7378B188" w14:textId="77777777" w:rsidR="005B697B" w:rsidRDefault="0091585D">
            <w:pPr>
              <w:pStyle w:val="RedaliaContenudetableau"/>
            </w:pPr>
            <w:r>
              <w:t>...…………………………………...</w:t>
            </w:r>
          </w:p>
          <w:p w14:paraId="783FB307" w14:textId="77777777" w:rsidR="005B697B" w:rsidRDefault="0091585D">
            <w:pPr>
              <w:pStyle w:val="RedaliaContenudetableau"/>
            </w:pPr>
            <w:r>
              <w:t>...…………………………………...</w:t>
            </w:r>
          </w:p>
          <w:p w14:paraId="3EC400DD" w14:textId="77777777" w:rsidR="005B697B" w:rsidRDefault="0091585D">
            <w:pPr>
              <w:pStyle w:val="RedaliaContenudetableau"/>
            </w:pPr>
            <w:r>
              <w:t>...…………………………………...</w:t>
            </w:r>
          </w:p>
          <w:p w14:paraId="0061F8BA" w14:textId="77777777" w:rsidR="005B697B" w:rsidRDefault="009158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8FB443" w14:textId="77777777" w:rsidR="005B697B" w:rsidRDefault="005B697B">
            <w:pPr>
              <w:pStyle w:val="RedaliaContenudetableau"/>
              <w:rPr>
                <w:sz w:val="16"/>
              </w:rPr>
            </w:pPr>
          </w:p>
          <w:p w14:paraId="29034D21" w14:textId="77777777" w:rsidR="005B697B" w:rsidRDefault="005B697B">
            <w:pPr>
              <w:pStyle w:val="RedaliaContenudetableau"/>
              <w:rPr>
                <w:sz w:val="16"/>
              </w:rPr>
            </w:pPr>
          </w:p>
          <w:p w14:paraId="7EB2A43B" w14:textId="77777777" w:rsidR="005B697B" w:rsidRDefault="005B697B">
            <w:pPr>
              <w:pStyle w:val="RedaliaContenudetableau"/>
              <w:rPr>
                <w:sz w:val="16"/>
              </w:rPr>
            </w:pPr>
          </w:p>
          <w:p w14:paraId="265362F2" w14:textId="77777777" w:rsidR="005B697B" w:rsidRDefault="005B697B">
            <w:pPr>
              <w:pStyle w:val="RedaliaContenudetableau"/>
              <w:rPr>
                <w:sz w:val="16"/>
              </w:rPr>
            </w:pPr>
          </w:p>
          <w:p w14:paraId="6807ACF6" w14:textId="77777777" w:rsidR="005B697B" w:rsidRDefault="005B697B">
            <w:pPr>
              <w:pStyle w:val="RedaliaContenudetableau"/>
              <w:rPr>
                <w:sz w:val="16"/>
              </w:rPr>
            </w:pPr>
          </w:p>
          <w:p w14:paraId="09834B69" w14:textId="77777777" w:rsidR="005B697B" w:rsidRDefault="005B697B">
            <w:pPr>
              <w:pStyle w:val="RedaliaContenudetableau"/>
              <w:rPr>
                <w:sz w:val="16"/>
              </w:rPr>
            </w:pPr>
          </w:p>
          <w:p w14:paraId="0CF0C028" w14:textId="77777777" w:rsidR="005B697B" w:rsidRDefault="005B69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087D2D" w14:textId="77777777" w:rsidR="005B697B" w:rsidRDefault="005B697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B6D521" w14:textId="77777777" w:rsidR="005B697B" w:rsidRDefault="005B69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1B2C28" w14:textId="77777777" w:rsidR="005B697B" w:rsidRDefault="005B697B">
            <w:pPr>
              <w:pStyle w:val="RedaliaContenudetableau"/>
              <w:rPr>
                <w:sz w:val="16"/>
              </w:rPr>
            </w:pPr>
          </w:p>
        </w:tc>
      </w:tr>
      <w:tr w:rsidR="005B697B" w14:paraId="6D8BD8D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4F58A4F" w14:textId="77777777" w:rsidR="005B697B" w:rsidRDefault="0091585D">
            <w:pPr>
              <w:pStyle w:val="RedaliaContenudetableau"/>
            </w:pPr>
            <w:r>
              <w:t>Dénomination sociale : ………….</w:t>
            </w:r>
          </w:p>
          <w:p w14:paraId="6AC7E9EA" w14:textId="77777777" w:rsidR="005B697B" w:rsidRDefault="0091585D">
            <w:pPr>
              <w:pStyle w:val="RedaliaContenudetableau"/>
            </w:pPr>
            <w:r>
              <w:t>...…………………………………...</w:t>
            </w:r>
          </w:p>
          <w:p w14:paraId="1265A175" w14:textId="77777777" w:rsidR="005B697B" w:rsidRDefault="0091585D">
            <w:pPr>
              <w:pStyle w:val="RedaliaContenudetableau"/>
            </w:pPr>
            <w:r>
              <w:t>...…………………………………...</w:t>
            </w:r>
          </w:p>
          <w:p w14:paraId="5FEFCB43" w14:textId="77777777" w:rsidR="005B697B" w:rsidRDefault="0091585D">
            <w:pPr>
              <w:pStyle w:val="RedaliaContenudetableau"/>
            </w:pPr>
            <w:r>
              <w:t>...…………………………………...</w:t>
            </w:r>
          </w:p>
          <w:p w14:paraId="0D55A74E" w14:textId="77777777" w:rsidR="005B697B" w:rsidRDefault="0091585D">
            <w:pPr>
              <w:pStyle w:val="RedaliaContenudetableau"/>
            </w:pPr>
            <w:r>
              <w:t>...…………………………………...</w:t>
            </w:r>
          </w:p>
          <w:p w14:paraId="2A000646" w14:textId="77777777" w:rsidR="005B697B" w:rsidRDefault="009158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FD61FA" w14:textId="77777777" w:rsidR="005B697B" w:rsidRDefault="005B697B">
            <w:pPr>
              <w:pStyle w:val="RedaliaContenudetableau"/>
              <w:rPr>
                <w:sz w:val="16"/>
              </w:rPr>
            </w:pPr>
          </w:p>
          <w:p w14:paraId="5CA496A6" w14:textId="77777777" w:rsidR="005B697B" w:rsidRDefault="005B697B">
            <w:pPr>
              <w:pStyle w:val="RedaliaContenudetableau"/>
              <w:rPr>
                <w:sz w:val="16"/>
              </w:rPr>
            </w:pPr>
          </w:p>
          <w:p w14:paraId="31344E8C" w14:textId="77777777" w:rsidR="005B697B" w:rsidRDefault="005B697B">
            <w:pPr>
              <w:pStyle w:val="RedaliaContenudetableau"/>
              <w:rPr>
                <w:sz w:val="16"/>
              </w:rPr>
            </w:pPr>
          </w:p>
          <w:p w14:paraId="3EB62E72" w14:textId="77777777" w:rsidR="005B697B" w:rsidRDefault="005B697B">
            <w:pPr>
              <w:pStyle w:val="RedaliaContenudetableau"/>
              <w:rPr>
                <w:sz w:val="16"/>
              </w:rPr>
            </w:pPr>
          </w:p>
          <w:p w14:paraId="6E20A03B" w14:textId="77777777" w:rsidR="005B697B" w:rsidRDefault="005B697B">
            <w:pPr>
              <w:pStyle w:val="RedaliaContenudetableau"/>
              <w:rPr>
                <w:sz w:val="16"/>
              </w:rPr>
            </w:pPr>
          </w:p>
          <w:p w14:paraId="74AFE8F2" w14:textId="77777777" w:rsidR="005B697B" w:rsidRDefault="005B697B">
            <w:pPr>
              <w:pStyle w:val="RedaliaContenudetableau"/>
              <w:rPr>
                <w:sz w:val="16"/>
              </w:rPr>
            </w:pPr>
          </w:p>
          <w:p w14:paraId="1B889350" w14:textId="77777777" w:rsidR="005B697B" w:rsidRDefault="005B69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88203A" w14:textId="77777777" w:rsidR="005B697B" w:rsidRDefault="005B697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494BCE" w14:textId="77777777" w:rsidR="005B697B" w:rsidRDefault="005B69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EDE58B" w14:textId="77777777" w:rsidR="005B697B" w:rsidRDefault="005B697B">
            <w:pPr>
              <w:pStyle w:val="RedaliaContenudetableau"/>
              <w:rPr>
                <w:sz w:val="16"/>
              </w:rPr>
            </w:pPr>
          </w:p>
        </w:tc>
      </w:tr>
      <w:tr w:rsidR="005B697B" w14:paraId="1DC7F05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09A32B" w14:textId="77777777" w:rsidR="005B697B" w:rsidRDefault="0091585D">
            <w:pPr>
              <w:pStyle w:val="RedaliaContenudetableau"/>
            </w:pPr>
            <w:r>
              <w:t>Dénomination sociale : ………….</w:t>
            </w:r>
          </w:p>
          <w:p w14:paraId="71C568FB" w14:textId="77777777" w:rsidR="005B697B" w:rsidRDefault="0091585D">
            <w:pPr>
              <w:pStyle w:val="RedaliaContenudetableau"/>
            </w:pPr>
            <w:r>
              <w:t>...…………………………………...</w:t>
            </w:r>
          </w:p>
          <w:p w14:paraId="3D596683" w14:textId="77777777" w:rsidR="005B697B" w:rsidRDefault="0091585D">
            <w:pPr>
              <w:pStyle w:val="RedaliaContenudetableau"/>
            </w:pPr>
            <w:r>
              <w:t>...…………………………………...</w:t>
            </w:r>
          </w:p>
          <w:p w14:paraId="29BE76D9" w14:textId="77777777" w:rsidR="005B697B" w:rsidRDefault="0091585D">
            <w:pPr>
              <w:pStyle w:val="RedaliaContenudetableau"/>
            </w:pPr>
            <w:r>
              <w:t>...…………………………………...</w:t>
            </w:r>
          </w:p>
          <w:p w14:paraId="0AE232B6" w14:textId="77777777" w:rsidR="005B697B" w:rsidRDefault="0091585D">
            <w:pPr>
              <w:pStyle w:val="RedaliaContenudetableau"/>
            </w:pPr>
            <w:r>
              <w:t>...…………………………………...</w:t>
            </w:r>
          </w:p>
          <w:p w14:paraId="22C0155C" w14:textId="77777777" w:rsidR="005B697B" w:rsidRDefault="009158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002877" w14:textId="77777777" w:rsidR="005B697B" w:rsidRDefault="005B697B">
            <w:pPr>
              <w:pStyle w:val="RedaliaContenudetableau"/>
              <w:rPr>
                <w:sz w:val="16"/>
              </w:rPr>
            </w:pPr>
          </w:p>
          <w:p w14:paraId="271D1FFE" w14:textId="77777777" w:rsidR="005B697B" w:rsidRDefault="005B697B">
            <w:pPr>
              <w:pStyle w:val="RedaliaContenudetableau"/>
              <w:rPr>
                <w:sz w:val="16"/>
              </w:rPr>
            </w:pPr>
          </w:p>
          <w:p w14:paraId="2361270C" w14:textId="77777777" w:rsidR="005B697B" w:rsidRDefault="005B697B">
            <w:pPr>
              <w:pStyle w:val="RedaliaContenudetableau"/>
              <w:rPr>
                <w:sz w:val="16"/>
              </w:rPr>
            </w:pPr>
          </w:p>
          <w:p w14:paraId="6123ADAE" w14:textId="77777777" w:rsidR="005B697B" w:rsidRDefault="005B697B">
            <w:pPr>
              <w:pStyle w:val="RedaliaContenudetableau"/>
              <w:rPr>
                <w:sz w:val="16"/>
              </w:rPr>
            </w:pPr>
          </w:p>
          <w:p w14:paraId="30CAE080" w14:textId="77777777" w:rsidR="005B697B" w:rsidRDefault="005B697B">
            <w:pPr>
              <w:pStyle w:val="RedaliaContenudetableau"/>
              <w:rPr>
                <w:sz w:val="16"/>
              </w:rPr>
            </w:pPr>
          </w:p>
          <w:p w14:paraId="721364BD" w14:textId="77777777" w:rsidR="005B697B" w:rsidRDefault="005B697B">
            <w:pPr>
              <w:pStyle w:val="RedaliaContenudetableau"/>
              <w:rPr>
                <w:sz w:val="16"/>
              </w:rPr>
            </w:pPr>
          </w:p>
          <w:p w14:paraId="6D0CA97C" w14:textId="77777777" w:rsidR="005B697B" w:rsidRDefault="005B69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CED995" w14:textId="77777777" w:rsidR="005B697B" w:rsidRDefault="005B697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F7DF362" w14:textId="77777777" w:rsidR="005B697B" w:rsidRDefault="005B69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EED0AB" w14:textId="77777777" w:rsidR="005B697B" w:rsidRDefault="005B697B">
            <w:pPr>
              <w:pStyle w:val="RedaliaContenudetableau"/>
              <w:rPr>
                <w:sz w:val="16"/>
              </w:rPr>
            </w:pPr>
          </w:p>
        </w:tc>
      </w:tr>
      <w:tr w:rsidR="005B697B" w14:paraId="25AB9948"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A5BE045" w14:textId="77777777" w:rsidR="005B697B" w:rsidRDefault="005B697B">
            <w:pPr>
              <w:pStyle w:val="RedaliaNormal"/>
            </w:pPr>
          </w:p>
          <w:p w14:paraId="51B7866A" w14:textId="77777777" w:rsidR="005B697B" w:rsidRDefault="005B697B">
            <w:pPr>
              <w:pStyle w:val="RedaliaNormal"/>
            </w:pPr>
          </w:p>
          <w:p w14:paraId="08AC7810" w14:textId="77777777" w:rsidR="005B697B" w:rsidRDefault="005B697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B86B256" w14:textId="77777777" w:rsidR="005B697B" w:rsidRDefault="0091585D">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7473BE" w14:textId="77777777" w:rsidR="005B697B" w:rsidRDefault="005B697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892C71" w14:textId="77777777" w:rsidR="005B697B" w:rsidRDefault="005B697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7AE4E3" w14:textId="77777777" w:rsidR="005B697B" w:rsidRDefault="005B697B">
            <w:pPr>
              <w:pStyle w:val="RedaliaNormal"/>
              <w:rPr>
                <w:sz w:val="16"/>
              </w:rPr>
            </w:pPr>
          </w:p>
        </w:tc>
      </w:tr>
    </w:tbl>
    <w:p w14:paraId="43241734" w14:textId="77777777" w:rsidR="005B697B" w:rsidRDefault="005B697B">
      <w:pPr>
        <w:pStyle w:val="RedaliaNormal"/>
      </w:pPr>
    </w:p>
    <w:sectPr w:rsidR="005B697B">
      <w:headerReference w:type="default" r:id="rId9"/>
      <w:footerReference w:type="default" r:id="rId10"/>
      <w:pgSz w:w="11906" w:h="16838"/>
      <w:pgMar w:top="1276"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40661" w14:textId="77777777" w:rsidR="00FF01B8" w:rsidRDefault="00FF01B8">
      <w:r>
        <w:separator/>
      </w:r>
    </w:p>
  </w:endnote>
  <w:endnote w:type="continuationSeparator" w:id="0">
    <w:p w14:paraId="0401A542" w14:textId="77777777" w:rsidR="00FF01B8" w:rsidRDefault="00FF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940B3" w14:textId="77777777" w:rsidR="008D7D02" w:rsidRDefault="008D7D02">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04468E" w14:paraId="47FA564E" w14:textId="77777777">
      <w:tc>
        <w:tcPr>
          <w:tcW w:w="3070" w:type="dxa"/>
          <w:tcBorders>
            <w:top w:val="single" w:sz="4" w:space="0" w:color="000000"/>
          </w:tcBorders>
          <w:tcMar>
            <w:top w:w="0" w:type="dxa"/>
            <w:left w:w="70" w:type="dxa"/>
            <w:bottom w:w="0" w:type="dxa"/>
            <w:right w:w="70" w:type="dxa"/>
          </w:tcMar>
        </w:tcPr>
        <w:p w14:paraId="3E2404B2" w14:textId="77777777" w:rsidR="008D7D02" w:rsidRDefault="0091585D">
          <w:pPr>
            <w:pStyle w:val="RdaliaLgende"/>
          </w:pPr>
          <w:r>
            <w:t>Acte d’engagement</w:t>
          </w:r>
        </w:p>
      </w:tc>
      <w:tc>
        <w:tcPr>
          <w:tcW w:w="3071" w:type="dxa"/>
          <w:tcBorders>
            <w:top w:val="single" w:sz="4" w:space="0" w:color="000000"/>
          </w:tcBorders>
          <w:tcMar>
            <w:top w:w="0" w:type="dxa"/>
            <w:left w:w="70" w:type="dxa"/>
            <w:bottom w:w="0" w:type="dxa"/>
            <w:right w:w="70" w:type="dxa"/>
          </w:tcMar>
        </w:tcPr>
        <w:p w14:paraId="06D4E946" w14:textId="77777777" w:rsidR="008D7D02" w:rsidRDefault="008D7D02">
          <w:pPr>
            <w:pStyle w:val="RdaliaLgende"/>
          </w:pPr>
        </w:p>
      </w:tc>
      <w:tc>
        <w:tcPr>
          <w:tcW w:w="3071" w:type="dxa"/>
          <w:tcBorders>
            <w:top w:val="single" w:sz="4" w:space="0" w:color="000000"/>
          </w:tcBorders>
          <w:tcMar>
            <w:top w:w="0" w:type="dxa"/>
            <w:left w:w="70" w:type="dxa"/>
            <w:bottom w:w="0" w:type="dxa"/>
            <w:right w:w="70" w:type="dxa"/>
          </w:tcMar>
        </w:tcPr>
        <w:p w14:paraId="3105D648" w14:textId="77777777" w:rsidR="008D7D02" w:rsidRDefault="0091585D">
          <w:pPr>
            <w:pStyle w:val="RdaliaLgende"/>
            <w:jc w:val="right"/>
          </w:pPr>
          <w:r>
            <w:t xml:space="preserve">Page </w:t>
          </w:r>
          <w:r>
            <w:fldChar w:fldCharType="begin"/>
          </w:r>
          <w:r>
            <w:instrText xml:space="preserve"> PAGE </w:instrText>
          </w:r>
          <w:r>
            <w:fldChar w:fldCharType="separate"/>
          </w:r>
          <w:r>
            <w:t>11</w:t>
          </w:r>
          <w:r>
            <w:fldChar w:fldCharType="end"/>
          </w:r>
          <w:r>
            <w:t xml:space="preserve"> sur </w:t>
          </w:r>
          <w:r>
            <w:fldChar w:fldCharType="begin"/>
          </w:r>
          <w:r>
            <w:instrText xml:space="preserve"> NUMPAGES </w:instrText>
          </w:r>
          <w:r>
            <w:fldChar w:fldCharType="separate"/>
          </w:r>
          <w:r>
            <w:t>11</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E74E3" w14:textId="77777777" w:rsidR="00FF01B8" w:rsidRDefault="00FF01B8">
      <w:r>
        <w:rPr>
          <w:color w:val="000000"/>
        </w:rPr>
        <w:separator/>
      </w:r>
    </w:p>
  </w:footnote>
  <w:footnote w:type="continuationSeparator" w:id="0">
    <w:p w14:paraId="43BC0428" w14:textId="77777777" w:rsidR="00FF01B8" w:rsidRDefault="00FF0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04468E" w14:paraId="3AADE231" w14:textId="77777777">
      <w:tc>
        <w:tcPr>
          <w:tcW w:w="3070" w:type="dxa"/>
          <w:tcBorders>
            <w:bottom w:val="single" w:sz="4" w:space="0" w:color="000000"/>
          </w:tcBorders>
          <w:tcMar>
            <w:top w:w="0" w:type="dxa"/>
            <w:left w:w="70" w:type="dxa"/>
            <w:bottom w:w="0" w:type="dxa"/>
            <w:right w:w="70" w:type="dxa"/>
          </w:tcMar>
        </w:tcPr>
        <w:p w14:paraId="4F35C5BB" w14:textId="77777777" w:rsidR="008D7D02" w:rsidRDefault="008D7D02">
          <w:pPr>
            <w:pStyle w:val="RdaliaLgende"/>
          </w:pPr>
        </w:p>
      </w:tc>
      <w:tc>
        <w:tcPr>
          <w:tcW w:w="3071" w:type="dxa"/>
          <w:tcBorders>
            <w:bottom w:val="single" w:sz="4" w:space="0" w:color="000000"/>
          </w:tcBorders>
          <w:tcMar>
            <w:top w:w="0" w:type="dxa"/>
            <w:left w:w="70" w:type="dxa"/>
            <w:bottom w:w="0" w:type="dxa"/>
            <w:right w:w="70" w:type="dxa"/>
          </w:tcMar>
        </w:tcPr>
        <w:p w14:paraId="5CEF86CD" w14:textId="77777777" w:rsidR="008D7D02" w:rsidRDefault="008D7D02">
          <w:pPr>
            <w:pStyle w:val="RdaliaLgende"/>
          </w:pPr>
        </w:p>
      </w:tc>
      <w:tc>
        <w:tcPr>
          <w:tcW w:w="3071" w:type="dxa"/>
          <w:tcBorders>
            <w:bottom w:val="single" w:sz="4" w:space="0" w:color="000000"/>
          </w:tcBorders>
          <w:tcMar>
            <w:top w:w="0" w:type="dxa"/>
            <w:left w:w="70" w:type="dxa"/>
            <w:bottom w:w="0" w:type="dxa"/>
            <w:right w:w="70" w:type="dxa"/>
          </w:tcMar>
        </w:tcPr>
        <w:p w14:paraId="6C134794" w14:textId="77777777" w:rsidR="008D7D02" w:rsidRDefault="0091585D">
          <w:pPr>
            <w:pStyle w:val="RdaliaLgende"/>
            <w:jc w:val="right"/>
          </w:pPr>
          <w:r>
            <w:t>Procédure : 2025AC000086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02D8C"/>
    <w:multiLevelType w:val="multilevel"/>
    <w:tmpl w:val="337C8756"/>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1EFA12B2"/>
    <w:multiLevelType w:val="multilevel"/>
    <w:tmpl w:val="B0507C64"/>
    <w:styleLink w:val="LFO2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 w15:restartNumberingAfterBreak="0">
    <w:nsid w:val="1F4F4395"/>
    <w:multiLevelType w:val="multilevel"/>
    <w:tmpl w:val="F80ED742"/>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22CB0B3E"/>
    <w:multiLevelType w:val="multilevel"/>
    <w:tmpl w:val="FF4A4E54"/>
    <w:styleLink w:val="WWOutlineListStyle4"/>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27A50F53"/>
    <w:multiLevelType w:val="multilevel"/>
    <w:tmpl w:val="38E889A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29DE5C18"/>
    <w:multiLevelType w:val="multilevel"/>
    <w:tmpl w:val="7E7CC7AE"/>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31BF23D2"/>
    <w:multiLevelType w:val="multilevel"/>
    <w:tmpl w:val="D00E613A"/>
    <w:styleLink w:val="LFO24"/>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72D7A55"/>
    <w:multiLevelType w:val="multilevel"/>
    <w:tmpl w:val="AE243FC0"/>
    <w:styleLink w:val="LFO5"/>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F0C1A51"/>
    <w:multiLevelType w:val="multilevel"/>
    <w:tmpl w:val="8DD6D6E2"/>
    <w:styleLink w:val="LFO22"/>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5F841659"/>
    <w:multiLevelType w:val="multilevel"/>
    <w:tmpl w:val="F072E89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6C2357A4"/>
    <w:multiLevelType w:val="multilevel"/>
    <w:tmpl w:val="123CE9C0"/>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6DF34C9F"/>
    <w:multiLevelType w:val="multilevel"/>
    <w:tmpl w:val="5C00C92E"/>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7D5907BD"/>
    <w:multiLevelType w:val="multilevel"/>
    <w:tmpl w:val="1EE48E88"/>
    <w:styleLink w:val="LFO1"/>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num w:numId="1" w16cid:durableId="591550959">
    <w:abstractNumId w:val="3"/>
  </w:num>
  <w:num w:numId="2" w16cid:durableId="31006161">
    <w:abstractNumId w:val="9"/>
  </w:num>
  <w:num w:numId="3" w16cid:durableId="1247299401">
    <w:abstractNumId w:val="2"/>
  </w:num>
  <w:num w:numId="4" w16cid:durableId="1110978083">
    <w:abstractNumId w:val="0"/>
  </w:num>
  <w:num w:numId="5" w16cid:durableId="1124226436">
    <w:abstractNumId w:val="4"/>
  </w:num>
  <w:num w:numId="6" w16cid:durableId="1372346196">
    <w:abstractNumId w:val="11"/>
  </w:num>
  <w:num w:numId="7" w16cid:durableId="838235648">
    <w:abstractNumId w:val="12"/>
  </w:num>
  <w:num w:numId="8" w16cid:durableId="461466059">
    <w:abstractNumId w:val="7"/>
  </w:num>
  <w:num w:numId="9" w16cid:durableId="182935198">
    <w:abstractNumId w:val="10"/>
  </w:num>
  <w:num w:numId="10" w16cid:durableId="1994987897">
    <w:abstractNumId w:val="5"/>
  </w:num>
  <w:num w:numId="11" w16cid:durableId="313603119">
    <w:abstractNumId w:val="8"/>
  </w:num>
  <w:num w:numId="12" w16cid:durableId="1369523555">
    <w:abstractNumId w:val="1"/>
  </w:num>
  <w:num w:numId="13" w16cid:durableId="1106651454">
    <w:abstractNumId w:val="6"/>
  </w:num>
  <w:num w:numId="14" w16cid:durableId="16498256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97B"/>
    <w:rsid w:val="000F4AC1"/>
    <w:rsid w:val="00467C52"/>
    <w:rsid w:val="00493B04"/>
    <w:rsid w:val="005B697B"/>
    <w:rsid w:val="0063641E"/>
    <w:rsid w:val="00821FDA"/>
    <w:rsid w:val="008D7D02"/>
    <w:rsid w:val="0091585D"/>
    <w:rsid w:val="009532EC"/>
    <w:rsid w:val="00B135AE"/>
    <w:rsid w:val="00E62456"/>
    <w:rsid w:val="00EC60EE"/>
    <w:rsid w:val="00F00D27"/>
    <w:rsid w:val="00FF01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8AB52"/>
  <w15:docId w15:val="{BC7A3A0C-5DF9-4448-B6DC-A81D56F5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4">
    <w:name w:val="WW_OutlineListStyle_4"/>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textAlignment w:val="baseline"/>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uiPriority w:val="39"/>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9"/>
      </w:numPr>
    </w:pPr>
  </w:style>
  <w:style w:type="paragraph" w:customStyle="1" w:styleId="RdaliaTableau">
    <w:name w:val="Rédalia : Tableau"/>
    <w:basedOn w:val="RedaliaNormal"/>
    <w:pPr>
      <w:numPr>
        <w:numId w:val="7"/>
      </w:numPr>
    </w:pPr>
    <w:rPr>
      <w:b/>
      <w:color w:val="0000FF"/>
    </w:rPr>
  </w:style>
  <w:style w:type="paragraph" w:customStyle="1" w:styleId="RdaliaTextemasqu">
    <w:name w:val="Rédalia : Texte masqué"/>
    <w:basedOn w:val="RdaliaRetraitniveau1"/>
    <w:pPr>
      <w:numPr>
        <w:numId w:val="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textAlignment w:val="baseline"/>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0"/>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HeaderandFooter"/>
  </w:style>
  <w:style w:type="paragraph" w:styleId="Pieddepage">
    <w:name w:val="footer"/>
    <w:basedOn w:val="HeaderandFooter"/>
  </w:style>
  <w:style w:type="paragraph" w:customStyle="1" w:styleId="RedaliaRetrait2avecpuce">
    <w:name w:val="Redalia : Retrait 2 avec puce"/>
    <w:basedOn w:val="RedaliaRetraitavecpuce"/>
    <w:pPr>
      <w:numPr>
        <w:numId w:val="11"/>
      </w:numPr>
      <w:tabs>
        <w:tab w:val="clear" w:pos="8505"/>
        <w:tab w:val="left" w:pos="-1179"/>
        <w:tab w:val="left" w:leader="dot" w:pos="562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textAlignment w:val="baseline"/>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textAlignment w:val="baseline"/>
    </w:pPr>
    <w:rPr>
      <w:color w:val="000000"/>
    </w:rPr>
  </w:style>
  <w:style w:type="paragraph" w:styleId="Date">
    <w:name w:val="Date"/>
    <w:basedOn w:val="Normal"/>
    <w:pPr>
      <w:overflowPunct w:val="0"/>
      <w:autoSpaceDE w:val="0"/>
      <w:spacing w:after="3940"/>
      <w:ind w:right="1701"/>
      <w:jc w:val="right"/>
      <w:textAlignment w:val="baseline"/>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textAlignment w:val="baseline"/>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
    <w:pPr>
      <w:overflowPunct w:val="0"/>
      <w:autoSpaceDE w:val="0"/>
      <w:textAlignment w:val="baseline"/>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3"/>
      </w:numPr>
      <w:tabs>
        <w:tab w:val="left" w:pos="-37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2"/>
      </w:numPr>
      <w:tabs>
        <w:tab w:val="left" w:pos="-1593"/>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textAlignment w:val="baseline"/>
    </w:pPr>
    <w:rPr>
      <w:sz w:val="28"/>
    </w:rPr>
  </w:style>
  <w:style w:type="paragraph" w:styleId="En-ttedetabledesmatires">
    <w:name w:val="TOC Heading"/>
    <w:basedOn w:val="Titre1"/>
    <w:next w:val="Normal"/>
    <w:pPr>
      <w:keepLines/>
      <w:widowControl/>
      <w:spacing w:before="0" w:after="0" w:line="244" w:lineRule="auto"/>
    </w:pPr>
    <w:rPr>
      <w:rFonts w:ascii="Calibri Light" w:eastAsia="Calibri Light" w:hAnsi="Calibri Light" w:cs="Calibri Light"/>
      <w:b w:val="0"/>
      <w:color w:val="2E74B5"/>
      <w:kern w:val="0"/>
      <w:szCs w:val="32"/>
    </w:rPr>
  </w:style>
  <w:style w:type="paragraph" w:customStyle="1" w:styleId="western">
    <w:name w:val="western"/>
    <w:basedOn w:val="Normal"/>
    <w:pPr>
      <w:widowControl/>
      <w:spacing w:before="100" w:after="142" w:line="276" w:lineRule="auto"/>
      <w:ind w:right="-23" w:firstLine="578"/>
      <w:jc w:val="both"/>
    </w:pPr>
    <w:rPr>
      <w:rFonts w:ascii="Century Gothic" w:eastAsia="Century Gothic" w:hAnsi="Century Gothic" w:cs="Century Gothic"/>
      <w:color w:val="000000"/>
      <w:sz w:val="20"/>
    </w:rPr>
  </w:style>
  <w:style w:type="paragraph" w:styleId="NormalWeb">
    <w:name w:val="Normal (Web)"/>
    <w:basedOn w:val="Normal"/>
    <w:pPr>
      <w:widowControl/>
      <w:spacing w:before="100" w:after="142" w:line="276" w:lineRule="auto"/>
      <w:ind w:right="-23" w:firstLine="578"/>
      <w:jc w:val="both"/>
    </w:pPr>
    <w:rPr>
      <w:rFonts w:ascii="Times New Roman" w:eastAsia="Times New Roman" w:hAnsi="Times New Roman" w:cs="Times New Roman"/>
      <w:color w:val="000000"/>
      <w:sz w:val="24"/>
      <w:szCs w:val="24"/>
    </w:rPr>
  </w:style>
  <w:style w:type="paragraph" w:customStyle="1" w:styleId="HeaderandFooter">
    <w:name w:val="Header and Footer"/>
    <w:basedOn w:val="Standard"/>
    <w:pPr>
      <w:suppressLineNumbers/>
      <w:tabs>
        <w:tab w:val="center" w:pos="4819"/>
        <w:tab w:val="right" w:pos="9638"/>
      </w:tabs>
    </w:pPr>
  </w:style>
  <w:style w:type="paragraph" w:customStyle="1" w:styleId="TableContents">
    <w:name w:val="Table Contents"/>
    <w:basedOn w:val="Standard"/>
    <w:pPr>
      <w:widowControl w:val="0"/>
      <w:suppressLineNumbers/>
    </w:pPr>
  </w:style>
  <w:style w:type="paragraph" w:customStyle="1" w:styleId="Textbody">
    <w:name w:val="Text body"/>
    <w:basedOn w:val="Standard"/>
    <w:pPr>
      <w:spacing w:after="140" w:line="276"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basedOn w:val="Policepardfaut"/>
    <w:rPr>
      <w:rFonts w:ascii="Arial" w:eastAsia="Arial" w:hAnsi="Arial" w:cs="Arial"/>
      <w:b/>
      <w:bCs/>
      <w:sz w:val="22"/>
    </w:rPr>
  </w:style>
  <w:style w:type="character" w:styleId="Lienhypertexte">
    <w:name w:val="Hyperlink"/>
    <w:uiPriority w:val="99"/>
    <w:rPr>
      <w:rFonts w:ascii="Arial" w:eastAsia="Arial" w:hAnsi="Arial" w:cs="Arial"/>
      <w:color w:val="0000FF"/>
      <w:u w:val="single"/>
    </w:rPr>
  </w:style>
  <w:style w:type="character" w:customStyle="1" w:styleId="En-tteCar">
    <w:name w:val="En-tête Car"/>
    <w:basedOn w:val="Policepardfaut"/>
    <w:rPr>
      <w:rFonts w:ascii="Arial" w:eastAsia="Arial" w:hAnsi="Arial" w:cs="Arial"/>
      <w:sz w:val="22"/>
    </w:rPr>
  </w:style>
  <w:style w:type="character" w:customStyle="1" w:styleId="PieddepageCar">
    <w:name w:val="Pied de page Car"/>
    <w:basedOn w:val="Policepardfaut"/>
    <w:rPr>
      <w:rFonts w:ascii="Arial" w:eastAsia="Arial" w:hAnsi="Arial" w:cs="Arial"/>
      <w:sz w:val="22"/>
    </w:rPr>
  </w:style>
  <w:style w:type="character" w:styleId="Numrodepage">
    <w:name w:val="page number"/>
    <w:basedOn w:val="Policepardfaut"/>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basedOn w:val="Policepardfaut"/>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customStyle="1" w:styleId="Internetlink">
    <w:name w:val="Internet link"/>
    <w:rPr>
      <w:color w:val="000080"/>
      <w:u w:val="single"/>
    </w:rPr>
  </w:style>
  <w:style w:type="character" w:customStyle="1" w:styleId="IndexLink">
    <w:name w:val="Index Link"/>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Arial" w:eastAsia="Arial" w:hAnsi="Arial" w:cs="Arial"/>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Arial" w:eastAsia="Arial" w:hAnsi="Arial" w:cs="Arial"/>
      <w:b/>
      <w:bCs/>
    </w:rPr>
  </w:style>
  <w:style w:type="numbering" w:customStyle="1" w:styleId="WWOutlineListStyle3">
    <w:name w:val="WW_OutlineListStyle_3"/>
    <w:basedOn w:val="Aucuneliste"/>
    <w:pPr>
      <w:numPr>
        <w:numId w:val="2"/>
      </w:numPr>
    </w:pPr>
  </w:style>
  <w:style w:type="numbering" w:customStyle="1" w:styleId="WWOutlineListStyle2">
    <w:name w:val="WW_OutlineListStyle_2"/>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Outline">
    <w:name w:val="Outline"/>
    <w:basedOn w:val="Aucuneliste"/>
    <w:pPr>
      <w:numPr>
        <w:numId w:val="6"/>
      </w:numPr>
    </w:pPr>
  </w:style>
  <w:style w:type="numbering" w:customStyle="1" w:styleId="LFO1">
    <w:name w:val="LFO1"/>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21">
    <w:name w:val="LFO21"/>
    <w:basedOn w:val="Aucuneliste"/>
    <w:pPr>
      <w:numPr>
        <w:numId w:val="10"/>
      </w:numPr>
    </w:pPr>
  </w:style>
  <w:style w:type="numbering" w:customStyle="1" w:styleId="LFO22">
    <w:name w:val="LFO22"/>
    <w:basedOn w:val="Aucuneliste"/>
    <w:pPr>
      <w:numPr>
        <w:numId w:val="11"/>
      </w:numPr>
    </w:pPr>
  </w:style>
  <w:style w:type="numbering" w:customStyle="1" w:styleId="LFO23">
    <w:name w:val="LFO23"/>
    <w:basedOn w:val="Aucuneliste"/>
    <w:pPr>
      <w:numPr>
        <w:numId w:val="12"/>
      </w:numPr>
    </w:pPr>
  </w:style>
  <w:style w:type="numbering" w:customStyle="1" w:styleId="LFO24">
    <w:name w:val="LFO24"/>
    <w:basedOn w:val="Aucunelist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culetc\OneDrive%20-%20ADEME\2025AC000086%20-%20Anim%20ITECOP%2025-28%20Pierre%20Taillant\Version%202\l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Template>
  <TotalTime>3</TotalTime>
  <Pages>8</Pages>
  <Words>1550</Words>
  <Characters>8528</Characters>
  <Application>Microsoft Office Word</Application>
  <DocSecurity>0</DocSecurity>
  <Lines>71</Lines>
  <Paragraphs>20</Paragraphs>
  <ScaleCrop>false</ScaleCrop>
  <Company>ADEME</Company>
  <LinksUpToDate>false</LinksUpToDate>
  <CharactersWithSpaces>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COCULET Céline</cp:lastModifiedBy>
  <cp:revision>10</cp:revision>
  <dcterms:created xsi:type="dcterms:W3CDTF">2025-08-27T09:01:00Z</dcterms:created>
  <dcterms:modified xsi:type="dcterms:W3CDTF">2025-09-01T13:00:00Z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
  </property>
  <property fmtid="{D5CDD505-2E9C-101B-9397-08002B2CF9AE}" pid="5" name="ElementContenant">
    <vt:lpwstr>AE_ADEME</vt:lpwstr>
  </property>
  <property fmtid="{D5CDD505-2E9C-101B-9397-08002B2CF9AE}" pid="6" name="ElementPrecedent">
    <vt:lpwstr/>
  </property>
  <property fmtid="{D5CDD505-2E9C-101B-9397-08002B2CF9AE}" pid="7" name="IdentifiantEdition">
    <vt:lpwstr>AE_ADEME</vt:lpwstr>
  </property>
  <property fmtid="{D5CDD505-2E9C-101B-9397-08002B2CF9AE}" pid="8" name="NomSegment">
    <vt:lpwstr>AE_ADEME</vt:lpwstr>
  </property>
  <property fmtid="{D5CDD505-2E9C-101B-9397-08002B2CF9AE}" pid="9" name="NouveauElement">
    <vt:lpwstr>AE_COM</vt:lpwstr>
  </property>
  <property fmtid="{D5CDD505-2E9C-101B-9397-08002B2CF9AE}" pid="10" name="ResultatCommande">
    <vt:lpwstr>Ok</vt:lpwstr>
  </property>
  <property fmtid="{D5CDD505-2E9C-101B-9397-08002B2CF9AE}" pid="11" name="MSIP_Label_98ce3bfb-fff1-481a-835b-0a342757958d_Enabled">
    <vt:lpwstr>true</vt:lpwstr>
  </property>
  <property fmtid="{D5CDD505-2E9C-101B-9397-08002B2CF9AE}" pid="12" name="MSIP_Label_98ce3bfb-fff1-481a-835b-0a342757958d_SetDate">
    <vt:lpwstr>2025-07-30T13:27:01Z</vt:lpwstr>
  </property>
  <property fmtid="{D5CDD505-2E9C-101B-9397-08002B2CF9AE}" pid="13" name="MSIP_Label_98ce3bfb-fff1-481a-835b-0a342757958d_Method">
    <vt:lpwstr>Standard</vt:lpwstr>
  </property>
  <property fmtid="{D5CDD505-2E9C-101B-9397-08002B2CF9AE}" pid="14" name="MSIP_Label_98ce3bfb-fff1-481a-835b-0a342757958d_Name">
    <vt:lpwstr>C0 - Public</vt:lpwstr>
  </property>
  <property fmtid="{D5CDD505-2E9C-101B-9397-08002B2CF9AE}" pid="15" name="MSIP_Label_98ce3bfb-fff1-481a-835b-0a342757958d_SiteId">
    <vt:lpwstr>cb6c2492-4a85-4b15-85a1-ed94d47e5849</vt:lpwstr>
  </property>
  <property fmtid="{D5CDD505-2E9C-101B-9397-08002B2CF9AE}" pid="16" name="MSIP_Label_98ce3bfb-fff1-481a-835b-0a342757958d_ActionId">
    <vt:lpwstr>0668d825-0a28-4a99-89e9-7df80e7a81c7</vt:lpwstr>
  </property>
  <property fmtid="{D5CDD505-2E9C-101B-9397-08002B2CF9AE}" pid="17" name="MSIP_Label_98ce3bfb-fff1-481a-835b-0a342757958d_ContentBits">
    <vt:lpwstr>0</vt:lpwstr>
  </property>
  <property fmtid="{D5CDD505-2E9C-101B-9397-08002B2CF9AE}" pid="18" name="MSIP_Label_98ce3bfb-fff1-481a-835b-0a342757958d_Tag">
    <vt:lpwstr>10, 3, 0, 1</vt:lpwstr>
  </property>
</Properties>
</file>