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3FE68" w14:textId="77777777" w:rsidR="00AA10FD" w:rsidRPr="001079F0" w:rsidRDefault="00AA10FD" w:rsidP="00563054">
      <w:pPr>
        <w:pStyle w:val="Titre"/>
        <w:jc w:val="both"/>
        <w:rPr>
          <w:color w:val="auto"/>
        </w:rPr>
      </w:pPr>
    </w:p>
    <w:p w14:paraId="3873C0A3" w14:textId="77777777" w:rsidR="00AA10FD" w:rsidRPr="001079F0" w:rsidRDefault="00AA10FD" w:rsidP="00563054">
      <w:pPr>
        <w:spacing w:before="0" w:after="0" w:line="240" w:lineRule="auto"/>
        <w:contextualSpacing/>
        <w:jc w:val="center"/>
      </w:pPr>
    </w:p>
    <w:p w14:paraId="4BB1F392" w14:textId="77777777" w:rsidR="002D01DF" w:rsidRPr="001079F0" w:rsidRDefault="0024749E" w:rsidP="0024749E">
      <w:pPr>
        <w:spacing w:before="0" w:after="0" w:line="240" w:lineRule="auto"/>
        <w:contextualSpacing/>
        <w:jc w:val="center"/>
      </w:pPr>
      <w:r>
        <w:rPr>
          <w:noProof/>
        </w:rPr>
        <w:drawing>
          <wp:inline distT="0" distB="0" distL="0" distR="0" wp14:anchorId="2EA47339" wp14:editId="75E50CAC">
            <wp:extent cx="3616960" cy="1267460"/>
            <wp:effectExtent l="0" t="0" r="2540" b="8890"/>
            <wp:docPr id="1769951619" name="Image 2" descr="Une image contenant Police, text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951619" name="Image 2" descr="Une image contenant Police, texte, Graphique, logo&#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6960" cy="1267460"/>
                    </a:xfrm>
                    <a:prstGeom prst="rect">
                      <a:avLst/>
                    </a:prstGeom>
                    <a:noFill/>
                    <a:ln>
                      <a:noFill/>
                    </a:ln>
                  </pic:spPr>
                </pic:pic>
              </a:graphicData>
            </a:graphic>
          </wp:inline>
        </w:drawing>
      </w:r>
    </w:p>
    <w:p w14:paraId="04DA1763" w14:textId="77777777" w:rsidR="002D01DF" w:rsidRPr="001079F0" w:rsidRDefault="002D01DF" w:rsidP="00563054">
      <w:pPr>
        <w:spacing w:before="0" w:after="0" w:line="240" w:lineRule="auto"/>
        <w:contextualSpacing/>
      </w:pPr>
    </w:p>
    <w:p w14:paraId="3DBFE14B" w14:textId="77777777" w:rsidR="0024749E" w:rsidRDefault="0024749E" w:rsidP="00563054">
      <w:pPr>
        <w:pStyle w:val="Titre"/>
        <w:rPr>
          <w:color w:val="auto"/>
        </w:rPr>
      </w:pPr>
    </w:p>
    <w:p w14:paraId="0532DA29" w14:textId="77777777" w:rsidR="00524D96" w:rsidRPr="001079F0" w:rsidRDefault="00524D96" w:rsidP="00563054">
      <w:pPr>
        <w:pStyle w:val="Titre"/>
        <w:rPr>
          <w:color w:val="auto"/>
        </w:rPr>
      </w:pPr>
      <w:r w:rsidRPr="001079F0">
        <w:rPr>
          <w:color w:val="auto"/>
        </w:rPr>
        <w:t>Acte d’engagement</w:t>
      </w:r>
    </w:p>
    <w:p w14:paraId="0AE7F731" w14:textId="77777777" w:rsidR="0000667E" w:rsidRPr="001079F0" w:rsidRDefault="0000667E" w:rsidP="00563054">
      <w:pPr>
        <w:pStyle w:val="Titre2"/>
        <w:spacing w:before="0" w:line="240" w:lineRule="auto"/>
        <w:ind w:left="0"/>
        <w:contextualSpacing/>
        <w:rPr>
          <w:color w:val="auto"/>
        </w:rPr>
      </w:pPr>
    </w:p>
    <w:p w14:paraId="0002D14C" w14:textId="77777777" w:rsidR="0000667E" w:rsidRPr="001079F0" w:rsidRDefault="0000667E" w:rsidP="00563054">
      <w:pPr>
        <w:pStyle w:val="Titre2"/>
        <w:spacing w:before="0" w:line="240" w:lineRule="auto"/>
        <w:ind w:left="0"/>
        <w:contextualSpacing/>
        <w:rPr>
          <w:color w:val="auto"/>
        </w:rPr>
      </w:pPr>
    </w:p>
    <w:p w14:paraId="0723F075" w14:textId="77777777" w:rsidR="0000667E" w:rsidRPr="001079F0" w:rsidRDefault="0000667E" w:rsidP="00563054">
      <w:pPr>
        <w:pStyle w:val="Titre2"/>
        <w:spacing w:before="0" w:line="240" w:lineRule="auto"/>
        <w:ind w:left="0"/>
        <w:contextualSpacing/>
        <w:jc w:val="center"/>
        <w:rPr>
          <w:color w:val="auto"/>
        </w:rPr>
      </w:pPr>
    </w:p>
    <w:p w14:paraId="08CC738D" w14:textId="753185B5" w:rsidR="002D01DF" w:rsidRDefault="00524D96" w:rsidP="00563054">
      <w:pPr>
        <w:pStyle w:val="Titre2"/>
        <w:spacing w:before="0" w:line="240" w:lineRule="auto"/>
        <w:ind w:left="0"/>
        <w:contextualSpacing/>
        <w:jc w:val="center"/>
        <w:rPr>
          <w:color w:val="auto"/>
        </w:rPr>
      </w:pPr>
      <w:r w:rsidRPr="001079F0">
        <w:rPr>
          <w:color w:val="auto"/>
        </w:rPr>
        <w:t xml:space="preserve">Lot n° </w:t>
      </w:r>
      <w:r w:rsidR="00944BE1">
        <w:rPr>
          <w:color w:val="auto"/>
        </w:rPr>
        <w:t>4</w:t>
      </w:r>
    </w:p>
    <w:p w14:paraId="2679AEA1" w14:textId="77777777" w:rsidR="0024749E" w:rsidRPr="0024749E" w:rsidRDefault="0024749E" w:rsidP="0024749E"/>
    <w:p w14:paraId="252D1F08" w14:textId="77777777" w:rsidR="0000667E" w:rsidRPr="001079F0" w:rsidRDefault="0000667E" w:rsidP="00563054">
      <w:pPr>
        <w:spacing w:before="0" w:after="0" w:line="240" w:lineRule="auto"/>
        <w:contextualSpacing/>
        <w:jc w:val="center"/>
      </w:pPr>
    </w:p>
    <w:p w14:paraId="4F0C3209" w14:textId="0F55A466" w:rsidR="000F19A5" w:rsidRPr="001079F0" w:rsidRDefault="00524D96" w:rsidP="00563054">
      <w:pPr>
        <w:pStyle w:val="Titre2"/>
        <w:spacing w:before="0" w:line="240" w:lineRule="auto"/>
        <w:ind w:left="0"/>
        <w:contextualSpacing/>
        <w:jc w:val="center"/>
        <w:rPr>
          <w:color w:val="auto"/>
        </w:rPr>
      </w:pPr>
      <w:r w:rsidRPr="001079F0">
        <w:rPr>
          <w:color w:val="auto"/>
        </w:rPr>
        <w:t xml:space="preserve">Assurance </w:t>
      </w:r>
      <w:r w:rsidR="00026AF8" w:rsidRPr="001079F0">
        <w:rPr>
          <w:color w:val="auto"/>
        </w:rPr>
        <w:t>« </w:t>
      </w:r>
      <w:r w:rsidR="001A41FF" w:rsidRPr="001A41FF">
        <w:rPr>
          <w:color w:val="auto"/>
        </w:rPr>
        <w:t>Mobilités internationales étudiants</w:t>
      </w:r>
      <w:r w:rsidR="001A41FF">
        <w:rPr>
          <w:color w:val="auto"/>
        </w:rPr>
        <w:t xml:space="preserve"> </w:t>
      </w:r>
      <w:r w:rsidR="00313927">
        <w:rPr>
          <w:color w:val="auto"/>
        </w:rPr>
        <w:t xml:space="preserve">étrangers </w:t>
      </w:r>
      <w:r w:rsidR="00026AF8" w:rsidRPr="001079F0">
        <w:rPr>
          <w:color w:val="auto"/>
        </w:rPr>
        <w:t>»</w:t>
      </w:r>
    </w:p>
    <w:p w14:paraId="21E86757" w14:textId="77777777" w:rsidR="002D01DF" w:rsidRPr="001079F0" w:rsidRDefault="002D01DF" w:rsidP="00563054">
      <w:pPr>
        <w:spacing w:before="0" w:after="0" w:line="240" w:lineRule="auto"/>
        <w:contextualSpacing/>
      </w:pPr>
    </w:p>
    <w:p w14:paraId="6BD12B27" w14:textId="77777777" w:rsidR="002D01DF" w:rsidRPr="001079F0" w:rsidRDefault="002D01DF" w:rsidP="00563054">
      <w:pPr>
        <w:spacing w:before="0" w:after="0" w:line="240" w:lineRule="auto"/>
        <w:contextualSpacing/>
      </w:pPr>
    </w:p>
    <w:p w14:paraId="527159FF" w14:textId="77777777" w:rsidR="002D01DF" w:rsidRPr="001079F0" w:rsidRDefault="002D01DF" w:rsidP="00563054">
      <w:pPr>
        <w:spacing w:before="0" w:after="0" w:line="240" w:lineRule="auto"/>
        <w:contextualSpacing/>
      </w:pPr>
    </w:p>
    <w:p w14:paraId="61967BF4" w14:textId="77777777" w:rsidR="002D01DF" w:rsidRPr="001079F0" w:rsidRDefault="002D01DF" w:rsidP="00563054">
      <w:pPr>
        <w:spacing w:before="0" w:after="0" w:line="240" w:lineRule="auto"/>
        <w:contextualSpacing/>
      </w:pPr>
    </w:p>
    <w:p w14:paraId="651E2431" w14:textId="77777777" w:rsidR="002D01DF" w:rsidRPr="001079F0" w:rsidRDefault="002D01DF" w:rsidP="00563054">
      <w:pPr>
        <w:spacing w:before="0" w:after="0" w:line="240" w:lineRule="auto"/>
        <w:contextualSpacing/>
      </w:pPr>
    </w:p>
    <w:p w14:paraId="505F62DC" w14:textId="77777777" w:rsidR="002D01DF" w:rsidRPr="001079F0" w:rsidRDefault="002D01DF" w:rsidP="00563054">
      <w:pPr>
        <w:spacing w:before="0" w:after="0" w:line="240" w:lineRule="auto"/>
        <w:contextualSpacing/>
      </w:pPr>
    </w:p>
    <w:p w14:paraId="766083CF" w14:textId="77777777" w:rsidR="002D01DF" w:rsidRPr="001079F0" w:rsidRDefault="002D01DF" w:rsidP="00563054">
      <w:pPr>
        <w:spacing w:before="0" w:after="0" w:line="240" w:lineRule="auto"/>
        <w:contextualSpacing/>
      </w:pPr>
    </w:p>
    <w:p w14:paraId="6FAD9FFF" w14:textId="77777777" w:rsidR="002D01DF" w:rsidRPr="001079F0" w:rsidRDefault="002D01DF" w:rsidP="00563054">
      <w:pPr>
        <w:spacing w:before="0" w:after="0" w:line="240" w:lineRule="auto"/>
        <w:contextualSpacing/>
      </w:pPr>
    </w:p>
    <w:p w14:paraId="72DFE6F4" w14:textId="77777777" w:rsidR="002D01DF" w:rsidRPr="001079F0" w:rsidRDefault="002D01DF" w:rsidP="00563054">
      <w:pPr>
        <w:spacing w:before="0" w:after="0" w:line="240" w:lineRule="auto"/>
        <w:contextualSpacing/>
      </w:pPr>
    </w:p>
    <w:p w14:paraId="12AC1F72" w14:textId="77777777" w:rsidR="002D01DF" w:rsidRPr="001079F0" w:rsidRDefault="002D01DF" w:rsidP="00563054">
      <w:pPr>
        <w:spacing w:before="0" w:after="0" w:line="240" w:lineRule="auto"/>
        <w:contextualSpacing/>
      </w:pPr>
    </w:p>
    <w:p w14:paraId="703F152E" w14:textId="77777777" w:rsidR="002D01DF" w:rsidRPr="001079F0" w:rsidRDefault="002D01DF" w:rsidP="00563054">
      <w:pPr>
        <w:spacing w:before="0" w:after="0" w:line="240" w:lineRule="auto"/>
        <w:contextualSpacing/>
      </w:pPr>
    </w:p>
    <w:p w14:paraId="3F1C6B77" w14:textId="77777777" w:rsidR="002D01DF" w:rsidRPr="001079F0" w:rsidRDefault="002D01DF" w:rsidP="00563054">
      <w:pPr>
        <w:spacing w:before="0" w:after="0" w:line="240" w:lineRule="auto"/>
        <w:contextualSpacing/>
      </w:pPr>
    </w:p>
    <w:p w14:paraId="4053817B" w14:textId="77777777" w:rsidR="002D01DF" w:rsidRPr="001079F0" w:rsidRDefault="002D01DF" w:rsidP="00563054">
      <w:pPr>
        <w:spacing w:before="0" w:after="0" w:line="240" w:lineRule="auto"/>
        <w:contextualSpacing/>
      </w:pPr>
    </w:p>
    <w:p w14:paraId="5E9B2FF0" w14:textId="77777777" w:rsidR="002D01DF" w:rsidRPr="001079F0" w:rsidRDefault="002D01DF" w:rsidP="00563054">
      <w:pPr>
        <w:spacing w:before="0" w:after="0" w:line="240" w:lineRule="auto"/>
        <w:contextualSpacing/>
      </w:pPr>
    </w:p>
    <w:p w14:paraId="028AE561" w14:textId="77777777" w:rsidR="002D01DF" w:rsidRPr="001079F0" w:rsidRDefault="002D01DF" w:rsidP="00563054">
      <w:pPr>
        <w:spacing w:before="0" w:after="0" w:line="240" w:lineRule="auto"/>
        <w:contextualSpacing/>
      </w:pPr>
    </w:p>
    <w:p w14:paraId="258E6FE4" w14:textId="77777777" w:rsidR="002D01DF" w:rsidRPr="001079F0" w:rsidRDefault="002D01DF" w:rsidP="00563054">
      <w:pPr>
        <w:spacing w:before="0" w:after="0" w:line="240" w:lineRule="auto"/>
        <w:contextualSpacing/>
        <w:jc w:val="center"/>
      </w:pPr>
    </w:p>
    <w:p w14:paraId="64673367" w14:textId="77777777" w:rsidR="00563054" w:rsidRDefault="00563054">
      <w:pPr>
        <w:spacing w:before="0"/>
        <w:jc w:val="left"/>
        <w:rPr>
          <w:rFonts w:ascii="Century Gothic" w:eastAsiaTheme="majorEastAsia" w:hAnsi="Century Gothic" w:cstheme="majorBidi"/>
          <w:b/>
          <w:sz w:val="36"/>
          <w:szCs w:val="36"/>
        </w:rPr>
      </w:pPr>
      <w:r>
        <w:br w:type="page"/>
      </w:r>
    </w:p>
    <w:p w14:paraId="662BE263" w14:textId="77777777" w:rsidR="00524D96" w:rsidRPr="001079F0" w:rsidRDefault="00524D96" w:rsidP="00563054">
      <w:pPr>
        <w:pStyle w:val="Titre1"/>
        <w:spacing w:before="0" w:line="240" w:lineRule="auto"/>
        <w:contextualSpacing/>
        <w:rPr>
          <w:color w:val="auto"/>
        </w:rPr>
      </w:pPr>
      <w:r w:rsidRPr="001079F0">
        <w:rPr>
          <w:color w:val="auto"/>
        </w:rPr>
        <w:lastRenderedPageBreak/>
        <w:t>ACTE D’ENGAGEMENT</w:t>
      </w:r>
    </w:p>
    <w:p w14:paraId="3C98E65A" w14:textId="77777777" w:rsidR="00524D96" w:rsidRPr="001079F0" w:rsidRDefault="00524D96" w:rsidP="00563054">
      <w:pPr>
        <w:pStyle w:val="NormalRiskpart"/>
        <w:contextualSpacing/>
        <w:rPr>
          <w:rFonts w:asciiTheme="minorHAnsi" w:hAnsiTheme="minorHAnsi" w:cstheme="minorHAnsi"/>
        </w:rPr>
      </w:pPr>
    </w:p>
    <w:p w14:paraId="50C9E43C" w14:textId="77777777" w:rsidR="00563054" w:rsidRDefault="00563054" w:rsidP="00563054">
      <w:pPr>
        <w:pStyle w:val="Titre2"/>
        <w:spacing w:before="0" w:line="240" w:lineRule="auto"/>
        <w:ind w:left="0"/>
        <w:contextualSpacing/>
        <w:jc w:val="center"/>
        <w:rPr>
          <w:color w:val="auto"/>
        </w:rPr>
      </w:pPr>
    </w:p>
    <w:p w14:paraId="6C45ADF5" w14:textId="50ADC10C" w:rsidR="00524D96" w:rsidRPr="001079F0" w:rsidRDefault="00CE123F" w:rsidP="00563054">
      <w:pPr>
        <w:pStyle w:val="Titre2"/>
        <w:spacing w:before="0" w:line="240" w:lineRule="auto"/>
        <w:ind w:left="0"/>
        <w:contextualSpacing/>
        <w:jc w:val="center"/>
        <w:rPr>
          <w:color w:val="auto"/>
        </w:rPr>
      </w:pPr>
      <w:r w:rsidRPr="001079F0">
        <w:rPr>
          <w:color w:val="auto"/>
        </w:rPr>
        <w:t xml:space="preserve">Assurance </w:t>
      </w:r>
      <w:r w:rsidR="00026AF8" w:rsidRPr="001079F0">
        <w:rPr>
          <w:color w:val="auto"/>
        </w:rPr>
        <w:t>« </w:t>
      </w:r>
      <w:r w:rsidR="001A41FF" w:rsidRPr="001A41FF">
        <w:rPr>
          <w:color w:val="auto"/>
        </w:rPr>
        <w:t>Mobilités internationales étudiants</w:t>
      </w:r>
      <w:r w:rsidR="001A41FF">
        <w:rPr>
          <w:color w:val="auto"/>
        </w:rPr>
        <w:t xml:space="preserve"> </w:t>
      </w:r>
      <w:r w:rsidR="00313927">
        <w:rPr>
          <w:color w:val="auto"/>
        </w:rPr>
        <w:t xml:space="preserve">étrangers </w:t>
      </w:r>
      <w:r w:rsidR="001079F0">
        <w:rPr>
          <w:color w:val="auto"/>
        </w:rPr>
        <w:t>»</w:t>
      </w:r>
    </w:p>
    <w:p w14:paraId="482F79E1" w14:textId="77777777" w:rsidR="00524D96" w:rsidRDefault="00524D96" w:rsidP="00563054">
      <w:pPr>
        <w:pStyle w:val="TitreRiskpart4"/>
        <w:spacing w:before="0"/>
        <w:contextualSpacing/>
        <w:rPr>
          <w:rFonts w:asciiTheme="minorHAnsi" w:hAnsiTheme="minorHAnsi" w:cstheme="minorHAnsi"/>
          <w:i w:val="0"/>
          <w:iCs w:val="0"/>
        </w:rPr>
      </w:pPr>
    </w:p>
    <w:p w14:paraId="6063798A" w14:textId="77777777" w:rsidR="00563054" w:rsidRPr="00221A80" w:rsidRDefault="00563054" w:rsidP="00563054">
      <w:pPr>
        <w:pStyle w:val="TitreRiskpart4"/>
        <w:spacing w:before="0"/>
        <w:contextualSpacing/>
        <w:rPr>
          <w:rFonts w:asciiTheme="minorHAnsi" w:hAnsiTheme="minorHAnsi" w:cstheme="minorHAnsi"/>
          <w:i w:val="0"/>
          <w:iCs w:val="0"/>
        </w:rPr>
      </w:pPr>
    </w:p>
    <w:p w14:paraId="633A83F0" w14:textId="77777777" w:rsidR="001079F0" w:rsidRPr="00221A80" w:rsidRDefault="001079F0" w:rsidP="00563054">
      <w:pPr>
        <w:pStyle w:val="Paragraphedeliste"/>
        <w:numPr>
          <w:ilvl w:val="0"/>
          <w:numId w:val="20"/>
        </w:numPr>
        <w:spacing w:before="0" w:after="0" w:line="240" w:lineRule="auto"/>
        <w:rPr>
          <w:rFonts w:ascii="Century Gothic" w:hAnsi="Century Gothic"/>
          <w:sz w:val="24"/>
          <w:szCs w:val="24"/>
        </w:rPr>
      </w:pPr>
      <w:r w:rsidRPr="00221A80">
        <w:rPr>
          <w:rFonts w:ascii="Century Gothic" w:hAnsi="Century Gothic"/>
          <w:sz w:val="24"/>
          <w:szCs w:val="24"/>
        </w:rPr>
        <w:t xml:space="preserve"> Représentant légal de la personne publique contractante :</w:t>
      </w:r>
    </w:p>
    <w:p w14:paraId="56E4821A" w14:textId="77777777" w:rsidR="001079F0" w:rsidRPr="00221A80" w:rsidRDefault="001079F0" w:rsidP="00563054">
      <w:pPr>
        <w:pStyle w:val="TitreRiskpart4"/>
        <w:spacing w:before="0"/>
        <w:contextualSpacing/>
        <w:rPr>
          <w:rFonts w:asciiTheme="minorHAnsi" w:hAnsiTheme="minorHAnsi" w:cstheme="minorHAnsi"/>
          <w:i w:val="0"/>
          <w:iCs w:val="0"/>
        </w:rPr>
      </w:pPr>
    </w:p>
    <w:p w14:paraId="175FF936" w14:textId="77777777" w:rsidR="0024749E" w:rsidRPr="0024749E" w:rsidRDefault="0024749E" w:rsidP="0024749E">
      <w:pPr>
        <w:pStyle w:val="Paragrapheenexcergue"/>
        <w:contextualSpacing/>
        <w:rPr>
          <w:rFonts w:asciiTheme="majorHAnsi" w:hAnsiTheme="majorHAnsi" w:cstheme="majorHAnsi"/>
        </w:rPr>
      </w:pPr>
      <w:r w:rsidRPr="0024749E">
        <w:rPr>
          <w:rFonts w:asciiTheme="majorHAnsi" w:hAnsiTheme="majorHAnsi" w:cstheme="majorHAnsi"/>
        </w:rPr>
        <w:t>Monsieur Dean LEWIS - Président</w:t>
      </w:r>
    </w:p>
    <w:p w14:paraId="57E85752" w14:textId="77777777" w:rsidR="00524D96" w:rsidRPr="0024749E" w:rsidRDefault="00524D96" w:rsidP="00563054">
      <w:pPr>
        <w:pStyle w:val="Paragrapheenexcergue"/>
        <w:contextualSpacing/>
        <w:rPr>
          <w:rFonts w:asciiTheme="minorHAnsi" w:hAnsiTheme="minorHAnsi" w:cstheme="minorHAnsi"/>
          <w:b w:val="0"/>
          <w:bCs w:val="0"/>
          <w:i w:val="0"/>
          <w:iCs w:val="0"/>
        </w:rPr>
      </w:pPr>
    </w:p>
    <w:p w14:paraId="076AC24E" w14:textId="77777777" w:rsidR="00221A80" w:rsidRPr="0024749E" w:rsidRDefault="00221A80" w:rsidP="00563054">
      <w:pPr>
        <w:pStyle w:val="Paragrapheenexcergue"/>
        <w:contextualSpacing/>
        <w:rPr>
          <w:rFonts w:asciiTheme="minorHAnsi" w:hAnsiTheme="minorHAnsi" w:cstheme="minorHAnsi"/>
          <w:b w:val="0"/>
          <w:bCs w:val="0"/>
          <w:i w:val="0"/>
          <w:iCs w:val="0"/>
          <w:sz w:val="28"/>
          <w:szCs w:val="28"/>
        </w:rPr>
      </w:pPr>
    </w:p>
    <w:p w14:paraId="25ACD1D3" w14:textId="77777777" w:rsidR="00524D96" w:rsidRPr="0024749E" w:rsidRDefault="00524D96" w:rsidP="00563054">
      <w:pPr>
        <w:pStyle w:val="Paragraphedeliste"/>
        <w:numPr>
          <w:ilvl w:val="0"/>
          <w:numId w:val="20"/>
        </w:numPr>
        <w:spacing w:before="0" w:after="0" w:line="240" w:lineRule="auto"/>
        <w:rPr>
          <w:rFonts w:ascii="Century Gothic" w:hAnsi="Century Gothic"/>
          <w:sz w:val="24"/>
          <w:szCs w:val="24"/>
        </w:rPr>
      </w:pPr>
      <w:r w:rsidRPr="0024749E">
        <w:rPr>
          <w:rFonts w:ascii="Century Gothic" w:hAnsi="Century Gothic"/>
          <w:sz w:val="24"/>
          <w:szCs w:val="24"/>
        </w:rPr>
        <w:t>Ordonnateur :</w:t>
      </w:r>
    </w:p>
    <w:p w14:paraId="71FA5AEC" w14:textId="77777777" w:rsidR="00524D96" w:rsidRPr="0024749E" w:rsidRDefault="00524D96" w:rsidP="00563054">
      <w:pPr>
        <w:pStyle w:val="TitreRiskpart4"/>
        <w:spacing w:before="0"/>
        <w:ind w:left="0"/>
        <w:contextualSpacing/>
        <w:rPr>
          <w:rFonts w:asciiTheme="majorHAnsi" w:hAnsiTheme="majorHAnsi" w:cstheme="majorHAnsi"/>
          <w:i w:val="0"/>
          <w:iCs w:val="0"/>
          <w:sz w:val="22"/>
          <w:szCs w:val="22"/>
        </w:rPr>
      </w:pPr>
    </w:p>
    <w:p w14:paraId="2C7F16AF" w14:textId="77777777" w:rsidR="0024749E" w:rsidRPr="0024749E" w:rsidRDefault="0024749E" w:rsidP="0024749E">
      <w:pPr>
        <w:pStyle w:val="Paragrapheenexcergue"/>
        <w:contextualSpacing/>
        <w:rPr>
          <w:rFonts w:asciiTheme="majorHAnsi" w:hAnsiTheme="majorHAnsi" w:cstheme="majorHAnsi"/>
        </w:rPr>
      </w:pPr>
      <w:r w:rsidRPr="0024749E">
        <w:rPr>
          <w:rFonts w:asciiTheme="majorHAnsi" w:hAnsiTheme="majorHAnsi" w:cstheme="majorHAnsi"/>
        </w:rPr>
        <w:t>Monsieur Dean LEWIS - Président</w:t>
      </w:r>
    </w:p>
    <w:p w14:paraId="2295F04C" w14:textId="77777777" w:rsidR="00524D96" w:rsidRPr="0024749E" w:rsidRDefault="00524D96" w:rsidP="00563054">
      <w:pPr>
        <w:pStyle w:val="Paragrapheenexcergue"/>
        <w:contextualSpacing/>
        <w:rPr>
          <w:rFonts w:asciiTheme="minorHAnsi" w:hAnsiTheme="minorHAnsi" w:cstheme="minorHAnsi"/>
          <w:b w:val="0"/>
          <w:bCs w:val="0"/>
          <w:i w:val="0"/>
          <w:iCs w:val="0"/>
        </w:rPr>
      </w:pPr>
    </w:p>
    <w:p w14:paraId="6D305A57" w14:textId="77777777" w:rsidR="00524D96" w:rsidRPr="0024749E" w:rsidRDefault="00524D96" w:rsidP="00563054">
      <w:pPr>
        <w:pStyle w:val="Paragrapheenexcergue"/>
        <w:contextualSpacing/>
        <w:rPr>
          <w:rFonts w:asciiTheme="minorHAnsi" w:hAnsiTheme="minorHAnsi" w:cstheme="minorHAnsi"/>
          <w:b w:val="0"/>
          <w:bCs w:val="0"/>
          <w:i w:val="0"/>
          <w:iCs w:val="0"/>
          <w:sz w:val="28"/>
          <w:szCs w:val="28"/>
        </w:rPr>
      </w:pPr>
    </w:p>
    <w:p w14:paraId="7306A76D" w14:textId="77777777" w:rsidR="00524D96" w:rsidRPr="0024749E" w:rsidRDefault="00524D96" w:rsidP="00563054">
      <w:pPr>
        <w:pStyle w:val="Paragraphedeliste"/>
        <w:numPr>
          <w:ilvl w:val="0"/>
          <w:numId w:val="20"/>
        </w:numPr>
        <w:spacing w:before="0" w:after="0" w:line="240" w:lineRule="auto"/>
        <w:rPr>
          <w:rFonts w:ascii="Century Gothic" w:hAnsi="Century Gothic"/>
          <w:sz w:val="24"/>
          <w:szCs w:val="24"/>
        </w:rPr>
      </w:pPr>
      <w:r w:rsidRPr="0024749E">
        <w:rPr>
          <w:rFonts w:ascii="Century Gothic" w:hAnsi="Century Gothic"/>
          <w:sz w:val="24"/>
          <w:szCs w:val="24"/>
        </w:rPr>
        <w:t>Comptable public assignataire des paiements :</w:t>
      </w:r>
    </w:p>
    <w:p w14:paraId="6151E91F" w14:textId="77777777" w:rsidR="00524D96" w:rsidRPr="0024749E" w:rsidRDefault="00524D96" w:rsidP="00563054">
      <w:pPr>
        <w:pStyle w:val="Paragrapheenexcergue"/>
        <w:contextualSpacing/>
        <w:rPr>
          <w:rFonts w:asciiTheme="minorHAnsi" w:hAnsiTheme="minorHAnsi" w:cstheme="minorHAnsi"/>
          <w:b w:val="0"/>
          <w:bCs w:val="0"/>
          <w:i w:val="0"/>
          <w:iCs w:val="0"/>
          <w:sz w:val="28"/>
          <w:szCs w:val="28"/>
        </w:rPr>
      </w:pPr>
    </w:p>
    <w:p w14:paraId="1E693317" w14:textId="77777777" w:rsidR="00524D96" w:rsidRPr="0024749E" w:rsidRDefault="0024749E" w:rsidP="00563054">
      <w:pPr>
        <w:pStyle w:val="Paragrapheenexcergue"/>
        <w:contextualSpacing/>
        <w:rPr>
          <w:rFonts w:asciiTheme="majorHAnsi" w:hAnsiTheme="majorHAnsi" w:cstheme="majorHAnsi"/>
        </w:rPr>
      </w:pPr>
      <w:r w:rsidRPr="0024749E">
        <w:rPr>
          <w:rFonts w:asciiTheme="majorHAnsi" w:hAnsiTheme="majorHAnsi" w:cstheme="majorHAnsi"/>
        </w:rPr>
        <w:t>Agence comptable de l'université de Bordeaux</w:t>
      </w:r>
    </w:p>
    <w:p w14:paraId="44D9B141" w14:textId="77777777" w:rsidR="00524D96" w:rsidRDefault="00524D96" w:rsidP="00563054">
      <w:pPr>
        <w:pStyle w:val="Paragrapheenexcergue"/>
        <w:contextualSpacing/>
        <w:rPr>
          <w:rFonts w:asciiTheme="minorHAnsi" w:hAnsiTheme="minorHAnsi" w:cstheme="minorHAnsi"/>
          <w:b w:val="0"/>
          <w:bCs w:val="0"/>
          <w:i w:val="0"/>
          <w:iCs w:val="0"/>
        </w:rPr>
      </w:pPr>
    </w:p>
    <w:p w14:paraId="6E71D16B" w14:textId="77777777" w:rsidR="0024749E" w:rsidRPr="0024749E" w:rsidRDefault="0024749E" w:rsidP="00563054">
      <w:pPr>
        <w:pStyle w:val="Paragrapheenexcergue"/>
        <w:contextualSpacing/>
        <w:rPr>
          <w:rFonts w:asciiTheme="minorHAnsi" w:hAnsiTheme="minorHAnsi" w:cstheme="minorHAnsi"/>
          <w:b w:val="0"/>
          <w:bCs w:val="0"/>
          <w:i w:val="0"/>
          <w:iCs w:val="0"/>
        </w:rPr>
      </w:pPr>
    </w:p>
    <w:p w14:paraId="1F7BE8AA" w14:textId="77777777" w:rsidR="001079F0" w:rsidRPr="0024749E" w:rsidRDefault="001079F0" w:rsidP="00563054">
      <w:pPr>
        <w:pStyle w:val="Paragraphedeliste"/>
        <w:numPr>
          <w:ilvl w:val="0"/>
          <w:numId w:val="20"/>
        </w:numPr>
        <w:spacing w:before="0" w:after="0" w:line="240" w:lineRule="auto"/>
        <w:rPr>
          <w:rFonts w:ascii="Century Gothic" w:hAnsi="Century Gothic"/>
          <w:sz w:val="24"/>
          <w:szCs w:val="24"/>
        </w:rPr>
      </w:pPr>
      <w:r w:rsidRPr="0024749E">
        <w:rPr>
          <w:rFonts w:ascii="Century Gothic" w:hAnsi="Century Gothic"/>
          <w:sz w:val="24"/>
          <w:szCs w:val="24"/>
        </w:rPr>
        <w:t>Procédure :</w:t>
      </w:r>
    </w:p>
    <w:p w14:paraId="6F997FB9" w14:textId="77777777" w:rsidR="00524D96" w:rsidRPr="0024749E" w:rsidRDefault="00524D96" w:rsidP="00563054">
      <w:pPr>
        <w:pStyle w:val="Paragrapheenexcergue"/>
        <w:contextualSpacing/>
        <w:rPr>
          <w:rFonts w:asciiTheme="minorHAnsi" w:hAnsiTheme="minorHAnsi" w:cstheme="minorHAnsi"/>
          <w:b w:val="0"/>
          <w:bCs w:val="0"/>
          <w:i w:val="0"/>
          <w:iCs w:val="0"/>
        </w:rPr>
      </w:pPr>
    </w:p>
    <w:p w14:paraId="6EC5BE5C" w14:textId="77777777" w:rsidR="0024749E" w:rsidRPr="0024749E" w:rsidRDefault="0024749E" w:rsidP="0024749E">
      <w:pPr>
        <w:pStyle w:val="Paragrapheenexcergue"/>
        <w:contextualSpacing/>
        <w:rPr>
          <w:rFonts w:asciiTheme="majorHAnsi" w:hAnsiTheme="majorHAnsi" w:cstheme="majorHAnsi"/>
        </w:rPr>
      </w:pPr>
      <w:r w:rsidRPr="0024749E">
        <w:rPr>
          <w:rFonts w:asciiTheme="majorHAnsi" w:hAnsiTheme="majorHAnsi" w:cstheme="majorHAnsi"/>
        </w:rPr>
        <w:t>La présente consultation est lancée sous forme de procédure d'appel d'offres ouvert en application des articles L2124-2 et R2124-2 du Code de la commande publique.</w:t>
      </w:r>
    </w:p>
    <w:p w14:paraId="3324CDD4" w14:textId="77777777" w:rsidR="00221A80" w:rsidRPr="00563054" w:rsidRDefault="00221A80" w:rsidP="00563054">
      <w:pPr>
        <w:pStyle w:val="Paragrapheenexcergue"/>
        <w:contextualSpacing/>
        <w:rPr>
          <w:rFonts w:asciiTheme="majorHAnsi" w:hAnsiTheme="majorHAnsi" w:cstheme="majorHAnsi"/>
          <w:b w:val="0"/>
          <w:bCs w:val="0"/>
          <w:i w:val="0"/>
          <w:iCs w:val="0"/>
        </w:rPr>
      </w:pPr>
    </w:p>
    <w:p w14:paraId="25F901FA" w14:textId="77777777" w:rsidR="00221A80" w:rsidRPr="00563054" w:rsidRDefault="00221A80" w:rsidP="00563054">
      <w:pPr>
        <w:pStyle w:val="Paragrapheenexcergue"/>
        <w:contextualSpacing/>
        <w:rPr>
          <w:rFonts w:asciiTheme="majorHAnsi" w:hAnsiTheme="majorHAnsi" w:cstheme="majorHAnsi"/>
          <w:b w:val="0"/>
          <w:bCs w:val="0"/>
          <w:i w:val="0"/>
          <w:iCs w:val="0"/>
          <w:sz w:val="28"/>
          <w:szCs w:val="28"/>
        </w:rPr>
      </w:pPr>
    </w:p>
    <w:p w14:paraId="5CCDA3FE" w14:textId="6F1C32A6" w:rsidR="00221A80" w:rsidRPr="00221A80" w:rsidRDefault="00221A80" w:rsidP="00563054">
      <w:pPr>
        <w:pStyle w:val="Paragraphedeliste"/>
        <w:numPr>
          <w:ilvl w:val="0"/>
          <w:numId w:val="20"/>
        </w:numPr>
        <w:spacing w:before="0" w:after="0" w:line="240" w:lineRule="auto"/>
        <w:rPr>
          <w:rFonts w:ascii="Century Gothic" w:hAnsi="Century Gothic"/>
          <w:sz w:val="24"/>
          <w:szCs w:val="24"/>
        </w:rPr>
      </w:pPr>
      <w:r w:rsidRPr="00221A80">
        <w:rPr>
          <w:rFonts w:ascii="Century Gothic" w:hAnsi="Century Gothic"/>
          <w:sz w:val="24"/>
          <w:szCs w:val="24"/>
        </w:rPr>
        <w:t>Marché n°</w:t>
      </w:r>
      <w:r w:rsidR="00EA63A9">
        <w:rPr>
          <w:rFonts w:ascii="Century Gothic" w:hAnsi="Century Gothic"/>
          <w:sz w:val="24"/>
          <w:szCs w:val="24"/>
        </w:rPr>
        <w:t>2025-107</w:t>
      </w:r>
    </w:p>
    <w:p w14:paraId="58192EC0" w14:textId="77777777" w:rsidR="00221A80" w:rsidRPr="00221A80" w:rsidRDefault="00221A80" w:rsidP="00563054">
      <w:pPr>
        <w:pStyle w:val="Paragrapheenexcergue"/>
        <w:contextualSpacing/>
        <w:rPr>
          <w:rFonts w:asciiTheme="minorHAnsi" w:hAnsiTheme="minorHAnsi" w:cstheme="minorHAnsi"/>
          <w:b w:val="0"/>
          <w:bCs w:val="0"/>
          <w:i w:val="0"/>
          <w:iCs w:val="0"/>
          <w:sz w:val="28"/>
          <w:szCs w:val="28"/>
        </w:rPr>
      </w:pPr>
    </w:p>
    <w:p w14:paraId="59234FAB" w14:textId="77777777" w:rsidR="00334853" w:rsidRPr="001079F0" w:rsidRDefault="00334853" w:rsidP="00563054">
      <w:pPr>
        <w:spacing w:before="0" w:after="0" w:line="240" w:lineRule="auto"/>
        <w:contextualSpacing/>
        <w:jc w:val="left"/>
      </w:pPr>
      <w:r w:rsidRPr="00221A80">
        <w:br w:type="page"/>
      </w:r>
    </w:p>
    <w:p w14:paraId="3AB43DBF" w14:textId="77777777" w:rsidR="00221A80" w:rsidRDefault="00221A80" w:rsidP="00563054">
      <w:pPr>
        <w:pStyle w:val="Titre2"/>
        <w:spacing w:before="0" w:line="240" w:lineRule="auto"/>
        <w:ind w:left="0"/>
        <w:contextualSpacing/>
        <w:rPr>
          <w:color w:val="auto"/>
          <w:u w:val="single"/>
        </w:rPr>
      </w:pPr>
      <w:r w:rsidRPr="007956AD">
        <w:rPr>
          <w:color w:val="auto"/>
          <w:u w:val="single"/>
        </w:rPr>
        <w:lastRenderedPageBreak/>
        <w:t>Article 1 – C</w:t>
      </w:r>
      <w:r w:rsidR="004B3615">
        <w:rPr>
          <w:color w:val="auto"/>
          <w:u w:val="single"/>
        </w:rPr>
        <w:t>andidat c</w:t>
      </w:r>
      <w:r w:rsidRPr="007956AD">
        <w:rPr>
          <w:color w:val="auto"/>
          <w:u w:val="single"/>
        </w:rPr>
        <w:t>ontractant</w:t>
      </w:r>
    </w:p>
    <w:p w14:paraId="2FB18E12" w14:textId="77777777" w:rsidR="00563054" w:rsidRPr="00563054" w:rsidRDefault="00563054" w:rsidP="00563054">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221A80" w:rsidRPr="001079F0" w14:paraId="385A79D3"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49A41F88" w14:textId="77777777" w:rsidR="00221A80" w:rsidRPr="001079F0" w:rsidRDefault="00221A80" w:rsidP="00563054">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221A80" w:rsidRPr="001079F0" w14:paraId="61E96EDE"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2007031"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5DCC7CA"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5EA03FB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34F2D5D"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F8C2626" w14:textId="77777777" w:rsidR="00221A80" w:rsidRPr="001079F0" w:rsidRDefault="00221A80" w:rsidP="00563054">
            <w:pPr>
              <w:pStyle w:val="Standard"/>
              <w:contextualSpacing/>
              <w:jc w:val="center"/>
              <w:rPr>
                <w:rFonts w:asciiTheme="majorHAnsi" w:hAnsiTheme="majorHAnsi" w:cstheme="majorHAnsi"/>
                <w:b/>
                <w:bCs/>
                <w:sz w:val="22"/>
                <w:szCs w:val="22"/>
              </w:rPr>
            </w:pPr>
          </w:p>
        </w:tc>
      </w:tr>
      <w:tr w:rsidR="00221A80" w:rsidRPr="001079F0" w14:paraId="3293B12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4B94D5C"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3D9A242" w14:textId="77777777" w:rsidR="00221A80" w:rsidRPr="001079F0" w:rsidRDefault="004F65B2"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Représentant de la compagnie d'assurance,</w:t>
            </w:r>
          </w:p>
          <w:p w14:paraId="1F327DAB" w14:textId="77777777" w:rsidR="00221A80" w:rsidRPr="001079F0" w:rsidRDefault="004F65B2"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Agent général d'assurances, répondant au nom et pour le compte de sa compagnie</w:t>
            </w:r>
          </w:p>
          <w:p w14:paraId="6F0BCBBB" w14:textId="77777777" w:rsidR="00221A80" w:rsidRPr="001079F0" w:rsidRDefault="004F65B2"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Courtier d'assurances, répondant au nom et pour le compte de la compagnie</w:t>
            </w:r>
          </w:p>
        </w:tc>
      </w:tr>
      <w:tr w:rsidR="00221A80" w:rsidRPr="001079F0" w14:paraId="1CF84F80"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66FF23EA" w14:textId="77777777" w:rsidR="00221A80" w:rsidRPr="001079F0" w:rsidRDefault="00221A80" w:rsidP="00563054">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6511BB8C" w14:textId="77777777" w:rsidR="00221A8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7454C724" w14:textId="77777777" w:rsidR="00221A80" w:rsidRPr="00372E64" w:rsidRDefault="00221A80" w:rsidP="00563054">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(co-assurance,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7368B5BF"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13116264"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(le cas échéant)</w:t>
            </w:r>
          </w:p>
        </w:tc>
      </w:tr>
      <w:tr w:rsidR="00221A80" w:rsidRPr="001079F0" w14:paraId="153D41CB"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D0EABAD"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6DD054F"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8216C1C"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430F7A8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A11D77E"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984F94E"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D5CFAD5"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7E44152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3DC228C"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F2633B7"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79AF209"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08D297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4ECDA8E"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D893B72"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4BA77A7"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F01DCAB"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27BC3E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117EF7A"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E4B04BF"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52BF648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57B5853"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7F83794"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878F0EB"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2BFA24F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37F6988"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A003085"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45214F1"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76287C0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669C3A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2845516"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9C0D7EC"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741082A7"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A2A3B90"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13BA6E8"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87ED079"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60EEE13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871328F" w14:textId="77777777" w:rsidR="00221A80" w:rsidRPr="001079F0" w:rsidRDefault="00221A80" w:rsidP="00563054">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9AD7562"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E7D1DD9"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7C1EDC52"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47434E47"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221A80" w:rsidRPr="001079F0" w14:paraId="5D3E0506"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6F73086"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40D4C8A"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49C13B9"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F53AE8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85BCB89"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5001DBC5"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2AD6896"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1922E2A" w14:textId="77777777" w:rsidR="00221A80" w:rsidRPr="001079F0" w:rsidRDefault="00221A80" w:rsidP="00563054">
            <w:pPr>
              <w:pStyle w:val="Standard"/>
              <w:contextualSpacing/>
              <w:jc w:val="center"/>
              <w:rPr>
                <w:rFonts w:asciiTheme="majorHAnsi" w:hAnsiTheme="majorHAnsi" w:cstheme="majorHAnsi"/>
                <w:sz w:val="22"/>
                <w:szCs w:val="22"/>
              </w:rPr>
            </w:pPr>
          </w:p>
        </w:tc>
      </w:tr>
    </w:tbl>
    <w:p w14:paraId="7258FE96" w14:textId="77777777" w:rsidR="00221A80" w:rsidRDefault="00221A80" w:rsidP="00563054">
      <w:pPr>
        <w:spacing w:before="0" w:after="0" w:line="240" w:lineRule="auto"/>
        <w:contextualSpacing/>
        <w:rPr>
          <w:i/>
          <w:iCs/>
        </w:rPr>
      </w:pPr>
      <w:bookmarkStart w:id="0" w:name="_Hlk100515923"/>
      <w:r>
        <w:rPr>
          <w:i/>
          <w:iCs/>
        </w:rPr>
        <w:t>* En cas de co-assurance, renseigner la compagnie apéritrice et joindre en annexe la présentation des autres compagnies et les modalités de la coassurance</w:t>
      </w:r>
      <w:bookmarkEnd w:id="0"/>
    </w:p>
    <w:p w14:paraId="5B2BC184" w14:textId="77777777" w:rsidR="00563054" w:rsidRPr="00372E64" w:rsidRDefault="00563054" w:rsidP="00563054">
      <w:pPr>
        <w:spacing w:before="0" w:after="0" w:line="240" w:lineRule="auto"/>
        <w:contextualSpacing/>
        <w:rPr>
          <w:i/>
          <w:iCs/>
        </w:rPr>
      </w:pPr>
    </w:p>
    <w:p w14:paraId="38ABDD10" w14:textId="77777777" w:rsidR="00221A80" w:rsidRPr="001079F0" w:rsidRDefault="00221A80" w:rsidP="00563054">
      <w:pPr>
        <w:pStyle w:val="Paragraphedeliste"/>
        <w:numPr>
          <w:ilvl w:val="0"/>
          <w:numId w:val="21"/>
        </w:numPr>
        <w:spacing w:before="0" w:after="0" w:line="240" w:lineRule="auto"/>
      </w:pPr>
      <w:r w:rsidRPr="001079F0">
        <w:t>après avoir pris connaissance du présent cahier des charges et des documents qui y sont mentionnés;</w:t>
      </w:r>
    </w:p>
    <w:p w14:paraId="344C8F2C" w14:textId="77777777" w:rsidR="00221A80" w:rsidRPr="001079F0" w:rsidRDefault="00221A80" w:rsidP="00563054">
      <w:pPr>
        <w:pStyle w:val="Paragraphedeliste"/>
        <w:numPr>
          <w:ilvl w:val="0"/>
          <w:numId w:val="21"/>
        </w:numPr>
        <w:spacing w:before="0" w:after="0" w:line="240" w:lineRule="auto"/>
      </w:pPr>
      <w:r w:rsidRPr="001079F0">
        <w:t>et après avoir produit les documents, certificats, attestations ou déclarations exigés aux articles R2143-3 à R2143-16 du Code de la commande publique ;</w:t>
      </w:r>
    </w:p>
    <w:p w14:paraId="781D5516" w14:textId="77777777" w:rsidR="00221A80" w:rsidRPr="001079F0" w:rsidRDefault="00221A80" w:rsidP="00563054">
      <w:pPr>
        <w:pStyle w:val="Paragraphedeliste"/>
        <w:numPr>
          <w:ilvl w:val="0"/>
          <w:numId w:val="21"/>
        </w:numPr>
        <w:spacing w:before="0" w:after="0" w:line="240" w:lineRule="auto"/>
      </w:pPr>
      <w:r w:rsidRPr="001079F0">
        <w:t>m’engage, conformément aux stipulations des documents visés ci-dessus, à exécuter les prestations dans les conditions ci-après définies.</w:t>
      </w:r>
    </w:p>
    <w:p w14:paraId="18561F7C" w14:textId="77777777" w:rsidR="00563054" w:rsidRDefault="00563054" w:rsidP="00563054">
      <w:pPr>
        <w:spacing w:before="0" w:after="0" w:line="240" w:lineRule="auto"/>
        <w:contextualSpacing/>
      </w:pPr>
    </w:p>
    <w:p w14:paraId="3B02A081" w14:textId="77777777" w:rsidR="00221A80" w:rsidRPr="001079F0" w:rsidRDefault="00221A80" w:rsidP="00563054">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6ED44123" w14:textId="77777777" w:rsidR="000D57D0" w:rsidRDefault="000D57D0" w:rsidP="00563054">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5FD3D878" w14:textId="77777777" w:rsidR="00563054" w:rsidRDefault="00563054" w:rsidP="00563054">
      <w:pPr>
        <w:pStyle w:val="Paragraphedeliste"/>
        <w:spacing w:before="0" w:after="0" w:line="240" w:lineRule="auto"/>
      </w:pPr>
    </w:p>
    <w:p w14:paraId="5D245E11" w14:textId="77777777" w:rsidR="000D57D0" w:rsidRPr="001079F0" w:rsidRDefault="000D57D0" w:rsidP="00563054">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57399049" w14:textId="77777777" w:rsidR="00563054" w:rsidRDefault="00563054" w:rsidP="00563054">
      <w:pPr>
        <w:spacing w:before="0" w:after="0" w:line="240" w:lineRule="auto"/>
        <w:contextualSpacing/>
      </w:pPr>
    </w:p>
    <w:p w14:paraId="56611FC1" w14:textId="77777777" w:rsidR="0024749E" w:rsidRPr="0024749E" w:rsidRDefault="0024749E" w:rsidP="0024749E">
      <w:pPr>
        <w:spacing w:before="0" w:after="0" w:line="240" w:lineRule="auto"/>
        <w:contextualSpacing/>
      </w:pPr>
      <w:r w:rsidRPr="0024749E">
        <w:t>Durée de marché : 4 ans</w:t>
      </w:r>
    </w:p>
    <w:p w14:paraId="670C03C8" w14:textId="77777777" w:rsidR="0024749E" w:rsidRPr="0024749E" w:rsidRDefault="0024749E" w:rsidP="0024749E">
      <w:pPr>
        <w:spacing w:before="0" w:after="0" w:line="240" w:lineRule="auto"/>
        <w:contextualSpacing/>
      </w:pPr>
      <w:r w:rsidRPr="0024749E">
        <w:t>Date d’effet : 01/01/2026</w:t>
      </w:r>
    </w:p>
    <w:p w14:paraId="52F9F33C" w14:textId="77777777" w:rsidR="0024749E" w:rsidRPr="0024749E" w:rsidRDefault="0024749E" w:rsidP="0024749E">
      <w:pPr>
        <w:spacing w:before="0" w:after="0" w:line="240" w:lineRule="auto"/>
        <w:contextualSpacing/>
      </w:pPr>
      <w:r w:rsidRPr="0024749E">
        <w:t>Fin de marché : 31/12/2029</w:t>
      </w:r>
    </w:p>
    <w:p w14:paraId="59F52DFF" w14:textId="77777777" w:rsidR="0024749E" w:rsidRPr="0024749E" w:rsidRDefault="0024749E" w:rsidP="0024749E">
      <w:pPr>
        <w:spacing w:before="0" w:after="0" w:line="240" w:lineRule="auto"/>
        <w:contextualSpacing/>
      </w:pPr>
    </w:p>
    <w:p w14:paraId="2DF26A60" w14:textId="77777777" w:rsidR="0024749E" w:rsidRPr="0024749E" w:rsidRDefault="0024749E" w:rsidP="0024749E">
      <w:pPr>
        <w:spacing w:before="0" w:after="0" w:line="240" w:lineRule="auto"/>
        <w:contextualSpacing/>
      </w:pPr>
      <w:r w:rsidRPr="0024749E">
        <w:t>Avec possibilité de résiliation annuelle du contrat par les deux parties sous respect du préavis de 6 mois avant l'échéance annuelle.</w:t>
      </w:r>
    </w:p>
    <w:p w14:paraId="205B665A" w14:textId="77777777" w:rsidR="00563054" w:rsidRDefault="000D57D0" w:rsidP="00563054">
      <w:pPr>
        <w:pStyle w:val="Paragraphedeliste"/>
        <w:spacing w:before="0" w:after="0" w:line="240" w:lineRule="auto"/>
      </w:pPr>
      <w:r w:rsidRPr="001079F0">
        <w:t xml:space="preserve"> </w:t>
      </w:r>
    </w:p>
    <w:p w14:paraId="6D725D6A" w14:textId="77777777" w:rsidR="000D57D0" w:rsidRPr="001079F0" w:rsidRDefault="000D57D0" w:rsidP="00563054">
      <w:pPr>
        <w:pStyle w:val="Paragraphedeliste"/>
        <w:numPr>
          <w:ilvl w:val="0"/>
          <w:numId w:val="20"/>
        </w:numPr>
        <w:spacing w:before="0" w:after="0" w:line="240" w:lineRule="auto"/>
      </w:pPr>
      <w:r w:rsidRPr="00714A12">
        <w:rPr>
          <w:rFonts w:ascii="Century Gothic" w:hAnsi="Century Gothic"/>
          <w:sz w:val="24"/>
          <w:szCs w:val="24"/>
        </w:rPr>
        <w:t>Délai d’exécution</w:t>
      </w:r>
    </w:p>
    <w:p w14:paraId="577699BA" w14:textId="77777777" w:rsidR="00563054" w:rsidRDefault="00563054" w:rsidP="00563054">
      <w:pPr>
        <w:spacing w:before="0" w:after="0" w:line="240" w:lineRule="auto"/>
        <w:contextualSpacing/>
      </w:pPr>
    </w:p>
    <w:p w14:paraId="7BF455E6" w14:textId="77777777" w:rsidR="008D0479" w:rsidRPr="001079F0" w:rsidRDefault="008D0479" w:rsidP="008D0479">
      <w:pPr>
        <w:spacing w:before="0" w:after="0" w:line="240" w:lineRule="auto"/>
        <w:contextualSpacing/>
      </w:pPr>
      <w:r w:rsidRPr="001079F0">
        <w:t xml:space="preserve">Le délai d’exécution </w:t>
      </w:r>
      <w:r>
        <w:t>débute à</w:t>
      </w:r>
      <w:r w:rsidRPr="001079F0">
        <w:t xml:space="preserve"> la date d’effet du contrat</w:t>
      </w:r>
      <w:r>
        <w:t>.</w:t>
      </w:r>
    </w:p>
    <w:p w14:paraId="75F9B399" w14:textId="77777777" w:rsidR="004F65B2" w:rsidRDefault="004F65B2" w:rsidP="004F65B2">
      <w:pPr>
        <w:spacing w:before="0" w:after="0" w:line="240" w:lineRule="auto"/>
        <w:rPr>
          <w:sz w:val="20"/>
          <w:szCs w:val="20"/>
          <w:u w:val="single"/>
        </w:rPr>
      </w:pPr>
    </w:p>
    <w:p w14:paraId="035D0924" w14:textId="01E980AA" w:rsidR="004F65B2" w:rsidRPr="005B2EC7" w:rsidRDefault="004F65B2" w:rsidP="004F65B2">
      <w:pPr>
        <w:spacing w:before="0" w:after="0" w:line="240" w:lineRule="auto"/>
        <w:rPr>
          <w:sz w:val="20"/>
          <w:szCs w:val="20"/>
        </w:rPr>
      </w:pPr>
      <w:r w:rsidRPr="005B2EC7">
        <w:rPr>
          <w:sz w:val="20"/>
          <w:szCs w:val="20"/>
          <w:u w:val="single"/>
        </w:rPr>
        <w:t>Nota :</w:t>
      </w:r>
      <w:r w:rsidRPr="005B2EC7">
        <w:rPr>
          <w:sz w:val="20"/>
          <w:szCs w:val="20"/>
        </w:rPr>
        <w:t xml:space="preserve"> Considérations environnementales</w:t>
      </w:r>
    </w:p>
    <w:p w14:paraId="23346EB7" w14:textId="77777777" w:rsidR="004F65B2" w:rsidRPr="005B2EC7" w:rsidRDefault="004F65B2" w:rsidP="004F65B2">
      <w:pPr>
        <w:spacing w:before="0" w:after="0" w:line="240" w:lineRule="auto"/>
        <w:contextualSpacing/>
        <w:rPr>
          <w:sz w:val="20"/>
          <w:szCs w:val="20"/>
        </w:rPr>
      </w:pPr>
    </w:p>
    <w:p w14:paraId="2D8824A5" w14:textId="77777777" w:rsidR="004F65B2" w:rsidRPr="005B2EC7" w:rsidRDefault="004F65B2" w:rsidP="004F65B2">
      <w:pPr>
        <w:spacing w:before="0" w:after="0" w:line="240" w:lineRule="auto"/>
        <w:contextualSpacing/>
        <w:rPr>
          <w:sz w:val="20"/>
          <w:szCs w:val="20"/>
        </w:rPr>
      </w:pPr>
      <w:r w:rsidRPr="005B2EC7">
        <w:rPr>
          <w:sz w:val="20"/>
          <w:szCs w:val="20"/>
        </w:rPr>
        <w:t>Dans une volonté de protection de l'environnement, il est fait application de l’article L.2112-2 du code de la commande publique en prévoyant des conditions d'exécution des prestations à caractère environnemental.</w:t>
      </w:r>
    </w:p>
    <w:p w14:paraId="5AF29054" w14:textId="77777777" w:rsidR="004F65B2" w:rsidRPr="005B2EC7" w:rsidRDefault="004F65B2" w:rsidP="004F65B2">
      <w:pPr>
        <w:spacing w:before="0" w:after="0" w:line="240" w:lineRule="auto"/>
        <w:contextualSpacing/>
        <w:rPr>
          <w:sz w:val="20"/>
          <w:szCs w:val="20"/>
        </w:rPr>
      </w:pPr>
    </w:p>
    <w:p w14:paraId="2697BDCF" w14:textId="77777777" w:rsidR="004F65B2" w:rsidRPr="005B2EC7" w:rsidRDefault="004F65B2" w:rsidP="004F65B2">
      <w:pPr>
        <w:spacing w:before="0" w:after="0" w:line="240" w:lineRule="auto"/>
        <w:contextualSpacing/>
        <w:rPr>
          <w:sz w:val="20"/>
          <w:szCs w:val="20"/>
        </w:rPr>
      </w:pPr>
      <w:r w:rsidRPr="005B2EC7">
        <w:rPr>
          <w:sz w:val="20"/>
          <w:szCs w:val="20"/>
        </w:rPr>
        <w:t>Ainsi, le titulaire doit être force de proposition pour améliorer la performance environnementale des prestations mobilisées. Durant l’exécution des prestations, il s’assure du respect de ces obligations environnementales, sur demande de l’administration, il fournira les éléments de preuve associés sur demande de l’administration.</w:t>
      </w:r>
    </w:p>
    <w:p w14:paraId="26597921" w14:textId="77777777" w:rsidR="004F65B2" w:rsidRPr="005B2EC7" w:rsidRDefault="004F65B2" w:rsidP="004F65B2">
      <w:pPr>
        <w:spacing w:before="0" w:after="0" w:line="240" w:lineRule="auto"/>
        <w:contextualSpacing/>
        <w:rPr>
          <w:sz w:val="20"/>
          <w:szCs w:val="20"/>
        </w:rPr>
      </w:pPr>
    </w:p>
    <w:p w14:paraId="5188B30A" w14:textId="77777777" w:rsidR="004F65B2" w:rsidRPr="005B2EC7" w:rsidRDefault="004F65B2" w:rsidP="004F65B2">
      <w:pPr>
        <w:spacing w:before="0" w:after="0" w:line="240" w:lineRule="auto"/>
        <w:contextualSpacing/>
        <w:rPr>
          <w:sz w:val="20"/>
          <w:szCs w:val="20"/>
        </w:rPr>
      </w:pPr>
      <w:r w:rsidRPr="005B2EC7">
        <w:rPr>
          <w:sz w:val="20"/>
          <w:szCs w:val="20"/>
        </w:rPr>
        <w:t>Il est attendu que le titulaire :</w:t>
      </w:r>
    </w:p>
    <w:p w14:paraId="04496E7D" w14:textId="77777777" w:rsidR="004F65B2" w:rsidRPr="005B2EC7" w:rsidRDefault="004F65B2" w:rsidP="004F65B2">
      <w:pPr>
        <w:pStyle w:val="Paragraphedeliste"/>
        <w:numPr>
          <w:ilvl w:val="0"/>
          <w:numId w:val="28"/>
        </w:numPr>
        <w:spacing w:before="0" w:after="0" w:line="240" w:lineRule="auto"/>
        <w:rPr>
          <w:sz w:val="20"/>
          <w:szCs w:val="20"/>
        </w:rPr>
      </w:pPr>
      <w:r w:rsidRPr="005B2EC7">
        <w:rPr>
          <w:sz w:val="20"/>
          <w:szCs w:val="20"/>
        </w:rPr>
        <w:t xml:space="preserve">Favorise le travail en distanciel sauf contrainte exceptionnelle imposée par l’Université, et en cas de nécessité, favorise les déplacements en transport vert (vélo, à pieds …) ou transport en commun (exception faite pour les déplacements en avion qui doivent être proscrits). </w:t>
      </w:r>
    </w:p>
    <w:p w14:paraId="10205B73" w14:textId="77777777" w:rsidR="004F65B2" w:rsidRPr="005B2EC7" w:rsidRDefault="004F65B2" w:rsidP="004F65B2">
      <w:pPr>
        <w:pStyle w:val="Paragraphedeliste"/>
        <w:numPr>
          <w:ilvl w:val="0"/>
          <w:numId w:val="28"/>
        </w:numPr>
        <w:spacing w:before="0" w:after="0" w:line="240" w:lineRule="auto"/>
        <w:rPr>
          <w:sz w:val="20"/>
          <w:szCs w:val="20"/>
        </w:rPr>
      </w:pPr>
      <w:r w:rsidRPr="005B2EC7">
        <w:rPr>
          <w:sz w:val="20"/>
          <w:szCs w:val="20"/>
        </w:rPr>
        <w:t>En cas de nécessité de fourniture de supports papier dans le cadre de l’exécution des prestations, les supports papier seront obligatoirement écoresponsables… papier recyclé, papier éco-labellisé écolabel européen, NF Environnement.</w:t>
      </w:r>
    </w:p>
    <w:p w14:paraId="2761FF89" w14:textId="77777777" w:rsidR="00563054" w:rsidRPr="001079F0" w:rsidRDefault="00563054" w:rsidP="00563054">
      <w:pPr>
        <w:spacing w:before="0" w:after="0" w:line="240" w:lineRule="auto"/>
        <w:contextualSpacing/>
      </w:pPr>
    </w:p>
    <w:p w14:paraId="7594DFAA" w14:textId="77777777" w:rsidR="000D57D0" w:rsidRPr="007956AD" w:rsidRDefault="00421474" w:rsidP="00563054">
      <w:pPr>
        <w:pStyle w:val="Titre2"/>
        <w:spacing w:before="0" w:line="240" w:lineRule="auto"/>
        <w:ind w:left="0"/>
        <w:contextualSpacing/>
        <w:rPr>
          <w:color w:val="auto"/>
          <w:u w:val="single"/>
        </w:rPr>
      </w:pPr>
      <w:r w:rsidRPr="007956AD">
        <w:rPr>
          <w:color w:val="auto"/>
          <w:u w:val="single"/>
        </w:rPr>
        <w:t>Article 3 – Paiements</w:t>
      </w:r>
    </w:p>
    <w:p w14:paraId="6B558619" w14:textId="77777777" w:rsidR="00563054" w:rsidRPr="004F65B2" w:rsidRDefault="00563054" w:rsidP="00563054">
      <w:pPr>
        <w:spacing w:before="0" w:after="0" w:line="240" w:lineRule="auto"/>
        <w:contextualSpacing/>
        <w:rPr>
          <w:sz w:val="16"/>
          <w:szCs w:val="16"/>
        </w:rPr>
      </w:pPr>
    </w:p>
    <w:p w14:paraId="4B066B56" w14:textId="77777777" w:rsidR="000D57D0" w:rsidRPr="001079F0" w:rsidRDefault="000D57D0" w:rsidP="00563054">
      <w:pPr>
        <w:spacing w:before="0" w:after="0" w:line="240" w:lineRule="auto"/>
        <w:contextualSpacing/>
      </w:pPr>
      <w:r w:rsidRPr="001079F0">
        <w:t>Les modalités du règlement des comptes du marché sont spécifiées au cahier des clauses administratives du cahier des charges.</w:t>
      </w:r>
    </w:p>
    <w:p w14:paraId="3FE25EE7" w14:textId="77777777" w:rsidR="00563054" w:rsidRPr="004F65B2" w:rsidRDefault="00563054" w:rsidP="00563054">
      <w:pPr>
        <w:spacing w:before="0" w:after="0" w:line="240" w:lineRule="auto"/>
        <w:contextualSpacing/>
        <w:rPr>
          <w:sz w:val="16"/>
          <w:szCs w:val="16"/>
        </w:rPr>
      </w:pPr>
      <w:bookmarkStart w:id="1" w:name="_Hlk100390042"/>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221A80" w14:paraId="732256E7"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6A5FAAA4"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221A80" w14:paraId="2E30BB6C"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76CC964"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7376C356" w14:textId="77777777" w:rsidR="00221A80" w:rsidRDefault="00221A80" w:rsidP="00563054">
            <w:pPr>
              <w:spacing w:before="0"/>
              <w:contextualSpacing/>
              <w:jc w:val="left"/>
            </w:pPr>
          </w:p>
        </w:tc>
      </w:tr>
      <w:tr w:rsidR="00221A80" w14:paraId="7DA00276"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E92D768"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025E7AF7" w14:textId="77777777" w:rsidR="00221A80" w:rsidRDefault="00221A80" w:rsidP="00563054">
            <w:pPr>
              <w:spacing w:before="0"/>
              <w:contextualSpacing/>
              <w:jc w:val="left"/>
            </w:pPr>
          </w:p>
        </w:tc>
      </w:tr>
      <w:tr w:rsidR="00221A80" w14:paraId="3ECEF7A1"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E8B5390"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4211C568" w14:textId="77777777" w:rsidR="00221A80" w:rsidRDefault="00221A80" w:rsidP="00563054">
            <w:pPr>
              <w:spacing w:before="0"/>
              <w:contextualSpacing/>
              <w:jc w:val="left"/>
            </w:pPr>
          </w:p>
        </w:tc>
      </w:tr>
      <w:tr w:rsidR="00221A80" w14:paraId="33FBDE60"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4FEB4F4"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5A70C9D5" w14:textId="77777777" w:rsidR="00221A80" w:rsidRDefault="00221A80" w:rsidP="00563054">
            <w:pPr>
              <w:spacing w:before="0"/>
              <w:contextualSpacing/>
              <w:jc w:val="left"/>
            </w:pPr>
          </w:p>
        </w:tc>
      </w:tr>
      <w:tr w:rsidR="00221A80" w14:paraId="536C353D"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08ED53A"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6296EF6E" w14:textId="77777777" w:rsidR="00221A80" w:rsidRDefault="00221A80" w:rsidP="00563054">
            <w:pPr>
              <w:spacing w:before="0"/>
              <w:contextualSpacing/>
              <w:jc w:val="left"/>
            </w:pPr>
          </w:p>
        </w:tc>
      </w:tr>
      <w:tr w:rsidR="00221A80" w14:paraId="579D3156"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9433CAC"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237B98AF" w14:textId="77777777" w:rsidR="00221A80" w:rsidRDefault="00221A80" w:rsidP="00563054">
            <w:pPr>
              <w:spacing w:before="0"/>
              <w:contextualSpacing/>
              <w:jc w:val="left"/>
            </w:pPr>
          </w:p>
        </w:tc>
        <w:bookmarkEnd w:id="1"/>
      </w:tr>
    </w:tbl>
    <w:p w14:paraId="447AA02F" w14:textId="77777777" w:rsidR="00221A80" w:rsidRPr="001079F0" w:rsidRDefault="00221A80" w:rsidP="00563054">
      <w:pPr>
        <w:spacing w:before="0" w:after="0" w:line="240" w:lineRule="auto"/>
        <w:contextualSpacing/>
      </w:pPr>
    </w:p>
    <w:p w14:paraId="13CB7E1C" w14:textId="076BFD7B" w:rsidR="00DE27C2" w:rsidRPr="001079F0" w:rsidRDefault="000D57D0" w:rsidP="004F65B2">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r w:rsidR="00DE27C2" w:rsidRPr="001079F0">
        <w:br w:type="page"/>
      </w:r>
    </w:p>
    <w:p w14:paraId="00B1C1D5" w14:textId="77777777" w:rsidR="00334853" w:rsidRPr="007956AD" w:rsidRDefault="00DE27C2" w:rsidP="00563054">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3E65AAB2" w14:textId="77777777" w:rsidR="00563054" w:rsidRPr="00563054" w:rsidRDefault="00563054" w:rsidP="00563054">
      <w:pPr>
        <w:spacing w:before="0" w:after="0" w:line="240" w:lineRule="auto"/>
        <w:rPr>
          <w:rFonts w:ascii="Century Gothic" w:hAnsi="Century Gothic"/>
          <w:sz w:val="24"/>
          <w:szCs w:val="24"/>
        </w:rPr>
      </w:pPr>
    </w:p>
    <w:p w14:paraId="5D524FD9" w14:textId="279B03FD" w:rsidR="000F19A5" w:rsidRDefault="00DE27C2" w:rsidP="00563054">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 xml:space="preserve">Assurance </w:t>
      </w:r>
      <w:r w:rsidR="00026AF8" w:rsidRPr="00714A12">
        <w:rPr>
          <w:rFonts w:ascii="Century Gothic" w:hAnsi="Century Gothic"/>
          <w:sz w:val="24"/>
          <w:szCs w:val="24"/>
        </w:rPr>
        <w:t>«</w:t>
      </w:r>
      <w:r w:rsidR="00DF5CBC" w:rsidRPr="00DF5CBC">
        <w:rPr>
          <w:rFonts w:ascii="Century Gothic" w:hAnsi="Century Gothic"/>
          <w:sz w:val="24"/>
          <w:szCs w:val="24"/>
        </w:rPr>
        <w:t xml:space="preserve"> </w:t>
      </w:r>
      <w:r w:rsidR="001A41FF" w:rsidRPr="001A41FF">
        <w:rPr>
          <w:rFonts w:ascii="Century Gothic" w:hAnsi="Century Gothic"/>
          <w:sz w:val="24"/>
          <w:szCs w:val="24"/>
        </w:rPr>
        <w:t>Mobilités internationales étudiants</w:t>
      </w:r>
      <w:r w:rsidR="001A41FF">
        <w:rPr>
          <w:rFonts w:ascii="Century Gothic" w:hAnsi="Century Gothic"/>
          <w:sz w:val="24"/>
          <w:szCs w:val="24"/>
        </w:rPr>
        <w:t xml:space="preserve"> </w:t>
      </w:r>
      <w:r w:rsidR="00313927">
        <w:rPr>
          <w:rFonts w:ascii="Century Gothic" w:hAnsi="Century Gothic"/>
          <w:sz w:val="24"/>
          <w:szCs w:val="24"/>
        </w:rPr>
        <w:t xml:space="preserve">étrangers </w:t>
      </w:r>
      <w:r w:rsidR="00026AF8" w:rsidRPr="00714A12">
        <w:rPr>
          <w:rFonts w:ascii="Century Gothic" w:hAnsi="Century Gothic"/>
          <w:sz w:val="24"/>
          <w:szCs w:val="24"/>
        </w:rPr>
        <w:t>»</w:t>
      </w:r>
    </w:p>
    <w:p w14:paraId="39CE0D53" w14:textId="77777777" w:rsidR="00563054" w:rsidRPr="00714A12" w:rsidRDefault="00563054" w:rsidP="00563054">
      <w:pPr>
        <w:pStyle w:val="Paragraphedeliste"/>
        <w:spacing w:before="0" w:after="0" w:line="240" w:lineRule="auto"/>
        <w:rPr>
          <w:rFonts w:ascii="Century Gothic" w:hAnsi="Century Gothic"/>
          <w:sz w:val="24"/>
          <w:szCs w:val="24"/>
        </w:rPr>
      </w:pPr>
    </w:p>
    <w:p w14:paraId="30E20CA9" w14:textId="77777777" w:rsidR="00DE27C2" w:rsidRPr="001079F0" w:rsidRDefault="00DE27C2" w:rsidP="00563054">
      <w:pPr>
        <w:spacing w:before="0" w:after="0" w:line="240" w:lineRule="auto"/>
        <w:contextualSpacing/>
      </w:pPr>
    </w:p>
    <w:tbl>
      <w:tblPr>
        <w:tblStyle w:val="Grilledutableau"/>
        <w:tblW w:w="0" w:type="auto"/>
        <w:tblLook w:val="04A0" w:firstRow="1" w:lastRow="0" w:firstColumn="1" w:lastColumn="0" w:noHBand="0" w:noVBand="1"/>
      </w:tblPr>
      <w:tblGrid>
        <w:gridCol w:w="3389"/>
        <w:gridCol w:w="3278"/>
        <w:gridCol w:w="2961"/>
      </w:tblGrid>
      <w:tr w:rsidR="004933C4" w:rsidRPr="001079F0" w14:paraId="7DDF3867" w14:textId="77777777" w:rsidTr="002D4C2A">
        <w:tc>
          <w:tcPr>
            <w:tcW w:w="3389" w:type="dxa"/>
            <w:vMerge w:val="restart"/>
            <w:shd w:val="clear" w:color="auto" w:fill="D9E2F3" w:themeFill="accent1" w:themeFillTint="33"/>
            <w:vAlign w:val="center"/>
          </w:tcPr>
          <w:p w14:paraId="6B0C6B43" w14:textId="27B4EC6D" w:rsidR="004933C4" w:rsidRPr="006F0C9D" w:rsidRDefault="006F0C9D" w:rsidP="00563054">
            <w:pPr>
              <w:spacing w:before="0"/>
              <w:contextualSpacing/>
              <w:jc w:val="center"/>
              <w:rPr>
                <w:rFonts w:asciiTheme="majorHAnsi" w:hAnsiTheme="majorHAnsi" w:cstheme="majorHAnsi"/>
                <w:b/>
                <w:bCs/>
              </w:rPr>
            </w:pPr>
            <w:r w:rsidRPr="006F0C9D">
              <w:rPr>
                <w:rFonts w:asciiTheme="majorHAnsi" w:hAnsiTheme="majorHAnsi" w:cstheme="majorHAnsi"/>
                <w:b/>
                <w:bCs/>
                <w:color w:val="EE0000"/>
              </w:rPr>
              <w:t>101 Etudiants</w:t>
            </w:r>
          </w:p>
        </w:tc>
        <w:tc>
          <w:tcPr>
            <w:tcW w:w="6239" w:type="dxa"/>
            <w:gridSpan w:val="2"/>
            <w:shd w:val="clear" w:color="auto" w:fill="D9E2F3" w:themeFill="accent1" w:themeFillTint="33"/>
            <w:vAlign w:val="center"/>
          </w:tcPr>
          <w:p w14:paraId="567BC833" w14:textId="77777777" w:rsidR="004933C4" w:rsidRPr="00714A12" w:rsidRDefault="004933C4" w:rsidP="00563054">
            <w:pPr>
              <w:pStyle w:val="NormalWeb"/>
              <w:spacing w:before="0" w:beforeAutospacing="0" w:after="0"/>
              <w:contextualSpacing/>
              <w:jc w:val="center"/>
              <w:rPr>
                <w:rFonts w:asciiTheme="majorHAnsi" w:hAnsiTheme="majorHAnsi" w:cstheme="majorHAnsi"/>
                <w:sz w:val="22"/>
                <w:szCs w:val="22"/>
              </w:rPr>
            </w:pPr>
            <w:r w:rsidRPr="00714A12">
              <w:rPr>
                <w:rFonts w:asciiTheme="majorHAnsi" w:hAnsiTheme="majorHAnsi" w:cstheme="majorHAnsi"/>
                <w:b/>
                <w:bCs/>
                <w:sz w:val="22"/>
                <w:szCs w:val="22"/>
              </w:rPr>
              <w:t>OFFRE DE BASE</w:t>
            </w:r>
          </w:p>
          <w:p w14:paraId="65BC24DE" w14:textId="77777777" w:rsidR="004933C4" w:rsidRPr="00714A12" w:rsidRDefault="004933C4" w:rsidP="00563054">
            <w:pPr>
              <w:pStyle w:val="NormalWeb"/>
              <w:spacing w:before="0" w:beforeAutospacing="0" w:after="0"/>
              <w:contextualSpacing/>
              <w:jc w:val="center"/>
              <w:rPr>
                <w:rFonts w:asciiTheme="majorHAnsi" w:hAnsiTheme="majorHAnsi" w:cstheme="majorHAnsi"/>
                <w:b/>
                <w:bCs/>
                <w:sz w:val="22"/>
                <w:szCs w:val="22"/>
              </w:rPr>
            </w:pPr>
            <w:r>
              <w:rPr>
                <w:rFonts w:asciiTheme="majorHAnsi" w:hAnsiTheme="majorHAnsi" w:cstheme="majorHAnsi"/>
              </w:rPr>
              <w:t>Sans franchise</w:t>
            </w:r>
          </w:p>
        </w:tc>
      </w:tr>
      <w:tr w:rsidR="004933C4" w:rsidRPr="001079F0" w14:paraId="70E891A8" w14:textId="77777777" w:rsidTr="004933C4">
        <w:tc>
          <w:tcPr>
            <w:tcW w:w="3389" w:type="dxa"/>
            <w:vMerge/>
            <w:shd w:val="clear" w:color="auto" w:fill="D9E2F3" w:themeFill="accent1" w:themeFillTint="33"/>
            <w:vAlign w:val="center"/>
          </w:tcPr>
          <w:p w14:paraId="7783CCDD" w14:textId="77777777" w:rsidR="004933C4" w:rsidRPr="00714A12" w:rsidRDefault="004933C4" w:rsidP="00563054">
            <w:pPr>
              <w:spacing w:before="0"/>
              <w:contextualSpacing/>
              <w:jc w:val="center"/>
              <w:rPr>
                <w:rFonts w:asciiTheme="majorHAnsi" w:hAnsiTheme="majorHAnsi" w:cstheme="majorHAnsi"/>
              </w:rPr>
            </w:pPr>
          </w:p>
        </w:tc>
        <w:tc>
          <w:tcPr>
            <w:tcW w:w="3278" w:type="dxa"/>
            <w:shd w:val="clear" w:color="auto" w:fill="D9E2F3" w:themeFill="accent1" w:themeFillTint="33"/>
            <w:vAlign w:val="center"/>
          </w:tcPr>
          <w:p w14:paraId="16572775" w14:textId="77777777" w:rsidR="004933C4" w:rsidRPr="00714A12" w:rsidRDefault="004933C4" w:rsidP="004933C4">
            <w:pPr>
              <w:pStyle w:val="NormalWeb"/>
              <w:spacing w:before="0" w:beforeAutospacing="0" w:after="0"/>
              <w:contextualSpacing/>
              <w:jc w:val="center"/>
              <w:rPr>
                <w:rFonts w:asciiTheme="majorHAnsi" w:hAnsiTheme="majorHAnsi" w:cstheme="majorHAnsi"/>
                <w:b/>
                <w:bCs/>
                <w:sz w:val="22"/>
                <w:szCs w:val="22"/>
              </w:rPr>
            </w:pPr>
            <w:r>
              <w:rPr>
                <w:rFonts w:asciiTheme="majorHAnsi" w:hAnsiTheme="majorHAnsi" w:cstheme="majorHAnsi"/>
                <w:b/>
                <w:bCs/>
                <w:sz w:val="22"/>
                <w:szCs w:val="22"/>
              </w:rPr>
              <w:t>Cotisation unitaire par bénéficiaire</w:t>
            </w:r>
          </w:p>
        </w:tc>
        <w:tc>
          <w:tcPr>
            <w:tcW w:w="2961" w:type="dxa"/>
            <w:shd w:val="clear" w:color="auto" w:fill="D9E2F3" w:themeFill="accent1" w:themeFillTint="33"/>
            <w:vAlign w:val="center"/>
          </w:tcPr>
          <w:p w14:paraId="28918002" w14:textId="77777777" w:rsidR="004933C4" w:rsidRPr="00714A12" w:rsidRDefault="004933C4" w:rsidP="004933C4">
            <w:pPr>
              <w:pStyle w:val="NormalWeb"/>
              <w:spacing w:before="0" w:beforeAutospacing="0" w:after="0"/>
              <w:contextualSpacing/>
              <w:jc w:val="center"/>
              <w:rPr>
                <w:rFonts w:asciiTheme="majorHAnsi" w:hAnsiTheme="majorHAnsi" w:cstheme="majorHAnsi"/>
                <w:b/>
                <w:bCs/>
                <w:sz w:val="22"/>
                <w:szCs w:val="22"/>
              </w:rPr>
            </w:pPr>
            <w:r>
              <w:rPr>
                <w:rFonts w:asciiTheme="majorHAnsi" w:hAnsiTheme="majorHAnsi" w:cstheme="majorHAnsi"/>
                <w:b/>
                <w:bCs/>
                <w:sz w:val="22"/>
                <w:szCs w:val="22"/>
              </w:rPr>
              <w:t>Cotisation totale</w:t>
            </w:r>
          </w:p>
        </w:tc>
      </w:tr>
      <w:tr w:rsidR="004933C4" w:rsidRPr="001079F0" w14:paraId="50E45404" w14:textId="77777777" w:rsidTr="004933C4">
        <w:trPr>
          <w:trHeight w:val="628"/>
        </w:trPr>
        <w:tc>
          <w:tcPr>
            <w:tcW w:w="3389" w:type="dxa"/>
            <w:shd w:val="clear" w:color="auto" w:fill="D9E2F3" w:themeFill="accent1" w:themeFillTint="33"/>
            <w:vAlign w:val="center"/>
          </w:tcPr>
          <w:p w14:paraId="2528DE6E" w14:textId="77777777" w:rsidR="004933C4" w:rsidRPr="00714A12" w:rsidRDefault="004933C4" w:rsidP="00563054">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3278" w:type="dxa"/>
            <w:vAlign w:val="center"/>
          </w:tcPr>
          <w:p w14:paraId="2BE9FA4E" w14:textId="77777777" w:rsidR="004933C4" w:rsidRPr="00714A12" w:rsidRDefault="004933C4" w:rsidP="00563054">
            <w:pPr>
              <w:spacing w:before="0"/>
              <w:contextualSpacing/>
              <w:jc w:val="center"/>
              <w:rPr>
                <w:rFonts w:asciiTheme="majorHAnsi" w:hAnsiTheme="majorHAnsi" w:cstheme="majorHAnsi"/>
              </w:rPr>
            </w:pPr>
          </w:p>
        </w:tc>
        <w:tc>
          <w:tcPr>
            <w:tcW w:w="2961" w:type="dxa"/>
          </w:tcPr>
          <w:p w14:paraId="4A343BBB" w14:textId="77777777" w:rsidR="004933C4" w:rsidRPr="00714A12" w:rsidRDefault="004933C4" w:rsidP="00563054">
            <w:pPr>
              <w:spacing w:before="0"/>
              <w:contextualSpacing/>
              <w:jc w:val="center"/>
              <w:rPr>
                <w:rFonts w:asciiTheme="majorHAnsi" w:hAnsiTheme="majorHAnsi" w:cstheme="majorHAnsi"/>
              </w:rPr>
            </w:pPr>
          </w:p>
        </w:tc>
      </w:tr>
      <w:tr w:rsidR="004933C4" w:rsidRPr="001079F0" w14:paraId="22252C2E" w14:textId="77777777" w:rsidTr="004933C4">
        <w:trPr>
          <w:trHeight w:val="708"/>
        </w:trPr>
        <w:tc>
          <w:tcPr>
            <w:tcW w:w="3389" w:type="dxa"/>
            <w:shd w:val="clear" w:color="auto" w:fill="D9E2F3" w:themeFill="accent1" w:themeFillTint="33"/>
            <w:vAlign w:val="center"/>
          </w:tcPr>
          <w:p w14:paraId="62780A8C" w14:textId="77777777" w:rsidR="004933C4" w:rsidRPr="00714A12" w:rsidRDefault="004933C4" w:rsidP="00563054">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3278" w:type="dxa"/>
            <w:vAlign w:val="center"/>
          </w:tcPr>
          <w:p w14:paraId="323988AF" w14:textId="77777777" w:rsidR="004933C4" w:rsidRPr="00714A12" w:rsidRDefault="004933C4" w:rsidP="00563054">
            <w:pPr>
              <w:spacing w:before="0"/>
              <w:contextualSpacing/>
              <w:jc w:val="center"/>
              <w:rPr>
                <w:rFonts w:asciiTheme="majorHAnsi" w:hAnsiTheme="majorHAnsi" w:cstheme="majorHAnsi"/>
              </w:rPr>
            </w:pPr>
          </w:p>
        </w:tc>
        <w:tc>
          <w:tcPr>
            <w:tcW w:w="2961" w:type="dxa"/>
          </w:tcPr>
          <w:p w14:paraId="643D63A9" w14:textId="77777777" w:rsidR="004933C4" w:rsidRPr="00714A12" w:rsidRDefault="004933C4" w:rsidP="00563054">
            <w:pPr>
              <w:spacing w:before="0"/>
              <w:contextualSpacing/>
              <w:jc w:val="center"/>
              <w:rPr>
                <w:rFonts w:asciiTheme="majorHAnsi" w:hAnsiTheme="majorHAnsi" w:cstheme="majorHAnsi"/>
              </w:rPr>
            </w:pPr>
          </w:p>
        </w:tc>
      </w:tr>
    </w:tbl>
    <w:p w14:paraId="071C95C4" w14:textId="77777777" w:rsidR="00DE27C2" w:rsidRPr="001079F0" w:rsidRDefault="00DE27C2" w:rsidP="00563054">
      <w:pPr>
        <w:spacing w:before="0" w:after="0" w:line="240" w:lineRule="auto"/>
        <w:contextualSpacing/>
      </w:pPr>
    </w:p>
    <w:p w14:paraId="6EAA2464" w14:textId="77777777" w:rsidR="00221FA5" w:rsidRDefault="00221FA5" w:rsidP="00563054">
      <w:pPr>
        <w:spacing w:before="0" w:after="0" w:line="240" w:lineRule="auto"/>
        <w:contextualSpacing/>
        <w:rPr>
          <w:rFonts w:asciiTheme="minorHAnsi" w:hAnsiTheme="minorHAnsi" w:cstheme="minorHAnsi"/>
        </w:rPr>
      </w:pPr>
    </w:p>
    <w:p w14:paraId="10430645" w14:textId="77777777" w:rsidR="00563054" w:rsidRPr="001079F0" w:rsidRDefault="00563054" w:rsidP="00563054">
      <w:pPr>
        <w:spacing w:before="0" w:after="0" w:line="240" w:lineRule="auto"/>
        <w:contextualSpacing/>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1079F0" w:rsidRPr="001079F0" w14:paraId="17800461" w14:textId="77777777" w:rsidTr="004907AE">
        <w:tc>
          <w:tcPr>
            <w:tcW w:w="9628" w:type="dxa"/>
            <w:shd w:val="clear" w:color="auto" w:fill="FFD966" w:themeFill="accent4" w:themeFillTint="99"/>
          </w:tcPr>
          <w:p w14:paraId="765434F1" w14:textId="77777777" w:rsidR="004907AE" w:rsidRPr="001079F0" w:rsidRDefault="004907AE" w:rsidP="00563054">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1079F0" w:rsidRPr="001079F0" w14:paraId="7246A452" w14:textId="77777777" w:rsidTr="004907AE">
        <w:trPr>
          <w:trHeight w:val="5670"/>
        </w:trPr>
        <w:tc>
          <w:tcPr>
            <w:tcW w:w="9628" w:type="dxa"/>
          </w:tcPr>
          <w:p w14:paraId="2534B669" w14:textId="77777777" w:rsidR="004907AE" w:rsidRPr="001079F0" w:rsidRDefault="004907AE" w:rsidP="00563054">
            <w:pPr>
              <w:spacing w:before="0"/>
              <w:contextualSpacing/>
              <w:jc w:val="left"/>
              <w:rPr>
                <w:rFonts w:asciiTheme="minorHAnsi" w:hAnsiTheme="minorHAnsi" w:cstheme="minorHAnsi"/>
              </w:rPr>
            </w:pPr>
          </w:p>
        </w:tc>
      </w:tr>
    </w:tbl>
    <w:p w14:paraId="1B1AD740" w14:textId="77777777" w:rsidR="00221FA5" w:rsidRPr="001079F0" w:rsidRDefault="00221FA5" w:rsidP="00563054">
      <w:pPr>
        <w:spacing w:before="0" w:after="0" w:line="240" w:lineRule="auto"/>
        <w:contextualSpacing/>
        <w:jc w:val="left"/>
        <w:rPr>
          <w:rFonts w:asciiTheme="minorHAnsi" w:hAnsiTheme="minorHAnsi" w:cstheme="minorHAnsi"/>
        </w:rPr>
      </w:pPr>
      <w:r w:rsidRPr="001079F0">
        <w:rPr>
          <w:rFonts w:asciiTheme="minorHAnsi" w:hAnsiTheme="minorHAnsi" w:cstheme="minorHAnsi"/>
        </w:rPr>
        <w:br w:type="page"/>
      </w:r>
    </w:p>
    <w:p w14:paraId="6FC076A8" w14:textId="77777777" w:rsidR="00221FA5" w:rsidRPr="007956AD" w:rsidRDefault="00221FA5" w:rsidP="00563054">
      <w:pPr>
        <w:pStyle w:val="Titre2"/>
        <w:spacing w:before="0" w:line="240" w:lineRule="auto"/>
        <w:ind w:left="0"/>
        <w:contextualSpacing/>
        <w:rPr>
          <w:color w:val="auto"/>
          <w:u w:val="single"/>
        </w:rPr>
      </w:pPr>
      <w:r w:rsidRPr="007956AD">
        <w:rPr>
          <w:color w:val="auto"/>
          <w:u w:val="single"/>
        </w:rPr>
        <w:lastRenderedPageBreak/>
        <w:t>Article 5 – Ré</w:t>
      </w:r>
      <w:r w:rsidR="00563054">
        <w:rPr>
          <w:color w:val="auto"/>
          <w:u w:val="single"/>
        </w:rPr>
        <w:t>s</w:t>
      </w:r>
      <w:r w:rsidRPr="007956AD">
        <w:rPr>
          <w:color w:val="auto"/>
          <w:u w:val="single"/>
        </w:rPr>
        <w:t xml:space="preserve">erves </w:t>
      </w:r>
      <w:r w:rsidR="004B3615">
        <w:rPr>
          <w:color w:val="auto"/>
          <w:u w:val="single"/>
        </w:rPr>
        <w:t xml:space="preserve">ou observations </w:t>
      </w:r>
      <w:r w:rsidRPr="007956AD">
        <w:rPr>
          <w:color w:val="auto"/>
          <w:u w:val="single"/>
        </w:rPr>
        <w:t>éventuelles</w:t>
      </w:r>
    </w:p>
    <w:p w14:paraId="45950504" w14:textId="77777777" w:rsidR="00714A12" w:rsidRDefault="00714A12" w:rsidP="00563054">
      <w:pPr>
        <w:spacing w:before="0" w:after="0" w:line="240" w:lineRule="auto"/>
        <w:contextualSpacing/>
      </w:pPr>
    </w:p>
    <w:p w14:paraId="00EE3935" w14:textId="77777777" w:rsidR="004B3615" w:rsidRPr="004B3615" w:rsidRDefault="004B3615" w:rsidP="004B3615">
      <w:pPr>
        <w:spacing w:before="0" w:after="0" w:line="240" w:lineRule="auto"/>
        <w:contextualSpacing/>
        <w:rPr>
          <w:rFonts w:eastAsia="Calibri" w:cs="Times New Roman"/>
        </w:rPr>
      </w:pPr>
      <w:r w:rsidRPr="004B3615">
        <w:rPr>
          <w:rFonts w:eastAsia="Calibri" w:cs="Times New Roman"/>
        </w:rPr>
        <w:t>Il est demandé aux candidats de répondre aux questions suivantes :</w:t>
      </w:r>
    </w:p>
    <w:p w14:paraId="4E15560F" w14:textId="77777777" w:rsidR="004B3615" w:rsidRPr="004B3615" w:rsidRDefault="004B3615" w:rsidP="004B3615">
      <w:pPr>
        <w:spacing w:before="0" w:after="0" w:line="240" w:lineRule="auto"/>
        <w:ind w:left="720"/>
        <w:contextualSpacing/>
        <w:rPr>
          <w:rFonts w:eastAsia="Calibri" w:cs="Times New Roman"/>
          <w:b/>
          <w:bCs/>
          <w:color w:val="4472C4" w:themeColor="accent1"/>
          <w:u w:val="single"/>
        </w:rPr>
      </w:pPr>
    </w:p>
    <w:p w14:paraId="239352F2" w14:textId="77777777" w:rsidR="004B3615" w:rsidRPr="004B3615" w:rsidRDefault="004B3615" w:rsidP="004B3615">
      <w:pPr>
        <w:numPr>
          <w:ilvl w:val="0"/>
          <w:numId w:val="27"/>
        </w:numPr>
        <w:spacing w:before="0" w:after="0" w:line="240" w:lineRule="auto"/>
        <w:contextualSpacing/>
        <w:rPr>
          <w:rFonts w:eastAsia="Calibri" w:cs="Times New Roman"/>
          <w:b/>
          <w:bCs/>
          <w:color w:val="4472C4" w:themeColor="accent1"/>
          <w:u w:val="single"/>
        </w:rPr>
      </w:pPr>
      <w:r w:rsidRPr="004B3615">
        <w:rPr>
          <w:rFonts w:eastAsia="Calibri" w:cs="Times New Roman"/>
          <w:b/>
          <w:bCs/>
          <w:color w:val="4472C4" w:themeColor="accent1"/>
          <w:u w:val="single"/>
        </w:rPr>
        <w:t xml:space="preserve">Conditions particulières du contrat : </w:t>
      </w:r>
    </w:p>
    <w:p w14:paraId="65E1D685" w14:textId="77777777" w:rsidR="004B3615" w:rsidRPr="004B3615" w:rsidRDefault="004B3615" w:rsidP="004B3615">
      <w:pPr>
        <w:spacing w:before="0" w:after="0" w:line="240" w:lineRule="auto"/>
        <w:ind w:left="720"/>
        <w:contextualSpacing/>
        <w:rPr>
          <w:rFonts w:eastAsia="Calibri" w:cs="Times New Roman"/>
          <w:b/>
          <w:bCs/>
          <w:color w:val="4472C4" w:themeColor="accent1"/>
        </w:rPr>
      </w:pPr>
      <w:r w:rsidRPr="004B3615">
        <w:rPr>
          <w:rFonts w:eastAsia="Calibri" w:cs="Times New Roman"/>
          <w:b/>
          <w:bCs/>
          <w:color w:val="4472C4" w:themeColor="accent1"/>
        </w:rPr>
        <w:t>Le candidat accepte-t-il les dispositions du cahier des charges de la consultation ?</w:t>
      </w:r>
    </w:p>
    <w:p w14:paraId="23EF8688" w14:textId="77777777" w:rsidR="004B3615" w:rsidRPr="004B3615" w:rsidRDefault="004B3615" w:rsidP="004B3615">
      <w:pPr>
        <w:spacing w:before="0" w:after="0" w:line="240" w:lineRule="auto"/>
        <w:ind w:left="720"/>
        <w:contextualSpacing/>
        <w:rPr>
          <w:rFonts w:eastAsia="Calibri" w:cs="Times New Roman"/>
          <w:b/>
          <w:bCs/>
          <w:color w:val="4472C4" w:themeColor="accent1"/>
        </w:rPr>
      </w:pPr>
    </w:p>
    <w:p w14:paraId="3708DD8F" w14:textId="77777777" w:rsidR="004B3615" w:rsidRPr="004B3615" w:rsidRDefault="004F65B2" w:rsidP="004B3615">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EndPr/>
        <w:sdtContent>
          <w:r w:rsidR="004B3615" w:rsidRPr="004B3615">
            <w:rPr>
              <w:rFonts w:ascii="Segoe UI Symbol" w:eastAsia="Calibri" w:hAnsi="Segoe UI Symbol" w:cs="Segoe UI Symbol"/>
            </w:rPr>
            <w:t>☐</w:t>
          </w:r>
        </w:sdtContent>
      </w:sdt>
      <w:r w:rsidR="004B3615" w:rsidRPr="004B3615">
        <w:rPr>
          <w:rFonts w:eastAsia="Calibri" w:cs="Times New Roman"/>
        </w:rPr>
        <w:t xml:space="preserve"> </w:t>
      </w:r>
      <w:r w:rsidR="004B3615" w:rsidRPr="004B3615">
        <w:rPr>
          <w:rFonts w:eastAsia="Calibri" w:cs="Calibri Light"/>
        </w:rPr>
        <w:t>Oui, sans réserve.</w:t>
      </w:r>
    </w:p>
    <w:p w14:paraId="6A287BBB" w14:textId="77777777" w:rsidR="004B3615" w:rsidRPr="004B3615" w:rsidRDefault="004B3615" w:rsidP="004B3615">
      <w:pPr>
        <w:spacing w:before="0" w:after="0" w:line="256" w:lineRule="auto"/>
        <w:contextualSpacing/>
        <w:rPr>
          <w:rFonts w:eastAsia="Calibri" w:cs="Calibri Light"/>
        </w:rPr>
      </w:pPr>
    </w:p>
    <w:p w14:paraId="2E1FAB66" w14:textId="77777777" w:rsidR="004B3615" w:rsidRPr="004B3615" w:rsidRDefault="004F65B2" w:rsidP="004B3615">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EndPr/>
        <w:sdtContent>
          <w:r w:rsidR="004B3615" w:rsidRPr="004B3615">
            <w:rPr>
              <w:rFonts w:ascii="Segoe UI Symbol" w:eastAsia="Calibri" w:hAnsi="Segoe UI Symbol" w:cs="Segoe UI Symbol"/>
            </w:rPr>
            <w:t>☐</w:t>
          </w:r>
        </w:sdtContent>
      </w:sdt>
      <w:r w:rsidR="004B3615" w:rsidRPr="004B3615">
        <w:rPr>
          <w:rFonts w:eastAsia="Calibri" w:cs="Calibri Light"/>
        </w:rPr>
        <w:t xml:space="preserve"> Oui, avec réserve(s).</w:t>
      </w:r>
    </w:p>
    <w:p w14:paraId="0FFF2234" w14:textId="77777777" w:rsidR="004B3615" w:rsidRPr="004B3615" w:rsidRDefault="004B3615" w:rsidP="004B3615">
      <w:pPr>
        <w:spacing w:before="0" w:after="0" w:line="256" w:lineRule="auto"/>
        <w:contextualSpacing/>
        <w:rPr>
          <w:rFonts w:eastAsia="Calibri" w:cs="Calibri Light"/>
        </w:rPr>
      </w:pPr>
    </w:p>
    <w:p w14:paraId="49CFD691" w14:textId="77777777" w:rsidR="004B3615" w:rsidRPr="004B3615" w:rsidRDefault="004F65B2" w:rsidP="004B3615">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EndPr/>
        <w:sdtContent>
          <w:r w:rsidR="004B3615" w:rsidRPr="004B3615">
            <w:rPr>
              <w:rFonts w:ascii="Segoe UI Symbol" w:eastAsia="Calibri" w:hAnsi="Segoe UI Symbol" w:cs="Segoe UI Symbol"/>
            </w:rPr>
            <w:t>☐</w:t>
          </w:r>
        </w:sdtContent>
      </w:sdt>
      <w:r w:rsidR="004B3615" w:rsidRPr="004B3615">
        <w:rPr>
          <w:rFonts w:eastAsia="Calibri" w:cs="Calibri Light"/>
        </w:rPr>
        <w:t xml:space="preserve"> Non, application intégrale des conditions de l’assureur.</w:t>
      </w:r>
    </w:p>
    <w:p w14:paraId="456762ED" w14:textId="77777777" w:rsidR="004B3615" w:rsidRPr="004B3615" w:rsidRDefault="004B3615" w:rsidP="004B3615">
      <w:pPr>
        <w:spacing w:before="0" w:after="0" w:line="240" w:lineRule="auto"/>
        <w:contextualSpacing/>
        <w:rPr>
          <w:rFonts w:eastAsia="Calibri" w:cs="Calibri Light"/>
        </w:rPr>
      </w:pPr>
    </w:p>
    <w:p w14:paraId="2A4AE74E" w14:textId="77777777" w:rsidR="004B3615" w:rsidRPr="004B3615" w:rsidRDefault="004B3615" w:rsidP="004B3615">
      <w:pPr>
        <w:spacing w:before="0" w:after="0" w:line="240" w:lineRule="auto"/>
        <w:contextualSpacing/>
        <w:rPr>
          <w:rFonts w:ascii="Calibri" w:eastAsia="Calibri" w:hAnsi="Calibri" w:cs="Calibri"/>
        </w:rPr>
      </w:pPr>
    </w:p>
    <w:p w14:paraId="16986093" w14:textId="77777777" w:rsidR="004B3615" w:rsidRPr="004B3615" w:rsidRDefault="004B3615" w:rsidP="004B3615">
      <w:pPr>
        <w:spacing w:before="0" w:after="0" w:line="240" w:lineRule="auto"/>
        <w:contextualSpacing/>
        <w:rPr>
          <w:rFonts w:ascii="Calibri" w:eastAsia="Calibri" w:hAnsi="Calibri" w:cs="Calibri"/>
        </w:rPr>
      </w:pPr>
    </w:p>
    <w:p w14:paraId="6EBD9495" w14:textId="77777777" w:rsidR="004B3615" w:rsidRPr="004B3615" w:rsidRDefault="004B3615" w:rsidP="004B3615">
      <w:pPr>
        <w:numPr>
          <w:ilvl w:val="0"/>
          <w:numId w:val="27"/>
        </w:numPr>
        <w:spacing w:before="0" w:after="0" w:line="240" w:lineRule="auto"/>
        <w:contextualSpacing/>
        <w:rPr>
          <w:rFonts w:eastAsia="Calibri" w:cs="Times New Roman"/>
          <w:b/>
          <w:bCs/>
          <w:color w:val="4472C4" w:themeColor="accent1"/>
          <w:u w:val="single"/>
        </w:rPr>
      </w:pPr>
      <w:r w:rsidRPr="004B3615">
        <w:rPr>
          <w:rFonts w:eastAsia="Calibri" w:cs="Times New Roman"/>
          <w:b/>
          <w:bCs/>
          <w:color w:val="4472C4" w:themeColor="accent1"/>
          <w:u w:val="single"/>
        </w:rPr>
        <w:t xml:space="preserve">Conditions générales et conventions spéciales du contrat : </w:t>
      </w:r>
    </w:p>
    <w:p w14:paraId="79FA0645" w14:textId="77777777" w:rsidR="004B3615" w:rsidRPr="004B3615" w:rsidRDefault="004B3615" w:rsidP="004B3615">
      <w:pPr>
        <w:spacing w:before="0" w:after="0" w:line="240" w:lineRule="auto"/>
        <w:ind w:left="720"/>
        <w:contextualSpacing/>
        <w:rPr>
          <w:rFonts w:eastAsia="Calibri" w:cs="Times New Roman"/>
          <w:b/>
          <w:bCs/>
          <w:color w:val="4472C4" w:themeColor="accent1"/>
        </w:rPr>
      </w:pPr>
      <w:r w:rsidRPr="004B3615">
        <w:rPr>
          <w:rFonts w:eastAsia="Calibri" w:cs="Times New Roman"/>
          <w:b/>
          <w:bCs/>
          <w:color w:val="4472C4" w:themeColor="accent1"/>
        </w:rPr>
        <w:t>Le candidat doit joindre à son offre les conditions générales ou conventions spéciales applicables, et indique leurs références ci-dessous :</w:t>
      </w:r>
    </w:p>
    <w:p w14:paraId="07CF85DF" w14:textId="77777777" w:rsidR="004B3615" w:rsidRPr="004B3615" w:rsidRDefault="004B3615" w:rsidP="004B3615">
      <w:pPr>
        <w:spacing w:before="0" w:after="0" w:line="240" w:lineRule="auto"/>
        <w:contextualSpacing/>
        <w:rPr>
          <w:rFonts w:eastAsia="Calibri" w:cs="Times New Roman"/>
        </w:rPr>
      </w:pPr>
    </w:p>
    <w:p w14:paraId="3F4F78C7" w14:textId="77777777" w:rsidR="004B3615" w:rsidRPr="004B3615" w:rsidRDefault="004B3615" w:rsidP="004B3615">
      <w:pPr>
        <w:spacing w:before="0" w:after="0" w:line="240" w:lineRule="auto"/>
        <w:contextualSpacing/>
        <w:rPr>
          <w:rFonts w:eastAsia="Calibri" w:cs="Times New Roman"/>
        </w:rPr>
      </w:pPr>
      <w:r w:rsidRPr="004B3615">
        <w:rPr>
          <w:rFonts w:eastAsia="Calibri" w:cs="Times New Roman"/>
        </w:rPr>
        <w:t>Conventions spéciales (CS) : Références : / année :</w:t>
      </w:r>
    </w:p>
    <w:p w14:paraId="66D9500B" w14:textId="77777777" w:rsidR="004B3615" w:rsidRPr="004B3615" w:rsidRDefault="004B3615" w:rsidP="004B3615">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4B3615" w:rsidRPr="004B3615" w14:paraId="7AD1EA2E" w14:textId="77777777" w:rsidTr="004B3615">
        <w:tc>
          <w:tcPr>
            <w:tcW w:w="9628" w:type="dxa"/>
            <w:tcBorders>
              <w:top w:val="single" w:sz="4" w:space="0" w:color="auto"/>
              <w:left w:val="single" w:sz="4" w:space="0" w:color="auto"/>
              <w:bottom w:val="single" w:sz="4" w:space="0" w:color="auto"/>
              <w:right w:val="single" w:sz="4" w:space="0" w:color="auto"/>
            </w:tcBorders>
          </w:tcPr>
          <w:p w14:paraId="39E0A976" w14:textId="77777777" w:rsidR="004B3615" w:rsidRPr="004B3615" w:rsidRDefault="004B3615" w:rsidP="004B3615">
            <w:pPr>
              <w:spacing w:before="0"/>
              <w:contextualSpacing/>
            </w:pPr>
          </w:p>
        </w:tc>
      </w:tr>
    </w:tbl>
    <w:p w14:paraId="6211F081" w14:textId="77777777" w:rsidR="004B3615" w:rsidRPr="004B3615" w:rsidRDefault="004B3615" w:rsidP="004B3615">
      <w:pPr>
        <w:spacing w:before="0" w:after="0" w:line="240" w:lineRule="auto"/>
        <w:contextualSpacing/>
        <w:rPr>
          <w:rFonts w:eastAsia="Calibri" w:cs="Times New Roman"/>
        </w:rPr>
      </w:pPr>
    </w:p>
    <w:p w14:paraId="65446033" w14:textId="77777777" w:rsidR="004B3615" w:rsidRPr="004B3615" w:rsidRDefault="004B3615" w:rsidP="004B3615">
      <w:pPr>
        <w:spacing w:before="0" w:after="0" w:line="240" w:lineRule="auto"/>
        <w:contextualSpacing/>
        <w:rPr>
          <w:rFonts w:eastAsia="Calibri" w:cs="Times New Roman"/>
        </w:rPr>
      </w:pPr>
      <w:r w:rsidRPr="004B3615">
        <w:rPr>
          <w:rFonts w:eastAsia="Calibri" w:cs="Times New Roman"/>
        </w:rPr>
        <w:t>Conditions générales (CG) : Références : / année :</w:t>
      </w:r>
    </w:p>
    <w:p w14:paraId="0B2B6E7B" w14:textId="77777777" w:rsidR="004B3615" w:rsidRPr="004B3615" w:rsidRDefault="004B3615" w:rsidP="004B3615">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4B3615" w:rsidRPr="004B3615" w14:paraId="7AD1F92B" w14:textId="77777777" w:rsidTr="004B3615">
        <w:tc>
          <w:tcPr>
            <w:tcW w:w="9628" w:type="dxa"/>
            <w:tcBorders>
              <w:top w:val="single" w:sz="4" w:space="0" w:color="auto"/>
              <w:left w:val="single" w:sz="4" w:space="0" w:color="auto"/>
              <w:bottom w:val="single" w:sz="4" w:space="0" w:color="auto"/>
              <w:right w:val="single" w:sz="4" w:space="0" w:color="auto"/>
            </w:tcBorders>
          </w:tcPr>
          <w:p w14:paraId="1C3A1205" w14:textId="77777777" w:rsidR="004B3615" w:rsidRPr="004B3615" w:rsidRDefault="004B3615" w:rsidP="004B3615">
            <w:pPr>
              <w:spacing w:before="0"/>
              <w:contextualSpacing/>
            </w:pPr>
          </w:p>
        </w:tc>
      </w:tr>
    </w:tbl>
    <w:p w14:paraId="6450DF07" w14:textId="77777777" w:rsidR="004B3615" w:rsidRPr="004B3615" w:rsidRDefault="004B3615" w:rsidP="004B3615">
      <w:pPr>
        <w:spacing w:before="0" w:after="0" w:line="240" w:lineRule="auto"/>
        <w:contextualSpacing/>
        <w:rPr>
          <w:rFonts w:eastAsia="Calibri" w:cs="Times New Roman"/>
        </w:rPr>
      </w:pPr>
    </w:p>
    <w:p w14:paraId="0D890BDA" w14:textId="77777777" w:rsidR="004B3615" w:rsidRPr="004B3615" w:rsidRDefault="004B3615" w:rsidP="004B3615">
      <w:pPr>
        <w:spacing w:before="0" w:after="0" w:line="240" w:lineRule="auto"/>
        <w:contextualSpacing/>
        <w:rPr>
          <w:rFonts w:eastAsia="Calibri" w:cs="Times New Roman"/>
        </w:rPr>
      </w:pPr>
    </w:p>
    <w:p w14:paraId="5D986AC8" w14:textId="77777777" w:rsidR="00E7593D" w:rsidRDefault="00E7593D">
      <w:pPr>
        <w:spacing w:before="0"/>
        <w:jc w:val="left"/>
        <w:rPr>
          <w:rFonts w:ascii="Century Gothic" w:eastAsiaTheme="majorEastAsia" w:hAnsi="Century Gothic" w:cstheme="majorBidi"/>
          <w:b/>
          <w:bCs/>
          <w:sz w:val="26"/>
          <w:szCs w:val="26"/>
          <w:u w:val="single"/>
        </w:rPr>
      </w:pPr>
      <w:r>
        <w:rPr>
          <w:u w:val="single"/>
        </w:rPr>
        <w:br w:type="page"/>
      </w:r>
    </w:p>
    <w:p w14:paraId="3B456A86" w14:textId="77777777" w:rsidR="007D00EC" w:rsidRDefault="004350D7" w:rsidP="00976366">
      <w:pPr>
        <w:pStyle w:val="Titre2"/>
        <w:spacing w:before="0" w:line="240" w:lineRule="auto"/>
        <w:ind w:left="0"/>
        <w:contextualSpacing/>
        <w:rPr>
          <w:color w:val="auto"/>
          <w:u w:val="single"/>
        </w:rPr>
      </w:pPr>
      <w:r w:rsidRPr="007956AD">
        <w:rPr>
          <w:color w:val="auto"/>
          <w:u w:val="single"/>
        </w:rPr>
        <w:t xml:space="preserve">Article 6 – Tableau de notation de la qualité de gestion </w:t>
      </w:r>
    </w:p>
    <w:p w14:paraId="711477C9" w14:textId="77777777" w:rsidR="00976366" w:rsidRDefault="00976366">
      <w:pPr>
        <w:spacing w:before="0"/>
        <w:jc w:val="left"/>
      </w:pPr>
    </w:p>
    <w:p w14:paraId="39444372" w14:textId="77777777" w:rsidR="00976366" w:rsidRDefault="00976366" w:rsidP="00976366">
      <w:pPr>
        <w:spacing w:before="0" w:after="0" w:line="240" w:lineRule="auto"/>
        <w:contextualSpacing/>
      </w:pPr>
    </w:p>
    <w:p w14:paraId="0ADC35C6" w14:textId="77777777" w:rsidR="00976366" w:rsidRDefault="00976366" w:rsidP="00976366">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976366" w14:paraId="27B961C3" w14:textId="77777777" w:rsidTr="008C3322">
        <w:tc>
          <w:tcPr>
            <w:tcW w:w="9628" w:type="dxa"/>
          </w:tcPr>
          <w:p w14:paraId="3D0799BD" w14:textId="77777777" w:rsidR="00976366" w:rsidRDefault="00976366" w:rsidP="008C3322">
            <w:pPr>
              <w:spacing w:before="0"/>
              <w:contextualSpacing/>
              <w:jc w:val="center"/>
              <w:rPr>
                <w:rStyle w:val="WarningCar"/>
                <w:b/>
                <w:bCs/>
                <w:color w:val="auto"/>
              </w:rPr>
            </w:pPr>
          </w:p>
          <w:p w14:paraId="67A1B2F6" w14:textId="77777777" w:rsidR="00976366" w:rsidRPr="00B209B5" w:rsidRDefault="00976366"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415B7643" w14:textId="77777777" w:rsidR="00976366" w:rsidRPr="00B86631" w:rsidRDefault="00976366" w:rsidP="008C3322">
            <w:pPr>
              <w:spacing w:before="0"/>
              <w:contextualSpacing/>
              <w:jc w:val="center"/>
              <w:rPr>
                <w:rStyle w:val="WarningCar"/>
                <w:b/>
                <w:bCs/>
                <w:color w:val="auto"/>
              </w:rPr>
            </w:pPr>
          </w:p>
          <w:p w14:paraId="6CD4BB95" w14:textId="77777777" w:rsidR="00976366" w:rsidRPr="00B86631" w:rsidRDefault="00976366" w:rsidP="008C3322">
            <w:pPr>
              <w:spacing w:before="0"/>
              <w:contextualSpacing/>
              <w:jc w:val="left"/>
              <w:rPr>
                <w:rStyle w:val="WarningCar"/>
                <w:color w:val="auto"/>
              </w:rPr>
            </w:pPr>
          </w:p>
          <w:p w14:paraId="382D3BC4" w14:textId="77777777" w:rsidR="00976366" w:rsidRDefault="00976366"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3A5A92C3" w14:textId="77777777" w:rsidR="00976366" w:rsidRDefault="00976366" w:rsidP="008C3322">
            <w:pPr>
              <w:spacing w:before="0"/>
              <w:contextualSpacing/>
              <w:rPr>
                <w:rStyle w:val="WarningCar"/>
                <w:color w:val="auto"/>
              </w:rPr>
            </w:pPr>
          </w:p>
          <w:p w14:paraId="3FBD2466" w14:textId="77777777" w:rsidR="00976366" w:rsidRDefault="00976366"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562A2390" w14:textId="77777777" w:rsidR="00976366" w:rsidRPr="00B86631" w:rsidRDefault="00976366" w:rsidP="008C3322">
            <w:pPr>
              <w:spacing w:before="0"/>
              <w:contextualSpacing/>
              <w:rPr>
                <w:rStyle w:val="WarningCar"/>
                <w:color w:val="auto"/>
              </w:rPr>
            </w:pPr>
          </w:p>
          <w:p w14:paraId="29A3223B" w14:textId="77777777" w:rsidR="00976366" w:rsidRDefault="00976366"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7264FFE1" w14:textId="77777777" w:rsidR="00976366" w:rsidRDefault="00976366" w:rsidP="008C3322">
            <w:pPr>
              <w:spacing w:before="0"/>
              <w:contextualSpacing/>
            </w:pPr>
          </w:p>
        </w:tc>
      </w:tr>
    </w:tbl>
    <w:p w14:paraId="0DE8359B" w14:textId="77777777" w:rsidR="00976366" w:rsidRDefault="00976366" w:rsidP="00976366">
      <w:pPr>
        <w:spacing w:before="0" w:after="0" w:line="240" w:lineRule="auto"/>
        <w:contextualSpacing/>
      </w:pPr>
    </w:p>
    <w:p w14:paraId="205D44E4" w14:textId="77777777" w:rsidR="00976366" w:rsidRDefault="00976366">
      <w:pPr>
        <w:spacing w:before="0"/>
        <w:jc w:val="left"/>
      </w:pPr>
      <w: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976366" w:rsidRPr="00B86631" w14:paraId="43328DB9"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8A08B"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72A3B36F"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0D279958"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976366" w:rsidRPr="00B86631" w14:paraId="1CAD6E91" w14:textId="77777777" w:rsidTr="008C3322">
        <w:trPr>
          <w:trHeight w:val="271"/>
          <w:jc w:val="center"/>
        </w:trPr>
        <w:tc>
          <w:tcPr>
            <w:tcW w:w="1047" w:type="dxa"/>
            <w:tcBorders>
              <w:top w:val="nil"/>
              <w:left w:val="nil"/>
              <w:bottom w:val="nil"/>
              <w:right w:val="nil"/>
            </w:tcBorders>
            <w:shd w:val="clear" w:color="auto" w:fill="auto"/>
            <w:vAlign w:val="center"/>
            <w:hideMark/>
          </w:tcPr>
          <w:p w14:paraId="0573DA5C"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488CC154" w14:textId="77777777" w:rsidR="00976366" w:rsidRPr="00B86631" w:rsidRDefault="00976366"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5AE19F69" w14:textId="77777777" w:rsidR="00976366" w:rsidRPr="00B86631" w:rsidRDefault="00976366" w:rsidP="008C3322">
            <w:pPr>
              <w:spacing w:before="0" w:after="0" w:line="240" w:lineRule="auto"/>
              <w:jc w:val="center"/>
              <w:rPr>
                <w:rFonts w:ascii="Times New Roman" w:eastAsia="Times New Roman" w:hAnsi="Times New Roman" w:cs="Times New Roman"/>
                <w:sz w:val="20"/>
                <w:szCs w:val="20"/>
                <w:lang w:eastAsia="fr-FR"/>
              </w:rPr>
            </w:pPr>
          </w:p>
        </w:tc>
      </w:tr>
      <w:tr w:rsidR="00976366" w:rsidRPr="00B86631" w14:paraId="30A312EC"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447767F9" w14:textId="77777777" w:rsidR="00976366"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33DC973F"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976366" w:rsidRPr="00B86631" w14:paraId="7E4687AB"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B19A2B3"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2183AB5C"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5351A57D"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6C24EEB8"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2CFB476"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254B1120"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4BDCAEA6"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4691ADC9"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FE6EF92"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39818F14"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3A5AC057"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3FF1B5B1"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DC4CC3D"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61DC204B"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54CFB8CF"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74409F38"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6D40EA2"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004233B3"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06C5FB26"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3A0A10C0"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6E291B52"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976366" w:rsidRPr="00B86631" w14:paraId="2B90ADAE"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F31683F"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15791234"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etc)</w:t>
            </w:r>
          </w:p>
        </w:tc>
        <w:tc>
          <w:tcPr>
            <w:tcW w:w="4819" w:type="dxa"/>
            <w:tcBorders>
              <w:top w:val="nil"/>
              <w:left w:val="nil"/>
              <w:bottom w:val="single" w:sz="4" w:space="0" w:color="auto"/>
              <w:right w:val="single" w:sz="4" w:space="0" w:color="auto"/>
            </w:tcBorders>
            <w:shd w:val="clear" w:color="auto" w:fill="auto"/>
            <w:vAlign w:val="center"/>
            <w:hideMark/>
          </w:tcPr>
          <w:p w14:paraId="60BC1C25" w14:textId="77777777" w:rsidR="00976366" w:rsidRPr="00B86631" w:rsidRDefault="00976366" w:rsidP="008C3322">
            <w:pPr>
              <w:spacing w:before="0" w:after="0" w:line="240" w:lineRule="auto"/>
              <w:jc w:val="center"/>
              <w:rPr>
                <w:rFonts w:eastAsia="Times New Roman" w:cs="Calibri Light"/>
                <w:color w:val="000000"/>
                <w:lang w:eastAsia="fr-FR"/>
              </w:rPr>
            </w:pPr>
          </w:p>
        </w:tc>
      </w:tr>
      <w:tr w:rsidR="00976366" w:rsidRPr="00B86631" w14:paraId="548F8AF7"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6863B7D0"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976366" w:rsidRPr="00B86631" w14:paraId="751C32D0"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1D30EDB"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38EDBB54"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13386234"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26E16897"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5D6522B"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1A1B1829"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indemnisation / remboursement suite à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1C7A9CE3"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37210655"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0761E35"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3E719751"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26C6E3E1"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6045245B"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08FCAB52"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976366" w:rsidRPr="00B86631" w14:paraId="5D7A9A10"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790A06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62669E74"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15D9BED4"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437549DA" w14:textId="77777777" w:rsidR="00976366" w:rsidRDefault="00976366">
      <w:pPr>
        <w:spacing w:before="0"/>
        <w:jc w:val="left"/>
      </w:pPr>
      <w:r>
        <w:br w:type="page"/>
      </w:r>
    </w:p>
    <w:p w14:paraId="059F1B92" w14:textId="77777777" w:rsidR="000F19A5" w:rsidRPr="001079F0" w:rsidRDefault="000F19A5" w:rsidP="0056305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43F16EAE" w14:textId="77777777" w:rsidR="00970F33" w:rsidRDefault="00970F33" w:rsidP="00563054">
      <w:pPr>
        <w:pStyle w:val="Titre2"/>
        <w:spacing w:before="0" w:line="240" w:lineRule="auto"/>
        <w:ind w:left="0"/>
        <w:contextualSpacing/>
        <w:rPr>
          <w:color w:val="auto"/>
        </w:rPr>
      </w:pPr>
      <w:r w:rsidRPr="001079F0">
        <w:rPr>
          <w:color w:val="auto"/>
        </w:rPr>
        <w:t>Engagement du candidat (à compléter par le candidat)</w:t>
      </w:r>
    </w:p>
    <w:p w14:paraId="202FDD5C" w14:textId="77777777" w:rsidR="00563054" w:rsidRDefault="00563054" w:rsidP="00563054">
      <w:pPr>
        <w:spacing w:before="0" w:after="0" w:line="240" w:lineRule="auto"/>
        <w:contextualSpacing/>
      </w:pPr>
    </w:p>
    <w:p w14:paraId="674BC539" w14:textId="77777777" w:rsidR="00970F33" w:rsidRDefault="00970F33" w:rsidP="00563054">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60D9FB64" w14:textId="77777777" w:rsidR="00563054" w:rsidRDefault="00563054" w:rsidP="00563054">
      <w:pPr>
        <w:spacing w:before="0" w:after="0" w:line="240" w:lineRule="auto"/>
        <w:contextualSpacing/>
      </w:pPr>
    </w:p>
    <w:p w14:paraId="258E0372" w14:textId="77777777" w:rsidR="00221A80" w:rsidRDefault="00221A80" w:rsidP="00563054">
      <w:pPr>
        <w:spacing w:before="0" w:after="0" w:line="240" w:lineRule="auto"/>
        <w:contextualSpacing/>
      </w:pPr>
      <w:bookmarkStart w:id="2" w:name="_Hlk100390379"/>
      <w:r>
        <w:t>La signature du présent acte d'engagement emporte signature du cahier des clauses administratives (C.C.A.) et du cahier des clauses techniques particulières (C.C.T.P.), dont les documents originaux conservés par l'acheteur public font seuls foi.</w:t>
      </w:r>
      <w:bookmarkEnd w:id="2"/>
    </w:p>
    <w:p w14:paraId="5426F744" w14:textId="77777777" w:rsidR="00563054" w:rsidRPr="001079F0" w:rsidRDefault="00563054" w:rsidP="0056305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17C77A65" w14:textId="77777777" w:rsidTr="007956AD">
        <w:trPr>
          <w:trHeight w:val="628"/>
        </w:trPr>
        <w:tc>
          <w:tcPr>
            <w:tcW w:w="4814" w:type="dxa"/>
            <w:shd w:val="clear" w:color="auto" w:fill="DEEAF6" w:themeFill="accent5" w:themeFillTint="33"/>
            <w:vAlign w:val="center"/>
          </w:tcPr>
          <w:p w14:paraId="75E8D726"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0092B8C8" w14:textId="77777777" w:rsidR="006B3E43" w:rsidRPr="001079F0" w:rsidRDefault="006B3E43" w:rsidP="00563054">
            <w:pPr>
              <w:spacing w:before="0"/>
              <w:contextualSpacing/>
              <w:jc w:val="left"/>
            </w:pPr>
          </w:p>
        </w:tc>
      </w:tr>
      <w:tr w:rsidR="001079F0" w:rsidRPr="001079F0" w14:paraId="014BE218" w14:textId="77777777" w:rsidTr="007956AD">
        <w:trPr>
          <w:trHeight w:val="521"/>
        </w:trPr>
        <w:tc>
          <w:tcPr>
            <w:tcW w:w="4814" w:type="dxa"/>
            <w:shd w:val="clear" w:color="auto" w:fill="DEEAF6" w:themeFill="accent5" w:themeFillTint="33"/>
            <w:vAlign w:val="center"/>
          </w:tcPr>
          <w:p w14:paraId="5AAF2ED6"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 lu et approuvé »</w:t>
            </w:r>
          </w:p>
        </w:tc>
        <w:tc>
          <w:tcPr>
            <w:tcW w:w="4814" w:type="dxa"/>
            <w:vAlign w:val="center"/>
          </w:tcPr>
          <w:p w14:paraId="0DA4AB4A" w14:textId="77777777" w:rsidR="006B3E43" w:rsidRPr="001079F0" w:rsidRDefault="006B3E43" w:rsidP="00563054">
            <w:pPr>
              <w:spacing w:before="0"/>
              <w:contextualSpacing/>
              <w:jc w:val="left"/>
            </w:pPr>
          </w:p>
        </w:tc>
      </w:tr>
      <w:tr w:rsidR="001079F0" w:rsidRPr="001079F0" w14:paraId="11E25232" w14:textId="77777777" w:rsidTr="007956AD">
        <w:trPr>
          <w:trHeight w:val="541"/>
        </w:trPr>
        <w:tc>
          <w:tcPr>
            <w:tcW w:w="4814" w:type="dxa"/>
            <w:shd w:val="clear" w:color="auto" w:fill="DEEAF6" w:themeFill="accent5" w:themeFillTint="33"/>
            <w:vAlign w:val="center"/>
          </w:tcPr>
          <w:p w14:paraId="572D6CA3"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04AD92B8" w14:textId="77777777" w:rsidR="006B3E43" w:rsidRPr="001079F0" w:rsidRDefault="006B3E43" w:rsidP="00563054">
            <w:pPr>
              <w:spacing w:before="0"/>
              <w:contextualSpacing/>
              <w:jc w:val="left"/>
            </w:pPr>
          </w:p>
        </w:tc>
      </w:tr>
      <w:tr w:rsidR="001079F0" w:rsidRPr="001079F0" w14:paraId="5C62B245" w14:textId="77777777" w:rsidTr="007956AD">
        <w:trPr>
          <w:trHeight w:val="1411"/>
        </w:trPr>
        <w:tc>
          <w:tcPr>
            <w:tcW w:w="4814" w:type="dxa"/>
            <w:shd w:val="clear" w:color="auto" w:fill="DEEAF6" w:themeFill="accent5" w:themeFillTint="33"/>
            <w:vAlign w:val="center"/>
          </w:tcPr>
          <w:p w14:paraId="3278083B"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41E07E86" w14:textId="77777777" w:rsidR="006B3E43" w:rsidRPr="001079F0" w:rsidRDefault="006B3E43" w:rsidP="00563054">
            <w:pPr>
              <w:spacing w:before="0"/>
              <w:contextualSpacing/>
              <w:jc w:val="left"/>
            </w:pPr>
          </w:p>
        </w:tc>
      </w:tr>
    </w:tbl>
    <w:p w14:paraId="515DE7DE" w14:textId="77777777" w:rsidR="007D00EC" w:rsidRPr="007D00EC" w:rsidRDefault="00970F33" w:rsidP="00563054">
      <w:pPr>
        <w:spacing w:before="0" w:after="0" w:line="240" w:lineRule="auto"/>
        <w:contextualSpacing/>
      </w:pPr>
      <w:r w:rsidRPr="001079F0">
        <w:tab/>
      </w:r>
      <w:r w:rsidRPr="001079F0">
        <w:tab/>
      </w:r>
      <w:r w:rsidRPr="001079F0">
        <w:tab/>
      </w:r>
      <w:r w:rsidRPr="001079F0">
        <w:tab/>
      </w:r>
    </w:p>
    <w:p w14:paraId="1A951195" w14:textId="77777777" w:rsidR="007D00EC" w:rsidRPr="001079F0" w:rsidRDefault="007D00EC" w:rsidP="0056305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63D0441D" w14:textId="77777777" w:rsidR="00970F33" w:rsidRPr="001079F0" w:rsidRDefault="00970F33" w:rsidP="00563054">
      <w:pPr>
        <w:pStyle w:val="Titre2"/>
        <w:spacing w:before="0" w:line="240" w:lineRule="auto"/>
        <w:ind w:left="0"/>
        <w:contextualSpacing/>
        <w:rPr>
          <w:color w:val="auto"/>
        </w:rPr>
      </w:pPr>
      <w:r w:rsidRPr="001079F0">
        <w:rPr>
          <w:color w:val="auto"/>
        </w:rPr>
        <w:t>Acceptation de l’offre par la personne publique</w:t>
      </w:r>
    </w:p>
    <w:p w14:paraId="47D1F536" w14:textId="77777777" w:rsidR="00970F33" w:rsidRDefault="00970F33" w:rsidP="00563054">
      <w:pPr>
        <w:pStyle w:val="Titre2"/>
        <w:spacing w:before="0" w:line="240" w:lineRule="auto"/>
        <w:ind w:left="0"/>
        <w:contextualSpacing/>
        <w:rPr>
          <w:color w:val="auto"/>
        </w:rPr>
      </w:pPr>
      <w:r w:rsidRPr="001079F0">
        <w:rPr>
          <w:color w:val="auto"/>
        </w:rPr>
        <w:t>(à compléter par l'acheteur public après attribution du marché)</w:t>
      </w:r>
    </w:p>
    <w:p w14:paraId="5CB8E8F0" w14:textId="77777777" w:rsidR="00563054" w:rsidRDefault="00563054" w:rsidP="00563054">
      <w:pPr>
        <w:spacing w:before="0" w:after="0" w:line="240" w:lineRule="auto"/>
        <w:contextualSpacing/>
      </w:pPr>
    </w:p>
    <w:p w14:paraId="3CCD349A" w14:textId="77777777" w:rsidR="00970F33" w:rsidRDefault="00970F33" w:rsidP="00563054">
      <w:pPr>
        <w:spacing w:before="0" w:after="0" w:line="240" w:lineRule="auto"/>
        <w:contextualSpacing/>
      </w:pPr>
      <w:r w:rsidRPr="001079F0">
        <w:t>Est acceptée la présente offre, modifiée par les éventuelles réserves, pour valoir acte d’engagement.</w:t>
      </w:r>
    </w:p>
    <w:p w14:paraId="2767C3A0" w14:textId="77777777" w:rsidR="00563054" w:rsidRPr="001079F0" w:rsidRDefault="00563054" w:rsidP="00563054">
      <w:pPr>
        <w:spacing w:before="0" w:after="0" w:line="240" w:lineRule="auto"/>
        <w:contextualSpacing/>
      </w:pPr>
    </w:p>
    <w:tbl>
      <w:tblPr>
        <w:tblW w:w="9613" w:type="dxa"/>
        <w:tblLayout w:type="fixed"/>
        <w:tblCellMar>
          <w:left w:w="10" w:type="dxa"/>
          <w:right w:w="10" w:type="dxa"/>
        </w:tblCellMar>
        <w:tblLook w:val="0000" w:firstRow="0" w:lastRow="0" w:firstColumn="0" w:lastColumn="0" w:noHBand="0" w:noVBand="0"/>
      </w:tblPr>
      <w:tblGrid>
        <w:gridCol w:w="4698"/>
        <w:gridCol w:w="4915"/>
      </w:tblGrid>
      <w:tr w:rsidR="00E7593D" w:rsidRPr="001079F0" w14:paraId="1C6D2635" w14:textId="77777777" w:rsidTr="00E7593D">
        <w:trPr>
          <w:trHeight w:val="535"/>
        </w:trPr>
        <w:tc>
          <w:tcPr>
            <w:tcW w:w="4698"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2C89622" w14:textId="77777777" w:rsidR="00E7593D" w:rsidRPr="001079F0" w:rsidRDefault="00E7593D" w:rsidP="008D1F79">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915"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74347B5A" w14:textId="77777777" w:rsidR="00E7593D" w:rsidRPr="001079F0" w:rsidRDefault="00E7593D" w:rsidP="008D1F79">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E7593D" w:rsidRPr="001079F0" w14:paraId="4D6B0FA1" w14:textId="77777777" w:rsidTr="00E7593D">
        <w:trPr>
          <w:trHeight w:val="641"/>
        </w:trPr>
        <w:tc>
          <w:tcPr>
            <w:tcW w:w="4698" w:type="dxa"/>
            <w:tcBorders>
              <w:left w:val="single" w:sz="2" w:space="0" w:color="000000"/>
              <w:bottom w:val="single" w:sz="2" w:space="0" w:color="000000"/>
            </w:tcBorders>
            <w:tcMar>
              <w:top w:w="55" w:type="dxa"/>
              <w:left w:w="55" w:type="dxa"/>
              <w:bottom w:w="55" w:type="dxa"/>
              <w:right w:w="55" w:type="dxa"/>
            </w:tcMar>
            <w:vAlign w:val="center"/>
          </w:tcPr>
          <w:p w14:paraId="225F7222" w14:textId="77777777" w:rsidR="00E7593D" w:rsidRDefault="004F65B2" w:rsidP="00E7593D">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E7593D">
                  <w:rPr>
                    <w:rFonts w:ascii="MS Gothic" w:eastAsia="MS Gothic" w:hAnsi="MS Gothic" w:cstheme="minorHAnsi" w:hint="eastAsia"/>
                    <w:sz w:val="22"/>
                    <w:szCs w:val="22"/>
                  </w:rPr>
                  <w:t>☐</w:t>
                </w:r>
              </w:sdtContent>
            </w:sdt>
            <w:r w:rsidR="00E7593D" w:rsidRPr="001079F0">
              <w:rPr>
                <w:rFonts w:asciiTheme="minorHAnsi" w:eastAsia="Wingdings" w:hAnsiTheme="minorHAnsi" w:cstheme="minorHAnsi"/>
                <w:sz w:val="22"/>
                <w:szCs w:val="22"/>
              </w:rPr>
              <w:t>Oui</w:t>
            </w:r>
          </w:p>
          <w:p w14:paraId="42AA42A4" w14:textId="77777777" w:rsidR="00E7593D" w:rsidRPr="001079F0" w:rsidRDefault="004F65B2" w:rsidP="00E7593D">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E7593D" w:rsidRPr="001079F0">
                  <w:rPr>
                    <w:rFonts w:ascii="MS Gothic" w:eastAsia="MS Gothic" w:hAnsi="MS Gothic" w:cstheme="minorHAnsi" w:hint="eastAsia"/>
                    <w:sz w:val="22"/>
                    <w:szCs w:val="22"/>
                  </w:rPr>
                  <w:t>☐</w:t>
                </w:r>
              </w:sdtContent>
            </w:sdt>
            <w:r w:rsidR="00E7593D" w:rsidRPr="001079F0">
              <w:rPr>
                <w:rFonts w:asciiTheme="minorHAnsi" w:eastAsia="Wingdings" w:hAnsiTheme="minorHAnsi" w:cstheme="minorHAnsi"/>
                <w:sz w:val="22"/>
                <w:szCs w:val="22"/>
              </w:rPr>
              <w:t>Non</w:t>
            </w:r>
          </w:p>
        </w:tc>
        <w:tc>
          <w:tcPr>
            <w:tcW w:w="491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8CB6193" w14:textId="77777777" w:rsidR="00E7593D" w:rsidRPr="001079F0" w:rsidRDefault="00E7593D" w:rsidP="00563054">
            <w:pPr>
              <w:pStyle w:val="Standard"/>
              <w:contextualSpacing/>
              <w:rPr>
                <w:rFonts w:asciiTheme="majorHAnsi" w:hAnsiTheme="majorHAnsi" w:cstheme="majorHAnsi"/>
                <w:sz w:val="22"/>
                <w:szCs w:val="22"/>
              </w:rPr>
            </w:pPr>
          </w:p>
        </w:tc>
      </w:tr>
    </w:tbl>
    <w:p w14:paraId="1F437B6B" w14:textId="77777777" w:rsidR="001B4D9E" w:rsidRDefault="001B4D9E" w:rsidP="00563054">
      <w:pPr>
        <w:spacing w:before="0" w:after="0" w:line="240" w:lineRule="auto"/>
        <w:contextualSpacing/>
      </w:pPr>
    </w:p>
    <w:p w14:paraId="7AE268DF" w14:textId="77777777" w:rsidR="00563054" w:rsidRPr="001079F0" w:rsidRDefault="00563054" w:rsidP="0056305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59FE6584" w14:textId="77777777" w:rsidTr="007956AD">
        <w:trPr>
          <w:trHeight w:val="477"/>
        </w:trPr>
        <w:tc>
          <w:tcPr>
            <w:tcW w:w="4814" w:type="dxa"/>
            <w:shd w:val="clear" w:color="auto" w:fill="DEEAF6" w:themeFill="accent5" w:themeFillTint="33"/>
            <w:vAlign w:val="center"/>
          </w:tcPr>
          <w:p w14:paraId="5ADE2B45"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182EE470" w14:textId="77777777" w:rsidR="001B4D9E" w:rsidRPr="001079F0" w:rsidRDefault="001B4D9E" w:rsidP="00563054">
            <w:pPr>
              <w:spacing w:before="0"/>
              <w:contextualSpacing/>
              <w:jc w:val="left"/>
            </w:pPr>
          </w:p>
        </w:tc>
      </w:tr>
      <w:tr w:rsidR="001079F0" w:rsidRPr="001079F0" w14:paraId="7D58E635" w14:textId="77777777" w:rsidTr="007956AD">
        <w:trPr>
          <w:trHeight w:val="555"/>
        </w:trPr>
        <w:tc>
          <w:tcPr>
            <w:tcW w:w="4814" w:type="dxa"/>
            <w:shd w:val="clear" w:color="auto" w:fill="DEEAF6" w:themeFill="accent5" w:themeFillTint="33"/>
            <w:vAlign w:val="center"/>
          </w:tcPr>
          <w:p w14:paraId="0F896813"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256A62B1" w14:textId="77777777" w:rsidR="001B4D9E" w:rsidRPr="001079F0" w:rsidRDefault="001B4D9E" w:rsidP="00563054">
            <w:pPr>
              <w:spacing w:before="0"/>
              <w:contextualSpacing/>
              <w:jc w:val="left"/>
            </w:pPr>
          </w:p>
        </w:tc>
      </w:tr>
      <w:tr w:rsidR="001079F0" w:rsidRPr="001079F0" w14:paraId="3AB6E85E" w14:textId="77777777" w:rsidTr="007956AD">
        <w:trPr>
          <w:trHeight w:val="1253"/>
        </w:trPr>
        <w:tc>
          <w:tcPr>
            <w:tcW w:w="4814" w:type="dxa"/>
            <w:shd w:val="clear" w:color="auto" w:fill="DEEAF6" w:themeFill="accent5" w:themeFillTint="33"/>
            <w:vAlign w:val="center"/>
          </w:tcPr>
          <w:p w14:paraId="56846B26"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3AC36F31" w14:textId="77777777" w:rsidR="009C126B" w:rsidRDefault="009C126B" w:rsidP="009C126B">
            <w:pPr>
              <w:spacing w:before="0"/>
              <w:contextualSpacing/>
              <w:jc w:val="left"/>
            </w:pPr>
            <w:r>
              <w:t>Pour le président et par délégation,</w:t>
            </w:r>
          </w:p>
          <w:p w14:paraId="768D89CF" w14:textId="77777777" w:rsidR="009C126B" w:rsidRDefault="009C126B" w:rsidP="009C126B">
            <w:pPr>
              <w:spacing w:before="0"/>
              <w:contextualSpacing/>
              <w:jc w:val="left"/>
            </w:pPr>
            <w:r>
              <w:t>La directrice générale des services adjointe,</w:t>
            </w:r>
          </w:p>
          <w:p w14:paraId="2EECB054" w14:textId="77777777" w:rsidR="009C126B" w:rsidRDefault="009C126B" w:rsidP="009C126B">
            <w:pPr>
              <w:spacing w:before="0"/>
              <w:contextualSpacing/>
              <w:jc w:val="left"/>
            </w:pPr>
            <w:r>
              <w:t>Déléguée au pôle finances et achats,</w:t>
            </w:r>
          </w:p>
          <w:p w14:paraId="4935502B" w14:textId="77777777" w:rsidR="009C126B" w:rsidRDefault="009C126B" w:rsidP="009C126B">
            <w:pPr>
              <w:spacing w:before="0"/>
              <w:contextualSpacing/>
              <w:jc w:val="left"/>
            </w:pPr>
          </w:p>
          <w:p w14:paraId="1D5170AB" w14:textId="77777777" w:rsidR="009C126B" w:rsidRDefault="009C126B" w:rsidP="009C126B">
            <w:pPr>
              <w:spacing w:before="0"/>
              <w:contextualSpacing/>
              <w:jc w:val="left"/>
              <w:rPr>
                <w:color w:val="F2F2F2" w:themeColor="background1" w:themeShade="F2"/>
              </w:rPr>
            </w:pPr>
            <w:r>
              <w:rPr>
                <w:color w:val="F2F2F2" w:themeColor="background1" w:themeShade="F2"/>
              </w:rPr>
              <w:t>#signatureUB1#</w:t>
            </w:r>
          </w:p>
          <w:p w14:paraId="585C0AF0" w14:textId="77777777" w:rsidR="009C126B" w:rsidRDefault="009C126B" w:rsidP="009C126B">
            <w:pPr>
              <w:spacing w:before="0"/>
              <w:contextualSpacing/>
              <w:jc w:val="left"/>
              <w:rPr>
                <w:color w:val="F2F2F2" w:themeColor="background1" w:themeShade="F2"/>
              </w:rPr>
            </w:pPr>
          </w:p>
          <w:p w14:paraId="310F8039" w14:textId="5E1C8994" w:rsidR="001B4D9E" w:rsidRPr="001079F0" w:rsidRDefault="009C126B" w:rsidP="009C126B">
            <w:pPr>
              <w:spacing w:before="0"/>
              <w:contextualSpacing/>
              <w:jc w:val="left"/>
            </w:pPr>
            <w:r>
              <w:t>Anne-Cécile SALMON</w:t>
            </w:r>
          </w:p>
        </w:tc>
      </w:tr>
    </w:tbl>
    <w:p w14:paraId="15FD39F0" w14:textId="77777777" w:rsidR="004350D7" w:rsidRPr="001079F0" w:rsidRDefault="00970F33" w:rsidP="00563054">
      <w:pPr>
        <w:spacing w:before="0" w:after="0" w:line="240" w:lineRule="auto"/>
        <w:contextualSpacing/>
      </w:pPr>
      <w:r w:rsidRPr="001079F0">
        <w:t xml:space="preserve"> </w:t>
      </w:r>
      <w:r w:rsidRPr="001079F0">
        <w:tab/>
      </w:r>
    </w:p>
    <w:sectPr w:rsidR="004350D7" w:rsidRPr="001079F0" w:rsidSect="00454234">
      <w:headerReference w:type="default" r:id="rId9"/>
      <w:footerReference w:type="default" r:id="rId10"/>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AC83A" w14:textId="77777777" w:rsidR="000F19A5" w:rsidRDefault="000F19A5" w:rsidP="000F1448">
      <w:r>
        <w:separator/>
      </w:r>
    </w:p>
  </w:endnote>
  <w:endnote w:type="continuationSeparator" w:id="0">
    <w:p w14:paraId="10A335FC" w14:textId="77777777" w:rsidR="000F19A5" w:rsidRDefault="000F19A5"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altName w:val="Yu Gothic"/>
    <w:charset w:val="00"/>
    <w:family w:val="auto"/>
    <w:pitch w:val="default"/>
  </w:font>
  <w:font w:name="FFDingbatsArrowsTwo">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libri"/>
    <w:panose1 w:val="00000000000000000000"/>
    <w:charset w:val="00"/>
    <w:family w:val="moder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3F1DA" w14:textId="44689750" w:rsidR="00E64867" w:rsidRPr="000F0F43" w:rsidRDefault="00976366"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1DD54A02" wp14:editId="1A84E19B">
              <wp:simplePos x="0" y="0"/>
              <wp:positionH relativeFrom="column">
                <wp:posOffset>5956935</wp:posOffset>
              </wp:positionH>
              <wp:positionV relativeFrom="paragraph">
                <wp:posOffset>182245</wp:posOffset>
              </wp:positionV>
              <wp:extent cx="28829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88290" cy="393700"/>
                      </a:xfrm>
                      <a:prstGeom prst="rect">
                        <a:avLst/>
                      </a:prstGeom>
                      <a:ln>
                        <a:noFill/>
                        <a:prstDash/>
                      </a:ln>
                    </wps:spPr>
                    <wps:txbx>
                      <w:txbxContent>
                        <w:p w14:paraId="76CFB798"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1DD54A02" id="_x0000_t202" coordsize="21600,21600" o:spt="202" path="m,l,21600r21600,l21600,xe">
              <v:stroke joinstyle="miter"/>
              <v:path gradientshapeok="t" o:connecttype="rect"/>
            </v:shapetype>
            <v:shape id="Cadre4" o:spid="_x0000_s1026" type="#_x0000_t202" style="position:absolute;left:0;text-align:left;margin-left:469.05pt;margin-top:14.35pt;width:22.7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" filled="f" stroked="f">
              <v:textbox style="mso-fit-shape-to-text:t" inset="0,0,0,0">
                <w:txbxContent>
                  <w:p w14:paraId="76CFB798"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w:t>
    </w:r>
    <w:r w:rsidR="001A41FF" w:rsidRPr="001A41FF">
      <w:t>Mobilités internationales étudiants</w:t>
    </w:r>
    <w:r w:rsidR="001A41FF">
      <w:t xml:space="preserve"> </w:t>
    </w:r>
    <w:r w:rsidR="00313927">
      <w:t xml:space="preserve">étrangers </w:t>
    </w:r>
    <w:r w:rsidR="00026AF8">
      <w:rPr>
        <w:i/>
        <w:iCs/>
        <w:sz w:val="18"/>
        <w:szCs w:val="18"/>
      </w:rPr>
      <w:t>»</w:t>
    </w:r>
  </w:p>
  <w:p w14:paraId="7B5228E2"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BAEFE" w14:textId="77777777" w:rsidR="000F19A5" w:rsidRDefault="000F19A5" w:rsidP="000F1448">
      <w:r>
        <w:separator/>
      </w:r>
    </w:p>
  </w:footnote>
  <w:footnote w:type="continuationSeparator" w:id="0">
    <w:p w14:paraId="1E27479F" w14:textId="77777777" w:rsidR="000F19A5" w:rsidRDefault="000F19A5"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4540" w14:textId="77777777" w:rsidR="002D01DF" w:rsidRPr="007E3D28" w:rsidRDefault="002D01DF" w:rsidP="007E3D28">
    <w:pPr>
      <w:pStyle w:val="En-tte"/>
      <w:jc w:val="right"/>
      <w:rPr>
        <w:noProof/>
      </w:rPr>
    </w:pPr>
    <w:r w:rsidRPr="007E3D28">
      <w:rPr>
        <w:noProof/>
      </w:rPr>
      <w:drawing>
        <wp:anchor distT="0" distB="0" distL="114300" distR="114300" simplePos="0" relativeHeight="251658240" behindDoc="1" locked="0" layoutInCell="1" allowOverlap="1" wp14:anchorId="14380B7E" wp14:editId="451DA87B">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24749E">
      <w:rPr>
        <w:noProof/>
      </w:rPr>
      <w:t>Université de Bordeaux</w:t>
    </w:r>
  </w:p>
  <w:p w14:paraId="33F3629F"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893282782" o:spid="_x0000_i1096" type="#_x0000_t75" style="width:11.5pt;height:7.5pt;visibility:visible;mso-wrap-style:square" o:bullet="t">
        <v:imagedata r:id="rId1" o:title=""/>
      </v:shape>
    </w:pict>
  </w:numPicBullet>
  <w:numPicBullet w:numPicBulletId="1">
    <w:pict>
      <v:shape id="Image 1910375584" o:spid="_x0000_i1097" type="#_x0000_t75" style="width:11.5pt;height:11.5pt;visibility:visible;mso-wrap-style:square" o:bullet="t">
        <v:imagedata r:id="rId2" o:title=""/>
      </v:shape>
    </w:pict>
  </w:numPicBullet>
  <w:abstractNum w:abstractNumId="0" w15:restartNumberingAfterBreak="0">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3D762222"/>
    <w:multiLevelType w:val="hybridMultilevel"/>
    <w:tmpl w:val="504CE764"/>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6" w15:restartNumberingAfterBreak="0">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2" w15:restartNumberingAfterBreak="0">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10612921">
    <w:abstractNumId w:val="2"/>
  </w:num>
  <w:num w:numId="2" w16cid:durableId="976447907">
    <w:abstractNumId w:val="11"/>
  </w:num>
  <w:num w:numId="3" w16cid:durableId="2030981030">
    <w:abstractNumId w:val="11"/>
    <w:lvlOverride w:ilvl="0">
      <w:startOverride w:val="1"/>
    </w:lvlOverride>
    <w:lvlOverride w:ilvl="1">
      <w:startOverride w:val="1"/>
    </w:lvlOverride>
  </w:num>
  <w:num w:numId="4" w16cid:durableId="1535581122">
    <w:abstractNumId w:val="11"/>
    <w:lvlOverride w:ilvl="0">
      <w:startOverride w:val="1"/>
    </w:lvlOverride>
    <w:lvlOverride w:ilvl="1">
      <w:startOverride w:val="1"/>
    </w:lvlOverride>
  </w:num>
  <w:num w:numId="5" w16cid:durableId="686905638">
    <w:abstractNumId w:val="3"/>
  </w:num>
  <w:num w:numId="6" w16cid:durableId="1078207023">
    <w:abstractNumId w:val="12"/>
  </w:num>
  <w:num w:numId="7" w16cid:durableId="906309040">
    <w:abstractNumId w:val="15"/>
  </w:num>
  <w:num w:numId="8" w16cid:durableId="608659355">
    <w:abstractNumId w:val="0"/>
  </w:num>
  <w:num w:numId="9" w16cid:durableId="1511598792">
    <w:abstractNumId w:val="17"/>
  </w:num>
  <w:num w:numId="10" w16cid:durableId="212890188">
    <w:abstractNumId w:val="9"/>
  </w:num>
  <w:num w:numId="11" w16cid:durableId="561671929">
    <w:abstractNumId w:val="16"/>
  </w:num>
  <w:num w:numId="12" w16cid:durableId="1726948125">
    <w:abstractNumId w:val="7"/>
  </w:num>
  <w:num w:numId="13" w16cid:durableId="1283686001">
    <w:abstractNumId w:val="18"/>
  </w:num>
  <w:num w:numId="14" w16cid:durableId="1636839063">
    <w:abstractNumId w:val="5"/>
  </w:num>
  <w:num w:numId="15" w16cid:durableId="922688909">
    <w:abstractNumId w:val="10"/>
  </w:num>
  <w:num w:numId="16" w16cid:durableId="1561207684">
    <w:abstractNumId w:val="8"/>
  </w:num>
  <w:num w:numId="17" w16cid:durableId="387269425">
    <w:abstractNumId w:val="1"/>
  </w:num>
  <w:num w:numId="18" w16cid:durableId="416512773">
    <w:abstractNumId w:val="14"/>
  </w:num>
  <w:num w:numId="19" w16cid:durableId="18511597">
    <w:abstractNumId w:val="6"/>
  </w:num>
  <w:num w:numId="20" w16cid:durableId="1788891315">
    <w:abstractNumId w:val="1"/>
  </w:num>
  <w:num w:numId="21" w16cid:durableId="958687813">
    <w:abstractNumId w:val="13"/>
  </w:num>
  <w:num w:numId="22" w16cid:durableId="974792759">
    <w:abstractNumId w:val="0"/>
  </w:num>
  <w:num w:numId="23" w16cid:durableId="242760813">
    <w:abstractNumId w:val="9"/>
  </w:num>
  <w:num w:numId="24" w16cid:durableId="1695695135">
    <w:abstractNumId w:val="7"/>
  </w:num>
  <w:num w:numId="25" w16cid:durableId="1498038338">
    <w:abstractNumId w:val="18"/>
  </w:num>
  <w:num w:numId="26" w16cid:durableId="1041442806">
    <w:abstractNumId w:val="7"/>
  </w:num>
  <w:num w:numId="27" w16cid:durableId="1389035737">
    <w:abstractNumId w:val="7"/>
  </w:num>
  <w:num w:numId="28" w16cid:durableId="5074475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D57D0"/>
    <w:rsid w:val="000F0F43"/>
    <w:rsid w:val="000F1448"/>
    <w:rsid w:val="000F19A5"/>
    <w:rsid w:val="0010096F"/>
    <w:rsid w:val="001079F0"/>
    <w:rsid w:val="00151062"/>
    <w:rsid w:val="001A41FF"/>
    <w:rsid w:val="001B1002"/>
    <w:rsid w:val="001B4D9E"/>
    <w:rsid w:val="001C50ED"/>
    <w:rsid w:val="00221A80"/>
    <w:rsid w:val="00221FA5"/>
    <w:rsid w:val="00237983"/>
    <w:rsid w:val="0024749E"/>
    <w:rsid w:val="002D01DF"/>
    <w:rsid w:val="002D5449"/>
    <w:rsid w:val="003045E0"/>
    <w:rsid w:val="00313927"/>
    <w:rsid w:val="00330DBE"/>
    <w:rsid w:val="00334853"/>
    <w:rsid w:val="003512AA"/>
    <w:rsid w:val="00376F76"/>
    <w:rsid w:val="003B4178"/>
    <w:rsid w:val="003B41E0"/>
    <w:rsid w:val="0041103C"/>
    <w:rsid w:val="00421474"/>
    <w:rsid w:val="004350D7"/>
    <w:rsid w:val="00454234"/>
    <w:rsid w:val="00462600"/>
    <w:rsid w:val="004907AE"/>
    <w:rsid w:val="004933C4"/>
    <w:rsid w:val="004B3615"/>
    <w:rsid w:val="004D5B1B"/>
    <w:rsid w:val="004F3C58"/>
    <w:rsid w:val="004F65B2"/>
    <w:rsid w:val="00524D96"/>
    <w:rsid w:val="00525D91"/>
    <w:rsid w:val="00563054"/>
    <w:rsid w:val="005A0B34"/>
    <w:rsid w:val="005B1512"/>
    <w:rsid w:val="005B4785"/>
    <w:rsid w:val="005D1B51"/>
    <w:rsid w:val="005E2AB8"/>
    <w:rsid w:val="006305DB"/>
    <w:rsid w:val="00646791"/>
    <w:rsid w:val="00657117"/>
    <w:rsid w:val="00676205"/>
    <w:rsid w:val="006A0CB0"/>
    <w:rsid w:val="006B3E43"/>
    <w:rsid w:val="006F0C9D"/>
    <w:rsid w:val="006F1B6A"/>
    <w:rsid w:val="006F77B1"/>
    <w:rsid w:val="007127DD"/>
    <w:rsid w:val="00714A12"/>
    <w:rsid w:val="00740056"/>
    <w:rsid w:val="007525B1"/>
    <w:rsid w:val="007956AD"/>
    <w:rsid w:val="007D00EC"/>
    <w:rsid w:val="007D2518"/>
    <w:rsid w:val="007D43F9"/>
    <w:rsid w:val="007E3D28"/>
    <w:rsid w:val="007E55D1"/>
    <w:rsid w:val="007E55F8"/>
    <w:rsid w:val="007F467D"/>
    <w:rsid w:val="00814732"/>
    <w:rsid w:val="00816179"/>
    <w:rsid w:val="00816665"/>
    <w:rsid w:val="008272AA"/>
    <w:rsid w:val="008A3EB0"/>
    <w:rsid w:val="008D0479"/>
    <w:rsid w:val="008D1F79"/>
    <w:rsid w:val="008E3BF3"/>
    <w:rsid w:val="00930B11"/>
    <w:rsid w:val="00941C97"/>
    <w:rsid w:val="00944BE1"/>
    <w:rsid w:val="00970F33"/>
    <w:rsid w:val="009755E6"/>
    <w:rsid w:val="00976366"/>
    <w:rsid w:val="009A3B08"/>
    <w:rsid w:val="009C126B"/>
    <w:rsid w:val="00A05254"/>
    <w:rsid w:val="00A500E5"/>
    <w:rsid w:val="00AA10FD"/>
    <w:rsid w:val="00AA7498"/>
    <w:rsid w:val="00B033A0"/>
    <w:rsid w:val="00B11A02"/>
    <w:rsid w:val="00B9032A"/>
    <w:rsid w:val="00BB3C41"/>
    <w:rsid w:val="00BD5E70"/>
    <w:rsid w:val="00BD68E4"/>
    <w:rsid w:val="00BD6AAC"/>
    <w:rsid w:val="00BE2B24"/>
    <w:rsid w:val="00BF1ED9"/>
    <w:rsid w:val="00C2539D"/>
    <w:rsid w:val="00C344FD"/>
    <w:rsid w:val="00CA3B5F"/>
    <w:rsid w:val="00CC50F8"/>
    <w:rsid w:val="00CD4CB3"/>
    <w:rsid w:val="00CE123F"/>
    <w:rsid w:val="00D16ADA"/>
    <w:rsid w:val="00D173E1"/>
    <w:rsid w:val="00DE27C2"/>
    <w:rsid w:val="00DE74A0"/>
    <w:rsid w:val="00DF5CBC"/>
    <w:rsid w:val="00E64867"/>
    <w:rsid w:val="00E7593D"/>
    <w:rsid w:val="00E77B43"/>
    <w:rsid w:val="00EA63A9"/>
    <w:rsid w:val="00F2467E"/>
    <w:rsid w:val="00FC72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BE1C9"/>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table" w:customStyle="1" w:styleId="Grilledutableau1">
    <w:name w:val="Grille du tableau1"/>
    <w:basedOn w:val="TableauNormal"/>
    <w:next w:val="Grilledutableau"/>
    <w:uiPriority w:val="39"/>
    <w:rsid w:val="004B361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33795">
      <w:bodyDiv w:val="1"/>
      <w:marLeft w:val="0"/>
      <w:marRight w:val="0"/>
      <w:marTop w:val="0"/>
      <w:marBottom w:val="0"/>
      <w:divBdr>
        <w:top w:val="none" w:sz="0" w:space="0" w:color="auto"/>
        <w:left w:val="none" w:sz="0" w:space="0" w:color="auto"/>
        <w:bottom w:val="none" w:sz="0" w:space="0" w:color="auto"/>
        <w:right w:val="none" w:sz="0" w:space="0" w:color="auto"/>
      </w:divBdr>
    </w:div>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181013978">
      <w:bodyDiv w:val="1"/>
      <w:marLeft w:val="0"/>
      <w:marRight w:val="0"/>
      <w:marTop w:val="0"/>
      <w:marBottom w:val="0"/>
      <w:divBdr>
        <w:top w:val="none" w:sz="0" w:space="0" w:color="auto"/>
        <w:left w:val="none" w:sz="0" w:space="0" w:color="auto"/>
        <w:bottom w:val="none" w:sz="0" w:space="0" w:color="auto"/>
        <w:right w:val="none" w:sz="0" w:space="0" w:color="auto"/>
      </w:divBdr>
    </w:div>
    <w:div w:id="212811728">
      <w:bodyDiv w:val="1"/>
      <w:marLeft w:val="0"/>
      <w:marRight w:val="0"/>
      <w:marTop w:val="0"/>
      <w:marBottom w:val="0"/>
      <w:divBdr>
        <w:top w:val="none" w:sz="0" w:space="0" w:color="auto"/>
        <w:left w:val="none" w:sz="0" w:space="0" w:color="auto"/>
        <w:bottom w:val="none" w:sz="0" w:space="0" w:color="auto"/>
        <w:right w:val="none" w:sz="0" w:space="0" w:color="auto"/>
      </w:divBdr>
    </w:div>
    <w:div w:id="310840109">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682322393">
      <w:bodyDiv w:val="1"/>
      <w:marLeft w:val="0"/>
      <w:marRight w:val="0"/>
      <w:marTop w:val="0"/>
      <w:marBottom w:val="0"/>
      <w:divBdr>
        <w:top w:val="none" w:sz="0" w:space="0" w:color="auto"/>
        <w:left w:val="none" w:sz="0" w:space="0" w:color="auto"/>
        <w:bottom w:val="none" w:sz="0" w:space="0" w:color="auto"/>
        <w:right w:val="none" w:sz="0" w:space="0" w:color="auto"/>
      </w:divBdr>
    </w:div>
    <w:div w:id="696857278">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737482239">
      <w:bodyDiv w:val="1"/>
      <w:marLeft w:val="0"/>
      <w:marRight w:val="0"/>
      <w:marTop w:val="0"/>
      <w:marBottom w:val="0"/>
      <w:divBdr>
        <w:top w:val="none" w:sz="0" w:space="0" w:color="auto"/>
        <w:left w:val="none" w:sz="0" w:space="0" w:color="auto"/>
        <w:bottom w:val="none" w:sz="0" w:space="0" w:color="auto"/>
        <w:right w:val="none" w:sz="0" w:space="0" w:color="auto"/>
      </w:divBdr>
    </w:div>
    <w:div w:id="796069321">
      <w:bodyDiv w:val="1"/>
      <w:marLeft w:val="0"/>
      <w:marRight w:val="0"/>
      <w:marTop w:val="0"/>
      <w:marBottom w:val="0"/>
      <w:divBdr>
        <w:top w:val="none" w:sz="0" w:space="0" w:color="auto"/>
        <w:left w:val="none" w:sz="0" w:space="0" w:color="auto"/>
        <w:bottom w:val="none" w:sz="0" w:space="0" w:color="auto"/>
        <w:right w:val="none" w:sz="0" w:space="0" w:color="auto"/>
      </w:divBdr>
    </w:div>
    <w:div w:id="848789419">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037386250">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482845731">
      <w:bodyDiv w:val="1"/>
      <w:marLeft w:val="0"/>
      <w:marRight w:val="0"/>
      <w:marTop w:val="0"/>
      <w:marBottom w:val="0"/>
      <w:divBdr>
        <w:top w:val="none" w:sz="0" w:space="0" w:color="auto"/>
        <w:left w:val="none" w:sz="0" w:space="0" w:color="auto"/>
        <w:bottom w:val="none" w:sz="0" w:space="0" w:color="auto"/>
        <w:right w:val="none" w:sz="0" w:space="0" w:color="auto"/>
      </w:divBdr>
    </w:div>
    <w:div w:id="1560096846">
      <w:bodyDiv w:val="1"/>
      <w:marLeft w:val="0"/>
      <w:marRight w:val="0"/>
      <w:marTop w:val="0"/>
      <w:marBottom w:val="0"/>
      <w:divBdr>
        <w:top w:val="none" w:sz="0" w:space="0" w:color="auto"/>
        <w:left w:val="none" w:sz="0" w:space="0" w:color="auto"/>
        <w:bottom w:val="none" w:sz="0" w:space="0" w:color="auto"/>
        <w:right w:val="none" w:sz="0" w:space="0" w:color="auto"/>
      </w:divBdr>
    </w:div>
    <w:div w:id="1663436232">
      <w:bodyDiv w:val="1"/>
      <w:marLeft w:val="0"/>
      <w:marRight w:val="0"/>
      <w:marTop w:val="0"/>
      <w:marBottom w:val="0"/>
      <w:divBdr>
        <w:top w:val="none" w:sz="0" w:space="0" w:color="auto"/>
        <w:left w:val="none" w:sz="0" w:space="0" w:color="auto"/>
        <w:bottom w:val="none" w:sz="0" w:space="0" w:color="auto"/>
        <w:right w:val="none" w:sz="0" w:space="0" w:color="auto"/>
      </w:divBdr>
    </w:div>
    <w:div w:id="1759328624">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2</TotalTime>
  <Pages>9</Pages>
  <Words>1363</Words>
  <Characters>7497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Remi Marty</cp:lastModifiedBy>
  <cp:revision>32</cp:revision>
  <dcterms:created xsi:type="dcterms:W3CDTF">2021-07-07T08:03:00Z</dcterms:created>
  <dcterms:modified xsi:type="dcterms:W3CDTF">2025-07-24T13:32:00Z</dcterms:modified>
</cp:coreProperties>
</file>