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4E60B" w14:textId="77777777" w:rsidR="00A81F8D" w:rsidRPr="001079F0" w:rsidRDefault="00A81F8D" w:rsidP="00B60E34">
      <w:pPr>
        <w:pStyle w:val="Titre"/>
        <w:jc w:val="both"/>
        <w:rPr>
          <w:color w:val="auto"/>
        </w:rPr>
      </w:pPr>
    </w:p>
    <w:p w14:paraId="557286AE" w14:textId="6125C6AF" w:rsidR="00A81F8D" w:rsidRPr="001079F0" w:rsidRDefault="00A81F8D" w:rsidP="00A81F8D">
      <w:pPr>
        <w:spacing w:before="0" w:after="0" w:line="240" w:lineRule="auto"/>
        <w:contextualSpacing/>
        <w:jc w:val="center"/>
      </w:pPr>
      <w:r>
        <w:rPr>
          <w:noProof/>
        </w:rPr>
        <w:drawing>
          <wp:inline distT="0" distB="0" distL="0" distR="0" wp14:anchorId="01441161" wp14:editId="2B5B55A3">
            <wp:extent cx="3616960" cy="1267460"/>
            <wp:effectExtent l="0" t="0" r="2540" b="8890"/>
            <wp:docPr id="1769951619" name="Image 2" descr="Une image contenant Police, texte, Graphiqu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951619" name="Image 2" descr="Une image contenant Police, texte, Graphique, logo&#10;&#10;Le contenu généré par l’IA peut être incorrect."/>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16960" cy="1267460"/>
                    </a:xfrm>
                    <a:prstGeom prst="rect">
                      <a:avLst/>
                    </a:prstGeom>
                    <a:noFill/>
                    <a:ln>
                      <a:noFill/>
                    </a:ln>
                  </pic:spPr>
                </pic:pic>
              </a:graphicData>
            </a:graphic>
          </wp:inline>
        </w:drawing>
      </w:r>
    </w:p>
    <w:p w14:paraId="25A59BCD" w14:textId="77777777" w:rsidR="00A81F8D" w:rsidRPr="001079F0" w:rsidRDefault="00A81F8D" w:rsidP="00B60E34">
      <w:pPr>
        <w:spacing w:before="0" w:after="0" w:line="240" w:lineRule="auto"/>
        <w:contextualSpacing/>
      </w:pPr>
    </w:p>
    <w:p w14:paraId="50A80203" w14:textId="77777777" w:rsidR="00A81F8D" w:rsidRDefault="00A81F8D" w:rsidP="00B60E34">
      <w:pPr>
        <w:pStyle w:val="Titre"/>
        <w:rPr>
          <w:color w:val="auto"/>
        </w:rPr>
      </w:pPr>
    </w:p>
    <w:p w14:paraId="5D56D21A" w14:textId="7EDBC881" w:rsidR="00A81F8D" w:rsidRPr="001079F0" w:rsidRDefault="00A81F8D" w:rsidP="00B60E34">
      <w:pPr>
        <w:pStyle w:val="Titre"/>
        <w:rPr>
          <w:color w:val="auto"/>
        </w:rPr>
      </w:pPr>
      <w:r w:rsidRPr="001079F0">
        <w:rPr>
          <w:color w:val="auto"/>
        </w:rPr>
        <w:t>Acte d’engagement</w:t>
      </w:r>
    </w:p>
    <w:p w14:paraId="66C705FC" w14:textId="77777777" w:rsidR="00A81F8D" w:rsidRPr="001079F0" w:rsidRDefault="00A81F8D" w:rsidP="00B60E34">
      <w:pPr>
        <w:pStyle w:val="Titre2"/>
        <w:spacing w:before="0" w:line="240" w:lineRule="auto"/>
        <w:ind w:left="0"/>
        <w:contextualSpacing/>
        <w:rPr>
          <w:color w:val="auto"/>
        </w:rPr>
      </w:pPr>
    </w:p>
    <w:p w14:paraId="7C3D8CE1" w14:textId="77777777" w:rsidR="00A81F8D" w:rsidRPr="001079F0" w:rsidRDefault="00A81F8D" w:rsidP="00B60E34">
      <w:pPr>
        <w:pStyle w:val="Titre2"/>
        <w:spacing w:before="0" w:line="240" w:lineRule="auto"/>
        <w:ind w:left="0"/>
        <w:contextualSpacing/>
        <w:rPr>
          <w:color w:val="auto"/>
        </w:rPr>
      </w:pPr>
    </w:p>
    <w:p w14:paraId="60528900" w14:textId="77777777" w:rsidR="00A81F8D" w:rsidRPr="001079F0" w:rsidRDefault="00A81F8D" w:rsidP="00B60E34">
      <w:pPr>
        <w:pStyle w:val="Titre2"/>
        <w:spacing w:before="0" w:line="240" w:lineRule="auto"/>
        <w:ind w:left="0"/>
        <w:contextualSpacing/>
        <w:jc w:val="center"/>
        <w:rPr>
          <w:color w:val="auto"/>
        </w:rPr>
      </w:pPr>
    </w:p>
    <w:p w14:paraId="595EA92E" w14:textId="3744E0CD" w:rsidR="00A81F8D" w:rsidRDefault="00A81F8D" w:rsidP="00B60E34">
      <w:pPr>
        <w:pStyle w:val="Titre2"/>
        <w:spacing w:before="0" w:line="240" w:lineRule="auto"/>
        <w:ind w:left="0"/>
        <w:contextualSpacing/>
        <w:jc w:val="center"/>
        <w:rPr>
          <w:color w:val="auto"/>
        </w:rPr>
      </w:pPr>
      <w:r w:rsidRPr="007A7303">
        <w:rPr>
          <w:color w:val="auto"/>
        </w:rPr>
        <w:t xml:space="preserve">Lot n° </w:t>
      </w:r>
      <w:r w:rsidR="00F8272E">
        <w:rPr>
          <w:noProof/>
        </w:rPr>
        <w:t>3</w:t>
      </w:r>
    </w:p>
    <w:p w14:paraId="1F8D1DEF" w14:textId="77777777" w:rsidR="00A81F8D" w:rsidRPr="007A7303" w:rsidRDefault="00A81F8D" w:rsidP="00B60E34">
      <w:pPr>
        <w:spacing w:before="0" w:after="0" w:line="240" w:lineRule="auto"/>
        <w:contextualSpacing/>
      </w:pPr>
    </w:p>
    <w:p w14:paraId="03C21399" w14:textId="77777777" w:rsidR="00A81F8D" w:rsidRPr="001079F0" w:rsidRDefault="00A81F8D" w:rsidP="00B60E34">
      <w:pPr>
        <w:pStyle w:val="Titre2"/>
        <w:spacing w:before="0" w:line="240" w:lineRule="auto"/>
        <w:ind w:left="0"/>
        <w:contextualSpacing/>
        <w:jc w:val="center"/>
        <w:rPr>
          <w:color w:val="auto"/>
        </w:rPr>
      </w:pPr>
      <w:r w:rsidRPr="001079F0">
        <w:rPr>
          <w:color w:val="auto"/>
        </w:rPr>
        <w:t>Assurance « </w:t>
      </w:r>
      <w:r>
        <w:rPr>
          <w:color w:val="auto"/>
        </w:rPr>
        <w:t>PROTECTION JURIDIQUE</w:t>
      </w:r>
      <w:r w:rsidRPr="001079F0">
        <w:rPr>
          <w:color w:val="auto"/>
        </w:rPr>
        <w:t> »</w:t>
      </w:r>
    </w:p>
    <w:p w14:paraId="477689C8" w14:textId="77777777" w:rsidR="00A81F8D" w:rsidRPr="001079F0" w:rsidRDefault="00A81F8D" w:rsidP="00B60E34">
      <w:pPr>
        <w:spacing w:before="0" w:after="0" w:line="240" w:lineRule="auto"/>
        <w:contextualSpacing/>
      </w:pPr>
    </w:p>
    <w:p w14:paraId="29909626" w14:textId="77777777" w:rsidR="00A81F8D" w:rsidRPr="001079F0" w:rsidRDefault="00A81F8D" w:rsidP="00B60E34">
      <w:pPr>
        <w:spacing w:before="0" w:after="0" w:line="240" w:lineRule="auto"/>
        <w:contextualSpacing/>
      </w:pPr>
    </w:p>
    <w:p w14:paraId="2ADCF723" w14:textId="77777777" w:rsidR="00A81F8D" w:rsidRPr="001079F0" w:rsidRDefault="00A81F8D" w:rsidP="00B60E34">
      <w:pPr>
        <w:spacing w:before="0" w:after="0" w:line="240" w:lineRule="auto"/>
        <w:contextualSpacing/>
      </w:pPr>
    </w:p>
    <w:p w14:paraId="7A01D08E" w14:textId="77777777" w:rsidR="00A81F8D" w:rsidRPr="001079F0" w:rsidRDefault="00A81F8D" w:rsidP="00B60E34">
      <w:pPr>
        <w:spacing w:before="0" w:after="0" w:line="240" w:lineRule="auto"/>
        <w:contextualSpacing/>
      </w:pPr>
    </w:p>
    <w:p w14:paraId="32AAC56F" w14:textId="77777777" w:rsidR="00A81F8D" w:rsidRPr="001079F0" w:rsidRDefault="00A81F8D" w:rsidP="00B60E34">
      <w:pPr>
        <w:spacing w:before="0" w:after="0" w:line="240" w:lineRule="auto"/>
        <w:contextualSpacing/>
      </w:pPr>
    </w:p>
    <w:p w14:paraId="5C64F1E3" w14:textId="77777777" w:rsidR="00A81F8D" w:rsidRPr="001079F0" w:rsidRDefault="00A81F8D" w:rsidP="00B60E34">
      <w:pPr>
        <w:spacing w:before="0" w:after="0" w:line="240" w:lineRule="auto"/>
        <w:contextualSpacing/>
      </w:pPr>
    </w:p>
    <w:p w14:paraId="27A08502" w14:textId="77777777" w:rsidR="00A81F8D" w:rsidRPr="001079F0" w:rsidRDefault="00A81F8D" w:rsidP="00B60E34">
      <w:pPr>
        <w:spacing w:before="0" w:after="0" w:line="240" w:lineRule="auto"/>
        <w:contextualSpacing/>
      </w:pPr>
    </w:p>
    <w:p w14:paraId="541B54A6" w14:textId="77777777" w:rsidR="00A81F8D" w:rsidRPr="001079F0" w:rsidRDefault="00A81F8D" w:rsidP="00B60E34">
      <w:pPr>
        <w:spacing w:before="0" w:after="0" w:line="240" w:lineRule="auto"/>
        <w:contextualSpacing/>
      </w:pPr>
    </w:p>
    <w:p w14:paraId="378B439D" w14:textId="77777777" w:rsidR="00A81F8D" w:rsidRPr="001079F0" w:rsidRDefault="00A81F8D" w:rsidP="00B60E34">
      <w:pPr>
        <w:spacing w:before="0" w:after="0" w:line="240" w:lineRule="auto"/>
        <w:contextualSpacing/>
      </w:pPr>
    </w:p>
    <w:p w14:paraId="74ADB9AB" w14:textId="77777777" w:rsidR="00A81F8D" w:rsidRPr="001079F0" w:rsidRDefault="00A81F8D" w:rsidP="00B60E34">
      <w:pPr>
        <w:spacing w:before="0" w:after="0" w:line="240" w:lineRule="auto"/>
        <w:contextualSpacing/>
      </w:pPr>
    </w:p>
    <w:p w14:paraId="47B8DAF1" w14:textId="77777777" w:rsidR="00A81F8D" w:rsidRPr="001079F0" w:rsidRDefault="00A81F8D" w:rsidP="00B60E34">
      <w:pPr>
        <w:spacing w:before="0" w:after="0" w:line="240" w:lineRule="auto"/>
        <w:contextualSpacing/>
      </w:pPr>
    </w:p>
    <w:p w14:paraId="19B43947" w14:textId="77777777" w:rsidR="00A81F8D" w:rsidRPr="001079F0" w:rsidRDefault="00A81F8D" w:rsidP="00B60E34">
      <w:pPr>
        <w:spacing w:before="0" w:after="0" w:line="240" w:lineRule="auto"/>
        <w:contextualSpacing/>
      </w:pPr>
    </w:p>
    <w:p w14:paraId="32061796" w14:textId="77777777" w:rsidR="00A81F8D" w:rsidRPr="001079F0" w:rsidRDefault="00A81F8D" w:rsidP="00B60E34">
      <w:pPr>
        <w:spacing w:before="0" w:after="0" w:line="240" w:lineRule="auto"/>
        <w:contextualSpacing/>
      </w:pPr>
    </w:p>
    <w:p w14:paraId="2EC39136" w14:textId="77777777" w:rsidR="00A81F8D" w:rsidRPr="001079F0" w:rsidRDefault="00A81F8D" w:rsidP="00B60E34">
      <w:pPr>
        <w:spacing w:before="0" w:after="0" w:line="240" w:lineRule="auto"/>
        <w:contextualSpacing/>
      </w:pPr>
    </w:p>
    <w:p w14:paraId="1FA6958B" w14:textId="77777777" w:rsidR="00A81F8D" w:rsidRPr="001079F0" w:rsidRDefault="00A81F8D" w:rsidP="00B60E34">
      <w:pPr>
        <w:spacing w:before="0" w:after="0" w:line="240" w:lineRule="auto"/>
        <w:contextualSpacing/>
      </w:pPr>
    </w:p>
    <w:p w14:paraId="54C3AF91" w14:textId="77777777" w:rsidR="00A81F8D" w:rsidRPr="001079F0" w:rsidRDefault="00A81F8D" w:rsidP="00B60E34">
      <w:pPr>
        <w:spacing w:before="0" w:after="0" w:line="240" w:lineRule="auto"/>
        <w:contextualSpacing/>
        <w:jc w:val="center"/>
      </w:pPr>
    </w:p>
    <w:p w14:paraId="72331EBF" w14:textId="77777777" w:rsidR="00A81F8D" w:rsidRDefault="00A81F8D">
      <w:pPr>
        <w:spacing w:before="0"/>
        <w:jc w:val="left"/>
        <w:rPr>
          <w:rFonts w:ascii="Century Gothic" w:eastAsiaTheme="majorEastAsia" w:hAnsi="Century Gothic" w:cstheme="majorBidi"/>
          <w:b/>
          <w:sz w:val="36"/>
          <w:szCs w:val="36"/>
        </w:rPr>
      </w:pPr>
      <w:r>
        <w:br w:type="page"/>
      </w:r>
    </w:p>
    <w:p w14:paraId="2E2F73C2" w14:textId="77777777" w:rsidR="00A81F8D" w:rsidRDefault="00A81F8D" w:rsidP="00B60E34">
      <w:pPr>
        <w:pStyle w:val="Titre1"/>
        <w:spacing w:before="0" w:line="240" w:lineRule="auto"/>
        <w:contextualSpacing/>
        <w:rPr>
          <w:color w:val="auto"/>
        </w:rPr>
      </w:pPr>
      <w:r w:rsidRPr="001079F0">
        <w:rPr>
          <w:color w:val="auto"/>
        </w:rPr>
        <w:lastRenderedPageBreak/>
        <w:t>ACTE D’ENGAGEMENT</w:t>
      </w:r>
    </w:p>
    <w:p w14:paraId="6D78A261" w14:textId="77777777" w:rsidR="00A81F8D" w:rsidRDefault="00A81F8D" w:rsidP="00B60E34">
      <w:pPr>
        <w:pStyle w:val="NormalRiskpart"/>
        <w:contextualSpacing/>
        <w:rPr>
          <w:rFonts w:asciiTheme="minorHAnsi" w:hAnsiTheme="minorHAnsi" w:cstheme="minorHAnsi"/>
        </w:rPr>
      </w:pPr>
    </w:p>
    <w:p w14:paraId="47FA5953" w14:textId="77777777" w:rsidR="00A81F8D" w:rsidRDefault="00A81F8D" w:rsidP="00B60E34">
      <w:pPr>
        <w:pStyle w:val="NormalRiskpart"/>
        <w:contextualSpacing/>
        <w:rPr>
          <w:rFonts w:asciiTheme="minorHAnsi" w:hAnsiTheme="minorHAnsi" w:cstheme="minorHAnsi"/>
        </w:rPr>
      </w:pPr>
    </w:p>
    <w:p w14:paraId="6A41A92E" w14:textId="77777777" w:rsidR="00A81F8D" w:rsidRPr="001079F0" w:rsidRDefault="00A81F8D" w:rsidP="00B60E34">
      <w:pPr>
        <w:pStyle w:val="NormalRiskpart"/>
        <w:contextualSpacing/>
        <w:rPr>
          <w:rFonts w:asciiTheme="minorHAnsi" w:hAnsiTheme="minorHAnsi" w:cstheme="minorHAnsi"/>
        </w:rPr>
      </w:pPr>
    </w:p>
    <w:p w14:paraId="7404365B" w14:textId="77777777" w:rsidR="00A81F8D" w:rsidRDefault="00A81F8D" w:rsidP="00B60E34">
      <w:pPr>
        <w:pStyle w:val="Titre2"/>
        <w:spacing w:before="0" w:line="240" w:lineRule="auto"/>
        <w:ind w:left="0"/>
        <w:contextualSpacing/>
        <w:jc w:val="center"/>
        <w:rPr>
          <w:color w:val="auto"/>
        </w:rPr>
      </w:pPr>
      <w:r w:rsidRPr="001079F0">
        <w:rPr>
          <w:color w:val="auto"/>
        </w:rPr>
        <w:t>Assurance « </w:t>
      </w:r>
      <w:r>
        <w:rPr>
          <w:color w:val="auto"/>
        </w:rPr>
        <w:t>PROTECTION JURIDIQUE »</w:t>
      </w:r>
    </w:p>
    <w:p w14:paraId="60A6296F" w14:textId="77777777" w:rsidR="00A81F8D" w:rsidRDefault="00A81F8D" w:rsidP="00B60E34">
      <w:pPr>
        <w:pStyle w:val="TitreRiskpart4"/>
        <w:spacing w:before="0"/>
        <w:contextualSpacing/>
        <w:rPr>
          <w:rFonts w:asciiTheme="minorHAnsi" w:hAnsiTheme="minorHAnsi" w:cstheme="minorHAnsi"/>
          <w:i w:val="0"/>
          <w:iCs w:val="0"/>
        </w:rPr>
      </w:pPr>
    </w:p>
    <w:p w14:paraId="61906236" w14:textId="77777777" w:rsidR="00A81F8D" w:rsidRPr="009C4D23" w:rsidRDefault="00A81F8D" w:rsidP="00B60E34">
      <w:pPr>
        <w:pStyle w:val="TitreRiskpart4"/>
        <w:spacing w:before="0"/>
        <w:contextualSpacing/>
        <w:rPr>
          <w:rFonts w:asciiTheme="minorHAnsi" w:hAnsiTheme="minorHAnsi" w:cstheme="minorHAnsi"/>
          <w:i w:val="0"/>
          <w:iCs w:val="0"/>
        </w:rPr>
      </w:pPr>
    </w:p>
    <w:p w14:paraId="7B14981E" w14:textId="77777777" w:rsidR="00A81F8D" w:rsidRPr="009C4D23" w:rsidRDefault="00A81F8D" w:rsidP="00B60E34">
      <w:pPr>
        <w:pStyle w:val="Paragraphedeliste"/>
        <w:numPr>
          <w:ilvl w:val="0"/>
          <w:numId w:val="20"/>
        </w:numPr>
        <w:spacing w:before="0" w:after="0" w:line="240" w:lineRule="auto"/>
        <w:rPr>
          <w:rFonts w:ascii="Century Gothic" w:hAnsi="Century Gothic"/>
          <w:sz w:val="24"/>
          <w:szCs w:val="24"/>
        </w:rPr>
      </w:pPr>
      <w:r w:rsidRPr="009C4D23">
        <w:rPr>
          <w:rFonts w:ascii="Century Gothic" w:hAnsi="Century Gothic"/>
          <w:sz w:val="24"/>
          <w:szCs w:val="24"/>
        </w:rPr>
        <w:t xml:space="preserve"> Représentant légal de la personne publique contractante :</w:t>
      </w:r>
    </w:p>
    <w:p w14:paraId="601CA351" w14:textId="77777777" w:rsidR="00A81F8D" w:rsidRPr="009C4D23" w:rsidRDefault="00A81F8D" w:rsidP="00B60E34">
      <w:pPr>
        <w:pStyle w:val="TitreRiskpart4"/>
        <w:spacing w:before="0"/>
        <w:contextualSpacing/>
        <w:rPr>
          <w:rFonts w:asciiTheme="minorHAnsi" w:hAnsiTheme="minorHAnsi" w:cstheme="minorHAnsi"/>
          <w:i w:val="0"/>
          <w:iCs w:val="0"/>
        </w:rPr>
      </w:pPr>
    </w:p>
    <w:p w14:paraId="45B25456" w14:textId="77777777" w:rsidR="00A81F8D" w:rsidRDefault="00A81F8D" w:rsidP="00B60E34">
      <w:pPr>
        <w:pStyle w:val="Paragrapheenexcergue"/>
        <w:contextualSpacing/>
        <w:rPr>
          <w:rFonts w:asciiTheme="minorHAnsi" w:hAnsiTheme="minorHAnsi" w:cstheme="minorHAnsi"/>
          <w:b w:val="0"/>
          <w:bCs w:val="0"/>
          <w:i w:val="0"/>
          <w:iCs w:val="0"/>
          <w:sz w:val="28"/>
          <w:szCs w:val="28"/>
        </w:rPr>
      </w:pPr>
      <w:r w:rsidRPr="00AC3A03">
        <w:rPr>
          <w:rFonts w:asciiTheme="majorHAnsi" w:hAnsiTheme="majorHAnsi" w:cstheme="majorHAnsi"/>
          <w:noProof/>
        </w:rPr>
        <w:t>Monsieur Dean LEWIS</w:t>
      </w:r>
      <w:r w:rsidRPr="009C4D23">
        <w:rPr>
          <w:rFonts w:asciiTheme="majorHAnsi" w:hAnsiTheme="majorHAnsi" w:cstheme="majorHAnsi"/>
          <w:b w:val="0"/>
          <w:bCs w:val="0"/>
          <w:i w:val="0"/>
          <w:iCs w:val="0"/>
          <w:sz w:val="22"/>
          <w:szCs w:val="22"/>
        </w:rPr>
        <w:t xml:space="preserve"> - </w:t>
      </w:r>
      <w:r w:rsidRPr="00AC3A03">
        <w:rPr>
          <w:rFonts w:asciiTheme="majorHAnsi" w:hAnsiTheme="majorHAnsi" w:cstheme="majorHAnsi"/>
          <w:noProof/>
        </w:rPr>
        <w:t>Président</w:t>
      </w:r>
    </w:p>
    <w:p w14:paraId="655A2F06" w14:textId="77777777" w:rsidR="00A81F8D" w:rsidRDefault="00A81F8D" w:rsidP="00B60E34">
      <w:pPr>
        <w:pStyle w:val="Paragrapheenexcergue"/>
        <w:contextualSpacing/>
        <w:rPr>
          <w:rFonts w:asciiTheme="minorHAnsi" w:hAnsiTheme="minorHAnsi" w:cstheme="minorHAnsi"/>
          <w:b w:val="0"/>
          <w:bCs w:val="0"/>
          <w:i w:val="0"/>
          <w:iCs w:val="0"/>
          <w:sz w:val="28"/>
          <w:szCs w:val="28"/>
        </w:rPr>
      </w:pPr>
    </w:p>
    <w:p w14:paraId="4FCAD378" w14:textId="77777777" w:rsidR="00A81F8D" w:rsidRPr="00B60E34" w:rsidRDefault="00A81F8D" w:rsidP="00B60E34">
      <w:pPr>
        <w:pStyle w:val="Paragrapheenexcergue"/>
        <w:contextualSpacing/>
        <w:rPr>
          <w:rFonts w:asciiTheme="minorHAnsi" w:hAnsiTheme="minorHAnsi" w:cstheme="minorHAnsi"/>
          <w:b w:val="0"/>
          <w:bCs w:val="0"/>
          <w:i w:val="0"/>
          <w:iCs w:val="0"/>
        </w:rPr>
      </w:pPr>
    </w:p>
    <w:p w14:paraId="331F77B7" w14:textId="77777777" w:rsidR="00A81F8D" w:rsidRPr="009C4D23" w:rsidRDefault="00A81F8D" w:rsidP="00B60E34">
      <w:pPr>
        <w:pStyle w:val="Paragraphedeliste"/>
        <w:numPr>
          <w:ilvl w:val="0"/>
          <w:numId w:val="20"/>
        </w:numPr>
        <w:spacing w:before="0" w:after="0" w:line="240" w:lineRule="auto"/>
        <w:rPr>
          <w:rFonts w:ascii="Century Gothic" w:hAnsi="Century Gothic"/>
          <w:sz w:val="24"/>
          <w:szCs w:val="24"/>
        </w:rPr>
      </w:pPr>
      <w:r w:rsidRPr="009C4D23">
        <w:rPr>
          <w:rFonts w:ascii="Century Gothic" w:hAnsi="Century Gothic"/>
          <w:sz w:val="24"/>
          <w:szCs w:val="24"/>
        </w:rPr>
        <w:t>Ordonnateur :</w:t>
      </w:r>
    </w:p>
    <w:p w14:paraId="59406824" w14:textId="77777777" w:rsidR="00A81F8D" w:rsidRPr="009C4D23" w:rsidRDefault="00A81F8D" w:rsidP="00B60E34">
      <w:pPr>
        <w:pStyle w:val="TitreRiskpart4"/>
        <w:spacing w:before="0"/>
        <w:ind w:left="0"/>
        <w:contextualSpacing/>
        <w:rPr>
          <w:rFonts w:asciiTheme="majorHAnsi" w:hAnsiTheme="majorHAnsi" w:cstheme="majorHAnsi"/>
          <w:i w:val="0"/>
          <w:iCs w:val="0"/>
          <w:sz w:val="22"/>
          <w:szCs w:val="22"/>
        </w:rPr>
      </w:pPr>
    </w:p>
    <w:p w14:paraId="16E823EB" w14:textId="77777777" w:rsidR="00A81F8D" w:rsidRPr="009C4D23" w:rsidRDefault="00A81F8D" w:rsidP="00B60E34">
      <w:pPr>
        <w:pStyle w:val="Paragrapheenexcergue"/>
        <w:contextualSpacing/>
        <w:rPr>
          <w:rFonts w:asciiTheme="minorHAnsi" w:hAnsiTheme="minorHAnsi" w:cstheme="minorHAnsi"/>
          <w:b w:val="0"/>
          <w:bCs w:val="0"/>
          <w:i w:val="0"/>
          <w:iCs w:val="0"/>
          <w:sz w:val="28"/>
          <w:szCs w:val="28"/>
        </w:rPr>
      </w:pPr>
      <w:r w:rsidRPr="00AC3A03">
        <w:rPr>
          <w:rFonts w:asciiTheme="majorHAnsi" w:hAnsiTheme="majorHAnsi" w:cstheme="majorHAnsi"/>
          <w:noProof/>
        </w:rPr>
        <w:t>Monsieur Dean LEWIS</w:t>
      </w:r>
      <w:r w:rsidRPr="009C4D23">
        <w:rPr>
          <w:rFonts w:asciiTheme="majorHAnsi" w:hAnsiTheme="majorHAnsi" w:cstheme="majorHAnsi"/>
          <w:b w:val="0"/>
          <w:bCs w:val="0"/>
          <w:i w:val="0"/>
          <w:iCs w:val="0"/>
          <w:sz w:val="22"/>
          <w:szCs w:val="22"/>
        </w:rPr>
        <w:t xml:space="preserve"> - </w:t>
      </w:r>
      <w:r w:rsidRPr="00AC3A03">
        <w:rPr>
          <w:rFonts w:asciiTheme="majorHAnsi" w:hAnsiTheme="majorHAnsi" w:cstheme="majorHAnsi"/>
          <w:noProof/>
        </w:rPr>
        <w:t>Président</w:t>
      </w:r>
    </w:p>
    <w:p w14:paraId="62B6A4FE" w14:textId="77777777" w:rsidR="00A81F8D" w:rsidRPr="009C4D23" w:rsidRDefault="00A81F8D" w:rsidP="00B60E34">
      <w:pPr>
        <w:pStyle w:val="Paragrapheenexcergue"/>
        <w:contextualSpacing/>
        <w:rPr>
          <w:rFonts w:asciiTheme="minorHAnsi" w:hAnsiTheme="minorHAnsi" w:cstheme="minorHAnsi"/>
          <w:b w:val="0"/>
          <w:bCs w:val="0"/>
          <w:i w:val="0"/>
          <w:iCs w:val="0"/>
          <w:sz w:val="28"/>
          <w:szCs w:val="28"/>
        </w:rPr>
      </w:pPr>
    </w:p>
    <w:p w14:paraId="13E48E13" w14:textId="77777777" w:rsidR="00A81F8D" w:rsidRPr="00B60E34" w:rsidRDefault="00A81F8D" w:rsidP="00B60E34">
      <w:pPr>
        <w:pStyle w:val="Paragrapheenexcergue"/>
        <w:contextualSpacing/>
        <w:rPr>
          <w:rFonts w:asciiTheme="minorHAnsi" w:hAnsiTheme="minorHAnsi" w:cstheme="minorHAnsi"/>
          <w:b w:val="0"/>
          <w:bCs w:val="0"/>
          <w:i w:val="0"/>
          <w:iCs w:val="0"/>
        </w:rPr>
      </w:pPr>
    </w:p>
    <w:p w14:paraId="422B34A9" w14:textId="77777777" w:rsidR="00A81F8D" w:rsidRPr="009C4D23" w:rsidRDefault="00A81F8D" w:rsidP="00B60E34">
      <w:pPr>
        <w:pStyle w:val="Paragraphedeliste"/>
        <w:numPr>
          <w:ilvl w:val="0"/>
          <w:numId w:val="20"/>
        </w:numPr>
        <w:spacing w:before="0" w:after="0" w:line="240" w:lineRule="auto"/>
        <w:rPr>
          <w:rFonts w:ascii="Century Gothic" w:hAnsi="Century Gothic"/>
          <w:sz w:val="24"/>
          <w:szCs w:val="24"/>
        </w:rPr>
      </w:pPr>
      <w:r w:rsidRPr="009C4D23">
        <w:rPr>
          <w:rFonts w:ascii="Century Gothic" w:hAnsi="Century Gothic"/>
          <w:sz w:val="24"/>
          <w:szCs w:val="24"/>
        </w:rPr>
        <w:t>Comptable public assignataire des paiements :</w:t>
      </w:r>
    </w:p>
    <w:p w14:paraId="0E90155C" w14:textId="77777777" w:rsidR="00A81F8D" w:rsidRPr="009C4D23" w:rsidRDefault="00A81F8D" w:rsidP="00B60E34">
      <w:pPr>
        <w:pStyle w:val="Paragrapheenexcergue"/>
        <w:contextualSpacing/>
        <w:rPr>
          <w:rFonts w:asciiTheme="minorHAnsi" w:hAnsiTheme="minorHAnsi" w:cstheme="minorHAnsi"/>
          <w:b w:val="0"/>
          <w:bCs w:val="0"/>
          <w:i w:val="0"/>
          <w:iCs w:val="0"/>
          <w:sz w:val="28"/>
          <w:szCs w:val="28"/>
        </w:rPr>
      </w:pPr>
    </w:p>
    <w:p w14:paraId="4890155B" w14:textId="77777777" w:rsidR="00A81F8D" w:rsidRPr="009C4D23" w:rsidRDefault="00A81F8D" w:rsidP="00B60E34">
      <w:pPr>
        <w:pStyle w:val="Paragrapheenexcergue"/>
        <w:contextualSpacing/>
        <w:rPr>
          <w:rFonts w:asciiTheme="minorHAnsi" w:hAnsiTheme="minorHAnsi" w:cstheme="minorHAnsi"/>
          <w:b w:val="0"/>
          <w:bCs w:val="0"/>
          <w:i w:val="0"/>
          <w:iCs w:val="0"/>
        </w:rPr>
      </w:pPr>
      <w:r w:rsidRPr="00AC3A03">
        <w:rPr>
          <w:rFonts w:asciiTheme="majorHAnsi" w:hAnsiTheme="majorHAnsi" w:cstheme="majorHAnsi"/>
          <w:noProof/>
        </w:rPr>
        <w:t>Agence comptable de l'université de Bordeaux</w:t>
      </w:r>
    </w:p>
    <w:p w14:paraId="5A9020F8" w14:textId="77777777" w:rsidR="00A81F8D" w:rsidRPr="00B60E34" w:rsidRDefault="00A81F8D" w:rsidP="00B60E34">
      <w:pPr>
        <w:pStyle w:val="Paragrapheenexcergue"/>
        <w:contextualSpacing/>
        <w:rPr>
          <w:rFonts w:asciiTheme="minorHAnsi" w:hAnsiTheme="minorHAnsi" w:cstheme="minorHAnsi"/>
          <w:b w:val="0"/>
          <w:bCs w:val="0"/>
          <w:i w:val="0"/>
          <w:iCs w:val="0"/>
          <w:sz w:val="28"/>
          <w:szCs w:val="28"/>
        </w:rPr>
      </w:pPr>
    </w:p>
    <w:p w14:paraId="664DACEC" w14:textId="77777777" w:rsidR="00A81F8D" w:rsidRPr="009C4D23" w:rsidRDefault="00A81F8D" w:rsidP="00B60E34">
      <w:pPr>
        <w:pStyle w:val="Paragrapheenexcergue"/>
        <w:contextualSpacing/>
        <w:rPr>
          <w:rFonts w:asciiTheme="minorHAnsi" w:hAnsiTheme="minorHAnsi" w:cstheme="minorHAnsi"/>
          <w:b w:val="0"/>
          <w:bCs w:val="0"/>
          <w:i w:val="0"/>
          <w:iCs w:val="0"/>
        </w:rPr>
      </w:pPr>
    </w:p>
    <w:p w14:paraId="4CEFC9FA" w14:textId="77777777" w:rsidR="00A81F8D" w:rsidRPr="009C4D23" w:rsidRDefault="00A81F8D" w:rsidP="00B60E34">
      <w:pPr>
        <w:pStyle w:val="Paragraphedeliste"/>
        <w:numPr>
          <w:ilvl w:val="0"/>
          <w:numId w:val="20"/>
        </w:numPr>
        <w:spacing w:before="0" w:after="0" w:line="240" w:lineRule="auto"/>
        <w:rPr>
          <w:rFonts w:ascii="Century Gothic" w:hAnsi="Century Gothic"/>
          <w:sz w:val="24"/>
          <w:szCs w:val="24"/>
        </w:rPr>
      </w:pPr>
      <w:r w:rsidRPr="009C4D23">
        <w:rPr>
          <w:rFonts w:ascii="Century Gothic" w:hAnsi="Century Gothic"/>
          <w:sz w:val="24"/>
          <w:szCs w:val="24"/>
        </w:rPr>
        <w:t>Procédure :</w:t>
      </w:r>
    </w:p>
    <w:p w14:paraId="26245968" w14:textId="77777777" w:rsidR="00A81F8D" w:rsidRPr="009C4D23" w:rsidRDefault="00A81F8D" w:rsidP="00B60E34">
      <w:pPr>
        <w:pStyle w:val="Paragrapheenexcergue"/>
        <w:contextualSpacing/>
        <w:rPr>
          <w:rFonts w:asciiTheme="minorHAnsi" w:hAnsiTheme="minorHAnsi" w:cstheme="minorHAnsi"/>
          <w:b w:val="0"/>
          <w:bCs w:val="0"/>
          <w:i w:val="0"/>
          <w:iCs w:val="0"/>
        </w:rPr>
      </w:pPr>
    </w:p>
    <w:p w14:paraId="5B86BF99" w14:textId="77777777" w:rsidR="00A81F8D" w:rsidRDefault="00A81F8D" w:rsidP="00A81F8D">
      <w:pPr>
        <w:pStyle w:val="Paragrapheenexcergue"/>
        <w:contextualSpacing/>
        <w:rPr>
          <w:rFonts w:asciiTheme="majorHAnsi" w:hAnsiTheme="majorHAnsi" w:cstheme="majorHAnsi"/>
          <w:noProof/>
        </w:rPr>
      </w:pPr>
      <w:r w:rsidRPr="00AC3A03">
        <w:rPr>
          <w:rFonts w:asciiTheme="majorHAnsi" w:hAnsiTheme="majorHAnsi" w:cstheme="majorHAnsi"/>
          <w:noProof/>
        </w:rPr>
        <w:t>La présente consultation est lancée sous forme de procédure d'appel d'offres ouvert en application des articles L2124-2 et R2124-2 du Code de la commande publique.</w:t>
      </w:r>
    </w:p>
    <w:p w14:paraId="5B714219" w14:textId="77777777" w:rsidR="00A81F8D" w:rsidRDefault="00A81F8D" w:rsidP="00B60E34">
      <w:pPr>
        <w:spacing w:before="0" w:after="0" w:line="240" w:lineRule="auto"/>
        <w:contextualSpacing/>
        <w:jc w:val="left"/>
        <w:rPr>
          <w:rFonts w:asciiTheme="majorHAnsi" w:eastAsia="SimSun" w:hAnsiTheme="majorHAnsi" w:cstheme="majorHAnsi"/>
          <w:kern w:val="3"/>
          <w:sz w:val="28"/>
          <w:szCs w:val="28"/>
          <w:lang w:eastAsia="zh-CN" w:bidi="hi-IN"/>
        </w:rPr>
      </w:pPr>
    </w:p>
    <w:p w14:paraId="23019A0B" w14:textId="77777777" w:rsidR="00A81F8D" w:rsidRPr="00B60E34" w:rsidRDefault="00A81F8D" w:rsidP="00B60E34">
      <w:pPr>
        <w:spacing w:before="0" w:after="0" w:line="240" w:lineRule="auto"/>
        <w:contextualSpacing/>
        <w:jc w:val="left"/>
        <w:rPr>
          <w:rFonts w:asciiTheme="majorHAnsi" w:eastAsia="SimSun" w:hAnsiTheme="majorHAnsi" w:cstheme="majorHAnsi"/>
          <w:kern w:val="3"/>
          <w:sz w:val="20"/>
          <w:szCs w:val="20"/>
          <w:lang w:eastAsia="zh-CN" w:bidi="hi-IN"/>
        </w:rPr>
      </w:pPr>
    </w:p>
    <w:p w14:paraId="0F7F4D20" w14:textId="277B3535" w:rsidR="00A81F8D" w:rsidRPr="009C4D23" w:rsidRDefault="00A81F8D" w:rsidP="00B60E34">
      <w:pPr>
        <w:pStyle w:val="Paragraphedeliste"/>
        <w:numPr>
          <w:ilvl w:val="0"/>
          <w:numId w:val="20"/>
        </w:numPr>
        <w:spacing w:before="0" w:after="0" w:line="240" w:lineRule="auto"/>
        <w:rPr>
          <w:rFonts w:ascii="Century Gothic" w:hAnsi="Century Gothic"/>
          <w:sz w:val="24"/>
          <w:szCs w:val="24"/>
        </w:rPr>
      </w:pPr>
      <w:r w:rsidRPr="009C4D23">
        <w:rPr>
          <w:rFonts w:ascii="Century Gothic" w:hAnsi="Century Gothic"/>
          <w:sz w:val="24"/>
          <w:szCs w:val="24"/>
        </w:rPr>
        <w:t>Marché n°</w:t>
      </w:r>
      <w:r w:rsidR="00263AB0">
        <w:rPr>
          <w:rFonts w:ascii="Century Gothic" w:hAnsi="Century Gothic"/>
          <w:sz w:val="24"/>
          <w:szCs w:val="24"/>
        </w:rPr>
        <w:t>2025-107</w:t>
      </w:r>
    </w:p>
    <w:p w14:paraId="21BE6FC9" w14:textId="77777777" w:rsidR="00A81F8D" w:rsidRPr="001079F0" w:rsidRDefault="00A81F8D" w:rsidP="00B60E34">
      <w:pPr>
        <w:spacing w:before="0" w:after="0" w:line="240" w:lineRule="auto"/>
        <w:contextualSpacing/>
        <w:jc w:val="left"/>
      </w:pPr>
      <w:r w:rsidRPr="001079F0">
        <w:br w:type="page"/>
      </w:r>
    </w:p>
    <w:p w14:paraId="21D33D79" w14:textId="77777777" w:rsidR="00A81F8D" w:rsidRDefault="00A81F8D" w:rsidP="00B60E34">
      <w:pPr>
        <w:pStyle w:val="Titre2"/>
        <w:spacing w:before="0" w:line="240" w:lineRule="auto"/>
        <w:ind w:left="0"/>
        <w:contextualSpacing/>
        <w:rPr>
          <w:color w:val="auto"/>
          <w:u w:val="single"/>
        </w:rPr>
      </w:pPr>
      <w:r w:rsidRPr="007956AD">
        <w:rPr>
          <w:color w:val="auto"/>
          <w:u w:val="single"/>
        </w:rPr>
        <w:lastRenderedPageBreak/>
        <w:t>Article 1 – C</w:t>
      </w:r>
      <w:r>
        <w:rPr>
          <w:color w:val="auto"/>
          <w:u w:val="single"/>
        </w:rPr>
        <w:t>andidat c</w:t>
      </w:r>
      <w:r w:rsidRPr="007956AD">
        <w:rPr>
          <w:color w:val="auto"/>
          <w:u w:val="single"/>
        </w:rPr>
        <w:t>ontractant</w:t>
      </w:r>
    </w:p>
    <w:p w14:paraId="3FEA216D" w14:textId="77777777" w:rsidR="00A81F8D" w:rsidRPr="007D541A" w:rsidRDefault="00A81F8D" w:rsidP="007D541A">
      <w:pPr>
        <w:spacing w:before="0" w:after="0" w:line="240" w:lineRule="auto"/>
        <w:contextualSpacing/>
      </w:pPr>
    </w:p>
    <w:tbl>
      <w:tblPr>
        <w:tblW w:w="10206" w:type="dxa"/>
        <w:jc w:val="center"/>
        <w:tblLayout w:type="fixed"/>
        <w:tblCellMar>
          <w:left w:w="10" w:type="dxa"/>
          <w:right w:w="10" w:type="dxa"/>
        </w:tblCellMar>
        <w:tblLook w:val="0000" w:firstRow="0" w:lastRow="0" w:firstColumn="0" w:lastColumn="0" w:noHBand="0" w:noVBand="0"/>
      </w:tblPr>
      <w:tblGrid>
        <w:gridCol w:w="2405"/>
        <w:gridCol w:w="3900"/>
        <w:gridCol w:w="3901"/>
      </w:tblGrid>
      <w:tr w:rsidR="00A81F8D" w:rsidRPr="001079F0" w14:paraId="6FA96FF7" w14:textId="77777777" w:rsidTr="00BA569A">
        <w:trPr>
          <w:jc w:val="center"/>
        </w:trPr>
        <w:tc>
          <w:tcPr>
            <w:tcW w:w="10206" w:type="dxa"/>
            <w:gridSpan w:val="3"/>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tcPr>
          <w:p w14:paraId="14111D9B" w14:textId="77777777" w:rsidR="00A81F8D" w:rsidRPr="001079F0" w:rsidRDefault="00A81F8D" w:rsidP="00B60E34">
            <w:pPr>
              <w:pStyle w:val="TableContents"/>
              <w:contextualSpacing/>
              <w:jc w:val="left"/>
              <w:rPr>
                <w:rFonts w:asciiTheme="minorHAnsi" w:hAnsiTheme="minorHAnsi" w:cstheme="minorHAnsi"/>
                <w:sz w:val="22"/>
                <w:szCs w:val="22"/>
              </w:rPr>
            </w:pPr>
            <w:r w:rsidRPr="001079F0">
              <w:rPr>
                <w:rFonts w:asciiTheme="minorHAnsi" w:hAnsiTheme="minorHAnsi" w:cstheme="minorHAnsi"/>
                <w:sz w:val="22"/>
                <w:szCs w:val="22"/>
              </w:rPr>
              <w:t>Je soussigné(e),</w:t>
            </w:r>
          </w:p>
        </w:tc>
      </w:tr>
      <w:tr w:rsidR="00A81F8D" w:rsidRPr="001079F0" w14:paraId="10D6F2F3"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2393A76" w14:textId="77777777" w:rsidR="00A81F8D" w:rsidRPr="001079F0" w:rsidRDefault="00A81F8D"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et Prénom</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88491B6" w14:textId="77777777" w:rsidR="00A81F8D" w:rsidRPr="001079F0" w:rsidRDefault="00A81F8D" w:rsidP="00B60E34">
            <w:pPr>
              <w:pStyle w:val="Standard"/>
              <w:contextualSpacing/>
              <w:jc w:val="center"/>
              <w:rPr>
                <w:rFonts w:asciiTheme="majorHAnsi" w:hAnsiTheme="majorHAnsi" w:cstheme="majorHAnsi"/>
                <w:sz w:val="22"/>
                <w:szCs w:val="22"/>
              </w:rPr>
            </w:pPr>
          </w:p>
        </w:tc>
      </w:tr>
      <w:tr w:rsidR="00A81F8D" w:rsidRPr="001079F0" w14:paraId="491D4EF8"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1330342" w14:textId="77777777" w:rsidR="00A81F8D" w:rsidRPr="001079F0" w:rsidRDefault="00A81F8D"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Qualité de la personne engageant la société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D10D08C" w14:textId="77777777" w:rsidR="00A81F8D" w:rsidRPr="001079F0" w:rsidRDefault="00A81F8D" w:rsidP="00B60E34">
            <w:pPr>
              <w:pStyle w:val="Standard"/>
              <w:contextualSpacing/>
              <w:jc w:val="center"/>
              <w:rPr>
                <w:rFonts w:asciiTheme="majorHAnsi" w:hAnsiTheme="majorHAnsi" w:cstheme="majorHAnsi"/>
                <w:b/>
                <w:bCs/>
                <w:sz w:val="22"/>
                <w:szCs w:val="22"/>
              </w:rPr>
            </w:pPr>
          </w:p>
        </w:tc>
      </w:tr>
      <w:tr w:rsidR="00A81F8D" w:rsidRPr="001079F0" w14:paraId="0457D7DB"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46B5E35" w14:textId="77777777" w:rsidR="00A81F8D" w:rsidRPr="001079F0" w:rsidRDefault="00A81F8D"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Agissant en tant que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609D020" w14:textId="77777777" w:rsidR="00A81F8D" w:rsidRPr="001079F0" w:rsidRDefault="00F41F61" w:rsidP="00B60E34">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2138406235"/>
                <w14:checkbox>
                  <w14:checked w14:val="0"/>
                  <w14:checkedState w14:val="2612" w14:font="MS Gothic"/>
                  <w14:uncheckedState w14:val="2610" w14:font="MS Gothic"/>
                </w14:checkbox>
              </w:sdtPr>
              <w:sdtEndPr/>
              <w:sdtContent>
                <w:r w:rsidR="00A81F8D" w:rsidRPr="001079F0">
                  <w:rPr>
                    <w:rFonts w:ascii="MS Gothic" w:eastAsia="MS Gothic" w:hAnsi="MS Gothic" w:cstheme="minorHAnsi" w:hint="eastAsia"/>
                    <w:sz w:val="22"/>
                    <w:szCs w:val="22"/>
                  </w:rPr>
                  <w:t>☐</w:t>
                </w:r>
              </w:sdtContent>
            </w:sdt>
            <w:r w:rsidR="00A81F8D" w:rsidRPr="001079F0">
              <w:rPr>
                <w:rFonts w:asciiTheme="minorHAnsi" w:hAnsiTheme="minorHAnsi" w:cstheme="minorHAnsi"/>
                <w:sz w:val="22"/>
                <w:szCs w:val="22"/>
              </w:rPr>
              <w:t xml:space="preserve"> Représentant de la compagnie d'assurance,</w:t>
            </w:r>
          </w:p>
          <w:p w14:paraId="6182304B" w14:textId="77777777" w:rsidR="00A81F8D" w:rsidRPr="001079F0" w:rsidRDefault="00F41F61" w:rsidP="00B60E34">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546065299"/>
                <w14:checkbox>
                  <w14:checked w14:val="0"/>
                  <w14:checkedState w14:val="2612" w14:font="MS Gothic"/>
                  <w14:uncheckedState w14:val="2610" w14:font="MS Gothic"/>
                </w14:checkbox>
              </w:sdtPr>
              <w:sdtEndPr/>
              <w:sdtContent>
                <w:r w:rsidR="00A81F8D" w:rsidRPr="001079F0">
                  <w:rPr>
                    <w:rFonts w:ascii="MS Gothic" w:eastAsia="MS Gothic" w:hAnsi="MS Gothic" w:cstheme="minorHAnsi" w:hint="eastAsia"/>
                    <w:sz w:val="22"/>
                    <w:szCs w:val="22"/>
                  </w:rPr>
                  <w:t>☐</w:t>
                </w:r>
              </w:sdtContent>
            </w:sdt>
            <w:r w:rsidR="00A81F8D" w:rsidRPr="001079F0">
              <w:rPr>
                <w:rFonts w:asciiTheme="minorHAnsi" w:hAnsiTheme="minorHAnsi" w:cstheme="minorHAnsi"/>
                <w:sz w:val="22"/>
                <w:szCs w:val="22"/>
              </w:rPr>
              <w:t xml:space="preserve"> Agent général d'assurances, répondant au nom et pour le compte de sa compagnie</w:t>
            </w:r>
          </w:p>
          <w:p w14:paraId="5A8390D3" w14:textId="77777777" w:rsidR="00A81F8D" w:rsidRPr="001079F0" w:rsidRDefault="00F41F61" w:rsidP="00B60E34">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617756324"/>
                <w14:checkbox>
                  <w14:checked w14:val="0"/>
                  <w14:checkedState w14:val="2612" w14:font="MS Gothic"/>
                  <w14:uncheckedState w14:val="2610" w14:font="MS Gothic"/>
                </w14:checkbox>
              </w:sdtPr>
              <w:sdtEndPr/>
              <w:sdtContent>
                <w:r w:rsidR="00A81F8D" w:rsidRPr="001079F0">
                  <w:rPr>
                    <w:rFonts w:ascii="MS Gothic" w:eastAsia="MS Gothic" w:hAnsi="MS Gothic" w:cstheme="minorHAnsi" w:hint="eastAsia"/>
                    <w:sz w:val="22"/>
                    <w:szCs w:val="22"/>
                  </w:rPr>
                  <w:t>☐</w:t>
                </w:r>
              </w:sdtContent>
            </w:sdt>
            <w:r w:rsidR="00A81F8D" w:rsidRPr="001079F0">
              <w:rPr>
                <w:rFonts w:asciiTheme="minorHAnsi" w:hAnsiTheme="minorHAnsi" w:cstheme="minorHAnsi"/>
                <w:sz w:val="22"/>
                <w:szCs w:val="22"/>
              </w:rPr>
              <w:t xml:space="preserve"> Courtier d'assurances, répondant au nom et pour le compte de la compagnie</w:t>
            </w:r>
          </w:p>
        </w:tc>
      </w:tr>
      <w:tr w:rsidR="00A81F8D" w:rsidRPr="001079F0" w14:paraId="0C5FDC4B" w14:textId="77777777" w:rsidTr="00BA569A">
        <w:trPr>
          <w:jc w:val="center"/>
        </w:trPr>
        <w:tc>
          <w:tcPr>
            <w:tcW w:w="2405" w:type="dxa"/>
            <w:tcBorders>
              <w:left w:val="single" w:sz="2" w:space="0" w:color="000000"/>
              <w:bottom w:val="single" w:sz="2" w:space="0" w:color="000000"/>
            </w:tcBorders>
            <w:shd w:val="clear" w:color="auto" w:fill="FFD966" w:themeFill="accent4" w:themeFillTint="99"/>
            <w:tcMar>
              <w:top w:w="55" w:type="dxa"/>
              <w:left w:w="55" w:type="dxa"/>
              <w:bottom w:w="55" w:type="dxa"/>
              <w:right w:w="55" w:type="dxa"/>
            </w:tcMar>
          </w:tcPr>
          <w:p w14:paraId="3900A0EF" w14:textId="77777777" w:rsidR="00A81F8D" w:rsidRPr="001079F0" w:rsidRDefault="00A81F8D" w:rsidP="00B60E34">
            <w:pPr>
              <w:pStyle w:val="TableContents"/>
              <w:contextualSpacing/>
              <w:rPr>
                <w:rFonts w:asciiTheme="minorHAnsi" w:hAnsiTheme="minorHAnsi" w:cstheme="minorHAnsi"/>
                <w:b/>
                <w:bCs/>
              </w:rPr>
            </w:pPr>
          </w:p>
        </w:tc>
        <w:tc>
          <w:tcPr>
            <w:tcW w:w="3900" w:type="dxa"/>
            <w:tcBorders>
              <w:top w:val="single" w:sz="2" w:space="0" w:color="000000"/>
              <w:left w:val="single" w:sz="2" w:space="0" w:color="000000"/>
              <w:bottom w:val="single" w:sz="2" w:space="0" w:color="000000"/>
            </w:tcBorders>
            <w:shd w:val="clear" w:color="auto" w:fill="FFD966" w:themeFill="accent4" w:themeFillTint="99"/>
            <w:tcMar>
              <w:top w:w="55" w:type="dxa"/>
              <w:left w:w="55" w:type="dxa"/>
              <w:bottom w:w="55" w:type="dxa"/>
              <w:right w:w="55" w:type="dxa"/>
            </w:tcMar>
            <w:vAlign w:val="center"/>
          </w:tcPr>
          <w:p w14:paraId="682AC963" w14:textId="77777777" w:rsidR="00A81F8D" w:rsidRDefault="00A81F8D" w:rsidP="00B60E3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Compagnie assurance</w:t>
            </w:r>
          </w:p>
          <w:p w14:paraId="4C7CCFA1" w14:textId="77777777" w:rsidR="00A81F8D" w:rsidRPr="00372E64" w:rsidRDefault="00A81F8D" w:rsidP="00B60E34">
            <w:pPr>
              <w:pStyle w:val="TableContents"/>
              <w:contextualSpacing/>
              <w:rPr>
                <w:rFonts w:asciiTheme="minorHAnsi" w:hAnsiTheme="minorHAnsi" w:cstheme="minorHAnsi"/>
                <w:i/>
                <w:iCs/>
                <w:sz w:val="22"/>
                <w:szCs w:val="22"/>
              </w:rPr>
            </w:pPr>
            <w:r w:rsidRPr="00372E64">
              <w:rPr>
                <w:rFonts w:asciiTheme="minorHAnsi" w:hAnsiTheme="minorHAnsi" w:cstheme="minorHAnsi"/>
                <w:i/>
                <w:iCs/>
                <w:sz w:val="22"/>
                <w:szCs w:val="22"/>
              </w:rPr>
              <w:t>(co-assurance, voir ci-dessous)*</w:t>
            </w:r>
          </w:p>
        </w:tc>
        <w:tc>
          <w:tcPr>
            <w:tcW w:w="3901" w:type="dxa"/>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6B362635" w14:textId="77777777" w:rsidR="00A81F8D" w:rsidRPr="001079F0" w:rsidRDefault="00A81F8D" w:rsidP="00B60E3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Intermédiaire (courtier, agent général...)</w:t>
            </w:r>
          </w:p>
          <w:p w14:paraId="1764AD7A" w14:textId="77777777" w:rsidR="00A81F8D" w:rsidRPr="001079F0" w:rsidRDefault="00A81F8D" w:rsidP="00B60E3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(le cas échéant)</w:t>
            </w:r>
          </w:p>
        </w:tc>
      </w:tr>
      <w:tr w:rsidR="00A81F8D" w:rsidRPr="001079F0" w14:paraId="7F833E24" w14:textId="77777777" w:rsidTr="00BA569A">
        <w:trPr>
          <w:trHeight w:val="47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492DAD9" w14:textId="77777777" w:rsidR="00A81F8D" w:rsidRPr="001079F0" w:rsidRDefault="00A81F8D"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de l’entreprise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20E29A1D" w14:textId="77777777" w:rsidR="00A81F8D" w:rsidRPr="001079F0" w:rsidRDefault="00A81F8D" w:rsidP="00B60E3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03F17DD" w14:textId="77777777" w:rsidR="00A81F8D" w:rsidRPr="001079F0" w:rsidRDefault="00A81F8D" w:rsidP="00B60E34">
            <w:pPr>
              <w:pStyle w:val="Standard"/>
              <w:contextualSpacing/>
              <w:jc w:val="center"/>
              <w:rPr>
                <w:rFonts w:asciiTheme="majorHAnsi" w:hAnsiTheme="majorHAnsi" w:cstheme="majorHAnsi"/>
                <w:sz w:val="22"/>
                <w:szCs w:val="22"/>
              </w:rPr>
            </w:pPr>
          </w:p>
        </w:tc>
      </w:tr>
      <w:tr w:rsidR="00A81F8D" w:rsidRPr="001079F0" w14:paraId="219E5070"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8F3E882" w14:textId="77777777" w:rsidR="00A81F8D" w:rsidRPr="001079F0" w:rsidRDefault="00A81F8D"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Forme juridique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702B9FC3" w14:textId="77777777" w:rsidR="00A81F8D" w:rsidRPr="001079F0" w:rsidRDefault="00A81F8D" w:rsidP="00B60E3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49CE231" w14:textId="77777777" w:rsidR="00A81F8D" w:rsidRPr="001079F0" w:rsidRDefault="00A81F8D" w:rsidP="00B60E34">
            <w:pPr>
              <w:pStyle w:val="Standard"/>
              <w:contextualSpacing/>
              <w:jc w:val="center"/>
              <w:rPr>
                <w:rFonts w:asciiTheme="majorHAnsi" w:hAnsiTheme="majorHAnsi" w:cstheme="majorHAnsi"/>
                <w:sz w:val="22"/>
                <w:szCs w:val="22"/>
              </w:rPr>
            </w:pPr>
          </w:p>
        </w:tc>
      </w:tr>
      <w:tr w:rsidR="00A81F8D" w:rsidRPr="001079F0" w14:paraId="11B4E335"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1809BF9" w14:textId="77777777" w:rsidR="00A81F8D" w:rsidRPr="001079F0" w:rsidRDefault="00A81F8D"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Au capital de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DEC7DA4" w14:textId="77777777" w:rsidR="00A81F8D" w:rsidRPr="001079F0" w:rsidRDefault="00A81F8D" w:rsidP="00B60E3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49CE2C9" w14:textId="77777777" w:rsidR="00A81F8D" w:rsidRPr="001079F0" w:rsidRDefault="00A81F8D" w:rsidP="00B60E34">
            <w:pPr>
              <w:pStyle w:val="Standard"/>
              <w:contextualSpacing/>
              <w:jc w:val="center"/>
              <w:rPr>
                <w:rFonts w:asciiTheme="majorHAnsi" w:hAnsiTheme="majorHAnsi" w:cstheme="majorHAnsi"/>
                <w:sz w:val="22"/>
                <w:szCs w:val="22"/>
              </w:rPr>
            </w:pPr>
          </w:p>
        </w:tc>
      </w:tr>
      <w:tr w:rsidR="00A81F8D" w:rsidRPr="001079F0" w14:paraId="61A829A0"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37D25D8" w14:textId="77777777" w:rsidR="00A81F8D" w:rsidRPr="001079F0" w:rsidRDefault="00A81F8D"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Adresse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321B525" w14:textId="77777777" w:rsidR="00A81F8D" w:rsidRPr="001079F0" w:rsidRDefault="00A81F8D" w:rsidP="00B60E3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F2F38F0" w14:textId="77777777" w:rsidR="00A81F8D" w:rsidRPr="001079F0" w:rsidRDefault="00A81F8D" w:rsidP="00B60E34">
            <w:pPr>
              <w:pStyle w:val="Standard"/>
              <w:contextualSpacing/>
              <w:jc w:val="center"/>
              <w:rPr>
                <w:rFonts w:asciiTheme="majorHAnsi" w:hAnsiTheme="majorHAnsi" w:cstheme="majorHAnsi"/>
                <w:sz w:val="22"/>
                <w:szCs w:val="22"/>
              </w:rPr>
            </w:pPr>
          </w:p>
        </w:tc>
      </w:tr>
      <w:tr w:rsidR="00A81F8D" w:rsidRPr="001079F0" w14:paraId="0486595E"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B51C22F" w14:textId="77777777" w:rsidR="00A81F8D" w:rsidRPr="001079F0" w:rsidRDefault="00A81F8D"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postal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A933D7E" w14:textId="77777777" w:rsidR="00A81F8D" w:rsidRPr="001079F0" w:rsidRDefault="00A81F8D" w:rsidP="00B60E3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DAB025C" w14:textId="77777777" w:rsidR="00A81F8D" w:rsidRPr="001079F0" w:rsidRDefault="00A81F8D" w:rsidP="00B60E34">
            <w:pPr>
              <w:pStyle w:val="Standard"/>
              <w:contextualSpacing/>
              <w:jc w:val="center"/>
              <w:rPr>
                <w:rFonts w:asciiTheme="majorHAnsi" w:hAnsiTheme="majorHAnsi" w:cstheme="majorHAnsi"/>
                <w:sz w:val="22"/>
                <w:szCs w:val="22"/>
              </w:rPr>
            </w:pPr>
          </w:p>
        </w:tc>
      </w:tr>
      <w:tr w:rsidR="00A81F8D" w:rsidRPr="001079F0" w14:paraId="1AC0A836"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11F2BBD" w14:textId="77777777" w:rsidR="00A81F8D" w:rsidRPr="001079F0" w:rsidRDefault="00A81F8D"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Ville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3DDBB2B" w14:textId="77777777" w:rsidR="00A81F8D" w:rsidRPr="001079F0" w:rsidRDefault="00A81F8D" w:rsidP="00B60E3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C621B5E" w14:textId="77777777" w:rsidR="00A81F8D" w:rsidRPr="001079F0" w:rsidRDefault="00A81F8D" w:rsidP="00B60E34">
            <w:pPr>
              <w:pStyle w:val="Standard"/>
              <w:contextualSpacing/>
              <w:jc w:val="center"/>
              <w:rPr>
                <w:rFonts w:asciiTheme="majorHAnsi" w:hAnsiTheme="majorHAnsi" w:cstheme="majorHAnsi"/>
                <w:sz w:val="22"/>
                <w:szCs w:val="22"/>
              </w:rPr>
            </w:pPr>
          </w:p>
        </w:tc>
      </w:tr>
      <w:tr w:rsidR="00A81F8D" w:rsidRPr="001079F0" w14:paraId="3BAB25F2"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C01E8E5" w14:textId="77777777" w:rsidR="00A81F8D" w:rsidRPr="001079F0" w:rsidRDefault="00A81F8D"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Pays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20508BC2" w14:textId="77777777" w:rsidR="00A81F8D" w:rsidRPr="001079F0" w:rsidRDefault="00A81F8D" w:rsidP="00B60E3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D0E60FA" w14:textId="77777777" w:rsidR="00A81F8D" w:rsidRPr="001079F0" w:rsidRDefault="00A81F8D" w:rsidP="00B60E34">
            <w:pPr>
              <w:pStyle w:val="Standard"/>
              <w:contextualSpacing/>
              <w:jc w:val="center"/>
              <w:rPr>
                <w:rFonts w:asciiTheme="majorHAnsi" w:hAnsiTheme="majorHAnsi" w:cstheme="majorHAnsi"/>
                <w:sz w:val="22"/>
                <w:szCs w:val="22"/>
              </w:rPr>
            </w:pPr>
          </w:p>
        </w:tc>
      </w:tr>
      <w:tr w:rsidR="00A81F8D" w:rsidRPr="001079F0" w14:paraId="4572B9E7"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FDB8790" w14:textId="77777777" w:rsidR="00A81F8D" w:rsidRPr="001079F0" w:rsidRDefault="00A81F8D"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 d’identité d’établissement (SIRET)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3EC6034" w14:textId="77777777" w:rsidR="00A81F8D" w:rsidRPr="001079F0" w:rsidRDefault="00A81F8D" w:rsidP="00B60E3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E3369E7" w14:textId="77777777" w:rsidR="00A81F8D" w:rsidRPr="001079F0" w:rsidRDefault="00A81F8D" w:rsidP="00B60E34">
            <w:pPr>
              <w:pStyle w:val="Standard"/>
              <w:contextualSpacing/>
              <w:jc w:val="center"/>
              <w:rPr>
                <w:rFonts w:asciiTheme="majorHAnsi" w:hAnsiTheme="majorHAnsi" w:cstheme="majorHAnsi"/>
                <w:sz w:val="22"/>
                <w:szCs w:val="22"/>
              </w:rPr>
            </w:pPr>
          </w:p>
        </w:tc>
      </w:tr>
      <w:tr w:rsidR="00A81F8D" w:rsidRPr="001079F0" w14:paraId="2B9F999F"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D52BDD7" w14:textId="77777777" w:rsidR="00A81F8D" w:rsidRPr="001079F0" w:rsidRDefault="00A81F8D"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act</w:t>
            </w:r>
            <w:r>
              <w:rPr>
                <w:rFonts w:asciiTheme="majorHAnsi" w:hAnsiTheme="majorHAnsi" w:cstheme="majorHAnsi"/>
                <w:sz w:val="22"/>
                <w:szCs w:val="22"/>
              </w:rPr>
              <w:t>ivité éco.</w:t>
            </w:r>
            <w:r w:rsidRPr="001079F0">
              <w:rPr>
                <w:rFonts w:asciiTheme="majorHAnsi" w:hAnsiTheme="majorHAnsi" w:cstheme="majorHAnsi"/>
                <w:sz w:val="22"/>
                <w:szCs w:val="22"/>
              </w:rPr>
              <w:t xml:space="preserve"> principale (APE)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A49C2A9" w14:textId="77777777" w:rsidR="00A81F8D" w:rsidRPr="001079F0" w:rsidRDefault="00A81F8D" w:rsidP="00B60E3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ABDBA45" w14:textId="77777777" w:rsidR="00A81F8D" w:rsidRPr="001079F0" w:rsidRDefault="00A81F8D" w:rsidP="00B60E34">
            <w:pPr>
              <w:pStyle w:val="Standard"/>
              <w:contextualSpacing/>
              <w:jc w:val="center"/>
              <w:rPr>
                <w:rFonts w:asciiTheme="majorHAnsi" w:hAnsiTheme="majorHAnsi" w:cstheme="majorHAnsi"/>
                <w:sz w:val="22"/>
                <w:szCs w:val="22"/>
              </w:rPr>
            </w:pPr>
          </w:p>
        </w:tc>
      </w:tr>
      <w:tr w:rsidR="00A81F8D" w:rsidRPr="001079F0" w14:paraId="51FE39C9"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4D53737" w14:textId="77777777" w:rsidR="00A81F8D" w:rsidRPr="001079F0" w:rsidRDefault="00A81F8D" w:rsidP="00B60E34">
            <w:pPr>
              <w:pStyle w:val="NormalRiskpart"/>
              <w:contextualSpacing/>
              <w:jc w:val="center"/>
              <w:rPr>
                <w:rFonts w:asciiTheme="majorHAnsi" w:hAnsiTheme="majorHAnsi" w:cstheme="majorHAnsi"/>
                <w:sz w:val="22"/>
                <w:szCs w:val="22"/>
              </w:rPr>
            </w:pPr>
            <w:r w:rsidRPr="001079F0">
              <w:rPr>
                <w:rFonts w:asciiTheme="majorHAnsi" w:hAnsiTheme="majorHAnsi" w:cstheme="majorHAnsi"/>
                <w:sz w:val="22"/>
                <w:szCs w:val="22"/>
              </w:rPr>
              <w:t>N° registre commerce et sociétés (RCS)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22B3F347" w14:textId="77777777" w:rsidR="00A81F8D" w:rsidRPr="001079F0" w:rsidRDefault="00A81F8D" w:rsidP="00B60E3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C88AA68" w14:textId="77777777" w:rsidR="00A81F8D" w:rsidRPr="001079F0" w:rsidRDefault="00A81F8D" w:rsidP="00B60E34">
            <w:pPr>
              <w:pStyle w:val="Standard"/>
              <w:contextualSpacing/>
              <w:jc w:val="center"/>
              <w:rPr>
                <w:rFonts w:asciiTheme="majorHAnsi" w:hAnsiTheme="majorHAnsi" w:cstheme="majorHAnsi"/>
                <w:sz w:val="22"/>
                <w:szCs w:val="22"/>
              </w:rPr>
            </w:pPr>
          </w:p>
        </w:tc>
      </w:tr>
      <w:tr w:rsidR="00A81F8D" w:rsidRPr="001079F0" w14:paraId="75A7FBCB" w14:textId="77777777" w:rsidTr="00BA569A">
        <w:trPr>
          <w:jc w:val="center"/>
        </w:trPr>
        <w:tc>
          <w:tcPr>
            <w:tcW w:w="10206" w:type="dxa"/>
            <w:gridSpan w:val="3"/>
            <w:tcBorders>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20FBC457" w14:textId="77777777" w:rsidR="00A81F8D" w:rsidRPr="001079F0" w:rsidRDefault="00A81F8D" w:rsidP="00B60E3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Correspondance marché public : Coordonnées de la personne en charge de l'offre</w:t>
            </w:r>
          </w:p>
        </w:tc>
      </w:tr>
      <w:tr w:rsidR="00A81F8D" w:rsidRPr="001079F0" w14:paraId="5EC005E0" w14:textId="77777777" w:rsidTr="00BA569A">
        <w:trPr>
          <w:trHeight w:val="44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87391CF" w14:textId="77777777" w:rsidR="00A81F8D" w:rsidRPr="001079F0" w:rsidRDefault="00A81F8D"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 Prénom</w:t>
            </w:r>
            <w:r>
              <w:rPr>
                <w:rFonts w:asciiTheme="majorHAnsi" w:hAnsiTheme="majorHAnsi" w:cstheme="majorHAnsi"/>
                <w:sz w:val="22"/>
                <w:szCs w:val="22"/>
              </w:rPr>
              <w:t>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4AD7DCE" w14:textId="77777777" w:rsidR="00A81F8D" w:rsidRPr="001079F0" w:rsidRDefault="00A81F8D" w:rsidP="00B60E34">
            <w:pPr>
              <w:pStyle w:val="Standard"/>
              <w:contextualSpacing/>
              <w:jc w:val="center"/>
              <w:rPr>
                <w:rFonts w:asciiTheme="majorHAnsi" w:hAnsiTheme="majorHAnsi" w:cstheme="majorHAnsi"/>
                <w:sz w:val="22"/>
                <w:szCs w:val="22"/>
              </w:rPr>
            </w:pPr>
          </w:p>
        </w:tc>
      </w:tr>
      <w:tr w:rsidR="00A81F8D" w:rsidRPr="001079F0" w14:paraId="603BD0C0" w14:textId="77777777" w:rsidTr="00BA569A">
        <w:trPr>
          <w:trHeight w:val="468"/>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7AE4B81" w14:textId="77777777" w:rsidR="00A81F8D" w:rsidRPr="001079F0" w:rsidRDefault="00A81F8D"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Téléphone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4934145" w14:textId="77777777" w:rsidR="00A81F8D" w:rsidRPr="001079F0" w:rsidRDefault="00A81F8D" w:rsidP="00B60E34">
            <w:pPr>
              <w:pStyle w:val="Standard"/>
              <w:contextualSpacing/>
              <w:jc w:val="center"/>
              <w:rPr>
                <w:rFonts w:asciiTheme="majorHAnsi" w:hAnsiTheme="majorHAnsi" w:cstheme="majorHAnsi"/>
                <w:sz w:val="22"/>
                <w:szCs w:val="22"/>
              </w:rPr>
            </w:pPr>
          </w:p>
        </w:tc>
      </w:tr>
      <w:tr w:rsidR="00A81F8D" w:rsidRPr="001079F0" w14:paraId="03C168EA" w14:textId="77777777" w:rsidTr="00BA569A">
        <w:trPr>
          <w:trHeight w:val="462"/>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1C44A09" w14:textId="77777777" w:rsidR="00A81F8D" w:rsidRPr="001079F0" w:rsidRDefault="00A81F8D"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Mail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25937E1" w14:textId="77777777" w:rsidR="00A81F8D" w:rsidRPr="001079F0" w:rsidRDefault="00A81F8D" w:rsidP="00B60E34">
            <w:pPr>
              <w:pStyle w:val="Standard"/>
              <w:contextualSpacing/>
              <w:jc w:val="center"/>
              <w:rPr>
                <w:rFonts w:asciiTheme="majorHAnsi" w:hAnsiTheme="majorHAnsi" w:cstheme="majorHAnsi"/>
                <w:sz w:val="22"/>
                <w:szCs w:val="22"/>
              </w:rPr>
            </w:pPr>
          </w:p>
        </w:tc>
      </w:tr>
    </w:tbl>
    <w:p w14:paraId="2DE298FF" w14:textId="77777777" w:rsidR="00A81F8D" w:rsidRDefault="00A81F8D" w:rsidP="00B60E34">
      <w:pPr>
        <w:spacing w:before="0" w:after="0" w:line="240" w:lineRule="auto"/>
        <w:contextualSpacing/>
        <w:rPr>
          <w:i/>
          <w:iCs/>
        </w:rPr>
      </w:pPr>
      <w:r>
        <w:rPr>
          <w:i/>
          <w:iCs/>
        </w:rPr>
        <w:t>* En cas de co-assurance, renseigner la compagnie apéritrice et joindre en annexe la présentation des autres compagnies et les modalités de la coassurance</w:t>
      </w:r>
    </w:p>
    <w:p w14:paraId="69144D1E" w14:textId="77777777" w:rsidR="00A81F8D" w:rsidRPr="00372E64" w:rsidRDefault="00A81F8D" w:rsidP="00B60E34">
      <w:pPr>
        <w:spacing w:before="0" w:after="0" w:line="240" w:lineRule="auto"/>
        <w:contextualSpacing/>
        <w:rPr>
          <w:i/>
          <w:iCs/>
        </w:rPr>
      </w:pPr>
    </w:p>
    <w:p w14:paraId="4ADF79F9" w14:textId="77777777" w:rsidR="00A81F8D" w:rsidRPr="001079F0" w:rsidRDefault="00A81F8D" w:rsidP="00B60E34">
      <w:pPr>
        <w:pStyle w:val="Paragraphedeliste"/>
        <w:numPr>
          <w:ilvl w:val="0"/>
          <w:numId w:val="21"/>
        </w:numPr>
        <w:spacing w:before="0" w:after="0" w:line="240" w:lineRule="auto"/>
      </w:pPr>
      <w:r w:rsidRPr="001079F0">
        <w:t>après avoir pris connaissance du présent cahier des charges et des documents qui y sont mentionnés;</w:t>
      </w:r>
    </w:p>
    <w:p w14:paraId="7A572BE1" w14:textId="77777777" w:rsidR="00A81F8D" w:rsidRPr="001079F0" w:rsidRDefault="00A81F8D" w:rsidP="00B60E34">
      <w:pPr>
        <w:pStyle w:val="Paragraphedeliste"/>
        <w:numPr>
          <w:ilvl w:val="0"/>
          <w:numId w:val="21"/>
        </w:numPr>
        <w:spacing w:before="0" w:after="0" w:line="240" w:lineRule="auto"/>
      </w:pPr>
      <w:r w:rsidRPr="001079F0">
        <w:t>et après avoir produit les documents, certificats, attestations ou déclarations exigés aux articles R2143-3 à R2143-16 du Code de la commande publique ;</w:t>
      </w:r>
    </w:p>
    <w:p w14:paraId="7D3B628D" w14:textId="77777777" w:rsidR="00A81F8D" w:rsidRPr="001079F0" w:rsidRDefault="00A81F8D" w:rsidP="00B60E34">
      <w:pPr>
        <w:pStyle w:val="Paragraphedeliste"/>
        <w:numPr>
          <w:ilvl w:val="0"/>
          <w:numId w:val="21"/>
        </w:numPr>
        <w:spacing w:before="0" w:after="0" w:line="240" w:lineRule="auto"/>
      </w:pPr>
      <w:r w:rsidRPr="001079F0">
        <w:t>m’engage, conformément aux stipulations des documents visés ci-dessus, à exécuter les prestations dans les conditions ci-après définies.</w:t>
      </w:r>
    </w:p>
    <w:p w14:paraId="6A40B953" w14:textId="77777777" w:rsidR="00A81F8D" w:rsidRDefault="00A81F8D" w:rsidP="00B60E34">
      <w:pPr>
        <w:spacing w:before="0" w:after="0" w:line="240" w:lineRule="auto"/>
        <w:contextualSpacing/>
      </w:pPr>
    </w:p>
    <w:p w14:paraId="501299F7" w14:textId="77777777" w:rsidR="00A81F8D" w:rsidRPr="00B60E34" w:rsidRDefault="00A81F8D" w:rsidP="00B60E34">
      <w:pPr>
        <w:spacing w:before="0" w:after="0" w:line="240" w:lineRule="auto"/>
        <w:contextualSpacing/>
      </w:pPr>
      <w:r w:rsidRPr="001079F0">
        <w:t>L'offre ainsi présentée ne me lie toutefois que si son acceptation m'est notifiée dans un délai de 180 jours à compter de la date de remise des offres fixée par le règlement de la consultation.</w:t>
      </w:r>
    </w:p>
    <w:p w14:paraId="74A97963" w14:textId="77777777" w:rsidR="00A81F8D" w:rsidRDefault="00A81F8D" w:rsidP="00B60E34">
      <w:pPr>
        <w:pStyle w:val="Titre2"/>
        <w:spacing w:before="0" w:line="240" w:lineRule="auto"/>
        <w:ind w:left="0"/>
        <w:contextualSpacing/>
        <w:rPr>
          <w:color w:val="auto"/>
          <w:u w:val="single"/>
        </w:rPr>
      </w:pPr>
      <w:r w:rsidRPr="007956AD">
        <w:rPr>
          <w:color w:val="auto"/>
          <w:u w:val="single"/>
        </w:rPr>
        <w:lastRenderedPageBreak/>
        <w:t>Article 2 – Durée du marché et délai d’exécution</w:t>
      </w:r>
    </w:p>
    <w:p w14:paraId="106AEFA3" w14:textId="77777777" w:rsidR="00A81F8D" w:rsidRDefault="00A81F8D" w:rsidP="00B60E34">
      <w:pPr>
        <w:pStyle w:val="Paragraphedeliste"/>
        <w:spacing w:before="0" w:after="0" w:line="240" w:lineRule="auto"/>
      </w:pPr>
    </w:p>
    <w:p w14:paraId="7177EAC5" w14:textId="77777777" w:rsidR="00A81F8D" w:rsidRPr="00B60E34" w:rsidRDefault="00A81F8D" w:rsidP="00B60E34">
      <w:pPr>
        <w:pStyle w:val="Paragraphedeliste"/>
        <w:numPr>
          <w:ilvl w:val="0"/>
          <w:numId w:val="20"/>
        </w:numPr>
        <w:spacing w:before="0" w:after="0" w:line="240" w:lineRule="auto"/>
      </w:pPr>
      <w:r w:rsidRPr="001079F0">
        <w:t xml:space="preserve"> </w:t>
      </w:r>
      <w:r w:rsidRPr="007A7303">
        <w:rPr>
          <w:rFonts w:ascii="Century Gothic" w:hAnsi="Century Gothic"/>
          <w:sz w:val="24"/>
          <w:szCs w:val="24"/>
        </w:rPr>
        <w:t>Durée de validité du marché</w:t>
      </w:r>
    </w:p>
    <w:p w14:paraId="20768E5D" w14:textId="77777777" w:rsidR="00A81F8D" w:rsidRPr="007A7303" w:rsidRDefault="00A81F8D" w:rsidP="00B60E34">
      <w:pPr>
        <w:pStyle w:val="Paragraphedeliste"/>
        <w:spacing w:before="0" w:after="0" w:line="240" w:lineRule="auto"/>
      </w:pPr>
    </w:p>
    <w:p w14:paraId="7F4056EE" w14:textId="77777777" w:rsidR="00A81F8D" w:rsidRPr="007A7303" w:rsidRDefault="00A81F8D" w:rsidP="00B60E34">
      <w:pPr>
        <w:spacing w:before="0" w:after="0" w:line="240" w:lineRule="auto"/>
        <w:contextualSpacing/>
      </w:pPr>
      <w:r w:rsidRPr="007A7303">
        <w:t xml:space="preserve">Durée de marché : </w:t>
      </w:r>
      <w:r>
        <w:rPr>
          <w:noProof/>
        </w:rPr>
        <w:t>4 ans</w:t>
      </w:r>
    </w:p>
    <w:p w14:paraId="6253DDCC" w14:textId="77777777" w:rsidR="00A81F8D" w:rsidRPr="007A7303" w:rsidRDefault="00A81F8D" w:rsidP="00B60E34">
      <w:pPr>
        <w:spacing w:before="0" w:after="0" w:line="240" w:lineRule="auto"/>
        <w:contextualSpacing/>
      </w:pPr>
      <w:r w:rsidRPr="007A7303">
        <w:t xml:space="preserve">Date d’effet : </w:t>
      </w:r>
      <w:r>
        <w:rPr>
          <w:noProof/>
        </w:rPr>
        <w:t>01/01/2026</w:t>
      </w:r>
    </w:p>
    <w:p w14:paraId="4670C655" w14:textId="77777777" w:rsidR="00A81F8D" w:rsidRDefault="00A81F8D" w:rsidP="00B60E34">
      <w:pPr>
        <w:spacing w:before="0" w:after="0" w:line="240" w:lineRule="auto"/>
        <w:contextualSpacing/>
      </w:pPr>
      <w:r w:rsidRPr="007A7303">
        <w:t xml:space="preserve">Fin de marché : </w:t>
      </w:r>
      <w:r>
        <w:rPr>
          <w:noProof/>
        </w:rPr>
        <w:t>31/12/2029</w:t>
      </w:r>
    </w:p>
    <w:p w14:paraId="6F7581F1" w14:textId="77777777" w:rsidR="00A81F8D" w:rsidRDefault="00A81F8D" w:rsidP="00B60E34">
      <w:pPr>
        <w:spacing w:before="0" w:after="0" w:line="240" w:lineRule="auto"/>
        <w:contextualSpacing/>
      </w:pPr>
    </w:p>
    <w:p w14:paraId="0A06FD4E" w14:textId="1DE389D6" w:rsidR="00A81F8D" w:rsidRDefault="00A81F8D" w:rsidP="00961589">
      <w:pPr>
        <w:spacing w:before="0" w:after="0" w:line="240" w:lineRule="auto"/>
        <w:contextualSpacing/>
      </w:pPr>
      <w:r>
        <w:t>Avec possibilité de résiliation annuelle du contrat par les deux parties sous respect du préavis de 6 mois avant l'échéance annuelle.</w:t>
      </w:r>
    </w:p>
    <w:p w14:paraId="5CCBDB90" w14:textId="77777777" w:rsidR="00A81F8D" w:rsidRPr="001079F0" w:rsidRDefault="00A81F8D" w:rsidP="00B60E34">
      <w:pPr>
        <w:spacing w:before="0" w:after="0" w:line="240" w:lineRule="auto"/>
        <w:contextualSpacing/>
      </w:pPr>
    </w:p>
    <w:p w14:paraId="13B2FA28" w14:textId="77777777" w:rsidR="00A81F8D" w:rsidRPr="00B60E34" w:rsidRDefault="00A81F8D" w:rsidP="00B60E34">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Délai d’exécution</w:t>
      </w:r>
    </w:p>
    <w:p w14:paraId="54339803" w14:textId="77777777" w:rsidR="00A81F8D" w:rsidRPr="001079F0" w:rsidRDefault="00A81F8D" w:rsidP="00B60E34">
      <w:pPr>
        <w:pStyle w:val="Paragraphedeliste"/>
        <w:spacing w:before="0" w:after="0" w:line="240" w:lineRule="auto"/>
      </w:pPr>
    </w:p>
    <w:p w14:paraId="5A5B8FDE" w14:textId="77777777" w:rsidR="00A81F8D" w:rsidRPr="001079F0" w:rsidRDefault="00A81F8D" w:rsidP="00A13F5C">
      <w:pPr>
        <w:spacing w:before="0" w:after="0" w:line="240" w:lineRule="auto"/>
        <w:contextualSpacing/>
      </w:pPr>
      <w:r w:rsidRPr="001079F0">
        <w:t xml:space="preserve">Le délai d’exécution </w:t>
      </w:r>
      <w:r>
        <w:t>débute à</w:t>
      </w:r>
      <w:r w:rsidRPr="001079F0">
        <w:t xml:space="preserve"> la date d’effet du contrat</w:t>
      </w:r>
      <w:r>
        <w:t>.</w:t>
      </w:r>
    </w:p>
    <w:p w14:paraId="56C84D4B" w14:textId="77777777" w:rsidR="00F41F61" w:rsidRDefault="00F41F61" w:rsidP="00F41F61">
      <w:pPr>
        <w:spacing w:before="0" w:after="0" w:line="240" w:lineRule="auto"/>
        <w:rPr>
          <w:sz w:val="20"/>
          <w:szCs w:val="20"/>
          <w:u w:val="single"/>
        </w:rPr>
      </w:pPr>
    </w:p>
    <w:p w14:paraId="7187D3E7" w14:textId="3AB1EC70" w:rsidR="00F41F61" w:rsidRPr="005B2EC7" w:rsidRDefault="00F41F61" w:rsidP="00F41F61">
      <w:pPr>
        <w:spacing w:before="0" w:after="0" w:line="240" w:lineRule="auto"/>
        <w:rPr>
          <w:sz w:val="20"/>
          <w:szCs w:val="20"/>
        </w:rPr>
      </w:pPr>
      <w:r w:rsidRPr="005B2EC7">
        <w:rPr>
          <w:sz w:val="20"/>
          <w:szCs w:val="20"/>
          <w:u w:val="single"/>
        </w:rPr>
        <w:t>Nota :</w:t>
      </w:r>
      <w:r w:rsidRPr="005B2EC7">
        <w:rPr>
          <w:sz w:val="20"/>
          <w:szCs w:val="20"/>
        </w:rPr>
        <w:t xml:space="preserve"> Considérations environnementales</w:t>
      </w:r>
    </w:p>
    <w:p w14:paraId="02D947E6" w14:textId="77777777" w:rsidR="00F41F61" w:rsidRPr="005B2EC7" w:rsidRDefault="00F41F61" w:rsidP="00F41F61">
      <w:pPr>
        <w:spacing w:before="0" w:after="0" w:line="240" w:lineRule="auto"/>
        <w:contextualSpacing/>
        <w:rPr>
          <w:sz w:val="20"/>
          <w:szCs w:val="20"/>
        </w:rPr>
      </w:pPr>
    </w:p>
    <w:p w14:paraId="64A7E326" w14:textId="77777777" w:rsidR="00F41F61" w:rsidRPr="005B2EC7" w:rsidRDefault="00F41F61" w:rsidP="00F41F61">
      <w:pPr>
        <w:spacing w:before="0" w:after="0" w:line="240" w:lineRule="auto"/>
        <w:contextualSpacing/>
        <w:rPr>
          <w:sz w:val="20"/>
          <w:szCs w:val="20"/>
        </w:rPr>
      </w:pPr>
      <w:r w:rsidRPr="005B2EC7">
        <w:rPr>
          <w:sz w:val="20"/>
          <w:szCs w:val="20"/>
        </w:rPr>
        <w:t>Dans une volonté de protection de l'environnement, il est fait application de l’article L.2112-2 du code de la commande publique en prévoyant des conditions d'exécution des prestations à caractère environnemental.</w:t>
      </w:r>
    </w:p>
    <w:p w14:paraId="17C2032C" w14:textId="77777777" w:rsidR="00F41F61" w:rsidRPr="005B2EC7" w:rsidRDefault="00F41F61" w:rsidP="00F41F61">
      <w:pPr>
        <w:spacing w:before="0" w:after="0" w:line="240" w:lineRule="auto"/>
        <w:contextualSpacing/>
        <w:rPr>
          <w:sz w:val="20"/>
          <w:szCs w:val="20"/>
        </w:rPr>
      </w:pPr>
    </w:p>
    <w:p w14:paraId="09007BB7" w14:textId="77777777" w:rsidR="00F41F61" w:rsidRPr="005B2EC7" w:rsidRDefault="00F41F61" w:rsidP="00F41F61">
      <w:pPr>
        <w:spacing w:before="0" w:after="0" w:line="240" w:lineRule="auto"/>
        <w:contextualSpacing/>
        <w:rPr>
          <w:sz w:val="20"/>
          <w:szCs w:val="20"/>
        </w:rPr>
      </w:pPr>
      <w:r w:rsidRPr="005B2EC7">
        <w:rPr>
          <w:sz w:val="20"/>
          <w:szCs w:val="20"/>
        </w:rPr>
        <w:t>Ainsi, le titulaire doit être force de proposition pour améliorer la performance environnementale des prestations mobilisées. Durant l’exécution des prestations, il s’assure du respect de ces obligations environnementales, sur demande de l’administration, il fournira les éléments de preuve associés sur demande de l’administration.</w:t>
      </w:r>
    </w:p>
    <w:p w14:paraId="7296CEF4" w14:textId="77777777" w:rsidR="00F41F61" w:rsidRPr="005B2EC7" w:rsidRDefault="00F41F61" w:rsidP="00F41F61">
      <w:pPr>
        <w:spacing w:before="0" w:after="0" w:line="240" w:lineRule="auto"/>
        <w:contextualSpacing/>
        <w:rPr>
          <w:sz w:val="20"/>
          <w:szCs w:val="20"/>
        </w:rPr>
      </w:pPr>
    </w:p>
    <w:p w14:paraId="1E8E5EAE" w14:textId="77777777" w:rsidR="00F41F61" w:rsidRPr="005B2EC7" w:rsidRDefault="00F41F61" w:rsidP="00F41F61">
      <w:pPr>
        <w:spacing w:before="0" w:after="0" w:line="240" w:lineRule="auto"/>
        <w:contextualSpacing/>
        <w:rPr>
          <w:sz w:val="20"/>
          <w:szCs w:val="20"/>
        </w:rPr>
      </w:pPr>
      <w:r w:rsidRPr="005B2EC7">
        <w:rPr>
          <w:sz w:val="20"/>
          <w:szCs w:val="20"/>
        </w:rPr>
        <w:t>Il est attendu que le titulaire :</w:t>
      </w:r>
    </w:p>
    <w:p w14:paraId="56D2EC63" w14:textId="77777777" w:rsidR="00F41F61" w:rsidRPr="005B2EC7" w:rsidRDefault="00F41F61" w:rsidP="00F41F61">
      <w:pPr>
        <w:pStyle w:val="Paragraphedeliste"/>
        <w:numPr>
          <w:ilvl w:val="0"/>
          <w:numId w:val="28"/>
        </w:numPr>
        <w:spacing w:before="0" w:after="0" w:line="240" w:lineRule="auto"/>
        <w:rPr>
          <w:sz w:val="20"/>
          <w:szCs w:val="20"/>
        </w:rPr>
      </w:pPr>
      <w:r w:rsidRPr="005B2EC7">
        <w:rPr>
          <w:sz w:val="20"/>
          <w:szCs w:val="20"/>
        </w:rPr>
        <w:t xml:space="preserve">Favorise le travail en distanciel sauf contrainte exceptionnelle imposée par l’Université, et en cas de nécessité, favorise les déplacements en transport vert (vélo, à pieds …) ou transport en commun (exception faite pour les déplacements en avion qui doivent être proscrits). </w:t>
      </w:r>
    </w:p>
    <w:p w14:paraId="74C36E20" w14:textId="77777777" w:rsidR="00F41F61" w:rsidRPr="005B2EC7" w:rsidRDefault="00F41F61" w:rsidP="00F41F61">
      <w:pPr>
        <w:pStyle w:val="Paragraphedeliste"/>
        <w:numPr>
          <w:ilvl w:val="0"/>
          <w:numId w:val="28"/>
        </w:numPr>
        <w:spacing w:before="0" w:after="0" w:line="240" w:lineRule="auto"/>
        <w:rPr>
          <w:sz w:val="20"/>
          <w:szCs w:val="20"/>
        </w:rPr>
      </w:pPr>
      <w:r w:rsidRPr="005B2EC7">
        <w:rPr>
          <w:sz w:val="20"/>
          <w:szCs w:val="20"/>
        </w:rPr>
        <w:t>En cas de nécessité de fourniture de supports papier dans le cadre de l’exécution des prestations, les supports papier seront obligatoirement écoresponsables… papier recyclé, papier éco-labellisé écolabel européen, NF Environnement.</w:t>
      </w:r>
    </w:p>
    <w:p w14:paraId="108E05C8" w14:textId="77777777" w:rsidR="00A81F8D" w:rsidRPr="001079F0" w:rsidRDefault="00A81F8D" w:rsidP="00B60E34">
      <w:pPr>
        <w:spacing w:before="0" w:after="0" w:line="240" w:lineRule="auto"/>
        <w:contextualSpacing/>
      </w:pPr>
    </w:p>
    <w:p w14:paraId="338081DB" w14:textId="77777777" w:rsidR="00A81F8D" w:rsidRDefault="00A81F8D" w:rsidP="00B60E34">
      <w:pPr>
        <w:pStyle w:val="Titre2"/>
        <w:spacing w:before="0" w:line="240" w:lineRule="auto"/>
        <w:ind w:left="0"/>
        <w:contextualSpacing/>
        <w:rPr>
          <w:color w:val="auto"/>
          <w:u w:val="single"/>
        </w:rPr>
      </w:pPr>
      <w:r w:rsidRPr="007956AD">
        <w:rPr>
          <w:color w:val="auto"/>
          <w:u w:val="single"/>
        </w:rPr>
        <w:t>Article 3 – Paiements</w:t>
      </w:r>
    </w:p>
    <w:p w14:paraId="64026AE0" w14:textId="77777777" w:rsidR="00A81F8D" w:rsidRPr="00F41F61" w:rsidRDefault="00A81F8D" w:rsidP="00B60E34">
      <w:pPr>
        <w:spacing w:before="0" w:after="0" w:line="240" w:lineRule="auto"/>
        <w:contextualSpacing/>
        <w:rPr>
          <w:sz w:val="16"/>
          <w:szCs w:val="16"/>
        </w:rPr>
      </w:pPr>
    </w:p>
    <w:p w14:paraId="4BCAF5AE" w14:textId="77777777" w:rsidR="00A81F8D" w:rsidRDefault="00A81F8D" w:rsidP="00B60E34">
      <w:pPr>
        <w:spacing w:before="0" w:after="0" w:line="240" w:lineRule="auto"/>
        <w:contextualSpacing/>
      </w:pPr>
      <w:r w:rsidRPr="001079F0">
        <w:t>Les modalités du règlement des comptes du marché sont spécifiées au cahier des clauses administratives du cahier des charges.</w:t>
      </w:r>
    </w:p>
    <w:p w14:paraId="656825B3" w14:textId="77777777" w:rsidR="00A81F8D" w:rsidRPr="00F41F61" w:rsidRDefault="00A81F8D" w:rsidP="00B60E34">
      <w:pPr>
        <w:spacing w:before="0" w:after="0" w:line="240" w:lineRule="auto"/>
        <w:contextualSpacing/>
        <w:rPr>
          <w:sz w:val="16"/>
          <w:szCs w:val="16"/>
        </w:rPr>
      </w:pPr>
    </w:p>
    <w:tbl>
      <w:tblPr>
        <w:tblStyle w:val="Grilledutableau"/>
        <w:tblW w:w="0" w:type="auto"/>
        <w:tblCellMar>
          <w:top w:w="57" w:type="dxa"/>
          <w:left w:w="57" w:type="dxa"/>
          <w:bottom w:w="57" w:type="dxa"/>
          <w:right w:w="57" w:type="dxa"/>
        </w:tblCellMar>
        <w:tblLook w:val="04A0" w:firstRow="1" w:lastRow="0" w:firstColumn="1" w:lastColumn="0" w:noHBand="0" w:noVBand="1"/>
      </w:tblPr>
      <w:tblGrid>
        <w:gridCol w:w="4814"/>
        <w:gridCol w:w="4814"/>
      </w:tblGrid>
      <w:tr w:rsidR="00A81F8D" w14:paraId="7DD02A4B" w14:textId="77777777" w:rsidTr="00BA569A">
        <w:tc>
          <w:tcPr>
            <w:tcW w:w="9628"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677B3C96" w14:textId="77777777" w:rsidR="00A81F8D" w:rsidRDefault="00A81F8D" w:rsidP="00B60E34">
            <w:pPr>
              <w:spacing w:before="0"/>
              <w:contextualSpacing/>
              <w:jc w:val="left"/>
              <w:rPr>
                <w:rFonts w:asciiTheme="minorHAnsi" w:hAnsiTheme="minorHAnsi" w:cstheme="minorHAnsi"/>
              </w:rPr>
            </w:pPr>
            <w:r>
              <w:rPr>
                <w:rFonts w:asciiTheme="minorHAnsi" w:hAnsiTheme="minorHAnsi" w:cstheme="minorHAnsi"/>
              </w:rPr>
              <w:t>La personne publique se libérera des sommes dues au titre du présent marché en en faisant porter le montant au crédit :</w:t>
            </w:r>
          </w:p>
        </w:tc>
      </w:tr>
      <w:tr w:rsidR="00A81F8D" w14:paraId="3D37D019"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5F37D5A" w14:textId="77777777" w:rsidR="00A81F8D" w:rsidRDefault="00A81F8D" w:rsidP="00B60E34">
            <w:pPr>
              <w:spacing w:before="0"/>
              <w:contextualSpacing/>
              <w:jc w:val="left"/>
              <w:rPr>
                <w:rFonts w:asciiTheme="minorHAnsi" w:hAnsiTheme="minorHAnsi" w:cstheme="minorHAnsi"/>
              </w:rPr>
            </w:pPr>
            <w:r>
              <w:rPr>
                <w:rFonts w:asciiTheme="minorHAnsi" w:hAnsiTheme="minorHAnsi" w:cstheme="minorHAnsi"/>
              </w:rPr>
              <w:t>Du compte ouvert au nom de :</w:t>
            </w:r>
          </w:p>
        </w:tc>
        <w:tc>
          <w:tcPr>
            <w:tcW w:w="4814" w:type="dxa"/>
            <w:tcBorders>
              <w:top w:val="single" w:sz="4" w:space="0" w:color="auto"/>
              <w:left w:val="single" w:sz="4" w:space="0" w:color="auto"/>
              <w:bottom w:val="single" w:sz="4" w:space="0" w:color="auto"/>
              <w:right w:val="single" w:sz="4" w:space="0" w:color="auto"/>
            </w:tcBorders>
            <w:vAlign w:val="center"/>
          </w:tcPr>
          <w:p w14:paraId="591CB425" w14:textId="77777777" w:rsidR="00A81F8D" w:rsidRDefault="00A81F8D" w:rsidP="00B60E34">
            <w:pPr>
              <w:spacing w:before="0"/>
              <w:contextualSpacing/>
              <w:jc w:val="left"/>
            </w:pPr>
          </w:p>
        </w:tc>
      </w:tr>
      <w:tr w:rsidR="00A81F8D" w14:paraId="0FFCEC76"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1373510" w14:textId="77777777" w:rsidR="00A81F8D" w:rsidRDefault="00A81F8D" w:rsidP="00B60E34">
            <w:pPr>
              <w:spacing w:before="0"/>
              <w:contextualSpacing/>
              <w:jc w:val="left"/>
              <w:rPr>
                <w:rFonts w:asciiTheme="minorHAnsi" w:hAnsiTheme="minorHAnsi" w:cstheme="minorHAnsi"/>
              </w:rPr>
            </w:pPr>
            <w:r>
              <w:rPr>
                <w:rFonts w:asciiTheme="minorHAnsi" w:hAnsiTheme="minorHAnsi" w:cstheme="minorHAnsi"/>
              </w:rPr>
              <w:t>Désignation du compte à créditer (joindre un RIB) :</w:t>
            </w:r>
          </w:p>
        </w:tc>
        <w:tc>
          <w:tcPr>
            <w:tcW w:w="4814" w:type="dxa"/>
            <w:tcBorders>
              <w:top w:val="single" w:sz="4" w:space="0" w:color="auto"/>
              <w:left w:val="single" w:sz="4" w:space="0" w:color="auto"/>
              <w:bottom w:val="single" w:sz="4" w:space="0" w:color="auto"/>
              <w:right w:val="single" w:sz="4" w:space="0" w:color="auto"/>
            </w:tcBorders>
            <w:vAlign w:val="center"/>
          </w:tcPr>
          <w:p w14:paraId="5DFB6274" w14:textId="77777777" w:rsidR="00A81F8D" w:rsidRDefault="00A81F8D" w:rsidP="00B60E34">
            <w:pPr>
              <w:spacing w:before="0"/>
              <w:contextualSpacing/>
              <w:jc w:val="left"/>
            </w:pPr>
          </w:p>
        </w:tc>
      </w:tr>
      <w:tr w:rsidR="00A81F8D" w14:paraId="2C987E69"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508290E" w14:textId="77777777" w:rsidR="00A81F8D" w:rsidRDefault="00A81F8D" w:rsidP="00B60E34">
            <w:pPr>
              <w:spacing w:before="0"/>
              <w:contextualSpacing/>
              <w:jc w:val="left"/>
              <w:rPr>
                <w:rFonts w:asciiTheme="minorHAnsi" w:hAnsiTheme="minorHAnsi" w:cstheme="minorHAnsi"/>
              </w:rPr>
            </w:pPr>
            <w:r>
              <w:rPr>
                <w:rFonts w:asciiTheme="minorHAnsi" w:hAnsiTheme="minorHAnsi" w:cstheme="minorHAnsi"/>
              </w:rPr>
              <w:t>Établissement (libellé en toutes lettres) :</w:t>
            </w:r>
          </w:p>
        </w:tc>
        <w:tc>
          <w:tcPr>
            <w:tcW w:w="4814" w:type="dxa"/>
            <w:tcBorders>
              <w:top w:val="single" w:sz="4" w:space="0" w:color="auto"/>
              <w:left w:val="single" w:sz="4" w:space="0" w:color="auto"/>
              <w:bottom w:val="single" w:sz="4" w:space="0" w:color="auto"/>
              <w:right w:val="single" w:sz="4" w:space="0" w:color="auto"/>
            </w:tcBorders>
            <w:vAlign w:val="center"/>
          </w:tcPr>
          <w:p w14:paraId="551BF525" w14:textId="77777777" w:rsidR="00A81F8D" w:rsidRDefault="00A81F8D" w:rsidP="00B60E34">
            <w:pPr>
              <w:spacing w:before="0"/>
              <w:contextualSpacing/>
              <w:jc w:val="left"/>
            </w:pPr>
          </w:p>
        </w:tc>
      </w:tr>
      <w:tr w:rsidR="00A81F8D" w14:paraId="18645C60"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136402F" w14:textId="77777777" w:rsidR="00A81F8D" w:rsidRDefault="00A81F8D" w:rsidP="00B60E34">
            <w:pPr>
              <w:spacing w:before="0"/>
              <w:contextualSpacing/>
              <w:jc w:val="left"/>
              <w:rPr>
                <w:rFonts w:asciiTheme="minorHAnsi" w:hAnsiTheme="minorHAnsi" w:cstheme="minorHAnsi"/>
              </w:rPr>
            </w:pPr>
            <w:r>
              <w:rPr>
                <w:rFonts w:asciiTheme="minorHAnsi" w:hAnsiTheme="minorHAnsi" w:cstheme="minorHAnsi"/>
              </w:rPr>
              <w:t>Adresse :</w:t>
            </w:r>
          </w:p>
        </w:tc>
        <w:tc>
          <w:tcPr>
            <w:tcW w:w="4814" w:type="dxa"/>
            <w:tcBorders>
              <w:top w:val="single" w:sz="4" w:space="0" w:color="auto"/>
              <w:left w:val="single" w:sz="4" w:space="0" w:color="auto"/>
              <w:bottom w:val="single" w:sz="4" w:space="0" w:color="auto"/>
              <w:right w:val="single" w:sz="4" w:space="0" w:color="auto"/>
            </w:tcBorders>
            <w:vAlign w:val="center"/>
          </w:tcPr>
          <w:p w14:paraId="49493433" w14:textId="77777777" w:rsidR="00A81F8D" w:rsidRDefault="00A81F8D" w:rsidP="00B60E34">
            <w:pPr>
              <w:spacing w:before="0"/>
              <w:contextualSpacing/>
              <w:jc w:val="left"/>
            </w:pPr>
          </w:p>
        </w:tc>
      </w:tr>
      <w:tr w:rsidR="00A81F8D" w14:paraId="309D8737"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D388C2A" w14:textId="77777777" w:rsidR="00A81F8D" w:rsidRDefault="00A81F8D" w:rsidP="00B60E34">
            <w:pPr>
              <w:spacing w:before="0"/>
              <w:contextualSpacing/>
              <w:jc w:val="left"/>
              <w:rPr>
                <w:rFonts w:asciiTheme="minorHAnsi" w:hAnsiTheme="minorHAnsi" w:cstheme="minorHAnsi"/>
              </w:rPr>
            </w:pPr>
            <w:r>
              <w:rPr>
                <w:rFonts w:asciiTheme="minorHAnsi" w:hAnsiTheme="minorHAnsi" w:cstheme="minorHAnsi"/>
              </w:rPr>
              <w:t>IBAN :</w:t>
            </w:r>
          </w:p>
        </w:tc>
        <w:tc>
          <w:tcPr>
            <w:tcW w:w="4814" w:type="dxa"/>
            <w:tcBorders>
              <w:top w:val="single" w:sz="4" w:space="0" w:color="auto"/>
              <w:left w:val="single" w:sz="4" w:space="0" w:color="auto"/>
              <w:bottom w:val="single" w:sz="4" w:space="0" w:color="auto"/>
              <w:right w:val="single" w:sz="4" w:space="0" w:color="auto"/>
            </w:tcBorders>
            <w:vAlign w:val="center"/>
          </w:tcPr>
          <w:p w14:paraId="5D66176D" w14:textId="77777777" w:rsidR="00A81F8D" w:rsidRDefault="00A81F8D" w:rsidP="00B60E34">
            <w:pPr>
              <w:spacing w:before="0"/>
              <w:contextualSpacing/>
              <w:jc w:val="left"/>
            </w:pPr>
          </w:p>
        </w:tc>
      </w:tr>
      <w:tr w:rsidR="00A81F8D" w14:paraId="29E6F712"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65921EC" w14:textId="77777777" w:rsidR="00A81F8D" w:rsidRDefault="00A81F8D" w:rsidP="00B60E34">
            <w:pPr>
              <w:spacing w:before="0"/>
              <w:contextualSpacing/>
              <w:jc w:val="left"/>
              <w:rPr>
                <w:rFonts w:asciiTheme="minorHAnsi" w:hAnsiTheme="minorHAnsi" w:cstheme="minorHAnsi"/>
              </w:rPr>
            </w:pPr>
            <w:r>
              <w:rPr>
                <w:rFonts w:asciiTheme="minorHAnsi" w:hAnsiTheme="minorHAnsi" w:cstheme="minorHAnsi"/>
              </w:rPr>
              <w:t>BIC :</w:t>
            </w:r>
          </w:p>
        </w:tc>
        <w:tc>
          <w:tcPr>
            <w:tcW w:w="4814" w:type="dxa"/>
            <w:tcBorders>
              <w:top w:val="single" w:sz="4" w:space="0" w:color="auto"/>
              <w:left w:val="single" w:sz="4" w:space="0" w:color="auto"/>
              <w:bottom w:val="single" w:sz="4" w:space="0" w:color="auto"/>
              <w:right w:val="single" w:sz="4" w:space="0" w:color="auto"/>
            </w:tcBorders>
            <w:vAlign w:val="center"/>
          </w:tcPr>
          <w:p w14:paraId="44772583" w14:textId="77777777" w:rsidR="00A81F8D" w:rsidRDefault="00A81F8D" w:rsidP="00B60E34">
            <w:pPr>
              <w:spacing w:before="0"/>
              <w:contextualSpacing/>
              <w:jc w:val="left"/>
            </w:pPr>
          </w:p>
        </w:tc>
      </w:tr>
    </w:tbl>
    <w:p w14:paraId="58A57D99" w14:textId="77777777" w:rsidR="00F41F61" w:rsidRDefault="00F41F61" w:rsidP="00F41F61">
      <w:pPr>
        <w:spacing w:before="0" w:after="0" w:line="240" w:lineRule="auto"/>
        <w:contextualSpacing/>
      </w:pPr>
    </w:p>
    <w:p w14:paraId="00F30D0E" w14:textId="7D664D04" w:rsidR="00A81F8D" w:rsidRPr="001079F0" w:rsidRDefault="00A81F8D" w:rsidP="00F41F61">
      <w:pPr>
        <w:spacing w:before="0" w:after="0" w:line="240" w:lineRule="auto"/>
        <w:contextualSpacing/>
      </w:pPr>
      <w:r w:rsidRPr="001079F0">
        <w:t>Toutefois, la personne publique se libérera des sommes dues aux sous- traitants payés directement en en faisant porter les montants au crédit des comptes désignés dans les annexes, les avenants ou les actes spéciaux.</w:t>
      </w:r>
      <w:r w:rsidRPr="001079F0">
        <w:br w:type="page"/>
      </w:r>
    </w:p>
    <w:p w14:paraId="07487B60" w14:textId="77777777" w:rsidR="00A81F8D" w:rsidRDefault="00A81F8D" w:rsidP="00B60E34">
      <w:pPr>
        <w:pStyle w:val="Titre2"/>
        <w:spacing w:before="0" w:line="240" w:lineRule="auto"/>
        <w:ind w:left="0"/>
        <w:contextualSpacing/>
        <w:rPr>
          <w:color w:val="auto"/>
          <w:u w:val="single"/>
        </w:rPr>
      </w:pPr>
      <w:r w:rsidRPr="007956AD">
        <w:rPr>
          <w:color w:val="auto"/>
          <w:u w:val="single"/>
        </w:rPr>
        <w:lastRenderedPageBreak/>
        <w:t xml:space="preserve">Article 4 – Tarification </w:t>
      </w:r>
    </w:p>
    <w:p w14:paraId="02B1C894" w14:textId="77777777" w:rsidR="00A81F8D" w:rsidRDefault="00A81F8D" w:rsidP="00B60E34">
      <w:pPr>
        <w:spacing w:before="0" w:after="0" w:line="240" w:lineRule="auto"/>
        <w:contextualSpacing/>
      </w:pPr>
    </w:p>
    <w:p w14:paraId="7968854E" w14:textId="77777777" w:rsidR="00A81F8D" w:rsidRPr="00B60E34" w:rsidRDefault="00A81F8D" w:rsidP="00B60E34">
      <w:pPr>
        <w:spacing w:before="0" w:after="0" w:line="240" w:lineRule="auto"/>
        <w:contextualSpacing/>
      </w:pPr>
    </w:p>
    <w:p w14:paraId="39CEF7FD" w14:textId="77777777" w:rsidR="00A81F8D" w:rsidRDefault="00A81F8D" w:rsidP="00B60E34">
      <w:pPr>
        <w:pStyle w:val="Paragraphedeliste"/>
        <w:numPr>
          <w:ilvl w:val="0"/>
          <w:numId w:val="20"/>
        </w:numPr>
        <w:spacing w:before="0" w:after="0" w:line="240" w:lineRule="auto"/>
        <w:rPr>
          <w:rFonts w:ascii="Century Gothic" w:hAnsi="Century Gothic"/>
          <w:sz w:val="24"/>
          <w:szCs w:val="24"/>
        </w:rPr>
      </w:pPr>
      <w:r w:rsidRPr="00714A12">
        <w:rPr>
          <w:rFonts w:ascii="Century Gothic" w:hAnsi="Century Gothic"/>
          <w:sz w:val="24"/>
          <w:szCs w:val="24"/>
        </w:rPr>
        <w:t>Assurance « </w:t>
      </w:r>
      <w:r>
        <w:rPr>
          <w:rFonts w:ascii="Century Gothic" w:hAnsi="Century Gothic"/>
          <w:sz w:val="24"/>
          <w:szCs w:val="24"/>
        </w:rPr>
        <w:t>PROTECTION JURIDIQUE</w:t>
      </w:r>
      <w:r w:rsidRPr="00714A12">
        <w:rPr>
          <w:rFonts w:ascii="Century Gothic" w:hAnsi="Century Gothic"/>
          <w:sz w:val="24"/>
          <w:szCs w:val="24"/>
        </w:rPr>
        <w:t> »</w:t>
      </w:r>
    </w:p>
    <w:p w14:paraId="540C7468" w14:textId="77777777" w:rsidR="00A81F8D" w:rsidRPr="00714A12" w:rsidRDefault="00A81F8D" w:rsidP="00B60E34">
      <w:pPr>
        <w:pStyle w:val="Paragraphedeliste"/>
        <w:spacing w:before="0" w:after="0" w:line="240" w:lineRule="auto"/>
        <w:rPr>
          <w:rFonts w:ascii="Century Gothic" w:hAnsi="Century Gothic"/>
          <w:sz w:val="24"/>
          <w:szCs w:val="24"/>
        </w:rPr>
      </w:pPr>
    </w:p>
    <w:p w14:paraId="7CDAAF44" w14:textId="77777777" w:rsidR="00A81F8D" w:rsidRPr="001079F0" w:rsidRDefault="00A81F8D" w:rsidP="00B60E34">
      <w:pPr>
        <w:spacing w:before="0" w:after="0" w:line="240" w:lineRule="auto"/>
        <w:contextualSpacing/>
      </w:pPr>
    </w:p>
    <w:tbl>
      <w:tblPr>
        <w:tblStyle w:val="Grilledutableau"/>
        <w:tblW w:w="0" w:type="auto"/>
        <w:tblLook w:val="04A0" w:firstRow="1" w:lastRow="0" w:firstColumn="1" w:lastColumn="0" w:noHBand="0" w:noVBand="1"/>
      </w:tblPr>
      <w:tblGrid>
        <w:gridCol w:w="4746"/>
        <w:gridCol w:w="4747"/>
      </w:tblGrid>
      <w:tr w:rsidR="00A81F8D" w:rsidRPr="001079F0" w14:paraId="27AB8581" w14:textId="77777777" w:rsidTr="00AA5A9B">
        <w:tc>
          <w:tcPr>
            <w:tcW w:w="4746" w:type="dxa"/>
            <w:shd w:val="clear" w:color="auto" w:fill="D9E2F3" w:themeFill="accent1" w:themeFillTint="33"/>
            <w:vAlign w:val="center"/>
          </w:tcPr>
          <w:p w14:paraId="6C82BCB6" w14:textId="77777777" w:rsidR="00A81F8D" w:rsidRPr="00714A12" w:rsidRDefault="00A81F8D" w:rsidP="00B60E34">
            <w:pPr>
              <w:spacing w:before="0"/>
              <w:contextualSpacing/>
              <w:jc w:val="center"/>
              <w:rPr>
                <w:rFonts w:asciiTheme="majorHAnsi" w:hAnsiTheme="majorHAnsi" w:cstheme="majorHAnsi"/>
              </w:rPr>
            </w:pPr>
          </w:p>
        </w:tc>
        <w:tc>
          <w:tcPr>
            <w:tcW w:w="4747" w:type="dxa"/>
            <w:shd w:val="clear" w:color="auto" w:fill="D9E2F3" w:themeFill="accent1" w:themeFillTint="33"/>
            <w:vAlign w:val="center"/>
          </w:tcPr>
          <w:p w14:paraId="6E8E7971" w14:textId="77777777" w:rsidR="00A81F8D" w:rsidRPr="00714A12" w:rsidRDefault="00A81F8D" w:rsidP="00B60E34">
            <w:pPr>
              <w:pStyle w:val="NormalWeb"/>
              <w:spacing w:before="0" w:beforeAutospacing="0" w:after="0"/>
              <w:contextualSpacing/>
              <w:jc w:val="center"/>
              <w:rPr>
                <w:rFonts w:asciiTheme="majorHAnsi" w:hAnsiTheme="majorHAnsi" w:cstheme="majorHAnsi"/>
                <w:sz w:val="22"/>
                <w:szCs w:val="22"/>
              </w:rPr>
            </w:pPr>
            <w:r w:rsidRPr="00714A12">
              <w:rPr>
                <w:rFonts w:asciiTheme="majorHAnsi" w:hAnsiTheme="majorHAnsi" w:cstheme="majorHAnsi"/>
                <w:b/>
                <w:bCs/>
                <w:sz w:val="22"/>
                <w:szCs w:val="22"/>
              </w:rPr>
              <w:t>OFFRE DE BASE</w:t>
            </w:r>
          </w:p>
          <w:p w14:paraId="6AD5D078" w14:textId="77777777" w:rsidR="00A81F8D" w:rsidRPr="00714A12" w:rsidRDefault="00A81F8D" w:rsidP="00B60E34">
            <w:pPr>
              <w:spacing w:before="0"/>
              <w:contextualSpacing/>
              <w:jc w:val="center"/>
              <w:rPr>
                <w:rFonts w:asciiTheme="majorHAnsi" w:hAnsiTheme="majorHAnsi" w:cstheme="majorHAnsi"/>
              </w:rPr>
            </w:pPr>
            <w:r w:rsidRPr="00AC3A03">
              <w:rPr>
                <w:rFonts w:asciiTheme="majorHAnsi" w:hAnsiTheme="majorHAnsi" w:cstheme="majorHAnsi"/>
                <w:noProof/>
              </w:rPr>
              <w:t>Seuil d'intervention 500€</w:t>
            </w:r>
          </w:p>
        </w:tc>
      </w:tr>
      <w:tr w:rsidR="00A81F8D" w:rsidRPr="001079F0" w14:paraId="441E6F98" w14:textId="77777777" w:rsidTr="00AA5A9B">
        <w:trPr>
          <w:trHeight w:val="606"/>
        </w:trPr>
        <w:tc>
          <w:tcPr>
            <w:tcW w:w="4746" w:type="dxa"/>
            <w:shd w:val="clear" w:color="auto" w:fill="D9E2F3" w:themeFill="accent1" w:themeFillTint="33"/>
            <w:vAlign w:val="center"/>
          </w:tcPr>
          <w:p w14:paraId="7A2D6DB7" w14:textId="77777777" w:rsidR="00A81F8D" w:rsidRPr="00714A12" w:rsidRDefault="00A81F8D" w:rsidP="00B60E34">
            <w:pPr>
              <w:spacing w:before="0"/>
              <w:contextualSpacing/>
              <w:jc w:val="center"/>
              <w:rPr>
                <w:rFonts w:asciiTheme="majorHAnsi" w:hAnsiTheme="majorHAnsi" w:cstheme="majorHAnsi"/>
              </w:rPr>
            </w:pPr>
            <w:r w:rsidRPr="00714A12">
              <w:rPr>
                <w:rFonts w:asciiTheme="majorHAnsi" w:hAnsiTheme="majorHAnsi" w:cstheme="majorHAnsi"/>
                <w:b/>
                <w:bCs/>
              </w:rPr>
              <w:t>COTISATION HT/an</w:t>
            </w:r>
          </w:p>
        </w:tc>
        <w:tc>
          <w:tcPr>
            <w:tcW w:w="4747" w:type="dxa"/>
            <w:vAlign w:val="center"/>
          </w:tcPr>
          <w:p w14:paraId="3BD70D1A" w14:textId="77777777" w:rsidR="00A81F8D" w:rsidRPr="00714A12" w:rsidRDefault="00A81F8D" w:rsidP="00B60E34">
            <w:pPr>
              <w:spacing w:before="0"/>
              <w:contextualSpacing/>
              <w:jc w:val="center"/>
              <w:rPr>
                <w:rFonts w:asciiTheme="majorHAnsi" w:hAnsiTheme="majorHAnsi" w:cstheme="majorHAnsi"/>
              </w:rPr>
            </w:pPr>
          </w:p>
        </w:tc>
      </w:tr>
      <w:tr w:rsidR="00A81F8D" w:rsidRPr="001079F0" w14:paraId="0A554582" w14:textId="77777777" w:rsidTr="00AA5A9B">
        <w:trPr>
          <w:trHeight w:val="700"/>
        </w:trPr>
        <w:tc>
          <w:tcPr>
            <w:tcW w:w="4746" w:type="dxa"/>
            <w:shd w:val="clear" w:color="auto" w:fill="D9E2F3" w:themeFill="accent1" w:themeFillTint="33"/>
            <w:vAlign w:val="center"/>
          </w:tcPr>
          <w:p w14:paraId="5EABE931" w14:textId="77777777" w:rsidR="00A81F8D" w:rsidRPr="00714A12" w:rsidRDefault="00A81F8D" w:rsidP="00B60E34">
            <w:pPr>
              <w:spacing w:before="0"/>
              <w:contextualSpacing/>
              <w:jc w:val="center"/>
              <w:rPr>
                <w:rFonts w:asciiTheme="majorHAnsi" w:hAnsiTheme="majorHAnsi" w:cstheme="majorHAnsi"/>
              </w:rPr>
            </w:pPr>
            <w:r w:rsidRPr="00714A12">
              <w:rPr>
                <w:rFonts w:asciiTheme="majorHAnsi" w:hAnsiTheme="majorHAnsi" w:cstheme="majorHAnsi"/>
                <w:b/>
                <w:bCs/>
              </w:rPr>
              <w:t>COTISATION TTC/an</w:t>
            </w:r>
          </w:p>
        </w:tc>
        <w:tc>
          <w:tcPr>
            <w:tcW w:w="4747" w:type="dxa"/>
            <w:vAlign w:val="center"/>
          </w:tcPr>
          <w:p w14:paraId="041DE7E1" w14:textId="77777777" w:rsidR="00A81F8D" w:rsidRPr="00714A12" w:rsidRDefault="00A81F8D" w:rsidP="00B60E34">
            <w:pPr>
              <w:spacing w:before="0"/>
              <w:contextualSpacing/>
              <w:jc w:val="center"/>
              <w:rPr>
                <w:rFonts w:asciiTheme="majorHAnsi" w:hAnsiTheme="majorHAnsi" w:cstheme="majorHAnsi"/>
              </w:rPr>
            </w:pPr>
          </w:p>
        </w:tc>
      </w:tr>
    </w:tbl>
    <w:p w14:paraId="04584A7F" w14:textId="77777777" w:rsidR="00A81F8D" w:rsidRPr="001079F0" w:rsidRDefault="00A81F8D" w:rsidP="00B60E34">
      <w:pPr>
        <w:spacing w:before="0" w:after="0" w:line="240" w:lineRule="auto"/>
        <w:contextualSpacing/>
      </w:pPr>
    </w:p>
    <w:p w14:paraId="4A2E9B70" w14:textId="77777777" w:rsidR="00A81F8D" w:rsidRDefault="00A81F8D" w:rsidP="00B60E34">
      <w:pPr>
        <w:spacing w:before="0" w:after="0" w:line="240" w:lineRule="auto"/>
        <w:contextualSpacing/>
        <w:rPr>
          <w:rFonts w:asciiTheme="minorHAnsi" w:hAnsiTheme="minorHAnsi" w:cstheme="minorHAnsi"/>
        </w:rPr>
      </w:pPr>
    </w:p>
    <w:p w14:paraId="790E0574" w14:textId="77777777" w:rsidR="00A81F8D" w:rsidRPr="001079F0" w:rsidRDefault="00A81F8D" w:rsidP="00B60E34">
      <w:pPr>
        <w:spacing w:before="0" w:after="0" w:line="240" w:lineRule="auto"/>
        <w:contextualSpacing/>
        <w:rPr>
          <w:rFonts w:asciiTheme="minorHAnsi" w:hAnsiTheme="minorHAnsi" w:cstheme="minorHAnsi"/>
        </w:rPr>
      </w:pPr>
    </w:p>
    <w:tbl>
      <w:tblPr>
        <w:tblStyle w:val="Grilledutableau"/>
        <w:tblW w:w="0" w:type="auto"/>
        <w:tblLook w:val="04A0" w:firstRow="1" w:lastRow="0" w:firstColumn="1" w:lastColumn="0" w:noHBand="0" w:noVBand="1"/>
      </w:tblPr>
      <w:tblGrid>
        <w:gridCol w:w="9628"/>
      </w:tblGrid>
      <w:tr w:rsidR="00A81F8D" w:rsidRPr="001079F0" w14:paraId="18FAE1CA" w14:textId="77777777" w:rsidTr="004907AE">
        <w:tc>
          <w:tcPr>
            <w:tcW w:w="9628" w:type="dxa"/>
            <w:shd w:val="clear" w:color="auto" w:fill="FFD966" w:themeFill="accent4" w:themeFillTint="99"/>
          </w:tcPr>
          <w:p w14:paraId="29F43751" w14:textId="77777777" w:rsidR="00A81F8D" w:rsidRPr="001079F0" w:rsidRDefault="00A81F8D" w:rsidP="00B60E34">
            <w:pPr>
              <w:spacing w:before="0"/>
              <w:contextualSpacing/>
              <w:jc w:val="left"/>
              <w:rPr>
                <w:rFonts w:asciiTheme="minorHAnsi" w:hAnsiTheme="minorHAnsi" w:cstheme="minorHAnsi"/>
              </w:rPr>
            </w:pPr>
            <w:r w:rsidRPr="001079F0">
              <w:rPr>
                <w:rFonts w:asciiTheme="minorHAnsi" w:hAnsiTheme="minorHAnsi" w:cstheme="minorHAnsi"/>
              </w:rPr>
              <w:t>Eventuelles remarques du candidat :</w:t>
            </w:r>
          </w:p>
        </w:tc>
      </w:tr>
      <w:tr w:rsidR="00A81F8D" w:rsidRPr="001079F0" w14:paraId="10639712" w14:textId="77777777" w:rsidTr="004907AE">
        <w:trPr>
          <w:trHeight w:val="5670"/>
        </w:trPr>
        <w:tc>
          <w:tcPr>
            <w:tcW w:w="9628" w:type="dxa"/>
          </w:tcPr>
          <w:p w14:paraId="6BB4C12C" w14:textId="77777777" w:rsidR="00A81F8D" w:rsidRPr="001079F0" w:rsidRDefault="00A81F8D" w:rsidP="00B60E34">
            <w:pPr>
              <w:spacing w:before="0"/>
              <w:contextualSpacing/>
              <w:jc w:val="left"/>
              <w:rPr>
                <w:rFonts w:asciiTheme="minorHAnsi" w:hAnsiTheme="minorHAnsi" w:cstheme="minorHAnsi"/>
              </w:rPr>
            </w:pPr>
          </w:p>
        </w:tc>
      </w:tr>
    </w:tbl>
    <w:p w14:paraId="57A7382C" w14:textId="77777777" w:rsidR="00A81F8D" w:rsidRPr="001079F0" w:rsidRDefault="00A81F8D" w:rsidP="00B60E34">
      <w:pPr>
        <w:spacing w:before="0" w:after="0" w:line="240" w:lineRule="auto"/>
        <w:contextualSpacing/>
        <w:jc w:val="left"/>
        <w:rPr>
          <w:rFonts w:asciiTheme="minorHAnsi" w:hAnsiTheme="minorHAnsi" w:cstheme="minorHAnsi"/>
        </w:rPr>
      </w:pPr>
      <w:r>
        <w:rPr>
          <w:rFonts w:asciiTheme="minorHAnsi" w:hAnsiTheme="minorHAnsi" w:cstheme="minorHAnsi"/>
        </w:rPr>
        <w:br w:type="page"/>
      </w:r>
    </w:p>
    <w:p w14:paraId="4522D763" w14:textId="77777777" w:rsidR="00A81F8D" w:rsidRPr="007956AD" w:rsidRDefault="00A81F8D" w:rsidP="00B60E34">
      <w:pPr>
        <w:pStyle w:val="Titre2"/>
        <w:spacing w:before="0" w:line="240" w:lineRule="auto"/>
        <w:ind w:left="0"/>
        <w:contextualSpacing/>
        <w:rPr>
          <w:color w:val="auto"/>
          <w:u w:val="single"/>
        </w:rPr>
      </w:pPr>
      <w:r w:rsidRPr="007956AD">
        <w:rPr>
          <w:color w:val="auto"/>
          <w:u w:val="single"/>
        </w:rPr>
        <w:lastRenderedPageBreak/>
        <w:t xml:space="preserve">Article 5 – Réserves </w:t>
      </w:r>
      <w:r>
        <w:rPr>
          <w:color w:val="auto"/>
          <w:u w:val="single"/>
        </w:rPr>
        <w:t xml:space="preserve">ou observations </w:t>
      </w:r>
      <w:r w:rsidRPr="007956AD">
        <w:rPr>
          <w:color w:val="auto"/>
          <w:u w:val="single"/>
        </w:rPr>
        <w:t>éventuelles</w:t>
      </w:r>
    </w:p>
    <w:p w14:paraId="64ADBDEA" w14:textId="77777777" w:rsidR="00A81F8D" w:rsidRPr="00714A12" w:rsidRDefault="00A81F8D" w:rsidP="00B60E34">
      <w:pPr>
        <w:spacing w:before="0" w:after="0" w:line="240" w:lineRule="auto"/>
        <w:contextualSpacing/>
      </w:pPr>
    </w:p>
    <w:p w14:paraId="785BA8C0" w14:textId="77777777" w:rsidR="00A81F8D" w:rsidRPr="00646552" w:rsidRDefault="00A81F8D" w:rsidP="00646552">
      <w:pPr>
        <w:spacing w:before="0" w:after="0" w:line="240" w:lineRule="auto"/>
        <w:contextualSpacing/>
        <w:rPr>
          <w:rFonts w:eastAsia="Calibri" w:cs="Times New Roman"/>
        </w:rPr>
      </w:pPr>
      <w:r w:rsidRPr="00646552">
        <w:rPr>
          <w:rFonts w:eastAsia="Calibri" w:cs="Times New Roman"/>
        </w:rPr>
        <w:t>Il est demandé aux candidats de répondre aux questions suivantes :</w:t>
      </w:r>
    </w:p>
    <w:p w14:paraId="6F65B96B" w14:textId="77777777" w:rsidR="00A81F8D" w:rsidRPr="00646552" w:rsidRDefault="00A81F8D" w:rsidP="00646552">
      <w:pPr>
        <w:spacing w:before="0" w:after="0" w:line="240" w:lineRule="auto"/>
        <w:ind w:left="720"/>
        <w:contextualSpacing/>
        <w:rPr>
          <w:rFonts w:eastAsia="Calibri" w:cs="Times New Roman"/>
          <w:b/>
          <w:bCs/>
          <w:color w:val="4472C4" w:themeColor="accent1"/>
          <w:u w:val="single"/>
        </w:rPr>
      </w:pPr>
    </w:p>
    <w:p w14:paraId="2C873ED3" w14:textId="77777777" w:rsidR="00A81F8D" w:rsidRPr="00646552" w:rsidRDefault="00A81F8D" w:rsidP="00646552">
      <w:pPr>
        <w:numPr>
          <w:ilvl w:val="0"/>
          <w:numId w:val="27"/>
        </w:numPr>
        <w:spacing w:before="0" w:after="0" w:line="240" w:lineRule="auto"/>
        <w:contextualSpacing/>
        <w:rPr>
          <w:rFonts w:eastAsia="Calibri" w:cs="Times New Roman"/>
          <w:b/>
          <w:bCs/>
          <w:color w:val="4472C4" w:themeColor="accent1"/>
          <w:u w:val="single"/>
        </w:rPr>
      </w:pPr>
      <w:r w:rsidRPr="00646552">
        <w:rPr>
          <w:rFonts w:eastAsia="Calibri" w:cs="Times New Roman"/>
          <w:b/>
          <w:bCs/>
          <w:color w:val="4472C4" w:themeColor="accent1"/>
          <w:u w:val="single"/>
        </w:rPr>
        <w:t xml:space="preserve">Conditions particulières du contrat : </w:t>
      </w:r>
    </w:p>
    <w:p w14:paraId="5B81EF5B" w14:textId="77777777" w:rsidR="00A81F8D" w:rsidRPr="00646552" w:rsidRDefault="00A81F8D" w:rsidP="00646552">
      <w:pPr>
        <w:spacing w:before="0" w:after="0" w:line="240" w:lineRule="auto"/>
        <w:ind w:left="720"/>
        <w:contextualSpacing/>
        <w:rPr>
          <w:rFonts w:eastAsia="Calibri" w:cs="Times New Roman"/>
          <w:b/>
          <w:bCs/>
          <w:color w:val="4472C4" w:themeColor="accent1"/>
        </w:rPr>
      </w:pPr>
      <w:r w:rsidRPr="00646552">
        <w:rPr>
          <w:rFonts w:eastAsia="Calibri" w:cs="Times New Roman"/>
          <w:b/>
          <w:bCs/>
          <w:color w:val="4472C4" w:themeColor="accent1"/>
        </w:rPr>
        <w:t>Le candidat accepte-t-il les dispositions du cahier des charges de la consultation ?</w:t>
      </w:r>
    </w:p>
    <w:p w14:paraId="22C85392" w14:textId="77777777" w:rsidR="00A81F8D" w:rsidRPr="00646552" w:rsidRDefault="00A81F8D" w:rsidP="00646552">
      <w:pPr>
        <w:spacing w:before="0" w:after="0" w:line="240" w:lineRule="auto"/>
        <w:ind w:left="720"/>
        <w:contextualSpacing/>
        <w:rPr>
          <w:rFonts w:eastAsia="Calibri" w:cs="Times New Roman"/>
          <w:b/>
          <w:bCs/>
          <w:color w:val="4472C4" w:themeColor="accent1"/>
        </w:rPr>
      </w:pPr>
    </w:p>
    <w:p w14:paraId="7A3AD5E3" w14:textId="77777777" w:rsidR="00A81F8D" w:rsidRPr="00646552" w:rsidRDefault="00F41F61" w:rsidP="00646552">
      <w:pPr>
        <w:spacing w:before="0" w:line="256" w:lineRule="auto"/>
        <w:contextualSpacing/>
        <w:rPr>
          <w:rFonts w:eastAsia="Calibri" w:cs="Calibri Light"/>
        </w:rPr>
      </w:pPr>
      <w:sdt>
        <w:sdtPr>
          <w:rPr>
            <w:rFonts w:eastAsia="Calibri" w:cs="Times New Roman"/>
          </w:rPr>
          <w:id w:val="-282425357"/>
          <w14:checkbox>
            <w14:checked w14:val="0"/>
            <w14:checkedState w14:val="2612" w14:font="MS Gothic"/>
            <w14:uncheckedState w14:val="2610" w14:font="MS Gothic"/>
          </w14:checkbox>
        </w:sdtPr>
        <w:sdtEndPr/>
        <w:sdtContent>
          <w:r w:rsidR="00A81F8D" w:rsidRPr="00646552">
            <w:rPr>
              <w:rFonts w:ascii="Segoe UI Symbol" w:eastAsia="Calibri" w:hAnsi="Segoe UI Symbol" w:cs="Segoe UI Symbol"/>
            </w:rPr>
            <w:t>☐</w:t>
          </w:r>
        </w:sdtContent>
      </w:sdt>
      <w:r w:rsidR="00A81F8D" w:rsidRPr="00646552">
        <w:rPr>
          <w:rFonts w:eastAsia="Calibri" w:cs="Times New Roman"/>
        </w:rPr>
        <w:t xml:space="preserve"> </w:t>
      </w:r>
      <w:r w:rsidR="00A81F8D" w:rsidRPr="00646552">
        <w:rPr>
          <w:rFonts w:eastAsia="Calibri" w:cs="Calibri Light"/>
        </w:rPr>
        <w:t>Oui, sans réserve.</w:t>
      </w:r>
    </w:p>
    <w:p w14:paraId="3E2C5B1A" w14:textId="77777777" w:rsidR="00A81F8D" w:rsidRPr="00646552" w:rsidRDefault="00A81F8D" w:rsidP="00646552">
      <w:pPr>
        <w:spacing w:before="0" w:after="0" w:line="256" w:lineRule="auto"/>
        <w:contextualSpacing/>
        <w:rPr>
          <w:rFonts w:eastAsia="Calibri" w:cs="Calibri Light"/>
        </w:rPr>
      </w:pPr>
    </w:p>
    <w:p w14:paraId="46AFD52D" w14:textId="77777777" w:rsidR="00A81F8D" w:rsidRPr="00646552" w:rsidRDefault="00F41F61" w:rsidP="00646552">
      <w:pPr>
        <w:spacing w:before="0" w:after="0" w:line="256" w:lineRule="auto"/>
        <w:contextualSpacing/>
        <w:rPr>
          <w:rFonts w:eastAsia="Calibri" w:cs="Calibri Light"/>
        </w:rPr>
      </w:pPr>
      <w:sdt>
        <w:sdtPr>
          <w:rPr>
            <w:rFonts w:eastAsia="Calibri" w:cs="Calibri Light"/>
          </w:rPr>
          <w:id w:val="-760373571"/>
          <w14:checkbox>
            <w14:checked w14:val="0"/>
            <w14:checkedState w14:val="2612" w14:font="MS Gothic"/>
            <w14:uncheckedState w14:val="2610" w14:font="MS Gothic"/>
          </w14:checkbox>
        </w:sdtPr>
        <w:sdtEndPr/>
        <w:sdtContent>
          <w:r w:rsidR="00A81F8D" w:rsidRPr="00646552">
            <w:rPr>
              <w:rFonts w:ascii="Segoe UI Symbol" w:eastAsia="Calibri" w:hAnsi="Segoe UI Symbol" w:cs="Segoe UI Symbol"/>
            </w:rPr>
            <w:t>☐</w:t>
          </w:r>
        </w:sdtContent>
      </w:sdt>
      <w:r w:rsidR="00A81F8D" w:rsidRPr="00646552">
        <w:rPr>
          <w:rFonts w:eastAsia="Calibri" w:cs="Calibri Light"/>
        </w:rPr>
        <w:t xml:space="preserve"> Oui, avec réserve(s).</w:t>
      </w:r>
    </w:p>
    <w:p w14:paraId="62920C4B" w14:textId="77777777" w:rsidR="00A81F8D" w:rsidRPr="00646552" w:rsidRDefault="00A81F8D" w:rsidP="00646552">
      <w:pPr>
        <w:spacing w:before="0" w:after="0" w:line="256" w:lineRule="auto"/>
        <w:contextualSpacing/>
        <w:rPr>
          <w:rFonts w:eastAsia="Calibri" w:cs="Calibri Light"/>
        </w:rPr>
      </w:pPr>
    </w:p>
    <w:p w14:paraId="17EE7722" w14:textId="77777777" w:rsidR="00A81F8D" w:rsidRPr="00646552" w:rsidRDefault="00F41F61" w:rsidP="00646552">
      <w:pPr>
        <w:spacing w:before="0" w:after="0" w:line="240" w:lineRule="auto"/>
        <w:contextualSpacing/>
        <w:rPr>
          <w:rFonts w:eastAsia="Calibri" w:cs="Calibri Light"/>
        </w:rPr>
      </w:pPr>
      <w:sdt>
        <w:sdtPr>
          <w:rPr>
            <w:rFonts w:eastAsia="Calibri" w:cs="Calibri Light"/>
          </w:rPr>
          <w:id w:val="-1374839146"/>
          <w14:checkbox>
            <w14:checked w14:val="0"/>
            <w14:checkedState w14:val="2612" w14:font="MS Gothic"/>
            <w14:uncheckedState w14:val="2610" w14:font="MS Gothic"/>
          </w14:checkbox>
        </w:sdtPr>
        <w:sdtEndPr/>
        <w:sdtContent>
          <w:r w:rsidR="00A81F8D" w:rsidRPr="00646552">
            <w:rPr>
              <w:rFonts w:ascii="Segoe UI Symbol" w:eastAsia="Calibri" w:hAnsi="Segoe UI Symbol" w:cs="Segoe UI Symbol"/>
            </w:rPr>
            <w:t>☐</w:t>
          </w:r>
        </w:sdtContent>
      </w:sdt>
      <w:r w:rsidR="00A81F8D" w:rsidRPr="00646552">
        <w:rPr>
          <w:rFonts w:eastAsia="Calibri" w:cs="Calibri Light"/>
        </w:rPr>
        <w:t xml:space="preserve"> Non, application intégrale des conditions de l’assureur.</w:t>
      </w:r>
    </w:p>
    <w:p w14:paraId="325D1DAE" w14:textId="77777777" w:rsidR="00A81F8D" w:rsidRPr="00646552" w:rsidRDefault="00A81F8D" w:rsidP="00646552">
      <w:pPr>
        <w:spacing w:before="0" w:after="0" w:line="240" w:lineRule="auto"/>
        <w:contextualSpacing/>
        <w:rPr>
          <w:rFonts w:eastAsia="Calibri" w:cs="Calibri Light"/>
        </w:rPr>
      </w:pPr>
    </w:p>
    <w:p w14:paraId="39487D3E" w14:textId="77777777" w:rsidR="00A81F8D" w:rsidRPr="00646552" w:rsidRDefault="00A81F8D" w:rsidP="00646552">
      <w:pPr>
        <w:spacing w:before="0" w:after="0" w:line="240" w:lineRule="auto"/>
        <w:contextualSpacing/>
        <w:rPr>
          <w:rFonts w:ascii="Calibri" w:eastAsia="Calibri" w:hAnsi="Calibri" w:cs="Calibri"/>
        </w:rPr>
      </w:pPr>
    </w:p>
    <w:p w14:paraId="2CF995FB" w14:textId="77777777" w:rsidR="00A81F8D" w:rsidRPr="00646552" w:rsidRDefault="00A81F8D" w:rsidP="00646552">
      <w:pPr>
        <w:spacing w:before="0" w:after="0" w:line="240" w:lineRule="auto"/>
        <w:contextualSpacing/>
        <w:rPr>
          <w:rFonts w:ascii="Calibri" w:eastAsia="Calibri" w:hAnsi="Calibri" w:cs="Calibri"/>
        </w:rPr>
      </w:pPr>
    </w:p>
    <w:p w14:paraId="7DFB8B95" w14:textId="77777777" w:rsidR="00A81F8D" w:rsidRPr="00646552" w:rsidRDefault="00A81F8D" w:rsidP="00646552">
      <w:pPr>
        <w:numPr>
          <w:ilvl w:val="0"/>
          <w:numId w:val="27"/>
        </w:numPr>
        <w:spacing w:before="0" w:after="0" w:line="240" w:lineRule="auto"/>
        <w:contextualSpacing/>
        <w:rPr>
          <w:rFonts w:eastAsia="Calibri" w:cs="Times New Roman"/>
          <w:b/>
          <w:bCs/>
          <w:color w:val="4472C4" w:themeColor="accent1"/>
          <w:u w:val="single"/>
        </w:rPr>
      </w:pPr>
      <w:r w:rsidRPr="00646552">
        <w:rPr>
          <w:rFonts w:eastAsia="Calibri" w:cs="Times New Roman"/>
          <w:b/>
          <w:bCs/>
          <w:color w:val="4472C4" w:themeColor="accent1"/>
          <w:u w:val="single"/>
        </w:rPr>
        <w:t xml:space="preserve">Conditions générales et conventions spéciales du contrat : </w:t>
      </w:r>
    </w:p>
    <w:p w14:paraId="3626C552" w14:textId="77777777" w:rsidR="00A81F8D" w:rsidRPr="00646552" w:rsidRDefault="00A81F8D" w:rsidP="00646552">
      <w:pPr>
        <w:spacing w:before="0" w:after="0" w:line="240" w:lineRule="auto"/>
        <w:ind w:left="720"/>
        <w:contextualSpacing/>
        <w:rPr>
          <w:rFonts w:eastAsia="Calibri" w:cs="Times New Roman"/>
          <w:b/>
          <w:bCs/>
          <w:color w:val="4472C4" w:themeColor="accent1"/>
        </w:rPr>
      </w:pPr>
      <w:r w:rsidRPr="00646552">
        <w:rPr>
          <w:rFonts w:eastAsia="Calibri" w:cs="Times New Roman"/>
          <w:b/>
          <w:bCs/>
          <w:color w:val="4472C4" w:themeColor="accent1"/>
        </w:rPr>
        <w:t>Le candidat doit joindre à son offre les conditions générales ou conventions spéciales applicables, et indique leurs références ci-dessous :</w:t>
      </w:r>
    </w:p>
    <w:p w14:paraId="086CADBD" w14:textId="77777777" w:rsidR="00A81F8D" w:rsidRPr="00646552" w:rsidRDefault="00A81F8D" w:rsidP="00646552">
      <w:pPr>
        <w:spacing w:before="0" w:after="0" w:line="240" w:lineRule="auto"/>
        <w:contextualSpacing/>
        <w:rPr>
          <w:rFonts w:eastAsia="Calibri" w:cs="Times New Roman"/>
        </w:rPr>
      </w:pPr>
    </w:p>
    <w:p w14:paraId="4C51E20F" w14:textId="77777777" w:rsidR="00A81F8D" w:rsidRPr="00646552" w:rsidRDefault="00A81F8D" w:rsidP="00646552">
      <w:pPr>
        <w:spacing w:before="0" w:after="0" w:line="240" w:lineRule="auto"/>
        <w:contextualSpacing/>
        <w:rPr>
          <w:rFonts w:eastAsia="Calibri" w:cs="Times New Roman"/>
        </w:rPr>
      </w:pPr>
      <w:r w:rsidRPr="00646552">
        <w:rPr>
          <w:rFonts w:eastAsia="Calibri" w:cs="Times New Roman"/>
        </w:rPr>
        <w:t>Conventions spéciales (CS) : Références : / année :</w:t>
      </w:r>
    </w:p>
    <w:p w14:paraId="7C5A2E57" w14:textId="77777777" w:rsidR="00A81F8D" w:rsidRPr="00646552" w:rsidRDefault="00A81F8D" w:rsidP="00646552">
      <w:pPr>
        <w:spacing w:before="0" w:after="0" w:line="240" w:lineRule="auto"/>
        <w:ind w:left="1495"/>
        <w:contextualSpacing/>
        <w:rPr>
          <w:rFonts w:eastAsia="Calibri" w:cs="Times New Roman"/>
        </w:rPr>
      </w:pPr>
    </w:p>
    <w:tbl>
      <w:tblPr>
        <w:tblStyle w:val="Grilledutableau1"/>
        <w:tblW w:w="0" w:type="auto"/>
        <w:tblInd w:w="0" w:type="dxa"/>
        <w:tblLook w:val="04A0" w:firstRow="1" w:lastRow="0" w:firstColumn="1" w:lastColumn="0" w:noHBand="0" w:noVBand="1"/>
      </w:tblPr>
      <w:tblGrid>
        <w:gridCol w:w="9628"/>
      </w:tblGrid>
      <w:tr w:rsidR="00A81F8D" w:rsidRPr="00646552" w14:paraId="58932731" w14:textId="77777777" w:rsidTr="00646552">
        <w:tc>
          <w:tcPr>
            <w:tcW w:w="9628" w:type="dxa"/>
            <w:tcBorders>
              <w:top w:val="single" w:sz="4" w:space="0" w:color="auto"/>
              <w:left w:val="single" w:sz="4" w:space="0" w:color="auto"/>
              <w:bottom w:val="single" w:sz="4" w:space="0" w:color="auto"/>
              <w:right w:val="single" w:sz="4" w:space="0" w:color="auto"/>
            </w:tcBorders>
          </w:tcPr>
          <w:p w14:paraId="2AB0B817" w14:textId="77777777" w:rsidR="00A81F8D" w:rsidRPr="00646552" w:rsidRDefault="00A81F8D" w:rsidP="00646552">
            <w:pPr>
              <w:spacing w:before="0"/>
              <w:contextualSpacing/>
            </w:pPr>
          </w:p>
        </w:tc>
      </w:tr>
    </w:tbl>
    <w:p w14:paraId="20535EAA" w14:textId="77777777" w:rsidR="00A81F8D" w:rsidRPr="00646552" w:rsidRDefault="00A81F8D" w:rsidP="00646552">
      <w:pPr>
        <w:spacing w:before="0" w:after="0" w:line="240" w:lineRule="auto"/>
        <w:contextualSpacing/>
        <w:rPr>
          <w:rFonts w:eastAsia="Calibri" w:cs="Times New Roman"/>
        </w:rPr>
      </w:pPr>
    </w:p>
    <w:p w14:paraId="39636DC2" w14:textId="77777777" w:rsidR="00A81F8D" w:rsidRPr="00646552" w:rsidRDefault="00A81F8D" w:rsidP="00646552">
      <w:pPr>
        <w:spacing w:before="0" w:after="0" w:line="240" w:lineRule="auto"/>
        <w:contextualSpacing/>
        <w:rPr>
          <w:rFonts w:eastAsia="Calibri" w:cs="Times New Roman"/>
        </w:rPr>
      </w:pPr>
      <w:r w:rsidRPr="00646552">
        <w:rPr>
          <w:rFonts w:eastAsia="Calibri" w:cs="Times New Roman"/>
        </w:rPr>
        <w:t>Conditions générales (CG) : Références : / année :</w:t>
      </w:r>
    </w:p>
    <w:p w14:paraId="367688B0" w14:textId="77777777" w:rsidR="00A81F8D" w:rsidRPr="00646552" w:rsidRDefault="00A81F8D" w:rsidP="00646552">
      <w:pPr>
        <w:spacing w:before="0" w:after="0" w:line="240" w:lineRule="auto"/>
        <w:ind w:left="1440"/>
        <w:contextualSpacing/>
        <w:rPr>
          <w:rFonts w:eastAsia="Calibri" w:cs="Times New Roman"/>
        </w:rPr>
      </w:pPr>
    </w:p>
    <w:tbl>
      <w:tblPr>
        <w:tblStyle w:val="Grilledutableau1"/>
        <w:tblW w:w="0" w:type="auto"/>
        <w:tblInd w:w="0" w:type="dxa"/>
        <w:tblLook w:val="04A0" w:firstRow="1" w:lastRow="0" w:firstColumn="1" w:lastColumn="0" w:noHBand="0" w:noVBand="1"/>
      </w:tblPr>
      <w:tblGrid>
        <w:gridCol w:w="9628"/>
      </w:tblGrid>
      <w:tr w:rsidR="00A81F8D" w:rsidRPr="00646552" w14:paraId="081FA38E" w14:textId="77777777" w:rsidTr="00646552">
        <w:tc>
          <w:tcPr>
            <w:tcW w:w="9628" w:type="dxa"/>
            <w:tcBorders>
              <w:top w:val="single" w:sz="4" w:space="0" w:color="auto"/>
              <w:left w:val="single" w:sz="4" w:space="0" w:color="auto"/>
              <w:bottom w:val="single" w:sz="4" w:space="0" w:color="auto"/>
              <w:right w:val="single" w:sz="4" w:space="0" w:color="auto"/>
            </w:tcBorders>
          </w:tcPr>
          <w:p w14:paraId="7C66A046" w14:textId="77777777" w:rsidR="00A81F8D" w:rsidRPr="00646552" w:rsidRDefault="00A81F8D" w:rsidP="00646552">
            <w:pPr>
              <w:spacing w:before="0"/>
              <w:contextualSpacing/>
            </w:pPr>
          </w:p>
        </w:tc>
      </w:tr>
    </w:tbl>
    <w:p w14:paraId="40D23775" w14:textId="77777777" w:rsidR="00A81F8D" w:rsidRPr="00646552" w:rsidRDefault="00A81F8D" w:rsidP="00646552">
      <w:pPr>
        <w:spacing w:before="0" w:after="0" w:line="240" w:lineRule="auto"/>
        <w:contextualSpacing/>
        <w:rPr>
          <w:rFonts w:eastAsia="Calibri" w:cs="Times New Roman"/>
        </w:rPr>
      </w:pPr>
    </w:p>
    <w:p w14:paraId="5BA6582C" w14:textId="77777777" w:rsidR="00A81F8D" w:rsidRPr="00646552" w:rsidRDefault="00A81F8D" w:rsidP="00646552">
      <w:pPr>
        <w:spacing w:before="0" w:after="0" w:line="240" w:lineRule="auto"/>
        <w:contextualSpacing/>
        <w:rPr>
          <w:rFonts w:eastAsia="Calibri" w:cs="Times New Roman"/>
        </w:rPr>
      </w:pPr>
    </w:p>
    <w:p w14:paraId="17917391" w14:textId="77777777" w:rsidR="00A81F8D" w:rsidRDefault="00A81F8D">
      <w:pPr>
        <w:spacing w:before="0"/>
        <w:jc w:val="left"/>
        <w:rPr>
          <w:rFonts w:ascii="Century Gothic" w:eastAsiaTheme="majorEastAsia" w:hAnsi="Century Gothic" w:cstheme="majorBidi"/>
          <w:b/>
          <w:bCs/>
          <w:sz w:val="26"/>
          <w:szCs w:val="26"/>
          <w:u w:val="single"/>
        </w:rPr>
      </w:pPr>
      <w:r>
        <w:rPr>
          <w:u w:val="single"/>
        </w:rPr>
        <w:br w:type="page"/>
      </w:r>
    </w:p>
    <w:p w14:paraId="420B4483" w14:textId="77777777" w:rsidR="00A81F8D" w:rsidRPr="007956AD" w:rsidRDefault="00A81F8D" w:rsidP="00B60E34">
      <w:pPr>
        <w:pStyle w:val="Titre2"/>
        <w:spacing w:before="0" w:line="240" w:lineRule="auto"/>
        <w:ind w:left="0"/>
        <w:contextualSpacing/>
        <w:rPr>
          <w:color w:val="auto"/>
          <w:u w:val="single"/>
        </w:rPr>
      </w:pPr>
      <w:r w:rsidRPr="007956AD">
        <w:rPr>
          <w:color w:val="auto"/>
          <w:u w:val="single"/>
        </w:rPr>
        <w:t xml:space="preserve">Article 6 – Tableau de notation de la qualité de gestion </w:t>
      </w:r>
    </w:p>
    <w:p w14:paraId="45503054" w14:textId="77777777" w:rsidR="00A81F8D" w:rsidRDefault="00A81F8D" w:rsidP="00B60E34">
      <w:pPr>
        <w:spacing w:before="0" w:after="0" w:line="240" w:lineRule="auto"/>
        <w:contextualSpacing/>
      </w:pPr>
    </w:p>
    <w:p w14:paraId="305ADF15" w14:textId="77777777" w:rsidR="00A81F8D" w:rsidRDefault="00A81F8D" w:rsidP="009163CE">
      <w:pPr>
        <w:spacing w:before="0" w:after="0" w:line="240" w:lineRule="auto"/>
        <w:contextualSpacing/>
      </w:pPr>
    </w:p>
    <w:p w14:paraId="292CF6EE" w14:textId="77777777" w:rsidR="00A81F8D" w:rsidRDefault="00A81F8D" w:rsidP="009163CE">
      <w:pPr>
        <w:spacing w:before="0" w:after="0" w:line="240" w:lineRule="auto"/>
        <w:contextualSpacing/>
      </w:pPr>
    </w:p>
    <w:p w14:paraId="3D09DB2F" w14:textId="77777777" w:rsidR="00A81F8D" w:rsidRDefault="00A81F8D" w:rsidP="009163CE">
      <w:pPr>
        <w:spacing w:before="0" w:after="0" w:line="240" w:lineRule="auto"/>
        <w:contextualSpacing/>
      </w:pPr>
    </w:p>
    <w:tbl>
      <w:tblPr>
        <w:tblStyle w:val="Grilledutableau"/>
        <w:tblW w:w="0" w:type="auto"/>
        <w:tblLook w:val="04A0" w:firstRow="1" w:lastRow="0" w:firstColumn="1" w:lastColumn="0" w:noHBand="0" w:noVBand="1"/>
      </w:tblPr>
      <w:tblGrid>
        <w:gridCol w:w="9628"/>
      </w:tblGrid>
      <w:tr w:rsidR="00A81F8D" w14:paraId="4BF02F56" w14:textId="77777777" w:rsidTr="008C3322">
        <w:tc>
          <w:tcPr>
            <w:tcW w:w="9628" w:type="dxa"/>
          </w:tcPr>
          <w:p w14:paraId="3E2A61EE" w14:textId="77777777" w:rsidR="00A81F8D" w:rsidRDefault="00A81F8D" w:rsidP="008C3322">
            <w:pPr>
              <w:spacing w:before="0"/>
              <w:contextualSpacing/>
              <w:jc w:val="center"/>
              <w:rPr>
                <w:rStyle w:val="WarningCar"/>
                <w:b/>
                <w:bCs/>
                <w:color w:val="auto"/>
              </w:rPr>
            </w:pPr>
          </w:p>
          <w:p w14:paraId="7AFBC8B7" w14:textId="77777777" w:rsidR="00A81F8D" w:rsidRPr="00B209B5" w:rsidRDefault="00A81F8D" w:rsidP="008C3322">
            <w:pPr>
              <w:spacing w:before="0"/>
              <w:contextualSpacing/>
              <w:jc w:val="center"/>
              <w:rPr>
                <w:rStyle w:val="WarningCar"/>
                <w:b/>
                <w:bCs/>
                <w:color w:val="auto"/>
                <w:u w:val="single"/>
              </w:rPr>
            </w:pPr>
            <w:r w:rsidRPr="00B209B5">
              <w:rPr>
                <w:rStyle w:val="WarningCar"/>
                <w:b/>
                <w:bCs/>
                <w:color w:val="C45911" w:themeColor="accent2" w:themeShade="BF"/>
                <w:u w:val="single"/>
              </w:rPr>
              <w:t>PROCEDURE A SUIVRE PAR LES CANDIDATS :</w:t>
            </w:r>
          </w:p>
          <w:p w14:paraId="28500BD8" w14:textId="77777777" w:rsidR="00A81F8D" w:rsidRPr="00B86631" w:rsidRDefault="00A81F8D" w:rsidP="008C3322">
            <w:pPr>
              <w:spacing w:before="0"/>
              <w:contextualSpacing/>
              <w:jc w:val="center"/>
              <w:rPr>
                <w:rStyle w:val="WarningCar"/>
                <w:b/>
                <w:bCs/>
                <w:color w:val="auto"/>
              </w:rPr>
            </w:pPr>
          </w:p>
          <w:p w14:paraId="21E31E95" w14:textId="77777777" w:rsidR="00A81F8D" w:rsidRPr="00B86631" w:rsidRDefault="00A81F8D" w:rsidP="008C3322">
            <w:pPr>
              <w:spacing w:before="0"/>
              <w:contextualSpacing/>
              <w:jc w:val="left"/>
              <w:rPr>
                <w:rStyle w:val="WarningCar"/>
                <w:color w:val="auto"/>
              </w:rPr>
            </w:pPr>
          </w:p>
          <w:p w14:paraId="21190E0D" w14:textId="77777777" w:rsidR="00A81F8D" w:rsidRDefault="00A81F8D" w:rsidP="008C3322">
            <w:pPr>
              <w:spacing w:before="0"/>
              <w:contextualSpacing/>
              <w:rPr>
                <w:rStyle w:val="WarningCar"/>
                <w:color w:val="auto"/>
              </w:rPr>
            </w:pPr>
            <w:r w:rsidRPr="00B86631">
              <w:rPr>
                <w:rStyle w:val="WarningCar"/>
                <w:color w:val="auto"/>
              </w:rPr>
              <w:t>- Le candidat doit impérativement apporter les réponses aux questions</w:t>
            </w:r>
            <w:r>
              <w:rPr>
                <w:rStyle w:val="WarningCar"/>
                <w:color w:val="auto"/>
              </w:rPr>
              <w:t xml:space="preserve"> dans le tableau figurant en page suivante.</w:t>
            </w:r>
          </w:p>
          <w:p w14:paraId="593CCCFB" w14:textId="77777777" w:rsidR="00A81F8D" w:rsidRDefault="00A81F8D" w:rsidP="008C3322">
            <w:pPr>
              <w:spacing w:before="0"/>
              <w:contextualSpacing/>
              <w:rPr>
                <w:rStyle w:val="WarningCar"/>
                <w:color w:val="auto"/>
              </w:rPr>
            </w:pPr>
          </w:p>
          <w:p w14:paraId="0C90A53C" w14:textId="77777777" w:rsidR="00A81F8D" w:rsidRDefault="00A81F8D" w:rsidP="008C3322">
            <w:pPr>
              <w:spacing w:before="0"/>
              <w:contextualSpacing/>
              <w:rPr>
                <w:rStyle w:val="WarningCar"/>
                <w:color w:val="auto"/>
              </w:rPr>
            </w:pPr>
            <w:r w:rsidRPr="00B86631">
              <w:rPr>
                <w:rStyle w:val="WarningCar"/>
                <w:color w:val="auto"/>
              </w:rPr>
              <w:t>- Pour certaines questions posées ci-dessous, le candidat est invité à proposer des services annexes (formations, accompagnement, déplacement sur site...). Le coût de ces services annexes est inclus dans l'offre. A défaut, le candidat précisera les coûts supplémentaires associés dans le cadre de réponse correspondant.</w:t>
            </w:r>
          </w:p>
          <w:p w14:paraId="241F9F6D" w14:textId="77777777" w:rsidR="00A81F8D" w:rsidRPr="00B86631" w:rsidRDefault="00A81F8D" w:rsidP="008C3322">
            <w:pPr>
              <w:spacing w:before="0"/>
              <w:contextualSpacing/>
              <w:rPr>
                <w:rStyle w:val="WarningCar"/>
                <w:color w:val="auto"/>
              </w:rPr>
            </w:pPr>
          </w:p>
          <w:p w14:paraId="6C33EE03" w14:textId="77777777" w:rsidR="00A81F8D" w:rsidRDefault="00A81F8D" w:rsidP="008C3322">
            <w:pPr>
              <w:spacing w:before="0"/>
              <w:contextualSpacing/>
              <w:rPr>
                <w:rStyle w:val="WarningCar"/>
                <w:color w:val="auto"/>
              </w:rPr>
            </w:pPr>
            <w:r w:rsidRPr="00B86631">
              <w:rPr>
                <w:rStyle w:val="WarningCar"/>
                <w:color w:val="auto"/>
              </w:rPr>
              <w:t>- Les réponses aux questions ci-dessous engagent le candidat pour la durée de marché et pourront lui être opposées. Les candidats sont invités à répondre sincèrement et de manière réaliste aux questions posées, notamment en ce qui concerne les différents délais.</w:t>
            </w:r>
          </w:p>
          <w:p w14:paraId="1F3EEBFE" w14:textId="77777777" w:rsidR="00A81F8D" w:rsidRDefault="00A81F8D" w:rsidP="008C3322">
            <w:pPr>
              <w:spacing w:before="0"/>
              <w:contextualSpacing/>
            </w:pPr>
          </w:p>
        </w:tc>
      </w:tr>
    </w:tbl>
    <w:p w14:paraId="5854DBB2" w14:textId="77777777" w:rsidR="00A81F8D" w:rsidRDefault="00A81F8D" w:rsidP="00B60E34">
      <w:pPr>
        <w:spacing w:before="0" w:after="0" w:line="240" w:lineRule="auto"/>
        <w:contextualSpacing/>
        <w:jc w:val="left"/>
        <w:rPr>
          <w:rStyle w:val="WarningCar"/>
          <w:color w:val="auto"/>
        </w:rPr>
      </w:pPr>
      <w:r>
        <w:rPr>
          <w:rStyle w:val="WarningCar"/>
          <w:color w:val="auto"/>
        </w:rPr>
        <w:br w:type="page"/>
      </w:r>
    </w:p>
    <w:tbl>
      <w:tblPr>
        <w:tblW w:w="10590" w:type="dxa"/>
        <w:jc w:val="center"/>
        <w:tblCellMar>
          <w:left w:w="70" w:type="dxa"/>
          <w:right w:w="70" w:type="dxa"/>
        </w:tblCellMar>
        <w:tblLook w:val="04A0" w:firstRow="1" w:lastRow="0" w:firstColumn="1" w:lastColumn="0" w:noHBand="0" w:noVBand="1"/>
      </w:tblPr>
      <w:tblGrid>
        <w:gridCol w:w="1047"/>
        <w:gridCol w:w="4724"/>
        <w:gridCol w:w="4819"/>
      </w:tblGrid>
      <w:tr w:rsidR="00A81F8D" w:rsidRPr="00B86631" w14:paraId="65CD0909" w14:textId="77777777" w:rsidTr="008C3322">
        <w:trPr>
          <w:trHeight w:val="515"/>
          <w:jc w:val="center"/>
        </w:trPr>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7D1341" w14:textId="77777777" w:rsidR="00A81F8D" w:rsidRPr="00B86631" w:rsidRDefault="00A81F8D"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N° de la question</w:t>
            </w:r>
          </w:p>
        </w:tc>
        <w:tc>
          <w:tcPr>
            <w:tcW w:w="4724" w:type="dxa"/>
            <w:tcBorders>
              <w:top w:val="single" w:sz="4" w:space="0" w:color="auto"/>
              <w:left w:val="nil"/>
              <w:bottom w:val="single" w:sz="4" w:space="0" w:color="auto"/>
              <w:right w:val="single" w:sz="4" w:space="0" w:color="auto"/>
            </w:tcBorders>
            <w:shd w:val="clear" w:color="auto" w:fill="auto"/>
            <w:vAlign w:val="center"/>
            <w:hideMark/>
          </w:tcPr>
          <w:p w14:paraId="3B588B6A" w14:textId="77777777" w:rsidR="00A81F8D" w:rsidRPr="00B86631" w:rsidRDefault="00A81F8D"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Question posée au candidat</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14:paraId="4EE94370" w14:textId="77777777" w:rsidR="00A81F8D" w:rsidRPr="00B86631" w:rsidRDefault="00A81F8D"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Réponse du candidat</w:t>
            </w:r>
          </w:p>
        </w:tc>
      </w:tr>
      <w:tr w:rsidR="00A81F8D" w:rsidRPr="00B86631" w14:paraId="2D7F7C4C" w14:textId="77777777" w:rsidTr="008C3322">
        <w:trPr>
          <w:trHeight w:val="271"/>
          <w:jc w:val="center"/>
        </w:trPr>
        <w:tc>
          <w:tcPr>
            <w:tcW w:w="1047" w:type="dxa"/>
            <w:tcBorders>
              <w:top w:val="nil"/>
              <w:left w:val="nil"/>
              <w:bottom w:val="nil"/>
              <w:right w:val="nil"/>
            </w:tcBorders>
            <w:shd w:val="clear" w:color="auto" w:fill="auto"/>
            <w:vAlign w:val="center"/>
            <w:hideMark/>
          </w:tcPr>
          <w:p w14:paraId="05E086F3" w14:textId="77777777" w:rsidR="00A81F8D" w:rsidRPr="00B86631" w:rsidRDefault="00A81F8D" w:rsidP="008C3322">
            <w:pPr>
              <w:spacing w:before="0" w:after="0" w:line="240" w:lineRule="auto"/>
              <w:jc w:val="center"/>
              <w:rPr>
                <w:rFonts w:ascii="Century Gothic" w:eastAsia="Times New Roman" w:hAnsi="Century Gothic" w:cs="Calibri"/>
                <w:b/>
                <w:bCs/>
                <w:color w:val="000000"/>
                <w:lang w:eastAsia="fr-FR"/>
              </w:rPr>
            </w:pPr>
          </w:p>
        </w:tc>
        <w:tc>
          <w:tcPr>
            <w:tcW w:w="4724" w:type="dxa"/>
            <w:tcBorders>
              <w:top w:val="nil"/>
              <w:left w:val="nil"/>
              <w:bottom w:val="nil"/>
              <w:right w:val="nil"/>
            </w:tcBorders>
            <w:shd w:val="clear" w:color="auto" w:fill="auto"/>
            <w:vAlign w:val="center"/>
            <w:hideMark/>
          </w:tcPr>
          <w:p w14:paraId="11A5C23E" w14:textId="77777777" w:rsidR="00A81F8D" w:rsidRPr="00B86631" w:rsidRDefault="00A81F8D" w:rsidP="008C3322">
            <w:pPr>
              <w:spacing w:before="0" w:after="0" w:line="240" w:lineRule="auto"/>
              <w:jc w:val="center"/>
              <w:rPr>
                <w:rFonts w:ascii="Times New Roman" w:eastAsia="Times New Roman" w:hAnsi="Times New Roman" w:cs="Times New Roman"/>
                <w:sz w:val="20"/>
                <w:szCs w:val="20"/>
                <w:lang w:eastAsia="fr-FR"/>
              </w:rPr>
            </w:pPr>
          </w:p>
        </w:tc>
        <w:tc>
          <w:tcPr>
            <w:tcW w:w="4819" w:type="dxa"/>
            <w:tcBorders>
              <w:top w:val="nil"/>
              <w:left w:val="nil"/>
              <w:bottom w:val="nil"/>
              <w:right w:val="nil"/>
            </w:tcBorders>
            <w:shd w:val="clear" w:color="auto" w:fill="auto"/>
            <w:vAlign w:val="center"/>
            <w:hideMark/>
          </w:tcPr>
          <w:p w14:paraId="1F196D36" w14:textId="77777777" w:rsidR="00A81F8D" w:rsidRPr="00B86631" w:rsidRDefault="00A81F8D" w:rsidP="008C3322">
            <w:pPr>
              <w:spacing w:before="0" w:after="0" w:line="240" w:lineRule="auto"/>
              <w:jc w:val="center"/>
              <w:rPr>
                <w:rFonts w:ascii="Times New Roman" w:eastAsia="Times New Roman" w:hAnsi="Times New Roman" w:cs="Times New Roman"/>
                <w:sz w:val="20"/>
                <w:szCs w:val="20"/>
                <w:lang w:eastAsia="fr-FR"/>
              </w:rPr>
            </w:pPr>
          </w:p>
        </w:tc>
      </w:tr>
      <w:tr w:rsidR="00A81F8D" w:rsidRPr="00B86631" w14:paraId="08EE2191"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0ED0349F" w14:textId="77777777" w:rsidR="00A81F8D" w:rsidRDefault="00A81F8D"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 xml:space="preserve">Coordonnées des interlocuteurs : </w:t>
            </w:r>
          </w:p>
          <w:p w14:paraId="647F7666" w14:textId="77777777" w:rsidR="00A81F8D" w:rsidRPr="00B86631" w:rsidRDefault="00A81F8D"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Le candidat indique ci-dessous les coordonnées des interlocuteurs de l'acheteur public :</w:t>
            </w:r>
          </w:p>
        </w:tc>
      </w:tr>
      <w:tr w:rsidR="00A81F8D" w:rsidRPr="00B86631" w14:paraId="7E0DF989"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328A6A7A" w14:textId="77777777" w:rsidR="00A81F8D" w:rsidRPr="00B86631" w:rsidRDefault="00A81F8D"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w:t>
            </w:r>
          </w:p>
        </w:tc>
        <w:tc>
          <w:tcPr>
            <w:tcW w:w="4724" w:type="dxa"/>
            <w:tcBorders>
              <w:top w:val="nil"/>
              <w:left w:val="nil"/>
              <w:bottom w:val="single" w:sz="4" w:space="0" w:color="auto"/>
              <w:right w:val="single" w:sz="4" w:space="0" w:color="auto"/>
            </w:tcBorders>
            <w:shd w:val="clear" w:color="auto" w:fill="auto"/>
            <w:vAlign w:val="center"/>
            <w:hideMark/>
          </w:tcPr>
          <w:p w14:paraId="0323AA02" w14:textId="77777777" w:rsidR="00A81F8D" w:rsidRPr="00B86631" w:rsidRDefault="00A81F8D"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Nom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0A3DC07C" w14:textId="77777777" w:rsidR="00A81F8D" w:rsidRPr="00B86631" w:rsidRDefault="00A81F8D"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A81F8D" w:rsidRPr="00B86631" w14:paraId="4E587293"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792AFF35" w14:textId="77777777" w:rsidR="00A81F8D" w:rsidRPr="00B86631" w:rsidRDefault="00A81F8D"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2</w:t>
            </w:r>
          </w:p>
        </w:tc>
        <w:tc>
          <w:tcPr>
            <w:tcW w:w="4724" w:type="dxa"/>
            <w:tcBorders>
              <w:top w:val="nil"/>
              <w:left w:val="nil"/>
              <w:bottom w:val="single" w:sz="4" w:space="0" w:color="auto"/>
              <w:right w:val="single" w:sz="4" w:space="0" w:color="auto"/>
            </w:tcBorders>
            <w:shd w:val="clear" w:color="auto" w:fill="auto"/>
            <w:vAlign w:val="center"/>
            <w:hideMark/>
          </w:tcPr>
          <w:p w14:paraId="018D8E51" w14:textId="77777777" w:rsidR="00A81F8D" w:rsidRPr="00B86631" w:rsidRDefault="00A81F8D"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 de téléphone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2E9968DB" w14:textId="77777777" w:rsidR="00A81F8D" w:rsidRPr="00B86631" w:rsidRDefault="00A81F8D"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A81F8D" w:rsidRPr="00B86631" w14:paraId="053499FD"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32304EA7" w14:textId="77777777" w:rsidR="00A81F8D" w:rsidRPr="00B86631" w:rsidRDefault="00A81F8D"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3</w:t>
            </w:r>
          </w:p>
        </w:tc>
        <w:tc>
          <w:tcPr>
            <w:tcW w:w="4724" w:type="dxa"/>
            <w:tcBorders>
              <w:top w:val="nil"/>
              <w:left w:val="nil"/>
              <w:bottom w:val="single" w:sz="4" w:space="0" w:color="auto"/>
              <w:right w:val="single" w:sz="4" w:space="0" w:color="auto"/>
            </w:tcBorders>
            <w:shd w:val="clear" w:color="auto" w:fill="auto"/>
            <w:vAlign w:val="center"/>
            <w:hideMark/>
          </w:tcPr>
          <w:p w14:paraId="0246255A" w14:textId="77777777" w:rsidR="00A81F8D" w:rsidRPr="00B86631" w:rsidRDefault="00A81F8D"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Adresse mail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5813A883" w14:textId="77777777" w:rsidR="00A81F8D" w:rsidRPr="00B86631" w:rsidRDefault="00A81F8D"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A81F8D" w:rsidRPr="00B86631" w14:paraId="357645D2"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4E0434B5" w14:textId="77777777" w:rsidR="00A81F8D" w:rsidRPr="00B86631" w:rsidRDefault="00A81F8D"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4</w:t>
            </w:r>
          </w:p>
        </w:tc>
        <w:tc>
          <w:tcPr>
            <w:tcW w:w="4724" w:type="dxa"/>
            <w:tcBorders>
              <w:top w:val="nil"/>
              <w:left w:val="nil"/>
              <w:bottom w:val="single" w:sz="4" w:space="0" w:color="auto"/>
              <w:right w:val="single" w:sz="4" w:space="0" w:color="auto"/>
            </w:tcBorders>
            <w:shd w:val="clear" w:color="000000" w:fill="FFFFFF"/>
            <w:vAlign w:val="center"/>
            <w:hideMark/>
          </w:tcPr>
          <w:p w14:paraId="1266EDA1" w14:textId="77777777" w:rsidR="00A81F8D" w:rsidRPr="00B86631" w:rsidRDefault="00A81F8D"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Mail pour déclarations et suivi des sinistres :</w:t>
            </w:r>
          </w:p>
        </w:tc>
        <w:tc>
          <w:tcPr>
            <w:tcW w:w="4819" w:type="dxa"/>
            <w:tcBorders>
              <w:top w:val="nil"/>
              <w:left w:val="nil"/>
              <w:bottom w:val="single" w:sz="4" w:space="0" w:color="auto"/>
              <w:right w:val="single" w:sz="4" w:space="0" w:color="auto"/>
            </w:tcBorders>
            <w:shd w:val="clear" w:color="auto" w:fill="auto"/>
            <w:vAlign w:val="center"/>
            <w:hideMark/>
          </w:tcPr>
          <w:p w14:paraId="11B70638" w14:textId="77777777" w:rsidR="00A81F8D" w:rsidRPr="00B86631" w:rsidRDefault="00A81F8D"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A81F8D" w:rsidRPr="00B86631" w14:paraId="2F3ACD25"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15615AF7" w14:textId="77777777" w:rsidR="00A81F8D" w:rsidRPr="00B86631" w:rsidRDefault="00A81F8D"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5</w:t>
            </w:r>
          </w:p>
        </w:tc>
        <w:tc>
          <w:tcPr>
            <w:tcW w:w="4724" w:type="dxa"/>
            <w:tcBorders>
              <w:top w:val="nil"/>
              <w:left w:val="nil"/>
              <w:bottom w:val="single" w:sz="4" w:space="0" w:color="auto"/>
              <w:right w:val="single" w:sz="4" w:space="0" w:color="auto"/>
            </w:tcBorders>
            <w:shd w:val="clear" w:color="000000" w:fill="FFFFFF"/>
            <w:vAlign w:val="center"/>
            <w:hideMark/>
          </w:tcPr>
          <w:p w14:paraId="52EB68C1" w14:textId="77777777" w:rsidR="00A81F8D" w:rsidRPr="00B86631" w:rsidRDefault="00A81F8D"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indique les modalités d'échange proposées à l'acheteur public pour faire le point annuellement sur les contrats ou la sinistralité :</w:t>
            </w:r>
          </w:p>
        </w:tc>
        <w:tc>
          <w:tcPr>
            <w:tcW w:w="4819" w:type="dxa"/>
            <w:tcBorders>
              <w:top w:val="nil"/>
              <w:left w:val="nil"/>
              <w:bottom w:val="single" w:sz="4" w:space="0" w:color="auto"/>
              <w:right w:val="single" w:sz="4" w:space="0" w:color="auto"/>
            </w:tcBorders>
            <w:shd w:val="clear" w:color="auto" w:fill="auto"/>
            <w:vAlign w:val="center"/>
            <w:hideMark/>
          </w:tcPr>
          <w:p w14:paraId="2C1EA8B4" w14:textId="77777777" w:rsidR="00A81F8D" w:rsidRPr="00B86631" w:rsidRDefault="00A81F8D"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A81F8D" w:rsidRPr="00B86631" w14:paraId="1B3479C2"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7DDCD06A" w14:textId="77777777" w:rsidR="00A81F8D" w:rsidRPr="00B86631" w:rsidRDefault="00A81F8D"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Outil numérique de gestion des contrats et des sinistres</w:t>
            </w:r>
          </w:p>
        </w:tc>
      </w:tr>
      <w:tr w:rsidR="00A81F8D" w:rsidRPr="00B86631" w14:paraId="2468942D" w14:textId="77777777" w:rsidTr="008C3322">
        <w:trPr>
          <w:trHeight w:val="1085"/>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472FB5B5" w14:textId="77777777" w:rsidR="00A81F8D" w:rsidRPr="00B86631" w:rsidRDefault="00A81F8D"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6</w:t>
            </w:r>
          </w:p>
        </w:tc>
        <w:tc>
          <w:tcPr>
            <w:tcW w:w="4724" w:type="dxa"/>
            <w:tcBorders>
              <w:top w:val="nil"/>
              <w:left w:val="nil"/>
              <w:bottom w:val="single" w:sz="4" w:space="0" w:color="auto"/>
              <w:right w:val="single" w:sz="4" w:space="0" w:color="auto"/>
            </w:tcBorders>
            <w:shd w:val="clear" w:color="auto" w:fill="auto"/>
            <w:vAlign w:val="center"/>
            <w:hideMark/>
          </w:tcPr>
          <w:p w14:paraId="0C5ABD5E" w14:textId="77777777" w:rsidR="00A81F8D" w:rsidRPr="00B86631" w:rsidRDefault="00A81F8D"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Si le candidat possède un extranet (compte-client en ligne), il indique les services qu'il met à disposition de l'assuré :</w:t>
            </w:r>
            <w:r w:rsidRPr="00B86631">
              <w:rPr>
                <w:rFonts w:eastAsia="Times New Roman" w:cs="Calibri Light"/>
                <w:color w:val="000000"/>
                <w:lang w:eastAsia="fr-FR"/>
              </w:rPr>
              <w:br/>
              <w:t>(par exemple, bilan de sinistralité téléchargeable, déclaration</w:t>
            </w:r>
            <w:r>
              <w:rPr>
                <w:rFonts w:eastAsia="Times New Roman" w:cs="Calibri Light"/>
                <w:color w:val="000000"/>
                <w:lang w:eastAsia="fr-FR"/>
              </w:rPr>
              <w:t xml:space="preserve"> </w:t>
            </w:r>
            <w:r>
              <w:rPr>
                <w:rFonts w:eastAsia="Times New Roman" w:cs="Calibri Light"/>
                <w:color w:val="000000"/>
              </w:rPr>
              <w:t>des</w:t>
            </w:r>
            <w:r w:rsidRPr="00B86631">
              <w:rPr>
                <w:rFonts w:eastAsia="Times New Roman" w:cs="Calibri Light"/>
                <w:color w:val="000000"/>
                <w:lang w:eastAsia="fr-FR"/>
              </w:rPr>
              <w:t xml:space="preserve"> sinistres en ligne, modifications des assiettes de cotisations, </w:t>
            </w:r>
            <w:proofErr w:type="spellStart"/>
            <w:r w:rsidRPr="00B86631">
              <w:rPr>
                <w:rFonts w:eastAsia="Times New Roman" w:cs="Calibri Light"/>
                <w:color w:val="000000"/>
                <w:lang w:eastAsia="fr-FR"/>
              </w:rPr>
              <w:t>etc</w:t>
            </w:r>
            <w:proofErr w:type="spellEnd"/>
            <w:r w:rsidRPr="00B86631">
              <w:rPr>
                <w:rFonts w:eastAsia="Times New Roman" w:cs="Calibri Light"/>
                <w:color w:val="000000"/>
                <w:lang w:eastAsia="fr-FR"/>
              </w:rPr>
              <w:t>)</w:t>
            </w:r>
          </w:p>
        </w:tc>
        <w:tc>
          <w:tcPr>
            <w:tcW w:w="4819" w:type="dxa"/>
            <w:tcBorders>
              <w:top w:val="nil"/>
              <w:left w:val="nil"/>
              <w:bottom w:val="single" w:sz="4" w:space="0" w:color="auto"/>
              <w:right w:val="single" w:sz="4" w:space="0" w:color="auto"/>
            </w:tcBorders>
            <w:shd w:val="clear" w:color="auto" w:fill="auto"/>
            <w:vAlign w:val="center"/>
            <w:hideMark/>
          </w:tcPr>
          <w:p w14:paraId="101F861C" w14:textId="77777777" w:rsidR="00A81F8D" w:rsidRPr="00B86631" w:rsidRDefault="00A81F8D" w:rsidP="008C3322">
            <w:pPr>
              <w:spacing w:before="0" w:after="0" w:line="240" w:lineRule="auto"/>
              <w:jc w:val="center"/>
              <w:rPr>
                <w:rFonts w:eastAsia="Times New Roman" w:cs="Calibri Light"/>
                <w:color w:val="000000"/>
                <w:lang w:eastAsia="fr-FR"/>
              </w:rPr>
            </w:pPr>
          </w:p>
        </w:tc>
      </w:tr>
      <w:tr w:rsidR="00A81F8D" w:rsidRPr="00B86631" w14:paraId="0BB8ED73"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5B093812" w14:textId="77777777" w:rsidR="00A81F8D" w:rsidRPr="00B86631" w:rsidRDefault="00A81F8D"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Délais du candidat</w:t>
            </w:r>
          </w:p>
        </w:tc>
      </w:tr>
      <w:tr w:rsidR="00A81F8D" w:rsidRPr="00B86631" w14:paraId="0CCF949E" w14:textId="77777777" w:rsidTr="008C3322">
        <w:trPr>
          <w:trHeight w:val="542"/>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079FF43" w14:textId="77777777" w:rsidR="00A81F8D" w:rsidRPr="00B86631" w:rsidRDefault="00A81F8D"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7</w:t>
            </w:r>
          </w:p>
        </w:tc>
        <w:tc>
          <w:tcPr>
            <w:tcW w:w="4724" w:type="dxa"/>
            <w:tcBorders>
              <w:top w:val="nil"/>
              <w:left w:val="nil"/>
              <w:bottom w:val="single" w:sz="4" w:space="0" w:color="auto"/>
              <w:right w:val="single" w:sz="4" w:space="0" w:color="auto"/>
            </w:tcBorders>
            <w:shd w:val="clear" w:color="auto" w:fill="auto"/>
            <w:vAlign w:val="center"/>
            <w:hideMark/>
          </w:tcPr>
          <w:p w14:paraId="734286CD" w14:textId="77777777" w:rsidR="00A81F8D" w:rsidRPr="00B86631" w:rsidRDefault="00A81F8D"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Délai maximal pour envoyer les bilans de sinistralité :</w:t>
            </w:r>
            <w:r w:rsidRPr="00B86631">
              <w:rPr>
                <w:rFonts w:eastAsia="Times New Roman" w:cs="Calibri Light"/>
                <w:color w:val="000000"/>
                <w:lang w:eastAsia="fr-FR"/>
              </w:rPr>
              <w:br/>
              <w:t>(suite à demande de l'assuré)</w:t>
            </w:r>
          </w:p>
        </w:tc>
        <w:tc>
          <w:tcPr>
            <w:tcW w:w="4819" w:type="dxa"/>
            <w:tcBorders>
              <w:top w:val="nil"/>
              <w:left w:val="nil"/>
              <w:bottom w:val="single" w:sz="4" w:space="0" w:color="auto"/>
              <w:right w:val="single" w:sz="4" w:space="0" w:color="auto"/>
            </w:tcBorders>
            <w:shd w:val="clear" w:color="auto" w:fill="auto"/>
            <w:vAlign w:val="center"/>
            <w:hideMark/>
          </w:tcPr>
          <w:p w14:paraId="5A3A6207" w14:textId="77777777" w:rsidR="00A81F8D" w:rsidRPr="00B86631" w:rsidRDefault="00A81F8D"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A81F8D" w:rsidRPr="00B86631" w14:paraId="17EA624D" w14:textId="77777777" w:rsidTr="00326FC6">
        <w:trPr>
          <w:trHeight w:val="637"/>
          <w:jc w:val="center"/>
        </w:trPr>
        <w:tc>
          <w:tcPr>
            <w:tcW w:w="10590" w:type="dxa"/>
            <w:gridSpan w:val="3"/>
            <w:tcBorders>
              <w:top w:val="nil"/>
              <w:left w:val="single" w:sz="4" w:space="0" w:color="auto"/>
              <w:bottom w:val="single" w:sz="4" w:space="0" w:color="auto"/>
              <w:right w:val="single" w:sz="4" w:space="0" w:color="auto"/>
            </w:tcBorders>
            <w:shd w:val="clear" w:color="auto" w:fill="FFD966" w:themeFill="accent4" w:themeFillTint="99"/>
            <w:vAlign w:val="center"/>
          </w:tcPr>
          <w:p w14:paraId="12851E5C" w14:textId="77777777" w:rsidR="00A81F8D" w:rsidRPr="00B86631" w:rsidRDefault="00A81F8D" w:rsidP="00326FC6">
            <w:pPr>
              <w:spacing w:before="0" w:after="0" w:line="240" w:lineRule="auto"/>
              <w:jc w:val="left"/>
              <w:rPr>
                <w:rFonts w:eastAsia="Times New Roman" w:cs="Calibri Light"/>
                <w:color w:val="000000"/>
                <w:lang w:eastAsia="fr-FR"/>
              </w:rPr>
            </w:pPr>
            <w:r w:rsidRPr="00326FC6">
              <w:rPr>
                <w:rFonts w:ascii="Century Gothic" w:eastAsia="Times New Roman" w:hAnsi="Century Gothic" w:cs="Calibri"/>
                <w:b/>
                <w:bCs/>
                <w:color w:val="757171"/>
                <w:lang w:eastAsia="fr-FR"/>
              </w:rPr>
              <w:t>Composition de l’équipe en charge du conseil juridique</w:t>
            </w:r>
            <w:r w:rsidRPr="00B86631">
              <w:rPr>
                <w:rFonts w:eastAsia="Times New Roman" w:cs="Calibri Light"/>
                <w:color w:val="000000"/>
                <w:lang w:eastAsia="fr-FR"/>
              </w:rPr>
              <w:t> </w:t>
            </w:r>
          </w:p>
        </w:tc>
      </w:tr>
      <w:tr w:rsidR="00A81F8D" w:rsidRPr="00B86631" w14:paraId="7D1C54AE" w14:textId="77777777" w:rsidTr="00326FC6">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tcPr>
          <w:p w14:paraId="15C9E444" w14:textId="77777777" w:rsidR="00A81F8D" w:rsidRPr="00326FC6" w:rsidRDefault="00A81F8D" w:rsidP="008C3322">
            <w:pPr>
              <w:spacing w:before="0" w:after="0" w:line="240" w:lineRule="auto"/>
              <w:jc w:val="center"/>
              <w:rPr>
                <w:rFonts w:eastAsia="Times New Roman" w:cs="Calibri Light"/>
                <w:color w:val="000000"/>
                <w:lang w:eastAsia="fr-FR"/>
              </w:rPr>
            </w:pPr>
            <w:r w:rsidRPr="00326FC6">
              <w:rPr>
                <w:rFonts w:eastAsia="Times New Roman" w:cs="Calibri Light"/>
                <w:color w:val="000000"/>
                <w:lang w:eastAsia="fr-FR"/>
              </w:rPr>
              <w:t>8</w:t>
            </w:r>
          </w:p>
        </w:tc>
        <w:tc>
          <w:tcPr>
            <w:tcW w:w="4724" w:type="dxa"/>
            <w:tcBorders>
              <w:top w:val="nil"/>
              <w:left w:val="nil"/>
              <w:bottom w:val="single" w:sz="4" w:space="0" w:color="auto"/>
              <w:right w:val="single" w:sz="4" w:space="0" w:color="auto"/>
            </w:tcBorders>
            <w:shd w:val="clear" w:color="auto" w:fill="auto"/>
            <w:vAlign w:val="center"/>
          </w:tcPr>
          <w:p w14:paraId="7D46B255" w14:textId="77777777" w:rsidR="00A81F8D" w:rsidRPr="00326FC6" w:rsidRDefault="00A81F8D" w:rsidP="008C3322">
            <w:pPr>
              <w:spacing w:before="0" w:after="0" w:line="240" w:lineRule="auto"/>
              <w:jc w:val="left"/>
              <w:rPr>
                <w:rFonts w:eastAsia="Times New Roman" w:cs="Calibri Light"/>
                <w:color w:val="000000"/>
                <w:kern w:val="2"/>
                <w:lang w:eastAsia="fr-FR"/>
                <w14:ligatures w14:val="standardContextual"/>
              </w:rPr>
            </w:pPr>
            <w:r w:rsidRPr="00326FC6">
              <w:rPr>
                <w:rFonts w:eastAsia="Times New Roman" w:cs="Calibri Light"/>
                <w:color w:val="000000"/>
                <w:kern w:val="2"/>
                <w:lang w:eastAsia="fr-FR"/>
                <w14:ligatures w14:val="standardContextual"/>
              </w:rPr>
              <w:t>Détails de l’équipe en charge du conseil juridique :</w:t>
            </w:r>
          </w:p>
          <w:p w14:paraId="1C345879" w14:textId="77777777" w:rsidR="00A81F8D" w:rsidRPr="00326FC6" w:rsidRDefault="00A81F8D" w:rsidP="008C3322">
            <w:pPr>
              <w:spacing w:before="0" w:after="0" w:line="240" w:lineRule="auto"/>
              <w:jc w:val="left"/>
              <w:rPr>
                <w:rFonts w:eastAsia="Times New Roman" w:cs="Calibri Light"/>
                <w:color w:val="000000"/>
                <w:kern w:val="2"/>
                <w:lang w:eastAsia="fr-FR"/>
                <w14:ligatures w14:val="standardContextual"/>
              </w:rPr>
            </w:pPr>
            <w:r w:rsidRPr="00326FC6">
              <w:rPr>
                <w:rFonts w:eastAsia="Times New Roman" w:cs="Calibri Light"/>
                <w:color w:val="000000"/>
                <w:kern w:val="2"/>
                <w:lang w:eastAsia="fr-FR"/>
                <w14:ligatures w14:val="standardContextual"/>
              </w:rPr>
              <w:t>(nombre de personnes &amp; niveau de qualifications)</w:t>
            </w:r>
          </w:p>
        </w:tc>
        <w:tc>
          <w:tcPr>
            <w:tcW w:w="4819" w:type="dxa"/>
            <w:tcBorders>
              <w:top w:val="nil"/>
              <w:left w:val="nil"/>
              <w:bottom w:val="single" w:sz="4" w:space="0" w:color="auto"/>
              <w:right w:val="single" w:sz="4" w:space="0" w:color="auto"/>
            </w:tcBorders>
            <w:shd w:val="clear" w:color="auto" w:fill="auto"/>
            <w:vAlign w:val="center"/>
            <w:hideMark/>
          </w:tcPr>
          <w:p w14:paraId="1F32DB86" w14:textId="77777777" w:rsidR="00A81F8D" w:rsidRPr="00B86631" w:rsidRDefault="00A81F8D"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A81F8D" w:rsidRPr="00B86631" w14:paraId="1531DCF7"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42E98F79" w14:textId="77777777" w:rsidR="00A81F8D" w:rsidRPr="00B86631" w:rsidRDefault="00A81F8D"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Mémoire de gestion : Le candidat joint à son offre un mémoire de gestion présentant les services que le candidat peut apporter.</w:t>
            </w:r>
          </w:p>
        </w:tc>
      </w:tr>
      <w:tr w:rsidR="00A81F8D" w:rsidRPr="00B86631" w14:paraId="3B241D93"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34F6B890" w14:textId="77777777" w:rsidR="00A81F8D" w:rsidRPr="00B86631" w:rsidRDefault="00A81F8D" w:rsidP="008C3322">
            <w:pPr>
              <w:spacing w:before="0" w:after="0" w:line="240" w:lineRule="auto"/>
              <w:jc w:val="center"/>
              <w:rPr>
                <w:rFonts w:eastAsia="Times New Roman" w:cs="Calibri Light"/>
                <w:color w:val="000000"/>
                <w:lang w:eastAsia="fr-FR"/>
              </w:rPr>
            </w:pPr>
            <w:r>
              <w:rPr>
                <w:rFonts w:eastAsia="Times New Roman" w:cs="Calibri Light"/>
                <w:color w:val="000000"/>
                <w:lang w:eastAsia="fr-FR"/>
              </w:rPr>
              <w:t>9</w:t>
            </w:r>
          </w:p>
        </w:tc>
        <w:tc>
          <w:tcPr>
            <w:tcW w:w="4724" w:type="dxa"/>
            <w:tcBorders>
              <w:top w:val="nil"/>
              <w:left w:val="nil"/>
              <w:bottom w:val="single" w:sz="4" w:space="0" w:color="auto"/>
              <w:right w:val="single" w:sz="4" w:space="0" w:color="auto"/>
            </w:tcBorders>
            <w:shd w:val="clear" w:color="auto" w:fill="auto"/>
            <w:vAlign w:val="center"/>
            <w:hideMark/>
          </w:tcPr>
          <w:p w14:paraId="78133511" w14:textId="77777777" w:rsidR="00A81F8D" w:rsidRPr="00B86631" w:rsidRDefault="00A81F8D"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présente de manière indicative les principaux points forts de son mémoire de gestion :</w:t>
            </w:r>
          </w:p>
        </w:tc>
        <w:tc>
          <w:tcPr>
            <w:tcW w:w="4819" w:type="dxa"/>
            <w:tcBorders>
              <w:top w:val="nil"/>
              <w:left w:val="nil"/>
              <w:bottom w:val="single" w:sz="4" w:space="0" w:color="auto"/>
              <w:right w:val="single" w:sz="4" w:space="0" w:color="auto"/>
            </w:tcBorders>
            <w:shd w:val="clear" w:color="auto" w:fill="auto"/>
            <w:vAlign w:val="center"/>
            <w:hideMark/>
          </w:tcPr>
          <w:p w14:paraId="13E7B554" w14:textId="77777777" w:rsidR="00A81F8D" w:rsidRPr="00B86631" w:rsidRDefault="00A81F8D"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bl>
    <w:p w14:paraId="738F63DF" w14:textId="77777777" w:rsidR="00A81F8D" w:rsidRDefault="00A81F8D">
      <w:pPr>
        <w:spacing w:before="0"/>
        <w:jc w:val="left"/>
        <w:rPr>
          <w:rStyle w:val="WarningCar"/>
          <w:color w:val="auto"/>
        </w:rPr>
      </w:pPr>
      <w:r>
        <w:rPr>
          <w:rStyle w:val="WarningCar"/>
          <w:color w:val="auto"/>
        </w:rPr>
        <w:br w:type="page"/>
      </w:r>
    </w:p>
    <w:p w14:paraId="4FBF94EC" w14:textId="77777777" w:rsidR="00A81F8D" w:rsidRPr="001079F0" w:rsidRDefault="00A81F8D" w:rsidP="00B60E34">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03C0FD73" w14:textId="77777777" w:rsidR="00A81F8D" w:rsidRDefault="00A81F8D" w:rsidP="00B60E34">
      <w:pPr>
        <w:pStyle w:val="Titre2"/>
        <w:spacing w:before="0" w:line="240" w:lineRule="auto"/>
        <w:ind w:left="0"/>
        <w:contextualSpacing/>
        <w:rPr>
          <w:color w:val="auto"/>
        </w:rPr>
      </w:pPr>
      <w:r w:rsidRPr="001079F0">
        <w:rPr>
          <w:color w:val="auto"/>
        </w:rPr>
        <w:t>Engagement du candidat (à compléter par le candidat)</w:t>
      </w:r>
    </w:p>
    <w:p w14:paraId="1DC7E4D8" w14:textId="77777777" w:rsidR="00A81F8D" w:rsidRDefault="00A81F8D" w:rsidP="00B60E34">
      <w:pPr>
        <w:spacing w:before="0" w:after="0" w:line="240" w:lineRule="auto"/>
        <w:contextualSpacing/>
      </w:pPr>
    </w:p>
    <w:p w14:paraId="18A2F190" w14:textId="77777777" w:rsidR="00A81F8D" w:rsidRDefault="00A81F8D" w:rsidP="00B60E34">
      <w:pPr>
        <w:spacing w:before="0" w:after="0" w:line="240" w:lineRule="auto"/>
        <w:contextualSpacing/>
      </w:pPr>
      <w:r w:rsidRPr="001079F0">
        <w:t>J’affirme, sous peine de résiliation de plein droit du marché à mes torts exclusifs ou aux torts exclusifs de la société pour laquelle j’interviens, que je ne tombe pas ou que ladite Société ne tombe pas sous le coup des interdictions découlant des articles L2141-1 à L2141-14 et des articles R2143-6 à R2143-10 du Code de la commande publique.</w:t>
      </w:r>
    </w:p>
    <w:p w14:paraId="3E19D28A" w14:textId="77777777" w:rsidR="00A81F8D" w:rsidRDefault="00A81F8D" w:rsidP="00B60E34">
      <w:pPr>
        <w:spacing w:before="0" w:after="0" w:line="240" w:lineRule="auto"/>
        <w:contextualSpacing/>
      </w:pPr>
    </w:p>
    <w:p w14:paraId="7FAEDEEE" w14:textId="77777777" w:rsidR="00A81F8D" w:rsidRDefault="00A81F8D" w:rsidP="00B60E34">
      <w:pPr>
        <w:spacing w:before="0" w:after="0" w:line="240" w:lineRule="auto"/>
        <w:contextualSpacing/>
      </w:pPr>
      <w:r>
        <w:t>La signature du présent acte d'engagement emporte signature du cahier des clauses administratives (C.C.A.) et du cahier des clauses techniques particulières (C.C.T.P.), dont les documents originaux conservés par l'acheteur public font seuls foi.</w:t>
      </w:r>
    </w:p>
    <w:p w14:paraId="72AB58C1" w14:textId="77777777" w:rsidR="00A81F8D" w:rsidRPr="001079F0" w:rsidRDefault="00A81F8D" w:rsidP="00B60E34">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A81F8D" w:rsidRPr="001079F0" w14:paraId="3123BE95" w14:textId="77777777" w:rsidTr="007956AD">
        <w:trPr>
          <w:trHeight w:val="628"/>
        </w:trPr>
        <w:tc>
          <w:tcPr>
            <w:tcW w:w="4814" w:type="dxa"/>
            <w:shd w:val="clear" w:color="auto" w:fill="DEEAF6" w:themeFill="accent5" w:themeFillTint="33"/>
            <w:vAlign w:val="center"/>
          </w:tcPr>
          <w:p w14:paraId="3278CD8A" w14:textId="77777777" w:rsidR="00A81F8D" w:rsidRPr="001079F0" w:rsidRDefault="00A81F8D" w:rsidP="00B60E34">
            <w:pPr>
              <w:spacing w:before="0"/>
              <w:contextualSpacing/>
              <w:jc w:val="right"/>
              <w:rPr>
                <w:rFonts w:asciiTheme="minorHAnsi" w:hAnsiTheme="minorHAnsi" w:cstheme="minorHAnsi"/>
              </w:rPr>
            </w:pPr>
            <w:r w:rsidRPr="001079F0">
              <w:rPr>
                <w:rFonts w:asciiTheme="minorHAnsi" w:hAnsiTheme="minorHAnsi" w:cstheme="minorHAnsi"/>
              </w:rPr>
              <w:t>Fait en un seul original à</w:t>
            </w:r>
          </w:p>
        </w:tc>
        <w:tc>
          <w:tcPr>
            <w:tcW w:w="4814" w:type="dxa"/>
            <w:vAlign w:val="center"/>
          </w:tcPr>
          <w:p w14:paraId="5F71F07C" w14:textId="77777777" w:rsidR="00A81F8D" w:rsidRPr="001079F0" w:rsidRDefault="00A81F8D" w:rsidP="00B60E34">
            <w:pPr>
              <w:spacing w:before="0"/>
              <w:contextualSpacing/>
              <w:jc w:val="left"/>
            </w:pPr>
          </w:p>
        </w:tc>
      </w:tr>
      <w:tr w:rsidR="00A81F8D" w:rsidRPr="001079F0" w14:paraId="2C3233CE" w14:textId="77777777" w:rsidTr="007956AD">
        <w:trPr>
          <w:trHeight w:val="521"/>
        </w:trPr>
        <w:tc>
          <w:tcPr>
            <w:tcW w:w="4814" w:type="dxa"/>
            <w:shd w:val="clear" w:color="auto" w:fill="DEEAF6" w:themeFill="accent5" w:themeFillTint="33"/>
            <w:vAlign w:val="center"/>
          </w:tcPr>
          <w:p w14:paraId="4353256F" w14:textId="77777777" w:rsidR="00A81F8D" w:rsidRPr="001079F0" w:rsidRDefault="00A81F8D" w:rsidP="00B60E34">
            <w:pPr>
              <w:spacing w:before="0"/>
              <w:contextualSpacing/>
              <w:jc w:val="right"/>
              <w:rPr>
                <w:rFonts w:asciiTheme="minorHAnsi" w:hAnsiTheme="minorHAnsi" w:cstheme="minorHAnsi"/>
              </w:rPr>
            </w:pPr>
            <w:r w:rsidRPr="001079F0">
              <w:rPr>
                <w:rFonts w:asciiTheme="minorHAnsi" w:hAnsiTheme="minorHAnsi" w:cstheme="minorHAnsi"/>
              </w:rPr>
              <w:t>« lu et approuvé »</w:t>
            </w:r>
          </w:p>
        </w:tc>
        <w:tc>
          <w:tcPr>
            <w:tcW w:w="4814" w:type="dxa"/>
            <w:vAlign w:val="center"/>
          </w:tcPr>
          <w:p w14:paraId="67CFDBDA" w14:textId="77777777" w:rsidR="00A81F8D" w:rsidRPr="001079F0" w:rsidRDefault="00A81F8D" w:rsidP="00B60E34">
            <w:pPr>
              <w:spacing w:before="0"/>
              <w:contextualSpacing/>
              <w:jc w:val="left"/>
            </w:pPr>
          </w:p>
        </w:tc>
      </w:tr>
      <w:tr w:rsidR="00A81F8D" w:rsidRPr="001079F0" w14:paraId="389E7DC0" w14:textId="77777777" w:rsidTr="007956AD">
        <w:trPr>
          <w:trHeight w:val="541"/>
        </w:trPr>
        <w:tc>
          <w:tcPr>
            <w:tcW w:w="4814" w:type="dxa"/>
            <w:shd w:val="clear" w:color="auto" w:fill="DEEAF6" w:themeFill="accent5" w:themeFillTint="33"/>
            <w:vAlign w:val="center"/>
          </w:tcPr>
          <w:p w14:paraId="1CFA381C" w14:textId="77777777" w:rsidR="00A81F8D" w:rsidRPr="001079F0" w:rsidRDefault="00A81F8D" w:rsidP="00B60E34">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46474E95" w14:textId="77777777" w:rsidR="00A81F8D" w:rsidRPr="001079F0" w:rsidRDefault="00A81F8D" w:rsidP="00B60E34">
            <w:pPr>
              <w:spacing w:before="0"/>
              <w:contextualSpacing/>
              <w:jc w:val="left"/>
            </w:pPr>
          </w:p>
        </w:tc>
      </w:tr>
      <w:tr w:rsidR="00A81F8D" w:rsidRPr="001079F0" w14:paraId="1C098E9E" w14:textId="77777777" w:rsidTr="007956AD">
        <w:trPr>
          <w:trHeight w:val="1411"/>
        </w:trPr>
        <w:tc>
          <w:tcPr>
            <w:tcW w:w="4814" w:type="dxa"/>
            <w:shd w:val="clear" w:color="auto" w:fill="DEEAF6" w:themeFill="accent5" w:themeFillTint="33"/>
            <w:vAlign w:val="center"/>
          </w:tcPr>
          <w:p w14:paraId="334AFD80" w14:textId="77777777" w:rsidR="00A81F8D" w:rsidRPr="001079F0" w:rsidRDefault="00A81F8D" w:rsidP="00B60E34">
            <w:pPr>
              <w:spacing w:before="0"/>
              <w:contextualSpacing/>
              <w:jc w:val="right"/>
              <w:rPr>
                <w:rFonts w:asciiTheme="minorHAnsi" w:hAnsiTheme="minorHAnsi" w:cstheme="minorHAnsi"/>
              </w:rPr>
            </w:pPr>
            <w:r w:rsidRPr="001079F0">
              <w:rPr>
                <w:rFonts w:asciiTheme="minorHAnsi" w:hAnsiTheme="minorHAnsi" w:cstheme="minorHAnsi"/>
              </w:rPr>
              <w:t>Signature(s) du titulaire</w:t>
            </w:r>
          </w:p>
        </w:tc>
        <w:tc>
          <w:tcPr>
            <w:tcW w:w="4814" w:type="dxa"/>
            <w:vAlign w:val="center"/>
          </w:tcPr>
          <w:p w14:paraId="5EEBEDAA" w14:textId="77777777" w:rsidR="00A81F8D" w:rsidRPr="001079F0" w:rsidRDefault="00A81F8D" w:rsidP="00B60E34">
            <w:pPr>
              <w:spacing w:before="0"/>
              <w:contextualSpacing/>
              <w:jc w:val="left"/>
            </w:pPr>
          </w:p>
        </w:tc>
      </w:tr>
    </w:tbl>
    <w:p w14:paraId="35B1008A" w14:textId="77777777" w:rsidR="00A81F8D" w:rsidRPr="007D00EC" w:rsidRDefault="00A81F8D" w:rsidP="00B60E34">
      <w:pPr>
        <w:spacing w:before="0" w:after="0" w:line="240" w:lineRule="auto"/>
        <w:contextualSpacing/>
      </w:pPr>
      <w:r w:rsidRPr="001079F0">
        <w:tab/>
      </w:r>
      <w:r w:rsidRPr="001079F0">
        <w:tab/>
      </w:r>
      <w:r w:rsidRPr="001079F0">
        <w:tab/>
      </w:r>
      <w:r w:rsidRPr="001079F0">
        <w:tab/>
      </w:r>
    </w:p>
    <w:p w14:paraId="626E905D" w14:textId="77777777" w:rsidR="00A81F8D" w:rsidRPr="001079F0" w:rsidRDefault="00A81F8D" w:rsidP="00B60E34">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46A51EA5" w14:textId="77777777" w:rsidR="00A81F8D" w:rsidRPr="001079F0" w:rsidRDefault="00A81F8D" w:rsidP="00B60E34">
      <w:pPr>
        <w:pStyle w:val="Titre2"/>
        <w:spacing w:before="0" w:line="240" w:lineRule="auto"/>
        <w:ind w:left="0"/>
        <w:contextualSpacing/>
        <w:rPr>
          <w:color w:val="auto"/>
        </w:rPr>
      </w:pPr>
      <w:r w:rsidRPr="001079F0">
        <w:rPr>
          <w:color w:val="auto"/>
        </w:rPr>
        <w:t>Acceptation de l’offre par la personne publique</w:t>
      </w:r>
    </w:p>
    <w:p w14:paraId="47957822" w14:textId="77777777" w:rsidR="00A81F8D" w:rsidRDefault="00A81F8D" w:rsidP="00B60E34">
      <w:pPr>
        <w:pStyle w:val="Titre2"/>
        <w:spacing w:before="0" w:line="240" w:lineRule="auto"/>
        <w:ind w:left="0"/>
        <w:contextualSpacing/>
        <w:rPr>
          <w:color w:val="auto"/>
        </w:rPr>
      </w:pPr>
      <w:r w:rsidRPr="001079F0">
        <w:rPr>
          <w:color w:val="auto"/>
        </w:rPr>
        <w:t>(à compléter par l'acheteur public après attribution du marché)</w:t>
      </w:r>
    </w:p>
    <w:p w14:paraId="4C2E822C" w14:textId="77777777" w:rsidR="00A81F8D" w:rsidRDefault="00A81F8D" w:rsidP="00B60E34">
      <w:pPr>
        <w:spacing w:before="0" w:after="0" w:line="240" w:lineRule="auto"/>
        <w:contextualSpacing/>
      </w:pPr>
    </w:p>
    <w:p w14:paraId="2F44B950" w14:textId="77777777" w:rsidR="00A81F8D" w:rsidRDefault="00A81F8D" w:rsidP="00B60E34">
      <w:pPr>
        <w:spacing w:before="0" w:after="0" w:line="240" w:lineRule="auto"/>
        <w:contextualSpacing/>
      </w:pPr>
      <w:r w:rsidRPr="001079F0">
        <w:t>Est acceptée la présente offre, modifiée par les éventuelles réserves, pour valoir acte d’engagement.</w:t>
      </w:r>
    </w:p>
    <w:p w14:paraId="7A85F80B" w14:textId="77777777" w:rsidR="00A81F8D" w:rsidRPr="001079F0" w:rsidRDefault="00A81F8D" w:rsidP="00B60E34">
      <w:pPr>
        <w:spacing w:before="0" w:after="0" w:line="240" w:lineRule="auto"/>
        <w:contextualSpacing/>
      </w:pPr>
    </w:p>
    <w:tbl>
      <w:tblPr>
        <w:tblW w:w="9613" w:type="dxa"/>
        <w:tblLayout w:type="fixed"/>
        <w:tblCellMar>
          <w:left w:w="10" w:type="dxa"/>
          <w:right w:w="10" w:type="dxa"/>
        </w:tblCellMar>
        <w:tblLook w:val="0000" w:firstRow="0" w:lastRow="0" w:firstColumn="0" w:lastColumn="0" w:noHBand="0" w:noVBand="0"/>
      </w:tblPr>
      <w:tblGrid>
        <w:gridCol w:w="4817"/>
        <w:gridCol w:w="4796"/>
      </w:tblGrid>
      <w:tr w:rsidR="00A81F8D" w:rsidRPr="001079F0" w14:paraId="2D80C941" w14:textId="77777777" w:rsidTr="00C8186C">
        <w:trPr>
          <w:trHeight w:val="541"/>
        </w:trPr>
        <w:tc>
          <w:tcPr>
            <w:tcW w:w="4817" w:type="dxa"/>
            <w:tcBorders>
              <w:top w:val="single" w:sz="2" w:space="0" w:color="000000"/>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089B0DE" w14:textId="77777777" w:rsidR="00A81F8D" w:rsidRPr="001079F0" w:rsidRDefault="00A81F8D" w:rsidP="00B60E34">
            <w:pPr>
              <w:pStyle w:val="NormalRiskpart"/>
              <w:contextualSpacing/>
              <w:jc w:val="center"/>
              <w:rPr>
                <w:rFonts w:asciiTheme="minorHAnsi" w:hAnsiTheme="minorHAnsi" w:cstheme="minorHAnsi"/>
                <w:sz w:val="22"/>
                <w:szCs w:val="22"/>
              </w:rPr>
            </w:pPr>
            <w:r w:rsidRPr="001079F0">
              <w:rPr>
                <w:rFonts w:asciiTheme="minorHAnsi" w:hAnsiTheme="minorHAnsi" w:cstheme="minorHAnsi"/>
                <w:sz w:val="22"/>
                <w:szCs w:val="22"/>
              </w:rPr>
              <w:t>Offre acceptée</w:t>
            </w:r>
          </w:p>
        </w:tc>
        <w:tc>
          <w:tcPr>
            <w:tcW w:w="4796" w:type="dxa"/>
            <w:tcBorders>
              <w:top w:val="single" w:sz="2" w:space="0" w:color="000000"/>
              <w:left w:val="single" w:sz="2" w:space="0" w:color="000000"/>
              <w:bottom w:val="single" w:sz="2" w:space="0" w:color="000000"/>
              <w:right w:val="single" w:sz="2" w:space="0" w:color="000000"/>
            </w:tcBorders>
            <w:shd w:val="clear" w:color="auto" w:fill="DEEAF6" w:themeFill="accent5" w:themeFillTint="33"/>
            <w:tcMar>
              <w:top w:w="55" w:type="dxa"/>
              <w:left w:w="55" w:type="dxa"/>
              <w:bottom w:w="55" w:type="dxa"/>
              <w:right w:w="55" w:type="dxa"/>
            </w:tcMar>
            <w:vAlign w:val="center"/>
          </w:tcPr>
          <w:p w14:paraId="3D52D34B" w14:textId="77777777" w:rsidR="00A81F8D" w:rsidRPr="001079F0" w:rsidRDefault="00A81F8D" w:rsidP="00B60E3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Montant total du marché retenu (TTC/an)</w:t>
            </w:r>
          </w:p>
        </w:tc>
      </w:tr>
      <w:tr w:rsidR="00A81F8D" w:rsidRPr="001079F0" w14:paraId="44E3A1AA" w14:textId="77777777" w:rsidTr="00C8186C">
        <w:trPr>
          <w:trHeight w:val="654"/>
        </w:trPr>
        <w:tc>
          <w:tcPr>
            <w:tcW w:w="4817" w:type="dxa"/>
            <w:tcBorders>
              <w:left w:val="single" w:sz="2" w:space="0" w:color="000000"/>
              <w:bottom w:val="single" w:sz="2" w:space="0" w:color="000000"/>
            </w:tcBorders>
            <w:tcMar>
              <w:top w:w="55" w:type="dxa"/>
              <w:left w:w="55" w:type="dxa"/>
              <w:bottom w:w="55" w:type="dxa"/>
              <w:right w:w="55" w:type="dxa"/>
            </w:tcMar>
            <w:vAlign w:val="center"/>
          </w:tcPr>
          <w:p w14:paraId="40B57BDC" w14:textId="77777777" w:rsidR="00A81F8D" w:rsidRDefault="00F41F61" w:rsidP="00961589">
            <w:pPr>
              <w:pStyle w:val="NormalRiskpart"/>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949616394"/>
                <w14:checkbox>
                  <w14:checked w14:val="0"/>
                  <w14:checkedState w14:val="2612" w14:font="MS Gothic"/>
                  <w14:uncheckedState w14:val="2610" w14:font="MS Gothic"/>
                </w14:checkbox>
              </w:sdtPr>
              <w:sdtEndPr/>
              <w:sdtContent>
                <w:r w:rsidR="00A81F8D">
                  <w:rPr>
                    <w:rFonts w:ascii="MS Gothic" w:eastAsia="MS Gothic" w:hAnsi="MS Gothic" w:cstheme="minorHAnsi" w:hint="eastAsia"/>
                    <w:sz w:val="22"/>
                    <w:szCs w:val="22"/>
                  </w:rPr>
                  <w:t>☐</w:t>
                </w:r>
              </w:sdtContent>
            </w:sdt>
            <w:r w:rsidR="00A81F8D" w:rsidRPr="001079F0">
              <w:rPr>
                <w:rFonts w:asciiTheme="minorHAnsi" w:eastAsia="Wingdings" w:hAnsiTheme="minorHAnsi" w:cstheme="minorHAnsi"/>
                <w:sz w:val="22"/>
                <w:szCs w:val="22"/>
              </w:rPr>
              <w:t>Oui</w:t>
            </w:r>
          </w:p>
          <w:p w14:paraId="0D5D7813" w14:textId="77777777" w:rsidR="00A81F8D" w:rsidRPr="001079F0" w:rsidRDefault="00F41F61" w:rsidP="00961589">
            <w:pPr>
              <w:pStyle w:val="NormalRiskpart"/>
              <w:contextualSpacing/>
              <w:jc w:val="left"/>
              <w:rPr>
                <w:rFonts w:asciiTheme="minorHAnsi" w:hAnsiTheme="minorHAnsi" w:cstheme="minorHAnsi"/>
                <w:sz w:val="22"/>
                <w:szCs w:val="22"/>
              </w:rPr>
            </w:pPr>
            <w:sdt>
              <w:sdtPr>
                <w:rPr>
                  <w:rFonts w:asciiTheme="minorHAnsi" w:eastAsia="Wingdings" w:hAnsiTheme="minorHAnsi" w:cstheme="minorHAnsi"/>
                  <w:sz w:val="22"/>
                  <w:szCs w:val="22"/>
                </w:rPr>
                <w:id w:val="-168182387"/>
                <w14:checkbox>
                  <w14:checked w14:val="0"/>
                  <w14:checkedState w14:val="2612" w14:font="MS Gothic"/>
                  <w14:uncheckedState w14:val="2610" w14:font="MS Gothic"/>
                </w14:checkbox>
              </w:sdtPr>
              <w:sdtEndPr/>
              <w:sdtContent>
                <w:r w:rsidR="00A81F8D" w:rsidRPr="001079F0">
                  <w:rPr>
                    <w:rFonts w:ascii="MS Gothic" w:eastAsia="MS Gothic" w:hAnsi="MS Gothic" w:cstheme="minorHAnsi" w:hint="eastAsia"/>
                    <w:sz w:val="22"/>
                    <w:szCs w:val="22"/>
                  </w:rPr>
                  <w:t>☐</w:t>
                </w:r>
              </w:sdtContent>
            </w:sdt>
            <w:r w:rsidR="00A81F8D" w:rsidRPr="001079F0">
              <w:rPr>
                <w:rFonts w:asciiTheme="minorHAnsi" w:eastAsia="Wingdings" w:hAnsiTheme="minorHAnsi" w:cstheme="minorHAnsi"/>
                <w:sz w:val="22"/>
                <w:szCs w:val="22"/>
              </w:rPr>
              <w:t>Non</w:t>
            </w:r>
          </w:p>
        </w:tc>
        <w:tc>
          <w:tcPr>
            <w:tcW w:w="479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5D41983" w14:textId="77777777" w:rsidR="00A81F8D" w:rsidRPr="001079F0" w:rsidRDefault="00A81F8D" w:rsidP="00B60E34">
            <w:pPr>
              <w:pStyle w:val="Standard"/>
              <w:contextualSpacing/>
              <w:rPr>
                <w:rFonts w:asciiTheme="majorHAnsi" w:hAnsiTheme="majorHAnsi" w:cstheme="majorHAnsi"/>
                <w:sz w:val="22"/>
                <w:szCs w:val="22"/>
              </w:rPr>
            </w:pPr>
          </w:p>
        </w:tc>
      </w:tr>
    </w:tbl>
    <w:p w14:paraId="6BBDBFE3" w14:textId="77777777" w:rsidR="00A81F8D" w:rsidRDefault="00A81F8D" w:rsidP="00B60E34">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A81F8D" w:rsidRPr="001079F0" w14:paraId="5503F936" w14:textId="77777777" w:rsidTr="007956AD">
        <w:trPr>
          <w:trHeight w:val="477"/>
        </w:trPr>
        <w:tc>
          <w:tcPr>
            <w:tcW w:w="4814" w:type="dxa"/>
            <w:shd w:val="clear" w:color="auto" w:fill="DEEAF6" w:themeFill="accent5" w:themeFillTint="33"/>
            <w:vAlign w:val="center"/>
          </w:tcPr>
          <w:p w14:paraId="20AF0C76" w14:textId="77777777" w:rsidR="00A81F8D" w:rsidRPr="001079F0" w:rsidRDefault="00A81F8D" w:rsidP="00B60E34">
            <w:pPr>
              <w:spacing w:before="0"/>
              <w:contextualSpacing/>
              <w:jc w:val="right"/>
              <w:rPr>
                <w:rFonts w:asciiTheme="minorHAnsi" w:hAnsiTheme="minorHAnsi" w:cstheme="minorHAnsi"/>
              </w:rPr>
            </w:pPr>
            <w:r w:rsidRPr="001079F0">
              <w:rPr>
                <w:rFonts w:asciiTheme="minorHAnsi" w:hAnsiTheme="minorHAnsi" w:cstheme="minorHAnsi"/>
              </w:rPr>
              <w:t>Fait à</w:t>
            </w:r>
          </w:p>
        </w:tc>
        <w:tc>
          <w:tcPr>
            <w:tcW w:w="4814" w:type="dxa"/>
            <w:vAlign w:val="center"/>
          </w:tcPr>
          <w:p w14:paraId="767DD93D" w14:textId="77777777" w:rsidR="00A81F8D" w:rsidRPr="001079F0" w:rsidRDefault="00A81F8D" w:rsidP="00B60E34">
            <w:pPr>
              <w:spacing w:before="0"/>
              <w:contextualSpacing/>
              <w:jc w:val="left"/>
            </w:pPr>
          </w:p>
        </w:tc>
      </w:tr>
      <w:tr w:rsidR="00A81F8D" w:rsidRPr="001079F0" w14:paraId="65668BE6" w14:textId="77777777" w:rsidTr="007956AD">
        <w:trPr>
          <w:trHeight w:val="555"/>
        </w:trPr>
        <w:tc>
          <w:tcPr>
            <w:tcW w:w="4814" w:type="dxa"/>
            <w:shd w:val="clear" w:color="auto" w:fill="DEEAF6" w:themeFill="accent5" w:themeFillTint="33"/>
            <w:vAlign w:val="center"/>
          </w:tcPr>
          <w:p w14:paraId="147C76CB" w14:textId="77777777" w:rsidR="00A81F8D" w:rsidRPr="001079F0" w:rsidRDefault="00A81F8D" w:rsidP="00B60E34">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05E60BFD" w14:textId="77777777" w:rsidR="00A81F8D" w:rsidRPr="001079F0" w:rsidRDefault="00A81F8D" w:rsidP="00B60E34">
            <w:pPr>
              <w:spacing w:before="0"/>
              <w:contextualSpacing/>
              <w:jc w:val="left"/>
            </w:pPr>
          </w:p>
        </w:tc>
      </w:tr>
      <w:tr w:rsidR="00A81F8D" w:rsidRPr="001079F0" w14:paraId="2F5FB4ED" w14:textId="77777777" w:rsidTr="007956AD">
        <w:trPr>
          <w:trHeight w:val="1253"/>
        </w:trPr>
        <w:tc>
          <w:tcPr>
            <w:tcW w:w="4814" w:type="dxa"/>
            <w:shd w:val="clear" w:color="auto" w:fill="DEEAF6" w:themeFill="accent5" w:themeFillTint="33"/>
            <w:vAlign w:val="center"/>
          </w:tcPr>
          <w:p w14:paraId="2A11F017" w14:textId="77777777" w:rsidR="00A81F8D" w:rsidRPr="001079F0" w:rsidRDefault="00A81F8D" w:rsidP="00B60E34">
            <w:pPr>
              <w:spacing w:before="0"/>
              <w:contextualSpacing/>
              <w:jc w:val="right"/>
              <w:rPr>
                <w:rFonts w:asciiTheme="minorHAnsi" w:hAnsiTheme="minorHAnsi" w:cstheme="minorHAnsi"/>
              </w:rPr>
            </w:pPr>
            <w:r w:rsidRPr="001079F0">
              <w:rPr>
                <w:rFonts w:asciiTheme="minorHAnsi" w:hAnsiTheme="minorHAnsi" w:cstheme="minorHAnsi"/>
              </w:rPr>
              <w:t>Signature du représentant légal de la personne publique :</w:t>
            </w:r>
          </w:p>
        </w:tc>
        <w:tc>
          <w:tcPr>
            <w:tcW w:w="4814" w:type="dxa"/>
            <w:vAlign w:val="center"/>
          </w:tcPr>
          <w:p w14:paraId="41F64C8D" w14:textId="77777777" w:rsidR="005853C6" w:rsidRDefault="005853C6" w:rsidP="005853C6">
            <w:pPr>
              <w:spacing w:before="0"/>
              <w:contextualSpacing/>
              <w:jc w:val="left"/>
            </w:pPr>
            <w:r>
              <w:t>Pour le président et par délégation,</w:t>
            </w:r>
          </w:p>
          <w:p w14:paraId="20E382E8" w14:textId="77777777" w:rsidR="005853C6" w:rsidRDefault="005853C6" w:rsidP="005853C6">
            <w:pPr>
              <w:spacing w:before="0"/>
              <w:contextualSpacing/>
              <w:jc w:val="left"/>
            </w:pPr>
            <w:r>
              <w:t>La directrice générale des services adjointe,</w:t>
            </w:r>
          </w:p>
          <w:p w14:paraId="5321D546" w14:textId="77777777" w:rsidR="005853C6" w:rsidRDefault="005853C6" w:rsidP="005853C6">
            <w:pPr>
              <w:spacing w:before="0"/>
              <w:contextualSpacing/>
              <w:jc w:val="left"/>
            </w:pPr>
            <w:r>
              <w:t>Déléguée au pôle finances et achats,</w:t>
            </w:r>
          </w:p>
          <w:p w14:paraId="53FFB3D9" w14:textId="77777777" w:rsidR="005853C6" w:rsidRDefault="005853C6" w:rsidP="005853C6">
            <w:pPr>
              <w:spacing w:before="0"/>
              <w:contextualSpacing/>
              <w:jc w:val="left"/>
            </w:pPr>
          </w:p>
          <w:p w14:paraId="13A3685F" w14:textId="77777777" w:rsidR="005853C6" w:rsidRDefault="005853C6" w:rsidP="005853C6">
            <w:pPr>
              <w:spacing w:before="0"/>
              <w:contextualSpacing/>
              <w:jc w:val="left"/>
              <w:rPr>
                <w:color w:val="F2F2F2" w:themeColor="background1" w:themeShade="F2"/>
              </w:rPr>
            </w:pPr>
            <w:r>
              <w:rPr>
                <w:color w:val="F2F2F2" w:themeColor="background1" w:themeShade="F2"/>
              </w:rPr>
              <w:t>#signatureUB1#</w:t>
            </w:r>
          </w:p>
          <w:p w14:paraId="7EE7C47F" w14:textId="77777777" w:rsidR="005853C6" w:rsidRDefault="005853C6" w:rsidP="005853C6">
            <w:pPr>
              <w:spacing w:before="0"/>
              <w:contextualSpacing/>
              <w:jc w:val="left"/>
              <w:rPr>
                <w:color w:val="F2F2F2" w:themeColor="background1" w:themeShade="F2"/>
              </w:rPr>
            </w:pPr>
          </w:p>
          <w:p w14:paraId="0D346DA9" w14:textId="1C6A40FD" w:rsidR="00A81F8D" w:rsidRPr="001079F0" w:rsidRDefault="005853C6" w:rsidP="005853C6">
            <w:pPr>
              <w:spacing w:before="0"/>
              <w:contextualSpacing/>
              <w:jc w:val="left"/>
            </w:pPr>
            <w:r>
              <w:t>Anne-Cécile SALMON</w:t>
            </w:r>
          </w:p>
        </w:tc>
      </w:tr>
    </w:tbl>
    <w:p w14:paraId="05ACBB59" w14:textId="77777777" w:rsidR="00A81F8D" w:rsidRDefault="00A81F8D" w:rsidP="00B60E34">
      <w:pPr>
        <w:spacing w:before="0" w:after="0" w:line="240" w:lineRule="auto"/>
        <w:contextualSpacing/>
        <w:sectPr w:rsidR="00A81F8D" w:rsidSect="00A81F8D">
          <w:headerReference w:type="default" r:id="rId9"/>
          <w:footerReference w:type="default" r:id="rId10"/>
          <w:pgSz w:w="11906" w:h="16838"/>
          <w:pgMar w:top="1418" w:right="1134" w:bottom="1418" w:left="1134" w:header="708" w:footer="708" w:gutter="0"/>
          <w:pgNumType w:start="1"/>
          <w:cols w:space="708"/>
          <w:docGrid w:linePitch="360"/>
        </w:sectPr>
      </w:pPr>
      <w:r w:rsidRPr="001079F0">
        <w:t xml:space="preserve"> </w:t>
      </w:r>
      <w:r w:rsidRPr="001079F0">
        <w:tab/>
      </w:r>
    </w:p>
    <w:p w14:paraId="4E9BF13D" w14:textId="77777777" w:rsidR="00A81F8D" w:rsidRPr="001079F0" w:rsidRDefault="00A81F8D" w:rsidP="00B60E34">
      <w:pPr>
        <w:spacing w:before="0" w:after="0" w:line="240" w:lineRule="auto"/>
        <w:contextualSpacing/>
      </w:pPr>
    </w:p>
    <w:sectPr w:rsidR="00A81F8D" w:rsidRPr="001079F0" w:rsidSect="00A81F8D">
      <w:headerReference w:type="default" r:id="rId11"/>
      <w:footerReference w:type="default" r:id="rId12"/>
      <w:type w:val="continuous"/>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1B4DC" w14:textId="77777777" w:rsidR="00A81F8D" w:rsidRDefault="00A81F8D" w:rsidP="000F1448">
      <w:r>
        <w:separator/>
      </w:r>
    </w:p>
  </w:endnote>
  <w:endnote w:type="continuationSeparator" w:id="0">
    <w:p w14:paraId="6C613D06" w14:textId="77777777" w:rsidR="00A81F8D" w:rsidRDefault="00A81F8D" w:rsidP="000F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FFDingbatsArrowsOne">
    <w:charset w:val="00"/>
    <w:family w:val="auto"/>
    <w:pitch w:val="variable"/>
    <w:sig w:usb0="00000003" w:usb1="00000000" w:usb2="00000000" w:usb3="00000000" w:csb0="00000001" w:csb1="00000000"/>
  </w:font>
  <w:font w:name="StarSymbol">
    <w:altName w:val="Yu Gothic"/>
    <w:charset w:val="00"/>
    <w:family w:val="auto"/>
    <w:pitch w:val="default"/>
  </w:font>
  <w:font w:name="FFDingbatsArrowsTwo">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swiss"/>
    <w:notTrueType/>
    <w:pitch w:val="variable"/>
    <w:sig w:usb0="A00002AF" w:usb1="5000204B" w:usb2="00000000" w:usb3="00000000" w:csb0="0000009F" w:csb1="00000000"/>
  </w:font>
  <w:font w:name="Veljovic Book">
    <w:altName w:val="Calibri"/>
    <w:panose1 w:val="00000000000000000000"/>
    <w:charset w:val="00"/>
    <w:family w:val="modern"/>
    <w:notTrueType/>
    <w:pitch w:val="variable"/>
    <w:sig w:usb0="A000008F" w:usb1="00002048" w:usb2="00000000" w:usb3="00000000" w:csb0="00000111" w:csb1="00000000"/>
  </w:font>
  <w:font w:name="Veljovic Medium">
    <w:altName w:val="Cambria"/>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A19CB" w14:textId="77777777" w:rsidR="00A81F8D" w:rsidRPr="000F0F43" w:rsidRDefault="00A81F8D"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3360" behindDoc="1" locked="0" layoutInCell="1" allowOverlap="1" wp14:anchorId="5C81D5AD" wp14:editId="7BEF2DD4">
              <wp:simplePos x="0" y="0"/>
              <wp:positionH relativeFrom="rightMargin">
                <wp:posOffset>-134621</wp:posOffset>
              </wp:positionH>
              <wp:positionV relativeFrom="paragraph">
                <wp:posOffset>177165</wp:posOffset>
              </wp:positionV>
              <wp:extent cx="259715" cy="393700"/>
              <wp:effectExtent l="0" t="0" r="0" b="0"/>
              <wp:wrapNone/>
              <wp:docPr id="1248015701" name="Cadre4"/>
              <wp:cNvGraphicFramePr/>
              <a:graphic xmlns:a="http://schemas.openxmlformats.org/drawingml/2006/main">
                <a:graphicData uri="http://schemas.microsoft.com/office/word/2010/wordprocessingShape">
                  <wps:wsp>
                    <wps:cNvSpPr txBox="1"/>
                    <wps:spPr>
                      <a:xfrm>
                        <a:off x="0" y="0"/>
                        <a:ext cx="259715" cy="393700"/>
                      </a:xfrm>
                      <a:prstGeom prst="rect">
                        <a:avLst/>
                      </a:prstGeom>
                      <a:ln>
                        <a:noFill/>
                        <a:prstDash/>
                      </a:ln>
                    </wps:spPr>
                    <wps:txbx>
                      <w:txbxContent>
                        <w:p w14:paraId="64D32289" w14:textId="77777777" w:rsidR="00A81F8D" w:rsidRPr="00E64867" w:rsidRDefault="00A81F8D"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5C81D5AD" id="_x0000_t202" coordsize="21600,21600" o:spt="202" path="m,l,21600r21600,l21600,xe">
              <v:stroke joinstyle="miter"/>
              <v:path gradientshapeok="t" o:connecttype="rect"/>
            </v:shapetype>
            <v:shape id="Cadre4" o:spid="_x0000_s1026" type="#_x0000_t202" style="position:absolute;left:0;text-align:left;margin-left:-10.6pt;margin-top:13.95pt;width:20.45pt;height:31pt;z-index:-251653120;visibility:visible;mso-wrap-style:square;mso-width-percent:0;mso-wrap-distance-left:9pt;mso-wrap-distance-top:0;mso-wrap-distance-right:9pt;mso-wrap-distance-bottom:0;mso-position-horizontal:absolute;mso-position-horizontal-relative:right-margin-area;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" filled="f" stroked="f">
              <v:textbox style="mso-fit-shape-to-text:t" inset="0,0,0,0">
                <w:txbxContent>
                  <w:p w14:paraId="64D32289" w14:textId="77777777" w:rsidR="00A81F8D" w:rsidRPr="00E64867" w:rsidRDefault="00A81F8D"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w10:wrap anchorx="margin"/>
            </v:shape>
          </w:pict>
        </mc:Fallback>
      </mc:AlternateContent>
    </w:r>
    <w:r>
      <w:rPr>
        <w:i/>
        <w:iCs/>
        <w:sz w:val="18"/>
        <w:szCs w:val="18"/>
      </w:rPr>
      <w:t>AE-</w:t>
    </w:r>
    <w:r w:rsidRPr="000F0F43">
      <w:rPr>
        <w:i/>
        <w:iCs/>
        <w:sz w:val="18"/>
        <w:szCs w:val="18"/>
      </w:rPr>
      <w:t xml:space="preserve">Assurance </w:t>
    </w:r>
    <w:r>
      <w:rPr>
        <w:i/>
        <w:iCs/>
        <w:sz w:val="18"/>
        <w:szCs w:val="18"/>
      </w:rPr>
      <w:t>« PROTECTION JURIDIQUE »</w:t>
    </w:r>
  </w:p>
  <w:p w14:paraId="2CEC4229" w14:textId="77777777" w:rsidR="00A81F8D" w:rsidRPr="000F0F43" w:rsidRDefault="00A81F8D" w:rsidP="000F0F43">
    <w:pPr>
      <w:jc w:val="left"/>
      <w:rPr>
        <w:sz w:val="18"/>
        <w:szCs w:val="18"/>
      </w:rPr>
    </w:pPr>
    <w:r w:rsidRPr="000F0F43">
      <w:rPr>
        <w:sz w:val="18"/>
        <w:szCs w:val="18"/>
      </w:rPr>
      <w:t>©RISK Partenaires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33043" w14:textId="77777777" w:rsidR="00E64867" w:rsidRPr="000F0F43" w:rsidRDefault="009163CE"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0288" behindDoc="1" locked="0" layoutInCell="1" allowOverlap="1" wp14:anchorId="1D5C32AB" wp14:editId="751081A4">
              <wp:simplePos x="0" y="0"/>
              <wp:positionH relativeFrom="rightMargin">
                <wp:posOffset>-134621</wp:posOffset>
              </wp:positionH>
              <wp:positionV relativeFrom="paragraph">
                <wp:posOffset>177165</wp:posOffset>
              </wp:positionV>
              <wp:extent cx="259715" cy="393700"/>
              <wp:effectExtent l="0" t="0" r="0" b="0"/>
              <wp:wrapNone/>
              <wp:docPr id="6" name="Cadre4"/>
              <wp:cNvGraphicFramePr/>
              <a:graphic xmlns:a="http://schemas.openxmlformats.org/drawingml/2006/main">
                <a:graphicData uri="http://schemas.microsoft.com/office/word/2010/wordprocessingShape">
                  <wps:wsp>
                    <wps:cNvSpPr txBox="1"/>
                    <wps:spPr>
                      <a:xfrm>
                        <a:off x="0" y="0"/>
                        <a:ext cx="259715" cy="393700"/>
                      </a:xfrm>
                      <a:prstGeom prst="rect">
                        <a:avLst/>
                      </a:prstGeom>
                      <a:ln>
                        <a:noFill/>
                        <a:prstDash/>
                      </a:ln>
                    </wps:spPr>
                    <wps:txbx>
                      <w:txbxContent>
                        <w:p w14:paraId="154A6146"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1D5C32AB" id="_x0000_t202" coordsize="21600,21600" o:spt="202" path="m,l,21600r21600,l21600,xe">
              <v:stroke joinstyle="miter"/>
              <v:path gradientshapeok="t" o:connecttype="rect"/>
            </v:shapetype>
            <v:shape id="_x0000_s1027" type="#_x0000_t202" style="position:absolute;left:0;text-align:left;margin-left:-10.6pt;margin-top:13.95pt;width:20.45pt;height:31pt;z-index:-251656192;visibility:visible;mso-wrap-style:square;mso-width-percent:0;mso-wrap-distance-left:9pt;mso-wrap-distance-top:0;mso-wrap-distance-right:9pt;mso-wrap-distance-bottom:0;mso-position-horizontal:absolute;mso-position-horizontal-relative:right-margin-area;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" filled="f" stroked="f">
              <v:textbox style="mso-fit-shape-to-text:t" inset="0,0,0,0">
                <w:txbxContent>
                  <w:p w14:paraId="154A6146"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w10:wrap anchorx="margin"/>
            </v:shape>
          </w:pict>
        </mc:Fallback>
      </mc:AlternateContent>
    </w:r>
    <w:r w:rsidR="000377D9">
      <w:rPr>
        <w:i/>
        <w:iCs/>
        <w:sz w:val="18"/>
        <w:szCs w:val="18"/>
      </w:rPr>
      <w:t>AE-</w:t>
    </w:r>
    <w:r w:rsidR="00E64867" w:rsidRPr="000F0F43">
      <w:rPr>
        <w:i/>
        <w:iCs/>
        <w:sz w:val="18"/>
        <w:szCs w:val="18"/>
      </w:rPr>
      <w:t xml:space="preserve">Assurance </w:t>
    </w:r>
    <w:r w:rsidR="00026AF8">
      <w:rPr>
        <w:i/>
        <w:iCs/>
        <w:sz w:val="18"/>
        <w:szCs w:val="18"/>
      </w:rPr>
      <w:t>« </w:t>
    </w:r>
    <w:r w:rsidR="00643B5E">
      <w:rPr>
        <w:i/>
        <w:iCs/>
        <w:sz w:val="18"/>
        <w:szCs w:val="18"/>
      </w:rPr>
      <w:t xml:space="preserve">PROTECTION </w:t>
    </w:r>
    <w:r w:rsidR="005272D2">
      <w:rPr>
        <w:i/>
        <w:iCs/>
        <w:sz w:val="18"/>
        <w:szCs w:val="18"/>
      </w:rPr>
      <w:t>JURIDIQUE</w:t>
    </w:r>
    <w:r w:rsidR="00026AF8">
      <w:rPr>
        <w:i/>
        <w:iCs/>
        <w:sz w:val="18"/>
        <w:szCs w:val="18"/>
      </w:rPr>
      <w:t> »</w:t>
    </w:r>
  </w:p>
  <w:p w14:paraId="774F5EBE" w14:textId="77777777" w:rsidR="00CC50F8" w:rsidRPr="000F0F43" w:rsidRDefault="000F0F43" w:rsidP="000F0F43">
    <w:pPr>
      <w:jc w:val="left"/>
      <w:rPr>
        <w:sz w:val="18"/>
        <w:szCs w:val="18"/>
      </w:rPr>
    </w:pPr>
    <w:r w:rsidRPr="000F0F43">
      <w:rPr>
        <w:sz w:val="18"/>
        <w:szCs w:val="18"/>
      </w:rPr>
      <w:t>©RISK Partenaires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4F371" w14:textId="77777777" w:rsidR="00A81F8D" w:rsidRDefault="00A81F8D" w:rsidP="000F1448">
      <w:r>
        <w:separator/>
      </w:r>
    </w:p>
  </w:footnote>
  <w:footnote w:type="continuationSeparator" w:id="0">
    <w:p w14:paraId="5AB0C06D" w14:textId="77777777" w:rsidR="00A81F8D" w:rsidRDefault="00A81F8D" w:rsidP="000F1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EB731" w14:textId="77777777" w:rsidR="00A81F8D" w:rsidRPr="007E3D28" w:rsidRDefault="00A81F8D" w:rsidP="007E3D28">
    <w:pPr>
      <w:pStyle w:val="En-tte"/>
      <w:jc w:val="right"/>
      <w:rPr>
        <w:noProof/>
      </w:rPr>
    </w:pPr>
    <w:r w:rsidRPr="007E3D28">
      <w:rPr>
        <w:noProof/>
      </w:rPr>
      <w:drawing>
        <wp:anchor distT="0" distB="0" distL="114300" distR="114300" simplePos="0" relativeHeight="251662336" behindDoc="1" locked="0" layoutInCell="1" allowOverlap="1" wp14:anchorId="7F72DCF5" wp14:editId="7493932B">
          <wp:simplePos x="0" y="0"/>
          <wp:positionH relativeFrom="column">
            <wp:posOffset>-1062990</wp:posOffset>
          </wp:positionH>
          <wp:positionV relativeFrom="paragraph">
            <wp:posOffset>-652780</wp:posOffset>
          </wp:positionV>
          <wp:extent cx="1955800" cy="1778000"/>
          <wp:effectExtent l="0" t="6350" r="0" b="0"/>
          <wp:wrapNone/>
          <wp:docPr id="308521483" name="Image 308521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Pr>
        <w:noProof/>
      </w:rPr>
      <w:t>Université de Bordeaux</w:t>
    </w:r>
  </w:p>
  <w:p w14:paraId="0676C119" w14:textId="77777777" w:rsidR="00A81F8D" w:rsidRDefault="00A81F8D" w:rsidP="000F144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7924B" w14:textId="77777777" w:rsidR="002D01DF" w:rsidRPr="007E3D28" w:rsidRDefault="002D01DF" w:rsidP="007E3D28">
    <w:pPr>
      <w:pStyle w:val="En-tte"/>
      <w:jc w:val="right"/>
      <w:rPr>
        <w:noProof/>
      </w:rPr>
    </w:pPr>
    <w:r w:rsidRPr="007E3D28">
      <w:rPr>
        <w:noProof/>
      </w:rPr>
      <w:drawing>
        <wp:anchor distT="0" distB="0" distL="114300" distR="114300" simplePos="0" relativeHeight="251659264" behindDoc="1" locked="0" layoutInCell="1" allowOverlap="1" wp14:anchorId="21BE1202" wp14:editId="13C59119">
          <wp:simplePos x="0" y="0"/>
          <wp:positionH relativeFrom="column">
            <wp:posOffset>-1062990</wp:posOffset>
          </wp:positionH>
          <wp:positionV relativeFrom="paragraph">
            <wp:posOffset>-652780</wp:posOffset>
          </wp:positionV>
          <wp:extent cx="1955800" cy="1778000"/>
          <wp:effectExtent l="0" t="635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sidR="00221594">
      <w:rPr>
        <w:noProof/>
      </w:rPr>
      <w:t>«Nom_acheteur_public»</w:t>
    </w:r>
  </w:p>
  <w:p w14:paraId="5C040E80" w14:textId="77777777" w:rsidR="008272AA" w:rsidRDefault="008272AA" w:rsidP="000F14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985431701" o:spid="_x0000_i1082" type="#_x0000_t75" style="width:11.5pt;height:7.5pt;visibility:visible;mso-wrap-style:square" o:bullet="t">
        <v:imagedata r:id="rId1" o:title=""/>
      </v:shape>
    </w:pict>
  </w:numPicBullet>
  <w:numPicBullet w:numPicBulletId="1">
    <w:pict>
      <v:shape id="Image 1667245854" o:spid="_x0000_i1083" type="#_x0000_t75" style="width:11.5pt;height:11.5pt;visibility:visible;mso-wrap-style:square" o:bullet="t">
        <v:imagedata r:id="rId2" o:title=""/>
      </v:shape>
    </w:pict>
  </w:numPicBullet>
  <w:abstractNum w:abstractNumId="0" w15:restartNumberingAfterBreak="1">
    <w:nsid w:val="048B072C"/>
    <w:multiLevelType w:val="hybridMultilevel"/>
    <w:tmpl w:val="9EFE0C44"/>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1">
    <w:nsid w:val="13BB2FEC"/>
    <w:multiLevelType w:val="hybridMultilevel"/>
    <w:tmpl w:val="9E909F54"/>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1">
    <w:nsid w:val="15144678"/>
    <w:multiLevelType w:val="hybridMultilevel"/>
    <w:tmpl w:val="2C146F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1">
    <w:nsid w:val="39AE7FE5"/>
    <w:multiLevelType w:val="hybridMultilevel"/>
    <w:tmpl w:val="07B8706C"/>
    <w:lvl w:ilvl="0" w:tplc="82743B9E">
      <w:start w:val="1"/>
      <w:numFmt w:val="bullet"/>
      <w:lvlText w:val=""/>
      <w:lvlJc w:val="left"/>
      <w:pPr>
        <w:ind w:left="1068" w:hanging="360"/>
      </w:pPr>
      <w:rPr>
        <w:rFonts w:ascii="Symbol" w:hAnsi="Symbol" w:hint="default"/>
        <w:color w:val="ED7D31" w:themeColor="accent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3D762222"/>
    <w:multiLevelType w:val="hybridMultilevel"/>
    <w:tmpl w:val="504CE764"/>
    <w:lvl w:ilvl="0" w:tplc="157A5FEC">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1">
    <w:nsid w:val="56040DF8"/>
    <w:multiLevelType w:val="hybridMultilevel"/>
    <w:tmpl w:val="05C24728"/>
    <w:lvl w:ilvl="0" w:tplc="DC84690E">
      <w:start w:val="1"/>
      <w:numFmt w:val="bullet"/>
      <w:lvlText w:val=""/>
      <w:lvlJc w:val="left"/>
      <w:pPr>
        <w:ind w:left="1905" w:hanging="360"/>
      </w:pPr>
      <w:rPr>
        <w:rFonts w:ascii="Wingdings 2" w:hAnsi="Wingdings 2" w:hint="default"/>
      </w:rPr>
    </w:lvl>
    <w:lvl w:ilvl="1" w:tplc="040C0003" w:tentative="1">
      <w:start w:val="1"/>
      <w:numFmt w:val="bullet"/>
      <w:lvlText w:val="o"/>
      <w:lvlJc w:val="left"/>
      <w:pPr>
        <w:ind w:left="2625" w:hanging="360"/>
      </w:pPr>
      <w:rPr>
        <w:rFonts w:ascii="Courier New" w:hAnsi="Courier New" w:cs="Courier New" w:hint="default"/>
      </w:rPr>
    </w:lvl>
    <w:lvl w:ilvl="2" w:tplc="040C0005" w:tentative="1">
      <w:start w:val="1"/>
      <w:numFmt w:val="bullet"/>
      <w:lvlText w:val=""/>
      <w:lvlJc w:val="left"/>
      <w:pPr>
        <w:ind w:left="3345" w:hanging="360"/>
      </w:pPr>
      <w:rPr>
        <w:rFonts w:ascii="Wingdings" w:hAnsi="Wingdings" w:hint="default"/>
      </w:rPr>
    </w:lvl>
    <w:lvl w:ilvl="3" w:tplc="040C0001" w:tentative="1">
      <w:start w:val="1"/>
      <w:numFmt w:val="bullet"/>
      <w:lvlText w:val=""/>
      <w:lvlJc w:val="left"/>
      <w:pPr>
        <w:ind w:left="4065" w:hanging="360"/>
      </w:pPr>
      <w:rPr>
        <w:rFonts w:ascii="Symbol" w:hAnsi="Symbol" w:hint="default"/>
      </w:rPr>
    </w:lvl>
    <w:lvl w:ilvl="4" w:tplc="040C0003" w:tentative="1">
      <w:start w:val="1"/>
      <w:numFmt w:val="bullet"/>
      <w:lvlText w:val="o"/>
      <w:lvlJc w:val="left"/>
      <w:pPr>
        <w:ind w:left="4785" w:hanging="360"/>
      </w:pPr>
      <w:rPr>
        <w:rFonts w:ascii="Courier New" w:hAnsi="Courier New" w:cs="Courier New" w:hint="default"/>
      </w:rPr>
    </w:lvl>
    <w:lvl w:ilvl="5" w:tplc="040C0005" w:tentative="1">
      <w:start w:val="1"/>
      <w:numFmt w:val="bullet"/>
      <w:lvlText w:val=""/>
      <w:lvlJc w:val="left"/>
      <w:pPr>
        <w:ind w:left="5505" w:hanging="360"/>
      </w:pPr>
      <w:rPr>
        <w:rFonts w:ascii="Wingdings" w:hAnsi="Wingdings" w:hint="default"/>
      </w:rPr>
    </w:lvl>
    <w:lvl w:ilvl="6" w:tplc="040C0001" w:tentative="1">
      <w:start w:val="1"/>
      <w:numFmt w:val="bullet"/>
      <w:lvlText w:val=""/>
      <w:lvlJc w:val="left"/>
      <w:pPr>
        <w:ind w:left="6225" w:hanging="360"/>
      </w:pPr>
      <w:rPr>
        <w:rFonts w:ascii="Symbol" w:hAnsi="Symbol" w:hint="default"/>
      </w:rPr>
    </w:lvl>
    <w:lvl w:ilvl="7" w:tplc="040C0003" w:tentative="1">
      <w:start w:val="1"/>
      <w:numFmt w:val="bullet"/>
      <w:lvlText w:val="o"/>
      <w:lvlJc w:val="left"/>
      <w:pPr>
        <w:ind w:left="6945" w:hanging="360"/>
      </w:pPr>
      <w:rPr>
        <w:rFonts w:ascii="Courier New" w:hAnsi="Courier New" w:cs="Courier New" w:hint="default"/>
      </w:rPr>
    </w:lvl>
    <w:lvl w:ilvl="8" w:tplc="040C0005" w:tentative="1">
      <w:start w:val="1"/>
      <w:numFmt w:val="bullet"/>
      <w:lvlText w:val=""/>
      <w:lvlJc w:val="left"/>
      <w:pPr>
        <w:ind w:left="7665" w:hanging="360"/>
      </w:pPr>
      <w:rPr>
        <w:rFonts w:ascii="Wingdings" w:hAnsi="Wingdings" w:hint="default"/>
      </w:rPr>
    </w:lvl>
  </w:abstractNum>
  <w:abstractNum w:abstractNumId="6" w15:restartNumberingAfterBreak="1">
    <w:nsid w:val="56A11FAE"/>
    <w:multiLevelType w:val="multilevel"/>
    <w:tmpl w:val="FB6AB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1">
    <w:nsid w:val="5B0D58D7"/>
    <w:multiLevelType w:val="hybridMultilevel"/>
    <w:tmpl w:val="0360B25A"/>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95"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1">
    <w:nsid w:val="602B1AFF"/>
    <w:multiLevelType w:val="hybridMultilevel"/>
    <w:tmpl w:val="9BA0DB92"/>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661A3474"/>
    <w:multiLevelType w:val="hybridMultilevel"/>
    <w:tmpl w:val="A84270F2"/>
    <w:lvl w:ilvl="0" w:tplc="82743B9E">
      <w:start w:val="1"/>
      <w:numFmt w:val="bullet"/>
      <w:lvlText w:val=""/>
      <w:lvlJc w:val="left"/>
      <w:pPr>
        <w:ind w:left="720" w:hanging="360"/>
      </w:pPr>
      <w:rPr>
        <w:rFonts w:ascii="Symbol" w:hAnsi="Symbol" w:hint="default"/>
        <w:color w:val="ED7D31" w:themeColor="accent2"/>
      </w:rPr>
    </w:lvl>
    <w:lvl w:ilvl="1" w:tplc="82743B9E">
      <w:start w:val="1"/>
      <w:numFmt w:val="bullet"/>
      <w:lvlText w:val=""/>
      <w:lvlJc w:val="left"/>
      <w:pPr>
        <w:ind w:left="1440" w:hanging="360"/>
      </w:pPr>
      <w:rPr>
        <w:rFonts w:ascii="Symbol" w:hAnsi="Symbol" w:hint="default"/>
        <w:color w:val="ED7D31" w:themeColor="accent2"/>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1">
    <w:nsid w:val="684E4337"/>
    <w:multiLevelType w:val="hybridMultilevel"/>
    <w:tmpl w:val="93826546"/>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1">
    <w:nsid w:val="6CF4275C"/>
    <w:multiLevelType w:val="multilevel"/>
    <w:tmpl w:val="7E309E88"/>
    <w:styleLink w:val="ListeSimpleRiskpart"/>
    <w:lvl w:ilvl="0">
      <w:numFmt w:val="bullet"/>
      <w:lvlText w:val="k"/>
      <w:lvlJc w:val="left"/>
      <w:pPr>
        <w:ind w:left="680" w:hanging="397"/>
      </w:pPr>
      <w:rPr>
        <w:rFonts w:ascii="FFDingbatsArrowsOne" w:eastAsia="StarSymbol" w:hAnsi="FFDingbatsArrowsOne" w:cs="StarSymbol"/>
        <w:b w:val="0"/>
        <w:bCs w:val="0"/>
        <w:i w:val="0"/>
        <w:iCs w:val="0"/>
        <w:sz w:val="18"/>
        <w:szCs w:val="18"/>
      </w:rPr>
    </w:lvl>
    <w:lvl w:ilvl="1">
      <w:numFmt w:val="bullet"/>
      <w:lvlText w:val=""/>
      <w:lvlPicBulletId w:val="0"/>
      <w:lvlJc w:val="left"/>
      <w:pPr>
        <w:ind w:left="814" w:hanging="360"/>
      </w:pPr>
      <w:rPr>
        <w:rFonts w:hAnsi="Symbol" w:hint="default"/>
        <w:sz w:val="23"/>
      </w:rPr>
    </w:lvl>
    <w:lvl w:ilvl="2">
      <w:numFmt w:val="bullet"/>
      <w:lvlText w:val="k"/>
      <w:lvlJc w:val="left"/>
      <w:pPr>
        <w:ind w:left="1196" w:hanging="360"/>
      </w:pPr>
      <w:rPr>
        <w:rFonts w:ascii="FFDingbatsArrowsTwo" w:eastAsia="StarSymbol" w:hAnsi="FFDingbatsArrowsTwo" w:cs="StarSymbol"/>
        <w:b w:val="0"/>
        <w:bCs w:val="0"/>
        <w:i w:val="0"/>
        <w:iCs w:val="0"/>
        <w:sz w:val="18"/>
        <w:szCs w:val="18"/>
      </w:rPr>
    </w:lvl>
    <w:lvl w:ilvl="3">
      <w:numFmt w:val="bullet"/>
      <w:lvlText w:val=""/>
      <w:lvlPicBulletId w:val="1"/>
      <w:lvlJc w:val="left"/>
      <w:pPr>
        <w:ind w:left="1436" w:hanging="360"/>
      </w:pPr>
      <w:rPr>
        <w:rFonts w:hAnsi="Symbol" w:hint="default"/>
        <w:sz w:val="31"/>
      </w:rPr>
    </w:lvl>
    <w:lvl w:ilvl="4">
      <w:numFmt w:val="bullet"/>
      <w:lvlText w:val="3"/>
      <w:lvlJc w:val="left"/>
      <w:pPr>
        <w:ind w:left="1951" w:hanging="360"/>
      </w:pPr>
      <w:rPr>
        <w:rFonts w:ascii="FFDingbatsArrowsOne" w:eastAsia="StarSymbol" w:hAnsi="FFDingbatsArrowsOne" w:cs="StarSymbol"/>
        <w:b w:val="0"/>
        <w:bCs w:val="0"/>
        <w:i w:val="0"/>
        <w:iCs w:val="0"/>
        <w:sz w:val="18"/>
        <w:szCs w:val="18"/>
      </w:rPr>
    </w:lvl>
    <w:lvl w:ilvl="5">
      <w:numFmt w:val="bullet"/>
      <w:lvlText w:val="k"/>
      <w:lvlJc w:val="left"/>
      <w:pPr>
        <w:ind w:left="2335" w:hanging="360"/>
      </w:pPr>
      <w:rPr>
        <w:rFonts w:ascii="FFDingbatsArrowsOne" w:hAnsi="FFDingbatsArrowsOne"/>
      </w:rPr>
    </w:lvl>
    <w:lvl w:ilvl="6">
      <w:numFmt w:val="bullet"/>
      <w:lvlText w:val="●"/>
      <w:lvlJc w:val="left"/>
      <w:pPr>
        <w:ind w:left="2575" w:hanging="360"/>
      </w:pPr>
      <w:rPr>
        <w:rFonts w:ascii="FFDingbatsArrowsOne" w:hAnsi="FFDingbatsArrowsOne"/>
      </w:rPr>
    </w:lvl>
    <w:lvl w:ilvl="7">
      <w:numFmt w:val="bullet"/>
      <w:lvlText w:val="○"/>
      <w:lvlJc w:val="left"/>
      <w:pPr>
        <w:ind w:left="2959" w:hanging="360"/>
      </w:pPr>
      <w:rPr>
        <w:rFonts w:ascii="FFDingbatsArrowsOne" w:hAnsi="FFDingbatsArrowsOne"/>
      </w:rPr>
    </w:lvl>
    <w:lvl w:ilvl="8">
      <w:numFmt w:val="bullet"/>
      <w:lvlText w:val="■"/>
      <w:lvlJc w:val="left"/>
      <w:pPr>
        <w:ind w:left="3331" w:hanging="360"/>
      </w:pPr>
      <w:rPr>
        <w:rFonts w:ascii="FFDingbatsArrowsOne" w:hAnsi="FFDingbatsArrowsOne"/>
      </w:rPr>
    </w:lvl>
  </w:abstractNum>
  <w:abstractNum w:abstractNumId="12" w15:restartNumberingAfterBreak="1">
    <w:nsid w:val="6EC42863"/>
    <w:multiLevelType w:val="hybridMultilevel"/>
    <w:tmpl w:val="335A842E"/>
    <w:lvl w:ilvl="0" w:tplc="DC84690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1">
    <w:nsid w:val="76112C1A"/>
    <w:multiLevelType w:val="hybridMultilevel"/>
    <w:tmpl w:val="52A4AC9E"/>
    <w:lvl w:ilvl="0" w:tplc="157A5FEC">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1">
    <w:nsid w:val="79297306"/>
    <w:multiLevelType w:val="multilevel"/>
    <w:tmpl w:val="1A465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1">
    <w:nsid w:val="7A0B4B2F"/>
    <w:multiLevelType w:val="hybridMultilevel"/>
    <w:tmpl w:val="31866C3A"/>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1">
    <w:nsid w:val="7A7A7AD1"/>
    <w:multiLevelType w:val="hybridMultilevel"/>
    <w:tmpl w:val="CA1C39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1">
    <w:nsid w:val="7C8B3BB5"/>
    <w:multiLevelType w:val="hybridMultilevel"/>
    <w:tmpl w:val="9BA47A14"/>
    <w:lvl w:ilvl="0" w:tplc="82743B9E">
      <w:start w:val="1"/>
      <w:numFmt w:val="bullet"/>
      <w:lvlText w:val=""/>
      <w:lvlJc w:val="left"/>
      <w:pPr>
        <w:ind w:left="720" w:hanging="360"/>
      </w:pPr>
      <w:rPr>
        <w:rFonts w:ascii="Symbol" w:hAnsi="Symbol"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1">
    <w:nsid w:val="7E3461EB"/>
    <w:multiLevelType w:val="hybridMultilevel"/>
    <w:tmpl w:val="658E5648"/>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162983">
    <w:abstractNumId w:val="2"/>
  </w:num>
  <w:num w:numId="2" w16cid:durableId="164828120">
    <w:abstractNumId w:val="11"/>
  </w:num>
  <w:num w:numId="3" w16cid:durableId="761534890">
    <w:abstractNumId w:val="11"/>
    <w:lvlOverride w:ilvl="0">
      <w:startOverride w:val="1"/>
    </w:lvlOverride>
    <w:lvlOverride w:ilvl="1">
      <w:startOverride w:val="1"/>
    </w:lvlOverride>
  </w:num>
  <w:num w:numId="4" w16cid:durableId="1295213234">
    <w:abstractNumId w:val="11"/>
    <w:lvlOverride w:ilvl="0">
      <w:startOverride w:val="1"/>
    </w:lvlOverride>
    <w:lvlOverride w:ilvl="1">
      <w:startOverride w:val="1"/>
    </w:lvlOverride>
  </w:num>
  <w:num w:numId="5" w16cid:durableId="1260211949">
    <w:abstractNumId w:val="3"/>
  </w:num>
  <w:num w:numId="6" w16cid:durableId="1243561875">
    <w:abstractNumId w:val="12"/>
  </w:num>
  <w:num w:numId="7" w16cid:durableId="323315588">
    <w:abstractNumId w:val="15"/>
  </w:num>
  <w:num w:numId="8" w16cid:durableId="1444572665">
    <w:abstractNumId w:val="0"/>
  </w:num>
  <w:num w:numId="9" w16cid:durableId="1919749390">
    <w:abstractNumId w:val="17"/>
  </w:num>
  <w:num w:numId="10" w16cid:durableId="546265360">
    <w:abstractNumId w:val="9"/>
  </w:num>
  <w:num w:numId="11" w16cid:durableId="1420984260">
    <w:abstractNumId w:val="16"/>
  </w:num>
  <w:num w:numId="12" w16cid:durableId="1005865429">
    <w:abstractNumId w:val="7"/>
  </w:num>
  <w:num w:numId="13" w16cid:durableId="777525642">
    <w:abstractNumId w:val="18"/>
  </w:num>
  <w:num w:numId="14" w16cid:durableId="1329866622">
    <w:abstractNumId w:val="5"/>
  </w:num>
  <w:num w:numId="15" w16cid:durableId="1478187030">
    <w:abstractNumId w:val="10"/>
  </w:num>
  <w:num w:numId="16" w16cid:durableId="1519082298">
    <w:abstractNumId w:val="8"/>
  </w:num>
  <w:num w:numId="17" w16cid:durableId="1254245552">
    <w:abstractNumId w:val="1"/>
  </w:num>
  <w:num w:numId="18" w16cid:durableId="1971134531">
    <w:abstractNumId w:val="14"/>
  </w:num>
  <w:num w:numId="19" w16cid:durableId="7172923">
    <w:abstractNumId w:val="6"/>
  </w:num>
  <w:num w:numId="20" w16cid:durableId="1909918373">
    <w:abstractNumId w:val="1"/>
  </w:num>
  <w:num w:numId="21" w16cid:durableId="357509688">
    <w:abstractNumId w:val="13"/>
  </w:num>
  <w:num w:numId="22" w16cid:durableId="497812068">
    <w:abstractNumId w:val="0"/>
  </w:num>
  <w:num w:numId="23" w16cid:durableId="878972696">
    <w:abstractNumId w:val="9"/>
  </w:num>
  <w:num w:numId="24" w16cid:durableId="1715041452">
    <w:abstractNumId w:val="7"/>
  </w:num>
  <w:num w:numId="25" w16cid:durableId="1716587572">
    <w:abstractNumId w:val="18"/>
  </w:num>
  <w:num w:numId="26" w16cid:durableId="557400338">
    <w:abstractNumId w:val="7"/>
  </w:num>
  <w:num w:numId="27" w16cid:durableId="523515927">
    <w:abstractNumId w:val="7"/>
  </w:num>
  <w:num w:numId="28" w16cid:durableId="5074475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9A5"/>
    <w:rsid w:val="0000667E"/>
    <w:rsid w:val="00026AF8"/>
    <w:rsid w:val="000377D9"/>
    <w:rsid w:val="000D57D0"/>
    <w:rsid w:val="000F0F43"/>
    <w:rsid w:val="000F1448"/>
    <w:rsid w:val="000F19A5"/>
    <w:rsid w:val="001079F0"/>
    <w:rsid w:val="00121A66"/>
    <w:rsid w:val="00151062"/>
    <w:rsid w:val="001B1002"/>
    <w:rsid w:val="001B4D9E"/>
    <w:rsid w:val="001C50ED"/>
    <w:rsid w:val="00221594"/>
    <w:rsid w:val="00221FA5"/>
    <w:rsid w:val="00263AB0"/>
    <w:rsid w:val="0027561A"/>
    <w:rsid w:val="002D01DF"/>
    <w:rsid w:val="002D5449"/>
    <w:rsid w:val="00326FC6"/>
    <w:rsid w:val="00330DBE"/>
    <w:rsid w:val="00334853"/>
    <w:rsid w:val="00370716"/>
    <w:rsid w:val="003761EC"/>
    <w:rsid w:val="00376F76"/>
    <w:rsid w:val="003B41E0"/>
    <w:rsid w:val="00421474"/>
    <w:rsid w:val="004350D7"/>
    <w:rsid w:val="00454234"/>
    <w:rsid w:val="00487FEB"/>
    <w:rsid w:val="004907AE"/>
    <w:rsid w:val="004A1960"/>
    <w:rsid w:val="004D5B1B"/>
    <w:rsid w:val="004F3C58"/>
    <w:rsid w:val="00524D96"/>
    <w:rsid w:val="005272D2"/>
    <w:rsid w:val="005853C6"/>
    <w:rsid w:val="005A0B34"/>
    <w:rsid w:val="005B1512"/>
    <w:rsid w:val="005B4785"/>
    <w:rsid w:val="005D1B51"/>
    <w:rsid w:val="005E2AB8"/>
    <w:rsid w:val="00643B5E"/>
    <w:rsid w:val="00646552"/>
    <w:rsid w:val="00646791"/>
    <w:rsid w:val="00657117"/>
    <w:rsid w:val="00676205"/>
    <w:rsid w:val="006A0CB0"/>
    <w:rsid w:val="006B3E43"/>
    <w:rsid w:val="006F77B1"/>
    <w:rsid w:val="007003B6"/>
    <w:rsid w:val="00702A08"/>
    <w:rsid w:val="007127DD"/>
    <w:rsid w:val="00714A12"/>
    <w:rsid w:val="007956AD"/>
    <w:rsid w:val="007A7303"/>
    <w:rsid w:val="007B112E"/>
    <w:rsid w:val="007D00EC"/>
    <w:rsid w:val="007D2518"/>
    <w:rsid w:val="007D43F9"/>
    <w:rsid w:val="007D541A"/>
    <w:rsid w:val="007E3D28"/>
    <w:rsid w:val="007E55D1"/>
    <w:rsid w:val="007E55F8"/>
    <w:rsid w:val="007F467D"/>
    <w:rsid w:val="00814732"/>
    <w:rsid w:val="00816179"/>
    <w:rsid w:val="00816665"/>
    <w:rsid w:val="008272AA"/>
    <w:rsid w:val="008A3EB0"/>
    <w:rsid w:val="008E3BF3"/>
    <w:rsid w:val="009163CE"/>
    <w:rsid w:val="00930B11"/>
    <w:rsid w:val="00941C97"/>
    <w:rsid w:val="00944D9E"/>
    <w:rsid w:val="00961589"/>
    <w:rsid w:val="00970F33"/>
    <w:rsid w:val="009A3B08"/>
    <w:rsid w:val="009C4D23"/>
    <w:rsid w:val="009E675A"/>
    <w:rsid w:val="00A05254"/>
    <w:rsid w:val="00A13F5C"/>
    <w:rsid w:val="00A81F8D"/>
    <w:rsid w:val="00AA10FD"/>
    <w:rsid w:val="00AA5A9B"/>
    <w:rsid w:val="00AA7498"/>
    <w:rsid w:val="00B033A0"/>
    <w:rsid w:val="00B11A02"/>
    <w:rsid w:val="00B31892"/>
    <w:rsid w:val="00B60E34"/>
    <w:rsid w:val="00B9032A"/>
    <w:rsid w:val="00BB3C41"/>
    <w:rsid w:val="00BB56F6"/>
    <w:rsid w:val="00BD5E70"/>
    <w:rsid w:val="00BD68E4"/>
    <w:rsid w:val="00BD6AAC"/>
    <w:rsid w:val="00BE2B24"/>
    <w:rsid w:val="00C344FD"/>
    <w:rsid w:val="00C8186C"/>
    <w:rsid w:val="00CA3B5F"/>
    <w:rsid w:val="00CC50F8"/>
    <w:rsid w:val="00CD4CB3"/>
    <w:rsid w:val="00CE123F"/>
    <w:rsid w:val="00D16ADA"/>
    <w:rsid w:val="00D173E1"/>
    <w:rsid w:val="00D55486"/>
    <w:rsid w:val="00D75B9C"/>
    <w:rsid w:val="00DE27C2"/>
    <w:rsid w:val="00DE74A0"/>
    <w:rsid w:val="00E64867"/>
    <w:rsid w:val="00EE67A7"/>
    <w:rsid w:val="00F11E1A"/>
    <w:rsid w:val="00F3455B"/>
    <w:rsid w:val="00F41F61"/>
    <w:rsid w:val="00F8272E"/>
    <w:rsid w:val="00FC72C3"/>
    <w:rsid w:val="00FD62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ecimalSymbol w:val=","/>
  <w:listSeparator w:val=";"/>
  <w14:docId w14:val="2DDB2BCE"/>
  <w15:chartTrackingRefBased/>
  <w15:docId w15:val="{024883DE-0310-4DF9-8D48-7F6CDF8AE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448"/>
    <w:pPr>
      <w:spacing w:before="120"/>
      <w:jc w:val="both"/>
    </w:pPr>
    <w:rPr>
      <w:rFonts w:ascii="Calibri Light" w:hAnsi="Calibri Light"/>
    </w:rPr>
  </w:style>
  <w:style w:type="paragraph" w:styleId="Titre1">
    <w:name w:val="heading 1"/>
    <w:basedOn w:val="Normal"/>
    <w:next w:val="Normal"/>
    <w:link w:val="Titre1Car"/>
    <w:uiPriority w:val="9"/>
    <w:qFormat/>
    <w:rsid w:val="00454234"/>
    <w:pPr>
      <w:keepNext/>
      <w:keepLines/>
      <w:spacing w:after="0"/>
      <w:jc w:val="center"/>
      <w:outlineLvl w:val="0"/>
    </w:pPr>
    <w:rPr>
      <w:rFonts w:ascii="Century Gothic" w:eastAsiaTheme="majorEastAsia" w:hAnsi="Century Gothic" w:cstheme="majorBidi"/>
      <w:b/>
      <w:color w:val="8EAADB" w:themeColor="accent1" w:themeTint="99"/>
      <w:sz w:val="36"/>
      <w:szCs w:val="36"/>
    </w:rPr>
  </w:style>
  <w:style w:type="paragraph" w:styleId="Titre2">
    <w:name w:val="heading 2"/>
    <w:basedOn w:val="Normal"/>
    <w:next w:val="Normal"/>
    <w:link w:val="Titre2Car"/>
    <w:uiPriority w:val="9"/>
    <w:unhideWhenUsed/>
    <w:qFormat/>
    <w:rsid w:val="000F1448"/>
    <w:pPr>
      <w:keepNext/>
      <w:keepLines/>
      <w:spacing w:before="40" w:after="0"/>
      <w:ind w:left="360"/>
      <w:outlineLvl w:val="1"/>
    </w:pPr>
    <w:rPr>
      <w:rFonts w:ascii="Century Gothic" w:eastAsiaTheme="majorEastAsia" w:hAnsi="Century Gothic" w:cstheme="majorBidi"/>
      <w:b/>
      <w:bCs/>
      <w:color w:val="1F3864" w:themeColor="accent1" w:themeShade="80"/>
      <w:sz w:val="26"/>
      <w:szCs w:val="26"/>
    </w:rPr>
  </w:style>
  <w:style w:type="paragraph" w:styleId="Titre3">
    <w:name w:val="heading 3"/>
    <w:basedOn w:val="Normal"/>
    <w:next w:val="Normal"/>
    <w:link w:val="Titre3Car"/>
    <w:uiPriority w:val="9"/>
    <w:unhideWhenUsed/>
    <w:qFormat/>
    <w:rsid w:val="00454234"/>
    <w:pPr>
      <w:keepNext/>
      <w:keepLines/>
      <w:spacing w:before="40" w:after="0"/>
      <w:outlineLvl w:val="2"/>
    </w:pPr>
    <w:rPr>
      <w:rFonts w:ascii="Century Gothic" w:eastAsiaTheme="majorEastAsia" w:hAnsi="Century Gothic" w:cstheme="majorBidi"/>
      <w:color w:val="1F3763" w:themeColor="accent1" w:themeShade="7F"/>
      <w:sz w:val="24"/>
      <w:szCs w:val="24"/>
    </w:rPr>
  </w:style>
  <w:style w:type="paragraph" w:styleId="Titre4">
    <w:name w:val="heading 4"/>
    <w:basedOn w:val="Normal"/>
    <w:next w:val="Normal"/>
    <w:link w:val="Titre4Car"/>
    <w:uiPriority w:val="9"/>
    <w:unhideWhenUsed/>
    <w:qFormat/>
    <w:rsid w:val="00524D96"/>
    <w:pPr>
      <w:keepNext/>
      <w:keepLines/>
      <w:spacing w:before="40" w:after="0"/>
      <w:outlineLvl w:val="3"/>
    </w:pPr>
    <w:rPr>
      <w:rFonts w:ascii="Century Gothic" w:eastAsiaTheme="majorEastAsia" w:hAnsi="Century Gothic" w:cstheme="majorBidi"/>
      <w:b/>
      <w:bCs/>
      <w:i/>
      <w:iCs/>
      <w:color w:val="2F5496" w:themeColor="accent1" w:themeShade="BF"/>
    </w:rPr>
  </w:style>
  <w:style w:type="paragraph" w:styleId="Titre5">
    <w:name w:val="heading 5"/>
    <w:basedOn w:val="Normal"/>
    <w:next w:val="Normal"/>
    <w:link w:val="Titre5Car"/>
    <w:uiPriority w:val="9"/>
    <w:unhideWhenUsed/>
    <w:qFormat/>
    <w:rsid w:val="00A0525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272AA"/>
    <w:pPr>
      <w:tabs>
        <w:tab w:val="center" w:pos="4536"/>
        <w:tab w:val="right" w:pos="9072"/>
      </w:tabs>
      <w:spacing w:after="0" w:line="240" w:lineRule="auto"/>
    </w:pPr>
  </w:style>
  <w:style w:type="character" w:customStyle="1" w:styleId="En-tteCar">
    <w:name w:val="En-tête Car"/>
    <w:basedOn w:val="Policepardfaut"/>
    <w:link w:val="En-tte"/>
    <w:uiPriority w:val="99"/>
    <w:rsid w:val="008272AA"/>
  </w:style>
  <w:style w:type="paragraph" w:styleId="Pieddepage">
    <w:name w:val="footer"/>
    <w:basedOn w:val="Normal"/>
    <w:link w:val="PieddepageCar"/>
    <w:unhideWhenUsed/>
    <w:rsid w:val="008272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72AA"/>
  </w:style>
  <w:style w:type="character" w:styleId="Lienhypertexte">
    <w:name w:val="Hyperlink"/>
    <w:basedOn w:val="Policepardfaut"/>
    <w:uiPriority w:val="99"/>
    <w:unhideWhenUsed/>
    <w:rsid w:val="00816179"/>
    <w:rPr>
      <w:color w:val="0563C1" w:themeColor="hyperlink"/>
      <w:u w:val="single"/>
    </w:rPr>
  </w:style>
  <w:style w:type="character" w:styleId="Mentionnonrsolue">
    <w:name w:val="Unresolved Mention"/>
    <w:basedOn w:val="Policepardfaut"/>
    <w:uiPriority w:val="99"/>
    <w:semiHidden/>
    <w:unhideWhenUsed/>
    <w:rsid w:val="00816179"/>
    <w:rPr>
      <w:color w:val="605E5C"/>
      <w:shd w:val="clear" w:color="auto" w:fill="E1DFDD"/>
    </w:rPr>
  </w:style>
  <w:style w:type="character" w:customStyle="1" w:styleId="Titre1Car">
    <w:name w:val="Titre 1 Car"/>
    <w:basedOn w:val="Policepardfaut"/>
    <w:link w:val="Titre1"/>
    <w:uiPriority w:val="9"/>
    <w:rsid w:val="00454234"/>
    <w:rPr>
      <w:rFonts w:ascii="Century Gothic" w:eastAsiaTheme="majorEastAsia" w:hAnsi="Century Gothic" w:cstheme="majorBidi"/>
      <w:b/>
      <w:color w:val="8EAADB" w:themeColor="accent1" w:themeTint="99"/>
      <w:sz w:val="36"/>
      <w:szCs w:val="36"/>
    </w:rPr>
  </w:style>
  <w:style w:type="character" w:customStyle="1" w:styleId="Titre2Car">
    <w:name w:val="Titre 2 Car"/>
    <w:basedOn w:val="Policepardfaut"/>
    <w:link w:val="Titre2"/>
    <w:uiPriority w:val="9"/>
    <w:rsid w:val="000F1448"/>
    <w:rPr>
      <w:rFonts w:ascii="Century Gothic" w:eastAsiaTheme="majorEastAsia" w:hAnsi="Century Gothic" w:cstheme="majorBidi"/>
      <w:b/>
      <w:bCs/>
      <w:color w:val="1F3864" w:themeColor="accent1" w:themeShade="80"/>
      <w:sz w:val="26"/>
      <w:szCs w:val="26"/>
    </w:rPr>
  </w:style>
  <w:style w:type="paragraph" w:customStyle="1" w:styleId="PieddepageRISKPartenaires">
    <w:name w:val="Pied de page RISK Partenaires"/>
    <w:basedOn w:val="Pieddepage"/>
    <w:link w:val="PieddepageRISKPartenairesCar"/>
    <w:qFormat/>
    <w:rsid w:val="00454234"/>
    <w:pPr>
      <w:spacing w:before="0"/>
    </w:pPr>
    <w:rPr>
      <w:noProof/>
      <w:sz w:val="16"/>
      <w:szCs w:val="16"/>
    </w:rPr>
  </w:style>
  <w:style w:type="character" w:customStyle="1" w:styleId="PieddepageRISKPartenairesCar">
    <w:name w:val="Pied de page RISK Partenaires Car"/>
    <w:basedOn w:val="PieddepageCar"/>
    <w:link w:val="PieddepageRISKPartenaires"/>
    <w:rsid w:val="00454234"/>
    <w:rPr>
      <w:rFonts w:ascii="Calibri Light" w:hAnsi="Calibri Light"/>
      <w:noProof/>
      <w:sz w:val="16"/>
      <w:szCs w:val="16"/>
    </w:rPr>
  </w:style>
  <w:style w:type="character" w:customStyle="1" w:styleId="Titre3Car">
    <w:name w:val="Titre 3 Car"/>
    <w:basedOn w:val="Policepardfaut"/>
    <w:link w:val="Titre3"/>
    <w:uiPriority w:val="9"/>
    <w:rsid w:val="00454234"/>
    <w:rPr>
      <w:rFonts w:ascii="Century Gothic" w:eastAsiaTheme="majorEastAsia" w:hAnsi="Century Gothic" w:cstheme="majorBidi"/>
      <w:color w:val="1F3763" w:themeColor="accent1" w:themeShade="7F"/>
      <w:sz w:val="24"/>
      <w:szCs w:val="24"/>
    </w:rPr>
  </w:style>
  <w:style w:type="character" w:customStyle="1" w:styleId="Titre4Car">
    <w:name w:val="Titre 4 Car"/>
    <w:basedOn w:val="Policepardfaut"/>
    <w:link w:val="Titre4"/>
    <w:uiPriority w:val="9"/>
    <w:rsid w:val="00524D96"/>
    <w:rPr>
      <w:rFonts w:ascii="Century Gothic" w:eastAsiaTheme="majorEastAsia" w:hAnsi="Century Gothic" w:cstheme="majorBidi"/>
      <w:b/>
      <w:bCs/>
      <w:i/>
      <w:iCs/>
      <w:color w:val="2F5496" w:themeColor="accent1" w:themeShade="BF"/>
    </w:rPr>
  </w:style>
  <w:style w:type="paragraph" w:styleId="Sous-titre">
    <w:name w:val="Subtitle"/>
    <w:basedOn w:val="Normal"/>
    <w:next w:val="Normal"/>
    <w:link w:val="Sous-titreCar"/>
    <w:uiPriority w:val="11"/>
    <w:qFormat/>
    <w:rsid w:val="0045423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454234"/>
    <w:rPr>
      <w:rFonts w:ascii="Calibri Light" w:eastAsiaTheme="minorEastAsia" w:hAnsi="Calibri Light"/>
      <w:color w:val="5A5A5A" w:themeColor="text1" w:themeTint="A5"/>
      <w:spacing w:val="15"/>
    </w:rPr>
  </w:style>
  <w:style w:type="character" w:styleId="Accentuationlgre">
    <w:name w:val="Subtle Emphasis"/>
    <w:basedOn w:val="Policepardfaut"/>
    <w:uiPriority w:val="19"/>
    <w:qFormat/>
    <w:rsid w:val="00454234"/>
    <w:rPr>
      <w:rFonts w:ascii="Calibri Light" w:hAnsi="Calibri Light"/>
      <w:i/>
      <w:iCs/>
      <w:color w:val="404040" w:themeColor="text1" w:themeTint="BF"/>
    </w:rPr>
  </w:style>
  <w:style w:type="paragraph" w:styleId="Titre">
    <w:name w:val="Title"/>
    <w:basedOn w:val="Normal"/>
    <w:next w:val="Normal"/>
    <w:link w:val="TitreCar"/>
    <w:uiPriority w:val="10"/>
    <w:qFormat/>
    <w:rsid w:val="00524D96"/>
    <w:pPr>
      <w:spacing w:before="0" w:after="0" w:line="240" w:lineRule="auto"/>
      <w:contextualSpacing/>
      <w:jc w:val="center"/>
    </w:pPr>
    <w:rPr>
      <w:rFonts w:ascii="Century Gothic" w:eastAsiaTheme="majorEastAsia" w:hAnsi="Century Gothic" w:cstheme="majorBidi"/>
      <w:color w:val="808080" w:themeColor="background1" w:themeShade="80"/>
      <w:spacing w:val="-10"/>
      <w:kern w:val="28"/>
      <w:sz w:val="56"/>
      <w:szCs w:val="56"/>
    </w:rPr>
  </w:style>
  <w:style w:type="character" w:customStyle="1" w:styleId="TitreCar">
    <w:name w:val="Titre Car"/>
    <w:basedOn w:val="Policepardfaut"/>
    <w:link w:val="Titre"/>
    <w:uiPriority w:val="10"/>
    <w:rsid w:val="00524D96"/>
    <w:rPr>
      <w:rFonts w:ascii="Century Gothic" w:eastAsiaTheme="majorEastAsia" w:hAnsi="Century Gothic" w:cstheme="majorBidi"/>
      <w:color w:val="808080" w:themeColor="background1" w:themeShade="80"/>
      <w:spacing w:val="-10"/>
      <w:kern w:val="28"/>
      <w:sz w:val="56"/>
      <w:szCs w:val="56"/>
    </w:rPr>
  </w:style>
  <w:style w:type="paragraph" w:customStyle="1" w:styleId="Framecontents">
    <w:name w:val="Frame contents"/>
    <w:basedOn w:val="Normal"/>
    <w:rsid w:val="00E64867"/>
    <w:pPr>
      <w:widowControl w:val="0"/>
      <w:suppressAutoHyphens/>
      <w:autoSpaceDN w:val="0"/>
      <w:spacing w:before="0" w:after="120" w:line="240" w:lineRule="auto"/>
      <w:jc w:val="left"/>
      <w:textAlignment w:val="baseline"/>
    </w:pPr>
    <w:rPr>
      <w:rFonts w:ascii="Times New Roman" w:eastAsia="SimSun" w:hAnsi="Times New Roman" w:cs="Mangal"/>
      <w:kern w:val="3"/>
      <w:sz w:val="24"/>
      <w:szCs w:val="24"/>
      <w:lang w:eastAsia="zh-CN" w:bidi="hi-IN"/>
    </w:rPr>
  </w:style>
  <w:style w:type="paragraph" w:customStyle="1" w:styleId="NormalRiskpart">
    <w:name w:val="Normal Riskpart"/>
    <w:basedOn w:val="Normal"/>
    <w:rsid w:val="00524D96"/>
    <w:pPr>
      <w:widowControl w:val="0"/>
      <w:suppressAutoHyphens/>
      <w:autoSpaceDN w:val="0"/>
      <w:spacing w:before="0" w:after="0" w:line="240" w:lineRule="auto"/>
      <w:textAlignment w:val="baseline"/>
    </w:pPr>
    <w:rPr>
      <w:rFonts w:ascii="Myriad Pro" w:eastAsia="SimSun" w:hAnsi="Myriad Pro" w:cs="Mangal"/>
      <w:kern w:val="3"/>
      <w:sz w:val="18"/>
      <w:szCs w:val="24"/>
      <w:lang w:eastAsia="zh-CN" w:bidi="hi-IN"/>
    </w:rPr>
  </w:style>
  <w:style w:type="paragraph" w:customStyle="1" w:styleId="TitreRiskpart4">
    <w:name w:val="Titre Riskpart 4"/>
    <w:basedOn w:val="Normal"/>
    <w:rsid w:val="00524D96"/>
    <w:pPr>
      <w:autoSpaceDN w:val="0"/>
      <w:spacing w:before="113" w:after="0" w:line="240" w:lineRule="auto"/>
      <w:ind w:left="1984" w:right="850"/>
      <w:jc w:val="left"/>
      <w:textAlignment w:val="baseline"/>
    </w:pPr>
    <w:rPr>
      <w:rFonts w:ascii="Veljovic Book" w:eastAsia="SimSun" w:hAnsi="Veljovic Book" w:cs="Mangal"/>
      <w:i/>
      <w:iCs/>
      <w:kern w:val="3"/>
      <w:sz w:val="28"/>
      <w:szCs w:val="28"/>
      <w:lang w:eastAsia="zh-CN" w:bidi="hi-IN"/>
    </w:rPr>
  </w:style>
  <w:style w:type="paragraph" w:customStyle="1" w:styleId="Paragrapheenexcergue">
    <w:name w:val="Paragraphe en excergue"/>
    <w:basedOn w:val="Normal"/>
    <w:rsid w:val="00524D96"/>
    <w:pPr>
      <w:widowControl w:val="0"/>
      <w:suppressAutoHyphens/>
      <w:autoSpaceDN w:val="0"/>
      <w:spacing w:before="0" w:after="0" w:line="240" w:lineRule="auto"/>
      <w:jc w:val="left"/>
      <w:textAlignment w:val="baseline"/>
    </w:pPr>
    <w:rPr>
      <w:rFonts w:ascii="Veljovic Book" w:eastAsia="SimSun" w:hAnsi="Veljovic Book" w:cs="Mangal"/>
      <w:b/>
      <w:bCs/>
      <w:i/>
      <w:iCs/>
      <w:kern w:val="3"/>
      <w:sz w:val="20"/>
      <w:szCs w:val="20"/>
      <w:lang w:eastAsia="zh-CN" w:bidi="hi-IN"/>
    </w:rPr>
  </w:style>
  <w:style w:type="paragraph" w:customStyle="1" w:styleId="TitreIntitulLot">
    <w:name w:val="Titre Intitulé Lot"/>
    <w:basedOn w:val="Normal"/>
    <w:rsid w:val="00524D96"/>
    <w:pPr>
      <w:pBdr>
        <w:left w:val="single" w:sz="4" w:space="17" w:color="FFFFFF"/>
      </w:pBdr>
      <w:autoSpaceDN w:val="0"/>
      <w:spacing w:before="57" w:after="0" w:line="240" w:lineRule="auto"/>
      <w:ind w:left="1020"/>
      <w:jc w:val="left"/>
      <w:textAlignment w:val="baseline"/>
    </w:pPr>
    <w:rPr>
      <w:rFonts w:ascii="Veljovic Book" w:eastAsia="SimSun" w:hAnsi="Veljovic Book" w:cs="Mangal"/>
      <w:b/>
      <w:bCs/>
      <w:i/>
      <w:iCs/>
      <w:kern w:val="3"/>
      <w:lang w:eastAsia="zh-CN" w:bidi="hi-IN"/>
    </w:rPr>
  </w:style>
  <w:style w:type="paragraph" w:customStyle="1" w:styleId="Titreacteengagement">
    <w:name w:val="Titre acte engagement"/>
    <w:basedOn w:val="Normal"/>
    <w:rsid w:val="00524D96"/>
    <w:pPr>
      <w:suppressAutoHyphens/>
      <w:autoSpaceDN w:val="0"/>
      <w:spacing w:before="567" w:after="567" w:line="454" w:lineRule="exact"/>
      <w:jc w:val="center"/>
      <w:textAlignment w:val="baseline"/>
    </w:pPr>
    <w:rPr>
      <w:rFonts w:ascii="Veljovic Medium" w:eastAsia="SimSun" w:hAnsi="Veljovic Medium" w:cs="Mangal"/>
      <w:i/>
      <w:iCs/>
      <w:kern w:val="3"/>
      <w:sz w:val="50"/>
      <w:szCs w:val="50"/>
      <w:lang w:eastAsia="zh-CN" w:bidi="hi-IN"/>
    </w:rPr>
  </w:style>
  <w:style w:type="numbering" w:customStyle="1" w:styleId="ListeSimpleRiskpart">
    <w:name w:val="Liste Simple Riskpart"/>
    <w:basedOn w:val="Aucuneliste"/>
    <w:rsid w:val="00524D96"/>
    <w:pPr>
      <w:numPr>
        <w:numId w:val="2"/>
      </w:numPr>
    </w:pPr>
  </w:style>
  <w:style w:type="paragraph" w:customStyle="1" w:styleId="Standard">
    <w:name w:val="Standard"/>
    <w:rsid w:val="00D173E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D173E1"/>
    <w:pPr>
      <w:suppressLineNumbers/>
      <w:jc w:val="center"/>
    </w:pPr>
    <w:rPr>
      <w:rFonts w:ascii="Myriad Pro" w:hAnsi="Myriad Pro"/>
      <w:sz w:val="18"/>
    </w:rPr>
  </w:style>
  <w:style w:type="table" w:styleId="Grilledutableau">
    <w:name w:val="Table Grid"/>
    <w:basedOn w:val="TableauNormal"/>
    <w:uiPriority w:val="39"/>
    <w:rsid w:val="00D17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E2B24"/>
    <w:pPr>
      <w:ind w:left="720"/>
      <w:contextualSpacing/>
    </w:pPr>
  </w:style>
  <w:style w:type="paragraph" w:customStyle="1" w:styleId="TableauetcolonnesRiskpart">
    <w:name w:val="Tableau et colonnes Riskpart"/>
    <w:basedOn w:val="NormalRiskpart"/>
    <w:rsid w:val="00DE27C2"/>
    <w:pPr>
      <w:spacing w:before="113"/>
    </w:pPr>
  </w:style>
  <w:style w:type="character" w:customStyle="1" w:styleId="Titre5Car">
    <w:name w:val="Titre 5 Car"/>
    <w:basedOn w:val="Policepardfaut"/>
    <w:link w:val="Titre5"/>
    <w:uiPriority w:val="9"/>
    <w:rsid w:val="00A05254"/>
    <w:rPr>
      <w:rFonts w:asciiTheme="majorHAnsi" w:eastAsiaTheme="majorEastAsia" w:hAnsiTheme="majorHAnsi" w:cstheme="majorBidi"/>
      <w:color w:val="2F5496" w:themeColor="accent1" w:themeShade="BF"/>
    </w:rPr>
  </w:style>
  <w:style w:type="paragraph" w:styleId="NormalWeb">
    <w:name w:val="Normal (Web)"/>
    <w:basedOn w:val="Normal"/>
    <w:uiPriority w:val="99"/>
    <w:unhideWhenUsed/>
    <w:rsid w:val="000F19A5"/>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Logo">
    <w:name w:val="Logo"/>
    <w:basedOn w:val="Normal"/>
    <w:link w:val="LogoCar"/>
    <w:qFormat/>
    <w:rsid w:val="000F19A5"/>
    <w:pPr>
      <w:jc w:val="center"/>
    </w:pPr>
  </w:style>
  <w:style w:type="character" w:customStyle="1" w:styleId="LogoCar">
    <w:name w:val="Logo Car"/>
    <w:basedOn w:val="Policepardfaut"/>
    <w:link w:val="Logo"/>
    <w:rsid w:val="000F19A5"/>
    <w:rPr>
      <w:rFonts w:ascii="Calibri Light" w:hAnsi="Calibri Light"/>
    </w:rPr>
  </w:style>
  <w:style w:type="paragraph" w:customStyle="1" w:styleId="Warning">
    <w:name w:val="Warning"/>
    <w:basedOn w:val="Normal"/>
    <w:link w:val="WarningCar"/>
    <w:qFormat/>
    <w:rsid w:val="000F19A5"/>
    <w:rPr>
      <w:color w:val="FF0000"/>
      <w:lang w:eastAsia="fr-FR"/>
    </w:rPr>
  </w:style>
  <w:style w:type="paragraph" w:customStyle="1" w:styleId="TableauxTITRE">
    <w:name w:val="Tableaux TITRE"/>
    <w:basedOn w:val="Normal"/>
    <w:link w:val="TableauxTITRECar"/>
    <w:qFormat/>
    <w:rsid w:val="000F19A5"/>
    <w:pPr>
      <w:jc w:val="center"/>
    </w:pPr>
    <w:rPr>
      <w:b/>
      <w:bCs/>
    </w:rPr>
  </w:style>
  <w:style w:type="character" w:customStyle="1" w:styleId="WarningCar">
    <w:name w:val="Warning Car"/>
    <w:basedOn w:val="Policepardfaut"/>
    <w:link w:val="Warning"/>
    <w:rsid w:val="000F19A5"/>
    <w:rPr>
      <w:rFonts w:ascii="Calibri Light" w:hAnsi="Calibri Light"/>
      <w:color w:val="FF0000"/>
      <w:lang w:eastAsia="fr-FR"/>
    </w:rPr>
  </w:style>
  <w:style w:type="character" w:customStyle="1" w:styleId="TableauxTITRECar">
    <w:name w:val="Tableaux TITRE Car"/>
    <w:basedOn w:val="Policepardfaut"/>
    <w:link w:val="TableauxTITRE"/>
    <w:rsid w:val="000F19A5"/>
    <w:rPr>
      <w:rFonts w:ascii="Calibri Light" w:hAnsi="Calibri Light"/>
      <w:b/>
      <w:bCs/>
    </w:rPr>
  </w:style>
  <w:style w:type="table" w:customStyle="1" w:styleId="Grilledutableau1">
    <w:name w:val="Grille du tableau1"/>
    <w:basedOn w:val="TableauNormal"/>
    <w:next w:val="Grilledutableau"/>
    <w:uiPriority w:val="39"/>
    <w:rsid w:val="0064655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37761">
      <w:bodyDiv w:val="1"/>
      <w:marLeft w:val="0"/>
      <w:marRight w:val="0"/>
      <w:marTop w:val="0"/>
      <w:marBottom w:val="0"/>
      <w:divBdr>
        <w:top w:val="none" w:sz="0" w:space="0" w:color="auto"/>
        <w:left w:val="none" w:sz="0" w:space="0" w:color="auto"/>
        <w:bottom w:val="none" w:sz="0" w:space="0" w:color="auto"/>
        <w:right w:val="none" w:sz="0" w:space="0" w:color="auto"/>
      </w:divBdr>
    </w:div>
    <w:div w:id="132453527">
      <w:bodyDiv w:val="1"/>
      <w:marLeft w:val="0"/>
      <w:marRight w:val="0"/>
      <w:marTop w:val="0"/>
      <w:marBottom w:val="0"/>
      <w:divBdr>
        <w:top w:val="none" w:sz="0" w:space="0" w:color="auto"/>
        <w:left w:val="none" w:sz="0" w:space="0" w:color="auto"/>
        <w:bottom w:val="none" w:sz="0" w:space="0" w:color="auto"/>
        <w:right w:val="none" w:sz="0" w:space="0" w:color="auto"/>
      </w:divBdr>
    </w:div>
    <w:div w:id="414598473">
      <w:bodyDiv w:val="1"/>
      <w:marLeft w:val="0"/>
      <w:marRight w:val="0"/>
      <w:marTop w:val="0"/>
      <w:marBottom w:val="0"/>
      <w:divBdr>
        <w:top w:val="none" w:sz="0" w:space="0" w:color="auto"/>
        <w:left w:val="none" w:sz="0" w:space="0" w:color="auto"/>
        <w:bottom w:val="none" w:sz="0" w:space="0" w:color="auto"/>
        <w:right w:val="none" w:sz="0" w:space="0" w:color="auto"/>
      </w:divBdr>
    </w:div>
    <w:div w:id="437800513">
      <w:bodyDiv w:val="1"/>
      <w:marLeft w:val="0"/>
      <w:marRight w:val="0"/>
      <w:marTop w:val="0"/>
      <w:marBottom w:val="0"/>
      <w:divBdr>
        <w:top w:val="none" w:sz="0" w:space="0" w:color="auto"/>
        <w:left w:val="none" w:sz="0" w:space="0" w:color="auto"/>
        <w:bottom w:val="none" w:sz="0" w:space="0" w:color="auto"/>
        <w:right w:val="none" w:sz="0" w:space="0" w:color="auto"/>
      </w:divBdr>
    </w:div>
    <w:div w:id="663750641">
      <w:bodyDiv w:val="1"/>
      <w:marLeft w:val="0"/>
      <w:marRight w:val="0"/>
      <w:marTop w:val="0"/>
      <w:marBottom w:val="0"/>
      <w:divBdr>
        <w:top w:val="none" w:sz="0" w:space="0" w:color="auto"/>
        <w:left w:val="none" w:sz="0" w:space="0" w:color="auto"/>
        <w:bottom w:val="none" w:sz="0" w:space="0" w:color="auto"/>
        <w:right w:val="none" w:sz="0" w:space="0" w:color="auto"/>
      </w:divBdr>
    </w:div>
    <w:div w:id="716271982">
      <w:bodyDiv w:val="1"/>
      <w:marLeft w:val="0"/>
      <w:marRight w:val="0"/>
      <w:marTop w:val="0"/>
      <w:marBottom w:val="0"/>
      <w:divBdr>
        <w:top w:val="none" w:sz="0" w:space="0" w:color="auto"/>
        <w:left w:val="none" w:sz="0" w:space="0" w:color="auto"/>
        <w:bottom w:val="none" w:sz="0" w:space="0" w:color="auto"/>
        <w:right w:val="none" w:sz="0" w:space="0" w:color="auto"/>
      </w:divBdr>
    </w:div>
    <w:div w:id="726564704">
      <w:bodyDiv w:val="1"/>
      <w:marLeft w:val="0"/>
      <w:marRight w:val="0"/>
      <w:marTop w:val="0"/>
      <w:marBottom w:val="0"/>
      <w:divBdr>
        <w:top w:val="none" w:sz="0" w:space="0" w:color="auto"/>
        <w:left w:val="none" w:sz="0" w:space="0" w:color="auto"/>
        <w:bottom w:val="none" w:sz="0" w:space="0" w:color="auto"/>
        <w:right w:val="none" w:sz="0" w:space="0" w:color="auto"/>
      </w:divBdr>
    </w:div>
    <w:div w:id="729154962">
      <w:bodyDiv w:val="1"/>
      <w:marLeft w:val="0"/>
      <w:marRight w:val="0"/>
      <w:marTop w:val="0"/>
      <w:marBottom w:val="0"/>
      <w:divBdr>
        <w:top w:val="none" w:sz="0" w:space="0" w:color="auto"/>
        <w:left w:val="none" w:sz="0" w:space="0" w:color="auto"/>
        <w:bottom w:val="none" w:sz="0" w:space="0" w:color="auto"/>
        <w:right w:val="none" w:sz="0" w:space="0" w:color="auto"/>
      </w:divBdr>
    </w:div>
    <w:div w:id="854153010">
      <w:bodyDiv w:val="1"/>
      <w:marLeft w:val="0"/>
      <w:marRight w:val="0"/>
      <w:marTop w:val="0"/>
      <w:marBottom w:val="0"/>
      <w:divBdr>
        <w:top w:val="none" w:sz="0" w:space="0" w:color="auto"/>
        <w:left w:val="none" w:sz="0" w:space="0" w:color="auto"/>
        <w:bottom w:val="none" w:sz="0" w:space="0" w:color="auto"/>
        <w:right w:val="none" w:sz="0" w:space="0" w:color="auto"/>
      </w:divBdr>
    </w:div>
    <w:div w:id="895697927">
      <w:bodyDiv w:val="1"/>
      <w:marLeft w:val="0"/>
      <w:marRight w:val="0"/>
      <w:marTop w:val="0"/>
      <w:marBottom w:val="0"/>
      <w:divBdr>
        <w:top w:val="none" w:sz="0" w:space="0" w:color="auto"/>
        <w:left w:val="none" w:sz="0" w:space="0" w:color="auto"/>
        <w:bottom w:val="none" w:sz="0" w:space="0" w:color="auto"/>
        <w:right w:val="none" w:sz="0" w:space="0" w:color="auto"/>
      </w:divBdr>
    </w:div>
    <w:div w:id="902450793">
      <w:bodyDiv w:val="1"/>
      <w:marLeft w:val="0"/>
      <w:marRight w:val="0"/>
      <w:marTop w:val="0"/>
      <w:marBottom w:val="0"/>
      <w:divBdr>
        <w:top w:val="none" w:sz="0" w:space="0" w:color="auto"/>
        <w:left w:val="none" w:sz="0" w:space="0" w:color="auto"/>
        <w:bottom w:val="none" w:sz="0" w:space="0" w:color="auto"/>
        <w:right w:val="none" w:sz="0" w:space="0" w:color="auto"/>
      </w:divBdr>
    </w:div>
    <w:div w:id="1017855654">
      <w:bodyDiv w:val="1"/>
      <w:marLeft w:val="0"/>
      <w:marRight w:val="0"/>
      <w:marTop w:val="0"/>
      <w:marBottom w:val="0"/>
      <w:divBdr>
        <w:top w:val="none" w:sz="0" w:space="0" w:color="auto"/>
        <w:left w:val="none" w:sz="0" w:space="0" w:color="auto"/>
        <w:bottom w:val="none" w:sz="0" w:space="0" w:color="auto"/>
        <w:right w:val="none" w:sz="0" w:space="0" w:color="auto"/>
      </w:divBdr>
    </w:div>
    <w:div w:id="1319385671">
      <w:bodyDiv w:val="1"/>
      <w:marLeft w:val="0"/>
      <w:marRight w:val="0"/>
      <w:marTop w:val="0"/>
      <w:marBottom w:val="0"/>
      <w:divBdr>
        <w:top w:val="none" w:sz="0" w:space="0" w:color="auto"/>
        <w:left w:val="none" w:sz="0" w:space="0" w:color="auto"/>
        <w:bottom w:val="none" w:sz="0" w:space="0" w:color="auto"/>
        <w:right w:val="none" w:sz="0" w:space="0" w:color="auto"/>
      </w:divBdr>
    </w:div>
    <w:div w:id="1423601704">
      <w:bodyDiv w:val="1"/>
      <w:marLeft w:val="0"/>
      <w:marRight w:val="0"/>
      <w:marTop w:val="0"/>
      <w:marBottom w:val="0"/>
      <w:divBdr>
        <w:top w:val="none" w:sz="0" w:space="0" w:color="auto"/>
        <w:left w:val="none" w:sz="0" w:space="0" w:color="auto"/>
        <w:bottom w:val="none" w:sz="0" w:space="0" w:color="auto"/>
        <w:right w:val="none" w:sz="0" w:space="0" w:color="auto"/>
      </w:divBdr>
    </w:div>
    <w:div w:id="1439331302">
      <w:bodyDiv w:val="1"/>
      <w:marLeft w:val="0"/>
      <w:marRight w:val="0"/>
      <w:marTop w:val="0"/>
      <w:marBottom w:val="0"/>
      <w:divBdr>
        <w:top w:val="none" w:sz="0" w:space="0" w:color="auto"/>
        <w:left w:val="none" w:sz="0" w:space="0" w:color="auto"/>
        <w:bottom w:val="none" w:sz="0" w:space="0" w:color="auto"/>
        <w:right w:val="none" w:sz="0" w:space="0" w:color="auto"/>
      </w:divBdr>
    </w:div>
    <w:div w:id="1492870293">
      <w:bodyDiv w:val="1"/>
      <w:marLeft w:val="0"/>
      <w:marRight w:val="0"/>
      <w:marTop w:val="0"/>
      <w:marBottom w:val="0"/>
      <w:divBdr>
        <w:top w:val="none" w:sz="0" w:space="0" w:color="auto"/>
        <w:left w:val="none" w:sz="0" w:space="0" w:color="auto"/>
        <w:bottom w:val="none" w:sz="0" w:space="0" w:color="auto"/>
        <w:right w:val="none" w:sz="0" w:space="0" w:color="auto"/>
      </w:divBdr>
    </w:div>
    <w:div w:id="199710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T\Documents\Mod&#232;les%20Office%20personnalis&#233;s\Lot%20PJ%20AE%20-%202022%20v2.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DA81E-82A1-407A-B510-D1488E70F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Lot PJ AE - 2022 v2.dotm</Template>
  <TotalTime>2</TotalTime>
  <Pages>9</Pages>
  <Words>1325</Words>
  <Characters>7292</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Tellier</dc:creator>
  <cp:keywords/>
  <dc:description/>
  <cp:lastModifiedBy>Remi Marty</cp:lastModifiedBy>
  <cp:revision>6</cp:revision>
  <dcterms:created xsi:type="dcterms:W3CDTF">2025-04-25T10:04:00Z</dcterms:created>
  <dcterms:modified xsi:type="dcterms:W3CDTF">2025-07-24T13:32:00Z</dcterms:modified>
</cp:coreProperties>
</file>