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3B9478E5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4F40A5">
        <w:t>5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391E9CB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4F40A5">
        <w:t>5</w:t>
      </w:r>
      <w:r>
        <w:rPr>
          <w:rFonts w:ascii="Calibri" w:hAnsi="Calibri" w:cs="Calibri"/>
        </w:rPr>
        <w:t> </w:t>
      </w:r>
      <w:r>
        <w:t xml:space="preserve">: </w:t>
      </w:r>
      <w:r w:rsidR="004F40A5">
        <w:t>Métallerie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1E03ED22" w14:textId="77777777" w:rsidR="00DA3139" w:rsidRDefault="00DA3139" w:rsidP="00DA3139">
            <w:pPr>
              <w:pStyle w:val="Pdginfos"/>
              <w:spacing w:after="0"/>
            </w:pPr>
            <w:bookmarkStart w:id="5" w:name="Établissementcommune"/>
            <w:r w:rsidRPr="00BE6504">
              <w:t>É</w:t>
            </w:r>
            <w:r>
              <w:t>cole centrale de Nantes</w:t>
            </w:r>
            <w:bookmarkEnd w:id="5"/>
          </w:p>
          <w:p w14:paraId="2E2DA2AC" w14:textId="17ACE701" w:rsidR="00995AF1" w:rsidRPr="00597383" w:rsidRDefault="00DA3139" w:rsidP="00DA3139">
            <w:pPr>
              <w:pStyle w:val="Pdginfos"/>
            </w:pPr>
            <w:r w:rsidRPr="004D4C54">
              <w:rPr>
                <w:sz w:val="20"/>
                <w:szCs w:val="20"/>
              </w:rPr>
              <w:t>1 rue de la Noë, 44300 Nantes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5AE53DF2" w:rsidR="00995AF1" w:rsidRPr="00B951CA" w:rsidRDefault="00956CE7" w:rsidP="00995AF1">
      <w:pPr>
        <w:pStyle w:val="PdgVersion"/>
        <w:jc w:val="right"/>
        <w:rPr>
          <w:b w:val="0"/>
        </w:rPr>
      </w:pPr>
      <w:r>
        <w:rPr>
          <w:b w:val="0"/>
        </w:rPr>
        <w:t>Août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BB264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6658F3E1" w:rsidR="00995AF1" w:rsidRPr="00292E33" w:rsidRDefault="00BB2641" w:rsidP="00DA3139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95ED98C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fldSimple w:instr=" NUMPAGES   \* MERGEFORMAT ">
        <w:r w:rsidR="00160DBB">
          <w:rPr>
            <w:noProof/>
          </w:rPr>
          <w:t>24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0DAE0A2A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160DBB">
        <w:t>AC-NANTES_SCUS_25-105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47983CDB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160DBB">
        <w:t>Lot n°05</w:t>
      </w:r>
      <w:r w:rsidR="00160DBB">
        <w:rPr>
          <w:rFonts w:ascii="Calibri" w:hAnsi="Calibri" w:cs="Calibri"/>
        </w:rPr>
        <w:t> </w:t>
      </w:r>
      <w:r w:rsidR="00160DBB">
        <w:t>: Métallerie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7A72C968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37700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7785E04D" w14:textId="77777777" w:rsidR="008C6C4A" w:rsidRPr="00795CD8" w:rsidRDefault="008C6C4A" w:rsidP="008C6C4A">
      <w:pPr>
        <w:pStyle w:val="Corpsdetexte"/>
        <w:rPr>
          <w:lang w:eastAsia="fr-FR"/>
        </w:rPr>
      </w:pPr>
      <w:bookmarkStart w:id="13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3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250AD666" w14:textId="29E2CCB5" w:rsidR="000529E6" w:rsidRDefault="004F40A5" w:rsidP="000529E6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>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7C9779A5" w:rsidR="00E04C6A" w:rsidRDefault="00E04C6A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A22A481" w14:textId="77777777" w:rsidR="00E04C6A" w:rsidRDefault="00E04C6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0F27954E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4F25E6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4F25E6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2BD64BE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</w:t>
      </w:r>
      <w:r w:rsidR="005B5AA2" w:rsidRPr="00795CD8">
        <w:rPr>
          <w:caps w:val="0"/>
          <w:lang w:eastAsia="fr-FR"/>
        </w:rPr>
        <w:t>°</w:t>
      </w:r>
      <w:r w:rsidR="005B5AA2">
        <w:rPr>
          <w:caps w:val="0"/>
          <w:lang w:eastAsia="fr-FR"/>
        </w:rPr>
        <w:t>1</w:t>
      </w:r>
      <w:r w:rsidR="005B5AA2" w:rsidRPr="00795CD8">
        <w:rPr>
          <w:caps w:val="0"/>
          <w:lang w:eastAsia="fr-FR"/>
        </w:rPr>
        <w:t xml:space="preserve"> </w:t>
      </w:r>
      <w:r w:rsidR="005B5AA2">
        <w:rPr>
          <w:caps w:val="0"/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36C27976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4F40A5">
            <w:t>Lot n°05</w:t>
          </w:r>
          <w:r w:rsidR="004F40A5" w:rsidRPr="004F40A5">
            <w:rPr>
              <w:rFonts w:ascii="Calibri" w:hAnsi="Calibri" w:cs="Calibri"/>
            </w:rPr>
            <w:t> </w:t>
          </w:r>
          <w:r w:rsidR="004F40A5">
            <w:t>: Métallerie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472F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844B9"/>
    <w:rsid w:val="00090E9E"/>
    <w:rsid w:val="000924D0"/>
    <w:rsid w:val="000A446A"/>
    <w:rsid w:val="000B2813"/>
    <w:rsid w:val="000B2CFB"/>
    <w:rsid w:val="000B2F9C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0DB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3FA0"/>
    <w:rsid w:val="003375D9"/>
    <w:rsid w:val="003413C5"/>
    <w:rsid w:val="00344819"/>
    <w:rsid w:val="003603D5"/>
    <w:rsid w:val="003812CA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E69E1"/>
    <w:rsid w:val="003F1091"/>
    <w:rsid w:val="003F2312"/>
    <w:rsid w:val="00405EE3"/>
    <w:rsid w:val="00410BE1"/>
    <w:rsid w:val="004111B0"/>
    <w:rsid w:val="004119A3"/>
    <w:rsid w:val="0042101F"/>
    <w:rsid w:val="004263CC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7F0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4F25E6"/>
    <w:rsid w:val="004F40A5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AA2"/>
    <w:rsid w:val="005B5D13"/>
    <w:rsid w:val="005B6F0D"/>
    <w:rsid w:val="005C0CEF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1459"/>
    <w:rsid w:val="006D2BDC"/>
    <w:rsid w:val="006D502A"/>
    <w:rsid w:val="006E3E41"/>
    <w:rsid w:val="006E455E"/>
    <w:rsid w:val="006F1C6A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C6C4A"/>
    <w:rsid w:val="008D2934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56CE7"/>
    <w:rsid w:val="009611A2"/>
    <w:rsid w:val="00961787"/>
    <w:rsid w:val="00967E94"/>
    <w:rsid w:val="00972C44"/>
    <w:rsid w:val="00972EA7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56E69"/>
    <w:rsid w:val="00A62713"/>
    <w:rsid w:val="00A62894"/>
    <w:rsid w:val="00A656B3"/>
    <w:rsid w:val="00A66ACE"/>
    <w:rsid w:val="00A7190B"/>
    <w:rsid w:val="00A73D6A"/>
    <w:rsid w:val="00A84CCB"/>
    <w:rsid w:val="00A91788"/>
    <w:rsid w:val="00AA33FC"/>
    <w:rsid w:val="00AA4FEE"/>
    <w:rsid w:val="00AB566A"/>
    <w:rsid w:val="00AB7CC5"/>
    <w:rsid w:val="00AC5A03"/>
    <w:rsid w:val="00AD15FB"/>
    <w:rsid w:val="00AD34AF"/>
    <w:rsid w:val="00AD551F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11F1"/>
    <w:rsid w:val="00BA681B"/>
    <w:rsid w:val="00BB2641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073BF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A3139"/>
    <w:rsid w:val="00DB0A91"/>
    <w:rsid w:val="00DB2A6B"/>
    <w:rsid w:val="00DB4614"/>
    <w:rsid w:val="00DC1848"/>
    <w:rsid w:val="00DC7921"/>
    <w:rsid w:val="00DD2923"/>
    <w:rsid w:val="00DD50D6"/>
    <w:rsid w:val="00DF3162"/>
    <w:rsid w:val="00E04C6A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3867"/>
    <w:rsid w:val="00EA4470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2D0F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37700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232</TotalTime>
  <Pages>24</Pages>
  <Words>3010</Words>
  <Characters>16557</Characters>
  <Application>Microsoft Office Word</Application>
  <DocSecurity>0</DocSecurity>
  <Lines>137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17</cp:revision>
  <cp:lastPrinted>2025-05-13T15:49:00Z</cp:lastPrinted>
  <dcterms:created xsi:type="dcterms:W3CDTF">2024-06-04T12:30:00Z</dcterms:created>
  <dcterms:modified xsi:type="dcterms:W3CDTF">2025-07-25T13:58:00Z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