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974175" w14:textId="7D7FA6B7" w:rsidR="00445E8E" w:rsidRDefault="003953E2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16"/>
        </w:rPr>
        <w:drawing>
          <wp:anchor distT="0" distB="0" distL="114300" distR="114300" simplePos="0" relativeHeight="251658241" behindDoc="1" locked="0" layoutInCell="1" allowOverlap="1" wp14:anchorId="15582F92" wp14:editId="252BB836">
            <wp:simplePos x="0" y="0"/>
            <wp:positionH relativeFrom="column">
              <wp:posOffset>4792345</wp:posOffset>
            </wp:positionH>
            <wp:positionV relativeFrom="paragraph">
              <wp:posOffset>-324485</wp:posOffset>
            </wp:positionV>
            <wp:extent cx="1579880" cy="6540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740">
        <w:rPr>
          <w:noProof/>
        </w:rPr>
        <w:drawing>
          <wp:anchor distT="0" distB="0" distL="114300" distR="114300" simplePos="0" relativeHeight="251658240" behindDoc="1" locked="0" layoutInCell="1" allowOverlap="1" wp14:anchorId="05D1ED8D" wp14:editId="6192FD22">
            <wp:simplePos x="0" y="0"/>
            <wp:positionH relativeFrom="page">
              <wp:posOffset>527050</wp:posOffset>
            </wp:positionH>
            <wp:positionV relativeFrom="page">
              <wp:posOffset>527050</wp:posOffset>
            </wp:positionV>
            <wp:extent cx="1054100" cy="9271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707BC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8B09627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97D54B8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8280F08" w14:textId="77777777" w:rsidR="00B92E7C" w:rsidRDefault="00B92E7C">
      <w:pPr>
        <w:spacing w:line="341" w:lineRule="exact"/>
        <w:rPr>
          <w:rFonts w:ascii="Times New Roman" w:eastAsia="Times New Roman" w:hAnsi="Times New Roman"/>
          <w:sz w:val="24"/>
        </w:rPr>
        <w:sectPr w:rsidR="00B92E7C" w:rsidSect="00B92E7C">
          <w:footerReference w:type="default" r:id="rId13"/>
          <w:pgSz w:w="11900" w:h="16838"/>
          <w:pgMar w:top="1440" w:right="866" w:bottom="0" w:left="860" w:header="0" w:footer="0" w:gutter="0"/>
          <w:cols w:space="720"/>
          <w:docGrid w:linePitch="360"/>
        </w:sectPr>
      </w:pPr>
    </w:p>
    <w:p w14:paraId="73D566DE" w14:textId="77777777" w:rsidR="00445E8E" w:rsidRDefault="00445E8E">
      <w:pPr>
        <w:spacing w:line="341" w:lineRule="exact"/>
        <w:rPr>
          <w:rFonts w:ascii="Times New Roman" w:eastAsia="Times New Roman" w:hAnsi="Times New Roman"/>
          <w:sz w:val="24"/>
        </w:rPr>
      </w:pPr>
    </w:p>
    <w:p w14:paraId="5CD83EFE" w14:textId="77777777" w:rsidR="00EA17D1" w:rsidRDefault="00EA17D1">
      <w:pPr>
        <w:spacing w:line="341" w:lineRule="exact"/>
        <w:rPr>
          <w:rFonts w:ascii="Times New Roman" w:eastAsia="Times New Roman" w:hAnsi="Times New Roman"/>
          <w:sz w:val="24"/>
        </w:rPr>
      </w:pPr>
    </w:p>
    <w:p w14:paraId="5CA0AEC1" w14:textId="61F546AC" w:rsidR="00860CBB" w:rsidRDefault="00860CBB" w:rsidP="00860CBB">
      <w:pPr>
        <w:spacing w:line="0" w:lineRule="atLeast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Direction</w:t>
      </w:r>
      <w:r w:rsidR="00363352">
        <w:rPr>
          <w:rFonts w:ascii="Arial" w:eastAsia="Arial" w:hAnsi="Arial"/>
          <w:b/>
          <w:sz w:val="16"/>
        </w:rPr>
        <w:t xml:space="preserve"> territoriale du Nord-Est</w:t>
      </w:r>
    </w:p>
    <w:p w14:paraId="1B5CF80F" w14:textId="77777777" w:rsidR="00860CBB" w:rsidRDefault="00860CBB" w:rsidP="00860CBB">
      <w:pPr>
        <w:spacing w:line="0" w:lineRule="atLeast"/>
        <w:rPr>
          <w:rFonts w:ascii="Arial" w:eastAsia="Arial" w:hAnsi="Arial"/>
          <w:b/>
          <w:sz w:val="16"/>
        </w:rPr>
      </w:pPr>
    </w:p>
    <w:p w14:paraId="50980123" w14:textId="04B9CBA7" w:rsidR="00860CBB" w:rsidRDefault="000E7D51" w:rsidP="00860CBB">
      <w:pPr>
        <w:spacing w:line="0" w:lineRule="atLeast"/>
        <w:rPr>
          <w:rFonts w:ascii="Arial" w:eastAsia="Arial" w:hAnsi="Arial"/>
          <w:b/>
          <w:sz w:val="16"/>
        </w:rPr>
      </w:pPr>
      <w:r w:rsidRPr="00833B4F">
        <w:rPr>
          <w:rFonts w:ascii="Arial" w:eastAsia="Arial" w:hAnsi="Arial"/>
          <w:b/>
          <w:sz w:val="16"/>
        </w:rPr>
        <w:t>UTI</w:t>
      </w:r>
      <w:r w:rsidR="00CC3E32">
        <w:rPr>
          <w:rFonts w:ascii="Arial" w:eastAsia="Arial" w:hAnsi="Arial"/>
          <w:b/>
          <w:sz w:val="16"/>
        </w:rPr>
        <w:t xml:space="preserve"> CMRE-EN</w:t>
      </w:r>
    </w:p>
    <w:p w14:paraId="07686E77" w14:textId="38055A18" w:rsidR="00860CBB" w:rsidRDefault="00DF7454" w:rsidP="00860CBB">
      <w:pPr>
        <w:spacing w:line="0" w:lineRule="atLeast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 xml:space="preserve">Pôle </w:t>
      </w:r>
      <w:proofErr w:type="spellStart"/>
      <w:r w:rsidR="00F05BBF">
        <w:rPr>
          <w:rFonts w:ascii="Arial" w:eastAsia="Arial" w:hAnsi="Arial"/>
          <w:b/>
          <w:sz w:val="16"/>
        </w:rPr>
        <w:t>IEDD</w:t>
      </w:r>
      <w:proofErr w:type="spellEnd"/>
    </w:p>
    <w:p w14:paraId="72720322" w14:textId="4907C187" w:rsidR="00DF7454" w:rsidRDefault="00DF7454" w:rsidP="00860CBB">
      <w:pPr>
        <w:spacing w:line="0" w:lineRule="atLeast"/>
        <w:rPr>
          <w:rFonts w:ascii="Arial" w:eastAsia="Arial" w:hAnsi="Arial"/>
          <w:b/>
          <w:sz w:val="16"/>
        </w:rPr>
      </w:pPr>
    </w:p>
    <w:p w14:paraId="4C627B56" w14:textId="77777777" w:rsidR="00860CBB" w:rsidRDefault="00860CBB" w:rsidP="00860CBB">
      <w:pPr>
        <w:spacing w:line="259" w:lineRule="exact"/>
        <w:rPr>
          <w:rFonts w:ascii="Times New Roman" w:eastAsia="Times New Roman" w:hAnsi="Times New Roman"/>
          <w:sz w:val="24"/>
        </w:rPr>
      </w:pPr>
    </w:p>
    <w:p w14:paraId="79225D3E" w14:textId="77777777" w:rsidR="00860CBB" w:rsidRPr="00525BD5" w:rsidRDefault="00860CBB" w:rsidP="00860CBB">
      <w:pPr>
        <w:spacing w:line="36" w:lineRule="exact"/>
        <w:rPr>
          <w:rFonts w:ascii="Arial" w:eastAsia="Times New Roman" w:hAnsi="Arial"/>
          <w:sz w:val="24"/>
        </w:rPr>
      </w:pPr>
    </w:p>
    <w:p w14:paraId="36600CE8" w14:textId="77777777" w:rsidR="00860CBB" w:rsidRPr="00525BD5" w:rsidRDefault="00860CBB" w:rsidP="00860CBB">
      <w:pPr>
        <w:spacing w:line="0" w:lineRule="atLeast"/>
        <w:rPr>
          <w:rFonts w:ascii="Arial" w:eastAsia="Arial" w:hAnsi="Arial"/>
          <w:sz w:val="16"/>
        </w:rPr>
      </w:pPr>
      <w:bookmarkStart w:id="0" w:name="page1"/>
      <w:bookmarkEnd w:id="0"/>
    </w:p>
    <w:p w14:paraId="1DDC0403" w14:textId="77777777" w:rsidR="00860CBB" w:rsidRDefault="00860CBB" w:rsidP="00860CBB">
      <w:pPr>
        <w:spacing w:line="36" w:lineRule="exact"/>
        <w:rPr>
          <w:rFonts w:ascii="Times New Roman" w:eastAsia="Times New Roman" w:hAnsi="Times New Roman"/>
          <w:sz w:val="24"/>
        </w:rPr>
      </w:pPr>
    </w:p>
    <w:tbl>
      <w:tblPr>
        <w:tblStyle w:val="Grilledutableau"/>
        <w:tblW w:w="102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726"/>
      </w:tblGrid>
      <w:tr w:rsidR="00A818E4" w14:paraId="2E9BC02C" w14:textId="77777777" w:rsidTr="00D41B23">
        <w:trPr>
          <w:trHeight w:val="292"/>
        </w:trPr>
        <w:tc>
          <w:tcPr>
            <w:tcW w:w="1560" w:type="dxa"/>
          </w:tcPr>
          <w:p w14:paraId="358C6C95" w14:textId="77777777" w:rsidR="00F04F1D" w:rsidRDefault="00F04F1D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672E4DCB" w14:textId="77777777" w:rsidR="00F04F1D" w:rsidRDefault="00F04F1D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766B5164" w14:textId="77777777" w:rsidR="00A818E4" w:rsidRDefault="00A818E4" w:rsidP="00AB14D8">
            <w:pPr>
              <w:spacing w:line="200" w:lineRule="exact"/>
              <w:jc w:val="center"/>
              <w:rPr>
                <w:rFonts w:ascii="Arial" w:hAnsi="Arial"/>
                <w:b/>
                <w:kern w:val="144"/>
                <w:sz w:val="16"/>
                <w:szCs w:val="16"/>
                <w:lang w:eastAsia="en-US"/>
              </w:rPr>
            </w:pPr>
          </w:p>
          <w:p w14:paraId="0E1E51B5" w14:textId="77777777" w:rsidR="00A818E4" w:rsidRDefault="00A818E4">
            <w:pPr>
              <w:spacing w:line="200" w:lineRule="exact"/>
              <w:rPr>
                <w:rFonts w:ascii="Arial" w:hAnsi="Arial"/>
                <w:b/>
                <w:kern w:val="144"/>
                <w:sz w:val="16"/>
                <w:szCs w:val="16"/>
                <w:lang w:eastAsia="en-US"/>
              </w:rPr>
            </w:pPr>
          </w:p>
          <w:p w14:paraId="3C314147" w14:textId="77777777" w:rsidR="00A818E4" w:rsidRDefault="00A818E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726" w:type="dxa"/>
          </w:tcPr>
          <w:p w14:paraId="48A2274B" w14:textId="77777777" w:rsidR="00A818E4" w:rsidRDefault="00A818E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0FCA54AC" w14:textId="55F16C21" w:rsidR="00C933F9" w:rsidRPr="007D6108" w:rsidRDefault="00A818E4">
            <w:pPr>
              <w:spacing w:line="20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833B4F">
              <w:rPr>
                <w:rFonts w:ascii="Times New Roman" w:eastAsia="Arial" w:hAnsi="Times New Roman" w:cs="Times New Roman"/>
                <w:b/>
                <w:sz w:val="16"/>
              </w:rPr>
              <w:t>Objet : </w:t>
            </w:r>
            <w:r w:rsidRPr="00833B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7B4D">
              <w:rPr>
                <w:rFonts w:ascii="Times New Roman" w:hAnsi="Times New Roman" w:cs="Times New Roman"/>
                <w:sz w:val="16"/>
                <w:szCs w:val="16"/>
              </w:rPr>
              <w:t xml:space="preserve">Questionnaire à retourner dans le cadre du </w:t>
            </w:r>
            <w:proofErr w:type="spellStart"/>
            <w:r w:rsidR="00B77B4D">
              <w:rPr>
                <w:rFonts w:ascii="Times New Roman" w:hAnsi="Times New Roman" w:cs="Times New Roman"/>
                <w:sz w:val="16"/>
                <w:szCs w:val="16"/>
              </w:rPr>
              <w:t>sourcing</w:t>
            </w:r>
            <w:proofErr w:type="spellEnd"/>
          </w:p>
          <w:p w14:paraId="601EF797" w14:textId="79EB735B" w:rsidR="00C933F9" w:rsidRPr="00833B4F" w:rsidRDefault="00A818E4" w:rsidP="00E004D8">
            <w:pPr>
              <w:spacing w:line="200" w:lineRule="exact"/>
              <w:rPr>
                <w:rFonts w:ascii="Times New Roman" w:eastAsia="Arial" w:hAnsi="Times New Roman" w:cs="Times New Roman"/>
                <w:sz w:val="16"/>
              </w:rPr>
            </w:pPr>
            <w:r w:rsidRPr="00833B4F">
              <w:rPr>
                <w:rFonts w:ascii="Times New Roman" w:eastAsia="Arial" w:hAnsi="Times New Roman" w:cs="Times New Roman"/>
                <w:b/>
                <w:sz w:val="16"/>
              </w:rPr>
              <w:t>Référence :</w:t>
            </w:r>
            <w:r w:rsidR="00363352" w:rsidRPr="00833B4F">
              <w:rPr>
                <w:rFonts w:ascii="Times New Roman" w:eastAsia="Arial" w:hAnsi="Times New Roman" w:cs="Times New Roman"/>
                <w:b/>
                <w:sz w:val="16"/>
              </w:rPr>
              <w:t xml:space="preserve"> </w:t>
            </w:r>
            <w:r w:rsidR="00D670EE" w:rsidRPr="001F177A">
              <w:rPr>
                <w:rFonts w:ascii="Times New Roman" w:eastAsia="Arial" w:hAnsi="Times New Roman" w:cs="Times New Roman"/>
                <w:b/>
                <w:sz w:val="16"/>
              </w:rPr>
              <w:t>: </w:t>
            </w:r>
            <w:r w:rsidR="00D670EE" w:rsidRPr="001F17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BBC" w:rsidRPr="00700BBC">
              <w:rPr>
                <w:rFonts w:ascii="Times New Roman" w:hAnsi="Times New Roman" w:cs="Times New Roman"/>
                <w:sz w:val="16"/>
                <w:szCs w:val="16"/>
              </w:rPr>
              <w:t>41_2025_37</w:t>
            </w:r>
          </w:p>
          <w:p w14:paraId="756B35ED" w14:textId="7FBBB7A7" w:rsidR="00A818E4" w:rsidRPr="0070471B" w:rsidRDefault="00C933F9" w:rsidP="00E004D8">
            <w:pPr>
              <w:spacing w:line="200" w:lineRule="exact"/>
              <w:rPr>
                <w:rFonts w:ascii="Times New Roman" w:eastAsia="Arial" w:hAnsi="Times New Roman" w:cs="Times New Roman"/>
                <w:b/>
                <w:sz w:val="16"/>
              </w:rPr>
            </w:pPr>
            <w:r w:rsidRPr="00833B4F">
              <w:rPr>
                <w:rFonts w:ascii="Times New Roman" w:eastAsia="Arial" w:hAnsi="Times New Roman" w:cs="Times New Roman"/>
                <w:b/>
                <w:sz w:val="16"/>
              </w:rPr>
              <w:t>A</w:t>
            </w:r>
            <w:r w:rsidR="009F4840" w:rsidRPr="00833B4F">
              <w:rPr>
                <w:rFonts w:ascii="Times New Roman" w:eastAsia="Arial" w:hAnsi="Times New Roman" w:cs="Times New Roman"/>
                <w:b/>
                <w:sz w:val="16"/>
              </w:rPr>
              <w:t xml:space="preserve">ffaire suivie </w:t>
            </w:r>
            <w:r w:rsidR="009F4840" w:rsidRPr="0070471B">
              <w:rPr>
                <w:rFonts w:ascii="Times New Roman" w:eastAsia="Arial" w:hAnsi="Times New Roman" w:cs="Times New Roman"/>
                <w:b/>
                <w:sz w:val="16"/>
              </w:rPr>
              <w:t>par</w:t>
            </w:r>
            <w:r w:rsidR="00056051">
              <w:rPr>
                <w:rFonts w:ascii="Times New Roman" w:eastAsia="Arial" w:hAnsi="Times New Roman" w:cs="Times New Roman"/>
                <w:b/>
                <w:sz w:val="16"/>
              </w:rPr>
              <w:t xml:space="preserve"> </w:t>
            </w:r>
            <w:r w:rsidR="00276FD5">
              <w:rPr>
                <w:rFonts w:ascii="Times New Roman" w:eastAsia="Arial" w:hAnsi="Times New Roman" w:cs="Times New Roman"/>
                <w:b/>
                <w:sz w:val="16"/>
              </w:rPr>
              <w:t>Céline Le Toux</w:t>
            </w:r>
          </w:p>
          <w:p w14:paraId="10E03542" w14:textId="77777777" w:rsidR="00C45A16" w:rsidRDefault="00C45A16" w:rsidP="00E004D8">
            <w:pPr>
              <w:spacing w:line="200" w:lineRule="exac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4DD68E21" w14:textId="77777777" w:rsidR="00C45A16" w:rsidRDefault="00C45A16" w:rsidP="00E004D8">
            <w:pPr>
              <w:spacing w:line="200" w:lineRule="exac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096766D5" w14:textId="77777777" w:rsidR="00C45A16" w:rsidRDefault="00C45A16" w:rsidP="00E004D8">
            <w:pPr>
              <w:spacing w:line="200" w:lineRule="exac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5AD16851" w14:textId="2966B2C1" w:rsidR="00C45A16" w:rsidRPr="00EB68AD" w:rsidRDefault="00C45A16" w:rsidP="00E004D8">
            <w:pPr>
              <w:spacing w:line="200" w:lineRule="exac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</w:tbl>
    <w:p w14:paraId="28281C2C" w14:textId="77777777" w:rsidR="00445E8E" w:rsidRDefault="00445E8E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29DA21B" w14:textId="6E4C7EAE" w:rsidR="00DF7454" w:rsidRDefault="00DF7454" w:rsidP="00DF7454">
      <w:pPr>
        <w:spacing w:line="0" w:lineRule="atLeast"/>
        <w:ind w:left="1640"/>
        <w:rPr>
          <w:rFonts w:ascii="Times New Roman" w:eastAsia="Arial" w:hAnsi="Times New Roman" w:cs="Times New Roman"/>
        </w:rPr>
      </w:pPr>
      <w:r w:rsidRPr="00A47FAC">
        <w:rPr>
          <w:rFonts w:ascii="Times New Roman" w:eastAsia="Arial" w:hAnsi="Times New Roman" w:cs="Times New Roman"/>
        </w:rPr>
        <w:t>Madame, Monsieur</w:t>
      </w:r>
      <w:r>
        <w:rPr>
          <w:rFonts w:ascii="Times New Roman" w:eastAsia="Arial" w:hAnsi="Times New Roman" w:cs="Times New Roman"/>
        </w:rPr>
        <w:t>,</w:t>
      </w:r>
    </w:p>
    <w:p w14:paraId="0460CE0A" w14:textId="77777777" w:rsidR="00DF7454" w:rsidRPr="00A47FAC" w:rsidRDefault="00DF7454" w:rsidP="00DF7454">
      <w:pPr>
        <w:spacing w:line="0" w:lineRule="atLeast"/>
        <w:ind w:left="1640"/>
        <w:rPr>
          <w:rFonts w:ascii="Times New Roman" w:eastAsia="Arial" w:hAnsi="Times New Roman" w:cs="Times New Roman"/>
        </w:rPr>
      </w:pPr>
    </w:p>
    <w:p w14:paraId="10CCFC26" w14:textId="77777777" w:rsidR="00DF7454" w:rsidRDefault="00DF7454" w:rsidP="00DF7454">
      <w:pPr>
        <w:spacing w:line="275" w:lineRule="auto"/>
        <w:ind w:left="1640" w:right="300"/>
        <w:jc w:val="both"/>
        <w:rPr>
          <w:rFonts w:ascii="Times New Roman" w:eastAsia="Arial" w:hAnsi="Times New Roman" w:cs="Times New Roman"/>
        </w:rPr>
      </w:pPr>
    </w:p>
    <w:p w14:paraId="22F1FF38" w14:textId="69E934F6" w:rsidR="00DF7454" w:rsidRDefault="00DF7454" w:rsidP="0070471B">
      <w:pPr>
        <w:spacing w:line="275" w:lineRule="auto"/>
        <w:ind w:right="300"/>
        <w:jc w:val="both"/>
        <w:rPr>
          <w:rFonts w:ascii="Times New Roman" w:eastAsia="Arial" w:hAnsi="Times New Roman" w:cs="Times New Roman"/>
        </w:rPr>
      </w:pPr>
      <w:r w:rsidRPr="569C6874">
        <w:rPr>
          <w:rFonts w:ascii="Times New Roman" w:eastAsia="Arial" w:hAnsi="Times New Roman" w:cs="Times New Roman"/>
        </w:rPr>
        <w:t xml:space="preserve">Comme mentionné dans le courrier d’invitation à la démarche de </w:t>
      </w:r>
      <w:proofErr w:type="spellStart"/>
      <w:r w:rsidRPr="569C6874">
        <w:rPr>
          <w:rFonts w:ascii="Times New Roman" w:eastAsia="Arial" w:hAnsi="Times New Roman" w:cs="Times New Roman"/>
        </w:rPr>
        <w:t>sourcing</w:t>
      </w:r>
      <w:proofErr w:type="spellEnd"/>
      <w:r w:rsidRPr="569C6874">
        <w:rPr>
          <w:rFonts w:ascii="Times New Roman" w:eastAsia="Arial" w:hAnsi="Times New Roman" w:cs="Times New Roman"/>
        </w:rPr>
        <w:t>, je vous remercie de bien vouloir compléter le questionnaire ci-après.</w:t>
      </w:r>
    </w:p>
    <w:p w14:paraId="38D8D0C6" w14:textId="77777777" w:rsidR="00DF7454" w:rsidRDefault="00DF7454" w:rsidP="00DF7454">
      <w:pPr>
        <w:spacing w:line="275" w:lineRule="auto"/>
        <w:ind w:left="1640" w:right="300"/>
        <w:jc w:val="both"/>
        <w:rPr>
          <w:rFonts w:ascii="Times New Roman" w:eastAsia="Arial" w:hAnsi="Times New Roman" w:cs="Times New Roman"/>
        </w:rPr>
      </w:pPr>
    </w:p>
    <w:p w14:paraId="70CE1611" w14:textId="77777777" w:rsidR="00DF7454" w:rsidRDefault="00DF7454" w:rsidP="0070471B">
      <w:pPr>
        <w:spacing w:line="275" w:lineRule="auto"/>
        <w:ind w:right="30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Certaines informations sollicitées concernent la situation générale de votre entreprise. Ces éléments contextuels contribueront à justifier la pertinence et la transparence de la présente procédure.</w:t>
      </w:r>
    </w:p>
    <w:p w14:paraId="2D3177B9" w14:textId="77777777" w:rsidR="00DF7454" w:rsidRDefault="00DF7454" w:rsidP="00DF7454">
      <w:pPr>
        <w:spacing w:line="275" w:lineRule="auto"/>
        <w:ind w:left="1640" w:right="300"/>
        <w:jc w:val="both"/>
        <w:rPr>
          <w:rFonts w:ascii="Times New Roman" w:eastAsia="Arial" w:hAnsi="Times New Roman" w:cs="Times New Roman"/>
        </w:rPr>
      </w:pPr>
    </w:p>
    <w:p w14:paraId="5DCABD43" w14:textId="77777777" w:rsidR="00DF7454" w:rsidRDefault="00DF7454" w:rsidP="00DF7454">
      <w:pPr>
        <w:spacing w:line="275" w:lineRule="auto"/>
        <w:ind w:right="30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Les questions techniques doivent permettre à aiguiller votre réflexion concernant l’objet de la démarche.</w:t>
      </w:r>
    </w:p>
    <w:p w14:paraId="7526FD9C" w14:textId="77777777" w:rsidR="00DF7454" w:rsidRDefault="00DF7454" w:rsidP="00DF7454">
      <w:pPr>
        <w:spacing w:line="275" w:lineRule="auto"/>
        <w:ind w:right="300"/>
        <w:jc w:val="both"/>
        <w:rPr>
          <w:rFonts w:ascii="Times New Roman" w:eastAsia="Arial" w:hAnsi="Times New Roman" w:cs="Times New Roman"/>
        </w:rPr>
      </w:pPr>
    </w:p>
    <w:p w14:paraId="107614B7" w14:textId="77777777" w:rsidR="00276FD5" w:rsidRDefault="00276FD5" w:rsidP="00DF7454">
      <w:pPr>
        <w:spacing w:line="275" w:lineRule="auto"/>
        <w:ind w:right="300"/>
        <w:jc w:val="both"/>
        <w:rPr>
          <w:rFonts w:ascii="Times New Roman" w:eastAsia="Arial" w:hAnsi="Times New Roman" w:cs="Times New Roman"/>
        </w:rPr>
      </w:pPr>
    </w:p>
    <w:p w14:paraId="5A592577" w14:textId="685D5A8D" w:rsidR="00DF7454" w:rsidRPr="00276FD5" w:rsidRDefault="004A55A9" w:rsidP="0098452D">
      <w:pPr>
        <w:pStyle w:val="Paragraphedeliste"/>
        <w:numPr>
          <w:ilvl w:val="0"/>
          <w:numId w:val="8"/>
        </w:numPr>
        <w:spacing w:line="275" w:lineRule="auto"/>
        <w:ind w:right="300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</w:pPr>
      <w:r w:rsidRPr="00276FD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INFORMATIONS GÉNÉRALES</w:t>
      </w:r>
    </w:p>
    <w:p w14:paraId="38224259" w14:textId="7FAB2441" w:rsidR="00860CBB" w:rsidRPr="005B3547" w:rsidRDefault="00860CBB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20CE1D0E" w14:textId="5E32EE9C" w:rsidR="00057899" w:rsidRDefault="00057899" w:rsidP="00276FD5">
      <w:pPr>
        <w:pStyle w:val="Paragraphedeliste"/>
        <w:numPr>
          <w:ilvl w:val="0"/>
          <w:numId w:val="10"/>
        </w:num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Nom de l’entreprise et adresse :</w:t>
      </w:r>
    </w:p>
    <w:p w14:paraId="63A018B7" w14:textId="77777777" w:rsidR="006705BD" w:rsidRPr="005B3547" w:rsidRDefault="006705BD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0B0AAC7E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05B459CE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7A1E2BC4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40A010EA" w14:textId="05D9ACCB" w:rsidR="00057899" w:rsidRDefault="00057899" w:rsidP="00276FD5">
      <w:pPr>
        <w:pStyle w:val="Paragraphedeliste"/>
        <w:numPr>
          <w:ilvl w:val="0"/>
          <w:numId w:val="10"/>
        </w:num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Interlocuteur de l’entreprise (nom, prénom, fonction et moyen de contact) :</w:t>
      </w:r>
    </w:p>
    <w:p w14:paraId="553216BD" w14:textId="77777777" w:rsidR="00276FD5" w:rsidRPr="005B3547" w:rsidRDefault="00276FD5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7F94BC47" w14:textId="77777777" w:rsidR="00057899" w:rsidRPr="005B3547" w:rsidRDefault="00057899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030A0A43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7C88D5E0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516EAFAF" w14:textId="1E84E3E4" w:rsidR="00057899" w:rsidRDefault="00057899" w:rsidP="00276FD5">
      <w:pPr>
        <w:pStyle w:val="Paragraphedeliste"/>
        <w:numPr>
          <w:ilvl w:val="0"/>
          <w:numId w:val="10"/>
        </w:num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Domaine d’expertise :</w:t>
      </w:r>
    </w:p>
    <w:p w14:paraId="5D84A9CD" w14:textId="77777777" w:rsidR="00276FD5" w:rsidRPr="005B3547" w:rsidRDefault="00276FD5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4F1F6BB6" w14:textId="08C66353" w:rsidR="00057899" w:rsidRPr="005B3547" w:rsidRDefault="00057899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159B1CC6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1A77FE35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057B7DE6" w14:textId="0A492669" w:rsidR="00057899" w:rsidRDefault="00057899" w:rsidP="00276FD5">
      <w:pPr>
        <w:pStyle w:val="Paragraphedeliste"/>
        <w:numPr>
          <w:ilvl w:val="0"/>
          <w:numId w:val="10"/>
        </w:num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Derniers chiffres d’affaires et effectifs :</w:t>
      </w:r>
    </w:p>
    <w:p w14:paraId="01E5925A" w14:textId="77777777" w:rsidR="00276FD5" w:rsidRPr="005B3547" w:rsidRDefault="00276FD5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02664277" w14:textId="471D51AE" w:rsidR="004722CE" w:rsidRPr="005B3547" w:rsidRDefault="004722CE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55BD6C01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6F80D270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310E5E22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1BF2C0AD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3ADEB766" w14:textId="77777777" w:rsidR="000D4C64" w:rsidRDefault="00B23B68" w:rsidP="00276FD5">
      <w:pPr>
        <w:pStyle w:val="Paragraphedeliste"/>
        <w:numPr>
          <w:ilvl w:val="0"/>
          <w:numId w:val="10"/>
        </w:num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Avez-vous déjà réalisé des travaux</w:t>
      </w:r>
      <w:r w:rsidR="00F02796">
        <w:rPr>
          <w:rFonts w:ascii="Times New Roman" w:eastAsia="Arial" w:hAnsi="Times New Roman" w:cs="Times New Roman"/>
        </w:rPr>
        <w:t xml:space="preserve"> de ce type</w:t>
      </w:r>
      <w:r>
        <w:rPr>
          <w:rFonts w:ascii="Times New Roman" w:eastAsia="Arial" w:hAnsi="Times New Roman" w:cs="Times New Roman"/>
        </w:rPr>
        <w:t xml:space="preserve"> pour Voies navigables de France ?</w:t>
      </w:r>
    </w:p>
    <w:p w14:paraId="50673C04" w14:textId="162C41A3" w:rsidR="00B23B68" w:rsidRDefault="00B23B68" w:rsidP="00276FD5">
      <w:pPr>
        <w:pStyle w:val="Paragraphedeliste"/>
        <w:ind w:left="1440"/>
        <w:rPr>
          <w:rFonts w:ascii="Times New Roman" w:eastAsia="Arial" w:hAnsi="Times New Roman" w:cs="Times New Roman"/>
        </w:rPr>
      </w:pPr>
      <w:r w:rsidRPr="0087BE77">
        <w:rPr>
          <w:rFonts w:ascii="Times New Roman" w:eastAsia="Arial" w:hAnsi="Times New Roman" w:cs="Times New Roman"/>
        </w:rPr>
        <w:t>Si oui merci de mentionner quelques opérations</w:t>
      </w:r>
      <w:r w:rsidR="00F02796" w:rsidRPr="0087BE77">
        <w:rPr>
          <w:rFonts w:ascii="Times New Roman" w:eastAsia="Arial" w:hAnsi="Times New Roman" w:cs="Times New Roman"/>
        </w:rPr>
        <w:t>.</w:t>
      </w:r>
    </w:p>
    <w:p w14:paraId="07CC6AC1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48282BDB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247B1275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207FC755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610EBD87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398CCB2F" w14:textId="26C6A4EA" w:rsidR="0087BE77" w:rsidRDefault="0087BE77" w:rsidP="005B3547">
      <w:pPr>
        <w:pStyle w:val="Paragraphedeliste"/>
        <w:contextualSpacing w:val="0"/>
        <w:jc w:val="both"/>
        <w:rPr>
          <w:rFonts w:ascii="Times New Roman" w:eastAsia="Times New Roman" w:hAnsi="Times New Roman" w:cs="Times New Roman"/>
        </w:rPr>
      </w:pPr>
    </w:p>
    <w:p w14:paraId="3683EE63" w14:textId="77777777" w:rsidR="005B3547" w:rsidRPr="005B3547" w:rsidRDefault="005B3547" w:rsidP="005B3547">
      <w:pPr>
        <w:pStyle w:val="Paragraphedeliste"/>
        <w:contextualSpacing w:val="0"/>
        <w:jc w:val="both"/>
        <w:rPr>
          <w:rFonts w:ascii="Times New Roman" w:eastAsia="Times New Roman" w:hAnsi="Times New Roman" w:cs="Times New Roman"/>
        </w:rPr>
      </w:pPr>
    </w:p>
    <w:p w14:paraId="5A7A80CE" w14:textId="68BE8262" w:rsidR="7EB65128" w:rsidRDefault="7EB65128" w:rsidP="00276FD5">
      <w:pPr>
        <w:pStyle w:val="Paragraphedeliste"/>
        <w:numPr>
          <w:ilvl w:val="0"/>
          <w:numId w:val="10"/>
        </w:numPr>
        <w:rPr>
          <w:rFonts w:ascii="Times New Roman" w:eastAsia="Arial" w:hAnsi="Times New Roman" w:cs="Times New Roman"/>
        </w:rPr>
      </w:pPr>
      <w:r w:rsidRPr="0087BE77">
        <w:rPr>
          <w:rFonts w:ascii="Times New Roman" w:eastAsia="Arial" w:hAnsi="Times New Roman" w:cs="Times New Roman"/>
        </w:rPr>
        <w:t>Avez-vous déjà réalisé des travaux de ce type en eau intérieure ?</w:t>
      </w:r>
    </w:p>
    <w:p w14:paraId="1AB01BC0" w14:textId="6010EAD5" w:rsidR="7EB65128" w:rsidRDefault="7EB65128" w:rsidP="00276FD5">
      <w:pPr>
        <w:pStyle w:val="Paragraphedeliste"/>
        <w:ind w:left="1440"/>
        <w:rPr>
          <w:rFonts w:ascii="Times New Roman" w:eastAsia="Arial" w:hAnsi="Times New Roman" w:cs="Times New Roman"/>
        </w:rPr>
      </w:pPr>
      <w:r w:rsidRPr="0087BE77">
        <w:rPr>
          <w:rFonts w:ascii="Times New Roman" w:eastAsia="Arial" w:hAnsi="Times New Roman" w:cs="Times New Roman"/>
        </w:rPr>
        <w:t>Si oui, merci de mentionner quelques opérations.</w:t>
      </w:r>
    </w:p>
    <w:p w14:paraId="0947165F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0674D20F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4AAB4DA2" w14:textId="77777777" w:rsidR="005B3547" w:rsidRPr="005B3547" w:rsidRDefault="005B3547" w:rsidP="005B3547">
      <w:pPr>
        <w:pStyle w:val="Paragraphedeliste"/>
        <w:jc w:val="both"/>
        <w:rPr>
          <w:rFonts w:ascii="Times New Roman" w:eastAsia="Times New Roman" w:hAnsi="Times New Roman" w:cs="Times New Roman"/>
        </w:rPr>
      </w:pPr>
    </w:p>
    <w:p w14:paraId="66B4BDD8" w14:textId="77777777" w:rsidR="00F94383" w:rsidRPr="005B3547" w:rsidRDefault="00F94383" w:rsidP="005B3547">
      <w:pPr>
        <w:pStyle w:val="Paragraphedeliste"/>
        <w:contextualSpacing w:val="0"/>
        <w:jc w:val="both"/>
        <w:rPr>
          <w:rFonts w:ascii="Times New Roman" w:eastAsia="Times New Roman" w:hAnsi="Times New Roman" w:cs="Times New Roman"/>
        </w:rPr>
      </w:pPr>
    </w:p>
    <w:p w14:paraId="4AD69C60" w14:textId="77777777" w:rsidR="00F94383" w:rsidRPr="0098452D" w:rsidRDefault="00F94383" w:rsidP="00F10DE8">
      <w:pPr>
        <w:pStyle w:val="Paragraphedeliste"/>
        <w:contextualSpacing w:val="0"/>
        <w:jc w:val="both"/>
        <w:rPr>
          <w:rFonts w:ascii="Times New Roman" w:eastAsia="Times New Roman" w:hAnsi="Times New Roman" w:cs="Times New Roman"/>
        </w:rPr>
      </w:pPr>
    </w:p>
    <w:p w14:paraId="1642AA6C" w14:textId="77777777" w:rsidR="00F94383" w:rsidRDefault="00F94383" w:rsidP="00F10DE8">
      <w:pPr>
        <w:pStyle w:val="Paragraphedeliste"/>
        <w:contextualSpacing w:val="0"/>
        <w:jc w:val="both"/>
        <w:rPr>
          <w:rFonts w:ascii="Times New Roman" w:eastAsia="Times New Roman" w:hAnsi="Times New Roman" w:cs="Times New Roman"/>
        </w:rPr>
      </w:pPr>
    </w:p>
    <w:p w14:paraId="5CAEE188" w14:textId="77777777" w:rsidR="00AE4DB9" w:rsidRDefault="00AE4DB9" w:rsidP="00F94383">
      <w:pPr>
        <w:pStyle w:val="Paragraphedeliste"/>
        <w:contextualSpacing w:val="0"/>
        <w:rPr>
          <w:rFonts w:ascii="Times New Roman" w:eastAsia="Times New Roman" w:hAnsi="Times New Roman" w:cs="Times New Roman"/>
        </w:rPr>
      </w:pPr>
    </w:p>
    <w:p w14:paraId="4CCB1320" w14:textId="1B2A71FE" w:rsidR="00AE4DB9" w:rsidRPr="00276FD5" w:rsidRDefault="004A55A9" w:rsidP="00AE4DB9">
      <w:pPr>
        <w:pStyle w:val="Paragraphedeliste"/>
        <w:numPr>
          <w:ilvl w:val="0"/>
          <w:numId w:val="8"/>
        </w:numPr>
        <w:spacing w:line="275" w:lineRule="auto"/>
        <w:ind w:right="300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</w:pPr>
      <w:r w:rsidRPr="00276FD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INFORMATIONS GÉNÉRALES LIÉES À L’OPÉRATION</w:t>
      </w:r>
    </w:p>
    <w:p w14:paraId="276D0281" w14:textId="77777777" w:rsidR="00AE4DB9" w:rsidRDefault="00AE4DB9" w:rsidP="00F94383">
      <w:pPr>
        <w:pStyle w:val="Paragraphedeliste"/>
        <w:contextualSpacing w:val="0"/>
        <w:rPr>
          <w:rFonts w:ascii="Times New Roman" w:eastAsia="Times New Roman" w:hAnsi="Times New Roman" w:cs="Times New Roman"/>
        </w:rPr>
      </w:pPr>
    </w:p>
    <w:p w14:paraId="65EF747B" w14:textId="6B0C1552" w:rsidR="00A27B9D" w:rsidRDefault="00F17BBF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F17BBF">
        <w:rPr>
          <w:rFonts w:ascii="Times New Roman" w:eastAsia="Arial" w:hAnsi="Times New Roman" w:cs="Times New Roman"/>
        </w:rPr>
        <w:t xml:space="preserve">Répondez-vous facilement à </w:t>
      </w:r>
      <w:r w:rsidR="00667719">
        <w:rPr>
          <w:rFonts w:ascii="Times New Roman" w:eastAsia="Arial" w:hAnsi="Times New Roman" w:cs="Times New Roman"/>
        </w:rPr>
        <w:t>ce type de</w:t>
      </w:r>
      <w:r w:rsidRPr="00F17BBF">
        <w:rPr>
          <w:rFonts w:ascii="Times New Roman" w:eastAsia="Arial" w:hAnsi="Times New Roman" w:cs="Times New Roman"/>
        </w:rPr>
        <w:t xml:space="preserve"> marchés publics ?</w:t>
      </w:r>
    </w:p>
    <w:p w14:paraId="39CE42A5" w14:textId="7944F81D" w:rsidR="00A27B9D" w:rsidRPr="00A27B9D" w:rsidRDefault="00A27B9D" w:rsidP="00276FD5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 w:rsidRPr="00A27B9D">
        <w:rPr>
          <w:rFonts w:ascii="Times New Roman" w:eastAsia="Arial" w:hAnsi="Times New Roman" w:cs="Times New Roman"/>
        </w:rPr>
        <w:t xml:space="preserve">Rencontrez-vous des difficultés à répondre à ce type de marchés publics ? Si oui quelles sont-elles ? </w:t>
      </w:r>
    </w:p>
    <w:p w14:paraId="38DF9187" w14:textId="6957689D" w:rsidR="00A27B9D" w:rsidRPr="00A27B9D" w:rsidRDefault="00276FD5" w:rsidP="00276FD5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Avez</w:t>
      </w:r>
      <w:r w:rsidR="00A27B9D" w:rsidRPr="00A27B9D">
        <w:rPr>
          <w:rFonts w:ascii="Times New Roman" w:eastAsia="Arial" w:hAnsi="Times New Roman" w:cs="Times New Roman"/>
        </w:rPr>
        <w:t>-vous des suggestions d’améliorations à proposer pour faciliter la réponse à ce type de marchés publics</w:t>
      </w:r>
      <w:r>
        <w:rPr>
          <w:rFonts w:ascii="Times New Roman" w:eastAsia="Arial" w:hAnsi="Times New Roman" w:cs="Times New Roman"/>
        </w:rPr>
        <w:t> </w:t>
      </w:r>
      <w:r w:rsidR="00A27B9D" w:rsidRPr="00A27B9D">
        <w:rPr>
          <w:rFonts w:ascii="Times New Roman" w:eastAsia="Arial" w:hAnsi="Times New Roman" w:cs="Times New Roman"/>
        </w:rPr>
        <w:t>?</w:t>
      </w:r>
    </w:p>
    <w:p w14:paraId="3C76BB11" w14:textId="77777777" w:rsidR="00F17BBF" w:rsidRDefault="00F17BBF" w:rsidP="005B3547">
      <w:pPr>
        <w:pStyle w:val="Paragraphedeliste"/>
        <w:jc w:val="both"/>
        <w:rPr>
          <w:rFonts w:ascii="Times New Roman" w:eastAsia="Arial" w:hAnsi="Times New Roman" w:cs="Times New Roman"/>
        </w:rPr>
      </w:pPr>
      <w:bookmarkStart w:id="1" w:name="_Hlk203652247"/>
    </w:p>
    <w:p w14:paraId="60935566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63924C67" w14:textId="77777777" w:rsidR="00A30E1F" w:rsidRDefault="00A30E1F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972C8EB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D81A43B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4F3B531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bookmarkEnd w:id="1"/>
    <w:p w14:paraId="05F64DED" w14:textId="77777777" w:rsidR="0090496C" w:rsidRDefault="00F91EBA" w:rsidP="0090496C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87BE77">
        <w:rPr>
          <w:rFonts w:ascii="Times New Roman" w:eastAsia="Arial" w:hAnsi="Times New Roman" w:cs="Times New Roman"/>
        </w:rPr>
        <w:t>Seriez-vous en capacité d’estimer</w:t>
      </w:r>
      <w:r w:rsidR="00AB0B2B">
        <w:rPr>
          <w:rFonts w:ascii="Times New Roman" w:eastAsia="Arial" w:hAnsi="Times New Roman" w:cs="Times New Roman"/>
        </w:rPr>
        <w:t xml:space="preserve"> financièrement</w:t>
      </w:r>
      <w:r w:rsidRPr="0087BE77">
        <w:rPr>
          <w:rFonts w:ascii="Times New Roman" w:eastAsia="Arial" w:hAnsi="Times New Roman" w:cs="Times New Roman"/>
        </w:rPr>
        <w:t xml:space="preserve"> le </w:t>
      </w:r>
      <w:r w:rsidR="006663A4" w:rsidRPr="0087BE77">
        <w:rPr>
          <w:rFonts w:ascii="Times New Roman" w:eastAsia="Arial" w:hAnsi="Times New Roman" w:cs="Times New Roman"/>
        </w:rPr>
        <w:t>besoin</w:t>
      </w:r>
      <w:r w:rsidR="006663A4">
        <w:rPr>
          <w:rFonts w:ascii="Times New Roman" w:eastAsia="Arial" w:hAnsi="Times New Roman" w:cs="Times New Roman"/>
        </w:rPr>
        <w:t xml:space="preserve"> </w:t>
      </w:r>
      <w:r w:rsidR="006663A4" w:rsidRPr="0087BE77">
        <w:rPr>
          <w:rFonts w:ascii="Times New Roman" w:eastAsia="Arial" w:hAnsi="Times New Roman" w:cs="Times New Roman"/>
        </w:rPr>
        <w:t>(</w:t>
      </w:r>
      <w:r w:rsidRPr="0087BE77">
        <w:rPr>
          <w:rFonts w:ascii="Times New Roman" w:eastAsia="Arial" w:hAnsi="Times New Roman" w:cs="Times New Roman"/>
        </w:rPr>
        <w:t>fourchette) ?</w:t>
      </w:r>
    </w:p>
    <w:p w14:paraId="1A68B669" w14:textId="1CA87752" w:rsidR="00F91EBA" w:rsidRDefault="006663A4" w:rsidP="0090496C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Si oui, q</w:t>
      </w:r>
      <w:r w:rsidR="008C1A09" w:rsidRPr="0087BE77">
        <w:rPr>
          <w:rFonts w:ascii="Times New Roman" w:eastAsia="Arial" w:hAnsi="Times New Roman" w:cs="Times New Roman"/>
        </w:rPr>
        <w:t>uel serait le co</w:t>
      </w:r>
      <w:r w:rsidR="75D2A9CE" w:rsidRPr="0087BE77">
        <w:rPr>
          <w:rFonts w:ascii="Times New Roman" w:eastAsia="Arial" w:hAnsi="Times New Roman" w:cs="Times New Roman"/>
        </w:rPr>
        <w:t>û</w:t>
      </w:r>
      <w:r w:rsidR="008C1A09" w:rsidRPr="0087BE77">
        <w:rPr>
          <w:rFonts w:ascii="Times New Roman" w:eastAsia="Arial" w:hAnsi="Times New Roman" w:cs="Times New Roman"/>
        </w:rPr>
        <w:t xml:space="preserve">t de fourniture, livraison et pose de l’ensemble des </w:t>
      </w:r>
      <w:r w:rsidR="00D84FF6">
        <w:rPr>
          <w:rFonts w:ascii="Times New Roman" w:eastAsia="Arial" w:hAnsi="Times New Roman" w:cs="Times New Roman"/>
        </w:rPr>
        <w:t>système</w:t>
      </w:r>
      <w:r w:rsidR="00677DD3">
        <w:rPr>
          <w:rFonts w:ascii="Times New Roman" w:eastAsia="Arial" w:hAnsi="Times New Roman" w:cs="Times New Roman"/>
        </w:rPr>
        <w:t>s d’amarrage</w:t>
      </w:r>
      <w:r w:rsidR="008C1A09" w:rsidRPr="0087BE77">
        <w:rPr>
          <w:rFonts w:ascii="Times New Roman" w:eastAsia="Arial" w:hAnsi="Times New Roman" w:cs="Times New Roman"/>
        </w:rPr>
        <w:t xml:space="preserve"> (</w:t>
      </w:r>
      <w:r w:rsidR="00980EC2" w:rsidRPr="0087BE77">
        <w:rPr>
          <w:rFonts w:ascii="Times New Roman" w:eastAsia="Arial" w:hAnsi="Times New Roman" w:cs="Times New Roman"/>
        </w:rPr>
        <w:t>fourchette) ?</w:t>
      </w:r>
    </w:p>
    <w:p w14:paraId="4B642D26" w14:textId="77777777" w:rsidR="00276FD5" w:rsidRP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D24E372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FF28FB0" w14:textId="77777777" w:rsidR="00A30E1F" w:rsidRPr="00276FD5" w:rsidRDefault="00A30E1F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04E452D" w14:textId="77777777" w:rsidR="00276FD5" w:rsidRP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5C097A7" w14:textId="77777777" w:rsidR="00276FD5" w:rsidRP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3AF5366" w14:textId="77777777" w:rsidR="00276FD5" w:rsidRPr="004A3106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0EEA298" w14:textId="77777777" w:rsidR="00276FD5" w:rsidRDefault="004C29B0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  <w:r w:rsidR="00276FD5">
        <w:rPr>
          <w:rFonts w:ascii="Times New Roman" w:eastAsia="Arial" w:hAnsi="Times New Roman" w:cs="Times New Roman"/>
        </w:rPr>
        <w:t>Seriez</w:t>
      </w:r>
      <w:r w:rsidR="00276FD5" w:rsidRPr="5896AF49">
        <w:rPr>
          <w:rFonts w:ascii="Times New Roman" w:eastAsia="Arial" w:hAnsi="Times New Roman" w:cs="Times New Roman"/>
        </w:rPr>
        <w:t>-vous</w:t>
      </w:r>
      <w:r>
        <w:rPr>
          <w:rFonts w:ascii="Times New Roman" w:eastAsia="Arial" w:hAnsi="Times New Roman" w:cs="Times New Roman"/>
        </w:rPr>
        <w:t xml:space="preserve"> en capacité de répondre sur l’intégralité de la consultation ? </w:t>
      </w:r>
    </w:p>
    <w:p w14:paraId="2C724306" w14:textId="3DAD5228" w:rsidR="004A3106" w:rsidRPr="00276FD5" w:rsidRDefault="00276FD5" w:rsidP="00276FD5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Q</w:t>
      </w:r>
      <w:r w:rsidR="004C29B0">
        <w:rPr>
          <w:rFonts w:ascii="Times New Roman" w:eastAsia="Arial" w:hAnsi="Times New Roman" w:cs="Times New Roman"/>
        </w:rPr>
        <w:t>uelles sont les prestations qui ser</w:t>
      </w:r>
      <w:r w:rsidR="0090496C">
        <w:rPr>
          <w:rFonts w:ascii="Times New Roman" w:eastAsia="Arial" w:hAnsi="Times New Roman" w:cs="Times New Roman"/>
        </w:rPr>
        <w:t>aient</w:t>
      </w:r>
      <w:r w:rsidR="004C29B0">
        <w:rPr>
          <w:rFonts w:ascii="Times New Roman" w:eastAsia="Arial" w:hAnsi="Times New Roman" w:cs="Times New Roman"/>
        </w:rPr>
        <w:t xml:space="preserve"> sous-traitées ?</w:t>
      </w:r>
    </w:p>
    <w:p w14:paraId="0A0DCA1A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E0F0A95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215C661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251FC97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E53F17D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1743E1D" w14:textId="77777777" w:rsidR="00276FD5" w:rsidRPr="004A3106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5580766" w14:textId="77777777" w:rsidR="00A30E1F" w:rsidRDefault="00A30E1F" w:rsidP="00A30E1F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87BE77">
        <w:rPr>
          <w:rFonts w:ascii="Times New Roman" w:eastAsia="Arial" w:hAnsi="Times New Roman" w:cs="Times New Roman"/>
        </w:rPr>
        <w:t>Quel serait le délai d’approvisionnement de l’ensemble des fournitures ?</w:t>
      </w:r>
    </w:p>
    <w:p w14:paraId="7B0EDB82" w14:textId="14485BE1" w:rsidR="6BC5D2EC" w:rsidRDefault="6BC5D2EC" w:rsidP="00A30E1F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 w:rsidRPr="0087BE77">
        <w:rPr>
          <w:rFonts w:ascii="Times New Roman" w:eastAsia="Arial" w:hAnsi="Times New Roman" w:cs="Times New Roman"/>
        </w:rPr>
        <w:t xml:space="preserve">Quel serait le délai de pose des </w:t>
      </w:r>
      <w:r w:rsidR="00F630DC">
        <w:rPr>
          <w:rFonts w:ascii="Times New Roman" w:eastAsia="Arial" w:hAnsi="Times New Roman" w:cs="Times New Roman"/>
        </w:rPr>
        <w:t xml:space="preserve">systèmes </w:t>
      </w:r>
      <w:r w:rsidR="00276FD5">
        <w:rPr>
          <w:rFonts w:ascii="Times New Roman" w:eastAsia="Arial" w:hAnsi="Times New Roman" w:cs="Times New Roman"/>
        </w:rPr>
        <w:t xml:space="preserve">d’amarrage </w:t>
      </w:r>
      <w:r w:rsidR="00276FD5" w:rsidRPr="0087BE77">
        <w:rPr>
          <w:rFonts w:ascii="Times New Roman" w:eastAsia="Arial" w:hAnsi="Times New Roman" w:cs="Times New Roman"/>
        </w:rPr>
        <w:t>?</w:t>
      </w:r>
    </w:p>
    <w:p w14:paraId="5E292983" w14:textId="77777777" w:rsidR="00276FD5" w:rsidRP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78F857C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DC310AC" w14:textId="77777777" w:rsidR="007901A6" w:rsidRPr="00276FD5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3E9E94B" w14:textId="77777777" w:rsidR="00276FD5" w:rsidRP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FA7B498" w14:textId="77777777" w:rsidR="00276FD5" w:rsidRP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FC7F699" w14:textId="77777777" w:rsidR="00276FD5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0959B54" w14:textId="77777777" w:rsidR="007901A6" w:rsidRDefault="007901A6" w:rsidP="007901A6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569C6874">
        <w:rPr>
          <w:rFonts w:ascii="Times New Roman" w:eastAsia="Arial" w:hAnsi="Times New Roman" w:cs="Times New Roman"/>
        </w:rPr>
        <w:t>Au vu des éléments actuellement disponibles, avez-vous suffisamment d’informations pour pouvoir répondre à une consultation au stade de la remise des offres ?</w:t>
      </w:r>
    </w:p>
    <w:p w14:paraId="3674CDBE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97C4534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F77A132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B6FFC0B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224F5A9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EF108B1" w14:textId="77777777" w:rsidR="007901A6" w:rsidRDefault="007901A6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14F0E8D" w14:textId="77777777" w:rsidR="00276FD5" w:rsidRPr="00392A61" w:rsidRDefault="00276FD5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C8DE538" w14:textId="5C8A82F4" w:rsidR="00C45A16" w:rsidRPr="00276FD5" w:rsidRDefault="004A55A9" w:rsidP="00276FD5">
      <w:pPr>
        <w:pStyle w:val="Paragraphedeliste"/>
        <w:numPr>
          <w:ilvl w:val="0"/>
          <w:numId w:val="8"/>
        </w:numPr>
        <w:spacing w:line="275" w:lineRule="auto"/>
        <w:ind w:right="300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</w:pPr>
      <w:r w:rsidRPr="00276FD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lastRenderedPageBreak/>
        <w:t>INFORMATIONS TECHNIQUES LIÉES À L’OPÉRATION</w:t>
      </w:r>
    </w:p>
    <w:p w14:paraId="660DFAFB" w14:textId="77777777" w:rsidR="00C45A16" w:rsidRDefault="00C45A16" w:rsidP="00276FD5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8F9CDE9" w14:textId="50935C6F" w:rsidR="004722CE" w:rsidRDefault="002C4F58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Quels sont les équipements obligatoires et réglementaires à prévoir sur des </w:t>
      </w:r>
      <w:r w:rsidR="004B4D1A">
        <w:rPr>
          <w:rFonts w:ascii="Times New Roman" w:eastAsia="Arial" w:hAnsi="Times New Roman" w:cs="Times New Roman"/>
        </w:rPr>
        <w:t xml:space="preserve">systèmes d’amarrage destinés </w:t>
      </w:r>
      <w:r w:rsidR="00D35548">
        <w:rPr>
          <w:rFonts w:ascii="Times New Roman" w:eastAsia="Arial" w:hAnsi="Times New Roman" w:cs="Times New Roman"/>
        </w:rPr>
        <w:t xml:space="preserve">aux </w:t>
      </w:r>
      <w:r w:rsidR="00C270DB">
        <w:rPr>
          <w:rFonts w:ascii="Times New Roman" w:eastAsia="Arial" w:hAnsi="Times New Roman" w:cs="Times New Roman"/>
        </w:rPr>
        <w:t xml:space="preserve">bateaux de </w:t>
      </w:r>
      <w:r w:rsidR="00562B0A">
        <w:rPr>
          <w:rFonts w:ascii="Times New Roman" w:eastAsia="Arial" w:hAnsi="Times New Roman" w:cs="Times New Roman"/>
        </w:rPr>
        <w:t>plaisance ?</w:t>
      </w:r>
    </w:p>
    <w:p w14:paraId="2244B7E6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  <w:bookmarkStart w:id="2" w:name="_Hlk203652567"/>
    </w:p>
    <w:p w14:paraId="29FCF76C" w14:textId="77777777" w:rsid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7596CC4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68ACAE31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3A38456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EA56000" w14:textId="77777777" w:rsidR="002C4F58" w:rsidRDefault="002C4F58" w:rsidP="00276FD5">
      <w:pPr>
        <w:pStyle w:val="Paragraphedeliste"/>
        <w:jc w:val="both"/>
        <w:rPr>
          <w:rFonts w:ascii="Times New Roman" w:eastAsia="Arial" w:hAnsi="Times New Roman" w:cs="Times New Roman"/>
        </w:rPr>
      </w:pPr>
    </w:p>
    <w:bookmarkEnd w:id="2"/>
    <w:p w14:paraId="0D514198" w14:textId="77777777" w:rsidR="0013173B" w:rsidRPr="0013173B" w:rsidRDefault="00903896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Avez-vous des préconisations sur </w:t>
      </w:r>
      <w:r w:rsidR="004D3616">
        <w:rPr>
          <w:rFonts w:ascii="Times New Roman" w:eastAsia="Arial" w:hAnsi="Times New Roman" w:cs="Times New Roman"/>
        </w:rPr>
        <w:t xml:space="preserve">le type de </w:t>
      </w:r>
      <w:r>
        <w:rPr>
          <w:rFonts w:ascii="Times New Roman" w:eastAsia="Arial" w:hAnsi="Times New Roman" w:cs="Times New Roman"/>
        </w:rPr>
        <w:t xml:space="preserve">matériaux </w:t>
      </w:r>
      <w:r w:rsidR="00486B96">
        <w:rPr>
          <w:rFonts w:ascii="Times New Roman" w:eastAsia="Arial" w:hAnsi="Times New Roman" w:cs="Times New Roman"/>
        </w:rPr>
        <w:t xml:space="preserve">qu’il serait préférable de prévoir </w:t>
      </w:r>
      <w:r w:rsidR="00897956">
        <w:rPr>
          <w:rFonts w:ascii="Times New Roman" w:eastAsia="Arial" w:hAnsi="Times New Roman" w:cs="Times New Roman"/>
        </w:rPr>
        <w:t xml:space="preserve">au niveau de la structure des </w:t>
      </w:r>
      <w:r w:rsidR="00337719">
        <w:rPr>
          <w:rFonts w:ascii="Times New Roman" w:eastAsia="Arial" w:hAnsi="Times New Roman" w:cs="Times New Roman"/>
        </w:rPr>
        <w:t>systèmes d’amarrage</w:t>
      </w:r>
      <w:r w:rsidR="00897956">
        <w:rPr>
          <w:rFonts w:ascii="Times New Roman" w:eastAsia="Arial" w:hAnsi="Times New Roman" w:cs="Times New Roman"/>
        </w:rPr>
        <w:t xml:space="preserve"> ?</w:t>
      </w:r>
      <w:r w:rsidR="00D11877" w:rsidRPr="00D11877">
        <w:t xml:space="preserve"> </w:t>
      </w:r>
    </w:p>
    <w:p w14:paraId="08DCAA73" w14:textId="0E05474C" w:rsidR="00903896" w:rsidRDefault="00D11877" w:rsidP="0013173B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 w:rsidRPr="00D11877">
        <w:rPr>
          <w:rFonts w:ascii="Times New Roman" w:eastAsia="Arial" w:hAnsi="Times New Roman" w:cs="Times New Roman"/>
        </w:rPr>
        <w:t>Avez-vous des prescriptions ou remarques à formuler</w:t>
      </w:r>
      <w:r w:rsidR="00FE02D5">
        <w:rPr>
          <w:rFonts w:ascii="Times New Roman" w:eastAsia="Arial" w:hAnsi="Times New Roman" w:cs="Times New Roman"/>
        </w:rPr>
        <w:t xml:space="preserve"> sur la structure des </w:t>
      </w:r>
      <w:r w:rsidR="00337719">
        <w:rPr>
          <w:rFonts w:ascii="Times New Roman" w:eastAsia="Arial" w:hAnsi="Times New Roman" w:cs="Times New Roman"/>
        </w:rPr>
        <w:t xml:space="preserve">systèmes </w:t>
      </w:r>
      <w:r w:rsidR="0099626A">
        <w:rPr>
          <w:rFonts w:ascii="Times New Roman" w:eastAsia="Arial" w:hAnsi="Times New Roman" w:cs="Times New Roman"/>
        </w:rPr>
        <w:t xml:space="preserve">d’amarrage </w:t>
      </w:r>
      <w:r w:rsidR="0099626A" w:rsidRPr="00D11877">
        <w:rPr>
          <w:rFonts w:ascii="Times New Roman" w:eastAsia="Arial" w:hAnsi="Times New Roman" w:cs="Times New Roman"/>
        </w:rPr>
        <w:t>?</w:t>
      </w:r>
    </w:p>
    <w:p w14:paraId="6F66826F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AA6D02A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C03DDA7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B5B24B5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29C3A2C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C7F0251" w14:textId="77777777" w:rsidR="00903896" w:rsidRDefault="00903896" w:rsidP="00276FD5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F89B5FC" w14:textId="330A360E" w:rsidR="002C4F58" w:rsidRDefault="002C4F58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Les accès étant difficile</w:t>
      </w:r>
      <w:r w:rsidR="00A627EC">
        <w:rPr>
          <w:rFonts w:ascii="Times New Roman" w:eastAsia="Arial" w:hAnsi="Times New Roman" w:cs="Times New Roman"/>
        </w:rPr>
        <w:t>s</w:t>
      </w:r>
      <w:r w:rsidR="00720232">
        <w:rPr>
          <w:rFonts w:ascii="Times New Roman" w:eastAsia="Arial" w:hAnsi="Times New Roman" w:cs="Times New Roman"/>
        </w:rPr>
        <w:t xml:space="preserve"> pour les moyens de manutentions, </w:t>
      </w:r>
      <w:r w:rsidR="00C3347C">
        <w:rPr>
          <w:rFonts w:ascii="Times New Roman" w:eastAsia="Arial" w:hAnsi="Times New Roman" w:cs="Times New Roman"/>
        </w:rPr>
        <w:t>quel</w:t>
      </w:r>
      <w:r w:rsidR="00D8666C">
        <w:rPr>
          <w:rFonts w:ascii="Times New Roman" w:eastAsia="Arial" w:hAnsi="Times New Roman" w:cs="Times New Roman"/>
        </w:rPr>
        <w:t>le</w:t>
      </w:r>
      <w:r w:rsidR="00C3347C">
        <w:rPr>
          <w:rFonts w:ascii="Times New Roman" w:eastAsia="Arial" w:hAnsi="Times New Roman" w:cs="Times New Roman"/>
        </w:rPr>
        <w:t xml:space="preserve">s sont les </w:t>
      </w:r>
      <w:r w:rsidR="00F54841">
        <w:rPr>
          <w:rFonts w:ascii="Times New Roman" w:eastAsia="Arial" w:hAnsi="Times New Roman" w:cs="Times New Roman"/>
        </w:rPr>
        <w:t xml:space="preserve">solutions </w:t>
      </w:r>
      <w:r w:rsidR="00C3347C">
        <w:rPr>
          <w:rFonts w:ascii="Times New Roman" w:eastAsia="Arial" w:hAnsi="Times New Roman" w:cs="Times New Roman"/>
        </w:rPr>
        <w:t xml:space="preserve">à prévoir </w:t>
      </w:r>
      <w:r w:rsidR="00C54788">
        <w:rPr>
          <w:rFonts w:ascii="Times New Roman" w:eastAsia="Arial" w:hAnsi="Times New Roman" w:cs="Times New Roman"/>
        </w:rPr>
        <w:t xml:space="preserve">pour l’installation des </w:t>
      </w:r>
      <w:r w:rsidR="009A47FF">
        <w:rPr>
          <w:rFonts w:ascii="Times New Roman" w:eastAsia="Arial" w:hAnsi="Times New Roman" w:cs="Times New Roman"/>
        </w:rPr>
        <w:t xml:space="preserve">systèmes </w:t>
      </w:r>
      <w:r w:rsidR="0013173B">
        <w:rPr>
          <w:rFonts w:ascii="Times New Roman" w:eastAsia="Arial" w:hAnsi="Times New Roman" w:cs="Times New Roman"/>
        </w:rPr>
        <w:t>d’amarrage dans</w:t>
      </w:r>
      <w:r w:rsidR="00C54788">
        <w:rPr>
          <w:rFonts w:ascii="Times New Roman" w:eastAsia="Arial" w:hAnsi="Times New Roman" w:cs="Times New Roman"/>
        </w:rPr>
        <w:t xml:space="preserve"> le canal ?</w:t>
      </w:r>
    </w:p>
    <w:p w14:paraId="7137FEE3" w14:textId="00B84699" w:rsidR="00D33B8F" w:rsidRDefault="00D33B8F" w:rsidP="00276FD5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Le cas échéant, ê</w:t>
      </w:r>
      <w:r w:rsidRPr="00D33B8F">
        <w:rPr>
          <w:rFonts w:ascii="Times New Roman" w:eastAsia="Arial" w:hAnsi="Times New Roman" w:cs="Times New Roman"/>
        </w:rPr>
        <w:t>tes-vous en capacité de travailler depuis la voie d’eau ?</w:t>
      </w:r>
    </w:p>
    <w:p w14:paraId="1F36F3C5" w14:textId="77777777" w:rsidR="004A55A9" w:rsidRPr="004A55A9" w:rsidRDefault="004A55A9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A32897C" w14:textId="77777777" w:rsidR="004A55A9" w:rsidRPr="004A55A9" w:rsidRDefault="004A55A9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5E052BC" w14:textId="77777777" w:rsidR="004A55A9" w:rsidRPr="004A55A9" w:rsidRDefault="004A55A9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9D2CD5C" w14:textId="77777777" w:rsidR="004A55A9" w:rsidRPr="004A55A9" w:rsidRDefault="004A55A9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71D452C" w14:textId="77777777" w:rsidR="004A55A9" w:rsidRPr="004A55A9" w:rsidRDefault="004A55A9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D090A00" w14:textId="77777777" w:rsidR="00A0169D" w:rsidRDefault="00A0169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B0BF77D" w14:textId="76ACEF6F" w:rsidR="00525B21" w:rsidRDefault="00525B21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Êtes-vous</w:t>
      </w:r>
      <w:r w:rsidR="00A0169D">
        <w:rPr>
          <w:rFonts w:ascii="Times New Roman" w:eastAsia="Arial" w:hAnsi="Times New Roman" w:cs="Times New Roman"/>
        </w:rPr>
        <w:t xml:space="preserve"> e</w:t>
      </w:r>
      <w:r>
        <w:rPr>
          <w:rFonts w:ascii="Times New Roman" w:eastAsia="Arial" w:hAnsi="Times New Roman" w:cs="Times New Roman"/>
        </w:rPr>
        <w:t>n</w:t>
      </w:r>
      <w:r w:rsidR="00A0169D">
        <w:rPr>
          <w:rFonts w:ascii="Times New Roman" w:eastAsia="Arial" w:hAnsi="Times New Roman" w:cs="Times New Roman"/>
        </w:rPr>
        <w:t xml:space="preserve"> capacité de </w:t>
      </w:r>
      <w:r>
        <w:rPr>
          <w:rFonts w:ascii="Times New Roman" w:eastAsia="Arial" w:hAnsi="Times New Roman" w:cs="Times New Roman"/>
        </w:rPr>
        <w:t>fournir</w:t>
      </w:r>
      <w:r w:rsidR="00A0169D">
        <w:rPr>
          <w:rFonts w:ascii="Times New Roman" w:eastAsia="Arial" w:hAnsi="Times New Roman" w:cs="Times New Roman"/>
        </w:rPr>
        <w:t xml:space="preserve"> des </w:t>
      </w:r>
      <w:r w:rsidR="00174A89">
        <w:rPr>
          <w:rFonts w:ascii="Times New Roman" w:eastAsia="Arial" w:hAnsi="Times New Roman" w:cs="Times New Roman"/>
        </w:rPr>
        <w:t xml:space="preserve">systèmes </w:t>
      </w:r>
      <w:r w:rsidR="0013173B">
        <w:rPr>
          <w:rFonts w:ascii="Times New Roman" w:eastAsia="Arial" w:hAnsi="Times New Roman" w:cs="Times New Roman"/>
        </w:rPr>
        <w:t>d’amarrage modulables</w:t>
      </w:r>
      <w:r w:rsidR="00A0169D">
        <w:rPr>
          <w:rFonts w:ascii="Times New Roman" w:eastAsia="Arial" w:hAnsi="Times New Roman" w:cs="Times New Roman"/>
        </w:rPr>
        <w:t> ?</w:t>
      </w:r>
    </w:p>
    <w:p w14:paraId="29CB97D0" w14:textId="0EEBB9B7" w:rsidR="00A0169D" w:rsidRPr="00A0169D" w:rsidRDefault="00A0169D" w:rsidP="00276FD5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Si oui, pensez-vous qu</w:t>
      </w:r>
      <w:r w:rsidR="00525B21">
        <w:rPr>
          <w:rFonts w:ascii="Times New Roman" w:eastAsia="Arial" w:hAnsi="Times New Roman" w:cs="Times New Roman"/>
        </w:rPr>
        <w:t>’une telle solution soit adaptée à notre besoin ?</w:t>
      </w:r>
    </w:p>
    <w:p w14:paraId="0FACEA4C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  <w:bookmarkStart w:id="3" w:name="_Hlk204066512"/>
    </w:p>
    <w:p w14:paraId="1524A2A1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97FC7BD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61E81E9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B6AC933" w14:textId="77777777" w:rsidR="004A55A9" w:rsidRPr="004A55A9" w:rsidRDefault="004A55A9" w:rsidP="004A55A9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39EB0D8" w14:textId="77777777" w:rsidR="00C54788" w:rsidRPr="00C54788" w:rsidRDefault="00C54788" w:rsidP="00276FD5">
      <w:pPr>
        <w:pStyle w:val="Paragraphedeliste"/>
        <w:jc w:val="both"/>
        <w:rPr>
          <w:rFonts w:ascii="Times New Roman" w:eastAsia="Arial" w:hAnsi="Times New Roman" w:cs="Times New Roman"/>
        </w:rPr>
      </w:pPr>
    </w:p>
    <w:bookmarkEnd w:id="3"/>
    <w:p w14:paraId="0571524C" w14:textId="7B6B7A2B" w:rsidR="00A83DAA" w:rsidRDefault="00CD183F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Êtes-vous en capacité de fournir et installer des</w:t>
      </w:r>
      <w:r w:rsidR="00E70F1B">
        <w:rPr>
          <w:rFonts w:ascii="Times New Roman" w:eastAsia="Arial" w:hAnsi="Times New Roman" w:cs="Times New Roman"/>
        </w:rPr>
        <w:t xml:space="preserve"> bornes de raccordement </w:t>
      </w:r>
      <w:r>
        <w:rPr>
          <w:rFonts w:ascii="Times New Roman" w:eastAsia="Arial" w:hAnsi="Times New Roman" w:cs="Times New Roman"/>
        </w:rPr>
        <w:t>aux réseaux</w:t>
      </w:r>
      <w:r w:rsidR="00A46814">
        <w:rPr>
          <w:rFonts w:ascii="Times New Roman" w:eastAsia="Arial" w:hAnsi="Times New Roman" w:cs="Times New Roman"/>
        </w:rPr>
        <w:t xml:space="preserve"> (électrique et eau potable)</w:t>
      </w:r>
      <w:r>
        <w:rPr>
          <w:rFonts w:ascii="Times New Roman" w:eastAsia="Arial" w:hAnsi="Times New Roman" w:cs="Times New Roman"/>
        </w:rPr>
        <w:t xml:space="preserve"> pour les bateaux ?</w:t>
      </w:r>
    </w:p>
    <w:p w14:paraId="4EB4FE6B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0911C6D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9FC3500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B8A0BB4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9EFD5E8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0EDCCC5" w14:textId="77777777" w:rsidR="00D62608" w:rsidRPr="00C54788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C3DB8CB" w14:textId="3FCE6F7A" w:rsidR="00D62608" w:rsidRDefault="00D62608" w:rsidP="00D62608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Pouvez-vous faire une description de votre solution type qui serait adapté à notre besoin</w:t>
      </w:r>
      <w:r w:rsidRPr="009922B9">
        <w:rPr>
          <w:rFonts w:ascii="Times New Roman" w:eastAsia="Arial" w:hAnsi="Times New Roman" w:cs="Times New Roman"/>
        </w:rPr>
        <w:t xml:space="preserve"> ?</w:t>
      </w:r>
    </w:p>
    <w:p w14:paraId="3880069C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28A64B1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245A1DC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45F3A4E" w14:textId="77777777" w:rsidR="00D62608" w:rsidRPr="004A55A9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B356ED4" w14:textId="77777777" w:rsidR="00D62608" w:rsidRPr="00C54788" w:rsidRDefault="00D62608" w:rsidP="00D62608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92447D1" w14:textId="5EA1AED0" w:rsidR="0098460E" w:rsidRPr="0098460E" w:rsidRDefault="0098460E" w:rsidP="00276FD5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C526CBF" w14:textId="77777777" w:rsidR="002C1A16" w:rsidRDefault="009922B9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9922B9">
        <w:rPr>
          <w:rFonts w:ascii="Times New Roman" w:eastAsia="Arial" w:hAnsi="Times New Roman" w:cs="Times New Roman"/>
        </w:rPr>
        <w:t>Proposez-vous des solutions ou méthodes innovantes ?</w:t>
      </w:r>
    </w:p>
    <w:p w14:paraId="72BC1B18" w14:textId="5122801A" w:rsidR="009922B9" w:rsidRDefault="009922B9" w:rsidP="002C1A16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 w:rsidRPr="0098460E">
        <w:rPr>
          <w:rFonts w:ascii="Times New Roman" w:eastAsia="Arial" w:hAnsi="Times New Roman" w:cs="Times New Roman"/>
        </w:rPr>
        <w:t>Avez-vous des prescriptions ou remarques à formuler ?</w:t>
      </w:r>
    </w:p>
    <w:p w14:paraId="4BAFE6CE" w14:textId="77777777" w:rsidR="00A71B6D" w:rsidRPr="00A71B6D" w:rsidRDefault="00A71B6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6363DFC" w14:textId="77777777" w:rsidR="00A71B6D" w:rsidRPr="00A71B6D" w:rsidRDefault="00A71B6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A766D76" w14:textId="77777777" w:rsidR="00A71B6D" w:rsidRDefault="00A71B6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F066D39" w14:textId="77777777" w:rsidR="00A71B6D" w:rsidRDefault="00A71B6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CDC0EAD" w14:textId="77777777" w:rsidR="00A71B6D" w:rsidRDefault="00A71B6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5C6E1D5" w14:textId="77777777" w:rsidR="00D42143" w:rsidRPr="00A71B6D" w:rsidRDefault="00D42143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C520623" w14:textId="77777777" w:rsidR="00A71B6D" w:rsidRPr="00A71B6D" w:rsidRDefault="00A71B6D" w:rsidP="00A71B6D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0A07CB8" w14:textId="77777777" w:rsidR="00A657E5" w:rsidRPr="0098460E" w:rsidRDefault="00A657E5" w:rsidP="00276FD5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7DD7145" w14:textId="6D5024B3" w:rsidR="00A657E5" w:rsidRDefault="008C63CB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proofErr w:type="gramStart"/>
      <w:r>
        <w:rPr>
          <w:rFonts w:ascii="Times New Roman" w:eastAsia="Arial" w:hAnsi="Times New Roman" w:cs="Times New Roman"/>
        </w:rPr>
        <w:lastRenderedPageBreak/>
        <w:t xml:space="preserve">Une garantie </w:t>
      </w:r>
      <w:r w:rsidR="0019386A">
        <w:rPr>
          <w:rFonts w:ascii="Times New Roman" w:eastAsia="Arial" w:hAnsi="Times New Roman" w:cs="Times New Roman"/>
        </w:rPr>
        <w:t>constructeur</w:t>
      </w:r>
      <w:proofErr w:type="gramEnd"/>
      <w:r w:rsidR="00486B96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de </w:t>
      </w:r>
      <w:r w:rsidRPr="008C63CB">
        <w:rPr>
          <w:rFonts w:ascii="Times New Roman" w:eastAsia="Arial" w:hAnsi="Times New Roman" w:cs="Times New Roman"/>
        </w:rPr>
        <w:t>5 an</w:t>
      </w:r>
      <w:r>
        <w:rPr>
          <w:rFonts w:ascii="Times New Roman" w:eastAsia="Arial" w:hAnsi="Times New Roman" w:cs="Times New Roman"/>
        </w:rPr>
        <w:t>s</w:t>
      </w:r>
      <w:r w:rsidRPr="008C63CB">
        <w:rPr>
          <w:rFonts w:ascii="Times New Roman" w:eastAsia="Arial" w:hAnsi="Times New Roman" w:cs="Times New Roman"/>
        </w:rPr>
        <w:t xml:space="preserve"> pour la structure</w:t>
      </w:r>
      <w:r>
        <w:rPr>
          <w:rFonts w:ascii="Times New Roman" w:eastAsia="Arial" w:hAnsi="Times New Roman" w:cs="Times New Roman"/>
        </w:rPr>
        <w:t xml:space="preserve"> des </w:t>
      </w:r>
      <w:r w:rsidR="00F94F05">
        <w:rPr>
          <w:rFonts w:ascii="Times New Roman" w:eastAsia="Arial" w:hAnsi="Times New Roman" w:cs="Times New Roman"/>
        </w:rPr>
        <w:t xml:space="preserve">systèmes </w:t>
      </w:r>
      <w:r w:rsidR="002C1A16">
        <w:rPr>
          <w:rFonts w:ascii="Times New Roman" w:eastAsia="Arial" w:hAnsi="Times New Roman" w:cs="Times New Roman"/>
        </w:rPr>
        <w:t>d’amarrage,</w:t>
      </w:r>
      <w:r w:rsidR="006E2D02">
        <w:rPr>
          <w:rFonts w:ascii="Times New Roman" w:eastAsia="Arial" w:hAnsi="Times New Roman" w:cs="Times New Roman"/>
        </w:rPr>
        <w:t xml:space="preserve"> de </w:t>
      </w:r>
      <w:r w:rsidRPr="008C63CB">
        <w:rPr>
          <w:rFonts w:ascii="Times New Roman" w:eastAsia="Arial" w:hAnsi="Times New Roman" w:cs="Times New Roman"/>
        </w:rPr>
        <w:t>10 ans pour les flotteurs</w:t>
      </w:r>
      <w:r w:rsidR="006E2D02">
        <w:rPr>
          <w:rFonts w:ascii="Times New Roman" w:eastAsia="Arial" w:hAnsi="Times New Roman" w:cs="Times New Roman"/>
        </w:rPr>
        <w:t xml:space="preserve"> et de 2 ans pour les autres </w:t>
      </w:r>
      <w:r w:rsidR="00133B26">
        <w:rPr>
          <w:rFonts w:ascii="Times New Roman" w:eastAsia="Arial" w:hAnsi="Times New Roman" w:cs="Times New Roman"/>
        </w:rPr>
        <w:t>pièces</w:t>
      </w:r>
      <w:r>
        <w:rPr>
          <w:rFonts w:ascii="Times New Roman" w:eastAsia="Arial" w:hAnsi="Times New Roman" w:cs="Times New Roman"/>
        </w:rPr>
        <w:t xml:space="preserve"> vous semblerait-t-</w:t>
      </w:r>
      <w:r w:rsidR="00D8666C">
        <w:rPr>
          <w:rFonts w:ascii="Times New Roman" w:eastAsia="Arial" w:hAnsi="Times New Roman" w:cs="Times New Roman"/>
        </w:rPr>
        <w:t>elle</w:t>
      </w:r>
      <w:r w:rsidR="00A657E5" w:rsidRPr="0098460E">
        <w:rPr>
          <w:rFonts w:ascii="Times New Roman" w:eastAsia="Arial" w:hAnsi="Times New Roman" w:cs="Times New Roman"/>
        </w:rPr>
        <w:t xml:space="preserve"> </w:t>
      </w:r>
      <w:r w:rsidR="00B213EC">
        <w:rPr>
          <w:rFonts w:ascii="Times New Roman" w:eastAsia="Arial" w:hAnsi="Times New Roman" w:cs="Times New Roman"/>
        </w:rPr>
        <w:t xml:space="preserve">convenable </w:t>
      </w:r>
      <w:r w:rsidR="00A657E5" w:rsidRPr="0098460E">
        <w:rPr>
          <w:rFonts w:ascii="Times New Roman" w:eastAsia="Arial" w:hAnsi="Times New Roman" w:cs="Times New Roman"/>
        </w:rPr>
        <w:t>?</w:t>
      </w:r>
    </w:p>
    <w:p w14:paraId="42B7B60C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CCFB9B6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68143C4D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3D10C37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5CE39AE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88FB46F" w14:textId="77777777" w:rsidR="00B66459" w:rsidRDefault="00B66459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C09D3F4" w14:textId="72AC1093" w:rsidR="00B66459" w:rsidRDefault="00B66459" w:rsidP="00B66459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276FD5">
        <w:rPr>
          <w:rFonts w:ascii="Times New Roman" w:eastAsia="Arial" w:hAnsi="Times New Roman" w:cs="Times New Roman"/>
        </w:rPr>
        <w:t>Quelles est la maintenance et l’entretien à prévoir et à quelle fréquence ?</w:t>
      </w:r>
    </w:p>
    <w:p w14:paraId="290FBB3B" w14:textId="6C599E1A" w:rsidR="00B66459" w:rsidRPr="00276FD5" w:rsidRDefault="00B66459" w:rsidP="00B66459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Le cas échéant, quel serait le coût</w:t>
      </w:r>
      <w:r w:rsidR="00862730">
        <w:rPr>
          <w:rFonts w:ascii="Times New Roman" w:eastAsia="Arial" w:hAnsi="Times New Roman" w:cs="Times New Roman"/>
        </w:rPr>
        <w:t> à prévoir ?</w:t>
      </w:r>
    </w:p>
    <w:p w14:paraId="1014F203" w14:textId="77777777" w:rsidR="00B66459" w:rsidRPr="00A71B6D" w:rsidRDefault="00B66459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A865B60" w14:textId="77777777" w:rsidR="00B66459" w:rsidRPr="00A71B6D" w:rsidRDefault="00B66459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F6C15D7" w14:textId="77777777" w:rsidR="00B66459" w:rsidRPr="00A71B6D" w:rsidRDefault="00B66459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08EBA23" w14:textId="77777777" w:rsidR="00B66459" w:rsidRPr="00A71B6D" w:rsidRDefault="00B66459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E87B32D" w14:textId="77777777" w:rsidR="00B66459" w:rsidRPr="00A71B6D" w:rsidRDefault="00B66459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C702A14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BC9072F" w14:textId="77777777" w:rsidR="002C1A16" w:rsidRDefault="00E900A5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Après installation, d</w:t>
      </w:r>
      <w:r w:rsidR="00CE6EC5">
        <w:rPr>
          <w:rFonts w:ascii="Times New Roman" w:eastAsia="Arial" w:hAnsi="Times New Roman" w:cs="Times New Roman"/>
        </w:rPr>
        <w:t xml:space="preserve">es contrôles réglementaires </w:t>
      </w:r>
      <w:r>
        <w:rPr>
          <w:rFonts w:ascii="Times New Roman" w:eastAsia="Arial" w:hAnsi="Times New Roman" w:cs="Times New Roman"/>
        </w:rPr>
        <w:t xml:space="preserve">sont-ils </w:t>
      </w:r>
      <w:r w:rsidR="00CE6EC5">
        <w:rPr>
          <w:rFonts w:ascii="Times New Roman" w:eastAsia="Arial" w:hAnsi="Times New Roman" w:cs="Times New Roman"/>
        </w:rPr>
        <w:t xml:space="preserve">à prévoir sur ce genre d’installations </w:t>
      </w:r>
      <w:r w:rsidR="00B213EC" w:rsidRPr="0098460E">
        <w:rPr>
          <w:rFonts w:ascii="Times New Roman" w:eastAsia="Arial" w:hAnsi="Times New Roman" w:cs="Times New Roman"/>
        </w:rPr>
        <w:t>?</w:t>
      </w:r>
    </w:p>
    <w:p w14:paraId="6DD4A9D7" w14:textId="2D60206F" w:rsidR="00B213EC" w:rsidRDefault="00E900A5" w:rsidP="002C1A16">
      <w:pPr>
        <w:pStyle w:val="Paragraphedeliste"/>
        <w:ind w:left="1440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Si</w:t>
      </w:r>
      <w:r w:rsidR="00A953A8">
        <w:rPr>
          <w:rFonts w:ascii="Times New Roman" w:eastAsia="Arial" w:hAnsi="Times New Roman" w:cs="Times New Roman"/>
        </w:rPr>
        <w:t xml:space="preserve"> oui, avec quelles périodicités ?</w:t>
      </w:r>
    </w:p>
    <w:p w14:paraId="683DCF5C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648FE20" w14:textId="77777777" w:rsid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949D536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0854C51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4CD6EC9" w14:textId="77777777" w:rsid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CC213C9" w14:textId="77777777" w:rsidR="005B3547" w:rsidRPr="00A71B6D" w:rsidRDefault="005B3547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81FC0B5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E8DE69A" w14:textId="3C1E221F" w:rsidR="004222B7" w:rsidRPr="00276FD5" w:rsidRDefault="004A55A9" w:rsidP="00276FD5">
      <w:pPr>
        <w:pStyle w:val="Paragraphedeliste"/>
        <w:numPr>
          <w:ilvl w:val="0"/>
          <w:numId w:val="8"/>
        </w:numPr>
        <w:spacing w:line="275" w:lineRule="auto"/>
        <w:ind w:right="300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</w:pPr>
      <w:r w:rsidRPr="00276FD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CONCLUSION</w:t>
      </w:r>
    </w:p>
    <w:p w14:paraId="486766A9" w14:textId="77777777" w:rsidR="00F05BBF" w:rsidRDefault="00F05BBF" w:rsidP="00276FD5">
      <w:pPr>
        <w:pStyle w:val="Paragraphedeliste"/>
        <w:spacing w:line="275" w:lineRule="auto"/>
        <w:ind w:right="300"/>
        <w:jc w:val="both"/>
        <w:rPr>
          <w:rFonts w:ascii="Times New Roman" w:eastAsia="Arial" w:hAnsi="Times New Roman" w:cs="Times New Roman"/>
          <w:u w:val="single"/>
        </w:rPr>
      </w:pPr>
    </w:p>
    <w:p w14:paraId="45E1D737" w14:textId="4DEBFAD2" w:rsidR="00F05BBF" w:rsidRDefault="00F05BBF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F05BBF">
        <w:rPr>
          <w:rFonts w:ascii="Times New Roman" w:eastAsia="Arial" w:hAnsi="Times New Roman" w:cs="Times New Roman"/>
        </w:rPr>
        <w:t>Avez-vous d’autres informations dont vous souhaiteriez nous faire part ?</w:t>
      </w:r>
    </w:p>
    <w:p w14:paraId="4ECE48FB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AD2ABD6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F1704BC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111D91E4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6729964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657368B1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42C48C7" w14:textId="77777777" w:rsidR="00F05BBF" w:rsidRPr="00F05BBF" w:rsidRDefault="00F05BBF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40A3AD7" w14:textId="3A93367A" w:rsidR="00F05BBF" w:rsidRDefault="00F05BBF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F05BBF">
        <w:rPr>
          <w:rFonts w:ascii="Times New Roman" w:eastAsia="Arial" w:hAnsi="Times New Roman" w:cs="Times New Roman"/>
        </w:rPr>
        <w:t>Avez-vous d’autres suggestions qu</w:t>
      </w:r>
      <w:r w:rsidR="00084C46">
        <w:rPr>
          <w:rFonts w:ascii="Times New Roman" w:eastAsia="Arial" w:hAnsi="Times New Roman" w:cs="Times New Roman"/>
        </w:rPr>
        <w:t>i</w:t>
      </w:r>
      <w:r w:rsidRPr="00F05BBF">
        <w:rPr>
          <w:rFonts w:ascii="Times New Roman" w:eastAsia="Arial" w:hAnsi="Times New Roman" w:cs="Times New Roman"/>
        </w:rPr>
        <w:t>, selon vous, doivent être détaillées au moment du lancement de la consultation ?</w:t>
      </w:r>
    </w:p>
    <w:p w14:paraId="0666CE5B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  <w:bookmarkStart w:id="4" w:name="_Hlk203652851"/>
    </w:p>
    <w:p w14:paraId="31073AEC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D6C3C9B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C5E1473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0434949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305F3044" w14:textId="77777777" w:rsidR="00A71B6D" w:rsidRPr="00A71B6D" w:rsidRDefault="00A71B6D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3343DFC" w14:textId="77777777" w:rsidR="00F05BBF" w:rsidRPr="00F05BBF" w:rsidRDefault="00F05BBF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bookmarkEnd w:id="4"/>
    <w:p w14:paraId="5FF465EF" w14:textId="48B84A2D" w:rsidR="004222B7" w:rsidRDefault="00F05BBF" w:rsidP="00276FD5">
      <w:pPr>
        <w:pStyle w:val="Paragraphedeliste"/>
        <w:numPr>
          <w:ilvl w:val="0"/>
          <w:numId w:val="10"/>
        </w:numPr>
        <w:jc w:val="both"/>
        <w:rPr>
          <w:rFonts w:ascii="Times New Roman" w:eastAsia="Arial" w:hAnsi="Times New Roman" w:cs="Times New Roman"/>
        </w:rPr>
      </w:pPr>
      <w:r w:rsidRPr="00F05BBF">
        <w:rPr>
          <w:rFonts w:ascii="Times New Roman" w:eastAsia="Arial" w:hAnsi="Times New Roman" w:cs="Times New Roman"/>
        </w:rPr>
        <w:t>Quels seraient les freins vous empêchant de répondre à cette consultation</w:t>
      </w:r>
      <w:r w:rsidR="00862730">
        <w:rPr>
          <w:rFonts w:ascii="Times New Roman" w:eastAsia="Arial" w:hAnsi="Times New Roman" w:cs="Times New Roman"/>
        </w:rPr>
        <w:t> ?</w:t>
      </w:r>
    </w:p>
    <w:p w14:paraId="611E1AB0" w14:textId="77777777" w:rsidR="00862730" w:rsidRPr="00A71B6D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5AF2BCB6" w14:textId="77777777" w:rsidR="00862730" w:rsidRPr="00A71B6D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2D3E65BD" w14:textId="77777777" w:rsidR="00862730" w:rsidRPr="00A71B6D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4DD1D269" w14:textId="77777777" w:rsidR="00862730" w:rsidRPr="00A71B6D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0581DC51" w14:textId="77777777" w:rsidR="00862730" w:rsidRPr="00A71B6D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61EDBE8E" w14:textId="77777777" w:rsidR="00862730" w:rsidRPr="00A71B6D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p w14:paraId="78B43116" w14:textId="77777777" w:rsidR="00862730" w:rsidRPr="00F05BBF" w:rsidRDefault="00862730" w:rsidP="005B3547">
      <w:pPr>
        <w:pStyle w:val="Paragraphedeliste"/>
        <w:jc w:val="both"/>
        <w:rPr>
          <w:rFonts w:ascii="Times New Roman" w:eastAsia="Arial" w:hAnsi="Times New Roman" w:cs="Times New Roman"/>
        </w:rPr>
      </w:pPr>
    </w:p>
    <w:sectPr w:rsidR="00862730" w:rsidRPr="00F05BBF" w:rsidSect="007A1ECF">
      <w:footerReference w:type="default" r:id="rId14"/>
      <w:type w:val="continuous"/>
      <w:pgSz w:w="11900" w:h="16838"/>
      <w:pgMar w:top="1440" w:right="866" w:bottom="0" w:left="860" w:header="0" w:footer="0" w:gutter="0"/>
      <w:cols w:space="0" w:equalWidth="0">
        <w:col w:w="101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59F3D" w14:textId="77777777" w:rsidR="00D7081D" w:rsidRDefault="00D7081D" w:rsidP="004807A6">
      <w:r>
        <w:separator/>
      </w:r>
    </w:p>
  </w:endnote>
  <w:endnote w:type="continuationSeparator" w:id="0">
    <w:p w14:paraId="2C04215E" w14:textId="77777777" w:rsidR="00D7081D" w:rsidRDefault="00D7081D" w:rsidP="004807A6">
      <w:r>
        <w:continuationSeparator/>
      </w:r>
    </w:p>
  </w:endnote>
  <w:endnote w:type="continuationNotice" w:id="1">
    <w:p w14:paraId="2EA0311E" w14:textId="77777777" w:rsidR="00D7081D" w:rsidRDefault="00D70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17C72" w14:textId="5E38A4F0" w:rsidR="004807A6" w:rsidRPr="00C0358D" w:rsidRDefault="004807A6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5100E0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5100E0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</w:p>
  <w:p w14:paraId="64CFF675" w14:textId="6DC2D7E3" w:rsidR="004807A6" w:rsidRPr="0068289B" w:rsidRDefault="004807A6" w:rsidP="004807A6">
    <w:pPr>
      <w:jc w:val="center"/>
      <w:rPr>
        <w:rFonts w:ascii="Arial" w:hAnsi="Arial"/>
        <w:sz w:val="16"/>
        <w:szCs w:val="16"/>
      </w:rPr>
    </w:pPr>
    <w:r w:rsidRPr="0068289B">
      <w:rPr>
        <w:rFonts w:ascii="Arial" w:hAnsi="Arial"/>
        <w:sz w:val="16"/>
        <w:szCs w:val="16"/>
      </w:rPr>
      <w:t>1</w:t>
    </w:r>
    <w:r w:rsidR="00363352" w:rsidRPr="0068289B">
      <w:rPr>
        <w:rFonts w:ascii="Arial" w:hAnsi="Arial"/>
        <w:sz w:val="16"/>
        <w:szCs w:val="16"/>
      </w:rPr>
      <w:t xml:space="preserve">69 rue de Newcastle </w:t>
    </w:r>
    <w:r w:rsidRPr="0068289B">
      <w:rPr>
        <w:rFonts w:ascii="Arial" w:hAnsi="Arial"/>
        <w:sz w:val="16"/>
        <w:szCs w:val="16"/>
      </w:rPr>
      <w:t xml:space="preserve">- CS </w:t>
    </w:r>
    <w:r w:rsidR="00363352" w:rsidRPr="0068289B">
      <w:rPr>
        <w:rFonts w:ascii="Arial" w:hAnsi="Arial"/>
        <w:sz w:val="16"/>
        <w:szCs w:val="16"/>
      </w:rPr>
      <w:t>80062</w:t>
    </w:r>
    <w:r w:rsidRPr="0068289B">
      <w:rPr>
        <w:rFonts w:ascii="Arial" w:hAnsi="Arial"/>
        <w:sz w:val="16"/>
        <w:szCs w:val="16"/>
      </w:rPr>
      <w:t xml:space="preserve"> </w:t>
    </w:r>
    <w:r w:rsidR="00363352" w:rsidRPr="0068289B">
      <w:rPr>
        <w:rFonts w:ascii="Arial" w:hAnsi="Arial"/>
        <w:sz w:val="16"/>
        <w:szCs w:val="16"/>
      </w:rPr>
      <w:t>–</w:t>
    </w:r>
    <w:r w:rsidRPr="0068289B">
      <w:rPr>
        <w:rFonts w:ascii="Arial" w:hAnsi="Arial"/>
        <w:sz w:val="16"/>
        <w:szCs w:val="16"/>
      </w:rPr>
      <w:t xml:space="preserve"> </w:t>
    </w:r>
    <w:r w:rsidR="00363352" w:rsidRPr="0068289B">
      <w:rPr>
        <w:rFonts w:ascii="Arial" w:hAnsi="Arial"/>
        <w:sz w:val="16"/>
        <w:szCs w:val="16"/>
      </w:rPr>
      <w:t xml:space="preserve">54036 Nancy </w:t>
    </w:r>
    <w:r w:rsidR="00CC33CB" w:rsidRPr="0068289B">
      <w:rPr>
        <w:rFonts w:ascii="Arial" w:hAnsi="Arial"/>
        <w:sz w:val="16"/>
        <w:szCs w:val="16"/>
      </w:rPr>
      <w:t>Cedex</w:t>
    </w:r>
  </w:p>
  <w:p w14:paraId="192EC691" w14:textId="30C1FE61" w:rsidR="004807A6" w:rsidRPr="0068289B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6"/>
        <w:szCs w:val="16"/>
      </w:rPr>
    </w:pPr>
    <w:r w:rsidRPr="0068289B">
      <w:rPr>
        <w:rFonts w:ascii="Arial" w:hAnsi="Arial"/>
        <w:sz w:val="16"/>
        <w:szCs w:val="16"/>
      </w:rPr>
      <w:t xml:space="preserve">T. +33 (0)3 </w:t>
    </w:r>
    <w:r w:rsidR="005100E0" w:rsidRPr="0068289B">
      <w:rPr>
        <w:rFonts w:ascii="Arial" w:hAnsi="Arial"/>
        <w:sz w:val="16"/>
        <w:szCs w:val="16"/>
      </w:rPr>
      <w:t>83 95 30 01</w:t>
    </w:r>
    <w:r w:rsidRPr="0068289B">
      <w:rPr>
        <w:rFonts w:ascii="Arial" w:hAnsi="Arial"/>
        <w:sz w:val="16"/>
        <w:szCs w:val="16"/>
      </w:rPr>
      <w:t xml:space="preserve">     F. +33 (0)3 </w:t>
    </w:r>
    <w:r w:rsidR="005100E0" w:rsidRPr="0068289B">
      <w:rPr>
        <w:rFonts w:ascii="Arial" w:hAnsi="Arial"/>
        <w:sz w:val="16"/>
        <w:szCs w:val="16"/>
      </w:rPr>
      <w:t>83 95 30 02</w:t>
    </w:r>
    <w:r w:rsidRPr="0068289B">
      <w:rPr>
        <w:rFonts w:ascii="Arial" w:hAnsi="Arial"/>
        <w:sz w:val="16"/>
        <w:szCs w:val="16"/>
      </w:rPr>
      <w:t xml:space="preserve">     www.vnf.fr</w:t>
    </w:r>
  </w:p>
  <w:p w14:paraId="328456E8" w14:textId="77777777" w:rsidR="004807A6" w:rsidRPr="000B616C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8"/>
        <w:szCs w:val="16"/>
      </w:rPr>
    </w:pPr>
  </w:p>
  <w:p w14:paraId="1A06DEE5" w14:textId="77777777" w:rsidR="004807A6" w:rsidRDefault="004807A6" w:rsidP="004807A6">
    <w:pPr>
      <w:tabs>
        <w:tab w:val="center" w:pos="1701"/>
        <w:tab w:val="center" w:pos="3828"/>
        <w:tab w:val="center" w:pos="5954"/>
      </w:tabs>
      <w:rPr>
        <w:sz w:val="6"/>
        <w:szCs w:val="6"/>
      </w:rPr>
    </w:pPr>
  </w:p>
  <w:p w14:paraId="14A1BE27" w14:textId="77777777" w:rsidR="004807A6" w:rsidRPr="000B616C" w:rsidRDefault="004807A6" w:rsidP="004807A6">
    <w:pP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1"/>
        <w:szCs w:val="11"/>
      </w:rPr>
    </w:pPr>
    <w:r w:rsidRPr="000B616C">
      <w:rPr>
        <w:rFonts w:ascii="Arial" w:hAnsi="Arial"/>
        <w:sz w:val="11"/>
        <w:szCs w:val="11"/>
      </w:rPr>
      <w:t>Établissement public de l’État à caractère administratif,</w:t>
    </w:r>
    <w:r w:rsidRPr="000B616C">
      <w:rPr>
        <w:rFonts w:ascii="Arial" w:hAnsi="Arial"/>
        <w:sz w:val="11"/>
        <w:szCs w:val="11"/>
      </w:rPr>
      <w:br/>
      <w:t xml:space="preserve">article L 4311-1 du code des transports TVA intracommunautaire FR </w:t>
    </w:r>
    <w:r w:rsidRPr="00CB4035">
      <w:rPr>
        <w:rFonts w:ascii="Arial" w:hAnsi="Arial"/>
        <w:sz w:val="11"/>
        <w:szCs w:val="11"/>
      </w:rPr>
      <w:t>89 130 017 791</w:t>
    </w:r>
    <w:r w:rsidRPr="000B616C">
      <w:rPr>
        <w:rFonts w:ascii="Arial" w:hAnsi="Arial"/>
        <w:sz w:val="11"/>
        <w:szCs w:val="11"/>
      </w:rPr>
      <w:br/>
      <w:t>SIRET 130 017 791 000</w:t>
    </w:r>
    <w:r>
      <w:rPr>
        <w:rFonts w:ascii="Arial" w:hAnsi="Arial"/>
        <w:sz w:val="11"/>
        <w:szCs w:val="11"/>
      </w:rPr>
      <w:t>18</w:t>
    </w:r>
    <w:r w:rsidRPr="000B616C">
      <w:rPr>
        <w:rFonts w:ascii="Arial" w:hAnsi="Arial"/>
        <w:sz w:val="11"/>
        <w:szCs w:val="11"/>
      </w:rPr>
      <w:t xml:space="preserve">, Compte bancaire : Agent comptable de VNF, ouvert à la </w:t>
    </w:r>
    <w:proofErr w:type="spellStart"/>
    <w:r>
      <w:rPr>
        <w:rFonts w:ascii="Arial" w:hAnsi="Arial"/>
        <w:sz w:val="11"/>
        <w:szCs w:val="11"/>
      </w:rPr>
      <w:t>DDFIP</w:t>
    </w:r>
    <w:proofErr w:type="spellEnd"/>
    <w:r>
      <w:rPr>
        <w:rFonts w:ascii="Arial" w:hAnsi="Arial"/>
        <w:sz w:val="11"/>
        <w:szCs w:val="11"/>
      </w:rPr>
      <w:t xml:space="preserve"> Pas-de-Calais</w:t>
    </w:r>
    <w:r w:rsidRPr="000B616C">
      <w:rPr>
        <w:rFonts w:ascii="Arial" w:hAnsi="Arial"/>
        <w:sz w:val="11"/>
        <w:szCs w:val="11"/>
      </w:rPr>
      <w:br/>
      <w:t>n° 10071 62000 00001010584 77, IBAN FR76 1007 1620 0000 0010 1058477, BIC n°TRPUFRP1</w:t>
    </w:r>
  </w:p>
  <w:p w14:paraId="1C08922C" w14:textId="77777777" w:rsidR="004807A6" w:rsidRPr="00846862" w:rsidRDefault="004807A6" w:rsidP="004807A6">
    <w:pPr>
      <w:pStyle w:val="Pieddepage"/>
      <w:rPr>
        <w:sz w:val="14"/>
      </w:rPr>
    </w:pPr>
  </w:p>
  <w:p w14:paraId="0FDC57B6" w14:textId="77777777" w:rsidR="00132178" w:rsidRPr="00DC1DB6" w:rsidRDefault="00132178" w:rsidP="004807A6">
    <w:pPr>
      <w:pStyle w:val="Pieddepage"/>
    </w:pPr>
  </w:p>
  <w:p w14:paraId="131D9DAA" w14:textId="77777777" w:rsidR="004807A6" w:rsidRDefault="00480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27CFD" w14:textId="04CE47F3" w:rsidR="007A1ECF" w:rsidRPr="00C0358D" w:rsidRDefault="007A1ECF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363352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363352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</w:p>
  <w:p w14:paraId="7A31CB40" w14:textId="77777777" w:rsidR="007A1ECF" w:rsidRPr="00846862" w:rsidRDefault="007A1ECF" w:rsidP="004807A6">
    <w:pPr>
      <w:pStyle w:val="Pieddepage"/>
      <w:rPr>
        <w:sz w:val="14"/>
      </w:rPr>
    </w:pPr>
  </w:p>
  <w:p w14:paraId="634F522E" w14:textId="77777777" w:rsidR="007A1ECF" w:rsidRPr="00DC1DB6" w:rsidRDefault="007A1ECF" w:rsidP="004807A6">
    <w:pPr>
      <w:pStyle w:val="Pieddepage"/>
    </w:pPr>
  </w:p>
  <w:p w14:paraId="75109955" w14:textId="77777777" w:rsidR="007A1ECF" w:rsidRDefault="007A1E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88D63" w14:textId="77777777" w:rsidR="00D7081D" w:rsidRDefault="00D7081D" w:rsidP="004807A6">
      <w:r>
        <w:separator/>
      </w:r>
    </w:p>
  </w:footnote>
  <w:footnote w:type="continuationSeparator" w:id="0">
    <w:p w14:paraId="011E23F7" w14:textId="77777777" w:rsidR="00D7081D" w:rsidRDefault="00D7081D" w:rsidP="004807A6">
      <w:r>
        <w:continuationSeparator/>
      </w:r>
    </w:p>
  </w:footnote>
  <w:footnote w:type="continuationNotice" w:id="1">
    <w:p w14:paraId="1B47737F" w14:textId="77777777" w:rsidR="00D7081D" w:rsidRDefault="00D708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F61DB"/>
    <w:multiLevelType w:val="hybridMultilevel"/>
    <w:tmpl w:val="FA32FC32"/>
    <w:lvl w:ilvl="0" w:tplc="526668E8">
      <w:start w:val="2"/>
      <w:numFmt w:val="bullet"/>
      <w:lvlText w:val="-"/>
      <w:lvlJc w:val="left"/>
      <w:pPr>
        <w:ind w:left="200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1" w15:restartNumberingAfterBreak="0">
    <w:nsid w:val="1D974F93"/>
    <w:multiLevelType w:val="hybridMultilevel"/>
    <w:tmpl w:val="06F8AA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A24302"/>
    <w:multiLevelType w:val="hybridMultilevel"/>
    <w:tmpl w:val="488C7A2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71B36"/>
    <w:multiLevelType w:val="hybridMultilevel"/>
    <w:tmpl w:val="582889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3A39E9"/>
    <w:multiLevelType w:val="hybridMultilevel"/>
    <w:tmpl w:val="DCA088C4"/>
    <w:lvl w:ilvl="0" w:tplc="0BE4A956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0BFC"/>
    <w:multiLevelType w:val="hybridMultilevel"/>
    <w:tmpl w:val="247C2606"/>
    <w:lvl w:ilvl="0" w:tplc="02689BB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3545F"/>
    <w:multiLevelType w:val="hybridMultilevel"/>
    <w:tmpl w:val="71681632"/>
    <w:lvl w:ilvl="0" w:tplc="B7A8301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66290C63"/>
    <w:multiLevelType w:val="hybridMultilevel"/>
    <w:tmpl w:val="E2068D2A"/>
    <w:lvl w:ilvl="0" w:tplc="F9CA42F4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609" w:hanging="360"/>
      </w:pPr>
    </w:lvl>
    <w:lvl w:ilvl="2" w:tplc="040C001B" w:tentative="1">
      <w:start w:val="1"/>
      <w:numFmt w:val="lowerRoman"/>
      <w:lvlText w:val="%3."/>
      <w:lvlJc w:val="right"/>
      <w:pPr>
        <w:ind w:left="7329" w:hanging="180"/>
      </w:pPr>
    </w:lvl>
    <w:lvl w:ilvl="3" w:tplc="040C000F" w:tentative="1">
      <w:start w:val="1"/>
      <w:numFmt w:val="decimal"/>
      <w:lvlText w:val="%4."/>
      <w:lvlJc w:val="left"/>
      <w:pPr>
        <w:ind w:left="8049" w:hanging="360"/>
      </w:pPr>
    </w:lvl>
    <w:lvl w:ilvl="4" w:tplc="040C0019" w:tentative="1">
      <w:start w:val="1"/>
      <w:numFmt w:val="lowerLetter"/>
      <w:lvlText w:val="%5."/>
      <w:lvlJc w:val="left"/>
      <w:pPr>
        <w:ind w:left="8769" w:hanging="360"/>
      </w:pPr>
    </w:lvl>
    <w:lvl w:ilvl="5" w:tplc="040C001B" w:tentative="1">
      <w:start w:val="1"/>
      <w:numFmt w:val="lowerRoman"/>
      <w:lvlText w:val="%6."/>
      <w:lvlJc w:val="right"/>
      <w:pPr>
        <w:ind w:left="9489" w:hanging="180"/>
      </w:pPr>
    </w:lvl>
    <w:lvl w:ilvl="6" w:tplc="040C000F" w:tentative="1">
      <w:start w:val="1"/>
      <w:numFmt w:val="decimal"/>
      <w:lvlText w:val="%7."/>
      <w:lvlJc w:val="left"/>
      <w:pPr>
        <w:ind w:left="10209" w:hanging="360"/>
      </w:pPr>
    </w:lvl>
    <w:lvl w:ilvl="7" w:tplc="040C0019" w:tentative="1">
      <w:start w:val="1"/>
      <w:numFmt w:val="lowerLetter"/>
      <w:lvlText w:val="%8."/>
      <w:lvlJc w:val="left"/>
      <w:pPr>
        <w:ind w:left="10929" w:hanging="360"/>
      </w:pPr>
    </w:lvl>
    <w:lvl w:ilvl="8" w:tplc="040C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8" w15:restartNumberingAfterBreak="0">
    <w:nsid w:val="6D4D7F82"/>
    <w:multiLevelType w:val="hybridMultilevel"/>
    <w:tmpl w:val="71681632"/>
    <w:lvl w:ilvl="0" w:tplc="FFFFFFFF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00683061">
    <w:abstractNumId w:val="0"/>
  </w:num>
  <w:num w:numId="2" w16cid:durableId="1720935066">
    <w:abstractNumId w:val="7"/>
  </w:num>
  <w:num w:numId="3" w16cid:durableId="334263569">
    <w:abstractNumId w:val="6"/>
  </w:num>
  <w:num w:numId="4" w16cid:durableId="1168904055">
    <w:abstractNumId w:val="4"/>
  </w:num>
  <w:num w:numId="5" w16cid:durableId="1785534149">
    <w:abstractNumId w:val="8"/>
  </w:num>
  <w:num w:numId="6" w16cid:durableId="552618187">
    <w:abstractNumId w:val="5"/>
  </w:num>
  <w:num w:numId="7" w16cid:durableId="689570950">
    <w:abstractNumId w:val="4"/>
  </w:num>
  <w:num w:numId="8" w16cid:durableId="632253199">
    <w:abstractNumId w:val="2"/>
  </w:num>
  <w:num w:numId="9" w16cid:durableId="1609391618">
    <w:abstractNumId w:val="3"/>
  </w:num>
  <w:num w:numId="10" w16cid:durableId="1543054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F9"/>
    <w:rsid w:val="00013AD1"/>
    <w:rsid w:val="00037608"/>
    <w:rsid w:val="00051A63"/>
    <w:rsid w:val="00056051"/>
    <w:rsid w:val="000568C5"/>
    <w:rsid w:val="00057899"/>
    <w:rsid w:val="00063778"/>
    <w:rsid w:val="00065EE8"/>
    <w:rsid w:val="00067CB8"/>
    <w:rsid w:val="00067D02"/>
    <w:rsid w:val="00071612"/>
    <w:rsid w:val="00084C46"/>
    <w:rsid w:val="00084EC0"/>
    <w:rsid w:val="00085F38"/>
    <w:rsid w:val="000A1D61"/>
    <w:rsid w:val="000A578A"/>
    <w:rsid w:val="000B4F2A"/>
    <w:rsid w:val="000B7A2F"/>
    <w:rsid w:val="000C07A6"/>
    <w:rsid w:val="000C526C"/>
    <w:rsid w:val="000C7461"/>
    <w:rsid w:val="000D4C64"/>
    <w:rsid w:val="000D78F6"/>
    <w:rsid w:val="000E7D51"/>
    <w:rsid w:val="000F1145"/>
    <w:rsid w:val="000F2C18"/>
    <w:rsid w:val="00101C5A"/>
    <w:rsid w:val="00104157"/>
    <w:rsid w:val="0010533B"/>
    <w:rsid w:val="00111ED7"/>
    <w:rsid w:val="00124A9F"/>
    <w:rsid w:val="0013173B"/>
    <w:rsid w:val="00132178"/>
    <w:rsid w:val="00133B26"/>
    <w:rsid w:val="00135F17"/>
    <w:rsid w:val="00141945"/>
    <w:rsid w:val="00160A6E"/>
    <w:rsid w:val="00161338"/>
    <w:rsid w:val="00162725"/>
    <w:rsid w:val="00166EBF"/>
    <w:rsid w:val="00174A89"/>
    <w:rsid w:val="00192237"/>
    <w:rsid w:val="0019386A"/>
    <w:rsid w:val="00197E7E"/>
    <w:rsid w:val="001A00EF"/>
    <w:rsid w:val="001A0DD6"/>
    <w:rsid w:val="001A610D"/>
    <w:rsid w:val="001B648D"/>
    <w:rsid w:val="001D3231"/>
    <w:rsid w:val="001D33B7"/>
    <w:rsid w:val="001F7F19"/>
    <w:rsid w:val="002039FF"/>
    <w:rsid w:val="00227642"/>
    <w:rsid w:val="00242646"/>
    <w:rsid w:val="00276EFB"/>
    <w:rsid w:val="00276FD5"/>
    <w:rsid w:val="002820EB"/>
    <w:rsid w:val="00297711"/>
    <w:rsid w:val="002A009E"/>
    <w:rsid w:val="002A1069"/>
    <w:rsid w:val="002A6F99"/>
    <w:rsid w:val="002C1A16"/>
    <w:rsid w:val="002C4F58"/>
    <w:rsid w:val="002D2411"/>
    <w:rsid w:val="002D5731"/>
    <w:rsid w:val="002F0496"/>
    <w:rsid w:val="0031099C"/>
    <w:rsid w:val="003154DD"/>
    <w:rsid w:val="00323612"/>
    <w:rsid w:val="0033444C"/>
    <w:rsid w:val="00335095"/>
    <w:rsid w:val="00337719"/>
    <w:rsid w:val="0034578D"/>
    <w:rsid w:val="0036089A"/>
    <w:rsid w:val="00363352"/>
    <w:rsid w:val="00364BBD"/>
    <w:rsid w:val="003660B0"/>
    <w:rsid w:val="003660C9"/>
    <w:rsid w:val="0037349C"/>
    <w:rsid w:val="003908EC"/>
    <w:rsid w:val="00392A61"/>
    <w:rsid w:val="003953E2"/>
    <w:rsid w:val="0039770B"/>
    <w:rsid w:val="003A0546"/>
    <w:rsid w:val="003B4E2F"/>
    <w:rsid w:val="003C31B5"/>
    <w:rsid w:val="003C5003"/>
    <w:rsid w:val="003D07FF"/>
    <w:rsid w:val="003D2A66"/>
    <w:rsid w:val="003E5B1C"/>
    <w:rsid w:val="003F47C2"/>
    <w:rsid w:val="003F5D84"/>
    <w:rsid w:val="00415E78"/>
    <w:rsid w:val="004168C1"/>
    <w:rsid w:val="004222B7"/>
    <w:rsid w:val="004267DC"/>
    <w:rsid w:val="0042796F"/>
    <w:rsid w:val="00445E8E"/>
    <w:rsid w:val="004667E2"/>
    <w:rsid w:val="00467C32"/>
    <w:rsid w:val="004708A3"/>
    <w:rsid w:val="004722CE"/>
    <w:rsid w:val="0047517D"/>
    <w:rsid w:val="004807A6"/>
    <w:rsid w:val="00484E0F"/>
    <w:rsid w:val="00486B96"/>
    <w:rsid w:val="0049041C"/>
    <w:rsid w:val="0049105F"/>
    <w:rsid w:val="0049192F"/>
    <w:rsid w:val="004A3106"/>
    <w:rsid w:val="004A55A9"/>
    <w:rsid w:val="004B4D1A"/>
    <w:rsid w:val="004C29B0"/>
    <w:rsid w:val="004C56DF"/>
    <w:rsid w:val="004D3336"/>
    <w:rsid w:val="004D3616"/>
    <w:rsid w:val="004E6EAD"/>
    <w:rsid w:val="004F6CDF"/>
    <w:rsid w:val="005100E0"/>
    <w:rsid w:val="005103A1"/>
    <w:rsid w:val="00521B92"/>
    <w:rsid w:val="00523E4C"/>
    <w:rsid w:val="00525B21"/>
    <w:rsid w:val="00525BD5"/>
    <w:rsid w:val="00535304"/>
    <w:rsid w:val="00540F28"/>
    <w:rsid w:val="00542840"/>
    <w:rsid w:val="00543C34"/>
    <w:rsid w:val="00562B0A"/>
    <w:rsid w:val="00573F12"/>
    <w:rsid w:val="00577FA5"/>
    <w:rsid w:val="00583DF2"/>
    <w:rsid w:val="005A3554"/>
    <w:rsid w:val="005A4C83"/>
    <w:rsid w:val="005B3547"/>
    <w:rsid w:val="005B6D05"/>
    <w:rsid w:val="005C1DAA"/>
    <w:rsid w:val="005D73DB"/>
    <w:rsid w:val="005D765B"/>
    <w:rsid w:val="005D79E6"/>
    <w:rsid w:val="005E4740"/>
    <w:rsid w:val="005F224C"/>
    <w:rsid w:val="005F57B1"/>
    <w:rsid w:val="00600284"/>
    <w:rsid w:val="00610F1C"/>
    <w:rsid w:val="00616550"/>
    <w:rsid w:val="006170B2"/>
    <w:rsid w:val="006316C7"/>
    <w:rsid w:val="006361CA"/>
    <w:rsid w:val="0065180B"/>
    <w:rsid w:val="00651E26"/>
    <w:rsid w:val="006532C5"/>
    <w:rsid w:val="00653654"/>
    <w:rsid w:val="0065375C"/>
    <w:rsid w:val="00656F01"/>
    <w:rsid w:val="006663A4"/>
    <w:rsid w:val="00667719"/>
    <w:rsid w:val="006705BD"/>
    <w:rsid w:val="00676880"/>
    <w:rsid w:val="00677DD3"/>
    <w:rsid w:val="0068289B"/>
    <w:rsid w:val="0068609E"/>
    <w:rsid w:val="00690F21"/>
    <w:rsid w:val="00691935"/>
    <w:rsid w:val="00695B6F"/>
    <w:rsid w:val="00697180"/>
    <w:rsid w:val="00697F36"/>
    <w:rsid w:val="006A1ACE"/>
    <w:rsid w:val="006A3E05"/>
    <w:rsid w:val="006A4C43"/>
    <w:rsid w:val="006A7D65"/>
    <w:rsid w:val="006B6D57"/>
    <w:rsid w:val="006B77F2"/>
    <w:rsid w:val="006C0310"/>
    <w:rsid w:val="006C420A"/>
    <w:rsid w:val="006D0186"/>
    <w:rsid w:val="006D2599"/>
    <w:rsid w:val="006D3457"/>
    <w:rsid w:val="006E2D02"/>
    <w:rsid w:val="006E365D"/>
    <w:rsid w:val="006E6D81"/>
    <w:rsid w:val="006E7873"/>
    <w:rsid w:val="006F0D6A"/>
    <w:rsid w:val="00700BBC"/>
    <w:rsid w:val="0070471B"/>
    <w:rsid w:val="00704B5F"/>
    <w:rsid w:val="00720232"/>
    <w:rsid w:val="00725C92"/>
    <w:rsid w:val="0073256D"/>
    <w:rsid w:val="0073566F"/>
    <w:rsid w:val="00735EA2"/>
    <w:rsid w:val="0073688E"/>
    <w:rsid w:val="007417B9"/>
    <w:rsid w:val="007718EB"/>
    <w:rsid w:val="007901A6"/>
    <w:rsid w:val="00790543"/>
    <w:rsid w:val="007A1ECF"/>
    <w:rsid w:val="007A5673"/>
    <w:rsid w:val="007B2A48"/>
    <w:rsid w:val="007C01B9"/>
    <w:rsid w:val="007C649D"/>
    <w:rsid w:val="007D5DEA"/>
    <w:rsid w:val="007D6108"/>
    <w:rsid w:val="007E1248"/>
    <w:rsid w:val="007E32A1"/>
    <w:rsid w:val="007F23E2"/>
    <w:rsid w:val="008017FD"/>
    <w:rsid w:val="00810331"/>
    <w:rsid w:val="008266A3"/>
    <w:rsid w:val="00833B4F"/>
    <w:rsid w:val="0083767B"/>
    <w:rsid w:val="008443C1"/>
    <w:rsid w:val="00844C72"/>
    <w:rsid w:val="008464B7"/>
    <w:rsid w:val="00846862"/>
    <w:rsid w:val="00851026"/>
    <w:rsid w:val="00851B3B"/>
    <w:rsid w:val="00860CBB"/>
    <w:rsid w:val="00862730"/>
    <w:rsid w:val="008650AA"/>
    <w:rsid w:val="00865635"/>
    <w:rsid w:val="00873A4F"/>
    <w:rsid w:val="00874C25"/>
    <w:rsid w:val="0087BE77"/>
    <w:rsid w:val="008860EE"/>
    <w:rsid w:val="00891BBC"/>
    <w:rsid w:val="00891E47"/>
    <w:rsid w:val="00895407"/>
    <w:rsid w:val="00897956"/>
    <w:rsid w:val="008A447B"/>
    <w:rsid w:val="008B7063"/>
    <w:rsid w:val="008C1A09"/>
    <w:rsid w:val="008C63CB"/>
    <w:rsid w:val="008D4E46"/>
    <w:rsid w:val="008E5C1A"/>
    <w:rsid w:val="008F3F25"/>
    <w:rsid w:val="008F721F"/>
    <w:rsid w:val="00903896"/>
    <w:rsid w:val="0090496C"/>
    <w:rsid w:val="00911541"/>
    <w:rsid w:val="00924384"/>
    <w:rsid w:val="00930481"/>
    <w:rsid w:val="009403A6"/>
    <w:rsid w:val="009420AB"/>
    <w:rsid w:val="00952152"/>
    <w:rsid w:val="00953F24"/>
    <w:rsid w:val="0095420F"/>
    <w:rsid w:val="00980221"/>
    <w:rsid w:val="00980EC2"/>
    <w:rsid w:val="009831CB"/>
    <w:rsid w:val="0098452D"/>
    <w:rsid w:val="0098460E"/>
    <w:rsid w:val="00986449"/>
    <w:rsid w:val="009901FB"/>
    <w:rsid w:val="00991F83"/>
    <w:rsid w:val="009922B9"/>
    <w:rsid w:val="009955C8"/>
    <w:rsid w:val="0099626A"/>
    <w:rsid w:val="009A0179"/>
    <w:rsid w:val="009A42D4"/>
    <w:rsid w:val="009A47FF"/>
    <w:rsid w:val="009A73BF"/>
    <w:rsid w:val="009C51B3"/>
    <w:rsid w:val="009C6AB2"/>
    <w:rsid w:val="009C7E0D"/>
    <w:rsid w:val="009D2A8A"/>
    <w:rsid w:val="009D4518"/>
    <w:rsid w:val="009D5DB1"/>
    <w:rsid w:val="009E5E78"/>
    <w:rsid w:val="009F4840"/>
    <w:rsid w:val="00A0169D"/>
    <w:rsid w:val="00A24C60"/>
    <w:rsid w:val="00A27B9D"/>
    <w:rsid w:val="00A30E1F"/>
    <w:rsid w:val="00A33544"/>
    <w:rsid w:val="00A35DA8"/>
    <w:rsid w:val="00A46814"/>
    <w:rsid w:val="00A47FAC"/>
    <w:rsid w:val="00A508F7"/>
    <w:rsid w:val="00A54E6C"/>
    <w:rsid w:val="00A627EC"/>
    <w:rsid w:val="00A65440"/>
    <w:rsid w:val="00A654D9"/>
    <w:rsid w:val="00A657E5"/>
    <w:rsid w:val="00A71B6D"/>
    <w:rsid w:val="00A818E4"/>
    <w:rsid w:val="00A83DAA"/>
    <w:rsid w:val="00A871C7"/>
    <w:rsid w:val="00A93EF3"/>
    <w:rsid w:val="00A953A8"/>
    <w:rsid w:val="00A96D1B"/>
    <w:rsid w:val="00AA1599"/>
    <w:rsid w:val="00AA1AFE"/>
    <w:rsid w:val="00AA5286"/>
    <w:rsid w:val="00AB0B2B"/>
    <w:rsid w:val="00AB14D8"/>
    <w:rsid w:val="00AB499B"/>
    <w:rsid w:val="00AB75D0"/>
    <w:rsid w:val="00AD0DBA"/>
    <w:rsid w:val="00AD3E9E"/>
    <w:rsid w:val="00AE4DB9"/>
    <w:rsid w:val="00AF236C"/>
    <w:rsid w:val="00B14ACF"/>
    <w:rsid w:val="00B213EC"/>
    <w:rsid w:val="00B21881"/>
    <w:rsid w:val="00B22CDF"/>
    <w:rsid w:val="00B23B68"/>
    <w:rsid w:val="00B34D1E"/>
    <w:rsid w:val="00B34EAC"/>
    <w:rsid w:val="00B364CC"/>
    <w:rsid w:val="00B4162C"/>
    <w:rsid w:val="00B52B2A"/>
    <w:rsid w:val="00B544A6"/>
    <w:rsid w:val="00B66459"/>
    <w:rsid w:val="00B70846"/>
    <w:rsid w:val="00B7647E"/>
    <w:rsid w:val="00B77B4D"/>
    <w:rsid w:val="00B87A08"/>
    <w:rsid w:val="00B92E7C"/>
    <w:rsid w:val="00BA64BD"/>
    <w:rsid w:val="00BA66C9"/>
    <w:rsid w:val="00BB0FC7"/>
    <w:rsid w:val="00BC2039"/>
    <w:rsid w:val="00BC2965"/>
    <w:rsid w:val="00BE7F3C"/>
    <w:rsid w:val="00BF21CA"/>
    <w:rsid w:val="00BF54F8"/>
    <w:rsid w:val="00C0358D"/>
    <w:rsid w:val="00C118A6"/>
    <w:rsid w:val="00C13CD4"/>
    <w:rsid w:val="00C270DB"/>
    <w:rsid w:val="00C3347C"/>
    <w:rsid w:val="00C3414B"/>
    <w:rsid w:val="00C431DB"/>
    <w:rsid w:val="00C45A16"/>
    <w:rsid w:val="00C524E1"/>
    <w:rsid w:val="00C54788"/>
    <w:rsid w:val="00C649D6"/>
    <w:rsid w:val="00C71ADA"/>
    <w:rsid w:val="00C9094F"/>
    <w:rsid w:val="00C933F9"/>
    <w:rsid w:val="00C978CD"/>
    <w:rsid w:val="00CA24E1"/>
    <w:rsid w:val="00CA6588"/>
    <w:rsid w:val="00CC33CB"/>
    <w:rsid w:val="00CC3E32"/>
    <w:rsid w:val="00CC42F8"/>
    <w:rsid w:val="00CD183F"/>
    <w:rsid w:val="00CD5EAE"/>
    <w:rsid w:val="00CD78F7"/>
    <w:rsid w:val="00CE6EC5"/>
    <w:rsid w:val="00CF2E69"/>
    <w:rsid w:val="00D026F4"/>
    <w:rsid w:val="00D05D12"/>
    <w:rsid w:val="00D07356"/>
    <w:rsid w:val="00D11877"/>
    <w:rsid w:val="00D17236"/>
    <w:rsid w:val="00D3360A"/>
    <w:rsid w:val="00D33B8F"/>
    <w:rsid w:val="00D35548"/>
    <w:rsid w:val="00D4002F"/>
    <w:rsid w:val="00D41B23"/>
    <w:rsid w:val="00D42143"/>
    <w:rsid w:val="00D62608"/>
    <w:rsid w:val="00D639F0"/>
    <w:rsid w:val="00D670EE"/>
    <w:rsid w:val="00D7081D"/>
    <w:rsid w:val="00D74762"/>
    <w:rsid w:val="00D82B6E"/>
    <w:rsid w:val="00D84D67"/>
    <w:rsid w:val="00D84FF6"/>
    <w:rsid w:val="00D86574"/>
    <w:rsid w:val="00D8666C"/>
    <w:rsid w:val="00D86F17"/>
    <w:rsid w:val="00D9439E"/>
    <w:rsid w:val="00DA07DA"/>
    <w:rsid w:val="00DB6482"/>
    <w:rsid w:val="00DB7B67"/>
    <w:rsid w:val="00DC345F"/>
    <w:rsid w:val="00DC5D40"/>
    <w:rsid w:val="00DE1F43"/>
    <w:rsid w:val="00DF2A11"/>
    <w:rsid w:val="00DF2B76"/>
    <w:rsid w:val="00DF7454"/>
    <w:rsid w:val="00E004D8"/>
    <w:rsid w:val="00E120BA"/>
    <w:rsid w:val="00E22D98"/>
    <w:rsid w:val="00E237ED"/>
    <w:rsid w:val="00E37439"/>
    <w:rsid w:val="00E46D67"/>
    <w:rsid w:val="00E479BC"/>
    <w:rsid w:val="00E53A27"/>
    <w:rsid w:val="00E5452B"/>
    <w:rsid w:val="00E606F7"/>
    <w:rsid w:val="00E6232C"/>
    <w:rsid w:val="00E624EC"/>
    <w:rsid w:val="00E64DFA"/>
    <w:rsid w:val="00E70F1B"/>
    <w:rsid w:val="00E81C62"/>
    <w:rsid w:val="00E87821"/>
    <w:rsid w:val="00E900A5"/>
    <w:rsid w:val="00E916AF"/>
    <w:rsid w:val="00E92B1D"/>
    <w:rsid w:val="00E94DF6"/>
    <w:rsid w:val="00E95C1F"/>
    <w:rsid w:val="00EA17D1"/>
    <w:rsid w:val="00EB442F"/>
    <w:rsid w:val="00EB6231"/>
    <w:rsid w:val="00EB68AD"/>
    <w:rsid w:val="00EB7100"/>
    <w:rsid w:val="00EC6E1E"/>
    <w:rsid w:val="00EC7CCB"/>
    <w:rsid w:val="00ED3168"/>
    <w:rsid w:val="00ED38F1"/>
    <w:rsid w:val="00EE2BD1"/>
    <w:rsid w:val="00EE63D8"/>
    <w:rsid w:val="00EE7E29"/>
    <w:rsid w:val="00EF40D1"/>
    <w:rsid w:val="00F02796"/>
    <w:rsid w:val="00F0438E"/>
    <w:rsid w:val="00F04F1D"/>
    <w:rsid w:val="00F052EA"/>
    <w:rsid w:val="00F05BBF"/>
    <w:rsid w:val="00F10DE8"/>
    <w:rsid w:val="00F1467E"/>
    <w:rsid w:val="00F170FE"/>
    <w:rsid w:val="00F17BBF"/>
    <w:rsid w:val="00F33E03"/>
    <w:rsid w:val="00F41E95"/>
    <w:rsid w:val="00F54841"/>
    <w:rsid w:val="00F54916"/>
    <w:rsid w:val="00F5500F"/>
    <w:rsid w:val="00F630DC"/>
    <w:rsid w:val="00F72637"/>
    <w:rsid w:val="00F75945"/>
    <w:rsid w:val="00F77B5C"/>
    <w:rsid w:val="00F8640E"/>
    <w:rsid w:val="00F91EBA"/>
    <w:rsid w:val="00F928D7"/>
    <w:rsid w:val="00F92E92"/>
    <w:rsid w:val="00F94383"/>
    <w:rsid w:val="00F94F05"/>
    <w:rsid w:val="00F961AC"/>
    <w:rsid w:val="00F964E3"/>
    <w:rsid w:val="00F9710A"/>
    <w:rsid w:val="00F97156"/>
    <w:rsid w:val="00FA1C2F"/>
    <w:rsid w:val="00FA21C3"/>
    <w:rsid w:val="00FB0552"/>
    <w:rsid w:val="00FB0AC9"/>
    <w:rsid w:val="00FB3F2F"/>
    <w:rsid w:val="00FB7A3D"/>
    <w:rsid w:val="00FC384F"/>
    <w:rsid w:val="00FD7FED"/>
    <w:rsid w:val="00FE02D5"/>
    <w:rsid w:val="00FF755E"/>
    <w:rsid w:val="01F2DF3C"/>
    <w:rsid w:val="0AF1E370"/>
    <w:rsid w:val="0DFCED4D"/>
    <w:rsid w:val="25CC9F90"/>
    <w:rsid w:val="27A7A823"/>
    <w:rsid w:val="569C6874"/>
    <w:rsid w:val="5896AF49"/>
    <w:rsid w:val="5D986799"/>
    <w:rsid w:val="6993ED46"/>
    <w:rsid w:val="6BC5D2EC"/>
    <w:rsid w:val="75D2A9CE"/>
    <w:rsid w:val="7EB6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2DCB40"/>
  <w15:chartTrackingRefBased/>
  <w15:docId w15:val="{66584610-6960-4C2D-B1C4-58BA9A82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7A6"/>
  </w:style>
  <w:style w:type="paragraph" w:styleId="Pieddepage">
    <w:name w:val="footer"/>
    <w:basedOn w:val="Normal"/>
    <w:link w:val="Pieddepag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7A6"/>
  </w:style>
  <w:style w:type="paragraph" w:styleId="Textedebulles">
    <w:name w:val="Balloon Text"/>
    <w:basedOn w:val="Normal"/>
    <w:link w:val="TextedebullesCar"/>
    <w:uiPriority w:val="99"/>
    <w:semiHidden/>
    <w:unhideWhenUsed/>
    <w:rsid w:val="00860C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CB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8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135F1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10F1C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90F2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57899"/>
  </w:style>
  <w:style w:type="character" w:styleId="Marquedecommentaire">
    <w:name w:val="annotation reference"/>
    <w:basedOn w:val="Policepardfaut"/>
    <w:uiPriority w:val="99"/>
    <w:semiHidden/>
    <w:unhideWhenUsed/>
    <w:rsid w:val="000578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57899"/>
  </w:style>
  <w:style w:type="character" w:customStyle="1" w:styleId="CommentaireCar">
    <w:name w:val="Commentaire Car"/>
    <w:basedOn w:val="Policepardfaut"/>
    <w:link w:val="Commentaire"/>
    <w:uiPriority w:val="99"/>
    <w:rsid w:val="0005789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78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78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halie.hauw\OneDrive%20-%20Voies%20navigables%20de%20France\Bureau\Maquette%20Courrier\MAQUETTE%20Direction%20divi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670714D434A9B73C113C029E088" ma:contentTypeVersion="" ma:contentTypeDescription="Crée un document." ma:contentTypeScope="" ma:versionID="3667156c33e3719cc8842fad7b3c8be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7E58-CCA0-4BBB-BEFA-66DE46DE813C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3D3050-757F-42A6-887C-D39E568DD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236BF7-0337-4781-99C4-ED13501A53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AC232-7FD8-460A-980C-004758AD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MAQUETTE Direction division.dotx</Template>
  <TotalTime>64</TotalTime>
  <Pages>4</Pages>
  <Words>581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HAUW Nathalie, VNF/CPDG</dc:creator>
  <cp:keywords/>
  <cp:lastModifiedBy>BOULENZOU Olivier</cp:lastModifiedBy>
  <cp:revision>157</cp:revision>
  <cp:lastPrinted>2022-05-02T20:58:00Z</cp:lastPrinted>
  <dcterms:created xsi:type="dcterms:W3CDTF">2025-05-07T18:08:00Z</dcterms:created>
  <dcterms:modified xsi:type="dcterms:W3CDTF">2025-07-22T06:51:00Z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0x01010022197670714D434A9B73C113C029E088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