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F1" w:rsidRPr="005B30F1" w:rsidRDefault="005B30F1" w:rsidP="005B3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ATTESTATION</w:t>
      </w:r>
      <w:r w:rsidRPr="005B30F1">
        <w:rPr>
          <w:b/>
          <w:sz w:val="28"/>
          <w:lang w:val="fr-FR"/>
        </w:rPr>
        <w:t xml:space="preserve"> DE VISITE OBLIGATOIRE</w:t>
      </w:r>
    </w:p>
    <w:p w:rsidR="005B30F1" w:rsidRPr="005B30F1" w:rsidRDefault="005B30F1" w:rsidP="005B30F1">
      <w:pPr>
        <w:rPr>
          <w:lang w:val="fr-FR"/>
        </w:rPr>
      </w:pPr>
    </w:p>
    <w:p w:rsid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Je soussigné(e) :</w:t>
      </w: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........................................................................... (nom, prénom, fonction) ..................................</w:t>
      </w:r>
    </w:p>
    <w:p w:rsidR="005B30F1" w:rsidRPr="005B30F1" w:rsidRDefault="005B30F1" w:rsidP="005B30F1">
      <w:pPr>
        <w:rPr>
          <w:lang w:val="fr-FR"/>
        </w:rPr>
      </w:pPr>
      <w:proofErr w:type="gramStart"/>
      <w:r w:rsidRPr="005B30F1">
        <w:rPr>
          <w:lang w:val="fr-FR"/>
        </w:rPr>
        <w:t>déclare</w:t>
      </w:r>
      <w:proofErr w:type="gramEnd"/>
      <w:r w:rsidRPr="005B30F1">
        <w:rPr>
          <w:lang w:val="fr-FR"/>
        </w:rPr>
        <w:t xml:space="preserve"> que :</w:t>
      </w: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........................................................................ (nom</w:t>
      </w:r>
      <w:r>
        <w:rPr>
          <w:lang w:val="fr-FR"/>
        </w:rPr>
        <w:t>(s)</w:t>
      </w:r>
      <w:r w:rsidRPr="005B30F1">
        <w:rPr>
          <w:lang w:val="fr-FR"/>
        </w:rPr>
        <w:t>, prénom</w:t>
      </w:r>
      <w:r>
        <w:rPr>
          <w:lang w:val="fr-FR"/>
        </w:rPr>
        <w:t>(s)</w:t>
      </w:r>
      <w:r w:rsidRPr="005B30F1">
        <w:rPr>
          <w:lang w:val="fr-FR"/>
        </w:rPr>
        <w:t>)</w:t>
      </w:r>
    </w:p>
    <w:p w:rsidR="005B30F1" w:rsidRPr="005B30F1" w:rsidRDefault="005B30F1" w:rsidP="00A411B0">
      <w:pPr>
        <w:jc w:val="both"/>
        <w:rPr>
          <w:lang w:val="fr-FR"/>
        </w:rPr>
      </w:pPr>
      <w:r w:rsidRPr="005B30F1">
        <w:rPr>
          <w:lang w:val="fr-FR"/>
        </w:rPr>
        <w:t>..............................................</w:t>
      </w:r>
      <w:r>
        <w:rPr>
          <w:lang w:val="fr-FR"/>
        </w:rPr>
        <w:t>.......................... (nom(s) société</w:t>
      </w:r>
      <w:r w:rsidR="00A411B0">
        <w:rPr>
          <w:lang w:val="fr-FR"/>
        </w:rPr>
        <w:t xml:space="preserve"> OU</w:t>
      </w:r>
      <w:r>
        <w:rPr>
          <w:lang w:val="fr-FR"/>
        </w:rPr>
        <w:t xml:space="preserve"> mandataire et éventuel(s) cotraitant(s)</w:t>
      </w:r>
      <w:r w:rsidRPr="005B30F1">
        <w:rPr>
          <w:lang w:val="fr-FR"/>
        </w:rPr>
        <w:t>)</w:t>
      </w:r>
    </w:p>
    <w:p w:rsidR="005B30F1" w:rsidRPr="005B30F1" w:rsidRDefault="005B30F1" w:rsidP="005B30F1">
      <w:pPr>
        <w:rPr>
          <w:lang w:val="fr-FR"/>
        </w:rPr>
      </w:pPr>
      <w:proofErr w:type="gramStart"/>
      <w:r w:rsidRPr="005B30F1">
        <w:rPr>
          <w:lang w:val="fr-FR"/>
        </w:rPr>
        <w:t>étai</w:t>
      </w:r>
      <w:r>
        <w:rPr>
          <w:lang w:val="fr-FR"/>
        </w:rPr>
        <w:t>en</w:t>
      </w:r>
      <w:r w:rsidRPr="005B30F1">
        <w:rPr>
          <w:lang w:val="fr-FR"/>
        </w:rPr>
        <w:t>t</w:t>
      </w:r>
      <w:proofErr w:type="gramEnd"/>
      <w:r w:rsidRPr="005B30F1">
        <w:rPr>
          <w:lang w:val="fr-FR"/>
        </w:rPr>
        <w:t xml:space="preserve"> présent lors de la visite obligatoire concernant la consultation relative à</w:t>
      </w:r>
      <w:r w:rsidR="00A411B0">
        <w:rPr>
          <w:lang w:val="fr-FR"/>
        </w:rPr>
        <w:t xml:space="preserve"> la visite relative à la consultation :</w:t>
      </w:r>
    </w:p>
    <w:p w:rsidR="005B30F1" w:rsidRPr="00A411B0" w:rsidRDefault="005B30F1" w:rsidP="005B30F1">
      <w:pPr>
        <w:rPr>
          <w:b/>
          <w:lang w:val="fr-FR"/>
        </w:rPr>
      </w:pPr>
      <w:r w:rsidRPr="005B30F1">
        <w:rPr>
          <w:lang w:val="fr-FR"/>
        </w:rPr>
        <w:t xml:space="preserve">« </w:t>
      </w:r>
      <w:r w:rsidR="00A411B0" w:rsidRPr="00A411B0">
        <w:rPr>
          <w:b/>
          <w:lang w:val="fr-FR"/>
        </w:rPr>
        <w:t>Pour la fourniture et l’installation de structures aménagées pour le stockage et l’exposition de pièces archéologiques (céramique)-Musée national de Carthage</w:t>
      </w:r>
      <w:proofErr w:type="gramStart"/>
      <w:r w:rsidR="00A411B0" w:rsidRPr="00A411B0">
        <w:rPr>
          <w:b/>
          <w:lang w:val="fr-FR"/>
        </w:rPr>
        <w:t>-</w:t>
      </w:r>
      <w:r w:rsidRPr="005B30F1">
        <w:rPr>
          <w:lang w:val="fr-FR"/>
        </w:rPr>
        <w:t>»</w:t>
      </w:r>
      <w:proofErr w:type="gramEnd"/>
      <w:r w:rsidRPr="005B30F1">
        <w:rPr>
          <w:lang w:val="fr-FR"/>
        </w:rPr>
        <w:t>.</w:t>
      </w: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bookmarkStart w:id="0" w:name="_GoBack"/>
      <w:bookmarkEnd w:id="0"/>
    </w:p>
    <w:p w:rsidR="005B30F1" w:rsidRPr="005B30F1" w:rsidRDefault="005B30F1" w:rsidP="005B30F1">
      <w:pPr>
        <w:rPr>
          <w:lang w:val="fr-FR"/>
        </w:rPr>
      </w:pPr>
      <w:r w:rsidRPr="001D4D7E">
        <w:rPr>
          <w:lang w:val="fr-FR"/>
        </w:rPr>
        <w:t>Fait à Carthage, le     /    / 2025</w:t>
      </w: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 xml:space="preserve">Signature de </w:t>
      </w:r>
      <w:r>
        <w:rPr>
          <w:lang w:val="fr-FR"/>
        </w:rPr>
        <w:t>la société mandataire</w:t>
      </w:r>
      <w:r w:rsidRPr="005B30F1">
        <w:rPr>
          <w:lang w:val="fr-FR"/>
        </w:rPr>
        <w:t xml:space="preserve"> :</w:t>
      </w: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Signature du représentant d'Expertise France :</w:t>
      </w:r>
    </w:p>
    <w:p w:rsidR="005B30F1" w:rsidRPr="005B30F1" w:rsidRDefault="005B30F1" w:rsidP="005B30F1">
      <w:pPr>
        <w:rPr>
          <w:lang w:val="fr-FR"/>
        </w:rPr>
      </w:pPr>
    </w:p>
    <w:p w:rsidR="00165D3E" w:rsidRPr="005B30F1" w:rsidRDefault="00165D3E" w:rsidP="005B30F1">
      <w:pPr>
        <w:rPr>
          <w:lang w:val="fr-FR"/>
        </w:rPr>
      </w:pPr>
    </w:p>
    <w:sectPr w:rsidR="00165D3E" w:rsidRPr="005B30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D8" w:rsidRDefault="001C04D8" w:rsidP="005B30F1">
      <w:pPr>
        <w:spacing w:after="0" w:line="240" w:lineRule="auto"/>
      </w:pPr>
      <w:r>
        <w:separator/>
      </w:r>
    </w:p>
  </w:endnote>
  <w:endnote w:type="continuationSeparator" w:id="0">
    <w:p w:rsidR="001C04D8" w:rsidRDefault="001C04D8" w:rsidP="005B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D8" w:rsidRDefault="001C04D8" w:rsidP="005B30F1">
      <w:pPr>
        <w:spacing w:after="0" w:line="240" w:lineRule="auto"/>
      </w:pPr>
      <w:r>
        <w:separator/>
      </w:r>
    </w:p>
  </w:footnote>
  <w:footnote w:type="continuationSeparator" w:id="0">
    <w:p w:rsidR="001C04D8" w:rsidRDefault="001C04D8" w:rsidP="005B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0F1" w:rsidRDefault="005B30F1">
    <w:pPr>
      <w:pStyle w:val="En-tte"/>
    </w:pPr>
    <w:r>
      <w:rPr>
        <w:noProof/>
        <w:lang w:val="fr-FR" w:eastAsia="fr-FR"/>
      </w:rPr>
      <w:drawing>
        <wp:inline distT="0" distB="0" distL="0" distR="0" wp14:anchorId="6FDA5BBA">
          <wp:extent cx="1518285" cy="780415"/>
          <wp:effectExtent l="0" t="0" r="5715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B30F1" w:rsidRDefault="005B30F1">
    <w:pPr>
      <w:pStyle w:val="En-tte"/>
    </w:pPr>
  </w:p>
  <w:p w:rsidR="005B30F1" w:rsidRDefault="005B30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F1"/>
    <w:rsid w:val="00165D3E"/>
    <w:rsid w:val="001C04D8"/>
    <w:rsid w:val="001D4D7E"/>
    <w:rsid w:val="005820C5"/>
    <w:rsid w:val="005B0711"/>
    <w:rsid w:val="005B30F1"/>
    <w:rsid w:val="00A411B0"/>
    <w:rsid w:val="00AD2991"/>
    <w:rsid w:val="00B5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F33203-5B74-4A42-A255-D0598094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B3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30F1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5B3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30F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Loubna HAFIDI</dc:creator>
  <cp:keywords/>
  <dc:description/>
  <cp:lastModifiedBy>Tarak BAOUEB</cp:lastModifiedBy>
  <cp:revision>3</cp:revision>
  <dcterms:created xsi:type="dcterms:W3CDTF">2025-01-31T09:27:00Z</dcterms:created>
  <dcterms:modified xsi:type="dcterms:W3CDTF">2025-02-25T08:35:00Z</dcterms:modified>
</cp:coreProperties>
</file>