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136" w:rsidRDefault="0029486C" w:rsidP="007A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</w:rPr>
        <w:t>Annexe Z</w:t>
      </w:r>
    </w:p>
    <w:p w:rsidR="0029486C" w:rsidRPr="0029486C" w:rsidRDefault="0029486C" w:rsidP="007A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F34207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Engagement du candidat au regard des informations et supports portant la mention « Diffusion</w:t>
      </w:r>
      <w:r w:rsidR="0029767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C4136">
        <w:rPr>
          <w:rFonts w:ascii="Times New Roman" w:hAnsi="Times New Roman" w:cs="Times New Roman"/>
          <w:b/>
          <w:bCs/>
          <w:color w:val="000000"/>
        </w:rPr>
        <w:t>Restreinte » transmis par l’acheteur public dans le cadre de la procédure de passation du marché</w:t>
      </w:r>
      <w:r w:rsidR="00F34207">
        <w:rPr>
          <w:rFonts w:ascii="Times New Roman" w:hAnsi="Times New Roman" w:cs="Times New Roman"/>
          <w:b/>
          <w:bCs/>
          <w:color w:val="000000"/>
        </w:rPr>
        <w:t xml:space="preserve"> : </w:t>
      </w:r>
    </w:p>
    <w:p w:rsidR="00F34207" w:rsidRDefault="001C4136" w:rsidP="00F34207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34207">
        <w:rPr>
          <w:rFonts w:ascii="Times New Roman" w:hAnsi="Times New Roman" w:cs="Times New Roman"/>
          <w:b/>
          <w:bCs/>
          <w:color w:val="000000"/>
        </w:rPr>
        <w:t xml:space="preserve">référencé </w:t>
      </w:r>
      <w:sdt>
        <w:sdtPr>
          <w:id w:val="52199645"/>
          <w:placeholder>
            <w:docPart w:val="E45BB8C0E8BE4D0083A39E218593525E"/>
          </w:placeholder>
        </w:sdtPr>
        <w:sdtEndPr/>
        <w:sdtContent>
          <w:r w:rsidR="00F34207" w:rsidRPr="00F34207">
            <w:rPr>
              <w:rFonts w:ascii="Times New Roman" w:hAnsi="Times New Roman" w:cs="Times New Roman"/>
              <w:b/>
              <w:bCs/>
              <w:color w:val="000000"/>
            </w:rPr>
            <w:t>2025-PCO001-</w:t>
          </w:r>
          <w:r w:rsidR="00920B7C">
            <w:rPr>
              <w:rFonts w:ascii="Times New Roman" w:hAnsi="Times New Roman" w:cs="Times New Roman"/>
              <w:b/>
              <w:bCs/>
              <w:color w:val="000000"/>
            </w:rPr>
            <w:t>023</w:t>
          </w:r>
        </w:sdtContent>
      </w:sdt>
      <w:r w:rsidR="007161CD" w:rsidRPr="00F34207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920B7C" w:rsidRPr="00165F2C" w:rsidRDefault="007161CD" w:rsidP="00920B7C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/>
          <w:b/>
        </w:rPr>
      </w:pPr>
      <w:proofErr w:type="gramStart"/>
      <w:r w:rsidRPr="00F34207">
        <w:rPr>
          <w:rFonts w:ascii="Times New Roman" w:hAnsi="Times New Roman" w:cs="Times New Roman"/>
          <w:b/>
          <w:bCs/>
          <w:color w:val="000000"/>
        </w:rPr>
        <w:t>concernant</w:t>
      </w:r>
      <w:proofErr w:type="gramEnd"/>
      <w:r w:rsidRPr="00F34207">
        <w:rPr>
          <w:rFonts w:ascii="Times New Roman" w:hAnsi="Times New Roman" w:cs="Times New Roman"/>
          <w:b/>
          <w:bCs/>
          <w:color w:val="000000"/>
        </w:rPr>
        <w:t xml:space="preserve"> : </w:t>
      </w:r>
      <w:r w:rsidR="00525B9C" w:rsidRPr="00525B9C">
        <w:rPr>
          <w:rFonts w:ascii="Times New Roman" w:hAnsi="Times New Roman" w:cs="Times New Roman"/>
          <w:bCs/>
          <w:color w:val="000000"/>
        </w:rPr>
        <w:t>METZ (57) – Caserne Séré de Rivières 3e Régiment de Hussards – Réhabilitation et mise aux normes EVAT du bâtiment 0001</w:t>
      </w:r>
      <w:r w:rsidRPr="0073663B">
        <w:rPr>
          <w:rFonts w:ascii="Times New Roman" w:hAnsi="Times New Roman" w:cs="Times New Roman"/>
          <w:bCs/>
          <w:color w:val="000000"/>
        </w:rPr>
        <w:t xml:space="preserve">- </w:t>
      </w:r>
      <w:r w:rsidR="00920B7C" w:rsidRPr="00920B7C">
        <w:rPr>
          <w:rFonts w:ascii="Times New Roman" w:hAnsi="Times New Roman" w:cs="Times New Roman"/>
          <w:bCs/>
          <w:color w:val="000000"/>
        </w:rPr>
        <w:t>Coordination en matière de système de sécurité incendie</w:t>
      </w:r>
    </w:p>
    <w:p w:rsidR="001C4136" w:rsidRPr="00CD38AE" w:rsidRDefault="001C4136" w:rsidP="00CD38AE">
      <w:pPr>
        <w:jc w:val="center"/>
        <w:rPr>
          <w:b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La société </w:t>
      </w:r>
      <w:sdt>
        <w:sdtPr>
          <w:rPr>
            <w:rFonts w:ascii="Times New Roman" w:hAnsi="Times New Roman" w:cs="Times New Roman"/>
            <w:color w:val="000000"/>
          </w:rPr>
          <w:id w:val="-17240991"/>
          <w:placeholder>
            <w:docPart w:val="E45BB8C0E8BE4D0083A39E218593525E"/>
          </w:placeholder>
        </w:sdtPr>
        <w:sdtEndPr/>
        <w:sdtContent>
          <w:r w:rsidR="00EE105C" w:rsidRPr="009011E9">
            <w:rPr>
              <w:rFonts w:ascii="Times New Roman" w:hAnsi="Times New Roman" w:cs="Times New Roman"/>
              <w:bCs/>
              <w:color w:val="1F497D"/>
              <w:highlight w:val="cyan"/>
            </w:rPr>
            <w:t>Indiquer le nom commercial, la dénomination sociale et l’adresse du candidat, appelé « le candidat » dans la suite du texte</w:t>
          </w:r>
          <w:r w:rsidR="00EE105C">
            <w:rPr>
              <w:rFonts w:ascii="Times New Roman" w:hAnsi="Times New Roman" w:cs="Times New Roman"/>
              <w:b/>
              <w:bCs/>
              <w:color w:val="1F497D"/>
            </w:rPr>
            <w:t xml:space="preserve"> 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</w:p>
    <w:p w:rsidR="007161CD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Candidat à la consultation portant sur le marché référencé</w:t>
      </w:r>
      <w:r w:rsidR="00BB42C3">
        <w:rPr>
          <w:rFonts w:ascii="Times New Roman" w:hAnsi="Times New Roman" w:cs="Times New Roman"/>
          <w:b/>
          <w:bCs/>
          <w:color w:val="000000"/>
        </w:rPr>
        <w:t xml:space="preserve"> : </w:t>
      </w:r>
      <w:sdt>
        <w:sdtPr>
          <w:rPr>
            <w:rFonts w:ascii="Times New Roman" w:hAnsi="Times New Roman" w:cs="Times New Roman"/>
            <w:b/>
            <w:bCs/>
          </w:rPr>
          <w:id w:val="-1368054945"/>
          <w:placeholder>
            <w:docPart w:val="E45BB8C0E8BE4D0083A39E218593525E"/>
          </w:placeholder>
        </w:sdtPr>
        <w:sdtEndPr/>
        <w:sdtContent>
          <w:r w:rsidR="00525B9C">
            <w:rPr>
              <w:rFonts w:ascii="Times New Roman" w:hAnsi="Times New Roman" w:cs="Times New Roman"/>
              <w:b/>
              <w:bCs/>
            </w:rPr>
            <w:t>2025-PCO001-</w:t>
          </w:r>
          <w:r w:rsidR="00920B7C">
            <w:rPr>
              <w:rFonts w:ascii="Times New Roman" w:hAnsi="Times New Roman" w:cs="Times New Roman"/>
              <w:b/>
              <w:bCs/>
            </w:rPr>
            <w:t>023</w:t>
          </w:r>
        </w:sdtContent>
      </w:sdt>
    </w:p>
    <w:p w:rsidR="001C4136" w:rsidRPr="00EE105C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1F497D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 xml:space="preserve">Représentée par </w:t>
      </w:r>
      <w:sdt>
        <w:sdtPr>
          <w:rPr>
            <w:rFonts w:ascii="Times New Roman" w:hAnsi="Times New Roman" w:cs="Times New Roman"/>
            <w:bCs/>
            <w:color w:val="000000"/>
          </w:rPr>
          <w:id w:val="1179305790"/>
          <w:placeholder>
            <w:docPart w:val="E45BB8C0E8BE4D0083A39E218593525E"/>
          </w:placeholder>
        </w:sdtPr>
        <w:sdtEndPr/>
        <w:sdtContent>
          <w:r w:rsidR="00EE105C" w:rsidRPr="009011E9">
            <w:rPr>
              <w:rFonts w:ascii="Times New Roman" w:hAnsi="Times New Roman" w:cs="Times New Roman"/>
              <w:bCs/>
              <w:color w:val="1F497D"/>
              <w:highlight w:val="cyan"/>
            </w:rPr>
            <w:t>Indiquer le nom, prénom et qualité du signataire habilité à représenter la société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</w:p>
    <w:p w:rsidR="006E6F52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1</w:t>
      </w:r>
      <w:r w:rsidRPr="001C4136">
        <w:rPr>
          <w:rFonts w:ascii="Times New Roman" w:hAnsi="Times New Roman" w:cs="Times New Roman"/>
          <w:color w:val="000000"/>
        </w:rPr>
        <w:t>. Le candidat reconnait que les informations et supports portant la mention « Diffusion Restreinte » listés</w:t>
      </w:r>
      <w:r>
        <w:rPr>
          <w:rFonts w:ascii="Times New Roman" w:hAnsi="Times New Roman" w:cs="Times New Roman"/>
          <w:color w:val="000000"/>
        </w:rPr>
        <w:t xml:space="preserve"> </w:t>
      </w:r>
      <w:r w:rsidR="006E6F52">
        <w:rPr>
          <w:rFonts w:ascii="Times New Roman" w:hAnsi="Times New Roman" w:cs="Times New Roman"/>
          <w:color w:val="000000"/>
        </w:rPr>
        <w:t>ci-dessous :</w:t>
      </w:r>
    </w:p>
    <w:p w:rsidR="00000644" w:rsidRPr="00071BCE" w:rsidRDefault="006E6F52" w:rsidP="004D4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proofErr w:type="gramStart"/>
      <w:r w:rsidR="00071BCE" w:rsidRPr="00071BCE">
        <w:rPr>
          <w:rFonts w:ascii="Times New Roman" w:hAnsi="Times New Roman" w:cs="Times New Roman"/>
          <w:b/>
          <w:color w:val="000000"/>
        </w:rPr>
        <w:t>plan</w:t>
      </w:r>
      <w:proofErr w:type="gramEnd"/>
      <w:r w:rsidR="00071BCE" w:rsidRPr="00071BCE">
        <w:rPr>
          <w:rFonts w:ascii="Times New Roman" w:hAnsi="Times New Roman" w:cs="Times New Roman"/>
          <w:b/>
          <w:color w:val="000000"/>
        </w:rPr>
        <w:t xml:space="preserve"> de localisation des différentes zones de travaux objets du marché</w:t>
      </w:r>
      <w:r w:rsidR="00525B9C">
        <w:rPr>
          <w:rFonts w:ascii="Times New Roman" w:hAnsi="Times New Roman" w:cs="Times New Roman"/>
          <w:b/>
          <w:color w:val="000000"/>
        </w:rPr>
        <w:t xml:space="preserve"> 2025-PCO001-</w:t>
      </w:r>
      <w:r w:rsidR="00000644">
        <w:rPr>
          <w:rFonts w:ascii="Times New Roman" w:hAnsi="Times New Roman" w:cs="Times New Roman"/>
          <w:b/>
          <w:color w:val="000000"/>
        </w:rPr>
        <w:t>023</w:t>
      </w:r>
    </w:p>
    <w:p w:rsidR="006E6F52" w:rsidRDefault="006E6F52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6E6F52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, </w:t>
      </w:r>
      <w:r w:rsidR="001C4136" w:rsidRPr="001C4136">
        <w:rPr>
          <w:rFonts w:ascii="Times New Roman" w:hAnsi="Times New Roman" w:cs="Times New Roman"/>
          <w:color w:val="000000"/>
        </w:rPr>
        <w:t>ne peuvent être utilisés à d’autres fins que</w:t>
      </w:r>
      <w:r w:rsidR="001C4136">
        <w:rPr>
          <w:rFonts w:ascii="Times New Roman" w:hAnsi="Times New Roman" w:cs="Times New Roman"/>
          <w:color w:val="000000"/>
        </w:rPr>
        <w:t xml:space="preserve"> </w:t>
      </w:r>
      <w:r w:rsidR="001C4136" w:rsidRPr="001C4136">
        <w:rPr>
          <w:rFonts w:ascii="Times New Roman" w:hAnsi="Times New Roman" w:cs="Times New Roman"/>
          <w:color w:val="000000"/>
        </w:rPr>
        <w:t>l’élaboration d’une offre à la procédure de passation du marché.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2</w:t>
      </w:r>
      <w:r w:rsidRPr="001C4136">
        <w:rPr>
          <w:rFonts w:ascii="Times New Roman" w:hAnsi="Times New Roman" w:cs="Times New Roman"/>
          <w:color w:val="000000"/>
        </w:rPr>
        <w:t>. Le candidat s’engage :</w:t>
      </w:r>
    </w:p>
    <w:p w:rsidR="001C4136" w:rsidRPr="001C4136" w:rsidRDefault="001C4136" w:rsidP="001C413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ne communiquer ces informations et supports portant la mention « Diffusion Restreinte » qu’aux personnes ayant besoin d’en connaitre pour la remise de l’offre ;</w:t>
      </w:r>
    </w:p>
    <w:p w:rsidR="001C4136" w:rsidRPr="001C4136" w:rsidRDefault="001C4136" w:rsidP="001C413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obtenir des éventuels opérateurs économiques auxquels il envisage de recourir soit dans le cadre d’un groupement momentané d’entreprises, soit dans le cadre d’une sous-traitance ou d’une </w:t>
      </w:r>
      <w:r w:rsidR="0029486C" w:rsidRPr="001C4136">
        <w:rPr>
          <w:rFonts w:ascii="Times New Roman" w:hAnsi="Times New Roman" w:cs="Times New Roman"/>
          <w:color w:val="000000"/>
        </w:rPr>
        <w:t>sous-contractante</w:t>
      </w:r>
      <w:r w:rsidRPr="001C4136">
        <w:rPr>
          <w:rFonts w:ascii="Times New Roman" w:hAnsi="Times New Roman" w:cs="Times New Roman"/>
          <w:color w:val="000000"/>
        </w:rPr>
        <w:t xml:space="preserve"> pour la présente consultation, un engagement identique au présent engagement ;</w:t>
      </w:r>
    </w:p>
    <w:p w:rsidR="001C4136" w:rsidRPr="001C4136" w:rsidRDefault="001C4136" w:rsidP="001C413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ne pas rendre publics ces informations et supports portant la mention « Diffusion Restreinte », sauf autorisation expresse et écrite de l’acheteur public ;</w:t>
      </w:r>
    </w:p>
    <w:p w:rsidR="001C4136" w:rsidRDefault="001C4136" w:rsidP="00E9279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à informer les personnes ayant accès, dans le cadre de la procédure de passation du marché de référence </w:t>
      </w:r>
      <w:sdt>
        <w:sdtPr>
          <w:rPr>
            <w:rFonts w:ascii="Times New Roman" w:hAnsi="Times New Roman" w:cs="Times New Roman"/>
            <w:color w:val="000000"/>
          </w:rPr>
          <w:id w:val="-865288128"/>
          <w:placeholder>
            <w:docPart w:val="E45BB8C0E8BE4D0083A39E218593525E"/>
          </w:placeholder>
        </w:sdtPr>
        <w:sdtEndPr/>
        <w:sdtContent>
          <w:r w:rsidR="00000644">
            <w:rPr>
              <w:rFonts w:ascii="Times New Roman" w:hAnsi="Times New Roman" w:cs="Times New Roman"/>
              <w:color w:val="000000"/>
            </w:rPr>
            <w:t>2025-PCO001-23</w:t>
          </w:r>
          <w:r w:rsidR="007161CD">
            <w:rPr>
              <w:rFonts w:ascii="Times New Roman" w:hAnsi="Times New Roman" w:cs="Times New Roman"/>
              <w:color w:val="000000"/>
            </w:rPr>
            <w:t xml:space="preserve"> </w:t>
          </w:r>
        </w:sdtContent>
      </w:sdt>
      <w:r w:rsidRPr="001C4136">
        <w:rPr>
          <w:rFonts w:ascii="Times New Roman" w:hAnsi="Times New Roman" w:cs="Times New Roman"/>
          <w:color w:val="000000"/>
        </w:rPr>
        <w:t>à ces informations et supports portant la mention « Diffusion Restreinte », qu’elles devront se conformer strictement aux règles de protection figurant dans le présent engagement.</w:t>
      </w:r>
    </w:p>
    <w:p w:rsidR="001C4136" w:rsidRPr="001C4136" w:rsidRDefault="001C4136" w:rsidP="001C4136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3</w:t>
      </w:r>
      <w:r w:rsidRPr="001C4136">
        <w:rPr>
          <w:rFonts w:ascii="Times New Roman" w:hAnsi="Times New Roman" w:cs="Times New Roman"/>
          <w:color w:val="000000"/>
        </w:rPr>
        <w:t>. Le candidat ne peut en aucun cas se considérer dégagé des obligations décrites dans le présent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engagement même après achèvement de la procédure ou pour quelque motif que ce soit, sauf accord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exprès et écrit de l’acheteur public.</w:t>
      </w:r>
      <w:bookmarkStart w:id="0" w:name="_GoBack"/>
      <w:bookmarkEnd w:id="0"/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4</w:t>
      </w:r>
      <w:r w:rsidRPr="001C4136">
        <w:rPr>
          <w:rFonts w:ascii="Times New Roman" w:hAnsi="Times New Roman" w:cs="Times New Roman"/>
          <w:color w:val="000000"/>
        </w:rPr>
        <w:t>. Le candidat reconnait avoir pris connaissance des textes suivants :</w:t>
      </w:r>
    </w:p>
    <w:p w:rsidR="001C4136" w:rsidRPr="001C4136" w:rsidRDefault="001C4136" w:rsidP="001C4136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l’instruction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générale interministérielle n° 1300 sur la protection du secret de la défense nationale annexée à l’arrêté du 30 novembre 2011 portant approbation de ladite instruction ;</w:t>
      </w:r>
    </w:p>
    <w:p w:rsidR="001C4136" w:rsidRPr="001C4136" w:rsidRDefault="001C4136" w:rsidP="001C4136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l’instruction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interministérielle relative à la protection des systèmes d’informations sensibles n°901/SGDSN/ANSSI (NOR : PRMD1503279J).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5</w:t>
      </w:r>
      <w:r w:rsidRPr="001C4136">
        <w:rPr>
          <w:rFonts w:ascii="Times New Roman" w:hAnsi="Times New Roman" w:cs="Times New Roman"/>
          <w:color w:val="000000"/>
        </w:rPr>
        <w:t>. Le candidat s’engage à transmettre des documents et supports portant la menti</w:t>
      </w:r>
      <w:r w:rsidR="00297672">
        <w:rPr>
          <w:rFonts w:ascii="Times New Roman" w:hAnsi="Times New Roman" w:cs="Times New Roman"/>
          <w:color w:val="000000"/>
        </w:rPr>
        <w:t>on « Diffusion R</w:t>
      </w:r>
      <w:r w:rsidRPr="001C4136">
        <w:rPr>
          <w:rFonts w:ascii="Times New Roman" w:hAnsi="Times New Roman" w:cs="Times New Roman"/>
          <w:color w:val="000000"/>
        </w:rPr>
        <w:t>estreinte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» et leurs 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>8</w:t>
      </w:r>
      <w:r w:rsidRPr="001C4136">
        <w:rPr>
          <w:rFonts w:ascii="Times New Roman" w:hAnsi="Times New Roman" w:cs="Times New Roman"/>
          <w:color w:val="000000"/>
        </w:rPr>
        <w:t>, uniquement :</w:t>
      </w:r>
    </w:p>
    <w:p w:rsidR="001C4136" w:rsidRPr="001C4136" w:rsidRDefault="001C4136" w:rsidP="001C4136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l’intérieur de ses locaux sous enveloppe ou par personne désignée par le titulaire ;</w:t>
      </w:r>
    </w:p>
    <w:p w:rsidR="001C4136" w:rsidRPr="001C4136" w:rsidRDefault="001C4136" w:rsidP="001C4136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vers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l’extérieur :</w:t>
      </w:r>
    </w:p>
    <w:p w:rsidR="001C4136" w:rsidRPr="001C4136" w:rsidRDefault="001C4136" w:rsidP="001C413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*sous double enveloppe, l’enveloppe intérieure portant la mention « Diffusion Restreinte » et les références du document, l’enveloppe extérieure ne comportant que les indications nécessaires à la transmission ;</w:t>
      </w:r>
    </w:p>
    <w:p w:rsidR="001C4136" w:rsidRDefault="001C4136" w:rsidP="001C413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*et par voie postale en France métropolitaine vers les départements, régions ou collectivités d’outre-mer, par un moyen garantissant la bonne réception du document ;</w:t>
      </w:r>
    </w:p>
    <w:p w:rsidR="007161CD" w:rsidRPr="001C4136" w:rsidRDefault="007161CD" w:rsidP="007161CD">
      <w:pPr>
        <w:pStyle w:val="Paragraphedeliste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*ou par voie postale, vers l’étranger, par un moyen garantissant la bonne réception du document sauf si ces documents portent également la mention « Spécial France » ; les documents portant la mention « Spécial France » ne peuvent sortir des frontières du territoire que par valise diplomatique.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Le candidat s’engage à ce que les documents et supports portant la mention « Spécial France » et leurs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>8</w:t>
      </w:r>
      <w:r w:rsidRPr="001C4136">
        <w:rPr>
          <w:rFonts w:ascii="Times New Roman" w:hAnsi="Times New Roman" w:cs="Times New Roman"/>
          <w:color w:val="000000"/>
        </w:rPr>
        <w:t>, ne soient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communiqués, en aucune circonstance, en tout ou partie, à un Etat étranger ou l’un des ressortissants, à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une organisation internationale ni à une entreprise de droit étranger.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6</w:t>
      </w:r>
      <w:r w:rsidRPr="001C4136">
        <w:rPr>
          <w:rFonts w:ascii="Times New Roman" w:hAnsi="Times New Roman" w:cs="Times New Roman"/>
          <w:color w:val="000000"/>
        </w:rPr>
        <w:t>. Pour le traitement, le stockage ou la transmission des informations ou supports portant la mention «</w:t>
      </w:r>
      <w:r w:rsidR="00297672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Diffusion Restreinte », le candidat s’engage à utiliser uniquement des systèmes d'information qui ont fait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l'objet d'une homologation de sécurité (par exemple, pour la transmission, en ayant recours à un logiciel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de type ACID </w:t>
      </w:r>
      <w:proofErr w:type="spellStart"/>
      <w:r w:rsidRPr="001C4136">
        <w:rPr>
          <w:rFonts w:ascii="Times New Roman" w:hAnsi="Times New Roman" w:cs="Times New Roman"/>
          <w:color w:val="000000"/>
        </w:rPr>
        <w:t>cryptofiler</w:t>
      </w:r>
      <w:proofErr w:type="spellEnd"/>
      <w:r w:rsidRPr="001C4136">
        <w:rPr>
          <w:rFonts w:ascii="Times New Roman" w:hAnsi="Times New Roman" w:cs="Times New Roman"/>
          <w:color w:val="000000"/>
        </w:rPr>
        <w:t>) conformément à l’instruction interministérielle relative à la protection des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systèmes d’informations sensibles n°901/SGDSN/ANSSI (NOR : PRMD1503279J).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La version informatique des documents qui portent la mention « Spécial France » ne peut être acheminée,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par voie électronique, que par un canal national spécifique de transmission offrant toutes les garanties de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sécurité et de cloisonnement répondant notamment aux exigences visées à la dernière phrase du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paragraphe</w:t>
      </w:r>
      <w:r w:rsidR="00297672">
        <w:rPr>
          <w:rFonts w:ascii="Times New Roman" w:hAnsi="Times New Roman" w:cs="Times New Roman"/>
          <w:color w:val="000000"/>
        </w:rPr>
        <w:t>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7</w:t>
      </w:r>
      <w:r w:rsidRPr="001C4136">
        <w:rPr>
          <w:rFonts w:ascii="Times New Roman" w:hAnsi="Times New Roman" w:cs="Times New Roman"/>
          <w:color w:val="000000"/>
        </w:rPr>
        <w:t>. Le candidat s’engage :</w:t>
      </w:r>
    </w:p>
    <w:p w:rsidR="001C4136" w:rsidRPr="001C4136" w:rsidRDefault="001C4136" w:rsidP="006E6FDF">
      <w:pPr>
        <w:pStyle w:val="Paragraphedeliste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ce que les documents et supports listés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="006E6F52" w:rsidRPr="001C4136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et portant la mention « Diffusion Restreinte » et leurs 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 xml:space="preserve">8, </w:t>
      </w:r>
      <w:r w:rsidRPr="001C4136">
        <w:rPr>
          <w:rFonts w:ascii="Times New Roman" w:hAnsi="Times New Roman" w:cs="Times New Roman"/>
          <w:color w:val="000000"/>
        </w:rPr>
        <w:t xml:space="preserve">ne soient détenus que par des personnels qui ont été préalablement nommément désignés par le candidat. La liste et l’identité des personnes concernées sont tenues à jour de manière permanente par le candidat et </w:t>
      </w:r>
      <w:r w:rsidRPr="008B207C">
        <w:rPr>
          <w:rFonts w:ascii="Times New Roman" w:hAnsi="Times New Roman" w:cs="Times New Roman"/>
          <w:color w:val="000000"/>
        </w:rPr>
        <w:t xml:space="preserve">communiquées par ce dernier au correspondant de la consultation visée </w:t>
      </w:r>
      <w:r w:rsidR="008B207C" w:rsidRPr="008B207C">
        <w:rPr>
          <w:rFonts w:ascii="Times New Roman" w:hAnsi="Times New Roman" w:cs="Times New Roman"/>
          <w:color w:val="000000"/>
        </w:rPr>
        <w:t>aux documents de consultation</w:t>
      </w:r>
      <w:r w:rsidR="007161CD" w:rsidRPr="008B207C">
        <w:rPr>
          <w:rFonts w:ascii="Times New Roman" w:hAnsi="Times New Roman" w:cs="Times New Roman"/>
          <w:color w:val="000000"/>
        </w:rPr>
        <w:t xml:space="preserve"> sur simple demande </w:t>
      </w:r>
      <w:r w:rsidRPr="008B207C">
        <w:rPr>
          <w:rFonts w:ascii="Times New Roman" w:hAnsi="Times New Roman" w:cs="Times New Roman"/>
          <w:color w:val="000000"/>
        </w:rPr>
        <w:t>;</w:t>
      </w:r>
    </w:p>
    <w:p w:rsidR="001C4136" w:rsidRPr="001C4136" w:rsidRDefault="001C4136" w:rsidP="006E6FDF">
      <w:pPr>
        <w:pStyle w:val="Paragraphedeliste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ce que les documents et supports figurant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Pr="001C4136">
        <w:rPr>
          <w:rFonts w:ascii="Times New Roman" w:hAnsi="Times New Roman" w:cs="Times New Roman"/>
          <w:color w:val="000000"/>
        </w:rPr>
        <w:t xml:space="preserve"> et portant la mention « Diffusion Restreinte », leurs éventuelles copies réalisées conformément au paragraphe </w:t>
      </w:r>
      <w:r w:rsidR="008B207C">
        <w:rPr>
          <w:rFonts w:ascii="Times New Roman" w:hAnsi="Times New Roman" w:cs="Times New Roman"/>
          <w:b/>
          <w:bCs/>
          <w:color w:val="1F497D"/>
        </w:rPr>
        <w:t>8</w:t>
      </w:r>
      <w:r w:rsidRPr="001C4136">
        <w:rPr>
          <w:rFonts w:ascii="Times New Roman" w:hAnsi="Times New Roman" w:cs="Times New Roman"/>
          <w:b/>
          <w:bCs/>
          <w:color w:val="1F497D"/>
        </w:rPr>
        <w:t xml:space="preserve">, </w:t>
      </w:r>
      <w:r w:rsidRPr="001C4136">
        <w:rPr>
          <w:rFonts w:ascii="Times New Roman" w:hAnsi="Times New Roman" w:cs="Times New Roman"/>
          <w:color w:val="000000"/>
        </w:rPr>
        <w:t>soient conservés dans des meubles fermant à clés jusqu’à, soit leur destruction dans les conditions du paragraphe 9, soit la notification du marché dans les conditions du paragraphe 10.</w:t>
      </w:r>
    </w:p>
    <w:p w:rsidR="001C4136" w:rsidRPr="001C4136" w:rsidRDefault="001C4136" w:rsidP="006E6FD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8</w:t>
      </w:r>
      <w:r w:rsidRPr="001C4136">
        <w:rPr>
          <w:rFonts w:ascii="Times New Roman" w:hAnsi="Times New Roman" w:cs="Times New Roman"/>
          <w:color w:val="000000"/>
        </w:rPr>
        <w:t>. La reproduction, y compris l’impression papier et la copie à partir de support informatique, des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documents et supports figurant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="006E6F52" w:rsidRPr="001C4136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et portant la mention « Diffusion Restreinte », doit être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limitée au strict nécessaire.</w:t>
      </w: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9</w:t>
      </w:r>
      <w:r w:rsidRPr="001C4136">
        <w:rPr>
          <w:rFonts w:ascii="Times New Roman" w:hAnsi="Times New Roman" w:cs="Times New Roman"/>
          <w:color w:val="000000"/>
        </w:rPr>
        <w:t>. S’il est informé par l’acheteur public que sa candidature ou son offre n’a pas été retenue ou que la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procédure est classée sans suite ou fait l’objet d’une infructuosité, le candidat s’engage à :</w:t>
      </w:r>
    </w:p>
    <w:p w:rsidR="001C4136" w:rsidRPr="006E6FDF" w:rsidRDefault="001C4136" w:rsidP="006E6FDF">
      <w:pPr>
        <w:pStyle w:val="Paragraphedeliste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proofErr w:type="gramStart"/>
      <w:r w:rsidRPr="006E6FDF">
        <w:rPr>
          <w:rFonts w:ascii="Times New Roman" w:hAnsi="Times New Roman" w:cs="Times New Roman"/>
          <w:color w:val="000000"/>
        </w:rPr>
        <w:t>détruire</w:t>
      </w:r>
      <w:proofErr w:type="gramEnd"/>
      <w:r w:rsidRPr="006E6FDF">
        <w:rPr>
          <w:rFonts w:ascii="Times New Roman" w:hAnsi="Times New Roman" w:cs="Times New Roman"/>
          <w:color w:val="000000"/>
        </w:rPr>
        <w:t xml:space="preserve"> les documents et supports figurant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Pr="006E6FDF">
        <w:rPr>
          <w:rFonts w:ascii="Times New Roman" w:hAnsi="Times New Roman" w:cs="Times New Roman"/>
          <w:b/>
          <w:bCs/>
          <w:color w:val="1F497D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et identifiés par la mention « Diffusion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 xml:space="preserve">Restreinte » et la totalité des éventuelles copies réalisées conformément au paragraphe </w:t>
      </w:r>
      <w:r w:rsidRPr="006E6FDF">
        <w:rPr>
          <w:rFonts w:ascii="Times New Roman" w:hAnsi="Times New Roman" w:cs="Times New Roman"/>
          <w:b/>
          <w:bCs/>
          <w:color w:val="1F497D"/>
        </w:rPr>
        <w:t xml:space="preserve">8 </w:t>
      </w:r>
      <w:r w:rsidRPr="006E6FDF">
        <w:rPr>
          <w:rFonts w:ascii="Times New Roman" w:hAnsi="Times New Roman" w:cs="Times New Roman"/>
          <w:color w:val="000000"/>
        </w:rPr>
        <w:t>(y compris, le cas échéant, à exiger la destruction de celles réalisés par les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opérateurs économiques auxquels il a envisagé de recourir soit dans le cadre d’un groupement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 xml:space="preserve">momentané d’entreprises, soit dans le cadre d’une sous-traitance ou d’une </w:t>
      </w:r>
      <w:proofErr w:type="spellStart"/>
      <w:r w:rsidRPr="006E6FDF">
        <w:rPr>
          <w:rFonts w:ascii="Times New Roman" w:hAnsi="Times New Roman" w:cs="Times New Roman"/>
          <w:color w:val="000000"/>
        </w:rPr>
        <w:t>sous-contractance</w:t>
      </w:r>
      <w:proofErr w:type="spellEnd"/>
      <w:r w:rsidRPr="006E6FDF">
        <w:rPr>
          <w:rFonts w:ascii="Times New Roman" w:hAnsi="Times New Roman" w:cs="Times New Roman"/>
          <w:color w:val="000000"/>
        </w:rPr>
        <w:t>) ;</w:t>
      </w:r>
    </w:p>
    <w:p w:rsidR="001C4136" w:rsidRDefault="001C4136" w:rsidP="006E6FDF">
      <w:pPr>
        <w:pStyle w:val="Paragraphedeliste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proofErr w:type="gramStart"/>
      <w:r w:rsidRPr="006E6FDF">
        <w:rPr>
          <w:rFonts w:ascii="Times New Roman" w:hAnsi="Times New Roman" w:cs="Times New Roman"/>
          <w:color w:val="000000"/>
        </w:rPr>
        <w:t>effacer</w:t>
      </w:r>
      <w:proofErr w:type="gramEnd"/>
      <w:r w:rsidRPr="006E6FDF">
        <w:rPr>
          <w:rFonts w:ascii="Times New Roman" w:hAnsi="Times New Roman" w:cs="Times New Roman"/>
          <w:color w:val="000000"/>
        </w:rPr>
        <w:t xml:space="preserve"> toutes les versions informatiques de ces documents et supports en ayant recours à des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produits de sécurité homologués par l’agence nationale de la sécurité des systèmes d’information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 xml:space="preserve">(ANSSI) du type logiciel ACID </w:t>
      </w:r>
      <w:proofErr w:type="spellStart"/>
      <w:r w:rsidRPr="006E6FDF">
        <w:rPr>
          <w:rFonts w:ascii="Times New Roman" w:hAnsi="Times New Roman" w:cs="Times New Roman"/>
          <w:color w:val="000000"/>
        </w:rPr>
        <w:t>cryptofiler</w:t>
      </w:r>
      <w:proofErr w:type="spellEnd"/>
      <w:r w:rsidRPr="006E6FDF">
        <w:rPr>
          <w:rFonts w:ascii="Times New Roman" w:hAnsi="Times New Roman" w:cs="Times New Roman"/>
          <w:color w:val="000000"/>
        </w:rPr>
        <w:t xml:space="preserve"> ;</w:t>
      </w:r>
    </w:p>
    <w:p w:rsidR="007161CD" w:rsidRPr="006E6FDF" w:rsidRDefault="007161CD" w:rsidP="007161CD">
      <w:pPr>
        <w:pStyle w:val="Paragraphedeliste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</w:rPr>
      </w:pP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10</w:t>
      </w:r>
      <w:r w:rsidRPr="001C4136">
        <w:rPr>
          <w:rFonts w:ascii="Times New Roman" w:hAnsi="Times New Roman" w:cs="Times New Roman"/>
          <w:color w:val="000000"/>
        </w:rPr>
        <w:t>. Si le candidat a été informé par l’acheteur public que son offre a ét</w:t>
      </w:r>
      <w:r w:rsidR="006E6FDF">
        <w:rPr>
          <w:rFonts w:ascii="Times New Roman" w:hAnsi="Times New Roman" w:cs="Times New Roman"/>
          <w:color w:val="000000"/>
        </w:rPr>
        <w:t>é retenue, il s’engage à mettre e</w:t>
      </w:r>
      <w:r w:rsidRPr="001C4136">
        <w:rPr>
          <w:rFonts w:ascii="Times New Roman" w:hAnsi="Times New Roman" w:cs="Times New Roman"/>
          <w:color w:val="000000"/>
        </w:rPr>
        <w:t>n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="006E6FDF" w:rsidRPr="001C4136">
        <w:rPr>
          <w:rFonts w:ascii="Times New Roman" w:hAnsi="Times New Roman" w:cs="Times New Roman"/>
          <w:color w:val="000000"/>
        </w:rPr>
        <w:t>œuvre</w:t>
      </w:r>
      <w:r w:rsidRPr="001C4136">
        <w:rPr>
          <w:rFonts w:ascii="Times New Roman" w:hAnsi="Times New Roman" w:cs="Times New Roman"/>
          <w:color w:val="000000"/>
        </w:rPr>
        <w:t xml:space="preserve"> les dispositions du présent engagement jusqu’à la notification du marché, date à compter de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laquelle se substitueront les dispositions figurant au marché.</w:t>
      </w: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Date :</w:t>
      </w:r>
      <w:sdt>
        <w:sdtPr>
          <w:rPr>
            <w:rFonts w:ascii="Times New Roman" w:hAnsi="Times New Roman" w:cs="Times New Roman"/>
            <w:color w:val="000000"/>
          </w:rPr>
          <w:id w:val="-273713414"/>
          <w:placeholder>
            <w:docPart w:val="58619F180E074CA296A0B6B91EB33174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EE105C" w:rsidRPr="009011E9">
            <w:rPr>
              <w:rStyle w:val="Textedelespacerserv"/>
              <w:highlight w:val="cyan"/>
            </w:rPr>
            <w:t>Cliquez ou appuyez ici pour entrer une date.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Nom, Prénom, Fonction :</w:t>
      </w:r>
      <w:sdt>
        <w:sdtPr>
          <w:rPr>
            <w:rFonts w:ascii="Times New Roman" w:hAnsi="Times New Roman" w:cs="Times New Roman"/>
            <w:color w:val="000000"/>
          </w:rPr>
          <w:id w:val="1334493603"/>
          <w:placeholder>
            <w:docPart w:val="E45BB8C0E8BE4D0083A39E218593525E"/>
          </w:placeholder>
          <w:showingPlcHdr/>
        </w:sdtPr>
        <w:sdtEndPr/>
        <w:sdtContent>
          <w:r w:rsidR="00EE105C" w:rsidRPr="009011E9">
            <w:rPr>
              <w:rStyle w:val="Textedelespacerserv"/>
              <w:highlight w:val="cyan"/>
            </w:rPr>
            <w:t>Cliquez ou appuyez ici pour entrer du texte.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Signature :</w:t>
      </w:r>
    </w:p>
    <w:p w:rsidR="001C4136" w:rsidRPr="00AE0C1F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sectPr w:rsidR="001C4136" w:rsidRPr="00AE0C1F" w:rsidSect="00297672">
      <w:headerReference w:type="default" r:id="rId11"/>
      <w:footerReference w:type="default" r:id="rId12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448" w:rsidRDefault="00B73448" w:rsidP="0094620C">
      <w:pPr>
        <w:spacing w:after="0" w:line="240" w:lineRule="auto"/>
      </w:pPr>
      <w:r>
        <w:separator/>
      </w:r>
    </w:p>
  </w:endnote>
  <w:endnote w:type="continuationSeparator" w:id="0">
    <w:p w:rsidR="00B73448" w:rsidRDefault="00B73448" w:rsidP="00946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20C" w:rsidRPr="00E06591" w:rsidRDefault="00E06591" w:rsidP="00E06591">
    <w:pPr>
      <w:pStyle w:val="Pieddepage"/>
      <w:jc w:val="center"/>
      <w:rPr>
        <w:rFonts w:ascii="Times New Roman" w:hAnsi="Times New Roman" w:cs="Times New Roman"/>
        <w:sz w:val="20"/>
        <w:szCs w:val="20"/>
      </w:rPr>
    </w:pPr>
    <w:r w:rsidRPr="00E06591">
      <w:rPr>
        <w:rFonts w:ascii="Times New Roman" w:hAnsi="Times New Roman" w:cs="Times New Roman"/>
        <w:sz w:val="20"/>
        <w:szCs w:val="20"/>
      </w:rPr>
      <w:fldChar w:fldCharType="begin"/>
    </w:r>
    <w:r w:rsidRPr="00E06591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E06591">
      <w:rPr>
        <w:rFonts w:ascii="Times New Roman" w:hAnsi="Times New Roman" w:cs="Times New Roman"/>
        <w:sz w:val="20"/>
        <w:szCs w:val="20"/>
      </w:rPr>
      <w:fldChar w:fldCharType="separate"/>
    </w:r>
    <w:r w:rsidR="00000644">
      <w:rPr>
        <w:rFonts w:ascii="Times New Roman" w:hAnsi="Times New Roman" w:cs="Times New Roman"/>
        <w:noProof/>
        <w:sz w:val="20"/>
        <w:szCs w:val="20"/>
      </w:rPr>
      <w:t>2</w:t>
    </w:r>
    <w:r w:rsidRPr="00E06591">
      <w:rPr>
        <w:rFonts w:ascii="Times New Roman" w:hAnsi="Times New Roman" w:cs="Times New Roman"/>
        <w:sz w:val="20"/>
        <w:szCs w:val="20"/>
      </w:rPr>
      <w:fldChar w:fldCharType="end"/>
    </w:r>
    <w:r w:rsidRPr="00E06591">
      <w:rPr>
        <w:rFonts w:ascii="Times New Roman" w:hAnsi="Times New Roman" w:cs="Times New Roman"/>
        <w:sz w:val="20"/>
        <w:szCs w:val="20"/>
      </w:rPr>
      <w:t xml:space="preserve"> / </w:t>
    </w:r>
    <w:r w:rsidRPr="00E06591">
      <w:rPr>
        <w:rFonts w:ascii="Times New Roman" w:hAnsi="Times New Roman" w:cs="Times New Roman"/>
        <w:sz w:val="20"/>
        <w:szCs w:val="20"/>
      </w:rPr>
      <w:fldChar w:fldCharType="begin"/>
    </w:r>
    <w:r w:rsidRPr="00E06591">
      <w:rPr>
        <w:rFonts w:ascii="Times New Roman" w:hAnsi="Times New Roman" w:cs="Times New Roman"/>
        <w:sz w:val="20"/>
        <w:szCs w:val="20"/>
      </w:rPr>
      <w:instrText xml:space="preserve"> SECTIONPAGES   \* MERGEFORMAT </w:instrText>
    </w:r>
    <w:r w:rsidRPr="00E06591">
      <w:rPr>
        <w:rFonts w:ascii="Times New Roman" w:hAnsi="Times New Roman" w:cs="Times New Roman"/>
        <w:sz w:val="20"/>
        <w:szCs w:val="20"/>
      </w:rPr>
      <w:fldChar w:fldCharType="separate"/>
    </w:r>
    <w:r w:rsidR="00000644">
      <w:rPr>
        <w:rFonts w:ascii="Times New Roman" w:hAnsi="Times New Roman" w:cs="Times New Roman"/>
        <w:noProof/>
        <w:sz w:val="20"/>
        <w:szCs w:val="20"/>
      </w:rPr>
      <w:t>3</w:t>
    </w:r>
    <w:r w:rsidRPr="00E06591">
      <w:rPr>
        <w:rFonts w:ascii="Times New Roman" w:hAnsi="Times New Roman" w:cs="Times New Roman"/>
        <w:sz w:val="20"/>
        <w:szCs w:val="20"/>
      </w:rPr>
      <w:fldChar w:fldCharType="end"/>
    </w:r>
    <w:r w:rsidR="007161CD" w:rsidRPr="007161CD">
      <w:rPr>
        <w:rFonts w:ascii="Times New Roman" w:hAnsi="Times New Roman" w:cs="Times New Roman"/>
        <w:sz w:val="20"/>
        <w:szCs w:val="20"/>
      </w:rPr>
      <w:t xml:space="preserve"> </w:t>
    </w:r>
    <w:r w:rsidR="007161CD"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    </w:t>
    </w:r>
    <w:r w:rsidR="007161CD" w:rsidRPr="007161CD">
      <w:rPr>
        <w:rFonts w:ascii="Times New Roman" w:hAnsi="Times New Roman" w:cs="Times New Roman"/>
        <w:sz w:val="20"/>
        <w:szCs w:val="20"/>
      </w:rPr>
      <w:t xml:space="preserve">Engagement du candidat, </w:t>
    </w:r>
    <w:r w:rsidR="00071BCE">
      <w:rPr>
        <w:rFonts w:ascii="Times New Roman" w:hAnsi="Times New Roman" w:cs="Times New Roman"/>
        <w:sz w:val="20"/>
        <w:szCs w:val="20"/>
      </w:rPr>
      <w:t>marché 202</w:t>
    </w:r>
    <w:r w:rsidR="00920B7C">
      <w:rPr>
        <w:rFonts w:ascii="Times New Roman" w:hAnsi="Times New Roman" w:cs="Times New Roman"/>
        <w:sz w:val="20"/>
        <w:szCs w:val="20"/>
      </w:rPr>
      <w:t>5-PCO001-023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448" w:rsidRDefault="00B73448" w:rsidP="0094620C">
      <w:pPr>
        <w:spacing w:after="0" w:line="240" w:lineRule="auto"/>
      </w:pPr>
      <w:r>
        <w:separator/>
      </w:r>
    </w:p>
  </w:footnote>
  <w:footnote w:type="continuationSeparator" w:id="0">
    <w:p w:rsidR="00B73448" w:rsidRDefault="00B73448" w:rsidP="00946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jc w:val="center"/>
      <w:tblBorders>
        <w:top w:val="single" w:sz="8" w:space="0" w:color="FF0000"/>
        <w:left w:val="single" w:sz="8" w:space="0" w:color="FF0000"/>
        <w:bottom w:val="single" w:sz="8" w:space="0" w:color="FF0000"/>
        <w:right w:val="single" w:sz="8" w:space="0" w:color="FF0000"/>
        <w:insideH w:val="single" w:sz="8" w:space="0" w:color="FF0000"/>
        <w:insideV w:val="single" w:sz="8" w:space="0" w:color="FF0000"/>
      </w:tblBorders>
      <w:tblLook w:val="04A0" w:firstRow="1" w:lastRow="0" w:firstColumn="1" w:lastColumn="0" w:noHBand="0" w:noVBand="1"/>
    </w:tblPr>
    <w:tblGrid>
      <w:gridCol w:w="2945"/>
    </w:tblGrid>
    <w:tr w:rsidR="0094620C" w:rsidTr="00E06591">
      <w:trPr>
        <w:jc w:val="center"/>
      </w:trPr>
      <w:tc>
        <w:tcPr>
          <w:tcW w:w="0" w:type="auto"/>
          <w:tcBorders>
            <w:top w:val="single" w:sz="12" w:space="0" w:color="FF0000"/>
            <w:left w:val="single" w:sz="12" w:space="0" w:color="FF0000"/>
            <w:bottom w:val="single" w:sz="12" w:space="0" w:color="FF0000"/>
            <w:right w:val="single" w:sz="12" w:space="0" w:color="FF0000"/>
          </w:tcBorders>
          <w:vAlign w:val="center"/>
        </w:tcPr>
        <w:p w:rsidR="0094620C" w:rsidRDefault="0094620C" w:rsidP="00E06591">
          <w:pPr>
            <w:pStyle w:val="En-tte"/>
            <w:jc w:val="center"/>
            <w:rPr>
              <w:b/>
              <w:color w:val="FF0000"/>
              <w:sz w:val="28"/>
              <w:szCs w:val="28"/>
            </w:rPr>
          </w:pPr>
          <w:r w:rsidRPr="0094620C">
            <w:rPr>
              <w:b/>
              <w:color w:val="FF0000"/>
              <w:sz w:val="28"/>
              <w:szCs w:val="28"/>
            </w:rPr>
            <w:t>DIFFUSION RESTREINTE</w:t>
          </w:r>
        </w:p>
      </w:tc>
    </w:tr>
  </w:tbl>
  <w:p w:rsidR="0094620C" w:rsidRPr="0094620C" w:rsidRDefault="0094620C" w:rsidP="0094620C">
    <w:pPr>
      <w:pStyle w:val="En-tte"/>
      <w:jc w:val="center"/>
      <w:rPr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41D45"/>
    <w:multiLevelType w:val="hybridMultilevel"/>
    <w:tmpl w:val="31005E44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04AC0"/>
    <w:multiLevelType w:val="hybridMultilevel"/>
    <w:tmpl w:val="FB7C8CC8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04786"/>
    <w:multiLevelType w:val="hybridMultilevel"/>
    <w:tmpl w:val="6C70756A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3196D"/>
    <w:multiLevelType w:val="hybridMultilevel"/>
    <w:tmpl w:val="935EEF96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998713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27EE9"/>
    <w:multiLevelType w:val="hybridMultilevel"/>
    <w:tmpl w:val="F8AC850C"/>
    <w:lvl w:ilvl="0" w:tplc="FC0610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42DEB"/>
    <w:multiLevelType w:val="hybridMultilevel"/>
    <w:tmpl w:val="73B696DA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90CBB"/>
    <w:multiLevelType w:val="hybridMultilevel"/>
    <w:tmpl w:val="33F6D58C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E54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E08B2"/>
    <w:multiLevelType w:val="hybridMultilevel"/>
    <w:tmpl w:val="7D083714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E54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D7BDE"/>
    <w:multiLevelType w:val="hybridMultilevel"/>
    <w:tmpl w:val="CE1802B2"/>
    <w:lvl w:ilvl="0" w:tplc="74D0B7F6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F4228"/>
    <w:multiLevelType w:val="hybridMultilevel"/>
    <w:tmpl w:val="D938E932"/>
    <w:lvl w:ilvl="0" w:tplc="5484E19C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0C5D65"/>
    <w:multiLevelType w:val="hybridMultilevel"/>
    <w:tmpl w:val="65CA5D4C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D015A"/>
    <w:multiLevelType w:val="hybridMultilevel"/>
    <w:tmpl w:val="F9222A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F1F62"/>
    <w:multiLevelType w:val="hybridMultilevel"/>
    <w:tmpl w:val="5EF8C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E16B39"/>
    <w:multiLevelType w:val="hybridMultilevel"/>
    <w:tmpl w:val="6B74DD2E"/>
    <w:lvl w:ilvl="0" w:tplc="FC0610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B32F0"/>
    <w:multiLevelType w:val="hybridMultilevel"/>
    <w:tmpl w:val="C966C2E2"/>
    <w:lvl w:ilvl="0" w:tplc="FC0610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8B18D6"/>
    <w:multiLevelType w:val="hybridMultilevel"/>
    <w:tmpl w:val="F7E25B94"/>
    <w:lvl w:ilvl="0" w:tplc="040C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6" w15:restartNumberingAfterBreak="0">
    <w:nsid w:val="602B258C"/>
    <w:multiLevelType w:val="hybridMultilevel"/>
    <w:tmpl w:val="3EB29A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D1AC6"/>
    <w:multiLevelType w:val="hybridMultilevel"/>
    <w:tmpl w:val="957C4C36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B58AB"/>
    <w:multiLevelType w:val="hybridMultilevel"/>
    <w:tmpl w:val="A3707A4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9526F8"/>
    <w:multiLevelType w:val="hybridMultilevel"/>
    <w:tmpl w:val="3E362904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7D42FD"/>
    <w:multiLevelType w:val="hybridMultilevel"/>
    <w:tmpl w:val="2EDAC3FE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BB542F"/>
    <w:multiLevelType w:val="hybridMultilevel"/>
    <w:tmpl w:val="BC22E082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13"/>
  </w:num>
  <w:num w:numId="5">
    <w:abstractNumId w:val="3"/>
  </w:num>
  <w:num w:numId="6">
    <w:abstractNumId w:val="19"/>
  </w:num>
  <w:num w:numId="7">
    <w:abstractNumId w:val="16"/>
  </w:num>
  <w:num w:numId="8">
    <w:abstractNumId w:val="9"/>
  </w:num>
  <w:num w:numId="9">
    <w:abstractNumId w:val="5"/>
  </w:num>
  <w:num w:numId="10">
    <w:abstractNumId w:val="2"/>
  </w:num>
  <w:num w:numId="11">
    <w:abstractNumId w:val="6"/>
  </w:num>
  <w:num w:numId="12">
    <w:abstractNumId w:val="0"/>
  </w:num>
  <w:num w:numId="13">
    <w:abstractNumId w:val="7"/>
  </w:num>
  <w:num w:numId="14">
    <w:abstractNumId w:val="20"/>
  </w:num>
  <w:num w:numId="15">
    <w:abstractNumId w:val="1"/>
  </w:num>
  <w:num w:numId="16">
    <w:abstractNumId w:val="18"/>
  </w:num>
  <w:num w:numId="17">
    <w:abstractNumId w:val="8"/>
  </w:num>
  <w:num w:numId="18">
    <w:abstractNumId w:val="17"/>
  </w:num>
  <w:num w:numId="19">
    <w:abstractNumId w:val="21"/>
  </w:num>
  <w:num w:numId="20">
    <w:abstractNumId w:val="12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1CD"/>
    <w:rsid w:val="00000644"/>
    <w:rsid w:val="00071BCE"/>
    <w:rsid w:val="000B607A"/>
    <w:rsid w:val="0013167E"/>
    <w:rsid w:val="001C4136"/>
    <w:rsid w:val="0029486C"/>
    <w:rsid w:val="00297672"/>
    <w:rsid w:val="002D6BFE"/>
    <w:rsid w:val="004D4C52"/>
    <w:rsid w:val="00525B9C"/>
    <w:rsid w:val="006E6F52"/>
    <w:rsid w:val="006E6FDF"/>
    <w:rsid w:val="007161CD"/>
    <w:rsid w:val="0073663B"/>
    <w:rsid w:val="007A4C04"/>
    <w:rsid w:val="007C6683"/>
    <w:rsid w:val="008B207C"/>
    <w:rsid w:val="009011E9"/>
    <w:rsid w:val="00920B7C"/>
    <w:rsid w:val="0094620C"/>
    <w:rsid w:val="00A47585"/>
    <w:rsid w:val="00AC3B69"/>
    <w:rsid w:val="00AE0C1F"/>
    <w:rsid w:val="00B73448"/>
    <w:rsid w:val="00BB42C3"/>
    <w:rsid w:val="00CD38AE"/>
    <w:rsid w:val="00E06591"/>
    <w:rsid w:val="00EC7DDC"/>
    <w:rsid w:val="00EE105C"/>
    <w:rsid w:val="00F27E19"/>
    <w:rsid w:val="00F3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8AAA1E"/>
  <w15:chartTrackingRefBased/>
  <w15:docId w15:val="{AD89C62F-4D7D-49C9-93B8-3B062B8C3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C4136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6E6F5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946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620C"/>
  </w:style>
  <w:style w:type="paragraph" w:styleId="Pieddepage">
    <w:name w:val="footer"/>
    <w:basedOn w:val="Normal"/>
    <w:link w:val="PieddepageCar"/>
    <w:uiPriority w:val="99"/>
    <w:unhideWhenUsed/>
    <w:rsid w:val="00946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620C"/>
  </w:style>
  <w:style w:type="table" w:styleId="Grilledutableau">
    <w:name w:val="Table Grid"/>
    <w:basedOn w:val="TableauNormal"/>
    <w:uiPriority w:val="59"/>
    <w:rsid w:val="00946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bazzaro\Downloads\A8_MODELE-ANNEXE-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45BB8C0E8BE4D0083A39E21859352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48B6A7-5495-4618-BBEA-263D57856289}"/>
      </w:docPartPr>
      <w:docPartBody>
        <w:p w:rsidR="00636F7F" w:rsidRDefault="001B350E">
          <w:pPr>
            <w:pStyle w:val="E45BB8C0E8BE4D0083A39E218593525E"/>
          </w:pPr>
          <w:r w:rsidRPr="00FE473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619F180E074CA296A0B6B91EB331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23F1E9-C76B-44F8-B2CB-0672E16B0D26}"/>
      </w:docPartPr>
      <w:docPartBody>
        <w:p w:rsidR="00636F7F" w:rsidRDefault="001B350E">
          <w:pPr>
            <w:pStyle w:val="58619F180E074CA296A0B6B91EB33174"/>
          </w:pPr>
          <w:r w:rsidRPr="00893197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50E"/>
    <w:rsid w:val="001B350E"/>
    <w:rsid w:val="00636F7F"/>
    <w:rsid w:val="009C2B5B"/>
    <w:rsid w:val="00AF5CA6"/>
    <w:rsid w:val="00DD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36F7F"/>
    <w:rPr>
      <w:color w:val="808080"/>
    </w:rPr>
  </w:style>
  <w:style w:type="paragraph" w:customStyle="1" w:styleId="E45BB8C0E8BE4D0083A39E218593525E">
    <w:name w:val="E45BB8C0E8BE4D0083A39E218593525E"/>
  </w:style>
  <w:style w:type="paragraph" w:customStyle="1" w:styleId="58619F180E074CA296A0B6B91EB33174">
    <w:name w:val="58619F180E074CA296A0B6B91EB33174"/>
  </w:style>
  <w:style w:type="paragraph" w:customStyle="1" w:styleId="A9960519B37A45DD96B02B2BF524194B">
    <w:name w:val="A9960519B37A45DD96B02B2BF524194B"/>
    <w:rsid w:val="00636F7F"/>
  </w:style>
  <w:style w:type="paragraph" w:customStyle="1" w:styleId="CB69262854B3418596C0EDEAA8A464D2">
    <w:name w:val="CB69262854B3418596C0EDEAA8A464D2"/>
    <w:rsid w:val="00636F7F"/>
  </w:style>
  <w:style w:type="paragraph" w:customStyle="1" w:styleId="B3F72F54203C471A8B7EE1BAAE674D3D">
    <w:name w:val="B3F72F54203C471A8B7EE1BAAE674D3D"/>
    <w:rsid w:val="00636F7F"/>
  </w:style>
  <w:style w:type="paragraph" w:customStyle="1" w:styleId="B346A1B7154A4825AD88C3180737A3AF">
    <w:name w:val="B346A1B7154A4825AD88C3180737A3AF"/>
    <w:rsid w:val="00636F7F"/>
  </w:style>
  <w:style w:type="paragraph" w:customStyle="1" w:styleId="D80F76B7068742F8A3E58D8E164F7886">
    <w:name w:val="D80F76B7068742F8A3E58D8E164F7886"/>
    <w:rsid w:val="00636F7F"/>
  </w:style>
  <w:style w:type="paragraph" w:customStyle="1" w:styleId="7385DD44063444A7B84A786409E71CB6">
    <w:name w:val="7385DD44063444A7B84A786409E71CB6"/>
    <w:rsid w:val="00636F7F"/>
  </w:style>
  <w:style w:type="paragraph" w:customStyle="1" w:styleId="2DC888980545451BA8CA32FF7CB4733C">
    <w:name w:val="2DC888980545451BA8CA32FF7CB4733C"/>
    <w:rsid w:val="00636F7F"/>
  </w:style>
  <w:style w:type="paragraph" w:customStyle="1" w:styleId="446248BCF24246C1857871B46CE24227">
    <w:name w:val="446248BCF24246C1857871B46CE24227"/>
    <w:rsid w:val="00636F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471D53B2D25D459358C258D9D7143C" ma:contentTypeVersion="1" ma:contentTypeDescription="Crée un document." ma:contentTypeScope="" ma:versionID="e84baedd480cafb6a6310529662cc7e9">
  <xsd:schema xmlns:xsd="http://www.w3.org/2001/XMLSchema" xmlns:xs="http://www.w3.org/2001/XMLSchema" xmlns:p="http://schemas.microsoft.com/office/2006/metadata/properties" xmlns:ns2="e730d2af-d5db-4b38-bb9c-929b143cb273" targetNamespace="http://schemas.microsoft.com/office/2006/metadata/properties" ma:root="true" ma:fieldsID="daf77eab480ff6d37209e4dbfa6b9ac8" ns2:_="">
    <xsd:import namespace="e730d2af-d5db-4b38-bb9c-929b143cb27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0d2af-d5db-4b38-bb9c-929b143cb2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6D409-A980-456E-80AE-CF8DCD246B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5A9846-A13D-4009-9080-FE3309441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30d2af-d5db-4b38-bb9c-929b143cb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098B8F-88E9-4976-A76A-EF58C8E31A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8A99C4-6A17-471A-9E6D-1CA366668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A8_MODELE-ANNEXE-Z</Template>
  <TotalTime>27</TotalTime>
  <Pages>3</Pages>
  <Words>1112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BAZZARO Pauline ADJ ADM PAL 2CL AE</dc:creator>
  <cp:keywords/>
  <dc:description/>
  <cp:lastModifiedBy>MILLERET Romain INGE CIVI DEFE</cp:lastModifiedBy>
  <cp:revision>15</cp:revision>
  <cp:lastPrinted>2024-07-24T09:26:00Z</cp:lastPrinted>
  <dcterms:created xsi:type="dcterms:W3CDTF">2024-07-24T09:25:00Z</dcterms:created>
  <dcterms:modified xsi:type="dcterms:W3CDTF">2025-07-08T14:58:00Z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ature">
    <vt:lpwstr>6;#Modèle générique|950e700b-c0f6-42a9-ab1b-ecdbdd089d55</vt:lpwstr>
  </property>
  <property fmtid="{D5CDD505-2E9C-101B-9397-08002B2CF9AE}" pid="3" name="Mots-clés">
    <vt:lpwstr>40;#Processus ACH|5a008c69-4ebb-44b1-9e0f-e46739da1ecd;#210;#Contractualisation|73551691-3a3c-49fb-8320-a77a56ce1050;#211;#Défense sécurité|de505ab6-7d6e-4fd1-9bff-a9315b398906;#32;#ESID Metz|21d3c7d4-0f2f-426b-be1c-14a71f7ab1fc</vt:lpwstr>
  </property>
  <property fmtid="{D5CDD505-2E9C-101B-9397-08002B2CF9AE}" pid="4" name="ContentTypeId">
    <vt:lpwstr>0x010100AD471D53B2D25D459358C258D9D7143C</vt:lpwstr>
  </property>
  <property fmtid="{D5CDD505-2E9C-101B-9397-08002B2CF9AE}" pid="5" name="Type modèle">
    <vt:lpwstr>74;#Administratif|8d48419a-2aa9-412e-b10d-e34b4e6aa359</vt:lpwstr>
  </property>
  <property fmtid="{D5CDD505-2E9C-101B-9397-08002B2CF9AE}" pid="6" name="Statut de l’élément">
    <vt:lpwstr/>
  </property>
  <property fmtid="{D5CDD505-2E9C-101B-9397-08002B2CF9AE}" pid="7" name="Protection">
    <vt:lpwstr>1;#NP|fc3fe6ea-5613-4041-a353-5eca13b174d8</vt:lpwstr>
  </property>
  <property fmtid="{D5CDD505-2E9C-101B-9397-08002B2CF9AE}" pid="8" name="Projet - Thème">
    <vt:lpwstr>17;#GPS|c2399d18-a12a-4b29-88de-51d139c96623</vt:lpwstr>
  </property>
  <property fmtid="{D5CDD505-2E9C-101B-9397-08002B2CF9AE}" pid="9" name="_dlc_DocIdItemGuid">
    <vt:lpwstr>5f1093df-280b-46ec-8f06-c05484f11985</vt:lpwstr>
  </property>
</Properties>
</file>