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74978" w14:textId="77777777" w:rsidR="007D6D44" w:rsidRPr="007D6D44" w:rsidRDefault="007D6D44" w:rsidP="00770956">
      <w:pPr>
        <w:pStyle w:val="Couverturefin"/>
      </w:pPr>
    </w:p>
    <w:p w14:paraId="615A6E23" w14:textId="77777777" w:rsidR="007D6D44" w:rsidRPr="007D6D44" w:rsidRDefault="007D6D44" w:rsidP="00770956">
      <w:pPr>
        <w:pStyle w:val="Couverturefin"/>
      </w:pPr>
    </w:p>
    <w:p w14:paraId="65402422" w14:textId="77777777" w:rsidR="007D6D44" w:rsidRPr="007D6D44" w:rsidRDefault="007D6D44" w:rsidP="00770956">
      <w:pPr>
        <w:pStyle w:val="Couverturefin"/>
      </w:pPr>
    </w:p>
    <w:p w14:paraId="68B70A03" w14:textId="77777777" w:rsidR="007D6D44" w:rsidRPr="007D6D44" w:rsidRDefault="007D6D44" w:rsidP="00770956">
      <w:pPr>
        <w:pStyle w:val="Couverturefin"/>
      </w:pPr>
    </w:p>
    <w:p w14:paraId="5107F0E0" w14:textId="77777777" w:rsidR="007D6D44" w:rsidRPr="007D6D44" w:rsidRDefault="007D6D44" w:rsidP="00770956">
      <w:pPr>
        <w:pStyle w:val="Couverturefin"/>
      </w:pPr>
    </w:p>
    <w:p w14:paraId="38B0AEC5" w14:textId="77777777" w:rsidR="007D6D44" w:rsidRDefault="007D6D44" w:rsidP="00770956">
      <w:pPr>
        <w:pStyle w:val="Couverturefin"/>
      </w:pPr>
    </w:p>
    <w:p w14:paraId="6D2D9CE5" w14:textId="77777777" w:rsidR="00DC5389" w:rsidRDefault="00DC5389" w:rsidP="00770956">
      <w:pPr>
        <w:pStyle w:val="Couverturefin"/>
      </w:pPr>
    </w:p>
    <w:p w14:paraId="09E8FB86" w14:textId="77777777" w:rsidR="00DC5389" w:rsidRDefault="00DC5389" w:rsidP="00770956">
      <w:pPr>
        <w:pStyle w:val="Couverturefin"/>
      </w:pPr>
    </w:p>
    <w:p w14:paraId="4A0600BF" w14:textId="77777777" w:rsidR="00DC5389" w:rsidRDefault="00DC5389" w:rsidP="00770956">
      <w:pPr>
        <w:pStyle w:val="Couverturefin"/>
      </w:pPr>
    </w:p>
    <w:p w14:paraId="63577AA6" w14:textId="77777777" w:rsidR="00DC5389" w:rsidRDefault="00DC5389" w:rsidP="00770956">
      <w:pPr>
        <w:pStyle w:val="Couverturefin"/>
      </w:pPr>
    </w:p>
    <w:p w14:paraId="2E091549" w14:textId="77777777" w:rsidR="00DC5389" w:rsidRDefault="00DC5389" w:rsidP="00770956">
      <w:pPr>
        <w:pStyle w:val="Couverturefin"/>
      </w:pPr>
    </w:p>
    <w:p w14:paraId="2D826956" w14:textId="77777777" w:rsidR="00DC5389" w:rsidRDefault="00DC5389" w:rsidP="00770956">
      <w:pPr>
        <w:pStyle w:val="Couverturefin"/>
      </w:pPr>
    </w:p>
    <w:p w14:paraId="7F0FDD95" w14:textId="77777777" w:rsidR="00DC5389" w:rsidRDefault="00DC5389" w:rsidP="00770956">
      <w:pPr>
        <w:pStyle w:val="Couverturefin"/>
      </w:pPr>
    </w:p>
    <w:p w14:paraId="1EB49910" w14:textId="77777777" w:rsidR="00DC5389" w:rsidRDefault="00DC5389" w:rsidP="00770956">
      <w:pPr>
        <w:pStyle w:val="Couverturefin"/>
      </w:pPr>
    </w:p>
    <w:p w14:paraId="1160BF13" w14:textId="77777777" w:rsidR="00DC5389" w:rsidRDefault="00DC5389" w:rsidP="00770956">
      <w:pPr>
        <w:pStyle w:val="Couverturefin"/>
      </w:pPr>
    </w:p>
    <w:p w14:paraId="478F0196" w14:textId="77777777" w:rsidR="00DC5389" w:rsidRDefault="00DC5389" w:rsidP="00770956">
      <w:pPr>
        <w:pStyle w:val="Couverturefin"/>
      </w:pPr>
    </w:p>
    <w:p w14:paraId="227A5013" w14:textId="77777777" w:rsidR="00DC5389" w:rsidRDefault="00DC5389" w:rsidP="00770956">
      <w:pPr>
        <w:pStyle w:val="Couverturefin"/>
      </w:pPr>
    </w:p>
    <w:p w14:paraId="495E9E40" w14:textId="77777777" w:rsidR="00DC5389" w:rsidRDefault="00DC5389" w:rsidP="00770956">
      <w:pPr>
        <w:pStyle w:val="Couverturefin"/>
      </w:pPr>
    </w:p>
    <w:p w14:paraId="4DE9E3AD" w14:textId="77777777" w:rsidR="00DC5389" w:rsidRDefault="00DC5389" w:rsidP="00770956">
      <w:pPr>
        <w:pStyle w:val="Couverturefin"/>
      </w:pPr>
    </w:p>
    <w:p w14:paraId="20D0494E" w14:textId="77777777" w:rsidR="00DC5389" w:rsidRDefault="00DC5389" w:rsidP="00770956">
      <w:pPr>
        <w:pStyle w:val="Couverturefin"/>
      </w:pPr>
    </w:p>
    <w:p w14:paraId="7198E690" w14:textId="77777777" w:rsidR="00DC5389" w:rsidRDefault="00DC5389" w:rsidP="00770956">
      <w:pPr>
        <w:pStyle w:val="Couverturefin"/>
      </w:pPr>
    </w:p>
    <w:p w14:paraId="11D2091E" w14:textId="77777777" w:rsidR="00DC5389" w:rsidRDefault="00DC5389" w:rsidP="00770956">
      <w:pPr>
        <w:pStyle w:val="Couverturefin"/>
      </w:pPr>
    </w:p>
    <w:p w14:paraId="41B47F77" w14:textId="77777777" w:rsidR="00DC5389" w:rsidRDefault="00DC5389" w:rsidP="00770956">
      <w:pPr>
        <w:pStyle w:val="Couverturefin"/>
      </w:pPr>
    </w:p>
    <w:p w14:paraId="448AE194" w14:textId="77777777" w:rsidR="00DC5389" w:rsidRDefault="00DC5389" w:rsidP="00770956">
      <w:pPr>
        <w:pStyle w:val="Couverturefin"/>
      </w:pPr>
    </w:p>
    <w:p w14:paraId="1EFCD371" w14:textId="77777777" w:rsidR="00DC5389" w:rsidRDefault="00DC5389" w:rsidP="00770956">
      <w:pPr>
        <w:pStyle w:val="Couverturefin"/>
      </w:pPr>
    </w:p>
    <w:p w14:paraId="6448665F" w14:textId="77777777" w:rsidR="00DC5389" w:rsidRDefault="00DC5389" w:rsidP="00770956">
      <w:pPr>
        <w:pStyle w:val="Couverturefin"/>
      </w:pPr>
    </w:p>
    <w:p w14:paraId="488C3FED" w14:textId="77777777" w:rsidR="00DC5389" w:rsidRDefault="00DC5389" w:rsidP="00770956">
      <w:pPr>
        <w:pStyle w:val="Couverturefin"/>
      </w:pPr>
    </w:p>
    <w:p w14:paraId="477D32C6" w14:textId="77777777" w:rsidR="00DC5389" w:rsidRDefault="00DC5389" w:rsidP="00770956">
      <w:pPr>
        <w:pStyle w:val="Couverturefin"/>
      </w:pPr>
    </w:p>
    <w:p w14:paraId="2911C14E" w14:textId="77777777" w:rsidR="00DC5389" w:rsidRDefault="00DC5389" w:rsidP="00770956">
      <w:pPr>
        <w:pStyle w:val="Couverturefin"/>
      </w:pPr>
    </w:p>
    <w:p w14:paraId="29318BFA" w14:textId="77777777" w:rsidR="00DC5389" w:rsidRDefault="00DC5389" w:rsidP="00770956">
      <w:pPr>
        <w:pStyle w:val="Couverturefin"/>
      </w:pPr>
    </w:p>
    <w:p w14:paraId="520A0E48" w14:textId="77777777" w:rsidR="00B6386C" w:rsidRDefault="00B6386C" w:rsidP="00770956">
      <w:pPr>
        <w:pStyle w:val="Couverturefin"/>
      </w:pPr>
    </w:p>
    <w:p w14:paraId="3AC190F2" w14:textId="77777777" w:rsidR="00B6386C" w:rsidRDefault="00B6386C" w:rsidP="00770956">
      <w:pPr>
        <w:pStyle w:val="Couverturefin"/>
      </w:pPr>
    </w:p>
    <w:p w14:paraId="76D71A3F" w14:textId="77777777" w:rsidR="00B6386C" w:rsidRDefault="00B6386C" w:rsidP="00770956">
      <w:pPr>
        <w:pStyle w:val="Couverturefin"/>
      </w:pPr>
    </w:p>
    <w:p w14:paraId="66DD36AD" w14:textId="77777777" w:rsidR="00B6386C" w:rsidRDefault="00B6386C" w:rsidP="00770956">
      <w:pPr>
        <w:pStyle w:val="Couverturefin"/>
      </w:pPr>
    </w:p>
    <w:p w14:paraId="25A13B8D" w14:textId="77777777" w:rsidR="00B6386C" w:rsidRDefault="00B6386C" w:rsidP="00770956">
      <w:pPr>
        <w:pStyle w:val="Couverturefin"/>
      </w:pPr>
    </w:p>
    <w:p w14:paraId="60518C67" w14:textId="77777777" w:rsidR="00B6386C" w:rsidRDefault="00B6386C" w:rsidP="00770956">
      <w:pPr>
        <w:pStyle w:val="Couverturefin"/>
      </w:pPr>
    </w:p>
    <w:p w14:paraId="2DCF97C4" w14:textId="77777777" w:rsidR="00B6386C" w:rsidRDefault="00B6386C" w:rsidP="00770956">
      <w:pPr>
        <w:pStyle w:val="Couverturefin"/>
      </w:pPr>
    </w:p>
    <w:p w14:paraId="01335029" w14:textId="77777777" w:rsidR="00B6386C" w:rsidRPr="007D6D44" w:rsidRDefault="00B6386C" w:rsidP="00770956">
      <w:pPr>
        <w:pStyle w:val="Couverturefin"/>
      </w:pPr>
    </w:p>
    <w:p w14:paraId="6CD3C9F6" w14:textId="77777777" w:rsidR="00DC5389" w:rsidRPr="00DC5389" w:rsidRDefault="00DC5389" w:rsidP="00DC5389">
      <w:r w:rsidRPr="00DC5389">
        <w:br w:type="column"/>
      </w:r>
    </w:p>
    <w:tbl>
      <w:tblPr>
        <w:tblpPr w:leftFromText="142" w:rightFromText="142" w:vertAnchor="page" w:tblpXSpec="right" w:tblpY="625"/>
        <w:tblOverlap w:val="nev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5"/>
        <w:gridCol w:w="860"/>
        <w:gridCol w:w="859"/>
        <w:gridCol w:w="861"/>
      </w:tblGrid>
      <w:tr w:rsidR="007D6D44" w14:paraId="27A1EE07" w14:textId="77777777" w:rsidTr="00BE76CA">
        <w:trPr>
          <w:cantSplit/>
          <w:trHeight w:val="2398"/>
        </w:trPr>
        <w:tc>
          <w:tcPr>
            <w:tcW w:w="3445" w:type="dxa"/>
            <w:gridSpan w:val="4"/>
            <w:vAlign w:val="center"/>
          </w:tcPr>
          <w:p w14:paraId="13F7E1E6" w14:textId="1F06482B" w:rsidR="007D6D44" w:rsidRPr="006A20C2" w:rsidRDefault="007639D7" w:rsidP="00B94F63">
            <w:pPr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4F0B4EBF" wp14:editId="7FD8D54B">
                  <wp:extent cx="2050415" cy="1358265"/>
                  <wp:effectExtent l="0" t="0" r="0" b="0"/>
                  <wp:docPr id="145077818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0415" cy="1358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48BB" w14:paraId="383ABA69" w14:textId="77777777" w:rsidTr="00B91458">
        <w:trPr>
          <w:cantSplit/>
          <w:trHeight w:val="870"/>
        </w:trPr>
        <w:tc>
          <w:tcPr>
            <w:tcW w:w="3445" w:type="dxa"/>
            <w:gridSpan w:val="4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1EEFC4D7" w14:textId="77777777" w:rsidR="006F48BB" w:rsidRDefault="006F48BB" w:rsidP="006F48BB">
            <w:pPr>
              <w:pStyle w:val="CARTOUCHE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CREPS MONTPELLIER</w:t>
            </w:r>
            <w:r>
              <w:rPr>
                <w:sz w:val="18"/>
                <w:szCs w:val="18"/>
              </w:rPr>
              <w:br/>
              <w:t>Représenté par M Jérôme DAVAL</w:t>
            </w:r>
          </w:p>
          <w:p w14:paraId="6F5F34DC" w14:textId="77777777" w:rsidR="006F48BB" w:rsidRDefault="006F48BB" w:rsidP="006F48BB">
            <w:pPr>
              <w:pStyle w:val="CARTOUCHE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Avenue Charles FLAHAULT</w:t>
            </w:r>
          </w:p>
          <w:p w14:paraId="327BC413" w14:textId="30421633" w:rsidR="006F48BB" w:rsidRPr="007911C2" w:rsidRDefault="006F48BB" w:rsidP="006F48BB">
            <w:pPr>
              <w:pStyle w:val="CARTOUCHE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</w:t>
            </w:r>
            <w:r w:rsidR="0045453F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0 Montpellier</w:t>
            </w:r>
          </w:p>
          <w:p w14:paraId="0A35423C" w14:textId="43854411" w:rsidR="006F48BB" w:rsidRPr="00BE76CA" w:rsidRDefault="006F48BB" w:rsidP="006F48BB">
            <w:pPr>
              <w:pStyle w:val="CARTOUCHE"/>
              <w:framePr w:hSpace="0" w:wrap="auto" w:vAnchor="margin" w:xAlign="left" w:yAlign="inline"/>
              <w:suppressOverlap w:val="0"/>
              <w:rPr>
                <w:szCs w:val="56"/>
              </w:rPr>
            </w:pPr>
          </w:p>
        </w:tc>
      </w:tr>
      <w:tr w:rsidR="006F48BB" w14:paraId="772142BF" w14:textId="77777777" w:rsidTr="00B91458">
        <w:trPr>
          <w:cantSplit/>
          <w:trHeight w:val="1165"/>
        </w:trPr>
        <w:tc>
          <w:tcPr>
            <w:tcW w:w="3445" w:type="dxa"/>
            <w:gridSpan w:val="4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400E13FA" w14:textId="77EE77C7" w:rsidR="006F48BB" w:rsidRPr="00B93004" w:rsidRDefault="006F48BB" w:rsidP="006F48BB">
            <w:pPr>
              <w:pStyle w:val="Couverture"/>
              <w:rPr>
                <w:sz w:val="24"/>
                <w:szCs w:val="16"/>
              </w:rPr>
            </w:pPr>
            <w:r w:rsidRPr="00141555">
              <w:rPr>
                <w:sz w:val="24"/>
                <w:szCs w:val="16"/>
              </w:rPr>
              <w:t>CREP</w:t>
            </w:r>
            <w:r>
              <w:rPr>
                <w:sz w:val="24"/>
                <w:szCs w:val="16"/>
              </w:rPr>
              <w:t>S</w:t>
            </w:r>
            <w:r>
              <w:rPr>
                <w:sz w:val="24"/>
                <w:szCs w:val="16"/>
              </w:rPr>
              <w:br/>
            </w:r>
            <w:r w:rsidRPr="00141555">
              <w:rPr>
                <w:sz w:val="24"/>
                <w:szCs w:val="16"/>
              </w:rPr>
              <w:t>RÉNOVATION BÂTIMENT BARCELONE</w:t>
            </w:r>
          </w:p>
        </w:tc>
      </w:tr>
      <w:tr w:rsidR="006F48BB" w14:paraId="79CD3D88" w14:textId="77777777" w:rsidTr="00BE76CA">
        <w:trPr>
          <w:cantSplit/>
          <w:trHeight w:val="959"/>
        </w:trPr>
        <w:tc>
          <w:tcPr>
            <w:tcW w:w="3445" w:type="dxa"/>
            <w:gridSpan w:val="4"/>
            <w:tcBorders>
              <w:bottom w:val="single" w:sz="8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20A8CED" w14:textId="626C061E" w:rsidR="006F48BB" w:rsidRPr="00DC5389" w:rsidRDefault="00D462B6" w:rsidP="006F48BB">
            <w:pPr>
              <w:pStyle w:val="CARTOUCHE"/>
              <w:framePr w:hSpace="0" w:wrap="auto" w:vAnchor="margin" w:xAlign="left" w:yAlign="inline"/>
              <w:suppressOverlap w:val="0"/>
            </w:pPr>
            <w:r>
              <w:rPr>
                <w:rStyle w:val="Cartouchefin"/>
                <w:b/>
                <w:bCs/>
                <w:sz w:val="20"/>
                <w:szCs w:val="32"/>
              </w:rPr>
              <w:t>FICHE PRODUITS</w:t>
            </w:r>
          </w:p>
        </w:tc>
      </w:tr>
      <w:tr w:rsidR="007D6D44" w14:paraId="41CC041B" w14:textId="77777777" w:rsidTr="00BE76CA">
        <w:trPr>
          <w:cantSplit/>
          <w:trHeight w:val="240"/>
        </w:trPr>
        <w:tc>
          <w:tcPr>
            <w:tcW w:w="86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1BE77A7" w14:textId="77777777" w:rsidR="007D6D44" w:rsidRPr="002709CD" w:rsidRDefault="007D6D44" w:rsidP="00597522">
            <w:pPr>
              <w:pStyle w:val="CARTOUCHE"/>
              <w:framePr w:hSpace="0" w:wrap="auto" w:vAnchor="margin" w:xAlign="left" w:yAlign="inline"/>
              <w:suppressOverlap w:val="0"/>
              <w:rPr>
                <w:rStyle w:val="Cartouchefin"/>
              </w:rPr>
            </w:pPr>
            <w:r w:rsidRPr="002709CD">
              <w:rPr>
                <w:rStyle w:val="Cartouchefin"/>
              </w:rPr>
              <w:t>phase</w:t>
            </w: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011537" w14:textId="77777777" w:rsidR="007D6D44" w:rsidRPr="002709CD" w:rsidRDefault="007D6D44" w:rsidP="00597522">
            <w:pPr>
              <w:pStyle w:val="CARTOUCHE"/>
              <w:framePr w:hSpace="0" w:wrap="auto" w:vAnchor="margin" w:xAlign="left" w:yAlign="inline"/>
              <w:suppressOverlap w:val="0"/>
              <w:rPr>
                <w:rStyle w:val="Cartouchefin"/>
              </w:rPr>
            </w:pPr>
            <w:r w:rsidRPr="002709CD">
              <w:rPr>
                <w:rStyle w:val="Cartouchefin"/>
              </w:rPr>
              <w:t>N° pièce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97A6C3" w14:textId="77777777" w:rsidR="007D6D44" w:rsidRPr="002709CD" w:rsidRDefault="007D6D44" w:rsidP="00597522">
            <w:pPr>
              <w:pStyle w:val="CARTOUCHE"/>
              <w:framePr w:hSpace="0" w:wrap="auto" w:vAnchor="margin" w:xAlign="left" w:yAlign="inline"/>
              <w:suppressOverlap w:val="0"/>
              <w:rPr>
                <w:rStyle w:val="Cartouchefin"/>
              </w:rPr>
            </w:pPr>
            <w:r w:rsidRPr="002709CD">
              <w:rPr>
                <w:rStyle w:val="Cartouchefin"/>
              </w:rPr>
              <w:t>indice</w:t>
            </w:r>
          </w:p>
        </w:tc>
        <w:tc>
          <w:tcPr>
            <w:tcW w:w="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73E56120" w14:textId="77777777" w:rsidR="007D6D44" w:rsidRPr="002709CD" w:rsidRDefault="007D6D44" w:rsidP="00597522">
            <w:pPr>
              <w:pStyle w:val="CARTOUCHE"/>
              <w:framePr w:hSpace="0" w:wrap="auto" w:vAnchor="margin" w:xAlign="left" w:yAlign="inline"/>
              <w:suppressOverlap w:val="0"/>
              <w:rPr>
                <w:rStyle w:val="Cartouchefin"/>
              </w:rPr>
            </w:pPr>
            <w:r w:rsidRPr="002709CD">
              <w:rPr>
                <w:rStyle w:val="Cartouchefin"/>
              </w:rPr>
              <w:t>échelle</w:t>
            </w:r>
          </w:p>
        </w:tc>
      </w:tr>
      <w:tr w:rsidR="007D6D44" w14:paraId="20A95A2B" w14:textId="77777777" w:rsidTr="00BE76CA">
        <w:trPr>
          <w:cantSplit/>
          <w:trHeight w:val="720"/>
        </w:trPr>
        <w:tc>
          <w:tcPr>
            <w:tcW w:w="86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4AC666D6" w14:textId="77777777" w:rsidR="007D6D44" w:rsidRPr="003917A6" w:rsidRDefault="001F686C" w:rsidP="00BE76CA">
            <w:pPr>
              <w:pStyle w:val="Cartouche10gras"/>
              <w:framePr w:hSpace="0" w:wrap="auto" w:vAnchor="margin" w:xAlign="left" w:yAlign="inline"/>
              <w:suppressOverlap w:val="0"/>
              <w:jc w:val="center"/>
              <w:rPr>
                <w:sz w:val="20"/>
                <w:szCs w:val="20"/>
              </w:rPr>
            </w:pPr>
            <w:r w:rsidRPr="003917A6">
              <w:rPr>
                <w:sz w:val="20"/>
                <w:szCs w:val="20"/>
              </w:rPr>
              <w:t>DCE</w:t>
            </w:r>
          </w:p>
        </w:tc>
        <w:tc>
          <w:tcPr>
            <w:tcW w:w="8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863F037" w14:textId="1D4EFE62" w:rsidR="007D6D44" w:rsidRPr="003917A6" w:rsidRDefault="00B91458" w:rsidP="00514224">
            <w:pPr>
              <w:pStyle w:val="Cartouche10gras"/>
              <w:framePr w:hSpace="0" w:wrap="auto" w:vAnchor="margin" w:xAlign="left" w:yAlign="inline"/>
              <w:suppressOverlap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</w:t>
            </w:r>
            <w:r w:rsidR="002E508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0</w:t>
            </w:r>
            <w:r w:rsidR="006F48BB">
              <w:rPr>
                <w:sz w:val="20"/>
                <w:szCs w:val="20"/>
              </w:rPr>
              <w:t>4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034AF7" w14:textId="77777777" w:rsidR="007D6D44" w:rsidRPr="003917A6" w:rsidRDefault="004D3D9F" w:rsidP="00BE76CA">
            <w:pPr>
              <w:pStyle w:val="Cartouche10gras"/>
              <w:framePr w:hSpace="0" w:wrap="auto" w:vAnchor="margin" w:xAlign="left" w:yAlign="inline"/>
              <w:suppressOverlap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25FCF88" w14:textId="77777777" w:rsidR="007D6D44" w:rsidRPr="003917A6" w:rsidRDefault="007D6D44" w:rsidP="00BE76CA">
            <w:pPr>
              <w:pStyle w:val="Cartouche10gras"/>
              <w:framePr w:hSpace="0" w:wrap="auto" w:vAnchor="margin" w:xAlign="left" w:yAlign="inline"/>
              <w:suppressOverlap w:val="0"/>
              <w:jc w:val="center"/>
              <w:rPr>
                <w:sz w:val="20"/>
                <w:szCs w:val="20"/>
              </w:rPr>
            </w:pPr>
            <w:r w:rsidRPr="003917A6">
              <w:rPr>
                <w:sz w:val="20"/>
                <w:szCs w:val="20"/>
              </w:rPr>
              <w:t>-</w:t>
            </w:r>
          </w:p>
        </w:tc>
      </w:tr>
      <w:tr w:rsidR="007D6D44" w14:paraId="1B8AC4A5" w14:textId="77777777" w:rsidTr="00BE76CA">
        <w:trPr>
          <w:cantSplit/>
          <w:trHeight w:val="240"/>
        </w:trPr>
        <w:tc>
          <w:tcPr>
            <w:tcW w:w="3445" w:type="dxa"/>
            <w:gridSpan w:val="4"/>
            <w:tcBorders>
              <w:top w:val="single" w:sz="8" w:space="0" w:color="auto"/>
              <w:bottom w:val="single" w:sz="8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1BF4DB38" w14:textId="4E25DDB3" w:rsidR="007D6D44" w:rsidRPr="00BE76CA" w:rsidRDefault="007D6D44" w:rsidP="00BE76CA">
            <w:pPr>
              <w:pStyle w:val="CARTOUCHE"/>
              <w:framePr w:hSpace="0" w:wrap="auto" w:vAnchor="margin" w:xAlign="left" w:yAlign="inline"/>
              <w:suppressOverlap w:val="0"/>
              <w:jc w:val="left"/>
              <w:rPr>
                <w:szCs w:val="20"/>
              </w:rPr>
            </w:pPr>
          </w:p>
        </w:tc>
      </w:tr>
      <w:tr w:rsidR="007D6D44" w14:paraId="5501323D" w14:textId="77777777" w:rsidTr="00BE76CA">
        <w:trPr>
          <w:cantSplit/>
          <w:trHeight w:val="240"/>
        </w:trPr>
        <w:tc>
          <w:tcPr>
            <w:tcW w:w="3445" w:type="dxa"/>
            <w:gridSpan w:val="4"/>
            <w:tcBorders>
              <w:top w:val="single" w:sz="8" w:space="0" w:color="auto"/>
              <w:bottom w:val="single" w:sz="8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5A6A47D" w14:textId="77777777" w:rsidR="007D6D44" w:rsidRPr="008C480F" w:rsidRDefault="007D6D44" w:rsidP="00BE76CA">
            <w:pPr>
              <w:pStyle w:val="CARTOUCHE"/>
              <w:framePr w:hSpace="0" w:wrap="auto" w:vAnchor="margin" w:xAlign="left" w:yAlign="inline"/>
              <w:suppressOverlap w:val="0"/>
              <w:jc w:val="left"/>
            </w:pPr>
            <w:r w:rsidRPr="002709CD">
              <w:rPr>
                <w:rStyle w:val="Cartouchefin"/>
              </w:rPr>
              <w:t>Format</w:t>
            </w:r>
            <w:r w:rsidRPr="002709CD">
              <w:tab/>
            </w:r>
            <w:r w:rsidRPr="002709CD">
              <w:tab/>
            </w:r>
            <w:r w:rsidRPr="002709CD">
              <w:tab/>
            </w:r>
            <w:fldSimple w:instr=" DOCPROPERTY  Category  \* MERGEFORMAT ">
              <w:r w:rsidR="00E338D7" w:rsidRPr="00E338D7">
                <w:rPr>
                  <w:rStyle w:val="Cartouche10grasCar"/>
                </w:rPr>
                <w:t>A4</w:t>
              </w:r>
            </w:fldSimple>
          </w:p>
        </w:tc>
      </w:tr>
      <w:tr w:rsidR="00C91090" w14:paraId="26F3D301" w14:textId="77777777" w:rsidTr="00BE76CA">
        <w:trPr>
          <w:cantSplit/>
          <w:trHeight w:val="240"/>
        </w:trPr>
        <w:tc>
          <w:tcPr>
            <w:tcW w:w="3445" w:type="dxa"/>
            <w:gridSpan w:val="4"/>
            <w:tcBorders>
              <w:top w:val="single" w:sz="8" w:space="0" w:color="auto"/>
              <w:bottom w:val="single" w:sz="8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9F13E68" w14:textId="68606819" w:rsidR="00C91090" w:rsidRPr="008C480F" w:rsidRDefault="00C91090" w:rsidP="00C91090">
            <w:pPr>
              <w:pStyle w:val="CARTOUCHE"/>
              <w:framePr w:hSpace="0" w:wrap="auto" w:vAnchor="margin" w:xAlign="left" w:yAlign="inline"/>
              <w:suppressOverlap w:val="0"/>
              <w:jc w:val="left"/>
            </w:pPr>
            <w:r w:rsidRPr="002709CD">
              <w:rPr>
                <w:rStyle w:val="Cartouchefin"/>
              </w:rPr>
              <w:t>Date création</w:t>
            </w:r>
            <w:r w:rsidRPr="002709CD">
              <w:rPr>
                <w:rStyle w:val="Cartouchefin"/>
              </w:rPr>
              <w:tab/>
            </w:r>
            <w:r w:rsidRPr="002709CD">
              <w:rPr>
                <w:rStyle w:val="Cartouchefin"/>
              </w:rPr>
              <w:tab/>
            </w:r>
            <w:r w:rsidRPr="002709CD">
              <w:rPr>
                <w:rStyle w:val="Cartouche10grasCar"/>
              </w:rPr>
              <w:fldChar w:fldCharType="begin"/>
            </w:r>
            <w:r w:rsidRPr="002709CD">
              <w:rPr>
                <w:rStyle w:val="Cartouche10grasCar"/>
              </w:rPr>
              <w:instrText xml:space="preserve"> SAVEDATE  \@ "MMM yy"  \* MERGEFORMAT </w:instrText>
            </w:r>
            <w:r w:rsidRPr="002709CD">
              <w:rPr>
                <w:rStyle w:val="Cartouche10grasCar"/>
              </w:rPr>
              <w:fldChar w:fldCharType="separate"/>
            </w:r>
            <w:r w:rsidR="00D35553">
              <w:rPr>
                <w:rStyle w:val="Cartouche10grasCar"/>
                <w:noProof/>
              </w:rPr>
              <w:t>juil. 25</w:t>
            </w:r>
            <w:r w:rsidRPr="002709CD">
              <w:rPr>
                <w:rStyle w:val="Cartouche10grasCar"/>
              </w:rPr>
              <w:fldChar w:fldCharType="end"/>
            </w:r>
          </w:p>
        </w:tc>
      </w:tr>
      <w:tr w:rsidR="00C91090" w14:paraId="6144B03A" w14:textId="77777777" w:rsidTr="00BE76CA">
        <w:trPr>
          <w:cantSplit/>
          <w:trHeight w:val="240"/>
        </w:trPr>
        <w:tc>
          <w:tcPr>
            <w:tcW w:w="3445" w:type="dxa"/>
            <w:gridSpan w:val="4"/>
            <w:tcBorders>
              <w:top w:val="single" w:sz="8" w:space="0" w:color="auto"/>
              <w:bottom w:val="single" w:sz="8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2F2A22E" w14:textId="35022A72" w:rsidR="00C91090" w:rsidRDefault="00C91090" w:rsidP="00C91090">
            <w:pPr>
              <w:pStyle w:val="CARTOUCHE"/>
              <w:framePr w:hSpace="0" w:wrap="auto" w:vAnchor="margin" w:xAlign="left" w:yAlign="inline"/>
              <w:suppressOverlap w:val="0"/>
              <w:jc w:val="left"/>
            </w:pPr>
            <w:r w:rsidRPr="002709CD">
              <w:rPr>
                <w:rStyle w:val="Cartouchefin"/>
              </w:rPr>
              <w:t>Date modification</w:t>
            </w:r>
            <w:r w:rsidRPr="002709CD">
              <w:rPr>
                <w:rStyle w:val="Cartouchefin"/>
              </w:rPr>
              <w:tab/>
            </w:r>
            <w:r>
              <w:rPr>
                <w:rStyle w:val="Cartouchefin"/>
              </w:rPr>
              <w:tab/>
            </w:r>
            <w:r w:rsidRPr="002709CD">
              <w:rPr>
                <w:rStyle w:val="Cartouche10grasCar"/>
              </w:rPr>
              <w:fldChar w:fldCharType="begin"/>
            </w:r>
            <w:r w:rsidRPr="002709CD">
              <w:rPr>
                <w:rStyle w:val="Cartouche10grasCar"/>
              </w:rPr>
              <w:instrText xml:space="preserve"> SAVEDATE  \@ "MMM yy"  \* MERGEFORMAT </w:instrText>
            </w:r>
            <w:r w:rsidRPr="002709CD">
              <w:rPr>
                <w:rStyle w:val="Cartouche10grasCar"/>
              </w:rPr>
              <w:fldChar w:fldCharType="separate"/>
            </w:r>
            <w:r w:rsidR="00D35553">
              <w:rPr>
                <w:rStyle w:val="Cartouche10grasCar"/>
                <w:noProof/>
              </w:rPr>
              <w:t>juil. 25</w:t>
            </w:r>
            <w:r w:rsidRPr="002709CD">
              <w:rPr>
                <w:rStyle w:val="Cartouche10grasCar"/>
              </w:rPr>
              <w:fldChar w:fldCharType="end"/>
            </w:r>
          </w:p>
        </w:tc>
      </w:tr>
      <w:tr w:rsidR="00DE2738" w14:paraId="0A7101E8" w14:textId="77777777" w:rsidTr="001D7539">
        <w:trPr>
          <w:cantSplit/>
          <w:trHeight w:val="851"/>
        </w:trPr>
        <w:tc>
          <w:tcPr>
            <w:tcW w:w="3445" w:type="dxa"/>
            <w:gridSpan w:val="4"/>
            <w:tcBorders>
              <w:top w:val="single" w:sz="8" w:space="0" w:color="auto"/>
              <w:bottom w:val="single" w:sz="8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5DD95F2" w14:textId="77777777" w:rsidR="00DE2738" w:rsidRDefault="00DE2738" w:rsidP="00DE2738">
            <w:pPr>
              <w:pStyle w:val="Cartouche10gras"/>
              <w:framePr w:hSpace="0" w:wrap="auto" w:vAnchor="margin" w:xAlign="left" w:yAlign="inline"/>
              <w:suppressOverlap w:val="0"/>
            </w:pPr>
            <w:r>
              <w:t>FOUQUET ARCHITECTURE</w:t>
            </w:r>
          </w:p>
          <w:p w14:paraId="40CE2D72" w14:textId="77777777" w:rsidR="00DE2738" w:rsidRDefault="00DE2738" w:rsidP="00DE2738">
            <w:pPr>
              <w:pStyle w:val="Cartouche10gras"/>
              <w:framePr w:hSpace="0" w:wrap="auto" w:vAnchor="margin" w:xAlign="left" w:yAlign="inline"/>
              <w:suppressOverlap w:val="0"/>
              <w:jc w:val="both"/>
              <w:rPr>
                <w:rFonts w:ascii="Frutiger LT 45 Light" w:hAnsi="Frutiger LT 45 Light"/>
                <w:sz w:val="16"/>
                <w:szCs w:val="24"/>
              </w:rPr>
            </w:pPr>
            <w:r>
              <w:rPr>
                <w:rFonts w:ascii="Frutiger LT 45 Light" w:hAnsi="Frutiger LT 45 Light"/>
                <w:sz w:val="16"/>
                <w:szCs w:val="24"/>
              </w:rPr>
              <w:t>Nathanaël et julie FOUQUET</w:t>
            </w:r>
          </w:p>
          <w:p w14:paraId="40B241A9" w14:textId="77777777" w:rsidR="00DE2738" w:rsidRDefault="00DE2738" w:rsidP="00DE2738">
            <w:pPr>
              <w:pStyle w:val="Cartouche10gras"/>
              <w:framePr w:hSpace="0" w:wrap="auto" w:vAnchor="margin" w:xAlign="left" w:yAlign="inline"/>
              <w:suppressOverlap w:val="0"/>
              <w:jc w:val="both"/>
              <w:rPr>
                <w:rFonts w:ascii="Frutiger LT 45 Light" w:hAnsi="Frutiger LT 45 Light"/>
                <w:sz w:val="16"/>
                <w:szCs w:val="24"/>
              </w:rPr>
            </w:pPr>
            <w:r>
              <w:rPr>
                <w:rFonts w:ascii="Frutiger LT 45 Light" w:hAnsi="Frutiger LT 45 Light"/>
                <w:sz w:val="16"/>
                <w:szCs w:val="24"/>
              </w:rPr>
              <w:t>55 rue Haguenot 34070 Montpellier</w:t>
            </w:r>
          </w:p>
          <w:p w14:paraId="118DC2AB" w14:textId="77777777" w:rsidR="00DE2738" w:rsidRDefault="00DE2738" w:rsidP="00DE2738">
            <w:pPr>
              <w:pStyle w:val="Cartouche10gras"/>
              <w:framePr w:hSpace="0" w:wrap="auto" w:vAnchor="margin" w:xAlign="left" w:yAlign="inline"/>
              <w:suppressOverlap w:val="0"/>
              <w:jc w:val="both"/>
              <w:rPr>
                <w:rFonts w:ascii="Frutiger LT 45 Light" w:hAnsi="Frutiger LT 45 Light"/>
                <w:sz w:val="16"/>
                <w:szCs w:val="24"/>
              </w:rPr>
            </w:pPr>
            <w:r w:rsidRPr="002779EA">
              <w:rPr>
                <w:rFonts w:ascii="Frutiger LT 45 Light" w:hAnsi="Frutiger LT 45 Light"/>
                <w:b/>
                <w:bCs/>
                <w:sz w:val="16"/>
                <w:szCs w:val="24"/>
              </w:rPr>
              <w:t>T</w:t>
            </w:r>
            <w:r>
              <w:rPr>
                <w:rFonts w:ascii="Frutiger LT 45 Light" w:hAnsi="Frutiger LT 45 Light"/>
                <w:sz w:val="16"/>
                <w:szCs w:val="24"/>
              </w:rPr>
              <w:t xml:space="preserve"> 04 67 92 45 82</w:t>
            </w:r>
          </w:p>
          <w:p w14:paraId="2329821B" w14:textId="0671DE89" w:rsidR="00DE2738" w:rsidRDefault="00DE2738" w:rsidP="00DE2738">
            <w:pPr>
              <w:pStyle w:val="Cartouche10gras"/>
              <w:framePr w:hSpace="0" w:wrap="auto" w:vAnchor="margin" w:xAlign="left" w:yAlign="inline"/>
              <w:suppressOverlap w:val="0"/>
              <w:jc w:val="both"/>
            </w:pPr>
            <w:r w:rsidRPr="002779EA">
              <w:rPr>
                <w:rFonts w:ascii="Frutiger LT 45 Light" w:hAnsi="Frutiger LT 45 Light"/>
                <w:b/>
                <w:bCs/>
                <w:sz w:val="16"/>
                <w:szCs w:val="24"/>
              </w:rPr>
              <w:t>M</w:t>
            </w:r>
            <w:r>
              <w:rPr>
                <w:rFonts w:ascii="Frutiger LT 45 Light" w:hAnsi="Frutiger LT 45 Light"/>
                <w:sz w:val="16"/>
                <w:szCs w:val="24"/>
              </w:rPr>
              <w:t xml:space="preserve"> agence@fouquet.archi</w:t>
            </w:r>
          </w:p>
        </w:tc>
      </w:tr>
      <w:tr w:rsidR="00DE2738" w14:paraId="64ABBD9D" w14:textId="77777777" w:rsidTr="00C91090">
        <w:trPr>
          <w:cantSplit/>
          <w:trHeight w:val="579"/>
        </w:trPr>
        <w:tc>
          <w:tcPr>
            <w:tcW w:w="3445" w:type="dxa"/>
            <w:gridSpan w:val="4"/>
            <w:tcBorders>
              <w:top w:val="single" w:sz="8" w:space="0" w:color="auto"/>
              <w:bottom w:val="single" w:sz="8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C62C852" w14:textId="0CDEDEEC" w:rsidR="00DE2738" w:rsidRPr="00B72B71" w:rsidRDefault="00DE2738" w:rsidP="00DE2738">
            <w:pPr>
              <w:pStyle w:val="Cartouche10gras"/>
              <w:framePr w:hSpace="0" w:wrap="auto" w:vAnchor="margin" w:xAlign="left" w:yAlign="inline"/>
              <w:suppressOverlap w:val="0"/>
              <w:rPr>
                <w:rFonts w:ascii="Frutiger LT 45 Light" w:hAnsi="Frutiger LT 45 Light"/>
              </w:rPr>
            </w:pPr>
          </w:p>
        </w:tc>
      </w:tr>
      <w:tr w:rsidR="007D6D44" w14:paraId="3ABCF1BB" w14:textId="77777777" w:rsidTr="00C91090">
        <w:trPr>
          <w:cantSplit/>
          <w:trHeight w:val="519"/>
        </w:trPr>
        <w:tc>
          <w:tcPr>
            <w:tcW w:w="3445" w:type="dxa"/>
            <w:gridSpan w:val="4"/>
            <w:tcBorders>
              <w:top w:val="single" w:sz="8" w:space="0" w:color="auto"/>
              <w:bottom w:val="single" w:sz="8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B962958" w14:textId="77777777" w:rsidR="007D6D44" w:rsidRDefault="007D6D44" w:rsidP="00597522">
            <w:pPr>
              <w:pStyle w:val="Cartouche10gras"/>
              <w:framePr w:hSpace="0" w:wrap="auto" w:vAnchor="margin" w:xAlign="left" w:yAlign="inline"/>
              <w:suppressOverlap w:val="0"/>
            </w:pPr>
          </w:p>
        </w:tc>
      </w:tr>
      <w:tr w:rsidR="007D6D44" w14:paraId="74A60222" w14:textId="77777777" w:rsidTr="00C91090">
        <w:trPr>
          <w:cantSplit/>
          <w:trHeight w:val="515"/>
        </w:trPr>
        <w:tc>
          <w:tcPr>
            <w:tcW w:w="3445" w:type="dxa"/>
            <w:gridSpan w:val="4"/>
            <w:tcBorders>
              <w:top w:val="single" w:sz="8" w:space="0" w:color="auto"/>
              <w:left w:val="single" w:sz="18" w:space="0" w:color="auto"/>
              <w:bottom w:val="nil"/>
              <w:right w:val="single" w:sz="18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D9267D3" w14:textId="4E98445D" w:rsidR="00D543C4" w:rsidRPr="002709CD" w:rsidRDefault="00D543C4" w:rsidP="00E67280">
            <w:pPr>
              <w:pStyle w:val="CARTOUCHE"/>
              <w:framePr w:hSpace="0" w:wrap="auto" w:vAnchor="margin" w:xAlign="left" w:yAlign="inline"/>
              <w:suppressOverlap w:val="0"/>
              <w:jc w:val="left"/>
              <w:rPr>
                <w:rStyle w:val="Cartouchefin"/>
              </w:rPr>
            </w:pPr>
          </w:p>
        </w:tc>
      </w:tr>
      <w:tr w:rsidR="00D462B6" w14:paraId="4F8E4DEB" w14:textId="77777777" w:rsidTr="00B93004">
        <w:trPr>
          <w:cantSplit/>
          <w:trHeight w:val="567"/>
        </w:trPr>
        <w:tc>
          <w:tcPr>
            <w:tcW w:w="3445" w:type="dxa"/>
            <w:gridSpan w:val="4"/>
            <w:tcBorders>
              <w:top w:val="single" w:sz="8" w:space="0" w:color="auto"/>
              <w:left w:val="single" w:sz="18" w:space="0" w:color="auto"/>
              <w:bottom w:val="nil"/>
              <w:right w:val="single" w:sz="18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875F03E" w14:textId="3A64FFB3" w:rsidR="00D462B6" w:rsidRPr="00F60530" w:rsidRDefault="00D462B6" w:rsidP="00D462B6">
            <w:pPr>
              <w:pStyle w:val="CARTOUCHE"/>
              <w:framePr w:hSpace="0" w:wrap="auto" w:vAnchor="margin" w:xAlign="left" w:yAlign="inline"/>
              <w:suppressOverlap w:val="0"/>
              <w:rPr>
                <w:rStyle w:val="Cartouchefin"/>
                <w:b/>
                <w:bCs/>
              </w:rPr>
            </w:pPr>
            <w:r>
              <w:rPr>
                <w:rStyle w:val="Cartouchefin"/>
                <w:b/>
                <w:bCs/>
              </w:rPr>
              <w:t>CREPS-BARCELONE</w:t>
            </w:r>
          </w:p>
        </w:tc>
      </w:tr>
      <w:tr w:rsidR="00D462B6" w14:paraId="64EE1FDC" w14:textId="77777777" w:rsidTr="00E604BB">
        <w:trPr>
          <w:cantSplit/>
          <w:trHeight w:val="2044"/>
        </w:trPr>
        <w:tc>
          <w:tcPr>
            <w:tcW w:w="3445" w:type="dxa"/>
            <w:gridSpan w:val="4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44895E29" w14:textId="4FB250FD" w:rsidR="00D462B6" w:rsidRPr="00C25D52" w:rsidRDefault="00E604BB" w:rsidP="00D462B6">
            <w:pPr>
              <w:pStyle w:val="Cartouche10gras"/>
              <w:framePr w:hSpace="0" w:wrap="auto" w:vAnchor="margin" w:xAlign="left" w:yAlign="inline"/>
              <w:suppressOverlap w:val="0"/>
              <w:jc w:val="center"/>
              <w:rPr>
                <w:rFonts w:ascii="Frutiger LT 45 Light" w:hAnsi="Frutiger LT 45 Light"/>
              </w:rPr>
            </w:pPr>
            <w:r>
              <w:rPr>
                <w:rFonts w:ascii="Frutiger LT 45 Light" w:hAnsi="Frutiger LT 45 Light"/>
                <w:b/>
                <w:bCs/>
                <w:noProof/>
              </w:rPr>
              <w:drawing>
                <wp:anchor distT="0" distB="0" distL="114300" distR="114300" simplePos="0" relativeHeight="251659264" behindDoc="0" locked="0" layoutInCell="1" allowOverlap="1" wp14:anchorId="091D4EE5" wp14:editId="3C52C779">
                  <wp:simplePos x="0" y="0"/>
                  <wp:positionH relativeFrom="column">
                    <wp:posOffset>82550</wp:posOffset>
                  </wp:positionH>
                  <wp:positionV relativeFrom="paragraph">
                    <wp:posOffset>-187960</wp:posOffset>
                  </wp:positionV>
                  <wp:extent cx="1885950" cy="1330325"/>
                  <wp:effectExtent l="0" t="0" r="0" b="0"/>
                  <wp:wrapNone/>
                  <wp:docPr id="948186371" name="Image 1" descr="Une image contenant texte, Police, capture d’écran, symbole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8186371" name="Image 1" descr="Une image contenant texte, Police, capture d’écran, symbole&#10;&#10;Le contenu généré par l’IA peut être incorrect.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5950" cy="1330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1E493A61" w14:textId="77777777" w:rsidR="007D6D44" w:rsidRDefault="007D6D44" w:rsidP="00DC5389"/>
    <w:p w14:paraId="7A514D96" w14:textId="77777777" w:rsidR="00D725AE" w:rsidRDefault="00D725AE" w:rsidP="00DC5389"/>
    <w:p w14:paraId="1C1A7618" w14:textId="77777777" w:rsidR="00D725AE" w:rsidRDefault="00D725AE" w:rsidP="00DC5389"/>
    <w:p w14:paraId="3E314146" w14:textId="77777777" w:rsidR="00D725AE" w:rsidRDefault="00D725AE" w:rsidP="00DC5389"/>
    <w:p w14:paraId="02A1EA02" w14:textId="77777777" w:rsidR="00D725AE" w:rsidRDefault="00D725AE" w:rsidP="00DC5389"/>
    <w:p w14:paraId="189AFE75" w14:textId="77777777" w:rsidR="00D725AE" w:rsidRDefault="00D725AE" w:rsidP="00DC5389"/>
    <w:p w14:paraId="0D209D09" w14:textId="77777777" w:rsidR="00D725AE" w:rsidRDefault="00D725AE" w:rsidP="00DC5389"/>
    <w:p w14:paraId="3735142C" w14:textId="77777777" w:rsidR="00D725AE" w:rsidRDefault="00D725AE" w:rsidP="00DC5389"/>
    <w:p w14:paraId="0A53B4C7" w14:textId="77777777" w:rsidR="00D725AE" w:rsidRDefault="00D725AE" w:rsidP="00DC5389"/>
    <w:p w14:paraId="484AF322" w14:textId="77777777" w:rsidR="00D725AE" w:rsidRDefault="00D725AE" w:rsidP="00DC5389"/>
    <w:p w14:paraId="7E5E4C12" w14:textId="77777777" w:rsidR="00D725AE" w:rsidRDefault="00D725AE" w:rsidP="00DC5389"/>
    <w:p w14:paraId="02993DE3" w14:textId="77777777" w:rsidR="00D725AE" w:rsidRDefault="00D725AE" w:rsidP="00DC5389"/>
    <w:p w14:paraId="4BE7DDF1" w14:textId="77777777" w:rsidR="00D725AE" w:rsidRDefault="00D725AE" w:rsidP="00DC5389"/>
    <w:p w14:paraId="193A5467" w14:textId="77777777" w:rsidR="00D725AE" w:rsidRDefault="00D725AE" w:rsidP="00DC5389"/>
    <w:p w14:paraId="6DC4A278" w14:textId="77777777" w:rsidR="00D725AE" w:rsidRDefault="00D725AE" w:rsidP="00DC5389"/>
    <w:p w14:paraId="2B99D87F" w14:textId="77777777" w:rsidR="00D725AE" w:rsidRDefault="00D725AE" w:rsidP="00DC5389"/>
    <w:p w14:paraId="48134033" w14:textId="77777777" w:rsidR="00D725AE" w:rsidRDefault="00D725AE" w:rsidP="00DC5389"/>
    <w:p w14:paraId="2592C9FB" w14:textId="77777777" w:rsidR="00D725AE" w:rsidRDefault="00D725AE" w:rsidP="00DC5389"/>
    <w:p w14:paraId="0B5B79C7" w14:textId="77777777" w:rsidR="00D725AE" w:rsidRDefault="00D725AE" w:rsidP="00DC5389"/>
    <w:p w14:paraId="4F5B87BB" w14:textId="77777777" w:rsidR="00D725AE" w:rsidRDefault="00D725AE" w:rsidP="00DC5389"/>
    <w:p w14:paraId="0572F2DE" w14:textId="77777777" w:rsidR="00D725AE" w:rsidRDefault="00D725AE" w:rsidP="00DC5389"/>
    <w:p w14:paraId="25DBF1A3" w14:textId="77777777" w:rsidR="00D725AE" w:rsidRDefault="00D725AE" w:rsidP="00DC5389"/>
    <w:p w14:paraId="01D1BC88" w14:textId="77777777" w:rsidR="00D725AE" w:rsidRDefault="00D725AE" w:rsidP="00DC5389"/>
    <w:p w14:paraId="663A575D" w14:textId="77777777" w:rsidR="00D725AE" w:rsidRDefault="00D725AE" w:rsidP="00DC5389"/>
    <w:p w14:paraId="67368033" w14:textId="77777777" w:rsidR="00D725AE" w:rsidRDefault="00D725AE" w:rsidP="00DC5389"/>
    <w:p w14:paraId="30E10736" w14:textId="77777777" w:rsidR="00D725AE" w:rsidRDefault="00D725AE" w:rsidP="00DC5389"/>
    <w:p w14:paraId="43DE5E8F" w14:textId="77777777" w:rsidR="00D725AE" w:rsidRDefault="00D725AE" w:rsidP="00DC5389"/>
    <w:p w14:paraId="44DE79C7" w14:textId="77777777" w:rsidR="00D725AE" w:rsidRDefault="00D725AE" w:rsidP="00DC5389"/>
    <w:p w14:paraId="25F29B5D" w14:textId="77777777" w:rsidR="00D725AE" w:rsidRDefault="00D725AE" w:rsidP="00DC5389"/>
    <w:p w14:paraId="673F10FB" w14:textId="77777777" w:rsidR="00D725AE" w:rsidRDefault="00D725AE" w:rsidP="00DC5389"/>
    <w:p w14:paraId="797B50FC" w14:textId="77777777" w:rsidR="00D725AE" w:rsidRDefault="00D725AE" w:rsidP="00DC5389"/>
    <w:p w14:paraId="0ADED1A8" w14:textId="77777777" w:rsidR="00D725AE" w:rsidRDefault="00D725AE" w:rsidP="00DC5389"/>
    <w:p w14:paraId="211DC21F" w14:textId="77777777" w:rsidR="00D725AE" w:rsidRDefault="00D725AE" w:rsidP="00DC5389"/>
    <w:p w14:paraId="0DACD98F" w14:textId="77777777" w:rsidR="00D725AE" w:rsidRDefault="00D725AE" w:rsidP="00DC5389"/>
    <w:p w14:paraId="3B230290" w14:textId="77777777" w:rsidR="00D725AE" w:rsidRDefault="00D725AE" w:rsidP="00DC5389"/>
    <w:p w14:paraId="49263052" w14:textId="77777777" w:rsidR="00D725AE" w:rsidRDefault="00D725AE" w:rsidP="00DC5389"/>
    <w:p w14:paraId="591883BE" w14:textId="77777777" w:rsidR="00D725AE" w:rsidRDefault="00D725AE" w:rsidP="00DC5389"/>
    <w:p w14:paraId="1C82F494" w14:textId="77777777" w:rsidR="00D725AE" w:rsidRDefault="00D725AE" w:rsidP="00DC5389"/>
    <w:p w14:paraId="66EDA276" w14:textId="77777777" w:rsidR="00D725AE" w:rsidRDefault="00D725AE" w:rsidP="00DC5389"/>
    <w:p w14:paraId="457E7AC2" w14:textId="77777777" w:rsidR="00D725AE" w:rsidRDefault="00D725AE" w:rsidP="00DC5389"/>
    <w:p w14:paraId="203841EA" w14:textId="77777777" w:rsidR="00D725AE" w:rsidRDefault="00D725AE" w:rsidP="00DC5389"/>
    <w:p w14:paraId="294574E4" w14:textId="77777777" w:rsidR="00D725AE" w:rsidRDefault="00D725AE" w:rsidP="00DC5389"/>
    <w:p w14:paraId="68A22239" w14:textId="77777777" w:rsidR="00D725AE" w:rsidRDefault="00D725AE" w:rsidP="00DC5389"/>
    <w:p w14:paraId="2F07C4EB" w14:textId="77777777" w:rsidR="00D725AE" w:rsidRDefault="00D725AE" w:rsidP="00DC5389"/>
    <w:p w14:paraId="581A278A" w14:textId="77777777" w:rsidR="00D725AE" w:rsidRDefault="00D725AE" w:rsidP="00DC5389"/>
    <w:p w14:paraId="7E6BAD80" w14:textId="77777777" w:rsidR="00D725AE" w:rsidRDefault="00D725AE" w:rsidP="00DC5389"/>
    <w:p w14:paraId="03EBF593" w14:textId="77777777" w:rsidR="00D725AE" w:rsidRDefault="00D725AE" w:rsidP="00DC5389"/>
    <w:p w14:paraId="0E38B570" w14:textId="77777777" w:rsidR="00D725AE" w:rsidRDefault="00D725AE" w:rsidP="00DC5389"/>
    <w:p w14:paraId="30954389" w14:textId="77777777" w:rsidR="00D725AE" w:rsidRDefault="00D725AE" w:rsidP="00DC5389"/>
    <w:p w14:paraId="694C9AEF" w14:textId="77777777" w:rsidR="00D725AE" w:rsidRDefault="00D725AE" w:rsidP="00DC5389"/>
    <w:p w14:paraId="3AE0BD8F" w14:textId="77777777" w:rsidR="00D725AE" w:rsidRDefault="00D725AE" w:rsidP="00DC5389"/>
    <w:p w14:paraId="5AD4DEA7" w14:textId="77777777" w:rsidR="00D725AE" w:rsidRDefault="00D725AE" w:rsidP="00DC5389"/>
    <w:p w14:paraId="336EA65A" w14:textId="77777777" w:rsidR="00D725AE" w:rsidRDefault="00D725AE" w:rsidP="00DC5389"/>
    <w:p w14:paraId="36F0A3F0" w14:textId="77777777" w:rsidR="00D725AE" w:rsidRDefault="00D725AE" w:rsidP="00DC5389"/>
    <w:p w14:paraId="48CDEE7A" w14:textId="77777777" w:rsidR="00D725AE" w:rsidRDefault="00D725AE" w:rsidP="00DC5389"/>
    <w:p w14:paraId="1F429251" w14:textId="77777777" w:rsidR="00D725AE" w:rsidRDefault="00D725AE" w:rsidP="00DC5389"/>
    <w:p w14:paraId="57F3F8A7" w14:textId="77777777" w:rsidR="00753442" w:rsidRDefault="00753442" w:rsidP="00DC5389"/>
    <w:p w14:paraId="45970698" w14:textId="77777777" w:rsidR="006937A0" w:rsidRDefault="006937A0" w:rsidP="00DC5389"/>
    <w:p w14:paraId="4DE4CC96" w14:textId="77777777" w:rsidR="006937A0" w:rsidRDefault="006937A0" w:rsidP="00DC5389"/>
    <w:p w14:paraId="5D896863" w14:textId="77777777" w:rsidR="006937A0" w:rsidRDefault="006937A0" w:rsidP="00DC5389"/>
    <w:p w14:paraId="7B768C42" w14:textId="77777777" w:rsidR="006937A0" w:rsidRDefault="006937A0" w:rsidP="00DC5389"/>
    <w:p w14:paraId="0DEFA835" w14:textId="77777777" w:rsidR="006937A0" w:rsidRDefault="006937A0" w:rsidP="00DC5389"/>
    <w:p w14:paraId="3E149FD8" w14:textId="77777777" w:rsidR="006937A0" w:rsidRDefault="006937A0" w:rsidP="00DC5389"/>
    <w:p w14:paraId="3844E9DA" w14:textId="77777777" w:rsidR="006937A0" w:rsidRDefault="006937A0" w:rsidP="00DC5389"/>
    <w:p w14:paraId="7001F017" w14:textId="77777777" w:rsidR="006937A0" w:rsidRDefault="006937A0" w:rsidP="00DC5389">
      <w:pPr>
        <w:sectPr w:rsidR="006937A0" w:rsidSect="00DC5389">
          <w:pgSz w:w="11906" w:h="16838" w:code="9"/>
          <w:pgMar w:top="624" w:right="624" w:bottom="624" w:left="2268" w:header="720" w:footer="720" w:gutter="0"/>
          <w:cols w:num="2" w:space="720" w:equalWidth="0">
            <w:col w:w="4500" w:space="624"/>
            <w:col w:w="3890"/>
          </w:cols>
          <w:titlePg/>
          <w:docGrid w:linePitch="65"/>
        </w:sectPr>
      </w:pPr>
    </w:p>
    <w:p w14:paraId="44C725ED" w14:textId="13F94454" w:rsidR="000F3972" w:rsidRDefault="0007068E" w:rsidP="0007068E">
      <w:pPr>
        <w:pStyle w:val="Titre0"/>
        <w:pBdr>
          <w:right w:val="single" w:sz="4" w:space="0" w:color="auto"/>
        </w:pBdr>
      </w:pPr>
      <w:r>
        <w:lastRenderedPageBreak/>
        <w:t>FICHE PRODUIT N°01</w:t>
      </w:r>
    </w:p>
    <w:p w14:paraId="42DB6678" w14:textId="77777777" w:rsidR="0007068E" w:rsidRDefault="0007068E" w:rsidP="0007068E"/>
    <w:tbl>
      <w:tblPr>
        <w:tblStyle w:val="Grilledutableau"/>
        <w:tblW w:w="0" w:type="auto"/>
        <w:tblInd w:w="1134" w:type="dxa"/>
        <w:tblLook w:val="04A0" w:firstRow="1" w:lastRow="0" w:firstColumn="1" w:lastColumn="0" w:noHBand="0" w:noVBand="1"/>
      </w:tblPr>
      <w:tblGrid>
        <w:gridCol w:w="2212"/>
        <w:gridCol w:w="6461"/>
      </w:tblGrid>
      <w:tr w:rsidR="009429D8" w14:paraId="48677F77" w14:textId="77777777" w:rsidTr="006E0000">
        <w:tc>
          <w:tcPr>
            <w:tcW w:w="2212" w:type="dxa"/>
          </w:tcPr>
          <w:p w14:paraId="3BFC0588" w14:textId="290F0B5F" w:rsidR="009429D8" w:rsidRPr="004A4FB9" w:rsidRDefault="009429D8" w:rsidP="0007068E">
            <w:pPr>
              <w:ind w:left="0"/>
              <w:rPr>
                <w:b/>
                <w:bCs/>
                <w:color w:val="C00000"/>
              </w:rPr>
            </w:pPr>
            <w:r w:rsidRPr="004A4FB9">
              <w:rPr>
                <w:b/>
                <w:bCs/>
                <w:color w:val="C00000"/>
              </w:rPr>
              <w:t>LOT</w:t>
            </w:r>
          </w:p>
        </w:tc>
        <w:tc>
          <w:tcPr>
            <w:tcW w:w="6461" w:type="dxa"/>
          </w:tcPr>
          <w:p w14:paraId="4E6D0BB8" w14:textId="40BC0DB3" w:rsidR="009429D8" w:rsidRDefault="00D35553" w:rsidP="0007068E">
            <w:pPr>
              <w:ind w:left="0"/>
            </w:pPr>
            <w:r>
              <w:t>XX</w:t>
            </w:r>
          </w:p>
        </w:tc>
      </w:tr>
      <w:tr w:rsidR="009429D8" w14:paraId="6842C38C" w14:textId="77777777" w:rsidTr="006E0000">
        <w:tc>
          <w:tcPr>
            <w:tcW w:w="2212" w:type="dxa"/>
          </w:tcPr>
          <w:p w14:paraId="4591C81B" w14:textId="68D47C57" w:rsidR="009429D8" w:rsidRPr="004A4FB9" w:rsidRDefault="009429D8" w:rsidP="0007068E">
            <w:pPr>
              <w:ind w:left="0"/>
            </w:pPr>
            <w:r w:rsidRPr="004A4FB9">
              <w:t>PRODUIT</w:t>
            </w:r>
          </w:p>
        </w:tc>
        <w:tc>
          <w:tcPr>
            <w:tcW w:w="6461" w:type="dxa"/>
          </w:tcPr>
          <w:p w14:paraId="04B67F6A" w14:textId="4AC2D49C" w:rsidR="009429D8" w:rsidRDefault="009429D8" w:rsidP="0007068E">
            <w:pPr>
              <w:ind w:left="0"/>
            </w:pPr>
          </w:p>
        </w:tc>
      </w:tr>
      <w:tr w:rsidR="009429D8" w14:paraId="18BBE51D" w14:textId="77777777" w:rsidTr="006E0000">
        <w:tc>
          <w:tcPr>
            <w:tcW w:w="2212" w:type="dxa"/>
          </w:tcPr>
          <w:p w14:paraId="6454BAFB" w14:textId="3AD10131" w:rsidR="009429D8" w:rsidRPr="004A4FB9" w:rsidRDefault="009429D8" w:rsidP="0007068E">
            <w:pPr>
              <w:ind w:left="0"/>
            </w:pPr>
            <w:r w:rsidRPr="004A4FB9">
              <w:t>REFERENCE</w:t>
            </w:r>
            <w:r w:rsidR="00434C5F">
              <w:t xml:space="preserve"> DPGF</w:t>
            </w:r>
          </w:p>
        </w:tc>
        <w:tc>
          <w:tcPr>
            <w:tcW w:w="6461" w:type="dxa"/>
          </w:tcPr>
          <w:p w14:paraId="21962952" w14:textId="0A20CBE2" w:rsidR="009429D8" w:rsidRDefault="009429D8" w:rsidP="0007068E">
            <w:pPr>
              <w:ind w:left="0"/>
            </w:pPr>
          </w:p>
        </w:tc>
      </w:tr>
    </w:tbl>
    <w:p w14:paraId="3C9CA349" w14:textId="77777777" w:rsidR="0007068E" w:rsidRDefault="0007068E" w:rsidP="0007068E"/>
    <w:p w14:paraId="1350C7D7" w14:textId="77777777" w:rsidR="006052C9" w:rsidRDefault="006052C9" w:rsidP="0007068E"/>
    <w:tbl>
      <w:tblPr>
        <w:tblStyle w:val="Grilledutableau"/>
        <w:tblW w:w="0" w:type="auto"/>
        <w:tblInd w:w="1134" w:type="dxa"/>
        <w:tblLook w:val="04A0" w:firstRow="1" w:lastRow="0" w:firstColumn="1" w:lastColumn="0" w:noHBand="0" w:noVBand="1"/>
      </w:tblPr>
      <w:tblGrid>
        <w:gridCol w:w="2212"/>
        <w:gridCol w:w="6461"/>
      </w:tblGrid>
      <w:tr w:rsidR="006E0000" w14:paraId="5CBB61CB" w14:textId="77777777" w:rsidTr="00294012">
        <w:tc>
          <w:tcPr>
            <w:tcW w:w="2212" w:type="dxa"/>
          </w:tcPr>
          <w:p w14:paraId="3C14F668" w14:textId="2FC8EFDC" w:rsidR="006E0000" w:rsidRPr="004A4FB9" w:rsidRDefault="006E0000" w:rsidP="0007068E">
            <w:pPr>
              <w:ind w:left="0"/>
              <w:rPr>
                <w:b/>
                <w:bCs/>
                <w:color w:val="C00000"/>
              </w:rPr>
            </w:pPr>
            <w:r w:rsidRPr="004A4FB9">
              <w:rPr>
                <w:b/>
                <w:bCs/>
                <w:color w:val="C00000"/>
              </w:rPr>
              <w:t>IDENTIFICATION</w:t>
            </w:r>
          </w:p>
        </w:tc>
        <w:tc>
          <w:tcPr>
            <w:tcW w:w="6461" w:type="dxa"/>
          </w:tcPr>
          <w:p w14:paraId="0B3DCBAD" w14:textId="77777777" w:rsidR="006E0000" w:rsidRDefault="006E0000" w:rsidP="0007068E">
            <w:pPr>
              <w:ind w:left="0"/>
            </w:pPr>
          </w:p>
        </w:tc>
      </w:tr>
      <w:tr w:rsidR="006E0000" w14:paraId="6A8E46E9" w14:textId="77777777" w:rsidTr="00294012">
        <w:tc>
          <w:tcPr>
            <w:tcW w:w="2212" w:type="dxa"/>
          </w:tcPr>
          <w:p w14:paraId="1BA3A08F" w14:textId="78F5BF47" w:rsidR="006E0000" w:rsidRDefault="00A511CD" w:rsidP="0007068E">
            <w:pPr>
              <w:ind w:left="0"/>
            </w:pPr>
            <w:r>
              <w:t>M</w:t>
            </w:r>
            <w:r w:rsidR="00D41B56">
              <w:t>ARQUE</w:t>
            </w:r>
          </w:p>
        </w:tc>
        <w:tc>
          <w:tcPr>
            <w:tcW w:w="6461" w:type="dxa"/>
          </w:tcPr>
          <w:p w14:paraId="5D89C525" w14:textId="77777777" w:rsidR="006052C9" w:rsidRDefault="006052C9" w:rsidP="0007068E">
            <w:pPr>
              <w:ind w:left="0"/>
            </w:pPr>
          </w:p>
          <w:p w14:paraId="6169A73E" w14:textId="77777777" w:rsidR="006052C9" w:rsidRDefault="006052C9" w:rsidP="0007068E">
            <w:pPr>
              <w:ind w:left="0"/>
            </w:pPr>
          </w:p>
          <w:p w14:paraId="7B06B66C" w14:textId="77777777" w:rsidR="006052C9" w:rsidRDefault="006052C9" w:rsidP="0007068E">
            <w:pPr>
              <w:ind w:left="0"/>
            </w:pPr>
          </w:p>
          <w:p w14:paraId="70EF9BDC" w14:textId="77777777" w:rsidR="006052C9" w:rsidRDefault="006052C9" w:rsidP="0007068E">
            <w:pPr>
              <w:ind w:left="0"/>
            </w:pPr>
          </w:p>
          <w:p w14:paraId="6F53526E" w14:textId="77777777" w:rsidR="006052C9" w:rsidRDefault="006052C9" w:rsidP="0007068E">
            <w:pPr>
              <w:ind w:left="0"/>
            </w:pPr>
          </w:p>
        </w:tc>
      </w:tr>
      <w:tr w:rsidR="006E0000" w14:paraId="6DA4F656" w14:textId="77777777" w:rsidTr="00294012">
        <w:tc>
          <w:tcPr>
            <w:tcW w:w="2212" w:type="dxa"/>
          </w:tcPr>
          <w:p w14:paraId="6F4349B5" w14:textId="39B10E97" w:rsidR="006E0000" w:rsidRDefault="00D41B56" w:rsidP="0007068E">
            <w:pPr>
              <w:ind w:left="0"/>
            </w:pPr>
            <w:r>
              <w:t>REFERENCE</w:t>
            </w:r>
          </w:p>
        </w:tc>
        <w:tc>
          <w:tcPr>
            <w:tcW w:w="6461" w:type="dxa"/>
          </w:tcPr>
          <w:p w14:paraId="792558F6" w14:textId="77777777" w:rsidR="006E0000" w:rsidRDefault="006E0000" w:rsidP="0007068E">
            <w:pPr>
              <w:ind w:left="0"/>
            </w:pPr>
          </w:p>
          <w:p w14:paraId="07072F22" w14:textId="77777777" w:rsidR="006052C9" w:rsidRDefault="006052C9" w:rsidP="0007068E">
            <w:pPr>
              <w:ind w:left="0"/>
            </w:pPr>
          </w:p>
          <w:p w14:paraId="1601233C" w14:textId="77777777" w:rsidR="006052C9" w:rsidRDefault="006052C9" w:rsidP="0007068E">
            <w:pPr>
              <w:ind w:left="0"/>
            </w:pPr>
          </w:p>
          <w:p w14:paraId="59626F75" w14:textId="77777777" w:rsidR="006052C9" w:rsidRDefault="006052C9" w:rsidP="0007068E">
            <w:pPr>
              <w:ind w:left="0"/>
            </w:pPr>
          </w:p>
          <w:p w14:paraId="1D681D53" w14:textId="77777777" w:rsidR="006052C9" w:rsidRDefault="006052C9" w:rsidP="0007068E">
            <w:pPr>
              <w:ind w:left="0"/>
            </w:pPr>
          </w:p>
          <w:p w14:paraId="036FA8A2" w14:textId="77777777" w:rsidR="006052C9" w:rsidRDefault="006052C9" w:rsidP="0007068E">
            <w:pPr>
              <w:ind w:left="0"/>
            </w:pPr>
          </w:p>
        </w:tc>
      </w:tr>
      <w:tr w:rsidR="006E0000" w14:paraId="1D53A570" w14:textId="77777777" w:rsidTr="00294012">
        <w:tc>
          <w:tcPr>
            <w:tcW w:w="2212" w:type="dxa"/>
          </w:tcPr>
          <w:p w14:paraId="7DBBCA08" w14:textId="7275E958" w:rsidR="006E0000" w:rsidRDefault="00D41B56" w:rsidP="0007068E">
            <w:pPr>
              <w:ind w:left="0"/>
            </w:pPr>
            <w:r>
              <w:t>CARACTERISTIQUES</w:t>
            </w:r>
          </w:p>
        </w:tc>
        <w:tc>
          <w:tcPr>
            <w:tcW w:w="6461" w:type="dxa"/>
          </w:tcPr>
          <w:p w14:paraId="14AF1FD5" w14:textId="77777777" w:rsidR="006E0000" w:rsidRDefault="006E0000" w:rsidP="0007068E">
            <w:pPr>
              <w:ind w:left="0"/>
            </w:pPr>
          </w:p>
          <w:p w14:paraId="126512D1" w14:textId="77777777" w:rsidR="006052C9" w:rsidRDefault="006052C9" w:rsidP="0007068E">
            <w:pPr>
              <w:ind w:left="0"/>
            </w:pPr>
          </w:p>
          <w:p w14:paraId="1B68040E" w14:textId="77777777" w:rsidR="006052C9" w:rsidRDefault="006052C9" w:rsidP="0007068E">
            <w:pPr>
              <w:ind w:left="0"/>
            </w:pPr>
          </w:p>
          <w:p w14:paraId="63B2F6EB" w14:textId="77777777" w:rsidR="006052C9" w:rsidRDefault="006052C9" w:rsidP="0007068E">
            <w:pPr>
              <w:ind w:left="0"/>
            </w:pPr>
          </w:p>
          <w:p w14:paraId="7D302EAA" w14:textId="77777777" w:rsidR="006052C9" w:rsidRDefault="006052C9" w:rsidP="0007068E">
            <w:pPr>
              <w:ind w:left="0"/>
            </w:pPr>
          </w:p>
          <w:p w14:paraId="284294D0" w14:textId="77777777" w:rsidR="006052C9" w:rsidRDefault="006052C9" w:rsidP="0007068E">
            <w:pPr>
              <w:ind w:left="0"/>
            </w:pPr>
          </w:p>
        </w:tc>
      </w:tr>
    </w:tbl>
    <w:p w14:paraId="1A713074" w14:textId="77777777" w:rsidR="009429D8" w:rsidRDefault="009429D8" w:rsidP="0007068E"/>
    <w:tbl>
      <w:tblPr>
        <w:tblStyle w:val="Grilledutableau"/>
        <w:tblW w:w="0" w:type="auto"/>
        <w:tblInd w:w="1134" w:type="dxa"/>
        <w:tblLook w:val="04A0" w:firstRow="1" w:lastRow="0" w:firstColumn="1" w:lastColumn="0" w:noHBand="0" w:noVBand="1"/>
      </w:tblPr>
      <w:tblGrid>
        <w:gridCol w:w="2212"/>
        <w:gridCol w:w="6461"/>
      </w:tblGrid>
      <w:tr w:rsidR="006E0000" w14:paraId="63E4BC47" w14:textId="77777777" w:rsidTr="00294012">
        <w:tc>
          <w:tcPr>
            <w:tcW w:w="2212" w:type="dxa"/>
          </w:tcPr>
          <w:p w14:paraId="68DCBD63" w14:textId="5A4CD1FE" w:rsidR="006E0000" w:rsidRPr="004A4FB9" w:rsidRDefault="004A4FB9" w:rsidP="0007068E">
            <w:pPr>
              <w:ind w:left="0"/>
              <w:rPr>
                <w:b/>
                <w:bCs/>
                <w:color w:val="C00000"/>
              </w:rPr>
            </w:pPr>
            <w:r w:rsidRPr="004A4FB9">
              <w:rPr>
                <w:b/>
                <w:bCs/>
                <w:color w:val="C00000"/>
              </w:rPr>
              <w:t>PERENNITE</w:t>
            </w:r>
          </w:p>
        </w:tc>
        <w:tc>
          <w:tcPr>
            <w:tcW w:w="6461" w:type="dxa"/>
          </w:tcPr>
          <w:p w14:paraId="775A726D" w14:textId="77777777" w:rsidR="006E0000" w:rsidRDefault="006E0000" w:rsidP="0007068E">
            <w:pPr>
              <w:ind w:left="0"/>
            </w:pPr>
          </w:p>
        </w:tc>
      </w:tr>
      <w:tr w:rsidR="006E0000" w14:paraId="16716914" w14:textId="77777777" w:rsidTr="00294012">
        <w:tc>
          <w:tcPr>
            <w:tcW w:w="2212" w:type="dxa"/>
          </w:tcPr>
          <w:p w14:paraId="5917D339" w14:textId="66A5A1E3" w:rsidR="006E0000" w:rsidRDefault="004A4FB9" w:rsidP="0007068E">
            <w:pPr>
              <w:ind w:left="0"/>
            </w:pPr>
            <w:r>
              <w:t>ENTRETIEN</w:t>
            </w:r>
          </w:p>
        </w:tc>
        <w:tc>
          <w:tcPr>
            <w:tcW w:w="6461" w:type="dxa"/>
          </w:tcPr>
          <w:p w14:paraId="2CB835A6" w14:textId="77777777" w:rsidR="006E0000" w:rsidRDefault="006E0000" w:rsidP="0007068E">
            <w:pPr>
              <w:ind w:left="0"/>
            </w:pPr>
          </w:p>
          <w:p w14:paraId="1F879288" w14:textId="77777777" w:rsidR="006052C9" w:rsidRDefault="006052C9" w:rsidP="0007068E">
            <w:pPr>
              <w:ind w:left="0"/>
            </w:pPr>
          </w:p>
          <w:p w14:paraId="2463F2AA" w14:textId="77777777" w:rsidR="006052C9" w:rsidRDefault="006052C9" w:rsidP="0007068E">
            <w:pPr>
              <w:ind w:left="0"/>
            </w:pPr>
          </w:p>
          <w:p w14:paraId="714B3F97" w14:textId="77777777" w:rsidR="006052C9" w:rsidRDefault="006052C9" w:rsidP="0007068E">
            <w:pPr>
              <w:ind w:left="0"/>
            </w:pPr>
          </w:p>
          <w:p w14:paraId="71DC033F" w14:textId="77777777" w:rsidR="006052C9" w:rsidRDefault="006052C9" w:rsidP="0007068E">
            <w:pPr>
              <w:ind w:left="0"/>
            </w:pPr>
          </w:p>
          <w:p w14:paraId="020F0CF9" w14:textId="77777777" w:rsidR="006052C9" w:rsidRDefault="006052C9" w:rsidP="0007068E">
            <w:pPr>
              <w:ind w:left="0"/>
            </w:pPr>
          </w:p>
        </w:tc>
      </w:tr>
      <w:tr w:rsidR="006E0000" w14:paraId="3524844E" w14:textId="77777777" w:rsidTr="00294012">
        <w:tc>
          <w:tcPr>
            <w:tcW w:w="2212" w:type="dxa"/>
          </w:tcPr>
          <w:p w14:paraId="17D8D5B9" w14:textId="2F21AD7D" w:rsidR="006E0000" w:rsidRDefault="004A4FB9" w:rsidP="0007068E">
            <w:pPr>
              <w:ind w:left="0"/>
            </w:pPr>
            <w:r>
              <w:t>PERIODICITE</w:t>
            </w:r>
          </w:p>
        </w:tc>
        <w:tc>
          <w:tcPr>
            <w:tcW w:w="6461" w:type="dxa"/>
          </w:tcPr>
          <w:p w14:paraId="307A6F28" w14:textId="77777777" w:rsidR="006E0000" w:rsidRDefault="006E0000" w:rsidP="0007068E">
            <w:pPr>
              <w:ind w:left="0"/>
            </w:pPr>
          </w:p>
          <w:p w14:paraId="2024CD40" w14:textId="77777777" w:rsidR="006052C9" w:rsidRDefault="006052C9" w:rsidP="0007068E">
            <w:pPr>
              <w:ind w:left="0"/>
            </w:pPr>
          </w:p>
          <w:p w14:paraId="6814EB06" w14:textId="77777777" w:rsidR="006052C9" w:rsidRDefault="006052C9" w:rsidP="0007068E">
            <w:pPr>
              <w:ind w:left="0"/>
            </w:pPr>
          </w:p>
          <w:p w14:paraId="1E4E3CD6" w14:textId="77777777" w:rsidR="006052C9" w:rsidRDefault="006052C9" w:rsidP="0007068E">
            <w:pPr>
              <w:ind w:left="0"/>
            </w:pPr>
          </w:p>
          <w:p w14:paraId="5F8BF322" w14:textId="77777777" w:rsidR="006052C9" w:rsidRDefault="006052C9" w:rsidP="0007068E">
            <w:pPr>
              <w:ind w:left="0"/>
            </w:pPr>
          </w:p>
          <w:p w14:paraId="748BE030" w14:textId="77777777" w:rsidR="006052C9" w:rsidRDefault="006052C9" w:rsidP="0007068E">
            <w:pPr>
              <w:ind w:left="0"/>
            </w:pPr>
          </w:p>
        </w:tc>
      </w:tr>
      <w:tr w:rsidR="006E0000" w14:paraId="4F0ED99A" w14:textId="77777777" w:rsidTr="00294012">
        <w:tc>
          <w:tcPr>
            <w:tcW w:w="2212" w:type="dxa"/>
          </w:tcPr>
          <w:p w14:paraId="54F46958" w14:textId="63D32A9C" w:rsidR="006E0000" w:rsidRDefault="004A4FB9" w:rsidP="0007068E">
            <w:pPr>
              <w:ind w:left="0"/>
            </w:pPr>
            <w:r>
              <w:t>DUREE DE VIE</w:t>
            </w:r>
          </w:p>
        </w:tc>
        <w:tc>
          <w:tcPr>
            <w:tcW w:w="6461" w:type="dxa"/>
          </w:tcPr>
          <w:p w14:paraId="3D43F370" w14:textId="77777777" w:rsidR="006E0000" w:rsidRDefault="006E0000" w:rsidP="0007068E">
            <w:pPr>
              <w:ind w:left="0"/>
            </w:pPr>
          </w:p>
          <w:p w14:paraId="5407209E" w14:textId="77777777" w:rsidR="006052C9" w:rsidRDefault="006052C9" w:rsidP="0007068E">
            <w:pPr>
              <w:ind w:left="0"/>
            </w:pPr>
          </w:p>
          <w:p w14:paraId="4278C9B2" w14:textId="77777777" w:rsidR="006052C9" w:rsidRDefault="006052C9" w:rsidP="0007068E">
            <w:pPr>
              <w:ind w:left="0"/>
            </w:pPr>
          </w:p>
          <w:p w14:paraId="38F10F89" w14:textId="77777777" w:rsidR="006052C9" w:rsidRDefault="006052C9" w:rsidP="0007068E">
            <w:pPr>
              <w:ind w:left="0"/>
            </w:pPr>
          </w:p>
          <w:p w14:paraId="29A1DF33" w14:textId="77777777" w:rsidR="006052C9" w:rsidRDefault="006052C9" w:rsidP="0007068E">
            <w:pPr>
              <w:ind w:left="0"/>
            </w:pPr>
          </w:p>
          <w:p w14:paraId="3F7A39F9" w14:textId="77777777" w:rsidR="006052C9" w:rsidRDefault="006052C9" w:rsidP="0007068E">
            <w:pPr>
              <w:ind w:left="0"/>
            </w:pPr>
          </w:p>
        </w:tc>
      </w:tr>
      <w:tr w:rsidR="006E0000" w14:paraId="20E728AD" w14:textId="77777777" w:rsidTr="00294012">
        <w:tc>
          <w:tcPr>
            <w:tcW w:w="2212" w:type="dxa"/>
          </w:tcPr>
          <w:p w14:paraId="07BEC21D" w14:textId="52632A03" w:rsidR="006E0000" w:rsidRDefault="00EB6093" w:rsidP="0007068E">
            <w:pPr>
              <w:ind w:left="0"/>
            </w:pPr>
            <w:r>
              <w:t>COMPOSITION</w:t>
            </w:r>
          </w:p>
        </w:tc>
        <w:tc>
          <w:tcPr>
            <w:tcW w:w="6461" w:type="dxa"/>
          </w:tcPr>
          <w:p w14:paraId="252ACB97" w14:textId="77777777" w:rsidR="006E0000" w:rsidRDefault="006E0000" w:rsidP="0007068E">
            <w:pPr>
              <w:ind w:left="0"/>
            </w:pPr>
          </w:p>
          <w:p w14:paraId="29E8E7C4" w14:textId="77777777" w:rsidR="006052C9" w:rsidRDefault="006052C9" w:rsidP="0007068E">
            <w:pPr>
              <w:ind w:left="0"/>
            </w:pPr>
          </w:p>
          <w:p w14:paraId="02C23E08" w14:textId="77777777" w:rsidR="006052C9" w:rsidRDefault="006052C9" w:rsidP="0007068E">
            <w:pPr>
              <w:ind w:left="0"/>
            </w:pPr>
          </w:p>
          <w:p w14:paraId="0A733B80" w14:textId="77777777" w:rsidR="006052C9" w:rsidRDefault="006052C9" w:rsidP="0007068E">
            <w:pPr>
              <w:ind w:left="0"/>
            </w:pPr>
          </w:p>
          <w:p w14:paraId="3900CFCE" w14:textId="77777777" w:rsidR="006052C9" w:rsidRDefault="006052C9" w:rsidP="0007068E">
            <w:pPr>
              <w:ind w:left="0"/>
            </w:pPr>
          </w:p>
          <w:p w14:paraId="3C298BDB" w14:textId="77777777" w:rsidR="006052C9" w:rsidRDefault="006052C9" w:rsidP="0007068E">
            <w:pPr>
              <w:ind w:left="0"/>
            </w:pPr>
          </w:p>
        </w:tc>
      </w:tr>
    </w:tbl>
    <w:p w14:paraId="4B4FFB0D" w14:textId="77777777" w:rsidR="006E0000" w:rsidRDefault="006E0000" w:rsidP="0007068E"/>
    <w:p w14:paraId="70411D9A" w14:textId="77777777" w:rsidR="006052C9" w:rsidRDefault="006052C9" w:rsidP="0007068E"/>
    <w:p w14:paraId="5EF633B1" w14:textId="77777777" w:rsidR="006052C9" w:rsidRDefault="006052C9" w:rsidP="0007068E"/>
    <w:p w14:paraId="5AA68D2A" w14:textId="62545C0D" w:rsidR="00294012" w:rsidRDefault="003C43EF" w:rsidP="00A511CD">
      <w:pPr>
        <w:jc w:val="right"/>
      </w:pPr>
      <w:r>
        <w:t xml:space="preserve">Nota : Inclure </w:t>
      </w:r>
      <w:r w:rsidR="00A511CD">
        <w:t>fiches, avis techniques ou tous justificatifs.</w:t>
      </w:r>
    </w:p>
    <w:p w14:paraId="11C8A2D3" w14:textId="77777777" w:rsidR="006052C9" w:rsidRDefault="006052C9" w:rsidP="00A511CD">
      <w:pPr>
        <w:jc w:val="right"/>
      </w:pPr>
    </w:p>
    <w:p w14:paraId="06A6A73F" w14:textId="37E28047" w:rsidR="006052C9" w:rsidRDefault="006052C9" w:rsidP="006052C9">
      <w:pPr>
        <w:pStyle w:val="Titre0"/>
        <w:pBdr>
          <w:right w:val="single" w:sz="4" w:space="0" w:color="auto"/>
        </w:pBdr>
      </w:pPr>
      <w:r>
        <w:lastRenderedPageBreak/>
        <w:t>FICHE PRODUIT N°0</w:t>
      </w:r>
      <w:r w:rsidR="00B364BF">
        <w:t>2</w:t>
      </w:r>
    </w:p>
    <w:p w14:paraId="426ADEA6" w14:textId="77777777" w:rsidR="006052C9" w:rsidRDefault="006052C9" w:rsidP="006052C9"/>
    <w:tbl>
      <w:tblPr>
        <w:tblStyle w:val="Grilledutableau"/>
        <w:tblW w:w="0" w:type="auto"/>
        <w:tblInd w:w="1134" w:type="dxa"/>
        <w:tblLook w:val="04A0" w:firstRow="1" w:lastRow="0" w:firstColumn="1" w:lastColumn="0" w:noHBand="0" w:noVBand="1"/>
      </w:tblPr>
      <w:tblGrid>
        <w:gridCol w:w="2212"/>
        <w:gridCol w:w="6461"/>
      </w:tblGrid>
      <w:tr w:rsidR="006052C9" w14:paraId="7ABAD9C7" w14:textId="77777777" w:rsidTr="009F2096">
        <w:tc>
          <w:tcPr>
            <w:tcW w:w="2212" w:type="dxa"/>
          </w:tcPr>
          <w:p w14:paraId="18EC5A14" w14:textId="77777777" w:rsidR="006052C9" w:rsidRPr="004A4FB9" w:rsidRDefault="006052C9" w:rsidP="009F2096">
            <w:pPr>
              <w:ind w:left="0"/>
              <w:rPr>
                <w:b/>
                <w:bCs/>
                <w:color w:val="C00000"/>
              </w:rPr>
            </w:pPr>
            <w:r w:rsidRPr="004A4FB9">
              <w:rPr>
                <w:b/>
                <w:bCs/>
                <w:color w:val="C00000"/>
              </w:rPr>
              <w:t>LOT</w:t>
            </w:r>
          </w:p>
        </w:tc>
        <w:tc>
          <w:tcPr>
            <w:tcW w:w="6461" w:type="dxa"/>
          </w:tcPr>
          <w:p w14:paraId="3E486797" w14:textId="2719377F" w:rsidR="006052C9" w:rsidRDefault="00D35553" w:rsidP="009F2096">
            <w:pPr>
              <w:ind w:left="0"/>
            </w:pPr>
            <w:r>
              <w:t>XX</w:t>
            </w:r>
          </w:p>
        </w:tc>
      </w:tr>
      <w:tr w:rsidR="00E23F1F" w14:paraId="5C99D7C8" w14:textId="77777777" w:rsidTr="009F2096">
        <w:tc>
          <w:tcPr>
            <w:tcW w:w="2212" w:type="dxa"/>
          </w:tcPr>
          <w:p w14:paraId="6D41A3E5" w14:textId="77777777" w:rsidR="00E23F1F" w:rsidRPr="004A4FB9" w:rsidRDefault="00E23F1F" w:rsidP="00E23F1F">
            <w:pPr>
              <w:ind w:left="0"/>
            </w:pPr>
            <w:r w:rsidRPr="004A4FB9">
              <w:t>PRODUIT</w:t>
            </w:r>
          </w:p>
        </w:tc>
        <w:tc>
          <w:tcPr>
            <w:tcW w:w="6461" w:type="dxa"/>
          </w:tcPr>
          <w:p w14:paraId="0A398B18" w14:textId="3879D440" w:rsidR="00E23F1F" w:rsidRDefault="00E23F1F" w:rsidP="00E23F1F">
            <w:pPr>
              <w:ind w:left="0"/>
            </w:pPr>
          </w:p>
        </w:tc>
      </w:tr>
      <w:tr w:rsidR="00E23F1F" w14:paraId="4837E5A4" w14:textId="77777777" w:rsidTr="009F2096">
        <w:tc>
          <w:tcPr>
            <w:tcW w:w="2212" w:type="dxa"/>
          </w:tcPr>
          <w:p w14:paraId="14F7F91D" w14:textId="107F8FCE" w:rsidR="00E23F1F" w:rsidRPr="004A4FB9" w:rsidRDefault="00E23F1F" w:rsidP="00E23F1F">
            <w:pPr>
              <w:ind w:left="0"/>
            </w:pPr>
            <w:r w:rsidRPr="004A4FB9">
              <w:t>REFERENCE</w:t>
            </w:r>
            <w:r w:rsidR="00434C5F">
              <w:t xml:space="preserve"> DPGF</w:t>
            </w:r>
          </w:p>
        </w:tc>
        <w:tc>
          <w:tcPr>
            <w:tcW w:w="6461" w:type="dxa"/>
          </w:tcPr>
          <w:p w14:paraId="081C7EC4" w14:textId="155BAC5B" w:rsidR="00E23F1F" w:rsidRDefault="00E23F1F" w:rsidP="00E23F1F">
            <w:pPr>
              <w:ind w:left="0"/>
            </w:pPr>
          </w:p>
        </w:tc>
      </w:tr>
    </w:tbl>
    <w:p w14:paraId="2371A683" w14:textId="77777777" w:rsidR="006052C9" w:rsidRDefault="006052C9" w:rsidP="006052C9"/>
    <w:p w14:paraId="5A0DB293" w14:textId="77777777" w:rsidR="006052C9" w:rsidRDefault="006052C9" w:rsidP="006052C9"/>
    <w:tbl>
      <w:tblPr>
        <w:tblStyle w:val="Grilledutableau"/>
        <w:tblW w:w="0" w:type="auto"/>
        <w:tblInd w:w="1134" w:type="dxa"/>
        <w:tblLook w:val="04A0" w:firstRow="1" w:lastRow="0" w:firstColumn="1" w:lastColumn="0" w:noHBand="0" w:noVBand="1"/>
      </w:tblPr>
      <w:tblGrid>
        <w:gridCol w:w="2212"/>
        <w:gridCol w:w="6461"/>
      </w:tblGrid>
      <w:tr w:rsidR="006052C9" w14:paraId="1D8E8CE8" w14:textId="77777777" w:rsidTr="009F2096">
        <w:tc>
          <w:tcPr>
            <w:tcW w:w="2212" w:type="dxa"/>
          </w:tcPr>
          <w:p w14:paraId="5A889A13" w14:textId="77777777" w:rsidR="006052C9" w:rsidRPr="004A4FB9" w:rsidRDefault="006052C9" w:rsidP="009F2096">
            <w:pPr>
              <w:ind w:left="0"/>
              <w:rPr>
                <w:b/>
                <w:bCs/>
                <w:color w:val="C00000"/>
              </w:rPr>
            </w:pPr>
            <w:r w:rsidRPr="004A4FB9">
              <w:rPr>
                <w:b/>
                <w:bCs/>
                <w:color w:val="C00000"/>
              </w:rPr>
              <w:t>IDENTIFICATION</w:t>
            </w:r>
          </w:p>
        </w:tc>
        <w:tc>
          <w:tcPr>
            <w:tcW w:w="6461" w:type="dxa"/>
          </w:tcPr>
          <w:p w14:paraId="458BC197" w14:textId="77777777" w:rsidR="006052C9" w:rsidRDefault="006052C9" w:rsidP="009F2096">
            <w:pPr>
              <w:ind w:left="0"/>
            </w:pPr>
          </w:p>
        </w:tc>
      </w:tr>
      <w:tr w:rsidR="006052C9" w14:paraId="6818A74E" w14:textId="77777777" w:rsidTr="009F2096">
        <w:tc>
          <w:tcPr>
            <w:tcW w:w="2212" w:type="dxa"/>
          </w:tcPr>
          <w:p w14:paraId="00C06BF7" w14:textId="77777777" w:rsidR="006052C9" w:rsidRDefault="006052C9" w:rsidP="009F2096">
            <w:pPr>
              <w:ind w:left="0"/>
            </w:pPr>
            <w:r>
              <w:t>MARQUE</w:t>
            </w:r>
          </w:p>
        </w:tc>
        <w:tc>
          <w:tcPr>
            <w:tcW w:w="6461" w:type="dxa"/>
          </w:tcPr>
          <w:p w14:paraId="70FA8160" w14:textId="77777777" w:rsidR="006052C9" w:rsidRDefault="006052C9" w:rsidP="009F2096">
            <w:pPr>
              <w:ind w:left="0"/>
            </w:pPr>
          </w:p>
          <w:p w14:paraId="554224E1" w14:textId="77777777" w:rsidR="006052C9" w:rsidRDefault="006052C9" w:rsidP="009F2096">
            <w:pPr>
              <w:ind w:left="0"/>
            </w:pPr>
          </w:p>
          <w:p w14:paraId="658DAB6B" w14:textId="77777777" w:rsidR="006052C9" w:rsidRDefault="006052C9" w:rsidP="009F2096">
            <w:pPr>
              <w:ind w:left="0"/>
            </w:pPr>
          </w:p>
          <w:p w14:paraId="06F6265B" w14:textId="77777777" w:rsidR="006052C9" w:rsidRDefault="006052C9" w:rsidP="009F2096">
            <w:pPr>
              <w:ind w:left="0"/>
            </w:pPr>
          </w:p>
          <w:p w14:paraId="2C2A158D" w14:textId="77777777" w:rsidR="006052C9" w:rsidRDefault="006052C9" w:rsidP="009F2096">
            <w:pPr>
              <w:ind w:left="0"/>
            </w:pPr>
          </w:p>
          <w:p w14:paraId="6589874E" w14:textId="77777777" w:rsidR="006052C9" w:rsidRDefault="006052C9" w:rsidP="009F2096">
            <w:pPr>
              <w:ind w:left="0"/>
            </w:pPr>
          </w:p>
        </w:tc>
      </w:tr>
      <w:tr w:rsidR="006052C9" w14:paraId="7AD4C8CC" w14:textId="77777777" w:rsidTr="009F2096">
        <w:tc>
          <w:tcPr>
            <w:tcW w:w="2212" w:type="dxa"/>
          </w:tcPr>
          <w:p w14:paraId="14D751BA" w14:textId="77777777" w:rsidR="006052C9" w:rsidRDefault="006052C9" w:rsidP="009F2096">
            <w:pPr>
              <w:ind w:left="0"/>
            </w:pPr>
            <w:r>
              <w:t>REFERENCE</w:t>
            </w:r>
          </w:p>
        </w:tc>
        <w:tc>
          <w:tcPr>
            <w:tcW w:w="6461" w:type="dxa"/>
          </w:tcPr>
          <w:p w14:paraId="2366FFC0" w14:textId="77777777" w:rsidR="006052C9" w:rsidRDefault="006052C9" w:rsidP="009F2096">
            <w:pPr>
              <w:ind w:left="0"/>
            </w:pPr>
          </w:p>
          <w:p w14:paraId="416E1E8C" w14:textId="77777777" w:rsidR="006052C9" w:rsidRDefault="006052C9" w:rsidP="009F2096">
            <w:pPr>
              <w:ind w:left="0"/>
            </w:pPr>
          </w:p>
          <w:p w14:paraId="3896CABC" w14:textId="77777777" w:rsidR="006052C9" w:rsidRDefault="006052C9" w:rsidP="009F2096">
            <w:pPr>
              <w:ind w:left="0"/>
            </w:pPr>
          </w:p>
          <w:p w14:paraId="0BEC5B07" w14:textId="77777777" w:rsidR="006052C9" w:rsidRDefault="006052C9" w:rsidP="009F2096">
            <w:pPr>
              <w:ind w:left="0"/>
            </w:pPr>
          </w:p>
          <w:p w14:paraId="056CCF06" w14:textId="77777777" w:rsidR="006052C9" w:rsidRDefault="006052C9" w:rsidP="009F2096">
            <w:pPr>
              <w:ind w:left="0"/>
            </w:pPr>
          </w:p>
          <w:p w14:paraId="3A4EC47D" w14:textId="77777777" w:rsidR="006052C9" w:rsidRDefault="006052C9" w:rsidP="009F2096">
            <w:pPr>
              <w:ind w:left="0"/>
            </w:pPr>
          </w:p>
        </w:tc>
      </w:tr>
      <w:tr w:rsidR="006052C9" w14:paraId="5CBDF2E3" w14:textId="77777777" w:rsidTr="009F2096">
        <w:tc>
          <w:tcPr>
            <w:tcW w:w="2212" w:type="dxa"/>
          </w:tcPr>
          <w:p w14:paraId="50282EB2" w14:textId="77777777" w:rsidR="006052C9" w:rsidRDefault="006052C9" w:rsidP="009F2096">
            <w:pPr>
              <w:ind w:left="0"/>
            </w:pPr>
            <w:r>
              <w:t>CARACTERISTIQUES</w:t>
            </w:r>
          </w:p>
        </w:tc>
        <w:tc>
          <w:tcPr>
            <w:tcW w:w="6461" w:type="dxa"/>
          </w:tcPr>
          <w:p w14:paraId="309454C8" w14:textId="77777777" w:rsidR="006052C9" w:rsidRDefault="006052C9" w:rsidP="009F2096">
            <w:pPr>
              <w:ind w:left="0"/>
            </w:pPr>
          </w:p>
          <w:p w14:paraId="458548A2" w14:textId="77777777" w:rsidR="006052C9" w:rsidRDefault="006052C9" w:rsidP="009F2096">
            <w:pPr>
              <w:ind w:left="0"/>
            </w:pPr>
          </w:p>
          <w:p w14:paraId="25404FBC" w14:textId="77777777" w:rsidR="006052C9" w:rsidRDefault="006052C9" w:rsidP="009F2096">
            <w:pPr>
              <w:ind w:left="0"/>
            </w:pPr>
          </w:p>
          <w:p w14:paraId="2F3FB3D1" w14:textId="77777777" w:rsidR="006052C9" w:rsidRDefault="006052C9" w:rsidP="009F2096">
            <w:pPr>
              <w:ind w:left="0"/>
            </w:pPr>
          </w:p>
          <w:p w14:paraId="39E22E92" w14:textId="77777777" w:rsidR="006052C9" w:rsidRDefault="006052C9" w:rsidP="009F2096">
            <w:pPr>
              <w:ind w:left="0"/>
            </w:pPr>
          </w:p>
          <w:p w14:paraId="3521621E" w14:textId="77777777" w:rsidR="006052C9" w:rsidRDefault="006052C9" w:rsidP="009F2096">
            <w:pPr>
              <w:ind w:left="0"/>
            </w:pPr>
          </w:p>
        </w:tc>
      </w:tr>
    </w:tbl>
    <w:p w14:paraId="7E1BCE12" w14:textId="77777777" w:rsidR="006052C9" w:rsidRDefault="006052C9" w:rsidP="006052C9"/>
    <w:tbl>
      <w:tblPr>
        <w:tblStyle w:val="Grilledutableau"/>
        <w:tblW w:w="0" w:type="auto"/>
        <w:tblInd w:w="1134" w:type="dxa"/>
        <w:tblLook w:val="04A0" w:firstRow="1" w:lastRow="0" w:firstColumn="1" w:lastColumn="0" w:noHBand="0" w:noVBand="1"/>
      </w:tblPr>
      <w:tblGrid>
        <w:gridCol w:w="2212"/>
        <w:gridCol w:w="6461"/>
      </w:tblGrid>
      <w:tr w:rsidR="006052C9" w14:paraId="3F76149C" w14:textId="77777777" w:rsidTr="009F2096">
        <w:tc>
          <w:tcPr>
            <w:tcW w:w="2212" w:type="dxa"/>
          </w:tcPr>
          <w:p w14:paraId="0BBD800E" w14:textId="77777777" w:rsidR="006052C9" w:rsidRPr="004A4FB9" w:rsidRDefault="006052C9" w:rsidP="009F2096">
            <w:pPr>
              <w:ind w:left="0"/>
              <w:rPr>
                <w:b/>
                <w:bCs/>
                <w:color w:val="C00000"/>
              </w:rPr>
            </w:pPr>
            <w:r w:rsidRPr="004A4FB9">
              <w:rPr>
                <w:b/>
                <w:bCs/>
                <w:color w:val="C00000"/>
              </w:rPr>
              <w:t>PERENNITE</w:t>
            </w:r>
          </w:p>
        </w:tc>
        <w:tc>
          <w:tcPr>
            <w:tcW w:w="6461" w:type="dxa"/>
          </w:tcPr>
          <w:p w14:paraId="7FE641C5" w14:textId="77777777" w:rsidR="006052C9" w:rsidRDefault="006052C9" w:rsidP="009F2096">
            <w:pPr>
              <w:ind w:left="0"/>
            </w:pPr>
          </w:p>
        </w:tc>
      </w:tr>
      <w:tr w:rsidR="006052C9" w14:paraId="0FB38C61" w14:textId="77777777" w:rsidTr="009F2096">
        <w:tc>
          <w:tcPr>
            <w:tcW w:w="2212" w:type="dxa"/>
          </w:tcPr>
          <w:p w14:paraId="300169D5" w14:textId="77777777" w:rsidR="006052C9" w:rsidRDefault="006052C9" w:rsidP="009F2096">
            <w:pPr>
              <w:ind w:left="0"/>
            </w:pPr>
            <w:r>
              <w:t>ENTRETIEN</w:t>
            </w:r>
          </w:p>
        </w:tc>
        <w:tc>
          <w:tcPr>
            <w:tcW w:w="6461" w:type="dxa"/>
          </w:tcPr>
          <w:p w14:paraId="4145DCF5" w14:textId="77777777" w:rsidR="006052C9" w:rsidRDefault="006052C9" w:rsidP="009F2096">
            <w:pPr>
              <w:ind w:left="0"/>
            </w:pPr>
          </w:p>
          <w:p w14:paraId="303A6EE8" w14:textId="77777777" w:rsidR="006052C9" w:rsidRDefault="006052C9" w:rsidP="009F2096">
            <w:pPr>
              <w:ind w:left="0"/>
            </w:pPr>
          </w:p>
          <w:p w14:paraId="4CBD9432" w14:textId="77777777" w:rsidR="006052C9" w:rsidRDefault="006052C9" w:rsidP="009F2096">
            <w:pPr>
              <w:ind w:left="0"/>
            </w:pPr>
          </w:p>
          <w:p w14:paraId="1FEB1ACE" w14:textId="77777777" w:rsidR="006052C9" w:rsidRDefault="006052C9" w:rsidP="009F2096">
            <w:pPr>
              <w:ind w:left="0"/>
            </w:pPr>
          </w:p>
          <w:p w14:paraId="1970261B" w14:textId="77777777" w:rsidR="006052C9" w:rsidRDefault="006052C9" w:rsidP="009F2096">
            <w:pPr>
              <w:ind w:left="0"/>
            </w:pPr>
          </w:p>
          <w:p w14:paraId="7E72A868" w14:textId="77777777" w:rsidR="006052C9" w:rsidRDefault="006052C9" w:rsidP="009F2096">
            <w:pPr>
              <w:ind w:left="0"/>
            </w:pPr>
          </w:p>
        </w:tc>
      </w:tr>
      <w:tr w:rsidR="006052C9" w14:paraId="744E5D86" w14:textId="77777777" w:rsidTr="009F2096">
        <w:tc>
          <w:tcPr>
            <w:tcW w:w="2212" w:type="dxa"/>
          </w:tcPr>
          <w:p w14:paraId="761D1C9B" w14:textId="77777777" w:rsidR="006052C9" w:rsidRDefault="006052C9" w:rsidP="009F2096">
            <w:pPr>
              <w:ind w:left="0"/>
            </w:pPr>
            <w:r>
              <w:t>PERIODICITE</w:t>
            </w:r>
          </w:p>
        </w:tc>
        <w:tc>
          <w:tcPr>
            <w:tcW w:w="6461" w:type="dxa"/>
          </w:tcPr>
          <w:p w14:paraId="55DF6F6D" w14:textId="77777777" w:rsidR="006052C9" w:rsidRDefault="006052C9" w:rsidP="009F2096">
            <w:pPr>
              <w:ind w:left="0"/>
            </w:pPr>
          </w:p>
          <w:p w14:paraId="77C29205" w14:textId="77777777" w:rsidR="006052C9" w:rsidRDefault="006052C9" w:rsidP="009F2096">
            <w:pPr>
              <w:ind w:left="0"/>
            </w:pPr>
          </w:p>
          <w:p w14:paraId="7E68B975" w14:textId="77777777" w:rsidR="006052C9" w:rsidRDefault="006052C9" w:rsidP="009F2096">
            <w:pPr>
              <w:ind w:left="0"/>
            </w:pPr>
          </w:p>
          <w:p w14:paraId="129FB039" w14:textId="77777777" w:rsidR="006052C9" w:rsidRDefault="006052C9" w:rsidP="009F2096">
            <w:pPr>
              <w:ind w:left="0"/>
            </w:pPr>
          </w:p>
          <w:p w14:paraId="133831C8" w14:textId="77777777" w:rsidR="006052C9" w:rsidRDefault="006052C9" w:rsidP="009F2096">
            <w:pPr>
              <w:ind w:left="0"/>
            </w:pPr>
          </w:p>
          <w:p w14:paraId="6DDA8C89" w14:textId="77777777" w:rsidR="006052C9" w:rsidRDefault="006052C9" w:rsidP="009F2096">
            <w:pPr>
              <w:ind w:left="0"/>
            </w:pPr>
          </w:p>
        </w:tc>
      </w:tr>
      <w:tr w:rsidR="006052C9" w14:paraId="063BF0B6" w14:textId="77777777" w:rsidTr="009F2096">
        <w:tc>
          <w:tcPr>
            <w:tcW w:w="2212" w:type="dxa"/>
          </w:tcPr>
          <w:p w14:paraId="7D66E453" w14:textId="77777777" w:rsidR="006052C9" w:rsidRDefault="006052C9" w:rsidP="009F2096">
            <w:pPr>
              <w:ind w:left="0"/>
            </w:pPr>
            <w:r>
              <w:t>DUREE DE VIE</w:t>
            </w:r>
          </w:p>
        </w:tc>
        <w:tc>
          <w:tcPr>
            <w:tcW w:w="6461" w:type="dxa"/>
          </w:tcPr>
          <w:p w14:paraId="6F522DB9" w14:textId="77777777" w:rsidR="006052C9" w:rsidRDefault="006052C9" w:rsidP="009F2096">
            <w:pPr>
              <w:ind w:left="0"/>
            </w:pPr>
          </w:p>
          <w:p w14:paraId="3EB10FDD" w14:textId="77777777" w:rsidR="006052C9" w:rsidRDefault="006052C9" w:rsidP="009F2096">
            <w:pPr>
              <w:ind w:left="0"/>
            </w:pPr>
          </w:p>
          <w:p w14:paraId="29BA5C4A" w14:textId="77777777" w:rsidR="006052C9" w:rsidRDefault="006052C9" w:rsidP="009F2096">
            <w:pPr>
              <w:ind w:left="0"/>
            </w:pPr>
          </w:p>
          <w:p w14:paraId="6D7355E7" w14:textId="77777777" w:rsidR="006052C9" w:rsidRDefault="006052C9" w:rsidP="009F2096">
            <w:pPr>
              <w:ind w:left="0"/>
            </w:pPr>
          </w:p>
          <w:p w14:paraId="7CB362A5" w14:textId="77777777" w:rsidR="006052C9" w:rsidRDefault="006052C9" w:rsidP="009F2096">
            <w:pPr>
              <w:ind w:left="0"/>
            </w:pPr>
          </w:p>
          <w:p w14:paraId="08DC4B28" w14:textId="77777777" w:rsidR="006052C9" w:rsidRDefault="006052C9" w:rsidP="009F2096">
            <w:pPr>
              <w:ind w:left="0"/>
            </w:pPr>
          </w:p>
        </w:tc>
      </w:tr>
      <w:tr w:rsidR="006052C9" w14:paraId="16A1BFB2" w14:textId="77777777" w:rsidTr="009F2096">
        <w:tc>
          <w:tcPr>
            <w:tcW w:w="2212" w:type="dxa"/>
          </w:tcPr>
          <w:p w14:paraId="448E2BEA" w14:textId="77777777" w:rsidR="006052C9" w:rsidRDefault="006052C9" w:rsidP="009F2096">
            <w:pPr>
              <w:ind w:left="0"/>
            </w:pPr>
            <w:r>
              <w:t>COMPOSITION</w:t>
            </w:r>
          </w:p>
        </w:tc>
        <w:tc>
          <w:tcPr>
            <w:tcW w:w="6461" w:type="dxa"/>
          </w:tcPr>
          <w:p w14:paraId="1D3799E2" w14:textId="77777777" w:rsidR="006052C9" w:rsidRDefault="006052C9" w:rsidP="009F2096">
            <w:pPr>
              <w:ind w:left="0"/>
            </w:pPr>
          </w:p>
          <w:p w14:paraId="79173FD3" w14:textId="77777777" w:rsidR="006052C9" w:rsidRDefault="006052C9" w:rsidP="009F2096">
            <w:pPr>
              <w:ind w:left="0"/>
            </w:pPr>
          </w:p>
          <w:p w14:paraId="0BF881DC" w14:textId="77777777" w:rsidR="006052C9" w:rsidRDefault="006052C9" w:rsidP="009F2096">
            <w:pPr>
              <w:ind w:left="0"/>
            </w:pPr>
          </w:p>
          <w:p w14:paraId="579A804E" w14:textId="77777777" w:rsidR="006052C9" w:rsidRDefault="006052C9" w:rsidP="009F2096">
            <w:pPr>
              <w:ind w:left="0"/>
            </w:pPr>
          </w:p>
          <w:p w14:paraId="5D3910B1" w14:textId="77777777" w:rsidR="006052C9" w:rsidRDefault="006052C9" w:rsidP="009F2096">
            <w:pPr>
              <w:ind w:left="0"/>
            </w:pPr>
          </w:p>
          <w:p w14:paraId="714246C4" w14:textId="77777777" w:rsidR="006052C9" w:rsidRDefault="006052C9" w:rsidP="009F2096">
            <w:pPr>
              <w:ind w:left="0"/>
            </w:pPr>
          </w:p>
        </w:tc>
      </w:tr>
    </w:tbl>
    <w:p w14:paraId="5643D81E" w14:textId="77777777" w:rsidR="006052C9" w:rsidRDefault="006052C9" w:rsidP="006052C9"/>
    <w:p w14:paraId="03C6E98B" w14:textId="77777777" w:rsidR="006052C9" w:rsidRDefault="006052C9" w:rsidP="006052C9"/>
    <w:p w14:paraId="00FA2988" w14:textId="77777777" w:rsidR="006052C9" w:rsidRDefault="006052C9" w:rsidP="006052C9"/>
    <w:p w14:paraId="1817E415" w14:textId="77777777" w:rsidR="006052C9" w:rsidRDefault="006052C9" w:rsidP="006052C9">
      <w:pPr>
        <w:jc w:val="right"/>
      </w:pPr>
      <w:r>
        <w:t>Nota : Inclure fiches, avis techniques ou tous justificatifs.</w:t>
      </w:r>
    </w:p>
    <w:p w14:paraId="6795AA68" w14:textId="77777777" w:rsidR="006052C9" w:rsidRDefault="006052C9" w:rsidP="006052C9">
      <w:pPr>
        <w:jc w:val="right"/>
      </w:pPr>
    </w:p>
    <w:p w14:paraId="493F395A" w14:textId="77777777" w:rsidR="006052C9" w:rsidRDefault="006052C9" w:rsidP="00A511CD">
      <w:pPr>
        <w:jc w:val="right"/>
      </w:pPr>
    </w:p>
    <w:p w14:paraId="611A14C1" w14:textId="68D04907" w:rsidR="00B364BF" w:rsidRDefault="00B364BF" w:rsidP="00B364BF">
      <w:pPr>
        <w:pStyle w:val="Titre0"/>
        <w:pBdr>
          <w:right w:val="single" w:sz="4" w:space="0" w:color="auto"/>
        </w:pBdr>
      </w:pPr>
      <w:r>
        <w:lastRenderedPageBreak/>
        <w:t>FICHE PRODUIT N°03</w:t>
      </w:r>
    </w:p>
    <w:p w14:paraId="409B1F88" w14:textId="77777777" w:rsidR="00B364BF" w:rsidRDefault="00B364BF" w:rsidP="00B364BF"/>
    <w:tbl>
      <w:tblPr>
        <w:tblStyle w:val="Grilledutableau"/>
        <w:tblW w:w="0" w:type="auto"/>
        <w:tblInd w:w="1134" w:type="dxa"/>
        <w:tblLook w:val="04A0" w:firstRow="1" w:lastRow="0" w:firstColumn="1" w:lastColumn="0" w:noHBand="0" w:noVBand="1"/>
      </w:tblPr>
      <w:tblGrid>
        <w:gridCol w:w="2212"/>
        <w:gridCol w:w="6461"/>
      </w:tblGrid>
      <w:tr w:rsidR="00B364BF" w14:paraId="12F147C4" w14:textId="77777777" w:rsidTr="009F2096">
        <w:tc>
          <w:tcPr>
            <w:tcW w:w="2212" w:type="dxa"/>
          </w:tcPr>
          <w:p w14:paraId="1A158212" w14:textId="77777777" w:rsidR="00B364BF" w:rsidRPr="004A4FB9" w:rsidRDefault="00B364BF" w:rsidP="009F2096">
            <w:pPr>
              <w:ind w:left="0"/>
              <w:rPr>
                <w:b/>
                <w:bCs/>
                <w:color w:val="C00000"/>
              </w:rPr>
            </w:pPr>
            <w:r w:rsidRPr="004A4FB9">
              <w:rPr>
                <w:b/>
                <w:bCs/>
                <w:color w:val="C00000"/>
              </w:rPr>
              <w:t>LOT</w:t>
            </w:r>
          </w:p>
        </w:tc>
        <w:tc>
          <w:tcPr>
            <w:tcW w:w="6461" w:type="dxa"/>
          </w:tcPr>
          <w:p w14:paraId="462BA1F6" w14:textId="0FDF0697" w:rsidR="00B364BF" w:rsidRDefault="00434C5F" w:rsidP="009F2096">
            <w:pPr>
              <w:ind w:left="0"/>
            </w:pPr>
            <w:r>
              <w:t>XX</w:t>
            </w:r>
          </w:p>
        </w:tc>
      </w:tr>
      <w:tr w:rsidR="00B364BF" w14:paraId="06296D90" w14:textId="77777777" w:rsidTr="009F2096">
        <w:tc>
          <w:tcPr>
            <w:tcW w:w="2212" w:type="dxa"/>
          </w:tcPr>
          <w:p w14:paraId="4D5AE52C" w14:textId="77777777" w:rsidR="00B364BF" w:rsidRPr="004A4FB9" w:rsidRDefault="00B364BF" w:rsidP="009F2096">
            <w:pPr>
              <w:ind w:left="0"/>
            </w:pPr>
            <w:r w:rsidRPr="004A4FB9">
              <w:t>PRODUIT</w:t>
            </w:r>
          </w:p>
        </w:tc>
        <w:tc>
          <w:tcPr>
            <w:tcW w:w="6461" w:type="dxa"/>
          </w:tcPr>
          <w:p w14:paraId="3316A0F4" w14:textId="1BB9111E" w:rsidR="00B364BF" w:rsidRDefault="00B364BF" w:rsidP="009F2096">
            <w:pPr>
              <w:ind w:left="0"/>
            </w:pPr>
          </w:p>
        </w:tc>
      </w:tr>
      <w:tr w:rsidR="00B364BF" w14:paraId="577D19CF" w14:textId="77777777" w:rsidTr="009F2096">
        <w:tc>
          <w:tcPr>
            <w:tcW w:w="2212" w:type="dxa"/>
          </w:tcPr>
          <w:p w14:paraId="7E5CD446" w14:textId="2736CD67" w:rsidR="00B364BF" w:rsidRPr="004A4FB9" w:rsidRDefault="00B364BF" w:rsidP="009F2096">
            <w:pPr>
              <w:ind w:left="0"/>
            </w:pPr>
            <w:r w:rsidRPr="004A4FB9">
              <w:t>REFERENCE</w:t>
            </w:r>
            <w:r w:rsidR="00434C5F">
              <w:t xml:space="preserve"> DPGF</w:t>
            </w:r>
          </w:p>
        </w:tc>
        <w:tc>
          <w:tcPr>
            <w:tcW w:w="6461" w:type="dxa"/>
          </w:tcPr>
          <w:p w14:paraId="4A486CA7" w14:textId="153AEBBA" w:rsidR="00B364BF" w:rsidRDefault="00B364BF" w:rsidP="009F2096">
            <w:pPr>
              <w:ind w:left="0"/>
            </w:pPr>
          </w:p>
        </w:tc>
      </w:tr>
    </w:tbl>
    <w:p w14:paraId="7553FD8D" w14:textId="77777777" w:rsidR="00B364BF" w:rsidRDefault="00B364BF" w:rsidP="00B364BF"/>
    <w:p w14:paraId="323304E2" w14:textId="77777777" w:rsidR="00B364BF" w:rsidRDefault="00B364BF" w:rsidP="00B364BF"/>
    <w:tbl>
      <w:tblPr>
        <w:tblStyle w:val="Grilledutableau"/>
        <w:tblW w:w="0" w:type="auto"/>
        <w:tblInd w:w="1134" w:type="dxa"/>
        <w:tblLook w:val="04A0" w:firstRow="1" w:lastRow="0" w:firstColumn="1" w:lastColumn="0" w:noHBand="0" w:noVBand="1"/>
      </w:tblPr>
      <w:tblGrid>
        <w:gridCol w:w="2212"/>
        <w:gridCol w:w="6461"/>
      </w:tblGrid>
      <w:tr w:rsidR="00B364BF" w14:paraId="5F5FD29D" w14:textId="77777777" w:rsidTr="009F2096">
        <w:tc>
          <w:tcPr>
            <w:tcW w:w="2212" w:type="dxa"/>
          </w:tcPr>
          <w:p w14:paraId="6A4F12EA" w14:textId="77777777" w:rsidR="00B364BF" w:rsidRPr="004A4FB9" w:rsidRDefault="00B364BF" w:rsidP="009F2096">
            <w:pPr>
              <w:ind w:left="0"/>
              <w:rPr>
                <w:b/>
                <w:bCs/>
                <w:color w:val="C00000"/>
              </w:rPr>
            </w:pPr>
            <w:r w:rsidRPr="004A4FB9">
              <w:rPr>
                <w:b/>
                <w:bCs/>
                <w:color w:val="C00000"/>
              </w:rPr>
              <w:t>IDENTIFICATION</w:t>
            </w:r>
          </w:p>
        </w:tc>
        <w:tc>
          <w:tcPr>
            <w:tcW w:w="6461" w:type="dxa"/>
          </w:tcPr>
          <w:p w14:paraId="7695796A" w14:textId="77777777" w:rsidR="00B364BF" w:rsidRDefault="00B364BF" w:rsidP="009F2096">
            <w:pPr>
              <w:ind w:left="0"/>
            </w:pPr>
          </w:p>
        </w:tc>
      </w:tr>
      <w:tr w:rsidR="00B364BF" w14:paraId="3960C6C6" w14:textId="77777777" w:rsidTr="009F2096">
        <w:tc>
          <w:tcPr>
            <w:tcW w:w="2212" w:type="dxa"/>
          </w:tcPr>
          <w:p w14:paraId="7A1FBBA8" w14:textId="77777777" w:rsidR="00B364BF" w:rsidRDefault="00B364BF" w:rsidP="009F2096">
            <w:pPr>
              <w:ind w:left="0"/>
            </w:pPr>
            <w:r>
              <w:t>MARQUE</w:t>
            </w:r>
          </w:p>
        </w:tc>
        <w:tc>
          <w:tcPr>
            <w:tcW w:w="6461" w:type="dxa"/>
          </w:tcPr>
          <w:p w14:paraId="2E6F0814" w14:textId="77777777" w:rsidR="00B364BF" w:rsidRDefault="00B364BF" w:rsidP="009F2096">
            <w:pPr>
              <w:ind w:left="0"/>
            </w:pPr>
          </w:p>
          <w:p w14:paraId="7495BE68" w14:textId="77777777" w:rsidR="00B364BF" w:rsidRDefault="00B364BF" w:rsidP="009F2096">
            <w:pPr>
              <w:ind w:left="0"/>
            </w:pPr>
          </w:p>
          <w:p w14:paraId="2FB67F23" w14:textId="77777777" w:rsidR="00B364BF" w:rsidRDefault="00B364BF" w:rsidP="009F2096">
            <w:pPr>
              <w:ind w:left="0"/>
            </w:pPr>
          </w:p>
          <w:p w14:paraId="0738362A" w14:textId="77777777" w:rsidR="00B364BF" w:rsidRDefault="00B364BF" w:rsidP="009F2096">
            <w:pPr>
              <w:ind w:left="0"/>
            </w:pPr>
          </w:p>
          <w:p w14:paraId="12829193" w14:textId="77777777" w:rsidR="00B364BF" w:rsidRDefault="00B364BF" w:rsidP="009F2096">
            <w:pPr>
              <w:ind w:left="0"/>
            </w:pPr>
          </w:p>
          <w:p w14:paraId="36175D3D" w14:textId="77777777" w:rsidR="00B364BF" w:rsidRDefault="00B364BF" w:rsidP="009F2096">
            <w:pPr>
              <w:ind w:left="0"/>
            </w:pPr>
          </w:p>
        </w:tc>
      </w:tr>
      <w:tr w:rsidR="00B364BF" w14:paraId="11BEF9C6" w14:textId="77777777" w:rsidTr="009F2096">
        <w:tc>
          <w:tcPr>
            <w:tcW w:w="2212" w:type="dxa"/>
          </w:tcPr>
          <w:p w14:paraId="50B67D0F" w14:textId="77777777" w:rsidR="00B364BF" w:rsidRDefault="00B364BF" w:rsidP="009F2096">
            <w:pPr>
              <w:ind w:left="0"/>
            </w:pPr>
            <w:r>
              <w:t>REFERENCE</w:t>
            </w:r>
          </w:p>
        </w:tc>
        <w:tc>
          <w:tcPr>
            <w:tcW w:w="6461" w:type="dxa"/>
          </w:tcPr>
          <w:p w14:paraId="03E88E35" w14:textId="77777777" w:rsidR="00B364BF" w:rsidRDefault="00B364BF" w:rsidP="009F2096">
            <w:pPr>
              <w:ind w:left="0"/>
            </w:pPr>
          </w:p>
          <w:p w14:paraId="0BA42DFF" w14:textId="77777777" w:rsidR="00B364BF" w:rsidRDefault="00B364BF" w:rsidP="009F2096">
            <w:pPr>
              <w:ind w:left="0"/>
            </w:pPr>
          </w:p>
          <w:p w14:paraId="34853F98" w14:textId="77777777" w:rsidR="00B364BF" w:rsidRDefault="00B364BF" w:rsidP="009F2096">
            <w:pPr>
              <w:ind w:left="0"/>
            </w:pPr>
          </w:p>
          <w:p w14:paraId="76E56748" w14:textId="77777777" w:rsidR="00B364BF" w:rsidRDefault="00B364BF" w:rsidP="009F2096">
            <w:pPr>
              <w:ind w:left="0"/>
            </w:pPr>
          </w:p>
          <w:p w14:paraId="59B836C8" w14:textId="77777777" w:rsidR="00B364BF" w:rsidRDefault="00B364BF" w:rsidP="009F2096">
            <w:pPr>
              <w:ind w:left="0"/>
            </w:pPr>
          </w:p>
          <w:p w14:paraId="0B1A79CA" w14:textId="77777777" w:rsidR="00B364BF" w:rsidRDefault="00B364BF" w:rsidP="009F2096">
            <w:pPr>
              <w:ind w:left="0"/>
            </w:pPr>
          </w:p>
        </w:tc>
      </w:tr>
      <w:tr w:rsidR="00B364BF" w14:paraId="2D9F9879" w14:textId="77777777" w:rsidTr="009F2096">
        <w:tc>
          <w:tcPr>
            <w:tcW w:w="2212" w:type="dxa"/>
          </w:tcPr>
          <w:p w14:paraId="6680EE07" w14:textId="77777777" w:rsidR="00B364BF" w:rsidRDefault="00B364BF" w:rsidP="009F2096">
            <w:pPr>
              <w:ind w:left="0"/>
            </w:pPr>
            <w:r>
              <w:t>CARACTERISTIQUES</w:t>
            </w:r>
          </w:p>
        </w:tc>
        <w:tc>
          <w:tcPr>
            <w:tcW w:w="6461" w:type="dxa"/>
          </w:tcPr>
          <w:p w14:paraId="7B387F38" w14:textId="77777777" w:rsidR="00B364BF" w:rsidRDefault="00B364BF" w:rsidP="009F2096">
            <w:pPr>
              <w:ind w:left="0"/>
            </w:pPr>
          </w:p>
          <w:p w14:paraId="41759123" w14:textId="77777777" w:rsidR="00B364BF" w:rsidRDefault="00B364BF" w:rsidP="009F2096">
            <w:pPr>
              <w:ind w:left="0"/>
            </w:pPr>
          </w:p>
          <w:p w14:paraId="564DC70D" w14:textId="77777777" w:rsidR="00B364BF" w:rsidRDefault="00B364BF" w:rsidP="009F2096">
            <w:pPr>
              <w:ind w:left="0"/>
            </w:pPr>
          </w:p>
          <w:p w14:paraId="00DA27AD" w14:textId="77777777" w:rsidR="00B364BF" w:rsidRDefault="00B364BF" w:rsidP="009F2096">
            <w:pPr>
              <w:ind w:left="0"/>
            </w:pPr>
          </w:p>
          <w:p w14:paraId="4C30C52E" w14:textId="77777777" w:rsidR="00B364BF" w:rsidRDefault="00B364BF" w:rsidP="009F2096">
            <w:pPr>
              <w:ind w:left="0"/>
            </w:pPr>
          </w:p>
          <w:p w14:paraId="06094B6F" w14:textId="77777777" w:rsidR="00B364BF" w:rsidRDefault="00B364BF" w:rsidP="009F2096">
            <w:pPr>
              <w:ind w:left="0"/>
            </w:pPr>
          </w:p>
        </w:tc>
      </w:tr>
    </w:tbl>
    <w:p w14:paraId="5EA927CE" w14:textId="77777777" w:rsidR="00B364BF" w:rsidRDefault="00B364BF" w:rsidP="00B364BF"/>
    <w:tbl>
      <w:tblPr>
        <w:tblStyle w:val="Grilledutableau"/>
        <w:tblW w:w="0" w:type="auto"/>
        <w:tblInd w:w="1134" w:type="dxa"/>
        <w:tblLook w:val="04A0" w:firstRow="1" w:lastRow="0" w:firstColumn="1" w:lastColumn="0" w:noHBand="0" w:noVBand="1"/>
      </w:tblPr>
      <w:tblGrid>
        <w:gridCol w:w="2212"/>
        <w:gridCol w:w="6461"/>
      </w:tblGrid>
      <w:tr w:rsidR="00B364BF" w14:paraId="11647E25" w14:textId="77777777" w:rsidTr="009F2096">
        <w:tc>
          <w:tcPr>
            <w:tcW w:w="2212" w:type="dxa"/>
          </w:tcPr>
          <w:p w14:paraId="1A68FF7A" w14:textId="77777777" w:rsidR="00B364BF" w:rsidRPr="004A4FB9" w:rsidRDefault="00B364BF" w:rsidP="009F2096">
            <w:pPr>
              <w:ind w:left="0"/>
              <w:rPr>
                <w:b/>
                <w:bCs/>
                <w:color w:val="C00000"/>
              </w:rPr>
            </w:pPr>
            <w:r w:rsidRPr="004A4FB9">
              <w:rPr>
                <w:b/>
                <w:bCs/>
                <w:color w:val="C00000"/>
              </w:rPr>
              <w:t>PERENNITE</w:t>
            </w:r>
          </w:p>
        </w:tc>
        <w:tc>
          <w:tcPr>
            <w:tcW w:w="6461" w:type="dxa"/>
          </w:tcPr>
          <w:p w14:paraId="491DA58A" w14:textId="77777777" w:rsidR="00B364BF" w:rsidRDefault="00B364BF" w:rsidP="009F2096">
            <w:pPr>
              <w:ind w:left="0"/>
            </w:pPr>
          </w:p>
        </w:tc>
      </w:tr>
      <w:tr w:rsidR="00B364BF" w14:paraId="50FEC990" w14:textId="77777777" w:rsidTr="009F2096">
        <w:tc>
          <w:tcPr>
            <w:tcW w:w="2212" w:type="dxa"/>
          </w:tcPr>
          <w:p w14:paraId="57481134" w14:textId="77777777" w:rsidR="00B364BF" w:rsidRDefault="00B364BF" w:rsidP="009F2096">
            <w:pPr>
              <w:ind w:left="0"/>
            </w:pPr>
            <w:r>
              <w:t>ENTRETIEN</w:t>
            </w:r>
          </w:p>
        </w:tc>
        <w:tc>
          <w:tcPr>
            <w:tcW w:w="6461" w:type="dxa"/>
          </w:tcPr>
          <w:p w14:paraId="02C8E7D6" w14:textId="77777777" w:rsidR="00B364BF" w:rsidRDefault="00B364BF" w:rsidP="009F2096">
            <w:pPr>
              <w:ind w:left="0"/>
            </w:pPr>
          </w:p>
          <w:p w14:paraId="7072BE74" w14:textId="77777777" w:rsidR="00B364BF" w:rsidRDefault="00B364BF" w:rsidP="009F2096">
            <w:pPr>
              <w:ind w:left="0"/>
            </w:pPr>
          </w:p>
          <w:p w14:paraId="7D014D71" w14:textId="77777777" w:rsidR="00B364BF" w:rsidRDefault="00B364BF" w:rsidP="009F2096">
            <w:pPr>
              <w:ind w:left="0"/>
            </w:pPr>
          </w:p>
          <w:p w14:paraId="3604EF26" w14:textId="77777777" w:rsidR="00B364BF" w:rsidRDefault="00B364BF" w:rsidP="009F2096">
            <w:pPr>
              <w:ind w:left="0"/>
            </w:pPr>
          </w:p>
          <w:p w14:paraId="76574B76" w14:textId="77777777" w:rsidR="00B364BF" w:rsidRDefault="00B364BF" w:rsidP="009F2096">
            <w:pPr>
              <w:ind w:left="0"/>
            </w:pPr>
          </w:p>
          <w:p w14:paraId="0DF6D2B9" w14:textId="77777777" w:rsidR="00B364BF" w:rsidRDefault="00B364BF" w:rsidP="009F2096">
            <w:pPr>
              <w:ind w:left="0"/>
            </w:pPr>
          </w:p>
        </w:tc>
      </w:tr>
      <w:tr w:rsidR="00B364BF" w14:paraId="7AF4D5BC" w14:textId="77777777" w:rsidTr="009F2096">
        <w:tc>
          <w:tcPr>
            <w:tcW w:w="2212" w:type="dxa"/>
          </w:tcPr>
          <w:p w14:paraId="598788A8" w14:textId="77777777" w:rsidR="00B364BF" w:rsidRDefault="00B364BF" w:rsidP="009F2096">
            <w:pPr>
              <w:ind w:left="0"/>
            </w:pPr>
            <w:r>
              <w:t>PERIODICITE</w:t>
            </w:r>
          </w:p>
        </w:tc>
        <w:tc>
          <w:tcPr>
            <w:tcW w:w="6461" w:type="dxa"/>
          </w:tcPr>
          <w:p w14:paraId="3F926BB9" w14:textId="77777777" w:rsidR="00B364BF" w:rsidRDefault="00B364BF" w:rsidP="009F2096">
            <w:pPr>
              <w:ind w:left="0"/>
            </w:pPr>
          </w:p>
          <w:p w14:paraId="6F3B781D" w14:textId="77777777" w:rsidR="00B364BF" w:rsidRDefault="00B364BF" w:rsidP="009F2096">
            <w:pPr>
              <w:ind w:left="0"/>
            </w:pPr>
          </w:p>
          <w:p w14:paraId="577BDD8E" w14:textId="77777777" w:rsidR="00B364BF" w:rsidRDefault="00B364BF" w:rsidP="009F2096">
            <w:pPr>
              <w:ind w:left="0"/>
            </w:pPr>
          </w:p>
          <w:p w14:paraId="45EF7584" w14:textId="77777777" w:rsidR="00B364BF" w:rsidRDefault="00B364BF" w:rsidP="009F2096">
            <w:pPr>
              <w:ind w:left="0"/>
            </w:pPr>
          </w:p>
          <w:p w14:paraId="0E7C1622" w14:textId="77777777" w:rsidR="00B364BF" w:rsidRDefault="00B364BF" w:rsidP="009F2096">
            <w:pPr>
              <w:ind w:left="0"/>
            </w:pPr>
          </w:p>
          <w:p w14:paraId="4969CD46" w14:textId="77777777" w:rsidR="00B364BF" w:rsidRDefault="00B364BF" w:rsidP="009F2096">
            <w:pPr>
              <w:ind w:left="0"/>
            </w:pPr>
          </w:p>
        </w:tc>
      </w:tr>
      <w:tr w:rsidR="00B364BF" w14:paraId="024B3F38" w14:textId="77777777" w:rsidTr="009F2096">
        <w:tc>
          <w:tcPr>
            <w:tcW w:w="2212" w:type="dxa"/>
          </w:tcPr>
          <w:p w14:paraId="1DB88F4D" w14:textId="77777777" w:rsidR="00B364BF" w:rsidRDefault="00B364BF" w:rsidP="009F2096">
            <w:pPr>
              <w:ind w:left="0"/>
            </w:pPr>
            <w:r>
              <w:t>DUREE DE VIE</w:t>
            </w:r>
          </w:p>
        </w:tc>
        <w:tc>
          <w:tcPr>
            <w:tcW w:w="6461" w:type="dxa"/>
          </w:tcPr>
          <w:p w14:paraId="4C5E3624" w14:textId="77777777" w:rsidR="00B364BF" w:rsidRDefault="00B364BF" w:rsidP="009F2096">
            <w:pPr>
              <w:ind w:left="0"/>
            </w:pPr>
          </w:p>
          <w:p w14:paraId="554FF39F" w14:textId="77777777" w:rsidR="00B364BF" w:rsidRDefault="00B364BF" w:rsidP="009F2096">
            <w:pPr>
              <w:ind w:left="0"/>
            </w:pPr>
          </w:p>
          <w:p w14:paraId="7741EDDB" w14:textId="77777777" w:rsidR="00B364BF" w:rsidRDefault="00B364BF" w:rsidP="009F2096">
            <w:pPr>
              <w:ind w:left="0"/>
            </w:pPr>
          </w:p>
          <w:p w14:paraId="374ED542" w14:textId="77777777" w:rsidR="00B364BF" w:rsidRDefault="00B364BF" w:rsidP="009F2096">
            <w:pPr>
              <w:ind w:left="0"/>
            </w:pPr>
          </w:p>
          <w:p w14:paraId="665811A0" w14:textId="77777777" w:rsidR="00B364BF" w:rsidRDefault="00B364BF" w:rsidP="009F2096">
            <w:pPr>
              <w:ind w:left="0"/>
            </w:pPr>
          </w:p>
          <w:p w14:paraId="5BA9205C" w14:textId="77777777" w:rsidR="00B364BF" w:rsidRDefault="00B364BF" w:rsidP="009F2096">
            <w:pPr>
              <w:ind w:left="0"/>
            </w:pPr>
          </w:p>
        </w:tc>
      </w:tr>
      <w:tr w:rsidR="00B364BF" w14:paraId="15191400" w14:textId="77777777" w:rsidTr="009F2096">
        <w:tc>
          <w:tcPr>
            <w:tcW w:w="2212" w:type="dxa"/>
          </w:tcPr>
          <w:p w14:paraId="1BC4F9FF" w14:textId="77777777" w:rsidR="00B364BF" w:rsidRDefault="00B364BF" w:rsidP="009F2096">
            <w:pPr>
              <w:ind w:left="0"/>
            </w:pPr>
            <w:r>
              <w:t>COMPOSITION</w:t>
            </w:r>
          </w:p>
        </w:tc>
        <w:tc>
          <w:tcPr>
            <w:tcW w:w="6461" w:type="dxa"/>
          </w:tcPr>
          <w:p w14:paraId="6EB77D62" w14:textId="77777777" w:rsidR="00B364BF" w:rsidRDefault="00B364BF" w:rsidP="009F2096">
            <w:pPr>
              <w:ind w:left="0"/>
            </w:pPr>
          </w:p>
          <w:p w14:paraId="10520FF7" w14:textId="77777777" w:rsidR="00B364BF" w:rsidRDefault="00B364BF" w:rsidP="009F2096">
            <w:pPr>
              <w:ind w:left="0"/>
            </w:pPr>
          </w:p>
          <w:p w14:paraId="373B37D8" w14:textId="77777777" w:rsidR="00B364BF" w:rsidRDefault="00B364BF" w:rsidP="009F2096">
            <w:pPr>
              <w:ind w:left="0"/>
            </w:pPr>
          </w:p>
          <w:p w14:paraId="75DA2D63" w14:textId="77777777" w:rsidR="00B364BF" w:rsidRDefault="00B364BF" w:rsidP="009F2096">
            <w:pPr>
              <w:ind w:left="0"/>
            </w:pPr>
          </w:p>
          <w:p w14:paraId="4E0C1996" w14:textId="77777777" w:rsidR="00B364BF" w:rsidRDefault="00B364BF" w:rsidP="009F2096">
            <w:pPr>
              <w:ind w:left="0"/>
            </w:pPr>
          </w:p>
          <w:p w14:paraId="413E7B9D" w14:textId="77777777" w:rsidR="00B364BF" w:rsidRDefault="00B364BF" w:rsidP="009F2096">
            <w:pPr>
              <w:ind w:left="0"/>
            </w:pPr>
          </w:p>
        </w:tc>
      </w:tr>
    </w:tbl>
    <w:p w14:paraId="7E20EEEE" w14:textId="77777777" w:rsidR="00B364BF" w:rsidRDefault="00B364BF" w:rsidP="00B364BF"/>
    <w:p w14:paraId="507B23BC" w14:textId="77777777" w:rsidR="00B364BF" w:rsidRDefault="00B364BF" w:rsidP="00B364BF"/>
    <w:p w14:paraId="1F16C621" w14:textId="77777777" w:rsidR="00B364BF" w:rsidRDefault="00B364BF" w:rsidP="00B364BF"/>
    <w:p w14:paraId="47BBA9DE" w14:textId="77777777" w:rsidR="00B364BF" w:rsidRDefault="00B364BF" w:rsidP="00B364BF">
      <w:pPr>
        <w:jc w:val="right"/>
      </w:pPr>
      <w:r>
        <w:t>Nota : Inclure fiches, avis techniques ou tous justificatifs.</w:t>
      </w:r>
    </w:p>
    <w:p w14:paraId="0570873D" w14:textId="77777777" w:rsidR="00B364BF" w:rsidRDefault="00B364BF" w:rsidP="00B364BF">
      <w:pPr>
        <w:jc w:val="right"/>
      </w:pPr>
    </w:p>
    <w:p w14:paraId="75E77AA5" w14:textId="77777777" w:rsidR="00B364BF" w:rsidRDefault="00B364BF" w:rsidP="00A511CD">
      <w:pPr>
        <w:jc w:val="right"/>
      </w:pPr>
    </w:p>
    <w:sectPr w:rsidR="00B364BF" w:rsidSect="0011533F">
      <w:headerReference w:type="even" r:id="rId9"/>
      <w:headerReference w:type="default" r:id="rId10"/>
      <w:footerReference w:type="default" r:id="rId11"/>
      <w:headerReference w:type="first" r:id="rId12"/>
      <w:pgSz w:w="11906" w:h="16838" w:code="9"/>
      <w:pgMar w:top="1134" w:right="1134" w:bottom="1134" w:left="851" w:header="567" w:footer="454" w:gutter="284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34774" w14:textId="77777777" w:rsidR="00DB562F" w:rsidRDefault="00DB562F">
      <w:r>
        <w:separator/>
      </w:r>
    </w:p>
  </w:endnote>
  <w:endnote w:type="continuationSeparator" w:id="0">
    <w:p w14:paraId="386E2E1D" w14:textId="77777777" w:rsidR="00DB562F" w:rsidRDefault="00DB5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rutiger LT 55 Roman">
    <w:altName w:val="Calibri"/>
    <w:charset w:val="00"/>
    <w:family w:val="auto"/>
    <w:pitch w:val="variable"/>
    <w:sig w:usb0="00000003" w:usb1="00000000" w:usb2="00000000" w:usb3="00000000" w:csb0="00000001" w:csb1="00000000"/>
  </w:font>
  <w:font w:name="Frutiger LT 45 Light">
    <w:altName w:val="Calibri"/>
    <w:charset w:val="00"/>
    <w:family w:val="swiss"/>
    <w:pitch w:val="variable"/>
    <w:sig w:usb0="00000003" w:usb1="00000000" w:usb2="00000000" w:usb3="00000000" w:csb0="00000001" w:csb1="00000000"/>
  </w:font>
  <w:font w:name="HelveticaNeue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 LT 65 Bold">
    <w:altName w:val="Calibri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-Thi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E6018" w14:textId="1EB4E5F1" w:rsidR="00794057" w:rsidRPr="00741433" w:rsidRDefault="003E4307" w:rsidP="002758ED">
    <w:pPr>
      <w:pStyle w:val="Pieddepage"/>
      <w:pBdr>
        <w:bottom w:val="single" w:sz="4" w:space="1" w:color="auto"/>
      </w:pBdr>
      <w:tabs>
        <w:tab w:val="right" w:pos="20976"/>
      </w:tabs>
      <w:ind w:right="-57"/>
      <w:rPr>
        <w:rFonts w:ascii="HelveticaNeue-Thin" w:hAnsi="HelveticaNeue-Thin" w:cs="HelveticaNeue-Thin"/>
        <w:color w:val="993366"/>
        <w:szCs w:val="16"/>
      </w:rPr>
    </w:pPr>
    <w:r>
      <w:rPr>
        <w:rFonts w:ascii="HelveticaNeue-Thin" w:hAnsi="HelveticaNeue-Thin" w:cs="HelveticaNeue-Thin"/>
        <w:b/>
        <w:color w:val="CC0000"/>
        <w:szCs w:val="16"/>
      </w:rPr>
      <w:t>Fiche produits</w:t>
    </w:r>
  </w:p>
  <w:p w14:paraId="15A9534F" w14:textId="4FB6E5E3" w:rsidR="00794057" w:rsidRPr="00652537" w:rsidRDefault="00E1744B" w:rsidP="002758ED">
    <w:pPr>
      <w:pStyle w:val="Pieddepage"/>
      <w:tabs>
        <w:tab w:val="right" w:pos="20976"/>
      </w:tabs>
      <w:ind w:right="-57"/>
      <w:rPr>
        <w:sz w:val="14"/>
        <w:szCs w:val="14"/>
      </w:rPr>
    </w:pPr>
    <w:r>
      <w:rPr>
        <w:sz w:val="14"/>
        <w:szCs w:val="14"/>
      </w:rPr>
      <w:t>CREPS MONTPELLIER – RÉNOVATION DU BÂTIMENT BARCELONE</w:t>
    </w:r>
    <w:r w:rsidR="00E338D7">
      <w:rPr>
        <w:sz w:val="14"/>
        <w:szCs w:val="14"/>
      </w:rPr>
      <w:tab/>
    </w:r>
    <w:r w:rsidR="00794057" w:rsidRPr="00652537">
      <w:rPr>
        <w:rStyle w:val="Numrodepage"/>
        <w:sz w:val="14"/>
        <w:szCs w:val="14"/>
      </w:rPr>
      <w:fldChar w:fldCharType="begin"/>
    </w:r>
    <w:r w:rsidR="00794057" w:rsidRPr="00652537">
      <w:rPr>
        <w:rStyle w:val="Numrodepage"/>
        <w:sz w:val="14"/>
        <w:szCs w:val="14"/>
      </w:rPr>
      <w:instrText xml:space="preserve"> PAGE  </w:instrText>
    </w:r>
    <w:r w:rsidR="00794057" w:rsidRPr="00652537">
      <w:rPr>
        <w:rStyle w:val="Numrodepage"/>
        <w:sz w:val="14"/>
        <w:szCs w:val="14"/>
      </w:rPr>
      <w:fldChar w:fldCharType="separate"/>
    </w:r>
    <w:r w:rsidR="001875AA">
      <w:rPr>
        <w:rStyle w:val="Numrodepage"/>
        <w:noProof/>
        <w:sz w:val="14"/>
        <w:szCs w:val="14"/>
      </w:rPr>
      <w:t>1</w:t>
    </w:r>
    <w:r w:rsidR="00794057" w:rsidRPr="00652537">
      <w:rPr>
        <w:rStyle w:val="Numrodepage"/>
        <w:sz w:val="14"/>
        <w:szCs w:val="14"/>
      </w:rPr>
      <w:fldChar w:fldCharType="end"/>
    </w:r>
    <w:r w:rsidR="00794057" w:rsidRPr="00652537">
      <w:rPr>
        <w:rStyle w:val="Numrodepage"/>
        <w:sz w:val="14"/>
        <w:szCs w:val="14"/>
      </w:rPr>
      <w:t>/</w:t>
    </w:r>
    <w:r w:rsidR="00794057" w:rsidRPr="00652537">
      <w:rPr>
        <w:rStyle w:val="Numrodepage"/>
        <w:sz w:val="14"/>
        <w:szCs w:val="14"/>
      </w:rPr>
      <w:fldChar w:fldCharType="begin"/>
    </w:r>
    <w:r w:rsidR="00794057" w:rsidRPr="00652537">
      <w:rPr>
        <w:rStyle w:val="Numrodepage"/>
        <w:sz w:val="14"/>
        <w:szCs w:val="14"/>
      </w:rPr>
      <w:instrText xml:space="preserve"> SECTIONPAGES  </w:instrText>
    </w:r>
    <w:r w:rsidR="00794057" w:rsidRPr="00652537">
      <w:rPr>
        <w:rStyle w:val="Numrodepage"/>
        <w:sz w:val="14"/>
        <w:szCs w:val="14"/>
      </w:rPr>
      <w:fldChar w:fldCharType="separate"/>
    </w:r>
    <w:r w:rsidR="00434C5F">
      <w:rPr>
        <w:rStyle w:val="Numrodepage"/>
        <w:noProof/>
        <w:sz w:val="14"/>
        <w:szCs w:val="14"/>
      </w:rPr>
      <w:t>3</w:t>
    </w:r>
    <w:r w:rsidR="00794057" w:rsidRPr="00652537">
      <w:rPr>
        <w:rStyle w:val="Numrodepage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FAB92F" w14:textId="77777777" w:rsidR="00DB562F" w:rsidRDefault="00DB562F">
      <w:r>
        <w:separator/>
      </w:r>
    </w:p>
  </w:footnote>
  <w:footnote w:type="continuationSeparator" w:id="0">
    <w:p w14:paraId="349B4FBC" w14:textId="77777777" w:rsidR="00DB562F" w:rsidRDefault="00DB56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00CC1" w14:textId="77777777" w:rsidR="00794057" w:rsidRDefault="0079405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6A2AE" w14:textId="445F5FDD" w:rsidR="00794057" w:rsidRPr="00273F58" w:rsidRDefault="00273F58" w:rsidP="00273F58">
    <w:pPr>
      <w:pStyle w:val="En-tte"/>
      <w:tabs>
        <w:tab w:val="clear" w:pos="9639"/>
      </w:tabs>
    </w:pPr>
    <w:r>
      <w:t>CREPS MONTPELLIER - RÉNOVATION DU BÂTIMENT BARCELONE</w:t>
    </w:r>
    <w:r>
      <w:tab/>
    </w:r>
    <w:r>
      <w:tab/>
    </w:r>
    <w:r>
      <w:tab/>
    </w:r>
    <w:r>
      <w:rPr>
        <w:color w:val="CC0000"/>
      </w:rPr>
      <w:t>Montpellier (34)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B1510" w14:textId="77777777" w:rsidR="00794057" w:rsidRDefault="0079405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417F9"/>
    <w:multiLevelType w:val="hybridMultilevel"/>
    <w:tmpl w:val="D2D85CE6"/>
    <w:lvl w:ilvl="0" w:tplc="4008E374">
      <w:numFmt w:val="bullet"/>
      <w:lvlText w:val=""/>
      <w:lvlJc w:val="left"/>
      <w:pPr>
        <w:ind w:left="1494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11436F7E"/>
    <w:multiLevelType w:val="multilevel"/>
    <w:tmpl w:val="410CF568"/>
    <w:styleLink w:val="StyleAvecpuces1"/>
    <w:lvl w:ilvl="0">
      <w:start w:val="1"/>
      <w:numFmt w:val="bullet"/>
      <w:lvlText w:val="•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sz w:val="18"/>
      </w:rPr>
    </w:lvl>
    <w:lvl w:ilvl="2">
      <w:start w:val="1"/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6486F"/>
    <w:multiLevelType w:val="multilevel"/>
    <w:tmpl w:val="75EA2ABC"/>
    <w:styleLink w:val="StyleAvecpuces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1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Arial" w:hAnsi="Arial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Arial" w:hAnsi="Arial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8413371"/>
    <w:multiLevelType w:val="hybridMultilevel"/>
    <w:tmpl w:val="5F022904"/>
    <w:lvl w:ilvl="0" w:tplc="04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1C774661"/>
    <w:multiLevelType w:val="hybridMultilevel"/>
    <w:tmpl w:val="58B0D23C"/>
    <w:lvl w:ilvl="0" w:tplc="04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DD409F4"/>
    <w:multiLevelType w:val="multilevel"/>
    <w:tmpl w:val="53C05576"/>
    <w:lvl w:ilvl="0">
      <w:start w:val="1"/>
      <w:numFmt w:val="bullet"/>
      <w:pStyle w:val="Normalpuce"/>
      <w:lvlText w:val="▪"/>
      <w:lvlJc w:val="left"/>
      <w:pPr>
        <w:tabs>
          <w:tab w:val="num" w:pos="1531"/>
        </w:tabs>
        <w:ind w:left="1531" w:hanging="284"/>
      </w:pPr>
      <w:rPr>
        <w:rFonts w:ascii="Arial" w:hAnsi="Arial" w:hint="default"/>
      </w:rPr>
    </w:lvl>
    <w:lvl w:ilvl="1">
      <w:start w:val="1"/>
      <w:numFmt w:val="bullet"/>
      <w:lvlText w:val="▪"/>
      <w:lvlJc w:val="left"/>
      <w:pPr>
        <w:tabs>
          <w:tab w:val="num" w:pos="1531"/>
        </w:tabs>
        <w:ind w:left="1531" w:hanging="284"/>
      </w:pPr>
      <w:rPr>
        <w:rFonts w:ascii="Arial" w:hAnsi="Arial" w:hint="default"/>
      </w:rPr>
    </w:lvl>
    <w:lvl w:ilvl="2">
      <w:start w:val="1"/>
      <w:numFmt w:val="bullet"/>
      <w:lvlText w:val="▪"/>
      <w:lvlJc w:val="left"/>
      <w:pPr>
        <w:tabs>
          <w:tab w:val="num" w:pos="1531"/>
        </w:tabs>
        <w:ind w:left="1531" w:hanging="284"/>
      </w:pPr>
      <w:rPr>
        <w:rFonts w:ascii="Arial" w:hAnsi="Arial" w:hint="default"/>
      </w:rPr>
    </w:lvl>
    <w:lvl w:ilvl="3">
      <w:start w:val="1"/>
      <w:numFmt w:val="bullet"/>
      <w:lvlText w:val="▪"/>
      <w:lvlJc w:val="left"/>
      <w:pPr>
        <w:tabs>
          <w:tab w:val="num" w:pos="1531"/>
        </w:tabs>
        <w:ind w:left="1531" w:hanging="284"/>
      </w:pPr>
      <w:rPr>
        <w:rFonts w:ascii="Arial" w:hAnsi="Arial" w:hint="default"/>
      </w:rPr>
    </w:lvl>
    <w:lvl w:ilvl="4">
      <w:start w:val="1"/>
      <w:numFmt w:val="bullet"/>
      <w:lvlText w:val="▪"/>
      <w:lvlJc w:val="left"/>
      <w:pPr>
        <w:tabs>
          <w:tab w:val="num" w:pos="1531"/>
        </w:tabs>
        <w:ind w:left="1531" w:hanging="284"/>
      </w:pPr>
      <w:rPr>
        <w:rFonts w:ascii="Arial" w:hAnsi="Arial" w:hint="default"/>
      </w:rPr>
    </w:lvl>
    <w:lvl w:ilvl="5">
      <w:start w:val="1"/>
      <w:numFmt w:val="bullet"/>
      <w:lvlText w:val="▪"/>
      <w:lvlJc w:val="left"/>
      <w:pPr>
        <w:tabs>
          <w:tab w:val="num" w:pos="1531"/>
        </w:tabs>
        <w:ind w:left="1531" w:hanging="284"/>
      </w:pPr>
      <w:rPr>
        <w:rFonts w:ascii="Arial" w:hAnsi="Arial" w:hint="default"/>
      </w:rPr>
    </w:lvl>
    <w:lvl w:ilvl="6">
      <w:start w:val="1"/>
      <w:numFmt w:val="bullet"/>
      <w:lvlText w:val="▪"/>
      <w:lvlJc w:val="left"/>
      <w:pPr>
        <w:tabs>
          <w:tab w:val="num" w:pos="1531"/>
        </w:tabs>
        <w:ind w:left="1531" w:hanging="284"/>
      </w:pPr>
      <w:rPr>
        <w:rFonts w:ascii="Arial" w:hAnsi="Arial" w:hint="default"/>
      </w:rPr>
    </w:lvl>
    <w:lvl w:ilvl="7">
      <w:start w:val="1"/>
      <w:numFmt w:val="bullet"/>
      <w:lvlText w:val="▪"/>
      <w:lvlJc w:val="left"/>
      <w:pPr>
        <w:tabs>
          <w:tab w:val="num" w:pos="1531"/>
        </w:tabs>
        <w:ind w:left="1531" w:hanging="284"/>
      </w:pPr>
      <w:rPr>
        <w:rFonts w:ascii="Arial" w:hAnsi="Arial" w:hint="default"/>
      </w:rPr>
    </w:lvl>
    <w:lvl w:ilvl="8">
      <w:start w:val="1"/>
      <w:numFmt w:val="bullet"/>
      <w:lvlText w:val="▪"/>
      <w:lvlJc w:val="left"/>
      <w:pPr>
        <w:tabs>
          <w:tab w:val="num" w:pos="1531"/>
        </w:tabs>
        <w:ind w:left="1531" w:hanging="284"/>
      </w:pPr>
      <w:rPr>
        <w:rFonts w:ascii="Arial" w:hAnsi="Arial" w:hint="default"/>
      </w:rPr>
    </w:lvl>
  </w:abstractNum>
  <w:abstractNum w:abstractNumId="6" w15:restartNumberingAfterBreak="0">
    <w:nsid w:val="1F5357D9"/>
    <w:multiLevelType w:val="hybridMultilevel"/>
    <w:tmpl w:val="29527B32"/>
    <w:lvl w:ilvl="0" w:tplc="04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0BE40CE"/>
    <w:multiLevelType w:val="hybridMultilevel"/>
    <w:tmpl w:val="B27EFFDE"/>
    <w:lvl w:ilvl="0" w:tplc="04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21FC6A76"/>
    <w:multiLevelType w:val="multilevel"/>
    <w:tmpl w:val="0BC838E8"/>
    <w:lvl w:ilvl="0">
      <w:start w:val="2"/>
      <w:numFmt w:val="decimal"/>
      <w:pStyle w:val="Lot-Titre1"/>
      <w:lvlText w:val="%1"/>
      <w:lvlJc w:val="left"/>
      <w:pPr>
        <w:tabs>
          <w:tab w:val="num" w:pos="1134"/>
        </w:tabs>
        <w:ind w:left="1134" w:hanging="1134"/>
      </w:pPr>
      <w:rPr>
        <w:rFonts w:ascii="Arial Black" w:hAnsi="Arial Black" w:hint="default"/>
        <w:b w:val="0"/>
        <w:i w:val="0"/>
        <w:outline w:val="0"/>
        <w:shadow w:val="0"/>
        <w:emboss w:val="0"/>
        <w:imprint w:val="0"/>
        <w:vanish w:val="0"/>
        <w:color w:val="CC0000"/>
        <w:sz w:val="20"/>
      </w:rPr>
    </w:lvl>
    <w:lvl w:ilvl="1">
      <w:start w:val="1"/>
      <w:numFmt w:val="decimal"/>
      <w:pStyle w:val="Lot-Titre2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color w:val="CC0000"/>
      </w:rPr>
    </w:lvl>
    <w:lvl w:ilvl="2">
      <w:start w:val="1"/>
      <w:numFmt w:val="decimal"/>
      <w:pStyle w:val="Lot-Titre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olor w:val="CC0000"/>
        <w:sz w:val="18"/>
      </w:rPr>
    </w:lvl>
    <w:lvl w:ilvl="3">
      <w:start w:val="1"/>
      <w:numFmt w:val="decimal"/>
      <w:pStyle w:val="Lot-Titre4"/>
      <w:lvlText w:val="%1.%2.%3.%4"/>
      <w:lvlJc w:val="left"/>
      <w:pPr>
        <w:tabs>
          <w:tab w:val="num" w:pos="2268"/>
        </w:tabs>
        <w:ind w:left="2268" w:hanging="1134"/>
      </w:pPr>
      <w:rPr>
        <w:rFonts w:hint="default"/>
        <w:color w:val="CC0000"/>
        <w:u w:color="CC0000"/>
      </w:rPr>
    </w:lvl>
    <w:lvl w:ilvl="4">
      <w:start w:val="1"/>
      <w:numFmt w:val="lowerLetter"/>
      <w:lvlText w:val="(%5)"/>
      <w:lvlJc w:val="left"/>
      <w:pPr>
        <w:tabs>
          <w:tab w:val="num" w:pos="1913"/>
        </w:tabs>
        <w:ind w:left="191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73"/>
        </w:tabs>
        <w:ind w:left="227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33"/>
        </w:tabs>
        <w:ind w:left="263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93"/>
        </w:tabs>
        <w:ind w:left="299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53"/>
        </w:tabs>
        <w:ind w:left="3353" w:hanging="360"/>
      </w:pPr>
      <w:rPr>
        <w:rFonts w:hint="default"/>
      </w:rPr>
    </w:lvl>
  </w:abstractNum>
  <w:abstractNum w:abstractNumId="9" w15:restartNumberingAfterBreak="0">
    <w:nsid w:val="26B8091A"/>
    <w:multiLevelType w:val="multilevel"/>
    <w:tmpl w:val="0FF44CA6"/>
    <w:styleLink w:val="StyleAvecpuces9pt"/>
    <w:lvl w:ilvl="0">
      <w:start w:val="1"/>
      <w:numFmt w:val="bullet"/>
      <w:lvlText w:val="•"/>
      <w:lvlJc w:val="left"/>
      <w:pPr>
        <w:tabs>
          <w:tab w:val="num" w:pos="567"/>
        </w:tabs>
        <w:ind w:left="567" w:hanging="567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tabs>
          <w:tab w:val="num" w:pos="851"/>
        </w:tabs>
        <w:ind w:left="851" w:hanging="567"/>
      </w:pPr>
      <w:rPr>
        <w:rFonts w:ascii="Arial" w:hAnsi="Arial" w:hint="default"/>
        <w:sz w:val="18"/>
      </w:rPr>
    </w:lvl>
    <w:lvl w:ilvl="2">
      <w:start w:val="1"/>
      <w:numFmt w:val="bullet"/>
      <w:lvlText w:val="•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tabs>
          <w:tab w:val="num" w:pos="1418"/>
        </w:tabs>
        <w:ind w:left="1418" w:hanging="567"/>
      </w:pPr>
      <w:rPr>
        <w:rFonts w:ascii="Arial" w:hAnsi="Arial" w:hint="default"/>
      </w:rPr>
    </w:lvl>
    <w:lvl w:ilvl="4">
      <w:start w:val="1"/>
      <w:numFmt w:val="bullet"/>
      <w:lvlText w:val=""/>
      <w:lvlJc w:val="left"/>
      <w:pPr>
        <w:tabs>
          <w:tab w:val="num" w:pos="1494"/>
        </w:tabs>
        <w:ind w:left="1494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654"/>
        </w:tabs>
        <w:ind w:left="3654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</w:abstractNum>
  <w:abstractNum w:abstractNumId="10" w15:restartNumberingAfterBreak="0">
    <w:nsid w:val="44F7036A"/>
    <w:multiLevelType w:val="multilevel"/>
    <w:tmpl w:val="410CF568"/>
    <w:styleLink w:val="StyleAvecpuces2"/>
    <w:lvl w:ilvl="0">
      <w:start w:val="1"/>
      <w:numFmt w:val="bullet"/>
      <w:lvlText w:val="•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sz w:val="18"/>
      </w:rPr>
    </w:lvl>
    <w:lvl w:ilvl="2">
      <w:start w:val="1"/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146845"/>
    <w:multiLevelType w:val="hybridMultilevel"/>
    <w:tmpl w:val="7856ED4C"/>
    <w:lvl w:ilvl="0" w:tplc="04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5EFA779D"/>
    <w:multiLevelType w:val="multilevel"/>
    <w:tmpl w:val="76A62DD4"/>
    <w:styleLink w:val="StyleAvecpuces3"/>
    <w:lvl w:ilvl="0">
      <w:start w:val="1"/>
      <w:numFmt w:val="bullet"/>
      <w:lvlText w:val="•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18"/>
      </w:rPr>
    </w:lvl>
    <w:lvl w:ilvl="2">
      <w:start w:val="1"/>
      <w:numFmt w:val="bullet"/>
      <w:lvlText w:val=""/>
      <w:lvlJc w:val="left"/>
      <w:pPr>
        <w:tabs>
          <w:tab w:val="num" w:pos="1863"/>
        </w:tabs>
        <w:ind w:left="1863" w:hanging="56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2628"/>
        </w:tabs>
        <w:ind w:left="2628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3348"/>
        </w:tabs>
        <w:ind w:left="334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4788"/>
        </w:tabs>
        <w:ind w:left="4788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5508"/>
        </w:tabs>
        <w:ind w:left="5508" w:hanging="360"/>
      </w:pPr>
      <w:rPr>
        <w:rFonts w:ascii="Wingdings" w:hAnsi="Wingdings" w:hint="default"/>
      </w:rPr>
    </w:lvl>
  </w:abstractNum>
  <w:abstractNum w:abstractNumId="13" w15:restartNumberingAfterBreak="0">
    <w:nsid w:val="72B679FB"/>
    <w:multiLevelType w:val="hybridMultilevel"/>
    <w:tmpl w:val="C954516E"/>
    <w:lvl w:ilvl="0" w:tplc="4008E374">
      <w:numFmt w:val="bullet"/>
      <w:lvlText w:val=""/>
      <w:lvlJc w:val="left"/>
      <w:pPr>
        <w:ind w:left="1494" w:hanging="360"/>
      </w:pPr>
      <w:rPr>
        <w:rFonts w:ascii="Symbol" w:eastAsia="Times New Roman" w:hAnsi="Symbol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237BFE"/>
    <w:multiLevelType w:val="hybridMultilevel"/>
    <w:tmpl w:val="98C4058C"/>
    <w:lvl w:ilvl="0" w:tplc="33001864">
      <w:start w:val="1"/>
      <w:numFmt w:val="bullet"/>
      <w:pStyle w:val="Normalavi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60639829">
    <w:abstractNumId w:val="2"/>
  </w:num>
  <w:num w:numId="2" w16cid:durableId="397440199">
    <w:abstractNumId w:val="8"/>
  </w:num>
  <w:num w:numId="3" w16cid:durableId="1977448309">
    <w:abstractNumId w:val="14"/>
  </w:num>
  <w:num w:numId="4" w16cid:durableId="599338523">
    <w:abstractNumId w:val="5"/>
  </w:num>
  <w:num w:numId="5" w16cid:durableId="1305309865">
    <w:abstractNumId w:val="9"/>
  </w:num>
  <w:num w:numId="6" w16cid:durableId="256183713">
    <w:abstractNumId w:val="1"/>
  </w:num>
  <w:num w:numId="7" w16cid:durableId="488448935">
    <w:abstractNumId w:val="10"/>
  </w:num>
  <w:num w:numId="8" w16cid:durableId="87384343">
    <w:abstractNumId w:val="12"/>
  </w:num>
  <w:num w:numId="9" w16cid:durableId="148636359">
    <w:abstractNumId w:val="3"/>
  </w:num>
  <w:num w:numId="10" w16cid:durableId="542062830">
    <w:abstractNumId w:val="7"/>
  </w:num>
  <w:num w:numId="11" w16cid:durableId="1731920868">
    <w:abstractNumId w:val="6"/>
  </w:num>
  <w:num w:numId="12" w16cid:durableId="97220936">
    <w:abstractNumId w:val="4"/>
  </w:num>
  <w:num w:numId="13" w16cid:durableId="1797724324">
    <w:abstractNumId w:val="11"/>
  </w:num>
  <w:num w:numId="14" w16cid:durableId="59333451">
    <w:abstractNumId w:val="13"/>
  </w:num>
  <w:num w:numId="15" w16cid:durableId="1986422382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24"/>
  <w:drawingGridVerticalSpacing w:val="65"/>
  <w:displayHorizont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686C"/>
    <w:rsid w:val="000015CE"/>
    <w:rsid w:val="00004685"/>
    <w:rsid w:val="00006E3E"/>
    <w:rsid w:val="000112B8"/>
    <w:rsid w:val="00011DF4"/>
    <w:rsid w:val="0001371F"/>
    <w:rsid w:val="0002305A"/>
    <w:rsid w:val="000338E2"/>
    <w:rsid w:val="00033C61"/>
    <w:rsid w:val="00034205"/>
    <w:rsid w:val="000364E4"/>
    <w:rsid w:val="00041DB2"/>
    <w:rsid w:val="00042696"/>
    <w:rsid w:val="000434C0"/>
    <w:rsid w:val="00044423"/>
    <w:rsid w:val="00047C26"/>
    <w:rsid w:val="00053BB8"/>
    <w:rsid w:val="000547F5"/>
    <w:rsid w:val="00056900"/>
    <w:rsid w:val="0005743D"/>
    <w:rsid w:val="0005746E"/>
    <w:rsid w:val="0006155B"/>
    <w:rsid w:val="0007068E"/>
    <w:rsid w:val="00075BF4"/>
    <w:rsid w:val="00080D31"/>
    <w:rsid w:val="000A2F40"/>
    <w:rsid w:val="000C2B4C"/>
    <w:rsid w:val="000C6E36"/>
    <w:rsid w:val="000D6B35"/>
    <w:rsid w:val="000D6E7A"/>
    <w:rsid w:val="000F2034"/>
    <w:rsid w:val="000F3972"/>
    <w:rsid w:val="000F3D18"/>
    <w:rsid w:val="0010171B"/>
    <w:rsid w:val="00102094"/>
    <w:rsid w:val="00103E97"/>
    <w:rsid w:val="001125B4"/>
    <w:rsid w:val="0011533F"/>
    <w:rsid w:val="00121F36"/>
    <w:rsid w:val="00124C56"/>
    <w:rsid w:val="00124E51"/>
    <w:rsid w:val="00126C47"/>
    <w:rsid w:val="00127C0A"/>
    <w:rsid w:val="001351FF"/>
    <w:rsid w:val="0014200F"/>
    <w:rsid w:val="00142E0E"/>
    <w:rsid w:val="001514F5"/>
    <w:rsid w:val="00153693"/>
    <w:rsid w:val="00165F3A"/>
    <w:rsid w:val="00172451"/>
    <w:rsid w:val="0017571C"/>
    <w:rsid w:val="001820EC"/>
    <w:rsid w:val="00184292"/>
    <w:rsid w:val="00184B88"/>
    <w:rsid w:val="001875AA"/>
    <w:rsid w:val="00193F3D"/>
    <w:rsid w:val="001A7D8A"/>
    <w:rsid w:val="001B184B"/>
    <w:rsid w:val="001C3AED"/>
    <w:rsid w:val="001C4D22"/>
    <w:rsid w:val="001D093A"/>
    <w:rsid w:val="001D7539"/>
    <w:rsid w:val="001E4ED4"/>
    <w:rsid w:val="001F49C2"/>
    <w:rsid w:val="001F686C"/>
    <w:rsid w:val="002007E5"/>
    <w:rsid w:val="0020202F"/>
    <w:rsid w:val="002034EA"/>
    <w:rsid w:val="00204E30"/>
    <w:rsid w:val="00212495"/>
    <w:rsid w:val="0021620C"/>
    <w:rsid w:val="002268E5"/>
    <w:rsid w:val="0022733B"/>
    <w:rsid w:val="00233A7C"/>
    <w:rsid w:val="00235678"/>
    <w:rsid w:val="002400E9"/>
    <w:rsid w:val="00246572"/>
    <w:rsid w:val="00246A40"/>
    <w:rsid w:val="002472B8"/>
    <w:rsid w:val="00251FA9"/>
    <w:rsid w:val="00252813"/>
    <w:rsid w:val="00262D81"/>
    <w:rsid w:val="00263E0A"/>
    <w:rsid w:val="002643F7"/>
    <w:rsid w:val="00267ABB"/>
    <w:rsid w:val="002709CD"/>
    <w:rsid w:val="00273F58"/>
    <w:rsid w:val="002754DB"/>
    <w:rsid w:val="002758ED"/>
    <w:rsid w:val="002779EA"/>
    <w:rsid w:val="00281792"/>
    <w:rsid w:val="0028487F"/>
    <w:rsid w:val="00285E5D"/>
    <w:rsid w:val="00286F0E"/>
    <w:rsid w:val="00291617"/>
    <w:rsid w:val="00292EDA"/>
    <w:rsid w:val="00294012"/>
    <w:rsid w:val="002943E5"/>
    <w:rsid w:val="002971FB"/>
    <w:rsid w:val="002B29E0"/>
    <w:rsid w:val="002B3E4F"/>
    <w:rsid w:val="002B5470"/>
    <w:rsid w:val="002B61CB"/>
    <w:rsid w:val="002B71F3"/>
    <w:rsid w:val="002C0267"/>
    <w:rsid w:val="002C0C49"/>
    <w:rsid w:val="002C1064"/>
    <w:rsid w:val="002C26C4"/>
    <w:rsid w:val="002C2975"/>
    <w:rsid w:val="002C54D8"/>
    <w:rsid w:val="002D07F5"/>
    <w:rsid w:val="002D6FA6"/>
    <w:rsid w:val="002E123D"/>
    <w:rsid w:val="002E1B6B"/>
    <w:rsid w:val="002E5083"/>
    <w:rsid w:val="002E5348"/>
    <w:rsid w:val="002F0780"/>
    <w:rsid w:val="002F4544"/>
    <w:rsid w:val="002F7D01"/>
    <w:rsid w:val="00303A0E"/>
    <w:rsid w:val="003140F2"/>
    <w:rsid w:val="0031429A"/>
    <w:rsid w:val="003163ED"/>
    <w:rsid w:val="00334B9B"/>
    <w:rsid w:val="003350CA"/>
    <w:rsid w:val="00346787"/>
    <w:rsid w:val="003578A9"/>
    <w:rsid w:val="00357B22"/>
    <w:rsid w:val="00361CB5"/>
    <w:rsid w:val="00362066"/>
    <w:rsid w:val="003623E2"/>
    <w:rsid w:val="00362DBD"/>
    <w:rsid w:val="003657D9"/>
    <w:rsid w:val="00367431"/>
    <w:rsid w:val="0037437B"/>
    <w:rsid w:val="0037626F"/>
    <w:rsid w:val="00384CB1"/>
    <w:rsid w:val="003917A6"/>
    <w:rsid w:val="00393810"/>
    <w:rsid w:val="00393F8B"/>
    <w:rsid w:val="0039605A"/>
    <w:rsid w:val="003964A0"/>
    <w:rsid w:val="003B2AA3"/>
    <w:rsid w:val="003C1068"/>
    <w:rsid w:val="003C409F"/>
    <w:rsid w:val="003C43EF"/>
    <w:rsid w:val="003C5547"/>
    <w:rsid w:val="003C5A40"/>
    <w:rsid w:val="003C69F2"/>
    <w:rsid w:val="003E299B"/>
    <w:rsid w:val="003E4307"/>
    <w:rsid w:val="003E6560"/>
    <w:rsid w:val="003F39EA"/>
    <w:rsid w:val="004061C9"/>
    <w:rsid w:val="00407A06"/>
    <w:rsid w:val="0042293B"/>
    <w:rsid w:val="00423E51"/>
    <w:rsid w:val="00424494"/>
    <w:rsid w:val="00434C5F"/>
    <w:rsid w:val="004377AB"/>
    <w:rsid w:val="00437E8B"/>
    <w:rsid w:val="004405D2"/>
    <w:rsid w:val="00447FAF"/>
    <w:rsid w:val="0045453F"/>
    <w:rsid w:val="00454807"/>
    <w:rsid w:val="0045775A"/>
    <w:rsid w:val="004611F9"/>
    <w:rsid w:val="004613AF"/>
    <w:rsid w:val="0046236A"/>
    <w:rsid w:val="00462436"/>
    <w:rsid w:val="004629FD"/>
    <w:rsid w:val="004738C1"/>
    <w:rsid w:val="00473C13"/>
    <w:rsid w:val="00475D00"/>
    <w:rsid w:val="00496C95"/>
    <w:rsid w:val="004A4FB9"/>
    <w:rsid w:val="004B0133"/>
    <w:rsid w:val="004B098D"/>
    <w:rsid w:val="004C5848"/>
    <w:rsid w:val="004C5A79"/>
    <w:rsid w:val="004C72E2"/>
    <w:rsid w:val="004D1C9B"/>
    <w:rsid w:val="004D3497"/>
    <w:rsid w:val="004D3D9F"/>
    <w:rsid w:val="004D6389"/>
    <w:rsid w:val="004E0FEC"/>
    <w:rsid w:val="004E10D0"/>
    <w:rsid w:val="004E1425"/>
    <w:rsid w:val="004F0F69"/>
    <w:rsid w:val="004F4576"/>
    <w:rsid w:val="00504523"/>
    <w:rsid w:val="00510867"/>
    <w:rsid w:val="00514224"/>
    <w:rsid w:val="0051457E"/>
    <w:rsid w:val="00520479"/>
    <w:rsid w:val="0052049D"/>
    <w:rsid w:val="005223ED"/>
    <w:rsid w:val="00523D18"/>
    <w:rsid w:val="00531723"/>
    <w:rsid w:val="005371A8"/>
    <w:rsid w:val="00537F10"/>
    <w:rsid w:val="00537F34"/>
    <w:rsid w:val="00547692"/>
    <w:rsid w:val="00551194"/>
    <w:rsid w:val="00552FB5"/>
    <w:rsid w:val="00556F96"/>
    <w:rsid w:val="00561D9F"/>
    <w:rsid w:val="00566006"/>
    <w:rsid w:val="00577556"/>
    <w:rsid w:val="00584B32"/>
    <w:rsid w:val="005861B6"/>
    <w:rsid w:val="00590465"/>
    <w:rsid w:val="005927D6"/>
    <w:rsid w:val="00596218"/>
    <w:rsid w:val="00597522"/>
    <w:rsid w:val="005A1E7F"/>
    <w:rsid w:val="005A3A7B"/>
    <w:rsid w:val="005A68FF"/>
    <w:rsid w:val="005A72F2"/>
    <w:rsid w:val="005B37BF"/>
    <w:rsid w:val="005C1294"/>
    <w:rsid w:val="005D06E6"/>
    <w:rsid w:val="005D5C14"/>
    <w:rsid w:val="005F1711"/>
    <w:rsid w:val="00603360"/>
    <w:rsid w:val="006052C9"/>
    <w:rsid w:val="006060C6"/>
    <w:rsid w:val="006126C7"/>
    <w:rsid w:val="00615EF3"/>
    <w:rsid w:val="00616233"/>
    <w:rsid w:val="0062309F"/>
    <w:rsid w:val="006250EB"/>
    <w:rsid w:val="006308D1"/>
    <w:rsid w:val="006428AB"/>
    <w:rsid w:val="00643248"/>
    <w:rsid w:val="00651930"/>
    <w:rsid w:val="00651A6D"/>
    <w:rsid w:val="00652537"/>
    <w:rsid w:val="00653C29"/>
    <w:rsid w:val="00655127"/>
    <w:rsid w:val="006611B9"/>
    <w:rsid w:val="006712A8"/>
    <w:rsid w:val="006937A0"/>
    <w:rsid w:val="0069552C"/>
    <w:rsid w:val="006A1E65"/>
    <w:rsid w:val="006A1F24"/>
    <w:rsid w:val="006A20C2"/>
    <w:rsid w:val="006A38B4"/>
    <w:rsid w:val="006A6A5B"/>
    <w:rsid w:val="006B461B"/>
    <w:rsid w:val="006B4BDB"/>
    <w:rsid w:val="006C1929"/>
    <w:rsid w:val="006C3EAD"/>
    <w:rsid w:val="006C435D"/>
    <w:rsid w:val="006C66A5"/>
    <w:rsid w:val="006D6CA4"/>
    <w:rsid w:val="006E0000"/>
    <w:rsid w:val="006E4D43"/>
    <w:rsid w:val="006E6C69"/>
    <w:rsid w:val="006F48BB"/>
    <w:rsid w:val="006F5D25"/>
    <w:rsid w:val="0070128D"/>
    <w:rsid w:val="00703D32"/>
    <w:rsid w:val="00703D36"/>
    <w:rsid w:val="00704C7A"/>
    <w:rsid w:val="007110F7"/>
    <w:rsid w:val="0071181B"/>
    <w:rsid w:val="007142CD"/>
    <w:rsid w:val="007205DE"/>
    <w:rsid w:val="00727F2B"/>
    <w:rsid w:val="00731572"/>
    <w:rsid w:val="007345D3"/>
    <w:rsid w:val="007349EE"/>
    <w:rsid w:val="00740DC1"/>
    <w:rsid w:val="00741128"/>
    <w:rsid w:val="00741433"/>
    <w:rsid w:val="00741E99"/>
    <w:rsid w:val="00742C0E"/>
    <w:rsid w:val="007434DF"/>
    <w:rsid w:val="00750F0E"/>
    <w:rsid w:val="00753442"/>
    <w:rsid w:val="00762DE1"/>
    <w:rsid w:val="007639D7"/>
    <w:rsid w:val="00764C67"/>
    <w:rsid w:val="00770956"/>
    <w:rsid w:val="007731D3"/>
    <w:rsid w:val="00773EB7"/>
    <w:rsid w:val="00780888"/>
    <w:rsid w:val="00787DDF"/>
    <w:rsid w:val="00790676"/>
    <w:rsid w:val="007911C2"/>
    <w:rsid w:val="007935C2"/>
    <w:rsid w:val="00794057"/>
    <w:rsid w:val="00796684"/>
    <w:rsid w:val="00797E61"/>
    <w:rsid w:val="007A1646"/>
    <w:rsid w:val="007A1FC0"/>
    <w:rsid w:val="007A28A6"/>
    <w:rsid w:val="007B182B"/>
    <w:rsid w:val="007B4337"/>
    <w:rsid w:val="007B577A"/>
    <w:rsid w:val="007B7A55"/>
    <w:rsid w:val="007C1C66"/>
    <w:rsid w:val="007C3EB1"/>
    <w:rsid w:val="007C4A69"/>
    <w:rsid w:val="007C5685"/>
    <w:rsid w:val="007D6D44"/>
    <w:rsid w:val="007E1764"/>
    <w:rsid w:val="00812CE7"/>
    <w:rsid w:val="00813F24"/>
    <w:rsid w:val="00813FE6"/>
    <w:rsid w:val="00816009"/>
    <w:rsid w:val="0081714D"/>
    <w:rsid w:val="00826DD1"/>
    <w:rsid w:val="00830B31"/>
    <w:rsid w:val="00830C53"/>
    <w:rsid w:val="00835ECD"/>
    <w:rsid w:val="008429A9"/>
    <w:rsid w:val="00843D83"/>
    <w:rsid w:val="00854321"/>
    <w:rsid w:val="008841F3"/>
    <w:rsid w:val="00885099"/>
    <w:rsid w:val="00887F0A"/>
    <w:rsid w:val="0089667C"/>
    <w:rsid w:val="008A6349"/>
    <w:rsid w:val="008A6B50"/>
    <w:rsid w:val="008A7862"/>
    <w:rsid w:val="008B0F17"/>
    <w:rsid w:val="008B6652"/>
    <w:rsid w:val="008C47A6"/>
    <w:rsid w:val="008C480F"/>
    <w:rsid w:val="008C755E"/>
    <w:rsid w:val="008D01C6"/>
    <w:rsid w:val="008D0AC2"/>
    <w:rsid w:val="008D4E95"/>
    <w:rsid w:val="008D5B44"/>
    <w:rsid w:val="008E2F5F"/>
    <w:rsid w:val="008F1409"/>
    <w:rsid w:val="008F201E"/>
    <w:rsid w:val="0090435B"/>
    <w:rsid w:val="009053DC"/>
    <w:rsid w:val="00914BC5"/>
    <w:rsid w:val="009200C6"/>
    <w:rsid w:val="00925972"/>
    <w:rsid w:val="00925B3A"/>
    <w:rsid w:val="0094005D"/>
    <w:rsid w:val="009413DE"/>
    <w:rsid w:val="009418C3"/>
    <w:rsid w:val="009429D8"/>
    <w:rsid w:val="00943FE8"/>
    <w:rsid w:val="0094470B"/>
    <w:rsid w:val="00947DDD"/>
    <w:rsid w:val="0095742D"/>
    <w:rsid w:val="009623EB"/>
    <w:rsid w:val="00966065"/>
    <w:rsid w:val="009715C0"/>
    <w:rsid w:val="009719DF"/>
    <w:rsid w:val="00972BEE"/>
    <w:rsid w:val="00976F31"/>
    <w:rsid w:val="0098400B"/>
    <w:rsid w:val="00985C61"/>
    <w:rsid w:val="00987C4C"/>
    <w:rsid w:val="00991CC5"/>
    <w:rsid w:val="0099420C"/>
    <w:rsid w:val="009A2601"/>
    <w:rsid w:val="009A57D1"/>
    <w:rsid w:val="009A7CC7"/>
    <w:rsid w:val="009B4D80"/>
    <w:rsid w:val="009C0B97"/>
    <w:rsid w:val="009C2327"/>
    <w:rsid w:val="009C452F"/>
    <w:rsid w:val="009D0319"/>
    <w:rsid w:val="009D6CA6"/>
    <w:rsid w:val="009E577E"/>
    <w:rsid w:val="009F2973"/>
    <w:rsid w:val="009F48E1"/>
    <w:rsid w:val="00A0124E"/>
    <w:rsid w:val="00A13381"/>
    <w:rsid w:val="00A23BC5"/>
    <w:rsid w:val="00A23C5F"/>
    <w:rsid w:val="00A24601"/>
    <w:rsid w:val="00A3070B"/>
    <w:rsid w:val="00A344EB"/>
    <w:rsid w:val="00A3627D"/>
    <w:rsid w:val="00A369C7"/>
    <w:rsid w:val="00A42742"/>
    <w:rsid w:val="00A44546"/>
    <w:rsid w:val="00A45491"/>
    <w:rsid w:val="00A45766"/>
    <w:rsid w:val="00A511CD"/>
    <w:rsid w:val="00A52FA6"/>
    <w:rsid w:val="00A54135"/>
    <w:rsid w:val="00A65072"/>
    <w:rsid w:val="00A65A85"/>
    <w:rsid w:val="00A67226"/>
    <w:rsid w:val="00A736F4"/>
    <w:rsid w:val="00A76896"/>
    <w:rsid w:val="00A80BF5"/>
    <w:rsid w:val="00A8120F"/>
    <w:rsid w:val="00A8398C"/>
    <w:rsid w:val="00A86EF5"/>
    <w:rsid w:val="00A878A4"/>
    <w:rsid w:val="00A92B11"/>
    <w:rsid w:val="00AA0E62"/>
    <w:rsid w:val="00AA5172"/>
    <w:rsid w:val="00AB3323"/>
    <w:rsid w:val="00AC246D"/>
    <w:rsid w:val="00AC7059"/>
    <w:rsid w:val="00AD3E71"/>
    <w:rsid w:val="00AD3EBD"/>
    <w:rsid w:val="00AD4501"/>
    <w:rsid w:val="00AD53A3"/>
    <w:rsid w:val="00AF0F0A"/>
    <w:rsid w:val="00AF74A6"/>
    <w:rsid w:val="00B04D4C"/>
    <w:rsid w:val="00B05070"/>
    <w:rsid w:val="00B066D3"/>
    <w:rsid w:val="00B06F8C"/>
    <w:rsid w:val="00B0780A"/>
    <w:rsid w:val="00B15AC1"/>
    <w:rsid w:val="00B162A1"/>
    <w:rsid w:val="00B17E66"/>
    <w:rsid w:val="00B231A3"/>
    <w:rsid w:val="00B327E6"/>
    <w:rsid w:val="00B33508"/>
    <w:rsid w:val="00B364BF"/>
    <w:rsid w:val="00B439C6"/>
    <w:rsid w:val="00B47F62"/>
    <w:rsid w:val="00B5453E"/>
    <w:rsid w:val="00B55176"/>
    <w:rsid w:val="00B55B21"/>
    <w:rsid w:val="00B6386C"/>
    <w:rsid w:val="00B63DBF"/>
    <w:rsid w:val="00B64BBE"/>
    <w:rsid w:val="00B67EB8"/>
    <w:rsid w:val="00B70374"/>
    <w:rsid w:val="00B70F80"/>
    <w:rsid w:val="00B72B71"/>
    <w:rsid w:val="00B8102F"/>
    <w:rsid w:val="00B830B4"/>
    <w:rsid w:val="00B857CD"/>
    <w:rsid w:val="00B875BD"/>
    <w:rsid w:val="00B912E3"/>
    <w:rsid w:val="00B91458"/>
    <w:rsid w:val="00B93004"/>
    <w:rsid w:val="00B94F63"/>
    <w:rsid w:val="00B9567B"/>
    <w:rsid w:val="00BA2A00"/>
    <w:rsid w:val="00BA5ACC"/>
    <w:rsid w:val="00BB5B3F"/>
    <w:rsid w:val="00BC4E82"/>
    <w:rsid w:val="00BD103C"/>
    <w:rsid w:val="00BD1E99"/>
    <w:rsid w:val="00BD3C9A"/>
    <w:rsid w:val="00BE320A"/>
    <w:rsid w:val="00BE76CA"/>
    <w:rsid w:val="00BF2FC6"/>
    <w:rsid w:val="00BF3320"/>
    <w:rsid w:val="00BF350D"/>
    <w:rsid w:val="00C01607"/>
    <w:rsid w:val="00C01D65"/>
    <w:rsid w:val="00C03453"/>
    <w:rsid w:val="00C11417"/>
    <w:rsid w:val="00C117C1"/>
    <w:rsid w:val="00C13977"/>
    <w:rsid w:val="00C13CCF"/>
    <w:rsid w:val="00C2390D"/>
    <w:rsid w:val="00C24850"/>
    <w:rsid w:val="00C25D52"/>
    <w:rsid w:val="00C2745D"/>
    <w:rsid w:val="00C325CE"/>
    <w:rsid w:val="00C32718"/>
    <w:rsid w:val="00C34CC8"/>
    <w:rsid w:val="00C441DF"/>
    <w:rsid w:val="00C50D76"/>
    <w:rsid w:val="00C53859"/>
    <w:rsid w:val="00C54047"/>
    <w:rsid w:val="00C56E27"/>
    <w:rsid w:val="00C62819"/>
    <w:rsid w:val="00C62A47"/>
    <w:rsid w:val="00C707E3"/>
    <w:rsid w:val="00C858EB"/>
    <w:rsid w:val="00C91076"/>
    <w:rsid w:val="00C91090"/>
    <w:rsid w:val="00C92667"/>
    <w:rsid w:val="00C97E12"/>
    <w:rsid w:val="00CA0E8A"/>
    <w:rsid w:val="00CA10D7"/>
    <w:rsid w:val="00CA459E"/>
    <w:rsid w:val="00CB03AD"/>
    <w:rsid w:val="00CB1DEF"/>
    <w:rsid w:val="00CB2662"/>
    <w:rsid w:val="00CB574D"/>
    <w:rsid w:val="00CB63EC"/>
    <w:rsid w:val="00CC0622"/>
    <w:rsid w:val="00CC0CAC"/>
    <w:rsid w:val="00CC58F1"/>
    <w:rsid w:val="00CD1990"/>
    <w:rsid w:val="00CD56F1"/>
    <w:rsid w:val="00CE01A8"/>
    <w:rsid w:val="00CE0841"/>
    <w:rsid w:val="00CE35C2"/>
    <w:rsid w:val="00CF05BE"/>
    <w:rsid w:val="00CF2BF8"/>
    <w:rsid w:val="00CF2C53"/>
    <w:rsid w:val="00D03135"/>
    <w:rsid w:val="00D033AB"/>
    <w:rsid w:val="00D0616A"/>
    <w:rsid w:val="00D15410"/>
    <w:rsid w:val="00D21C64"/>
    <w:rsid w:val="00D22621"/>
    <w:rsid w:val="00D241A3"/>
    <w:rsid w:val="00D27AA7"/>
    <w:rsid w:val="00D30DC2"/>
    <w:rsid w:val="00D33FF0"/>
    <w:rsid w:val="00D34B75"/>
    <w:rsid w:val="00D35553"/>
    <w:rsid w:val="00D41B56"/>
    <w:rsid w:val="00D462B6"/>
    <w:rsid w:val="00D47F6A"/>
    <w:rsid w:val="00D519DB"/>
    <w:rsid w:val="00D543C4"/>
    <w:rsid w:val="00D54545"/>
    <w:rsid w:val="00D567B9"/>
    <w:rsid w:val="00D5778B"/>
    <w:rsid w:val="00D57CE6"/>
    <w:rsid w:val="00D628D8"/>
    <w:rsid w:val="00D65F2B"/>
    <w:rsid w:val="00D70FFC"/>
    <w:rsid w:val="00D7189F"/>
    <w:rsid w:val="00D725AE"/>
    <w:rsid w:val="00D84530"/>
    <w:rsid w:val="00DB08F8"/>
    <w:rsid w:val="00DB1E10"/>
    <w:rsid w:val="00DB4BCC"/>
    <w:rsid w:val="00DB562F"/>
    <w:rsid w:val="00DB65F6"/>
    <w:rsid w:val="00DC5389"/>
    <w:rsid w:val="00DC6F11"/>
    <w:rsid w:val="00DC6FE0"/>
    <w:rsid w:val="00DD4FE2"/>
    <w:rsid w:val="00DD6202"/>
    <w:rsid w:val="00DE2738"/>
    <w:rsid w:val="00DE3B8F"/>
    <w:rsid w:val="00E01774"/>
    <w:rsid w:val="00E0505C"/>
    <w:rsid w:val="00E07778"/>
    <w:rsid w:val="00E120D2"/>
    <w:rsid w:val="00E137F0"/>
    <w:rsid w:val="00E13EF3"/>
    <w:rsid w:val="00E1562E"/>
    <w:rsid w:val="00E1744B"/>
    <w:rsid w:val="00E20CAB"/>
    <w:rsid w:val="00E2343E"/>
    <w:rsid w:val="00E23F1F"/>
    <w:rsid w:val="00E338D7"/>
    <w:rsid w:val="00E400A2"/>
    <w:rsid w:val="00E40518"/>
    <w:rsid w:val="00E42FBE"/>
    <w:rsid w:val="00E43302"/>
    <w:rsid w:val="00E433DE"/>
    <w:rsid w:val="00E4764F"/>
    <w:rsid w:val="00E52C1F"/>
    <w:rsid w:val="00E53CA6"/>
    <w:rsid w:val="00E5694D"/>
    <w:rsid w:val="00E604BB"/>
    <w:rsid w:val="00E6560A"/>
    <w:rsid w:val="00E67280"/>
    <w:rsid w:val="00E712D2"/>
    <w:rsid w:val="00E7278B"/>
    <w:rsid w:val="00E74C6F"/>
    <w:rsid w:val="00E85ACE"/>
    <w:rsid w:val="00E863F1"/>
    <w:rsid w:val="00E91B73"/>
    <w:rsid w:val="00E928A8"/>
    <w:rsid w:val="00EA061E"/>
    <w:rsid w:val="00EA46D8"/>
    <w:rsid w:val="00EA5C46"/>
    <w:rsid w:val="00EB59E8"/>
    <w:rsid w:val="00EB6093"/>
    <w:rsid w:val="00EB78C8"/>
    <w:rsid w:val="00EB7F68"/>
    <w:rsid w:val="00EC2283"/>
    <w:rsid w:val="00EC5466"/>
    <w:rsid w:val="00EC618C"/>
    <w:rsid w:val="00ED11F8"/>
    <w:rsid w:val="00ED4B57"/>
    <w:rsid w:val="00ED56A7"/>
    <w:rsid w:val="00EE2D55"/>
    <w:rsid w:val="00EE77E4"/>
    <w:rsid w:val="00EF2571"/>
    <w:rsid w:val="00EF51E3"/>
    <w:rsid w:val="00F14AF8"/>
    <w:rsid w:val="00F17BB0"/>
    <w:rsid w:val="00F278DF"/>
    <w:rsid w:val="00F31A83"/>
    <w:rsid w:val="00F322D4"/>
    <w:rsid w:val="00F335CD"/>
    <w:rsid w:val="00F34A02"/>
    <w:rsid w:val="00F353E6"/>
    <w:rsid w:val="00F36C31"/>
    <w:rsid w:val="00F4187C"/>
    <w:rsid w:val="00F444E3"/>
    <w:rsid w:val="00F45435"/>
    <w:rsid w:val="00F501D5"/>
    <w:rsid w:val="00F538AE"/>
    <w:rsid w:val="00F57811"/>
    <w:rsid w:val="00F60530"/>
    <w:rsid w:val="00F7439E"/>
    <w:rsid w:val="00F77EB2"/>
    <w:rsid w:val="00F81634"/>
    <w:rsid w:val="00F9439E"/>
    <w:rsid w:val="00F9704B"/>
    <w:rsid w:val="00F970CC"/>
    <w:rsid w:val="00FA051C"/>
    <w:rsid w:val="00FA0865"/>
    <w:rsid w:val="00FA4422"/>
    <w:rsid w:val="00FA5458"/>
    <w:rsid w:val="00FB65A6"/>
    <w:rsid w:val="00FB71EB"/>
    <w:rsid w:val="00FC2022"/>
    <w:rsid w:val="00FC4272"/>
    <w:rsid w:val="00FD19DA"/>
    <w:rsid w:val="00FD732C"/>
    <w:rsid w:val="00FD7B12"/>
    <w:rsid w:val="00FE0D05"/>
    <w:rsid w:val="00FF3D52"/>
    <w:rsid w:val="00FF4DF0"/>
    <w:rsid w:val="00FF4E19"/>
    <w:rsid w:val="00FF622B"/>
    <w:rsid w:val="00FF75E8"/>
    <w:rsid w:val="00FF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D05350"/>
  <w15:docId w15:val="{E077BAD2-406E-41B1-B189-C3CFCE898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76896"/>
    <w:pPr>
      <w:ind w:left="1134"/>
      <w:jc w:val="both"/>
    </w:pPr>
    <w:rPr>
      <w:rFonts w:ascii="Arial" w:hAnsi="Arial"/>
      <w:szCs w:val="24"/>
    </w:rPr>
  </w:style>
  <w:style w:type="paragraph" w:styleId="Titre1">
    <w:name w:val="heading 1"/>
    <w:basedOn w:val="Normal"/>
    <w:link w:val="Titre1Car"/>
    <w:qFormat/>
    <w:rsid w:val="00A7689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120"/>
      <w:outlineLvl w:val="0"/>
    </w:pPr>
    <w:rPr>
      <w:b/>
      <w:bCs/>
      <w:caps/>
      <w:kern w:val="36"/>
      <w:szCs w:val="48"/>
    </w:rPr>
  </w:style>
  <w:style w:type="paragraph" w:styleId="Titre2">
    <w:name w:val="heading 2"/>
    <w:basedOn w:val="Titre1"/>
    <w:next w:val="Normal"/>
    <w:qFormat/>
    <w:rsid w:val="00A76896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120" w:after="60"/>
      <w:outlineLvl w:val="1"/>
    </w:pPr>
    <w:rPr>
      <w:rFonts w:cs="Arial"/>
      <w:bCs w:val="0"/>
      <w:iCs/>
      <w:szCs w:val="28"/>
    </w:rPr>
  </w:style>
  <w:style w:type="paragraph" w:styleId="Titre3">
    <w:name w:val="heading 3"/>
    <w:basedOn w:val="Normal"/>
    <w:qFormat/>
    <w:rsid w:val="00A76896"/>
    <w:pPr>
      <w:spacing w:before="120" w:after="60"/>
      <w:outlineLvl w:val="2"/>
    </w:pPr>
    <w:rPr>
      <w:bCs/>
      <w:smallCaps/>
      <w:sz w:val="18"/>
      <w:szCs w:val="27"/>
      <w:u w:val="single"/>
    </w:rPr>
  </w:style>
  <w:style w:type="paragraph" w:styleId="Titre4">
    <w:name w:val="heading 4"/>
    <w:basedOn w:val="Normal"/>
    <w:next w:val="Normal"/>
    <w:qFormat/>
    <w:rsid w:val="00A76896"/>
    <w:pPr>
      <w:keepNext/>
      <w:jc w:val="right"/>
      <w:outlineLvl w:val="3"/>
    </w:pPr>
    <w:rPr>
      <w:b/>
      <w:bCs/>
      <w:color w:val="B4409A"/>
      <w:szCs w:val="28"/>
    </w:rPr>
  </w:style>
  <w:style w:type="paragraph" w:styleId="Titre5">
    <w:name w:val="heading 5"/>
    <w:basedOn w:val="Normal"/>
    <w:next w:val="Normal"/>
    <w:qFormat/>
    <w:rsid w:val="00A76896"/>
    <w:pPr>
      <w:spacing w:before="120" w:after="60"/>
      <w:outlineLvl w:val="4"/>
    </w:pPr>
    <w:rPr>
      <w:b/>
      <w:bCs/>
      <w:iCs/>
      <w:sz w:val="18"/>
      <w:szCs w:val="26"/>
    </w:rPr>
  </w:style>
  <w:style w:type="paragraph" w:styleId="Titre6">
    <w:name w:val="heading 6"/>
    <w:basedOn w:val="Normal"/>
    <w:next w:val="Normal"/>
    <w:qFormat/>
    <w:rsid w:val="00A76896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A76896"/>
    <w:pPr>
      <w:spacing w:before="240" w:after="60"/>
      <w:outlineLvl w:val="6"/>
    </w:pPr>
    <w:rPr>
      <w:b/>
      <w:color w:val="B4409A"/>
    </w:rPr>
  </w:style>
  <w:style w:type="paragraph" w:styleId="Titre8">
    <w:name w:val="heading 8"/>
    <w:basedOn w:val="Normal"/>
    <w:next w:val="Normal"/>
    <w:qFormat/>
    <w:rsid w:val="00A76896"/>
    <w:pPr>
      <w:outlineLvl w:val="7"/>
    </w:pPr>
    <w:rPr>
      <w:iCs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Style1">
    <w:name w:val="Style1"/>
    <w:basedOn w:val="TableauNormal"/>
    <w:rsid w:val="00A76896"/>
    <w:pPr>
      <w:jc w:val="center"/>
    </w:pPr>
    <w:rPr>
      <w:rFonts w:ascii="Frutiger LT 55 Roman" w:hAnsi="Frutiger LT 55 Roman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</w:tblPr>
    <w:tcPr>
      <w:tcMar>
        <w:top w:w="85" w:type="dxa"/>
        <w:left w:w="85" w:type="dxa"/>
        <w:bottom w:w="85" w:type="dxa"/>
        <w:right w:w="85" w:type="dxa"/>
      </w:tcMar>
      <w:vAlign w:val="center"/>
    </w:tcPr>
  </w:style>
  <w:style w:type="table" w:styleId="Grilledutableau">
    <w:name w:val="Table Grid"/>
    <w:basedOn w:val="TableauNormal"/>
    <w:rsid w:val="00A76896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</w:style>
  <w:style w:type="paragraph" w:styleId="En-tte">
    <w:name w:val="header"/>
    <w:basedOn w:val="Normal"/>
    <w:rsid w:val="00A76896"/>
    <w:pPr>
      <w:tabs>
        <w:tab w:val="center" w:pos="4536"/>
        <w:tab w:val="right" w:pos="9639"/>
      </w:tabs>
    </w:pPr>
    <w:rPr>
      <w:b/>
      <w:sz w:val="16"/>
    </w:rPr>
  </w:style>
  <w:style w:type="paragraph" w:styleId="Pieddepage">
    <w:name w:val="footer"/>
    <w:basedOn w:val="Normal"/>
    <w:rsid w:val="00A76896"/>
    <w:pPr>
      <w:tabs>
        <w:tab w:val="right" w:pos="9639"/>
      </w:tabs>
    </w:pPr>
    <w:rPr>
      <w:sz w:val="16"/>
    </w:rPr>
  </w:style>
  <w:style w:type="character" w:customStyle="1" w:styleId="BVA-Titrepage-fin">
    <w:name w:val="BVA-Titre page-fin"/>
    <w:basedOn w:val="Policepardfaut"/>
    <w:rsid w:val="00A76896"/>
    <w:rPr>
      <w:rFonts w:ascii="Frutiger LT 45 Light" w:hAnsi="Frutiger LT 45 Light"/>
      <w:noProof/>
      <w:color w:val="333333"/>
      <w:sz w:val="84"/>
    </w:rPr>
  </w:style>
  <w:style w:type="paragraph" w:styleId="NormalWeb">
    <w:name w:val="Normal (Web)"/>
    <w:basedOn w:val="Normal"/>
    <w:uiPriority w:val="99"/>
    <w:rsid w:val="00A76896"/>
    <w:pPr>
      <w:spacing w:before="100" w:beforeAutospacing="1" w:after="119"/>
      <w:ind w:left="0"/>
      <w:jc w:val="left"/>
    </w:pPr>
    <w:rPr>
      <w:rFonts w:ascii="Times New Roman" w:hAnsi="Times New Roman"/>
      <w:sz w:val="24"/>
    </w:rPr>
  </w:style>
  <w:style w:type="paragraph" w:customStyle="1" w:styleId="Champ">
    <w:name w:val="Champ"/>
    <w:basedOn w:val="Normal"/>
    <w:rsid w:val="00A76896"/>
    <w:pPr>
      <w:shd w:val="clear" w:color="auto" w:fill="DDD9C3"/>
      <w:tabs>
        <w:tab w:val="right" w:leader="dot" w:pos="10490"/>
      </w:tabs>
    </w:pPr>
  </w:style>
  <w:style w:type="paragraph" w:styleId="Listecontinue">
    <w:name w:val="List Continue"/>
    <w:basedOn w:val="Normal"/>
    <w:autoRedefine/>
    <w:rsid w:val="00A76896"/>
    <w:rPr>
      <w:szCs w:val="20"/>
    </w:rPr>
  </w:style>
  <w:style w:type="paragraph" w:customStyle="1" w:styleId="StyleTitre4NonGras">
    <w:name w:val="Style Titre 4 + Non Gras"/>
    <w:basedOn w:val="Titre4"/>
    <w:link w:val="StyleTitre4NonGrasCar"/>
    <w:autoRedefine/>
    <w:rsid w:val="00A76896"/>
    <w:pPr>
      <w:outlineLvl w:val="9"/>
    </w:pPr>
    <w:rPr>
      <w:bCs w:val="0"/>
      <w:color w:val="CC0000"/>
      <w:sz w:val="18"/>
      <w:szCs w:val="18"/>
    </w:rPr>
  </w:style>
  <w:style w:type="character" w:customStyle="1" w:styleId="StyleTitre4NonGrasCar">
    <w:name w:val="Style Titre 4 + Non Gras Car"/>
    <w:basedOn w:val="Policepardfaut"/>
    <w:link w:val="StyleTitre4NonGras"/>
    <w:rsid w:val="00B327E6"/>
    <w:rPr>
      <w:rFonts w:ascii="Arial" w:hAnsi="Arial"/>
      <w:b/>
      <w:color w:val="CC0000"/>
      <w:sz w:val="18"/>
      <w:szCs w:val="18"/>
    </w:rPr>
  </w:style>
  <w:style w:type="paragraph" w:customStyle="1" w:styleId="StyleListecontinueNonGras">
    <w:name w:val="Style Liste continue + Non Gras"/>
    <w:basedOn w:val="Listecontinue"/>
    <w:autoRedefine/>
    <w:rsid w:val="00A76896"/>
    <w:pPr>
      <w:ind w:left="0"/>
      <w:jc w:val="left"/>
    </w:pPr>
    <w:rPr>
      <w:sz w:val="18"/>
    </w:rPr>
  </w:style>
  <w:style w:type="paragraph" w:styleId="Corpsdetexte3">
    <w:name w:val="Body Text 3"/>
    <w:basedOn w:val="Normal"/>
    <w:autoRedefine/>
    <w:rsid w:val="00A76896"/>
    <w:rPr>
      <w:sz w:val="10"/>
      <w:szCs w:val="16"/>
    </w:rPr>
  </w:style>
  <w:style w:type="character" w:styleId="Numrodepage">
    <w:name w:val="page number"/>
    <w:basedOn w:val="Policepardfaut"/>
    <w:rsid w:val="00A76896"/>
  </w:style>
  <w:style w:type="paragraph" w:customStyle="1" w:styleId="StyleHelveticaNeue-Medium9ptGrasCouleurpersonnaliseRVB1">
    <w:name w:val="Style HelveticaNeue-Medium 9 pt Gras Couleur personnalisée(RVB(1..."/>
    <w:basedOn w:val="Normal"/>
    <w:rsid w:val="00A76896"/>
    <w:pPr>
      <w:jc w:val="right"/>
    </w:pPr>
    <w:rPr>
      <w:rFonts w:ascii="HelveticaNeue-Medium" w:hAnsi="HelveticaNeue-Medium"/>
      <w:b/>
      <w:bCs/>
      <w:color w:val="B4409A"/>
      <w:sz w:val="18"/>
      <w:szCs w:val="20"/>
    </w:rPr>
  </w:style>
  <w:style w:type="paragraph" w:customStyle="1" w:styleId="puce-1-western">
    <w:name w:val="puce-1-western"/>
    <w:basedOn w:val="Normal"/>
    <w:rsid w:val="00A76896"/>
    <w:pPr>
      <w:spacing w:before="100" w:beforeAutospacing="1"/>
      <w:ind w:left="227"/>
    </w:pPr>
    <w:rPr>
      <w:rFonts w:cs="Arial"/>
      <w:color w:val="000000"/>
      <w:szCs w:val="20"/>
    </w:rPr>
  </w:style>
  <w:style w:type="paragraph" w:customStyle="1" w:styleId="Style2T1">
    <w:name w:val="Style2 T1"/>
    <w:basedOn w:val="Normal"/>
    <w:rsid w:val="00A76896"/>
  </w:style>
  <w:style w:type="paragraph" w:customStyle="1" w:styleId="Normalavis">
    <w:name w:val="Normal avis"/>
    <w:basedOn w:val="Normal"/>
    <w:rsid w:val="00A76896"/>
    <w:pPr>
      <w:numPr>
        <w:numId w:val="3"/>
      </w:numPr>
    </w:pPr>
  </w:style>
  <w:style w:type="character" w:customStyle="1" w:styleId="Titre1Car">
    <w:name w:val="Titre 1 Car"/>
    <w:basedOn w:val="Policepardfaut"/>
    <w:link w:val="Titre1"/>
    <w:rsid w:val="00826DD1"/>
    <w:rPr>
      <w:rFonts w:ascii="Arial" w:hAnsi="Arial"/>
      <w:b/>
      <w:bCs/>
      <w:caps/>
      <w:kern w:val="36"/>
      <w:szCs w:val="48"/>
    </w:rPr>
  </w:style>
  <w:style w:type="paragraph" w:styleId="TM1">
    <w:name w:val="toc 1"/>
    <w:basedOn w:val="Normal"/>
    <w:next w:val="Normal"/>
    <w:autoRedefine/>
    <w:uiPriority w:val="39"/>
    <w:rsid w:val="00A76896"/>
    <w:pPr>
      <w:tabs>
        <w:tab w:val="right" w:leader="dot" w:pos="9627"/>
      </w:tabs>
      <w:spacing w:before="240" w:after="120"/>
    </w:pPr>
    <w:rPr>
      <w:b/>
      <w:caps/>
      <w:noProof/>
      <w:u w:val="single"/>
    </w:rPr>
  </w:style>
  <w:style w:type="paragraph" w:styleId="TM2">
    <w:name w:val="toc 2"/>
    <w:basedOn w:val="Normal"/>
    <w:next w:val="Normal"/>
    <w:autoRedefine/>
    <w:uiPriority w:val="39"/>
    <w:rsid w:val="00A76896"/>
    <w:pPr>
      <w:tabs>
        <w:tab w:val="left" w:pos="567"/>
        <w:tab w:val="right" w:leader="dot" w:pos="9627"/>
      </w:tabs>
      <w:spacing w:before="60"/>
    </w:pPr>
    <w:rPr>
      <w:b/>
      <w:caps/>
    </w:rPr>
  </w:style>
  <w:style w:type="paragraph" w:styleId="TM3">
    <w:name w:val="toc 3"/>
    <w:basedOn w:val="Normal"/>
    <w:next w:val="Normal"/>
    <w:autoRedefine/>
    <w:uiPriority w:val="39"/>
    <w:rsid w:val="00A76896"/>
    <w:pPr>
      <w:tabs>
        <w:tab w:val="left" w:pos="567"/>
        <w:tab w:val="right" w:leader="dot" w:pos="9627"/>
      </w:tabs>
    </w:pPr>
    <w:rPr>
      <w:b/>
      <w:smallCaps/>
      <w:sz w:val="18"/>
    </w:rPr>
  </w:style>
  <w:style w:type="character" w:styleId="Lienhypertexte">
    <w:name w:val="Hyperlink"/>
    <w:basedOn w:val="Policepardfaut"/>
    <w:uiPriority w:val="99"/>
    <w:rsid w:val="00A76896"/>
    <w:rPr>
      <w:color w:val="0000FF"/>
      <w:u w:val="single"/>
    </w:rPr>
  </w:style>
  <w:style w:type="paragraph" w:customStyle="1" w:styleId="Titre0">
    <w:name w:val="Titre 0"/>
    <w:basedOn w:val="Titre1"/>
    <w:rsid w:val="00A76896"/>
    <w:pPr>
      <w:jc w:val="center"/>
    </w:pPr>
    <w:rPr>
      <w:color w:val="CC0000"/>
      <w:sz w:val="28"/>
    </w:rPr>
  </w:style>
  <w:style w:type="numbering" w:customStyle="1" w:styleId="StyleAvecpuces">
    <w:name w:val="Style Avec puces"/>
    <w:basedOn w:val="Aucuneliste"/>
    <w:rsid w:val="00A76896"/>
    <w:pPr>
      <w:numPr>
        <w:numId w:val="1"/>
      </w:numPr>
    </w:pPr>
  </w:style>
  <w:style w:type="paragraph" w:customStyle="1" w:styleId="Lot-Localisation">
    <w:name w:val="Lot - Localisation"/>
    <w:basedOn w:val="Normal"/>
    <w:link w:val="Lot-LocalisationCar"/>
    <w:rsid w:val="00A76896"/>
    <w:rPr>
      <w:color w:val="CC0000"/>
      <w:sz w:val="18"/>
    </w:rPr>
  </w:style>
  <w:style w:type="paragraph" w:customStyle="1" w:styleId="Lot-Titre1">
    <w:name w:val="Lot - Titre 1"/>
    <w:basedOn w:val="Titre1"/>
    <w:rsid w:val="00A76896"/>
    <w:pPr>
      <w:numPr>
        <w:numId w:val="2"/>
      </w:numPr>
      <w:spacing w:before="454" w:after="113"/>
      <w:ind w:right="113"/>
    </w:pPr>
    <w:rPr>
      <w:bCs w:val="0"/>
      <w:color w:val="000000"/>
      <w:szCs w:val="20"/>
    </w:rPr>
  </w:style>
  <w:style w:type="paragraph" w:customStyle="1" w:styleId="Lot-Titre2">
    <w:name w:val="Lot - Titre 2"/>
    <w:basedOn w:val="Titre2"/>
    <w:rsid w:val="00A76896"/>
    <w:pPr>
      <w:numPr>
        <w:ilvl w:val="1"/>
        <w:numId w:val="2"/>
      </w:numPr>
      <w:spacing w:before="240" w:after="120"/>
      <w:ind w:right="113"/>
    </w:pPr>
    <w:rPr>
      <w:bCs/>
      <w:color w:val="000000"/>
      <w:szCs w:val="20"/>
    </w:rPr>
  </w:style>
  <w:style w:type="paragraph" w:customStyle="1" w:styleId="LotNormal">
    <w:name w:val="Lot Normal"/>
    <w:basedOn w:val="Normal"/>
    <w:rsid w:val="00A76896"/>
    <w:pPr>
      <w:spacing w:after="60"/>
    </w:pPr>
  </w:style>
  <w:style w:type="paragraph" w:customStyle="1" w:styleId="Lot-Titre3">
    <w:name w:val="Lot - Titre 3"/>
    <w:basedOn w:val="Titre3"/>
    <w:rsid w:val="00A76896"/>
    <w:pPr>
      <w:numPr>
        <w:ilvl w:val="2"/>
        <w:numId w:val="2"/>
      </w:numPr>
      <w:spacing w:before="240"/>
    </w:pPr>
    <w:rPr>
      <w:b/>
      <w:smallCaps w:val="0"/>
    </w:rPr>
  </w:style>
  <w:style w:type="paragraph" w:customStyle="1" w:styleId="Lot-Titre4">
    <w:name w:val="Lot - Titre 4"/>
    <w:basedOn w:val="Lot-Titre3"/>
    <w:rsid w:val="00A76896"/>
    <w:pPr>
      <w:numPr>
        <w:ilvl w:val="3"/>
      </w:numPr>
      <w:spacing w:before="120"/>
    </w:pPr>
    <w:rPr>
      <w:b w:val="0"/>
    </w:rPr>
  </w:style>
  <w:style w:type="paragraph" w:customStyle="1" w:styleId="Titre2LOT">
    <w:name w:val="Titre 2 LOT"/>
    <w:basedOn w:val="Normal"/>
    <w:rsid w:val="00A76896"/>
  </w:style>
  <w:style w:type="paragraph" w:styleId="Lgende">
    <w:name w:val="caption"/>
    <w:basedOn w:val="Normal"/>
    <w:next w:val="Normal"/>
    <w:qFormat/>
    <w:rsid w:val="00A76896"/>
    <w:rPr>
      <w:bCs/>
      <w:sz w:val="16"/>
      <w:szCs w:val="20"/>
    </w:rPr>
  </w:style>
  <w:style w:type="character" w:customStyle="1" w:styleId="Lot-LocalisationCar">
    <w:name w:val="Lot - Localisation Car"/>
    <w:basedOn w:val="Policepardfaut"/>
    <w:link w:val="Lot-Localisation"/>
    <w:rsid w:val="00B875BD"/>
    <w:rPr>
      <w:rFonts w:ascii="Arial" w:hAnsi="Arial"/>
      <w:color w:val="CC0000"/>
      <w:sz w:val="18"/>
      <w:szCs w:val="24"/>
    </w:rPr>
  </w:style>
  <w:style w:type="paragraph" w:customStyle="1" w:styleId="CARTOUCHE">
    <w:name w:val="CARTOUCHE"/>
    <w:link w:val="CARTOUCHECar"/>
    <w:rsid w:val="00A76896"/>
    <w:pPr>
      <w:framePr w:hSpace="142" w:wrap="around" w:vAnchor="page" w:hAnchor="text" w:xAlign="right" w:y="625"/>
      <w:autoSpaceDE w:val="0"/>
      <w:autoSpaceDN w:val="0"/>
      <w:adjustRightInd w:val="0"/>
      <w:suppressOverlap/>
      <w:jc w:val="center"/>
    </w:pPr>
    <w:rPr>
      <w:rFonts w:ascii="Frutiger LT 65 Bold" w:hAnsi="Frutiger LT 65 Bold"/>
      <w:smallCaps/>
      <w:sz w:val="28"/>
      <w:szCs w:val="28"/>
    </w:rPr>
  </w:style>
  <w:style w:type="paragraph" w:customStyle="1" w:styleId="Cartouche10gras">
    <w:name w:val="Cartouche 10 gras"/>
    <w:basedOn w:val="CARTOUCHE"/>
    <w:link w:val="Cartouche10grasCar"/>
    <w:rsid w:val="00A76896"/>
    <w:pPr>
      <w:framePr w:wrap="around"/>
      <w:jc w:val="left"/>
    </w:pPr>
    <w:rPr>
      <w:sz w:val="18"/>
    </w:rPr>
  </w:style>
  <w:style w:type="character" w:customStyle="1" w:styleId="CARTOUCHECar">
    <w:name w:val="CARTOUCHE Car"/>
    <w:basedOn w:val="Policepardfaut"/>
    <w:link w:val="CARTOUCHE"/>
    <w:rsid w:val="002709CD"/>
    <w:rPr>
      <w:rFonts w:ascii="Frutiger LT 65 Bold" w:hAnsi="Frutiger LT 65 Bold"/>
      <w:smallCaps/>
      <w:sz w:val="28"/>
      <w:szCs w:val="28"/>
      <w:lang w:val="fr-FR" w:eastAsia="fr-FR" w:bidi="ar-SA"/>
    </w:rPr>
  </w:style>
  <w:style w:type="character" w:customStyle="1" w:styleId="Cartouche10grasCar">
    <w:name w:val="Cartouche 10 gras Car"/>
    <w:basedOn w:val="CARTOUCHECar"/>
    <w:link w:val="Cartouche10gras"/>
    <w:rsid w:val="002709CD"/>
    <w:rPr>
      <w:rFonts w:ascii="Frutiger LT 65 Bold" w:hAnsi="Frutiger LT 65 Bold"/>
      <w:smallCaps/>
      <w:sz w:val="18"/>
      <w:szCs w:val="28"/>
      <w:lang w:val="fr-FR" w:eastAsia="fr-FR" w:bidi="ar-SA"/>
    </w:rPr>
  </w:style>
  <w:style w:type="character" w:customStyle="1" w:styleId="Cartouchefin">
    <w:name w:val="Cartouche fin"/>
    <w:basedOn w:val="Policepardfaut"/>
    <w:rsid w:val="00A76896"/>
    <w:rPr>
      <w:rFonts w:ascii="Frutiger LT 45 Light" w:hAnsi="Frutiger LT 45 Light"/>
      <w:sz w:val="18"/>
    </w:rPr>
  </w:style>
  <w:style w:type="paragraph" w:styleId="TM4">
    <w:name w:val="toc 4"/>
    <w:basedOn w:val="Normal"/>
    <w:next w:val="Normal"/>
    <w:autoRedefine/>
    <w:uiPriority w:val="39"/>
    <w:rsid w:val="00A76896"/>
    <w:pPr>
      <w:tabs>
        <w:tab w:val="right" w:leader="dot" w:pos="9627"/>
      </w:tabs>
    </w:pPr>
    <w:rPr>
      <w:smallCaps/>
      <w:noProof/>
      <w:sz w:val="18"/>
    </w:rPr>
  </w:style>
  <w:style w:type="paragraph" w:styleId="TM5">
    <w:name w:val="toc 5"/>
    <w:basedOn w:val="Normal"/>
    <w:next w:val="Normal"/>
    <w:autoRedefine/>
    <w:uiPriority w:val="39"/>
    <w:rsid w:val="00A76896"/>
    <w:pPr>
      <w:ind w:left="960"/>
    </w:pPr>
    <w:rPr>
      <w:rFonts w:ascii="Times New Roman" w:hAnsi="Times New Roman"/>
      <w:sz w:val="24"/>
    </w:rPr>
  </w:style>
  <w:style w:type="paragraph" w:styleId="TM6">
    <w:name w:val="toc 6"/>
    <w:basedOn w:val="Normal"/>
    <w:next w:val="Normal"/>
    <w:autoRedefine/>
    <w:uiPriority w:val="39"/>
    <w:rsid w:val="00A76896"/>
    <w:pPr>
      <w:ind w:left="1200"/>
    </w:pPr>
    <w:rPr>
      <w:rFonts w:ascii="Times New Roman" w:hAnsi="Times New Roman"/>
      <w:sz w:val="24"/>
    </w:rPr>
  </w:style>
  <w:style w:type="paragraph" w:styleId="TM7">
    <w:name w:val="toc 7"/>
    <w:basedOn w:val="Normal"/>
    <w:next w:val="Normal"/>
    <w:autoRedefine/>
    <w:uiPriority w:val="39"/>
    <w:rsid w:val="00A76896"/>
    <w:pPr>
      <w:ind w:left="1440"/>
    </w:pPr>
    <w:rPr>
      <w:rFonts w:ascii="Times New Roman" w:hAnsi="Times New Roman"/>
      <w:sz w:val="24"/>
    </w:rPr>
  </w:style>
  <w:style w:type="paragraph" w:styleId="TM8">
    <w:name w:val="toc 8"/>
    <w:basedOn w:val="Normal"/>
    <w:next w:val="Normal"/>
    <w:autoRedefine/>
    <w:uiPriority w:val="39"/>
    <w:rsid w:val="00A76896"/>
    <w:pPr>
      <w:ind w:left="1680"/>
    </w:pPr>
    <w:rPr>
      <w:rFonts w:ascii="Times New Roman" w:hAnsi="Times New Roman"/>
      <w:sz w:val="24"/>
    </w:rPr>
  </w:style>
  <w:style w:type="paragraph" w:styleId="TM9">
    <w:name w:val="toc 9"/>
    <w:basedOn w:val="Normal"/>
    <w:next w:val="Normal"/>
    <w:autoRedefine/>
    <w:uiPriority w:val="39"/>
    <w:rsid w:val="00A76896"/>
    <w:pPr>
      <w:ind w:left="1920"/>
    </w:pPr>
    <w:rPr>
      <w:rFonts w:ascii="Times New Roman" w:hAnsi="Times New Roman"/>
      <w:sz w:val="24"/>
    </w:rPr>
  </w:style>
  <w:style w:type="character" w:customStyle="1" w:styleId="champ0">
    <w:name w:val="champ"/>
    <w:basedOn w:val="Policepardfaut"/>
    <w:qFormat/>
    <w:rsid w:val="00787DDF"/>
    <w:rPr>
      <w:rFonts w:ascii="Arial" w:hAnsi="Arial"/>
      <w:b/>
      <w:smallCaps/>
      <w:color w:val="auto"/>
      <w:sz w:val="20"/>
      <w:bdr w:val="none" w:sz="0" w:space="0" w:color="auto"/>
      <w:shd w:val="clear" w:color="auto" w:fill="DDD9C3"/>
    </w:rPr>
  </w:style>
  <w:style w:type="paragraph" w:customStyle="1" w:styleId="Couverture">
    <w:name w:val="Couverture"/>
    <w:basedOn w:val="Normal"/>
    <w:rsid w:val="00A76896"/>
    <w:pPr>
      <w:ind w:left="0"/>
      <w:jc w:val="center"/>
    </w:pPr>
    <w:rPr>
      <w:rFonts w:ascii="Frutiger LT 65 Bold" w:hAnsi="Frutiger LT 65 Bold"/>
      <w:sz w:val="32"/>
      <w:szCs w:val="20"/>
    </w:rPr>
  </w:style>
  <w:style w:type="paragraph" w:customStyle="1" w:styleId="Couverturefin">
    <w:name w:val="Couverture fin"/>
    <w:basedOn w:val="Normal"/>
    <w:rsid w:val="00A76896"/>
    <w:pPr>
      <w:ind w:left="0"/>
      <w:jc w:val="center"/>
    </w:pPr>
    <w:rPr>
      <w:rFonts w:ascii="Frutiger LT 55 Roman" w:hAnsi="Frutiger LT 55 Roman"/>
      <w:sz w:val="32"/>
      <w:szCs w:val="20"/>
    </w:rPr>
  </w:style>
  <w:style w:type="paragraph" w:customStyle="1" w:styleId="Normalpuce">
    <w:name w:val="Normal puce"/>
    <w:basedOn w:val="Normal"/>
    <w:rsid w:val="00A76896"/>
    <w:pPr>
      <w:numPr>
        <w:numId w:val="4"/>
      </w:numPr>
    </w:pPr>
  </w:style>
  <w:style w:type="paragraph" w:customStyle="1" w:styleId="Style10">
    <w:name w:val="Style 1"/>
    <w:basedOn w:val="Normal"/>
    <w:rsid w:val="00A76896"/>
    <w:pPr>
      <w:widowControl w:val="0"/>
      <w:spacing w:line="432" w:lineRule="exact"/>
      <w:ind w:left="0"/>
      <w:jc w:val="center"/>
    </w:pPr>
    <w:rPr>
      <w:rFonts w:ascii="Times New Roman" w:hAnsi="Times New Roman"/>
      <w:noProof/>
      <w:color w:val="000000"/>
      <w:szCs w:val="20"/>
    </w:rPr>
  </w:style>
  <w:style w:type="paragraph" w:customStyle="1" w:styleId="Style4">
    <w:name w:val="Style 4"/>
    <w:basedOn w:val="Normal"/>
    <w:rsid w:val="00A76896"/>
    <w:pPr>
      <w:widowControl w:val="0"/>
      <w:tabs>
        <w:tab w:val="left" w:leader="dot" w:pos="9504"/>
      </w:tabs>
      <w:ind w:left="0"/>
    </w:pPr>
    <w:rPr>
      <w:rFonts w:ascii="Times New Roman" w:hAnsi="Times New Roman"/>
      <w:noProof/>
      <w:color w:val="000000"/>
      <w:szCs w:val="20"/>
    </w:rPr>
  </w:style>
  <w:style w:type="numbering" w:customStyle="1" w:styleId="StyleAvecpuces9pt">
    <w:name w:val="Style Avec puces 9 pt"/>
    <w:basedOn w:val="Aucuneliste"/>
    <w:rsid w:val="00A76896"/>
    <w:pPr>
      <w:numPr>
        <w:numId w:val="5"/>
      </w:numPr>
    </w:pPr>
  </w:style>
  <w:style w:type="numbering" w:customStyle="1" w:styleId="StyleAvecpuces1">
    <w:name w:val="Style Avec puces1"/>
    <w:basedOn w:val="Aucuneliste"/>
    <w:rsid w:val="00A76896"/>
    <w:pPr>
      <w:numPr>
        <w:numId w:val="6"/>
      </w:numPr>
    </w:pPr>
  </w:style>
  <w:style w:type="numbering" w:customStyle="1" w:styleId="StyleAvecpuces2">
    <w:name w:val="Style Avec puces2"/>
    <w:basedOn w:val="Aucuneliste"/>
    <w:rsid w:val="00A76896"/>
    <w:pPr>
      <w:numPr>
        <w:numId w:val="7"/>
      </w:numPr>
    </w:pPr>
  </w:style>
  <w:style w:type="numbering" w:customStyle="1" w:styleId="StyleAvecpuces3">
    <w:name w:val="Style Avec puces3"/>
    <w:basedOn w:val="Aucuneliste"/>
    <w:rsid w:val="00A76896"/>
    <w:pPr>
      <w:numPr>
        <w:numId w:val="8"/>
      </w:numPr>
    </w:pPr>
  </w:style>
  <w:style w:type="paragraph" w:customStyle="1" w:styleId="StyleDroite">
    <w:name w:val="Style Droite"/>
    <w:basedOn w:val="Normal"/>
    <w:rsid w:val="00A76896"/>
    <w:pPr>
      <w:jc w:val="right"/>
    </w:pPr>
    <w:rPr>
      <w:szCs w:val="20"/>
    </w:rPr>
  </w:style>
  <w:style w:type="paragraph" w:customStyle="1" w:styleId="StyleTitre5NonGras">
    <w:name w:val="Style Titre 5 + Non Gras"/>
    <w:basedOn w:val="Titre5"/>
    <w:rsid w:val="00A76896"/>
    <w:rPr>
      <w:b w:val="0"/>
      <w:bCs w:val="0"/>
      <w:iCs w:val="0"/>
    </w:rPr>
  </w:style>
  <w:style w:type="paragraph" w:styleId="Paragraphedeliste">
    <w:name w:val="List Paragraph"/>
    <w:basedOn w:val="Normal"/>
    <w:uiPriority w:val="34"/>
    <w:qFormat/>
    <w:rsid w:val="00514224"/>
    <w:pPr>
      <w:ind w:left="720"/>
      <w:contextualSpacing/>
    </w:pPr>
  </w:style>
  <w:style w:type="paragraph" w:styleId="Textedebulles">
    <w:name w:val="Balloon Text"/>
    <w:basedOn w:val="Normal"/>
    <w:link w:val="TextedebullesCar"/>
    <w:semiHidden/>
    <w:unhideWhenUsed/>
    <w:rsid w:val="001875A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1875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1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01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7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4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1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03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2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7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0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1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1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4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9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1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6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5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4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7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0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7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2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5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0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6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1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4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6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1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6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1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9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9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4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1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8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9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6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7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3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5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1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6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2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8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7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8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6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4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5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0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6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0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1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0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2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8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1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4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6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1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1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5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3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0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0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9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7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8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3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8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4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7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8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6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4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9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8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1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0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5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9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6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1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9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0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7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9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2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3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6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8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4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2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5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0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3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5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0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1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2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6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0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3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1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7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6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2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9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8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9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3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1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9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8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4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7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5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4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6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2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2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0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7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0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0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1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6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6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2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2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2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7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1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8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5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5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8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4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76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1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5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9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8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4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4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6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9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16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7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9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6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5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3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1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0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5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2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1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5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4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4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7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64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7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1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9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1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3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25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3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9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9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1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6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5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7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2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4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9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7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4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0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8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0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3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2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8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1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2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2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2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1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3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5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3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3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3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5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3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7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0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8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8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9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2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6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2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8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6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7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1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6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77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6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9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9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8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3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1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5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1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3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4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5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8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7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5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3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9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4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2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mod&#232;les\Dossier\BVA%20-%20Dossier%20avec%20cartouche%20-%202008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BVA - Dossier avec cartouche - 2008.dot</Template>
  <TotalTime>469</TotalTime>
  <Pages>4</Pages>
  <Words>230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BVA</Company>
  <LinksUpToDate>false</LinksUpToDate>
  <CharactersWithSpaces>1494</CharactersWithSpaces>
  <SharedDoc>false</SharedDoc>
  <HLinks>
    <vt:vector size="216" baseType="variant">
      <vt:variant>
        <vt:i4>1638461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_Toc391390647</vt:lpwstr>
      </vt:variant>
      <vt:variant>
        <vt:i4>1638461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_Toc391390646</vt:lpwstr>
      </vt:variant>
      <vt:variant>
        <vt:i4>1638461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_Toc391390645</vt:lpwstr>
      </vt:variant>
      <vt:variant>
        <vt:i4>1638461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_Toc391390644</vt:lpwstr>
      </vt:variant>
      <vt:variant>
        <vt:i4>1638461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_Toc391390643</vt:lpwstr>
      </vt:variant>
      <vt:variant>
        <vt:i4>1638461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_Toc391390642</vt:lpwstr>
      </vt:variant>
      <vt:variant>
        <vt:i4>1638461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_Toc391390641</vt:lpwstr>
      </vt:variant>
      <vt:variant>
        <vt:i4>1638461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_Toc391390640</vt:lpwstr>
      </vt:variant>
      <vt:variant>
        <vt:i4>1966141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_Toc391390639</vt:lpwstr>
      </vt:variant>
      <vt:variant>
        <vt:i4>1966141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_Toc391390638</vt:lpwstr>
      </vt:variant>
      <vt:variant>
        <vt:i4>1966141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_Toc391390637</vt:lpwstr>
      </vt:variant>
      <vt:variant>
        <vt:i4>1966141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_Toc391390636</vt:lpwstr>
      </vt:variant>
      <vt:variant>
        <vt:i4>1966141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_Toc391390635</vt:lpwstr>
      </vt:variant>
      <vt:variant>
        <vt:i4>1966141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_Toc391390634</vt:lpwstr>
      </vt:variant>
      <vt:variant>
        <vt:i4>1966141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_Toc391390633</vt:lpwstr>
      </vt:variant>
      <vt:variant>
        <vt:i4>1966141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_Toc391390632</vt:lpwstr>
      </vt:variant>
      <vt:variant>
        <vt:i4>1966141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_Toc391390631</vt:lpwstr>
      </vt:variant>
      <vt:variant>
        <vt:i4>1966141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_Toc391390630</vt:lpwstr>
      </vt:variant>
      <vt:variant>
        <vt:i4>2031677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_Toc391390629</vt:lpwstr>
      </vt:variant>
      <vt:variant>
        <vt:i4>2031677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_Toc391390628</vt:lpwstr>
      </vt:variant>
      <vt:variant>
        <vt:i4>2031677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_Toc391390627</vt:lpwstr>
      </vt:variant>
      <vt:variant>
        <vt:i4>2031677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_Toc391390626</vt:lpwstr>
      </vt:variant>
      <vt:variant>
        <vt:i4>2031677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_Toc391390625</vt:lpwstr>
      </vt:variant>
      <vt:variant>
        <vt:i4>2031677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_Toc391390624</vt:lpwstr>
      </vt:variant>
      <vt:variant>
        <vt:i4>2031677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_Toc391390623</vt:lpwstr>
      </vt:variant>
      <vt:variant>
        <vt:i4>2031677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_Toc391390622</vt:lpwstr>
      </vt:variant>
      <vt:variant>
        <vt:i4>2031677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_Toc391390621</vt:lpwstr>
      </vt:variant>
      <vt:variant>
        <vt:i4>2031677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_Toc391390620</vt:lpwstr>
      </vt:variant>
      <vt:variant>
        <vt:i4>1835069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_Toc391390619</vt:lpwstr>
      </vt:variant>
      <vt:variant>
        <vt:i4>1835069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_Toc391390618</vt:lpwstr>
      </vt:variant>
      <vt:variant>
        <vt:i4>1835069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_Toc391390617</vt:lpwstr>
      </vt:variant>
      <vt:variant>
        <vt:i4>1835069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_Toc391390616</vt:lpwstr>
      </vt:variant>
      <vt:variant>
        <vt:i4>1835069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_Toc391390615</vt:lpwstr>
      </vt:variant>
      <vt:variant>
        <vt:i4>1835069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_Toc391390614</vt:lpwstr>
      </vt:variant>
      <vt:variant>
        <vt:i4>1835069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_Toc391390613</vt:lpwstr>
      </vt:variant>
      <vt:variant>
        <vt:i4>1835069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_Toc391390612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JBO</dc:creator>
  <cp:lastModifiedBy>Julie Fouquet</cp:lastModifiedBy>
  <cp:revision>87</cp:revision>
  <cp:lastPrinted>2024-06-10T13:33:00Z</cp:lastPrinted>
  <dcterms:created xsi:type="dcterms:W3CDTF">2016-04-11T12:50:00Z</dcterms:created>
  <dcterms:modified xsi:type="dcterms:W3CDTF">2025-07-10T14:49:00Z</dcterms:modified>
  <cp:category>A4</cp:category>
</cp:coreProperties>
</file>