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2ED0247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 w:rsidR="000031D5">
        <w:t>13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49B3E470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0031D5">
        <w:t>13</w:t>
      </w:r>
      <w:r>
        <w:rPr>
          <w:rFonts w:ascii="Calibri" w:hAnsi="Calibri" w:cs="Calibri"/>
        </w:rPr>
        <w:t> </w:t>
      </w:r>
      <w:r>
        <w:t>:</w:t>
      </w:r>
      <w:r w:rsidR="000031D5" w:rsidRPr="000031D5">
        <w:t xml:space="preserve"> Électricité courants forts et faibles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3FC2FB79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8B28CD">
              <w:br/>
            </w:r>
            <w:r w:rsidR="008B28CD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061C2001" w:rsidR="00995AF1" w:rsidRPr="00B951CA" w:rsidRDefault="00383A23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3753D3F3" w:rsidR="00995AF1" w:rsidRPr="00292E33" w:rsidRDefault="00E712E2" w:rsidP="00383A23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79062BC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637760">
        <w:fldChar w:fldCharType="begin"/>
      </w:r>
      <w:r w:rsidR="00637760">
        <w:instrText xml:space="preserve"> NUMPAGES   \* MERGEFORMAT </w:instrText>
      </w:r>
      <w:r w:rsidR="00637760">
        <w:fldChar w:fldCharType="separate"/>
      </w:r>
      <w:r w:rsidR="00793A9B">
        <w:rPr>
          <w:noProof/>
        </w:rPr>
        <w:t>25</w:t>
      </w:r>
      <w:r w:rsidR="00637760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45BD9BDE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793A9B">
        <w:t>AC-NANTES_SCUS_25-313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0D17885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793A9B">
        <w:t>Lot n°13</w:t>
      </w:r>
      <w:r w:rsidR="00793A9B">
        <w:rPr>
          <w:rFonts w:ascii="Calibri" w:hAnsi="Calibri" w:cs="Calibri"/>
        </w:rPr>
        <w:t> </w:t>
      </w:r>
      <w:r w:rsidR="00793A9B">
        <w:t>:</w:t>
      </w:r>
      <w:r w:rsidR="00793A9B" w:rsidRPr="000031D5">
        <w:t xml:space="preserve"> Électricité courants forts et faibles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68F6BEAF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26741C3A" w:rsidR="000529E6" w:rsidRDefault="000031D5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AF6643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5C526173" w:rsidR="00ED1F4A" w:rsidRPr="00ED1F4A" w:rsidRDefault="00637760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 xml:space="preserve">Le délai d'exécution propre au lot pour lequel je m'engage / nous nous engageons sera déterminé dans les conditions stipulées à l'article 4-1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 xml:space="preserve">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 xml:space="preserve">8 du </w:t>
      </w:r>
      <w:proofErr w:type="spellStart"/>
      <w:r w:rsidR="00CA7F79">
        <w:rPr>
          <w:lang w:eastAsia="fr-FR"/>
        </w:rPr>
        <w:t>CCAP</w:t>
      </w:r>
      <w:proofErr w:type="spellEnd"/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 xml:space="preserve">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7C5757C6" w14:textId="77777777" w:rsidR="00AF6643" w:rsidRDefault="00AF6643" w:rsidP="00AF6643">
      <w:pPr>
        <w:pStyle w:val="CorpsListe"/>
        <w:numPr>
          <w:ilvl w:val="0"/>
          <w:numId w:val="0"/>
        </w:numPr>
        <w:rPr>
          <w:lang w:eastAsia="fr-FR"/>
        </w:rPr>
      </w:pPr>
    </w:p>
    <w:p w14:paraId="6BA3CA91" w14:textId="77777777" w:rsidR="00AF6643" w:rsidRDefault="00AF6643" w:rsidP="00AF6643">
      <w:pPr>
        <w:pStyle w:val="Corpsdetexte"/>
        <w:rPr>
          <w:lang w:eastAsia="fr-FR"/>
        </w:rPr>
      </w:pPr>
    </w:p>
    <w:p w14:paraId="059F09DA" w14:textId="77777777" w:rsidR="00AF6643" w:rsidRDefault="00AF6643" w:rsidP="00AF6643">
      <w:pPr>
        <w:pStyle w:val="Corpsdetexte"/>
        <w:rPr>
          <w:lang w:eastAsia="fr-FR"/>
        </w:rPr>
      </w:pPr>
      <w:bookmarkStart w:id="15" w:name="_Hlk200527997"/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41499656" w14:textId="77777777" w:rsidR="00AF6643" w:rsidRPr="009C6496" w:rsidRDefault="00AF6643" w:rsidP="00AF664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3F19262D" w14:textId="77777777" w:rsidR="00AF6643" w:rsidRDefault="00AF6643" w:rsidP="00AF6643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2DA6A62" w14:textId="77777777" w:rsidR="00AF6643" w:rsidRPr="009C6496" w:rsidRDefault="00AF6643" w:rsidP="00AF6643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503009DE" w14:textId="77777777" w:rsidR="00AF6643" w:rsidRPr="009C6496" w:rsidRDefault="00AF6643" w:rsidP="00AF6643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AF6643" w:rsidRPr="006D4250" w14:paraId="69AAEB73" w14:textId="77777777" w:rsidTr="00C85E14">
        <w:tc>
          <w:tcPr>
            <w:tcW w:w="3341" w:type="dxa"/>
            <w:vAlign w:val="center"/>
          </w:tcPr>
          <w:p w14:paraId="5DF76270" w14:textId="77777777" w:rsidR="00AF6643" w:rsidRPr="006D4250" w:rsidRDefault="00AF6643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768845E4" w14:textId="77777777" w:rsidR="00AF6643" w:rsidRPr="006D4250" w:rsidRDefault="00AF6643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64EE288C" w14:textId="77777777" w:rsidR="00AF6643" w:rsidRPr="006D4250" w:rsidRDefault="00AF6643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1F967248" w14:textId="77777777" w:rsidR="00AF6643" w:rsidRPr="006D4250" w:rsidRDefault="00AF6643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AF6643" w:rsidRPr="006D4250" w14:paraId="46E32FA8" w14:textId="77777777" w:rsidTr="00C85E14">
        <w:tc>
          <w:tcPr>
            <w:tcW w:w="3341" w:type="dxa"/>
          </w:tcPr>
          <w:p w14:paraId="62B9F159" w14:textId="2240E6B7" w:rsidR="00AF6643" w:rsidRPr="006D4250" w:rsidRDefault="00AF6643" w:rsidP="00C85E14">
            <w:pPr>
              <w:pStyle w:val="TableauDroite"/>
            </w:pPr>
            <w:r>
              <w:fldChar w:fldCharType="begin"/>
            </w:r>
            <w:r>
              <w:instrText xml:space="preserve"> REF Mission_lot \h </w:instrText>
            </w:r>
            <w:r>
              <w:fldChar w:fldCharType="separate"/>
            </w:r>
            <w:r w:rsidR="00793A9B">
              <w:t>Lot n°13</w:t>
            </w:r>
            <w:r w:rsidR="00793A9B">
              <w:rPr>
                <w:rFonts w:ascii="Calibri" w:hAnsi="Calibri" w:cs="Calibri"/>
              </w:rPr>
              <w:t> </w:t>
            </w:r>
            <w:r w:rsidR="00793A9B">
              <w:t>:</w:t>
            </w:r>
            <w:r w:rsidR="00793A9B" w:rsidRPr="000031D5">
              <w:t xml:space="preserve"> Électricité courants forts et faibles</w:t>
            </w:r>
            <w:r>
              <w:fldChar w:fldCharType="end"/>
            </w:r>
          </w:p>
        </w:tc>
        <w:tc>
          <w:tcPr>
            <w:tcW w:w="1815" w:type="dxa"/>
          </w:tcPr>
          <w:p w14:paraId="126CC3D8" w14:textId="77777777" w:rsidR="00AF6643" w:rsidRPr="006D4250" w:rsidRDefault="00AF6643" w:rsidP="00C85E14">
            <w:pPr>
              <w:pStyle w:val="TableauDroite"/>
            </w:pPr>
            <w:r w:rsidRPr="005D36BB">
              <w:t>0.0007</w:t>
            </w:r>
          </w:p>
        </w:tc>
        <w:tc>
          <w:tcPr>
            <w:tcW w:w="2429" w:type="dxa"/>
          </w:tcPr>
          <w:p w14:paraId="71A1E725" w14:textId="77777777" w:rsidR="00AF6643" w:rsidRPr="006D4250" w:rsidRDefault="00AF6643" w:rsidP="00C85E14">
            <w:pPr>
              <w:pStyle w:val="TableauDroite"/>
            </w:pPr>
          </w:p>
        </w:tc>
        <w:tc>
          <w:tcPr>
            <w:tcW w:w="2387" w:type="dxa"/>
          </w:tcPr>
          <w:p w14:paraId="6B2D60B0" w14:textId="77777777" w:rsidR="00AF6643" w:rsidRPr="006D4250" w:rsidRDefault="00AF6643" w:rsidP="00C85E14">
            <w:pPr>
              <w:pStyle w:val="TableauDroite"/>
            </w:pPr>
          </w:p>
        </w:tc>
      </w:tr>
      <w:bookmarkEnd w:id="15"/>
    </w:tbl>
    <w:p w14:paraId="55E85E14" w14:textId="77777777" w:rsidR="00AF6643" w:rsidRPr="00ED1F4A" w:rsidRDefault="00AF6643" w:rsidP="00AF6643">
      <w:pPr>
        <w:pStyle w:val="CorpsListe"/>
        <w:numPr>
          <w:ilvl w:val="0"/>
          <w:numId w:val="0"/>
        </w:numPr>
        <w:rPr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AF6643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AF6643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6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6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09D4B070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0031D5">
            <w:t>Lot n°13</w:t>
          </w:r>
          <w:r w:rsidR="000031D5" w:rsidRPr="000031D5">
            <w:rPr>
              <w:rFonts w:ascii="Calibri" w:hAnsi="Calibri" w:cs="Calibri"/>
            </w:rPr>
            <w:t> </w:t>
          </w:r>
          <w:r w:rsidR="000031D5">
            <w:t>:</w:t>
          </w:r>
          <w:r w:rsidR="000031D5" w:rsidRPr="000031D5">
            <w:t xml:space="preserve"> Électricité courants forts et faibles</w:t>
          </w:r>
          <w:r>
            <w:fldChar w:fldCharType="end"/>
          </w:r>
        </w:p>
        <w:p w14:paraId="731E82FD" w14:textId="7C341AAF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0031D5" w:rsidRPr="000031D5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5C4B0ABA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0031D5">
            <w:t>Rénovation énergétique de la faculté des Sciences</w:t>
          </w:r>
          <w:r>
            <w:fldChar w:fldCharType="end"/>
          </w:r>
        </w:p>
        <w:p w14:paraId="711ACB36" w14:textId="3FEBC55A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0031D5" w:rsidRPr="000031D5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1D5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3A23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0CB5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66971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26BC2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37760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3A9B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B28CD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9232E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AF6643"/>
    <w:rsid w:val="00B03039"/>
    <w:rsid w:val="00B1032E"/>
    <w:rsid w:val="00B31D6E"/>
    <w:rsid w:val="00B36C6A"/>
    <w:rsid w:val="00B37451"/>
    <w:rsid w:val="00B40420"/>
    <w:rsid w:val="00B46AF7"/>
    <w:rsid w:val="00B54F2A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A5A00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142</TotalTime>
  <Pages>25</Pages>
  <Words>3460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42</cp:revision>
  <cp:lastPrinted>2024-06-03T13:20:00Z</cp:lastPrinted>
  <dcterms:created xsi:type="dcterms:W3CDTF">2024-06-04T12:30:00Z</dcterms:created>
  <dcterms:modified xsi:type="dcterms:W3CDTF">2025-07-25T12:55:00Z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