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CF9A8" w14:textId="2747324E" w:rsidR="00995AF1" w:rsidRDefault="00995AF1" w:rsidP="00995AF1">
      <w:pPr>
        <w:pStyle w:val="PdgRefmarch"/>
      </w:pPr>
      <w:bookmarkStart w:id="0" w:name="Ref_marché"/>
      <w:r>
        <w:t>AC-NANTES_SCUS_</w:t>
      </w:r>
      <w:r w:rsidR="00FC7E63">
        <w:t>25-3</w:t>
      </w:r>
      <w:r w:rsidR="00703C73">
        <w:t>12</w:t>
      </w:r>
      <w:bookmarkEnd w:id="0"/>
    </w:p>
    <w:p w14:paraId="6382805D" w14:textId="281E3636" w:rsidR="00995AF1" w:rsidRDefault="00995AF1" w:rsidP="00995AF1">
      <w:pPr>
        <w:pStyle w:val="Pdgtypedemarch"/>
      </w:pPr>
      <w:r>
        <w:t>Marché public de</w:t>
      </w:r>
      <w:bookmarkStart w:id="1" w:name="Type_marché"/>
      <w:r>
        <w:t xml:space="preserve"> </w:t>
      </w:r>
      <w:r w:rsidR="00F906CB">
        <w:t>travaux</w:t>
      </w:r>
      <w:bookmarkEnd w:id="1"/>
    </w:p>
    <w:p w14:paraId="208363ED" w14:textId="78FCAC23" w:rsidR="00995AF1" w:rsidRPr="00C307FC" w:rsidRDefault="00F906CB" w:rsidP="00995AF1">
      <w:pPr>
        <w:pStyle w:val="PdgObjetdumarch0"/>
      </w:pPr>
      <w:bookmarkStart w:id="2" w:name="Mission_lot"/>
      <w:r>
        <w:t>Lot n°</w:t>
      </w:r>
      <w:r w:rsidR="00703C73">
        <w:t>12</w:t>
      </w:r>
      <w:r>
        <w:rPr>
          <w:rFonts w:ascii="Calibri" w:hAnsi="Calibri" w:cs="Calibri"/>
        </w:rPr>
        <w:t> </w:t>
      </w:r>
      <w:r>
        <w:t xml:space="preserve">: </w:t>
      </w:r>
      <w:r w:rsidR="00703C73">
        <w:t>P</w:t>
      </w:r>
      <w:r w:rsidR="00703C73" w:rsidRPr="00703C73">
        <w:t xml:space="preserve">lomberie - </w:t>
      </w:r>
      <w:r w:rsidR="00703C73">
        <w:t>C</w:t>
      </w:r>
      <w:r w:rsidR="00703C73" w:rsidRPr="00703C73">
        <w:t xml:space="preserve">hauffage - </w:t>
      </w:r>
      <w:r w:rsidR="00703C73">
        <w:t>V</w:t>
      </w:r>
      <w:r w:rsidR="00703C73" w:rsidRPr="00703C73">
        <w:t>entilation</w:t>
      </w:r>
      <w:bookmarkEnd w:id="2"/>
    </w:p>
    <w:p w14:paraId="6B9D4367" w14:textId="77777777" w:rsidR="00995AF1" w:rsidRPr="002D275A" w:rsidRDefault="00995AF1" w:rsidP="00995AF1">
      <w:pPr>
        <w:pStyle w:val="PdgNomdudocument"/>
      </w:pPr>
      <w:r>
        <w:t xml:space="preserve">Acte d’engagement </w:t>
      </w:r>
      <w:r w:rsidRPr="00C307FC">
        <w:t>(A</w:t>
      </w:r>
      <w:r>
        <w:t>E</w:t>
      </w:r>
      <w:r w:rsidRPr="00C307FC">
        <w:t>)</w:t>
      </w:r>
    </w:p>
    <w:tbl>
      <w:tblPr>
        <w:tblpPr w:leftFromText="141" w:rightFromText="141" w:vertAnchor="text" w:horzAnchor="margin" w:tblpY="445"/>
        <w:tblW w:w="10087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2"/>
        <w:gridCol w:w="10065"/>
      </w:tblGrid>
      <w:tr w:rsidR="00995AF1" w14:paraId="3EC4A2E6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CCCCCC"/>
          </w:tcPr>
          <w:p w14:paraId="0B2FAB20" w14:textId="77777777" w:rsidR="00995AF1" w:rsidRPr="005926DD" w:rsidRDefault="00995AF1" w:rsidP="00995AF1">
            <w:pPr>
              <w:pStyle w:val="PdgInvite"/>
            </w:pPr>
            <w:r>
              <w:t>Acheteur</w:t>
            </w:r>
            <w:r w:rsidRPr="005926DD">
              <w:t xml:space="preserve"> exerçant la maîtrise d'ouvrage</w:t>
            </w:r>
          </w:p>
        </w:tc>
      </w:tr>
      <w:tr w:rsidR="00995AF1" w14:paraId="4FEE5A4A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auto"/>
          </w:tcPr>
          <w:p w14:paraId="18AA14D8" w14:textId="77777777" w:rsidR="00995AF1" w:rsidRPr="00C307FC" w:rsidRDefault="00995AF1" w:rsidP="00995AF1">
            <w:pPr>
              <w:pStyle w:val="Pdginfos"/>
            </w:pPr>
            <w:bookmarkStart w:id="3" w:name="R0_p2_a"/>
            <w:r w:rsidRPr="00C307FC">
              <w:t xml:space="preserve">Rectorat de </w:t>
            </w:r>
            <w:bookmarkEnd w:id="3"/>
            <w:r>
              <w:t>la région académique Pays de la Loire</w:t>
            </w:r>
          </w:p>
        </w:tc>
      </w:tr>
      <w:tr w:rsidR="00995AF1" w14:paraId="62EBAF8A" w14:textId="77777777" w:rsidTr="00995AF1">
        <w:tc>
          <w:tcPr>
            <w:tcW w:w="10087" w:type="dxa"/>
            <w:gridSpan w:val="2"/>
            <w:shd w:val="clear" w:color="auto" w:fill="CCCCCC"/>
          </w:tcPr>
          <w:p w14:paraId="060AAF17" w14:textId="77777777" w:rsidR="00995AF1" w:rsidRPr="005926DD" w:rsidRDefault="00995AF1" w:rsidP="00995AF1">
            <w:pPr>
              <w:pStyle w:val="PdgInvite"/>
            </w:pPr>
            <w:r>
              <w:t>Opération</w:t>
            </w:r>
          </w:p>
        </w:tc>
      </w:tr>
      <w:tr w:rsidR="00995AF1" w14:paraId="27C6669E" w14:textId="77777777" w:rsidTr="00995AF1">
        <w:tc>
          <w:tcPr>
            <w:tcW w:w="10087" w:type="dxa"/>
            <w:gridSpan w:val="2"/>
            <w:shd w:val="clear" w:color="auto" w:fill="auto"/>
          </w:tcPr>
          <w:p w14:paraId="06BA2517" w14:textId="7F2DF6FA" w:rsidR="00995AF1" w:rsidRDefault="00FC7E63" w:rsidP="00995AF1">
            <w:pPr>
              <w:pStyle w:val="PdgOpration"/>
            </w:pPr>
            <w:bookmarkStart w:id="4" w:name="Opération"/>
            <w:r>
              <w:t>Rénovation énergétique de la faculté des Sciences</w:t>
            </w:r>
            <w:bookmarkEnd w:id="4"/>
          </w:p>
          <w:p w14:paraId="2E2DA2AC" w14:textId="5A9BA41A" w:rsidR="00995AF1" w:rsidRPr="00597383" w:rsidRDefault="00FC7E63" w:rsidP="00995AF1">
            <w:pPr>
              <w:pStyle w:val="Pdginfos"/>
            </w:pPr>
            <w:bookmarkStart w:id="5" w:name="Établissementcommune"/>
            <w:r>
              <w:t>Université d’Angers</w:t>
            </w:r>
            <w:bookmarkEnd w:id="5"/>
            <w:r w:rsidR="00F02A21">
              <w:br/>
            </w:r>
            <w:r w:rsidR="00F02A21">
              <w:rPr>
                <w:sz w:val="20"/>
                <w:szCs w:val="14"/>
              </w:rPr>
              <w:t>2 boulevard Lavoisier, Angers (49)</w:t>
            </w:r>
          </w:p>
        </w:tc>
      </w:tr>
      <w:tr w:rsidR="00995AF1" w14:paraId="319015CC" w14:textId="77777777" w:rsidTr="00995AF1">
        <w:tc>
          <w:tcPr>
            <w:tcW w:w="10087" w:type="dxa"/>
            <w:gridSpan w:val="2"/>
            <w:shd w:val="clear" w:color="auto" w:fill="BFBFBF" w:themeFill="background1" w:themeFillShade="BF"/>
          </w:tcPr>
          <w:p w14:paraId="015B95D7" w14:textId="77777777" w:rsidR="00995AF1" w:rsidRPr="0065292C" w:rsidRDefault="00995AF1" w:rsidP="00995AF1">
            <w:pPr>
              <w:pStyle w:val="PdgInvite"/>
            </w:pPr>
            <w:r w:rsidRPr="00A20652">
              <w:t xml:space="preserve">Marché </w:t>
            </w:r>
            <w:r>
              <w:t>en</w:t>
            </w:r>
            <w:r w:rsidRPr="00A20652">
              <w:t xml:space="preserve"> procédure adaptée </w:t>
            </w:r>
            <w:r w:rsidRPr="00A20652">
              <w:rPr>
                <w:b w:val="0"/>
              </w:rPr>
              <w:t>passé en application des articles L.2123-1 et R.2123-1 à R.2123-7 du CCP.</w:t>
            </w:r>
          </w:p>
        </w:tc>
      </w:tr>
    </w:tbl>
    <w:p w14:paraId="7FA111E4" w14:textId="6BE1B2E9" w:rsidR="00995AF1" w:rsidRPr="00B951CA" w:rsidRDefault="00A04B1C" w:rsidP="00995AF1">
      <w:pPr>
        <w:pStyle w:val="PdgVersion"/>
        <w:jc w:val="right"/>
        <w:rPr>
          <w:b w:val="0"/>
        </w:rPr>
      </w:pPr>
      <w:r>
        <w:rPr>
          <w:b w:val="0"/>
        </w:rPr>
        <w:t>Juillet</w:t>
      </w:r>
      <w:r w:rsidR="00FC7E63">
        <w:rPr>
          <w:b w:val="0"/>
        </w:rPr>
        <w:t xml:space="preserve"> 2025</w:t>
      </w:r>
    </w:p>
    <w:p w14:paraId="61385AEA" w14:textId="77777777" w:rsidR="00995AF1" w:rsidRDefault="00995AF1" w:rsidP="00995AF1">
      <w:pPr>
        <w:pStyle w:val="Corpsdetexte"/>
        <w:rPr>
          <w:b/>
        </w:rPr>
      </w:pPr>
    </w:p>
    <w:p w14:paraId="4A04A7A3" w14:textId="77777777" w:rsidR="00995AF1" w:rsidRDefault="00995AF1" w:rsidP="00995AF1">
      <w:pPr>
        <w:pStyle w:val="Corpsdetexte"/>
      </w:pPr>
      <w:r w:rsidRPr="005A6166">
        <w:rPr>
          <w:b/>
        </w:rPr>
        <w:t xml:space="preserve">L’offre a été établie sur la base des conditions économiques en vigueur le                                 </w:t>
      </w:r>
    </w:p>
    <w:p w14:paraId="2F9FEFE2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  <w:r w:rsidRPr="005A6166">
        <w:rPr>
          <w:rStyle w:val="CorpsitaliqueCar"/>
          <w:sz w:val="20"/>
          <w:szCs w:val="20"/>
        </w:rPr>
        <w:t>(à renseigner par le candidat</w:t>
      </w:r>
      <w:r w:rsidRPr="005A6166">
        <w:rPr>
          <w:rStyle w:val="CorpsitaliqueCar"/>
          <w:rFonts w:ascii="Calibri" w:hAnsi="Calibri" w:cs="Calibri"/>
          <w:sz w:val="20"/>
          <w:szCs w:val="20"/>
        </w:rPr>
        <w:t> </w:t>
      </w:r>
      <w:r w:rsidRPr="005A6166">
        <w:rPr>
          <w:rStyle w:val="CorpsitaliqueCar"/>
          <w:sz w:val="20"/>
          <w:szCs w:val="20"/>
        </w:rPr>
        <w:t>: date de remise de l’offre ou de l’offre finale en cas de remises d’offres successives)</w:t>
      </w:r>
    </w:p>
    <w:tbl>
      <w:tblPr>
        <w:tblW w:w="10057" w:type="dxa"/>
        <w:tblCellSpacing w:w="0" w:type="dxa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3712"/>
        <w:gridCol w:w="6345"/>
      </w:tblGrid>
      <w:tr w:rsidR="00995AF1" w:rsidRPr="00292E33" w14:paraId="034CCFFF" w14:textId="77777777" w:rsidTr="00995AF1">
        <w:trPr>
          <w:tblCellSpacing w:w="0" w:type="dxa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5C27883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Date du marché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095F10A" w14:textId="77777777" w:rsidR="00995AF1" w:rsidRPr="00292E33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292E33"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  <w:t>(Réservé pour la mention d'exemplaire unique du marché)</w:t>
            </w:r>
          </w:p>
        </w:tc>
      </w:tr>
      <w:tr w:rsidR="00995AF1" w:rsidRPr="00292E33" w14:paraId="3F095E23" w14:textId="77777777" w:rsidTr="00995AF1">
        <w:trPr>
          <w:trHeight w:val="264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4D4286D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4A1FBFAE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</w:tr>
      <w:tr w:rsidR="00995AF1" w:rsidRPr="00292E33" w14:paraId="5AA7D9F9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56D3C1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 xml:space="preserve">Numéro d'EJ du </w:t>
            </w:r>
            <w:r w:rsidRPr="00333860">
              <w:t>contrat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AA6C387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3AC486B4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left w:val="single" w:sz="4" w:space="0" w:color="auto"/>
              <w:right w:val="nil"/>
            </w:tcBorders>
            <w:shd w:val="clear" w:color="auto" w:fill="FFFFFF" w:themeFill="background1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4620DAE" w14:textId="77777777" w:rsidR="00995AF1" w:rsidRPr="00292E33" w:rsidRDefault="00995AF1" w:rsidP="00995AF1">
            <w:pPr>
              <w:pStyle w:val="PdgInvite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0B3BF73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26CA56B3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0707ED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6BE8A3F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8BC8F9F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6CD34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Montant TTC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8F1A10F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8BC1900" w14:textId="77777777" w:rsidTr="00995AF1">
        <w:trPr>
          <w:trHeight w:val="35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DE9212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9965EB4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29507CD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317E745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Code CPV principal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102CD6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C464A97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A591943" w14:textId="6F6D86CD" w:rsidR="00995AF1" w:rsidRPr="00292E33" w:rsidRDefault="00F906CB" w:rsidP="00995AF1">
            <w:pPr>
              <w:pStyle w:val="Pdginfos"/>
              <w:spacing w:after="120"/>
              <w:rPr>
                <w:lang w:eastAsia="fr-FR"/>
              </w:rPr>
            </w:pPr>
            <w:r w:rsidRPr="00F906CB">
              <w:rPr>
                <w:lang w:eastAsia="fr-FR"/>
              </w:rPr>
              <w:t>45214300-3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2B1EB7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28772503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FA8634A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Imputation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9F5DEF5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1E049122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66F7DA4" w14:textId="25F6F0BE" w:rsidR="00995AF1" w:rsidRPr="00292E33" w:rsidRDefault="00E712E2" w:rsidP="00A04B1C">
            <w:pPr>
              <w:pStyle w:val="Pdginfos"/>
              <w:spacing w:after="0"/>
              <w:rPr>
                <w:lang w:eastAsia="fr-FR"/>
              </w:rPr>
            </w:pPr>
            <w:r>
              <w:rPr>
                <w:lang w:eastAsia="fr-FR"/>
              </w:rPr>
              <w:t>Programme 150 – TF</w:t>
            </w:r>
            <w:r w:rsidR="00A34EC7" w:rsidRPr="00A34EC7">
              <w:rPr>
                <w:lang w:eastAsia="fr-FR"/>
              </w:rPr>
              <w:t>057197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E33A31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</w:tbl>
    <w:p w14:paraId="30408EDC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</w:p>
    <w:p w14:paraId="37B548AB" w14:textId="10DF8DD7" w:rsidR="00995AF1" w:rsidRPr="004C614E" w:rsidRDefault="00995AF1" w:rsidP="00995AF1">
      <w:pPr>
        <w:pStyle w:val="Corpsitalique"/>
      </w:pPr>
      <w:r w:rsidRPr="00C307FC">
        <w:t xml:space="preserve">Le présent </w:t>
      </w:r>
      <w:r>
        <w:t>AE</w:t>
      </w:r>
      <w:r w:rsidRPr="00C307FC">
        <w:t xml:space="preserve"> comporte </w:t>
      </w:r>
      <w:r w:rsidR="006E41C3">
        <w:fldChar w:fldCharType="begin"/>
      </w:r>
      <w:r w:rsidR="006E41C3">
        <w:instrText xml:space="preserve"> NUMPAGES   \* MERGEFORMAT </w:instrText>
      </w:r>
      <w:r w:rsidR="006E41C3">
        <w:fldChar w:fldCharType="separate"/>
      </w:r>
      <w:r w:rsidR="00C570AD">
        <w:rPr>
          <w:noProof/>
        </w:rPr>
        <w:t>25</w:t>
      </w:r>
      <w:r w:rsidR="006E41C3">
        <w:rPr>
          <w:noProof/>
        </w:rPr>
        <w:fldChar w:fldCharType="end"/>
      </w:r>
      <w:r w:rsidRPr="00C307FC">
        <w:t xml:space="preserve"> pages</w:t>
      </w:r>
      <w:r>
        <w:t>.</w:t>
      </w:r>
      <w:r>
        <w:br w:type="page"/>
      </w:r>
    </w:p>
    <w:p w14:paraId="40B18B2F" w14:textId="209A5857" w:rsidR="00995AF1" w:rsidRDefault="00995AF1" w:rsidP="00995AF1">
      <w:pPr>
        <w:pStyle w:val="PdgRefmarch"/>
      </w:pPr>
      <w:r>
        <w:lastRenderedPageBreak/>
        <w:fldChar w:fldCharType="begin"/>
      </w:r>
      <w:r>
        <w:instrText xml:space="preserve"> REF Ref_marché \h </w:instrText>
      </w:r>
      <w:r>
        <w:fldChar w:fldCharType="separate"/>
      </w:r>
      <w:r w:rsidR="00C570AD">
        <w:t>AC-NANTES_SCUS_25-312</w:t>
      </w:r>
      <w:r>
        <w:fldChar w:fldCharType="end"/>
      </w:r>
    </w:p>
    <w:p w14:paraId="7635535A" w14:textId="4655E39F" w:rsidR="00995AF1" w:rsidRDefault="00995AF1" w:rsidP="00995AF1">
      <w:pPr>
        <w:pStyle w:val="Pdgtypedemarch"/>
      </w:pPr>
      <w:r w:rsidRPr="00C307FC">
        <w:t>M</w:t>
      </w:r>
      <w:r>
        <w:t xml:space="preserve">arché </w:t>
      </w:r>
      <w:r w:rsidRPr="00EC5BF0">
        <w:t>public</w:t>
      </w:r>
      <w:r>
        <w:t xml:space="preserve"> de </w:t>
      </w:r>
      <w:r w:rsidR="00F906CB">
        <w:t>travaux</w:t>
      </w:r>
    </w:p>
    <w:p w14:paraId="76CB9642" w14:textId="05BF64EC" w:rsidR="00995AF1" w:rsidRPr="00C307FC" w:rsidRDefault="00995AF1" w:rsidP="00995AF1">
      <w:pPr>
        <w:pStyle w:val="PdgObjetdumarch0"/>
      </w:pPr>
      <w:r>
        <w:fldChar w:fldCharType="begin"/>
      </w:r>
      <w:r>
        <w:instrText xml:space="preserve"> REF Mission_lot \h </w:instrText>
      </w:r>
      <w:r>
        <w:fldChar w:fldCharType="separate"/>
      </w:r>
      <w:r w:rsidR="00C570AD">
        <w:t>Lot n°12</w:t>
      </w:r>
      <w:r w:rsidR="00C570AD">
        <w:rPr>
          <w:rFonts w:ascii="Calibri" w:hAnsi="Calibri" w:cs="Calibri"/>
        </w:rPr>
        <w:t> </w:t>
      </w:r>
      <w:r w:rsidR="00C570AD">
        <w:t>: P</w:t>
      </w:r>
      <w:r w:rsidR="00C570AD" w:rsidRPr="00703C73">
        <w:t xml:space="preserve">lomberie - </w:t>
      </w:r>
      <w:r w:rsidR="00C570AD">
        <w:t>C</w:t>
      </w:r>
      <w:r w:rsidR="00C570AD" w:rsidRPr="00703C73">
        <w:t xml:space="preserve">hauffage - </w:t>
      </w:r>
      <w:r w:rsidR="00C570AD">
        <w:t>V</w:t>
      </w:r>
      <w:r w:rsidR="00C570AD" w:rsidRPr="00703C73">
        <w:t>entilation</w:t>
      </w:r>
      <w:r>
        <w:fldChar w:fldCharType="end"/>
      </w:r>
    </w:p>
    <w:p w14:paraId="7B5057D6" w14:textId="77777777" w:rsidR="00995AF1" w:rsidRPr="002D275A" w:rsidRDefault="00995AF1" w:rsidP="00995AF1">
      <w:pPr>
        <w:pStyle w:val="PdgNomdudocument"/>
      </w:pPr>
      <w:bookmarkStart w:id="6" w:name="Piècecomplet"/>
      <w:r>
        <w:t>Acte d’engagement</w:t>
      </w:r>
      <w:bookmarkEnd w:id="6"/>
      <w:r>
        <w:t xml:space="preserve"> </w:t>
      </w:r>
      <w:r w:rsidRPr="00C307FC">
        <w:t>(</w:t>
      </w:r>
      <w:bookmarkStart w:id="7" w:name="Piècesigle"/>
      <w:r w:rsidRPr="00C307FC">
        <w:t>A</w:t>
      </w:r>
      <w:r>
        <w:t>E</w:t>
      </w:r>
      <w:bookmarkEnd w:id="7"/>
      <w:r w:rsidRPr="00C307FC">
        <w:t>)</w:t>
      </w:r>
    </w:p>
    <w:p w14:paraId="5446A24E" w14:textId="77777777" w:rsidR="00995AF1" w:rsidRPr="002D275A" w:rsidRDefault="00995AF1" w:rsidP="00995AF1">
      <w:pPr>
        <w:pStyle w:val="PdgVersion"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46832447" w14:textId="77777777" w:rsidTr="00995AF1">
        <w:tc>
          <w:tcPr>
            <w:tcW w:w="10087" w:type="dxa"/>
            <w:shd w:val="clear" w:color="auto" w:fill="CCCCCC"/>
          </w:tcPr>
          <w:p w14:paraId="34CD6407" w14:textId="77777777" w:rsidR="00995AF1" w:rsidRPr="005926DD" w:rsidRDefault="00995AF1" w:rsidP="00995AF1">
            <w:pPr>
              <w:pStyle w:val="PdgInvite"/>
            </w:pPr>
            <w:r w:rsidRPr="002D275A">
              <w:t xml:space="preserve">Représentant du </w:t>
            </w:r>
            <w:r>
              <w:t>Maître d’ouvrage (RMO) et Ordonnateur</w:t>
            </w:r>
          </w:p>
        </w:tc>
      </w:tr>
      <w:tr w:rsidR="00995AF1" w14:paraId="7AF1B812" w14:textId="77777777" w:rsidTr="00995AF1">
        <w:tc>
          <w:tcPr>
            <w:tcW w:w="10087" w:type="dxa"/>
            <w:shd w:val="clear" w:color="auto" w:fill="auto"/>
          </w:tcPr>
          <w:p w14:paraId="3013996D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07DC38EE" w14:textId="77777777" w:rsidTr="00995AF1">
        <w:tc>
          <w:tcPr>
            <w:tcW w:w="10087" w:type="dxa"/>
            <w:shd w:val="clear" w:color="auto" w:fill="auto"/>
          </w:tcPr>
          <w:p w14:paraId="262F83B3" w14:textId="77777777" w:rsidR="00995AF1" w:rsidRDefault="00995AF1" w:rsidP="00995AF1">
            <w:pPr>
              <w:pStyle w:val="Pdginfos"/>
            </w:pPr>
            <w:r>
              <w:t>Mme la rectrice de la région académique des Pays de la Loire,</w:t>
            </w:r>
            <w:r>
              <w:br/>
              <w:t>rectrice de l’académie de Nantes,</w:t>
            </w:r>
            <w:r>
              <w:br/>
              <w:t>chancelière des universités</w:t>
            </w:r>
          </w:p>
        </w:tc>
      </w:tr>
    </w:tbl>
    <w:p w14:paraId="2680C034" w14:textId="77777777" w:rsidR="00995AF1" w:rsidRDefault="00995AF1" w:rsidP="00995AF1">
      <w:pPr>
        <w:widowControl/>
        <w:autoSpaceDE/>
        <w:autoSpaceDN/>
      </w:pPr>
    </w:p>
    <w:p w14:paraId="345A5825" w14:textId="77777777" w:rsidR="00995AF1" w:rsidRDefault="00995AF1" w:rsidP="00995AF1">
      <w:pPr>
        <w:widowControl/>
        <w:autoSpaceDE/>
        <w:autoSpaceDN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1D7B3512" w14:textId="77777777" w:rsidTr="00995AF1">
        <w:tc>
          <w:tcPr>
            <w:tcW w:w="10087" w:type="dxa"/>
            <w:shd w:val="clear" w:color="auto" w:fill="CCCCCC"/>
          </w:tcPr>
          <w:p w14:paraId="08F44156" w14:textId="77777777" w:rsidR="00995AF1" w:rsidRPr="005926DD" w:rsidRDefault="00995AF1" w:rsidP="00995AF1">
            <w:pPr>
              <w:pStyle w:val="PdgInvite"/>
            </w:pPr>
            <w:r>
              <w:t>Comptable public assignataire</w:t>
            </w:r>
          </w:p>
        </w:tc>
      </w:tr>
      <w:tr w:rsidR="00995AF1" w14:paraId="5FFA725F" w14:textId="77777777" w:rsidTr="00995AF1">
        <w:tc>
          <w:tcPr>
            <w:tcW w:w="10087" w:type="dxa"/>
            <w:shd w:val="clear" w:color="auto" w:fill="auto"/>
          </w:tcPr>
          <w:p w14:paraId="1AAFA931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4E07B48F" w14:textId="77777777" w:rsidTr="00995AF1">
        <w:tc>
          <w:tcPr>
            <w:tcW w:w="10087" w:type="dxa"/>
            <w:shd w:val="clear" w:color="auto" w:fill="auto"/>
          </w:tcPr>
          <w:p w14:paraId="2602A1D8" w14:textId="77777777" w:rsidR="00995AF1" w:rsidRDefault="00995AF1" w:rsidP="00995AF1">
            <w:pPr>
              <w:pStyle w:val="Pdginfos"/>
            </w:pPr>
            <w:r>
              <w:t>Monsieur le directeur</w:t>
            </w:r>
            <w:r w:rsidRPr="00886C24">
              <w:t xml:space="preserve"> régional des Finances </w:t>
            </w:r>
            <w:r>
              <w:t>p</w:t>
            </w:r>
            <w:r w:rsidRPr="00886C24">
              <w:t>ubliques des Pays de la Loire et du département de Loire atlantique</w:t>
            </w:r>
          </w:p>
        </w:tc>
      </w:tr>
    </w:tbl>
    <w:p w14:paraId="18A6AAAB" w14:textId="77777777" w:rsidR="00995AF1" w:rsidRDefault="00995AF1" w:rsidP="00995AF1">
      <w:pPr>
        <w:pStyle w:val="Corpsitalique"/>
      </w:pPr>
    </w:p>
    <w:p w14:paraId="4CEE17FE" w14:textId="77777777" w:rsidR="00995AF1" w:rsidRDefault="00995AF1" w:rsidP="00995AF1">
      <w:pPr>
        <w:pStyle w:val="Corpsitalique"/>
        <w:rPr>
          <w:i w:val="0"/>
        </w:rPr>
      </w:pPr>
    </w:p>
    <w:p w14:paraId="651B5C1D" w14:textId="77777777" w:rsidR="00995AF1" w:rsidRDefault="00995AF1" w:rsidP="00995AF1">
      <w:pPr>
        <w:pStyle w:val="Corpsitalique"/>
        <w:rPr>
          <w:i w:val="0"/>
        </w:rPr>
      </w:pPr>
    </w:p>
    <w:p w14:paraId="65A9B381" w14:textId="77777777" w:rsidR="00995AF1" w:rsidRDefault="00995AF1" w:rsidP="00995AF1">
      <w:pPr>
        <w:pStyle w:val="Corpsitalique"/>
        <w:rPr>
          <w:i w:val="0"/>
        </w:rPr>
      </w:pPr>
    </w:p>
    <w:p w14:paraId="3A583614" w14:textId="77777777" w:rsidR="00995AF1" w:rsidRDefault="00995AF1" w:rsidP="00995AF1">
      <w:pPr>
        <w:pStyle w:val="Corpsitalique"/>
        <w:rPr>
          <w:i w:val="0"/>
        </w:rPr>
      </w:pPr>
    </w:p>
    <w:p w14:paraId="651F6B6A" w14:textId="77777777" w:rsidR="00995AF1" w:rsidRDefault="00995AF1" w:rsidP="00995AF1">
      <w:pPr>
        <w:pStyle w:val="Corpsitalique"/>
        <w:rPr>
          <w:i w:val="0"/>
        </w:rPr>
      </w:pPr>
    </w:p>
    <w:p w14:paraId="0168ACA9" w14:textId="77777777" w:rsidR="00995AF1" w:rsidRDefault="00995AF1" w:rsidP="00995AF1">
      <w:pPr>
        <w:pStyle w:val="Corpsitalique"/>
        <w:rPr>
          <w:i w:val="0"/>
        </w:rPr>
      </w:pPr>
    </w:p>
    <w:p w14:paraId="27B47922" w14:textId="77777777" w:rsidR="00995AF1" w:rsidRPr="00E70A49" w:rsidRDefault="00995AF1" w:rsidP="00995AF1">
      <w:pPr>
        <w:pStyle w:val="Corpsitalique"/>
      </w:pPr>
      <w:r w:rsidRPr="00E70A49">
        <w:t>Dans tout ce document, le code de la commande publique est désigné par l’abréviation CCP</w:t>
      </w:r>
      <w:r>
        <w:t>.</w:t>
      </w:r>
    </w:p>
    <w:p w14:paraId="5197C77F" w14:textId="77777777" w:rsidR="00995AF1" w:rsidRDefault="00995AF1" w:rsidP="00995AF1">
      <w:pPr>
        <w:pStyle w:val="Corpsitalique"/>
        <w:rPr>
          <w:i w:val="0"/>
        </w:rPr>
      </w:pPr>
    </w:p>
    <w:p w14:paraId="46CD36AE" w14:textId="388377ED" w:rsidR="00995AF1" w:rsidRDefault="00995AF1" w:rsidP="00995AF1">
      <w:pPr>
        <w:pStyle w:val="Corpsitalique"/>
        <w:rPr>
          <w:i w:val="0"/>
        </w:rPr>
      </w:pPr>
      <w:bookmarkStart w:id="8" w:name="_Hlk127276369"/>
    </w:p>
    <w:p w14:paraId="20476FF1" w14:textId="7DBB8487" w:rsidR="00995AF1" w:rsidRDefault="00995AF1" w:rsidP="00995AF1">
      <w:pPr>
        <w:pStyle w:val="Corpsitalique"/>
        <w:rPr>
          <w:i w:val="0"/>
        </w:rPr>
      </w:pPr>
    </w:p>
    <w:p w14:paraId="6F9E33AF" w14:textId="1DD81ADE" w:rsidR="00995AF1" w:rsidRPr="00EC5BF0" w:rsidRDefault="00E15D22" w:rsidP="00995AF1">
      <w:pPr>
        <w:pStyle w:val="Corpsitalique"/>
        <w:rPr>
          <w:i w:val="0"/>
        </w:rPr>
      </w:pPr>
      <w:r>
        <w:rPr>
          <w:rFonts w:ascii="Times New Roman" w:hAnsi="Times New Roman"/>
          <w:noProof/>
          <w:sz w:val="24"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20C8AF6" wp14:editId="0040EA90">
                <wp:simplePos x="0" y="0"/>
                <wp:positionH relativeFrom="margin">
                  <wp:align>left</wp:align>
                </wp:positionH>
                <wp:positionV relativeFrom="paragraph">
                  <wp:posOffset>228600</wp:posOffset>
                </wp:positionV>
                <wp:extent cx="6508750" cy="1196340"/>
                <wp:effectExtent l="0" t="0" r="6350" b="3810"/>
                <wp:wrapTopAndBottom/>
                <wp:docPr id="3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8750" cy="1196340"/>
                          <a:chOff x="0" y="0"/>
                          <a:chExt cx="6508750" cy="1196441"/>
                        </a:xfrm>
                      </wpg:grpSpPr>
                      <wpg:grpSp>
                        <wpg:cNvPr id="19" name="Groupe 19"/>
                        <wpg:cNvGrpSpPr/>
                        <wpg:grpSpPr>
                          <a:xfrm>
                            <a:off x="0" y="40741"/>
                            <a:ext cx="6508750" cy="1155700"/>
                            <a:chOff x="0" y="40741"/>
                            <a:chExt cx="6508750" cy="1155700"/>
                          </a:xfrm>
                        </wpg:grpSpPr>
                        <wpg:grpSp>
                          <wpg:cNvPr id="20" name="Groupe 20"/>
                          <wpg:cNvGrpSpPr/>
                          <wpg:grpSpPr>
                            <a:xfrm>
                              <a:off x="64195" y="40741"/>
                              <a:ext cx="3966242" cy="723265"/>
                              <a:chOff x="64195" y="40741"/>
                              <a:chExt cx="3967689" cy="723900"/>
                            </a:xfrm>
                          </wpg:grpSpPr>
                          <pic:pic xmlns:pic="http://schemas.openxmlformats.org/drawingml/2006/picture">
                            <pic:nvPicPr>
                              <pic:cNvPr id="21" name="Image 21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26221" b="25767"/>
                              <a:stretch/>
                            </pic:blipFill>
                            <pic:spPr bwMode="auto">
                              <a:xfrm>
                                <a:off x="3085734" y="130375"/>
                                <a:ext cx="946150" cy="45402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22" name="Image 2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868814" y="40741"/>
                                <a:ext cx="931545" cy="7239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23" name="Image 23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64195" y="107416"/>
                                <a:ext cx="1308735" cy="5746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wps:wsp>
                          <wps:cNvPr id="24" name="Zone de texte 10"/>
                          <wps:cNvSpPr txBox="1"/>
                          <wps:spPr>
                            <a:xfrm>
                              <a:off x="0" y="764641"/>
                              <a:ext cx="6508750" cy="431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F1A1679" w14:textId="77777777" w:rsidR="00E15D22" w:rsidRDefault="00E15D22" w:rsidP="00E15D22">
                                <w:pPr>
                                  <w:pStyle w:val="Corpsitalique"/>
                                  <w:spacing w:before="0" w:after="0"/>
                                  <w:rPr>
                                    <w:i w:val="0"/>
                                  </w:rPr>
                                </w:pPr>
                                <w:r>
                                  <w:rPr>
                                    <w:i w:val="0"/>
                                  </w:rPr>
                                  <w:t>Ce projet est financé dans le cadre du contrat de plan État-Région Pays de la Loire et par le fonds européen de développement régional.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5" name="Image 2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701475" y="85191"/>
                              <a:ext cx="730885" cy="56261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26" name="Image 26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32171" y="0"/>
                            <a:ext cx="74676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0C8AF6" id="Groupe 3" o:spid="_x0000_s1026" style="position:absolute;left:0;text-align:left;margin-left:0;margin-top:18pt;width:512.5pt;height:94.2pt;z-index:251659264;mso-position-horizontal:left;mso-position-horizontal-relative:margin" coordsize="65087,1196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ZsByeMEAACQEwAADgAAAGRycy9lMm9Eb2MueG1s3Fjb&#10;buM2EH0v0H8Q9L6xdbeNOIs0aYIA6dZotgjQN5qmLGElUaXo2OnX9wwp+R7sOqgf0oc4pCheZubw&#10;zBldfl6VhfMiVJPLaux6F33XERWXs7yaj90/v959GrhOo1k1Y4WsxNh9FY37+ernny6X9Uj4MpPF&#10;TCgHi1TNaFmP3UzretTrNTwTJWsuZC0qDKZSlUyjq+a9mWJLrF4WPb/fj3tLqWa1klw0DZ7e2kH3&#10;yqyfpoLr39O0Edopxi7Ops2vMr9T+u1dXbLRXLE6y3l7DPaOU5Qsr7DpeqlbppmzUPnBUmXOlWxk&#10;qi+4LHsyTXMujA2wxuvvWXOv5KI2tsxHy3m9dhNcu+endy/Lv7zcq/qpnih4YlnP4QvTI1tWqSrp&#10;P07prIzLXtcuEyvtcDyMo/4gieBZjjHPG8ZB2DqVZ/D8wTye/frWzDD0KBy9buPeznHWHXtMnHui&#10;nHyGTYeuU7ES2DLuEg4etLacbFzYT+wh2OgNA6Mo6R83cGvum0auZ59qpA8P7xiJB6cbGYfeMHId&#10;RGrrsJ2hwTCO/dC3kUz8wI8j2oKN1oE8On1jKxZI4gGiQVDAAkPrqDdMrXM+wl+LabQOMP39u49Z&#10;eqGE2y5S/tAaJVPfFvUnXL+a6XyaF7l+NVSCi0aHql4mOZ8o29nAzPe6CDyUbC4c9OEdmkDv2BmM&#10;LHqU/FvjVPImY9VcXDc1OAgopbd7u6+b7s520yKv7/KicJTUz7nOnjJWA9ieoRYabC0Fge0RwBFn&#10;WXK5lXxRikpbtlSigNGyarK8blxHjUQ5FbhE6mEG+ziYWmO/WuWVtsFvFP8DBhBx+rFPTgBt+lES&#10;J+24VkLzrDOuM8B6pgGtONPlb3KGRdlCS2PHHq0E/UGUBKGBpRf0g6SFXYfLYRh7HcGEUdj3zfga&#10;VfC5avS9kKVDDZiC45p92Mtjo+lgm1cIzkVFv5UkP9tRemJiQedtm4iUtQGNj4NR3F7LEi1G/TNi&#10;lLx4ZkgSGR2BpIUc7Z8ihgRPG8emGzDBPIQizdgDnzeIBwPPgu8IJw4DLwrBmG8w2gZYP4S9/wfG&#10;gj2MBR8bYzDnzBjbpE2P5EVsibOjN1DeIAlajEVJGFv+ey+/HcXYRkmReILQbrpEgt5BKjlJS5oM&#10;BbqlZbeSJW6UJaK/oPqdmXA07IU0a1WLefeJsoNe/SIhI016pDUsBR/cU8gfEhVxCGfu+m9HgIaB&#10;N9hTHSfe0a3MQKnCWULiBkg/R3PG5sDU0qvpCkREzamcvcI4ZHEjm5ua3+VITo+s0ROmUGDAHhRN&#10;GM2k+sd1lihAxm7z94KRmikeKkRl6IWQ0o42nTBKSAKq7ZHp9ki1KG8kahwkaOxmmvS+LrpmqmT5&#10;jFrpmnbFEKs49h67umveaPQwgFqLi+tr07Yi6bF6qiGtrAqhJPt19cxU3XIeRfaL7HDARntp175r&#10;3XcNCZDmhq03XkLCpQ4w+QETLu7tTsI12mRX5QGA/40oJB+eOeHi2p6ZDFE+eSEojq7zIPKGe7c5&#10;ARsOOjKM/dgSxtnIkCL1oQRevIc3k0w+Lt4o0kcEnq05wKVstNZ0p4q979YdYRj4XgK+BBLbir7L&#10;yZSFY1ChkX22bRVmpx5PLDnWxcZJ1YfJ2vjsYyqY9hMVfVfa7hvy3HxIu/oXAAD//wMAUEsDBAoA&#10;AAAAAAAAIQC2Jkuo6kEAAOpBAAAVAAAAZHJzL21lZGlhL2ltYWdlMS5qcGVn/9j/4AAQSkZJRgAB&#10;AQEA3ADcAAD/2wBDAAIBAQEBAQIBAQECAgICAgQDAgICAgUEBAMEBgUGBgYFBgYGBwkIBgcJBwYG&#10;CAsICQoKCgoKBggLDAsKDAkKCgr/2wBDAQICAgICAgUDAwUKBwYHCgoKCgoKCgoKCgoKCgoKCgoK&#10;CgoKCgoKCgoKCgoKCgoKCgoKCgoKCgoKCgoKCgoKCgr/wAARCADjAOQ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/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43&#10;49/BTRv2g/hhqXwv1vxz4y8MpfRMLfXvAPjC80PVLCbYypNDc2kiNuQtuEcgeFioEkci/KeyorSl&#10;VqUKiqU3aSd010aE0pKzP5nf+Cz/AIQ/4Ky/8En/ANoOz8LR/wDBTX46+Ivh74yW6u/h74juPi5q&#10;y3ckMLRiezu41uQBcwedCGkRRFMkscihGaSCH4/07/gqf/wU00vUINStv+ChnxuaS3mWWNbj4pat&#10;NGWU5AaOS4KuuRyrAqRwQQcV/Ut/wVe/YZ0H/gof+wp44/ZyutLgm1+bTm1PwJdzNEjWevWys9m4&#10;lkR/JSRs28rqA3kXM6gqWyP476/rzwuznLeMMhlHF4em69FqM3yR95O/LK1tOZJpra8W1ZOy+SzO&#10;jUwdf3JPleq1endH9F3/AAQN/wCDhbxT+3F48tv2Lv2z7S1X4l3drLL4M8YaPpoht/EawW7TXFvd&#10;QxDZbXaxxSzrJGqQSorptheOMXH3b+3j+wjqP7ZfgtoPAX7Wvxe+D3i60tTHo/ib4b/EDUrG3DBZ&#10;diXWnxXCW91H5kgZ2Cx3DCJEWdFBB/j48EeNfFnw18aaP8RfAWv3Ok65oGqW+paLqlnJtms7uCRZ&#10;YZkbs6OqsD2IFf2Rf8E8/wBrXSf26v2Kfhz+1dpdtFbyeL/DqTata28EkcVtqULvbX0EYkJYxx3c&#10;M6IxJ3Kqtkg5r8z8VOE48GZpRznJ17OnUdnFJOMZpXsk7rlmrvlaavGXRpL0srxX1ym6NbVr8V/m&#10;u5/L7+1V+1P/AMFg/wBjb9ofxZ+zH8bP2/fjba+JvB+qGz1D7L8X9beCdSqyQ3ELNOrNDNC8c0ZZ&#10;VYpIpKqcqKPwF/4LW/8ABUr9n34mWHxN0L9tn4heJHs5FFxofj3xVea5pl7DvVnhltryV1AcLtMk&#10;eyZVZvLkQndX67f8Hb/7CGlfEz9mXQf2+vCeloviD4a3dvo3iq48xE+0aFeXHlwFt3zO0N9NGqKn&#10;8N9OzZCjH88dfs3BeKyDjbheGKqYSlzO8KkeSNlNWv02aakl0TSvdXPHxkcRgsU4qT7rV7f1of1u&#10;f8EZf+Csfgz/AIKu/s33Hjp/DsPh7x94RuIbD4geGrebfBFPIjNDeWpJL/ZbgJKUWT543imjJkEa&#10;zS/YFfyB/wDBHP8AbtvP+CeH7f8A4J+PF/rX2PwreXi6F8Qt0UkiNoV3JGtzIyRI8jmBliu1SNSz&#10;vaovIYg/1+V/N/ihwbT4Rz5fVlbD1k5Q392ztKF3vytpr+7JJ3d2fRZZjHi8P73xLR/owrkfjx8e&#10;vhB+zH8KdV+OPx58dWnhrwnofkf2trd8rmK286eO3i3BFZvmlljQYB5Ydua66vhj/g5Q/wCUKnxo&#10;/wC5c/8AUj0uvi8hy+nm2eYXBVG1GrUhBtbpSkotq+l0nodteo6VGU10Tf3I6z/h/R/wSE/6Po8J&#10;/wDgPef/ABivXf2dv2/v2Jf2tL5dF/Zv/an8D+MNUa1kuf7D0jxDC2opAhUPK1mzCdUBdAWKAAsB&#10;nmvwq/4IOf8ABBz9kP8A4KifsheI/j98fviN8SNH1jR/iReeH7a28H6xp9vataxafp9yrstzYzsZ&#10;C93ICQ4XaF+UEEnyj/gt7/wS38A/8EXPjz8LfGP7Kn7RfiS+m15rjV9Fg1ia3Gs+HbvTpbRorv7R&#10;bLEHEk0paJhDGUa2YZcgkfrsvD3gbF59PIcJjq0cWuZLngnBuMXJq6S6Ju91t3sn5X9oY6NBV5wX&#10;J5PU/pc+PHx6+EH7Mfwp1X44/Hnx1aeGvCeh+R/a2t3yuYrbzp47eLcEVm+aWWNBgHlh25r8i/8A&#10;grF/wUh0j9tD4k+B/BH7Gn/BbL4bfBn4W6W0Nx4t1bR9X8Q2PiW7vHleOVx9jswJ4IbYhorb7TAs&#10;szuZW+SF4vfv+C1Hxg1L9oX/AINtvEPx91jw+uk3njjwH4F8QXWlxuWWzkvNW0a5aEFgCQhkK5IB&#10;OOa+DP8AgiR/wb7fsaf8FJv2JI/2k/jn8TPidpOuN4s1DSza+E9Z06C08mARbG23FhO+87zk78dM&#10;AV5/BeS5DlOTVOIM2qyhOlWlRSUIVIp8kXflkmm1eVnqlZOxeMrV61ZYekk04qW7XU/V3/gl/wDt&#10;T/sCeKtA/wCGW/2V/wBu3xJ8a/E2l6bNrmt6t448WalrOr3MQeCCS4ea8ULFEHkgUQwhI1L7gm55&#10;Hb6W+LHxk+EfwG8FXHxI+N/xP8P+D/D9rIiXGt+JtYhsbWN3OEQyzMq7mPCrnLHgAmvkv/gm7/wQ&#10;c/ZD/wCCXfxx1X4/fAH4jfEjWNY1jwnP4fubbxhrGn3FqtrLc2tyzqttYwMJA9pGAS5XaW+Ukgj8&#10;q/8AguLpnx2/4KZ/8F/9D/4J3aX4j+z6PoNxovhzw39jDzRaZbXdhb6nqmqyW8lwsclxGk0pfyzE&#10;ZYdPt4zl0DHyMDw3kfFnFVanhMXNYaFOVapVqRXMlG3NorLdq3ZXdnaxrUxFbC4VOUFzN2SW2ux+&#10;r3w//wCDhb/gjf8AEzxjY+BvDn7b2j217qEjJbzeIPDmraTZoQpb97d31pDbwjCnBkkUE4AJJAP2&#10;F4e8Q6B4t0Cx8V+FNbs9T0vU7OO703UtPuUmt7u3kQPHNFIhKyIykMrKSGBBBINfjh8fP+DPv9mv&#10;Tv2edcu/2cvj98Rrz4nWOhNPokfiK6019K1S/jj3fZzElvC9uk7r5ayG4YQ+YGbzQhVvcf8Ag26/&#10;Zf8A+Cln7FPwY8cfs2ft0/Cy68P+FbPU7XU/hp9o8VafqYt3n87+0bZPsl5P5EW9beZYwiJ5k9y+&#10;S0hrPPsg4Flks8fkOPlKVOSUqVblU5Ju3NBJRbSurpReibbVkm8PXx3tlTrw36q9l67n1t42/wCC&#10;mH7Cfw4/aUh/Y+8b/tI6Hp3xLuNX0/S4fCM0Vx9pe8vlha0hyIym6RbiEj5sfvBkjnHtHiHxFoHh&#10;Hw/feLPFmuWel6XpdnLd6lqWoXSQ29pbxoXkmlkchY0VQWZmICgEkgCv5y/+Chn/ACtteH/+y5fD&#10;D/0k0GvoT/g8I/bP8R+HtI+G/wCwf4I8aXdnb69ZzeKvH+k26yxrfWqTiHS0kkBCyxefBfSNCdwE&#10;lvbyEApGa9H/AIhtTxWY5PhMJVlfGUY1ZuSTUFyqUrJJadFd6tpN6kf2i406s5L4HZeetj7u+IH/&#10;AAcLf8Eb/hp4xvvA3iP9t3R7m90+RUuJvD/hzVtWs3JUN+6u7G0mt5hhhlo5GAOQTkED6q+FPxh+&#10;E3x38FW/xI+CXxO8P+L/AA9eO6WuueGdYhvrSVkba6iWFmUsrAqy5ypBBwa/Ij4B/wDBn3+zXqX7&#10;O+h3n7Rnx8+JFj8T77QVn1yLw7daYmlaXqEke77OImt5nuEgdvLZ1uFE/ll18oOFX5r/AOCGdv8A&#10;HL/gmp/wX517/gnhe+I/tmi69ea14a8Sfao5IY9St7GyudR0zVY7eOdkjndYYynmGUxw39xHwzll&#10;1xXBvBOZ5Zi58P42pOthYSqTVRLlnGPxODUY2XVX5r3S63JjjMbTqQVeCSk7K3Rvvuft1+07/wAF&#10;Mf2Ev2M/Htn8L/2n/wBpHQ/B+v3+jx6pZ6ZqUNw0ktm8ssSzDy42G0yQSr1zlDx0r27S9U03W9Nt&#10;9a0XUILyzvIEntLu1mWSOeNlDK6MpIZSCCCCQQciv5xP+Dwb/lJd4H/7IXpn/p51qvtz/g1T/wCC&#10;lS/tC/s03X7B/wAT9fnuPGnwps2uPDM108sr3/hlpVVFMkkjktZzSi3CgRolvJZJGrbJCOPNfDv6&#10;twHhuIcJOUnJJ1Iu1opuylGyTsnZO9976JMulmHNjpYeSt2Z94+CP+CmP7CXxI/aTm/Y+8D/ALSO&#10;h6j8S7fWNQ0ubwjDDcfaUvLFZmu4cmMJujW3mJ+bH7s4J4z7rX83v/BO/wD5W2fEH/ZdPih/6S69&#10;X9IVeHxzwzhOFsdhqGHnKSq0YVXzW0cnJNKyWnuq3U3wOKliqcpSVrSa+6wUUUV8SdgUUUUAFfyS&#10;/wDBe/8AZ9g/Zw/4K1fGXwppcGqf2br3iNfFOn3Op24T7R/asMd/ceSQqq8Md1PcwIRnAg2sSysa&#10;/rar+ej/AIPHfhF4j0X9r/4S/Hm6ubc6T4k+G02gWMKsfOW503UJridmGMBSmq24U55Kv0wM/sXg&#10;hmMsJxk8M3pWpyjbzjaa+aUZfJs8jOqfNg+bs1/kfj1X9BH/AAZv/HS98R/s2/GL9m+60rbF4R8Z&#10;af4gtdRa8LGVdUtXga3ERHyLG2lb9wJ3G6bIXblv596/UT/g0e+IPhjwf/wVD1nwz4h1yO1ufFnw&#10;l1XTdDtpJMfbLyO80+9Majuwt7S5k/3Y296/fPFTL45jwLi4tawSmutuSSb/APJbryvfoeFldT2e&#10;Oh56fef0QftN/A/SP2mf2cfHv7Omvao1jZ+OvB2paDNqC2yzNZi7tpIPPVGIDPGXDqCR8yjkda/i&#10;dmhmt5mt7iJo5I2KyRuuGVh1BHY1/c1X8ev/AAWJ+GPi34R/8FT/AI/eFPGunpa3l18VNY1mCOOQ&#10;MDZ6jcNqFo+R3a2uoWI6gtg8ivynwBzGUcVjcA3o4xmlfs3GWnW/NG76WXc9TPqfuwn6o+ba/r4/&#10;4Ip/tD65+1L/AMEr/gr8X/FFrdJqbeERo2ozX2qNez3s+l3EulveSTOqsz3DWZuGDZKmYqWfG9v5&#10;B6/o+/4NAPHMeuf8E6fG3ge78TSXV3oPxevHh06a4ZzY2dxpuntGEUnEcbzJdsAMAv5h6kk/YeOe&#10;X08TwlTxNvepVI6/3ZJxa+b5X8rdTjySo44px7r8j9Xq+GP+DlD/AJQqfGj/ALlz/wBSPS6+56+I&#10;f+DjnRtY8Qf8EZfjJpGg6Vc313N/wj3k2tnA0kj48RaYxwqgk4AJ6dAa/mrg+Sjxdlzf/P8Ao/8A&#10;pyJ9JjP90qf4X+TPwY/Yr/Yt/wCCnXj3/gnj8Sf23/2P/wBpK+8O+APh1rWoN4o8H6J8QtR0rULm&#10;S0srO5vL2KCJVtZAlpNG5LTLK62zIiOwjR+v/wCCIn/BOXRv+Cx/7XfiLxF+1X+0hLd2vg+3sdX8&#10;TaHqmsTXPiDxfbmQQ+WkryCRbWNY44p7kMzxCa2jUKZlkj/Un/g0Y8NeI/Cv/BN3xtp/ifw/fabc&#10;P8b9SkSC/tXhdkOj6MAwDgHGQRnpkH0r4I/bV/Z2+Pv/AAQE/wCCxuk/tJfsh/DzXr/4b63df21o&#10;Oj6S07W97pMzquqeHZ5RbNGmx9wiys5hiksZizzLx/Rr4rxeaZ1nGR4WcKOKSfsKiUU5JJOUHJ9X&#10;0luruX2UfPfVY06NGvJNx+0v1t/X4n6uf8HJkccP/BFD4zRRRqqqvhwKqjAA/wCEj0vgV+Mn/BML&#10;/gjz/wAFR/23P2YV+N37I37Xeg+CvCLeILuwXRdR8fa3psguYhH5knk2VpLFhty/Nu3HHIGBX7C/&#10;8F4/HPh39o3/AIIN/Ej4jfBWa41/S/FGmeGL/RWs7GUTTQv4g0x8GFlEkcijIeN1V42VldVZSB+N&#10;/wDwT3/4LS/8FKv+CbP7Pi/s2fAz9l/wrq2hrrV1qguvFngnWZ7vzpwm9d1veQpsGwYGzPXJNfL+&#10;HkM+Xh9Xo5Wqf1hYp3jVtZJU6aekuqdl9505h7H+0Iurfl5enqz9Uf8Agiv/AMElv+CmH7Bv7U2v&#10;/F79sv8Aau0Px14X1L4f3Wj2Gk6Z461nVJIb+S+sZknMV9axRqoit513hi4MgABDMR8pXDpYf8Hm&#10;4a/YQhtcUL5x25L+BwEHP94suPXIx1r6Y/4Idf8ABaX9vj/go1+1j4h+CP7U3wE8G+FvD+l/Du71&#10;yz1Dw74W1WxmkvI7+wt0iaS7vJkKGO5lYqFDEopDAAg/PP8AwcLf8Eu/22/CH7f+l/8ABVP9hrwF&#10;4i8VvNJo2q6q3h+0j1S/8O+INKEMNtOmniAtJaGG2tJAdtwBLFcmby42iVuPK5Y+PGmNwOe1aVKt&#10;icJOjGUeVU7z5eXayvZPzbst2i6ns/qcJ0E2ozT1303Pb/8AgvH+yr/wXH+OX7XvhzxZ/wAEzvFH&#10;xIsfAdv8N7O01aLwf8ZIfDtqdXXUNQeVmtpNQty8nkSWuZdhBUKu47ML86f8Gq/7XX7Zf7RX7fXj&#10;bw98ev2nfid468O6f8H724jsfF/jTUdUsra9Oq6WsUgS4ldEm8szqrYDbTIBxurwv4if8HJ3/BWf&#10;9tf4Vaj+xx4L+GHgyTVvHekvoUl18PfBOoXHiC/iljKXEcEZup4xJLF5is0cAZA7NF5bKrL+mH/B&#10;sx/wS1+L/wCwL+z14q+M37SPh5tD8bfFSaxkh8L3W1rnRdJtVlMC3Hy5guZnuJZJINzbES3DhJRL&#10;GnfnGHxXCnh1iMBndPDxrNRp0VBXqSV/enJtu9ls0o2s090Z0ZRxWYRqUXK2rlfbySPz3/4KGf8A&#10;K214f/7Ll8MP/STQab/weDf8pLvA/wD2QvTP/TzrVbH/AAUC8A+O77/g6+0HxPY+CtWm01fjd8M5&#10;G1CLTZWgCJaaFvbzAu3C7Tk5wMHPSvvD/g5p/wCCWnxl/b5+AHhP40fs2aD/AG54y+FUmoPceFbZ&#10;FF3rel3SwmYW3GZriF7ZHS3yDIkk4TdL5cUnpYTO8vyfPuG6uJmowlhIwcm0lFyhG1+2qSd7Wvdu&#10;yIlRqVsPiFFa89/XU/TqvwL8KTw3f/B5ZK9pKsqr4mvVLRtuAZfBkoYcdwQQfQg14X8PP+Dk/wD4&#10;K0fsVfCrT/2OfGnwz8Gx6t4F0lNCjuviF4J1CDxBYRRxhLdJ4xdQRmSKLy1VpYCzhFaXzWZmb6R/&#10;4N6f+CXH7bXi39v3VP8Agql+3R4B8ReE5IZNY1XST4gs49Lv/EXiDVRPDc3D2BhDRWqw3N3ITttw&#10;ZZbYw+ZGsqr85lvB+K8P8szTG5pXpqFXD1KNLlld1HO3K4rtonbVpO70TZ0VMZHH1KUKUXdSTem1&#10;jxT/AIPBv+Ul3gf/ALIXpn/p51quk/4LFfAP4l/8ET/+CvfhH/gp5+zR4Q2+CfFviJ9bjtIbfFrD&#10;qUiPHrWjvJKZ/KF5DLcTJJsTy1vJVt0H2PcKX/B3P4B8d+Kv+CkXgnUPDHgrVtSt0+CGmxvPYabL&#10;MiuNY1klSUUjOCDjrgj1r9r/APgpn+wj4I/4KO/sa+LP2XvF0tvZ32pW63nhPXZbWOR9H1iA77W5&#10;UvG5RS26GUxhZGt57iNWXzNw9H/Wahw/kXDyxFpYerSrUq8d06c3TTbS6x37tXS3Zn9WliK+I5dJ&#10;JxcX5q5+B3/BHf4w+Gf2hv8Ag5n0z4/eC7G+tdH8c/Ejx/4g0m21SJEuobW90vWrmJJljd1WQJIo&#10;YK7KGBwzDk/021/L7/wQH/Z5+N/wN/4LsfDfwR8VvhfrGj6h4X1jxVpeu+dal4ba6h0LVYJE8+Pd&#10;E4EilQ6OyNwVJBBP9QVfLeNn1WPEmFhh5KUI4amk076KdS2q30sdOS831eTkteZ/kgooor8dPXCi&#10;iigAr8P/APg898O6nc+Gv2d/FkUa/Y7G+8U2lw3ORLOmlPGPxFvJ+VfuBX5Qf8HhFpav/wAE3fAd&#10;+8CmaP436fHHJj5lVtH1gsPoSi/98ivvvC/EPDce4GaV7ylH/wAChKP6nDmcebAzXl+TR/OFX3N/&#10;wbYMF/4LVfBcscf8jEP/AC3NTr4Zr60/4IUeIrzwv/wVz+BOp2Vy0TyeNBaMyjqlxbTQOvQ9VkI/&#10;Ht1r+wuLacq3CuPgutCqvvpyPkcK7Yqm/wC8vzP66K/lP/4OV7K8tf8AgtN8Yp7m0kjjuY/Dslu8&#10;kZUSoPD2mpuUn7w3Ky5HGVI6g1/VhX80n/B274Z0/Qf+CpOlarZQ7ZNb+Euk3t224nfIt5qFuD7f&#10;JAg49M9Sa/mPwNrqjxnOFvjozX/k0Jf+2n0mdx5sGn2a/VH5fV+53/Bl1/zcn/3J3/ucr8Ma/bz/&#10;AIMxNbeDxh+0J4dA+W603wzcn5e8Umpr1/7bH/Ir918W1zeHuNt/07/9O0zxMp/5GEPn+TP3grhf&#10;2lP2lPgp+yD8FNa/aJ/aJ8af8I74N8O/Zv7Y1j+zbm7+z+fcxW0X7q2jklfdNNGvyocbsnABI7qv&#10;hj/g5Q/5QqfGj/uXP/Uj0uv48yDAUc1z7CYKq2o1atODatdKUlF2umr2el01foz63EVJUqEprdJv&#10;7kH/ABEof8EVP+j0P/Mc+I//AJXV9Q/s6fte/suftc6BN4k/Zk/aA8J+OLezt7ebUo/DmuQ3M+nr&#10;OHMIuoFbzbVn8uTCTKjExuMZU4+bf+Cc/wDwTn/4J7+OP+Ce/wACPGnjT9hH4NaxrGsfBrwve6tq&#10;2qfC/Sbi6vbqXSbaSWeaWS3LSSO7MzOxLMxJJJNfHf7cH7Mvwl/4JKf8Fof2R/jV+wb4cXwLD8df&#10;HF34W+IHhHTrqcaRd2txqWnQzsluJAsaldUDJbri2hksLR44VMZz9l/YPCOa46tluWuvDEQVRxdR&#10;05wk6cZSafLGDjdRdn72tro5Pb4unTVSpyuLte101fTre+5+zleM/Dz/AIKFfsbfFj9q7xN+xF8O&#10;Pjnp+r/E7wfZS3XiLw3aWN0VtUiaBZVF0YhbSSxtcRq8UcrSI3mKygxSBO++N/xc8LfAD4LeL/jx&#10;45iu5NE8E+F9Q1/WI9PhEk7WtnbSXEojVmUM+yNtoLAE4BI61/N/+zHp3xV/ZHk/Zx/4ODfjLr+l&#10;3I+J37SXiaL4la8yGURaZqBa0nmFhbxoUuD5XieYCEOgxaYXny64eEeEsPxFg8VVrTcZRXJRSt79&#10;ZxnOMHdO6cabTSs7yja+qLxeKlh5xSV+r8ldK/4n9F37Sn7SvwU/ZB+CmtftEftE+NP+Ed8HeHvs&#10;39sax/Ztzd/Z/PuYraL91bRyStummjX5UON2TgAkbfwp+KPgT43fDHw78ZPhdr66r4b8VaLa6voO&#10;pLBJELqzuIllhk2SqroSjKSjqrqeGAIID/ib8N/Bfxj+G3iH4Q/EnRBqXh3xVod3o+v6a08kQurK&#10;5haGeLfGyum6N2XcjKwzkEHBr8zP+CJnjj4g/wDBPL9r34lf8ELf2ifEjXFpoMk3iv8AZ/16/h+z&#10;rreizu01xbwtK6ee/wA/2jyreJ1SaDV90pWBcePl+UYXMsjxNajJ/WKDU3HTllR0UnFWvzQk05Xd&#10;nCV0lyu+1StKnWjF/DLS/n/k+nn6n6Q/Hn49fCH9mH4Q678evj146s/DXhHw1Zi51rWr5XZIELrG&#10;oCxqzyO8jpGkaKzu7qiqzMAZPgd8a/h3+0b8JdB+OXwj1K+vvDHiewW+0K/1DQ7zTZLu1YnZOILy&#10;KKZY3A3xuyASRskiFkdWP5jf8FVrvXv+Cs3/AAVL+Hf/AARl8AeIbq3+Hvw9t08c/tCXljMsbOgW&#10;IwWYEkaOWWG5t0V4JZk8zWkeSLdYsV+hf+C/urX3wO/4ImfF+x+Dpj8M29n4e0bQbO10W3S3httM&#10;uNWsLCazjjQBUha0mkg2KAAjkDHFelHhehy5bhJzaxWMlF205adKclGm5K13KbvPSStDl0vK6z+t&#10;S/eTS92Cfq2tX8lt6mt8Tf8Ag4H/AOCO3wk8Z3XgPxV+3DoF1fWaxtNP4Z0XU9bsm3orjZeadaz2&#10;8pwwBCSMVbKthlIH0v8AAj9oT4IftP8Aw2sfi/8As9/FPRPGHhvUFH2fVtDvlmjVyiuYZAPmhmUO&#10;u+GQLIhOHVTxXyF/wS7/AOCW3/BN9/8Agnf8FvFGs/sR/C/xFqnib4Y6Fruua14q8F2mr3l3f3mn&#10;QXFxIZ72OWRVaV2IjDCOMHaiqBis3/gmZ/wSI+K//BMv9vr4xeMPg18QNFh/Zt8faPDJ4d8CzatP&#10;eaxY6rG9u8TSNLaALBD5uqQx4uXd4pLfzvNkTem2ZZbwZ7HE0sFVqwr0Nva8jjVtLlko8iThL7UU&#10;3JNJptbk06mM5ouaTjLte69b7/gfoBRRRXwp3BRRRQAUUUUAFFFFABRRRQAV+Uv/AAeDH/jWl4HH&#10;/VdNM/8ATNrNfq1X4rf8HmPxI1XS/g98CfhDDPILHXPEut6xcRrjY0tjb2kMZPfIXUZcY4wzZ7V9&#10;54Y0Z4jjzAxj0k38oxlJ/gmcOZS5cDNvt+p+BlfVX/BD3SL3W/8AgrT8B7KwgkkkTx5BcMsabiEi&#10;jklc/QKjEnsAT2r5Vr7k/wCDbaCG5/4LUfBeOeMMofxCwB/vL4d1NgfwIBr+xOLKnseFsfUXSjVf&#10;3Qkz5HCq+Kpr+8vzP6uK/mz/AODvXUUvf+CnPhW2STcbP4LaXCw4+UnVNVkx+Tg8+v0r+kyv5XP+&#10;DmzxVq3iH/gsv8T9I1FkMOhab4fsbDauCIm0WyuTnnk+ZcSenGPTJ/mHwOoOtxpKa+xSnL8YR/8A&#10;bj6XOpcuDt3a/U+Bq/bb/gzH0u5m+IP7QGtIB5Nvo/h2CT/ekl1Bl/SJq/Emv3O/4Muv+bk/+5O/&#10;9zlfvHi3Ll8Pcb/3D/8ATtM8LKf+RhD5/kz9zq+GP+DlD/lCp8aP+5c/9SPS6+56+GP+DlD/AJQq&#10;fGj/ALlz/wBSPS6/kng3/kr8u/6/0f8A05E+sxn+6VP8L/Jny5+xd+1b/wAHHfh39jf4T+HvgZ/w&#10;S/8Ahnr/AILsfhnoNv4O17UPHVhFPqWlpp0C2lzJG2sRsjyQiN2UohBYgqp4HTfs1/8ABOL/AIKp&#10;ft3/APBQrwP/AMFA/wDgsVa+F/COh/Ca+8/wH8IfDetNNFDfwJDLb3kK2l3PHDG11suZJZbmWeaS&#10;xSCSL7N5QT7w/wCCX/8AyjR/Z3/7IX4S/wDTNaV7pXv5pxlWweOxdPBYOhRnJ1IOpCM/aWbalZyq&#10;SUXJXTcYp6uzRz0sHGVODnOTWjs2rfgkfmb/AMHVn7V0XwI/4Jqt8ENF1e3i174veJbbR1t11Bob&#10;pdLtmF5eXEQX/WJvitbWRT8uy/wc5APj/wDwUL/ay/4Iz/Fb/gi/qX7Afwt/bZ8J6tqngH4e6cnw&#10;9urrw7LPe3OpaNDG0Pl5hjWG5vFhktXmUrtF9KSGUsjdl+0p4J8Nf8FOf+DkHwx+zH8R/DMHiD4Z&#10;fsy/DOTW/FnhXxRpiSafqOrX0cMq+Vs3ecrfbdGZorghHGm3CeWyk+b92f8ADr//AIJo/wDSO/4F&#10;/wDhpNG/+Rq9ejmGS8M5TldDEqr7aL+tP2bglzTa9mpc6bbVOEXZWVpve5k6dbE1aso2s/d1v032&#10;82/uOG/4Ij/tXj9sf/gmF8J/inqes/bNe03w+vhzxW1xr39o3h1HTT9jee7kOHWe5SKK8KSfOFvE&#10;JZwRI3z5/wAHIPwP1r4cfCXwX/wVw+BHiGHw78UP2dfEVjLHqEcYj/tnSby+gtjY3DRoJp41nnXE&#10;TSrF5F3qCFWM/HK/8EL4h+xH/wAFKP2tv+CSX2lYdA0bxFH49+Guh6eDcWum6XciAOsl3MBcST/Y&#10;73QoikhkUNbTFWyWeX3P/g5Q/wCUKnxo/wC5c/8AUj0uuelh4ZV4oUI4X+DiKtNxVtJUcTytxae6&#10;5JuD31T1drlOTq5ZLm3inf8AxR6/ermX/wAG837HPiD4G/sg3n7XXxi15da+KH7St9F498Za0rn9&#10;5a3QkubGIqrCLdtu57l2SNCJL54zuWGM19q/GT4O/DP9oP4VeIPgj8ZPCNvr3hbxRpc2na5pN0zq&#10;txbyLhgGQq8bD7yyIyujBWRlZQR5j/wS/wD+UaP7O/8A2Qvwl/6ZrSuZ/wCCu/7O/wC0/wDtKfsN&#10;eJvCP7F3xX8TeEfijpNxb6x4QufC/jS50KTUJYGImsJbiBl3LNbvOqRyMkRuPs7SOioXX5jMsRWz&#10;bjKpKvWVJyq8vPsqaUuWL0taMEklb4YryOmnGNLBrljfTbv1fzZ8P2//AARf/wCCzP8AwT006+0b&#10;/gk3/wAFPI9Q8E7b6ax+HvxJs486dCJnuILSzW4gvLNp5WkkEtwiWCvIQzAK58v6D/4JN/8ABXD4&#10;1/tafHTx7+wl+3T+z1a/DL48fDeza+1fStLM32HU7QTqjSwpI0vkhEuLIqwuJ0uUuBPE3lnC+afs&#10;V/8ABzL+xcfgVpngf/gop468Q/DH4y+EY10L4gaV4g8E6hM19qlqPJuLtV0+zK25kkRmktpI4Wgl&#10;MkQVljWR/PP2CPH1x/wWM/4LtTf8FQfhf8M/EWg/B34J+AZPDPhfxJqWmxWza5q0tvPEbedfNfdJ&#10;5eq3037osY4oLLzhE06q33mYYHPMdgcf/rLg4xdGEpRxKpqnKVRNKC54qMayqfDs2k+a91rw06lG&#10;nUh9Wne7s43vZddN1bf8D9haKKK/GD2AooooAKKKKACiiigAooooAK/AP/g8r+MOi638evgj8AYN&#10;OnXUfDPhHVvEF1eMR5ckOp3UNtEi99ytpMxbtiRcd6/fyv5Uf+Dkn9o1/wBof/grf8Q7bT/F9vrG&#10;i+ALex8IaG1vaiP7ILSEPe2zHarSNHqU+oKWbJz8oJRVx+ueCeXyxnG0a9tKMJyv5tci+b53o+zf&#10;Q8nOqnLgnHu0v1/Q+Ea/S7/g0/8AhHoXxI/4Kux+MtXuJUuPh/8ADfWdf0tYzxJPI1vpZVvbytSm&#10;P1Ar80a/d7/gzX/Z8mtvCvxq/ar1nwpp7x32oab4T8Oa42xrqJoI5LzUbYfxRxP9o0tz/C7RL1Mf&#10;H9D+J2YRy7gXGzvZyjyLu+dqLX3Nt+SZ8/ltP2mOguzv92p+31fyI/8ABcr4yj47f8Fbfjx43XRf&#10;sH2HxzL4d8jzN27+yIotJ83P/TT7F5mO2/Hav60fih8SvBXwY+GfiL4w/ErWv7N8OeE9Cu9Z8Qaj&#10;9nkm+y2VrC888vlxK0j7Y0ZtqKzHGACSBX8TfxL+IvjH4v8AxH8QfFr4h6w2oeIPFGt3Wr65qDRq&#10;huby5maaaUqoCgtI7NgAAZ4AFfj3gDl8p5ljcc1pGEYJ6/alzNLo7civ1V13PXz6p+7hDu2/u/4c&#10;xK/og/4M5/hl4Y0r9ij4pfGW0t2Gta98UhouoS8Ya1sNNtZ7cfUPqVz/AN9Cv536/rU/4N//AID6&#10;h+z5/wAEi/gz4c1yy0uPUvEGgy+KLy40vJFzHqlzLfWryMVUtMtnPaxvkHaYtoLKoJ+78cMwjheD&#10;Vh761akVbyjebfmk4r5tM4slp82M5uyf+R9kVzXxf8c/B74bfDrUfGvx98YeGtA8JWXk/wBrat4w&#10;1C3tdOg3zJHF50tyyxLulaNV3EZdlA5Irpa+GP8Ag5Q/5QqfGj/uXP8A1I9Lr+V8iwEc0zvC4KUn&#10;FVakINrdc0lG681e59PXqeyoyn2Tf3I+n/gh+1h+yJ8er6bwb+zd+0r8N/Gl1pNistxpPgfxlYaj&#10;JZ2wIRXaK1lcxxglVBIC5IHpWT44/wCCgv7BPwx8W3/gD4lftu/CHw9r2lXBg1TRdc+JWl2l3Zyg&#10;cxywyzq8bcj5WANfDf8AwUt/Zp/Ze/ZJ/bM/Yr8c/sb/AAS8IfDv4k6t+0JZaTNa/DzwvaafNqfh&#10;m4TydZaaC2iUTRRwSIrTMpMKXEhDKGJr55+GfwI+OXxq/wCCr/7aTfBr9hr9nv4zDTfiBpI1Fvjt&#10;ZJMdI8yK88sWW6CXAl2P5v3c+TF17fZYLhLJcbh3jvbTjR9k5pS5IyuqypNOTfJyu909G3eNrq74&#10;54qtCShZXvbS7W1/X+rn7daRoHhvSri41TQtEsbaXUHEt3cWdsiNctkne7KPnOWY5OfvH1rB+IPx&#10;4+B3wl8TeG/BfxU+M3hTwzrHjG++xeEdJ8QeIrayutcut8UfkWcUzq1zJvnhXZGGbdNGMZZc9RZL&#10;JHZwpLCkbLGoaOP7qnHQe1flT/wcC/8AKS7/AIJyf9l0k/8ATz4Zr5jhvKaefZzHB1JuKcakrrV+&#10;5TnNb9+VL0OrEVXQouaXVfi0v1P1Obw/oL6yviN9EszqCxeUt+bZfOEf90Pjdjk8ZxzUmq6RpOvW&#10;Emla5pdveWsuPNtrqFZI3wQRlWBBwQD9RVivAv8AgqR+1refsM/8E/fil+1Fo8E76r4b8NmLw+0F&#10;rHP5WqXc0djYyyRyMqtEl1cwPIMk+Wr4VjhT5WBwuIzDHUsNR1nOUYx9ZNJfizWco04OUtlqzsPi&#10;p+1/+xt+zVrlp8Ovjd+1F8MvAGpNpsdzY6F4q8badpU5syzRpJHDPKjeVujdAwG3MbAfdIHT/Cj4&#10;0fB348+Ex49+BvxY8M+NNCa4e3XWvCevW+o2hmTG+Pzrd3TcuRlc5GRmvy+/4JO/8EBf2Mfi1+yB&#10;4N/a0/by8CXfxW+KHxW00eMNX1vXPGWpTRpFqStcQDEckPnTNbzRSTPOJnFy8pWQqENcd8Vv2evC&#10;H/BBv/gsF+ztqP7Dus61pvwz/ac19fB3jb4TXWrS3FjDJFPY2cd4lxcmaVykuqR3SK+ZUeK5jWdY&#10;Ltoo/uZcL8OYrF1sswGKqTxdNTacqcVSqOmpSnGLU3KN4xbjKSs7WdrpnCsViIxjUqRSi7bPVX2v&#10;pb1sfpr+1X8Df+CfniDSZPjt+3B8Hvg5fWOg2cVpN4y+K3h/SpIdOt3n2xRG7v0Kwo00wVVLAF5c&#10;Abm59N8Car4H13wPo2t/DLUtJvPDd5pNvP4fvNBmiksZ7F4laCS3eImNoWjKlGQlSpUrxivi7/g5&#10;Q/5QqfGj/uXP/Uj0uvc/+CX/APyjR/Z3/wCyF+Ev/TNaV8/Wy+cuE6WYzqyf76dJQbvFJQhO67Nu&#10;Vn6HRGp/tTppdE7/ADa/QP8Ah6D/AME0f+kh/wAC/wDw7Wjf/JNd58F/2nP2bf2kItRm/Z4/aE8D&#10;+PU0dol1ZvBfiyz1QWRl3+WJjbSP5Zfy327sbtjYzg1+Jn/Bt3/wSN/4J6ft8fsO+KvjD+1n+z7/&#10;AMJZ4j034rX2jWWo/wDCWatY+XZR6Zpk6ReXZ3cUZxJcTNuKljvwSQFA9C/4LL/8Eh/gJ/wS9/Z9&#10;0n/gpf8A8EujqXwj8dfCbxTYT30lv4uvbyO9s7ub7Gdkd8bkyzedcQI0LOlvJavdpKku5VP2GN4P&#10;4Rp8QyyGjiq0cTz+zjKdOHsnN/Cm4z50pNqN+XRu9mkccMXi3h1XcVy2vo3e33W/E/ZvxR4o8M+B&#10;/DOo+NPGniKx0fR9HsZr3VtW1S8S3tbK1iQySzzSyELHGiKzM7EKqgkkAV4z/wAPQf8Agmj/ANJD&#10;/gX/AOHa0b/5Jrk/2xPitB8eP+CLnxT+ONr4bvNGj8Zfsv65rsej6l/x8WK3fhya4EEv/TRBJtb3&#10;U18F/wDBEP8A4Ih/8Ev/ANr7/gl/8Mf2if2if2Y/+Ei8ZeIv7a/tjWP+E01u0+0eRrd/bRfura9j&#10;iTbDDGvyoM7cnJJJ8HKshyOOS1swzepVjyVVS5aUYSfM4yld80oqy5WtG+h0Va9b2yp0kndX1uuq&#10;XRPufp98Nf28P2HfjP41svhr8Hv2zPhT4s8R6l5n9neH/DXxE0y+vbry42lk8uCCdpH2xo7ttU4V&#10;GY4AJr1avlL9mv8A4Ih/8Ev/ANkH416L+0T+zt+zH/wjvjLw79p/sfWP+E01u7+z+fbS20v7q5vZ&#10;In3QzSL8yHG7IwQCPq2vnc2jkscSllcqkqdtXVjGMua7vZRlJWtbW97302N6PtuX96lfyv8ArYKK&#10;KK8s1CiiqPibxN4b8FeG9Q8ZeMvEFjpOj6TYzXuq6rqd0lvbWVtEheWaWVyFjjRFZmdiFVQSSAKc&#10;YylKyWoHnf7a/wC1P4O/Yl/ZP8e/tVeOoI7ix8F+HZr6HT5rpoBqN4cR2lkJVjk8pri5eGAPsYKZ&#10;QxBANfxl+P8Ax34v+KXjvWvib8QNdm1TXvEerXOqa5qlzjzLy8uJWlmmbAA3PI7McADJr9LP+Dj/&#10;AP4LLaJ+3t8S7H9lf9mvxVb6j8IfBOoLfXOrw2G0+IddVJojcRyv85tYYpXjjChFkeSaRvNX7Oyf&#10;l7X9heEHB9bhvI5YvFx5a+Is2mrOMF8MWns3dya80nqj5HNsZHEVlCD0j+L6hX9gH/BHb9im5/YD&#10;/wCCd/w7/Z98SaLa2fipdNbV/HPk2dvHKdYvHM88U0kDuly9uHSzE+9t8dnHghQqj8if+Dbr/gh/&#10;43+J/wAVvD//AAUF/az8B6vovg3wvNaa38LtJvGezl8QakrpPa6ky4EhsosLNGflW4cxEGSFZEk/&#10;cr9q39rf9nz9ib4N3/x3/aV+JFj4a8PWLeVFJdSDzr+5KO6WlrF964uHWNysSAsQjMcKrMPz7xk4&#10;qjnmOo8P5b+85JXny+9epa0YK27im+ZK+rS3iz0MnwvsYOvU0utL9u58N/8AB0n+27bfsx/8E7pv&#10;gH4c1i6tvFnxqvjotl9jvJreSHR7doptTm3JGVkR0aCyeFnQumosw3rG6n+Y+von/gqN/wAFEfiX&#10;/wAFOP2t9Y/aO8fWcOn6dDD/AGT4K0KC3VP7J0WKaWS3gdhkzTEzSSyyMTullfYEjEcSeCeF/DHi&#10;Xxv4l07wX4L8O32r6xq99DZaTpOl2b3Fze3MrhIoIYkBaSR3ZVVFBZmIABJr9h8O+Fv9T+GIYevZ&#10;VZtzqPopNLS/aMUk+l02tzx8wxX1vFOUdlov68z0z9hD9k/xX+3L+2D8P/2UfB8kkNx4y8Qx219e&#10;wmLfY6fGrT312qyuiyGC0inmEe4NJ5Wxcsyg/wBmvhrw14d8GeHNP8H+D9AstJ0nSbKKz0vS9NtU&#10;gtrO2iQJHDFGgCxxoiqqooAUAAAAV+cH/Bu9/wAEY7z/AIJ1/C27/aM+P9hNH8YvHmlfZL7S2mUx&#10;eGtJMqSrYjYSJJ5XjilmckhTHFEgXy5Hm/Syv518XOMcPxPnkcPg5c1DDppNbSm2uaS7rRRXezad&#10;pH0OU4OWFouU170vwXQK8V/4KH6T+xprv7HfjDSv+CgktrH8IZf7P/4S5ry+vbeMY1C2NrmSyZZ1&#10;/wBLFtjYRk4DZUsK9qr4Y/4OUP8AlCp8aP8AuXP/AFI9Lr4DhvDPGcRYPDqcoc9WnHmi7SjeaXNF&#10;9JK90+jsd+IlyYecrXsno9tup6b+yj/wRx/4Jp/sSfE5fjR+zR+yzpeg+KorWSCz1y81nUNUns0k&#10;Uo5tzf3E32d2RnjZ4grsjshJVmB8j+Mv/BLP/ghX+1B+3F4o8A/Fn4Sab4g+N+s6OfF3inSIfHmv&#10;w3JtGljg+1PHb3iQQ5Z4h5YCth1bbtYMfqH4eft0/sSfFiXVLX4Wfti/CvxNLoWiTaxrkfh/4hab&#10;eNp+nQ7RNeTiGdvKgjLpvlfCLuXJGRX8/wB4a/a/16L9sC3/AOC8Otfs9/H5p5f2iJbq48cXXw7g&#10;bwbD8MJYP7DFoLmJUU6xDGTZK3mGJnVd0jTZLfdcL5fxbnmMxWJq4yvSrQpqMZc81Oc5XdOm22ny&#10;Plls207NJnDiqmFoxhFQi03fZWS6v1P6VLeCK1gS2gTbHGoVFz0AGBX5T/8ABwL/AMpLv+Ccn/Zd&#10;JP8A08+Ga/VpWDLuU5B5BHevyL/4OSviD4O+E37dv7APxU+ImuR6X4f8M/Fq+1bXdSmRmS0s7fVP&#10;Dc00xCAsQsaMxCgk44BPFeH4cxlU4upRirtwrpJbt+wqm+YaYV+sf/SkfrpXwx/wcof8oVPjR/3L&#10;n/qR6XXQf8RAv/BHf/o+Hw//AOCbU/8A5Fqp+1xrHwD/AOC2v/BKz4zfDj9jD4or41S90+Sz0mbR&#10;QbTz/EGnm21S0sGa+SNUWWZLRHdsKEnJ3qRlcMjy3NMjz/BY7MMPUpUqdak5SnCUYpKcW7tpLZdx&#10;1qlOth5wpyTbT0TXY9e/4Jf/APKNH9nf/shfhL/0zWlfDP8AwcC/8pLv+Ccn/ZdJP/Tz4Zrov+CM&#10;P/BaL9kJv2RvCP7I/wC1v8WND+DvxW+D+hr4R8SeG/iG50KIx6XssoZEnvXEfnGJY0lgd0nWeK4/&#10;crGqM3iv7R37S/gn/gtp/wAFpf2afhr+w1HJr3g/9m/xO/i/xp8SZI5Y7CdFvdPuZYYo3jV9obTo&#10;beObJE0t2SqiKLzpPq8lyXNsp43xWLxdGUKNKOIlKbTUFGVOpGLUtnzOSUbNuV9L6nLWrUqmChCL&#10;u3ypLro1f7up9d/8HKH/AChU+NH/AHLn/qR6XXuf/BL/AP5Ro/s7/wDZC/CX/pmtK8M/4OUP+UKn&#10;xo/7lz/1I9Lr3P8A4Jf/APKNH9nf/shfhL/0zWlfM1f+Tc0f+wup/wCmaR0r/kYv/AvzZ+Nf/Bvn&#10;q3/BZjQv2BPHGs/8E5PC/wAC9a8K2fxH1Ke70n4iSagus32rppWnM0FsYpYrYRvELZUM0kYEjPvd&#10;Uww6j9lbwH+2z/wc46zbeL/20f2ovAfhv4T/AAr8aW7eIvgr4O0u4h1KS9Ty/mngZxLbx3Vs97DH&#10;eyXMpikinWKDPmkfQ3/Bnz/yjR8cf9l01P8A9M2i1g/t723iD/giV/wVq8M/8FNfAzvZ/Ab4/avB&#10;4e+OujWswjtrHVnV2Oo/ZoLdmdtiPqCsqyzyzQ6lGZIhdqD+n5lmsq3GeaYLB0acMam3Qq8i53KK&#10;vKF3dc8435JJJqStf3tPNp0uXB0pzbcPtK+luj9E912P0D/4KeRxw/8ABM39oaGGNVVfgV4tCqq4&#10;AH9jXXAr8wv+CLmp/wDBeS3/AOCaPw1h/Yw8Pfs3z/DVf7Y/4RuXx9Jqw1Zv+JzffaPP+zyCP/j5&#10;8/ZtH+r2Z5zX6cf8FLtT07Wf+CYH7QGsaPfw3dnd/AXxXNa3VtKJI5o20W6ZXRlJDKQQQQcEHIr8&#10;/f8Aghd/wWE/4Js/ss/8EsPhb8CPj9+1To/hvxdoX9t/2tot1pl9JJb+drl/cRZaKBkO6KWN+GPD&#10;c4ORXxfDv17/AFFxCwuEWIl9Zp3i4SqWXsqnvcsdVZ2V/O3U7cRyfXo80uX3Xre3VH1l+ylqf/Be&#10;S4+Pugw/tn+Hv2b4Phq32r/hJJfAMmrHVl/0Wb7P5H2iQx/8fPkb9w/1e/HOK+yq+av2f/8AgsJ/&#10;wTZ/am+Lmk/Aj4A/tU6P4k8Xa79o/snRbXTL6OS48m3kuJcNLAqDbFFI/LDheMnAr6Vr4jPvr31y&#10;P1rCLDy5V7qhKndXfvWlq7u6vtpbodlDk5fdlzed7hRRRXimwVzvxS+EPwm+OXg+b4e/Gv4X+HfG&#10;GgXEsctxofinRINQs5XRtyM0M6OhKsMgkZB5FdFRVU6lSlNTg2mtU1o0+6YPXRnhf/Dr/wD4Jo/9&#10;I7/gX/4aTRv/AJGqbT/+CZ//AATg0m/h1XSv+CfvwRtbq1mWW3uLf4U6OkkUinKurC2yrAgEEcgi&#10;vbqK9B5xm70eIqf+By/zM/Y0f5V9wV598Zf2S/2Vf2i9Ts9b/aD/AGZvh947vNNt2g0+88ZeC7HV&#10;JbWJm3FI2uYnKKTyVUgE816DRXFRr1sPUVSlJxkuqbT+9FyjGSs0eF/8Ov8A/gmj/wBI7/gX/wCG&#10;k0b/AORq6b4UfsTfsZ/AbxYvj74G/sj/AAx8Ga6tu9uuteE/AOnaddiF8b4/Ot4Ufa2Blc4OBmvT&#10;qK6qma5pWpuFSvNp7pyk0/VXIVKnF3UV9wUUUVwGgVhfEr4X/DT4z+Cr34a/GH4d6F4s8Oal5f8A&#10;aPh/xLpEN9ZXXlyLLH5kE6tG+2REddynDIrDBANbtFVCc6c1ODaad01o01s0+4b6M8p8DfsH/sO/&#10;DD+2P+Fa/sZ/Cnw7/wAJFoVxoniD+w/h3plp/aemT7fPsbjyoF863k2LvhfKPtGQcCuu1T4I/BfX&#10;PhQvwG1v4Q+F7zwNHpsOnJ4LuvD9tJpK2cQURW4tGQwiJNibY9u1di4AwK6iiuipjsbWmp1Ksm00&#10;7uTbutne+66MlQhFWSKPhfwv4Z8D+GdO8F+C/Dtjo+j6PYw2Wk6Tpdmlva2VrEgjighijAWONEVV&#10;VFAVVAAAArk/jT+y/wDs0ftI/wBm/wDDRP7O/gXx9/Yvnf2P/wAJp4Rs9U+w+ds83yftMT+Vv8qP&#10;dtxu8tM52jHdUVnTxGIo1va05tS7ptPXfVa6g4xlGzR4X/w6/wD+CaP/AEjv+Bf/AIaTRv8A5Gr0&#10;j4PfAX4Gfs8eG7jwb8APgv4T8DaPdXzXt1pXg/w7a6ZbTXLIiNM0VsiK0hSONS5G4qijOAMdZRW1&#10;bMswxNPkrVpyXZybX3NijTpxd0kvkfP/AO1T/wAErv8Agnj+2vfza7+0r+yZ4T1/WLm8hurzxJa2&#10;z6bq108MBgjWa/sXhupo1iwoieRo8JH8uY0K+pfBb9n/AOBX7N3hKTwF+z58GvC/gfRZrs3dxpfh&#10;PQbfT4JrgxpGZ5EgRRJKUijUyNliEUEnArrqKqrmeZV8LHDVK05U47RcpOK9It2Wy2XQFTpxk5KK&#10;u+ttTC+JXwv+Gnxn8FXvw1+MPw70LxZ4c1Ly/wC0fD/iXSIb6yuvLkWWPzIJ1aN9siI67lOGRWGC&#10;Aav+F/C/hnwP4Z07wX4L8O2Oj6Po9jDZaTpOl2aW9rZWsSCOKCGKMBY40RVVUUBVUAAACr1Fcvta&#10;ns/Z8z5b3tfS+17bXt1Lsr3OT+D3wH+B37PPhmfwX8Afgz4T8DaPdXzXtzpPg/w7baZazXTIkbTt&#10;FbIitIUjjUuRuKxqM4UYv/Er4X/DP4z+Crz4a/GH4d6F4s8O6l5f9oaB4l0iG+srry5Flj8yCdWj&#10;fbIiOu5ThkVhggGt2iqliMRKt7ZzfPe/Nd3v3vvfzJ5Y8traGF/wq/4af8K0/wCFLf8ACu9C/wCE&#10;N/sL+xP+ET/siH+zP7M8nyPsP2Xb5X2fyf3Xk7dmz5cY4ryj/h1//wAE0f8ApHf8C/8Aw0mjf/I1&#10;e6UVtRzDH4e/sqso3d3aTV33dnqwlTpy3SPKfhr+wf8AsO/BjxrZfEr4PfsZ/Cnwn4j03zP7O8Qe&#10;Gvh3plje2vmRtFJ5c8ECyJujd0bawyrspyCRXq1FFZYjFYnFT5683N7Xk23btdhGMY6RVgooorAo&#10;KKKKACiiigAooooAKKKKACiiigAooooAKKKKACiiigAooooAKKKKACiiigAooooAKKKKACiiigAo&#10;oooAKKKKACiiigAooooAKKKKACiiigAoqKyu4tQsob+BJVjmiWRFmheNwCMgMjgMh9VYAg8EA1LR&#10;towCiiigAooooAKKKKACiiigAooooAKKKKACiiigAooooAKKKKACiiigAooooAKKKKACiiigAooo&#10;oAKKKKACiiigAooooAKKKKACiiigAooooAKKKKACiiigAooooAKKKKACiiigAooooAKKKKACiiig&#10;AooooAKKKKACiiigAooooAKKKKACiiigAooooAKKKKACiiigAooooAKKKKAP/9lQSwMECgAAAAAA&#10;AAAhAAL0cYsCMwAAAjMAABUAAABkcnMvbWVkaWEvaW1hZ2UyLmpwZWf/2P/gABBKRklGAAEBAQDc&#10;ANwAAP/bAEMAAgEBAQEBAgEBAQICAgICBAMCAgICBQQEAwQGBQYGBgUGBgYHCQgGBwkHBgYICwgJ&#10;CgoKCgoGCAsMCwoMCQoKCv/bAEMBAgICAgICBQMDBQoHBgcKCgoKCgoKCgoKCgoKCgoKCgoKCgoK&#10;CgoKCgoKCgoKCgoKCgoKCgoKCgoKCgoKCgoKCv/AABEIAK4A4A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D43/4K1/8Faz/AMEtz8Pw&#10;PgB/wnX/AAnX9q/8zV/Zn2L7F9j/AOnWfzN/2v8A2dvl/wAW7j43/wCItU/9GA/+ZU/+9dH/AAdq&#10;9fgB/wBzV/7h6/G+v0/h7h3J8dk9KvXpXk+a75pLaTS0TS2R4uMxmIpYiUYystOi7I/ZD/iLVP8A&#10;0YD/AOZU/wDvXX6Bf8Ey/wBuD4l/8FBvgNJ+0Z4q/Z1tfh94evtQktvCqjxidVn1VYXeK4nKi0gW&#10;CNZlMS/MzO0cuVRVRpP50/h/+wX+0T8TtP8ACknhLTvDy6l40uHi8P6Hrni6w0i6uj/ovkqh1CaC&#10;KWacXkLxWscj3RikhnaFILq0luP6RP8AgmMfiZB/wT7+EOifGD4U6h4J8RaL4FsNJvvDuquTcwpZ&#10;xC2hllUorRPNDFFOYWUPCZjE2WRjXlcUZbkeX4OP1SC53KzfPJtLXo5Pdq17WXq0bYGtia1R+0bt&#10;bsvzsd5+0t8VfF/wQ+BniL4q+Avhhd+NNY0WzWax8K2C3Zn1NzIi+TH9ktbqUOQxwfKKAgGRoow8&#10;qfmd/wARR7/9GND/AMOZ/wDe2v1Y8Y6FZ+KfDN54W1Xw3pusWGqRfY9U0vVwGtrmzlOy4SRSjiQG&#10;Jn/dsu1/uMVDFh/Kp498Kf8ACB+Oda8Df8JLpOtf2Lq1zY/2xoF59psb7yZWj8+2lwPNhfbuR8Dc&#10;rKcDNfi3FGY5llsqUsPPlUrpq0Xqrd0+/wCB/X30b+AuAeP8NmOHz3B+2q0XTlGXtKsPcmpJq1Oc&#10;Vo4X1V/e3aWn6p/8RR7/APRjQ/8ADmf/AHtr7j/4Jn/t7H/gon8CdW+NZ+FP/CH/ANl+Lp9E/s3+&#10;3P7Q83y7W1n87zPIh25+07du042Zyc4H82dfuJ/wbQf8mJ+Lf+yt3/8A6a9Lri4dzrMsfmPsq9S8&#10;bN2tFduyR9p4+eEPh3wXwBLMsmwXsqyq0483tK0tJXurTqSjrbe1+x+iFFFFfeH8QhRRRQAUUUUA&#10;FFFFABRRRQAUUUUAFFFFABRRRQAUUUUAFFFFAH43/wDB2r1+AH/c1f8AuHr8bzyMGv7IKK+1ynjD&#10;+y8vhhfYc3LfXmte7b25X37nm4jL/b1nU5rX8vK3c/mL+BX7TniLw38JbX9g/wAG/H/xFP4F+JUI&#10;fxn4P8G/A/TNekm1q6itYobey/tG4iu7q5byoVeVDB5F1D/ogmUQzN+8X/BLrwd8YfBv7Muj2Hj7&#10;4N6b8MvD5060Xwh8Nbe12XWjwrEFlnn5L27Xcg+1tZ3El5dwTTz+ffTtKIbX6Sorys2zyOZU+SFJ&#10;Qu7vVNt99Ix16Xabt11d+jD4V0Xdyv8A16s/O3/grR/wVS/ba/YR+NFroHwm/Z10mXwHLpNqq+Mv&#10;GHhy8ntb3U5TO7Q29za3qRjbFGB5MqpNuilbaYjG7fh6PSv6ate/b7/Z20z9sTT/ANgzw9q2qeJP&#10;idcaV/amsaH4a0trqPw9Y4VhcalcZENkpR0YI7iRhLBhCbi3EvtVfmuacOV80r888Q7K9k43tfdL&#10;Vdkf1B4b/SAyfw5yVYTC5DB1ZRiqlWNdwdXkvyylF0qmq5pbStq7JLQ/kryPWv3E/wCDaD/kxPxb&#10;/wBlbv8A/wBNel1+iFFVlHDf9lYz2/tebRq3Lbfz5mT4pfSG/wCIlcKvJv7M9hecZ8/tvafDfTl9&#10;lDe+/Np2CiiivqD+awooooAKKKKACiiigAooooAKKKKACiiigAooooAKKKKACiiigD85f+C5X7Xf&#10;7aPwH/aU/ZR/Z5/ZC/aK/wCFcf8AC6vHF94d8Q6x/wAIjp2sbN95o1tBP5V7E+fJ+2zNsR49+cM3&#10;Clef/Z5/bD/4KKfsof8ABZzQf+CX/wC2V+0hoHx08P8AxM8EtrXhfxda+E7Pw/faE0FpqFwxktrO&#10;LYS72FxE0LPLlDazpLEfNt387/4Ob/hB4a/aD/a4/Yc+AfjO+vrXR/HHxG1Tw/q1zpciJcxW15f+&#10;HbeV4mdHVZAkjFSyMoYDKsOD9jfsH/8ABEH/AIJ6/wDBPHxLpvxL+CvwuvtW8daZY3dpD4+8Yaw9&#10;9qPl3DkuVjUR2lvIIz5Algt4pDDuRmbzZS66gfBdp+2P/wAFfv2hPiR+3V4k+Ef/AAUWt/BOh/st&#10;eJNbuNB8K3Pwp0G+TUtPgudZaO1+1y24eAxwaXsEkgmLmQFiMFj9P/sWf8FKf2jP2nP+CC/jz9tL&#10;xVa32i/E7wX8OfFqx+KpvDUNtZ6vqOmWE8tvq1nE++G4jJESynYsP2uC7jWJY0CV+avhL/gkpp3/&#10;AAVA/am/4KGaz4Z8Sa1a/EX4a/FbVLr4c6XYz2q2Wr3lzq+tu9ndCcLjzRZJDHKJolhebzJPMVdl&#10;fb/7FX7Vnwo+Pn/Bul8Zfgz4P+GsPgXxR8F/gV4n8H+O/BT+RHcRX8OhXJfUmgQLJGLyXz5XaaNH&#10;N0t4hMpiaZ0B0H/BJKD/AIK3/tvfs6/C39uP4i/8FaPJ8P69rc11r3w3/wCFD6C32yzsdXntZrP+&#10;0IvKeP7RHat+9SINF53AYoCXf8FFv2nf+Cguqf8ABa74R/8ABOP9lD9sf/hU/h34gfCt9YvNQ/4V&#10;7pOveRewnXJnl8u8j8xt8enQxbRMir98AnIb43/4IiN/wb6R+APgXJ8fnx+1GvjiI2X/ACNf/Ia/&#10;t2T+x/8Aj2/4l3+r+xdf3f8Az15317l/wVD/AGbvgv8Atdf8HMH7Pn7PP7Q3g3/hIPB/iD4HT/2x&#10;pH9o3Np9o8geJ7mL97bSRyrtmhjb5XGduDkEgnQD3L9uXWf+CnX/AATZ/wCCY3xw/aG8cf8ABSn/&#10;AIWf4wsf+EZ/4QbV/wDhTmi6L/wju/WoLa9/dRieK7+0Q3Sr+9Q+V5WU5Ykbn7CfwU/4K2/GX4a/&#10;Bv8Aat+JH/BYr+0vDvirQ/D3izX/AIf/APDPegw/arK5ht7yfS/t0TrIm6N2g+0IisM7woIArhv+&#10;Cwv7Ev7Mf7Bn/BBP46fCD9lH4af8Ir4d1LXNC1i80/8Atq9vvMvZNc0aF5fMvJpZBmO3hXaGCjZk&#10;AEknw7/gkH8R/wDg3C+FWv8AwC8UeAtb+w/tLXWh6No8832fxfLu8T6jYJp95FiRW08eZNczx7gP&#10;IXfuQqoVgdQPbP8Agrh/w9+/Yl+AXxU/bj+HH/BVe3/4RfQ9chudA+HK/BHQ91lY32rwWkFp9vlS&#10;R5PIjul/eOhaTyucFsj1P/gmd8Nv+CpnxC8O/CP9rv8AaK/4Kg2/jTwT4u8EWXiLV/hmvwZ0fTmk&#10;GoaV5sMH9oWwWQeRNPE+5UXzPJ2kAOQJ/wDg5D/5Qu/Gb/uXf/Uj0yvcf+CY3/KNj9nr/sh3hP8A&#10;9M9rR1A9xoooqgCiiigAooooAKKKKACiiigAooooAKKKKACiiigAooooA8c/am8T/wDBP3wT4l8F&#10;+M/22PEPwc0jWNIvpr34d6t8U7vSre5srmJ7d5p9OlvyGjkR1tWZ4SGVhCSQQldX8Gf2nf2bP2jv&#10;7S/4Z6/aF8D+PP7H8n+1/wDhDPFlnqn2Hzd/led9mkfyt/lybd2N3ltjO04/Mj/g5I+G/gv4yftu&#10;/sF/CD4kaL/aXh3xV8Vb/R9e0/7RJD9qsrnUvDkM8XmRMsibo3ZdyMrDOQQQDVf/AIKmf8EFfgB+&#10;y9+zLq37aP8AwS5m8R/Bz4jfCPS77X7i50DxtqbHVNLS3P25BcXN081rNHbCZ0aFwJFMsLxv5yPC&#10;gP0i18/sQ/sSf258ZfFP/CqvhF/wnWuJ/wAJJ4r1D+zdA/4SHUj9onX7Tcv5X2u4O66kG9mc7pmH&#10;VzXDfBD/AIdHfGz4leL/APhm7/hnHxd4w8XaHqH/AAn3/CD/ANgX+pa1pt1NH9u/tD7LulubeaaS&#10;LzvO3JI7pvySK/MX/guX+1437eH/AAb5/s/ftWXWjHT7/wAVfFLTxrlqtr5MSala6drtnemFPNlI&#10;tzdW8zRbnL+UYy+G3KPZv+CE3xw/4Ig/Er9rnxFoP/BNX9jv4jfD3x1D8OLy41bWvGGqTTW02ki/&#10;09ZbdVfWLwCQztauD5anbG3zjO1i4H3dP+wz/wAE0PgbH/wui5/Y8+Bfg9fCbLq//CWSfD7RtPGj&#10;G3Pmi8+1GBPs5iKCQS7l2Fd2RjNdd4N8Mfsj/tB+JfD/AO2J8PfD3w58caxa2M1l4V+KejWlhqVz&#10;FbK9xDLBaalGHZYw8l1GyRybQ0kykZZweB/4Kzf8ow/2gP8AskOv/wDpBLXkP/Bt5/yhd+DP/cxf&#10;+pHqdMD6q/aRP7NY+C2tf8Nff8IP/wAK7/0f/hIf+FkfY/7F/wCPmLyPtH239x/x8eTs3/8ALTy9&#10;vzba83+B/wCx5/wSy8X2GhfHv9m39ln9n/VLWG+F74Z8aeB/A+hzRpdW05Amtby1hIEkU8RG9H3J&#10;JGeQy8fHv/Bx38QviB8dbv4I/wDBI74G6kv/AAkHx48bQz+K2sJftVxpmi2k8Wya5sY0aX7IZme8&#10;NwGjCLokw+ZRIY8H/gg7Y3f7BX/BQn9p7/gjrqWuXmo6T4f1OHxx8P5dsEqR2Esdqjm6uNkUjXcl&#10;peaKGRYzEHtrkqU4MqA/UT4kfDH4a/GTwXefDf4v/DzQ/FXh3UvL/tDQfEmkw31ldeXIssfmQTK0&#10;b7ZER13A4ZFYYIBrzj4Ifti/8E/PFt/oXwE/Zu/am+Dmp3UNiLLwz4L8D+ONKmkS2toCRBa2drMS&#10;I4oIidka7UjjPAVePY6/ky/Z2vv+CRdp/wAEwfiVb/tN6J4ku/2kLrxPeRfDObwzJfrLaWn2Kze0&#10;lm3sNONr9rS5jmDB7rypH8sBvKdBsD+rH4k/E/4a/BrwXefEj4v/ABC0Pwr4d03y/wC0Ne8SatDY&#10;2Vr5kixR+ZPMyxpukdEXcRlnVRkkCvjn4Mf8FVbr46ft+al8L9O+OX7OXhn4M2Hk6X4XkvPi1o2s&#10;+LPiDrE0jwxHTodO1Z47G3Mhj2x3EUlxIBGBGHuHWz+ef25tP/ap0z/g1Lvrb9tXWdSvviS3hvw7&#10;Lrs2uIy6gkL+KbF7KK8Dokn2uOza2jmMoMplSQyM8m52+ef+CMXif/ggb8b/AI8fAb4JeFP2IviN&#10;b/H6ysbDUZfG+oa5dppJ8R6Tp51G4vQqa0w8tp7OV40+yhCWRWjRSQoB+4vxd+OfwT/Z+8MxeNfj&#10;z8YfC3gnRp71bOHVvF3iC2021kuGV3WFZbh0UyFY3YKDkhGOMA1Q+DP7Tv7Nf7Rv9pD9nr9oXwP4&#10;8/sfyf7X/wCEM8WWeqfYfN3+V532aR/L3+XJt3Y3eW2M7Tj8m/gb+zrp/wDwXT/4K1/tFX//AAUB&#10;8V32ufD39mnxVc+EvA3wt0e4uLDT5I5r3ULVLiSWGZZlkxpvnTMjLJPM8IMiW9uls3iH7D/7T3/B&#10;CjQ/+Cnvwh8efsT/AAz/AGlvhre6vfQeFF8G219ANJ1fUr++gis7i+uW1qa7+yozkz2oLxTGK2bY&#10;BFNHdFwP3h1b47fBDQPizpfwD134yeFbLx1rli17ovgu78RW0erX9solLTw2bOJpYwLecl1QqBDJ&#10;z8jYd8XPjj8Ff2f/AAxH42+PHxg8L+CdFmvFtIdX8XeILbTbWS4ZWZYRLcOiGQqjsFByQjEDANfm&#10;n+1l/wArZP7MP/ZD9Q/9JfFlecfA/wDZ2sf+C6X/AAVs/aJvf+CgPi2+1z4e/sz+Krrwl4G+Fujz&#10;z6fp8kc17qNqlxJNDMsyyY03zpmRhJPM8IMiW9slswB+sfwZ/ad/Zr/aO/tIfs8/tC+B/Hn9jeT/&#10;AGx/whniyz1T7D52/wArzvs0j+Vv8qTbuxu8t8Z2nDfHX7T/AOzT8L/iRpPwc+Jn7Q/gXw74u18W&#10;50Hwrrvi2ztNS1Lz5mgh8i2llWWbzJkaNNinc6soyQRX43/8Fnf+Cffwb/4InT/Cf/gpR/wTYvNW&#10;8AalpXj+x0HWPBJ1/UbrT9bBS51BWmmku/tPkyCya3uLXzDFPFImBCUkM2B/wW7/AGcz/wAFSf8A&#10;gsv8C/gt8HPHMOjn4lfs0x6r4V1jXNLuIYyYx4i1O1S4hdVnt1l8lI3JQyQiRmMTsnlsXA/c34kf&#10;E/4a/BvwXefEj4v/ABC0Pwr4d03y/wC0Ne8SatDY2Vr5kixR+ZPMyxpukdEXcRlnVRkkCr3hjxP4&#10;a8beGtP8Z+DPENjq+j6vYw3uk6tpd2lxbXttKgeKeKVCVkjdGVldSVZSCCQa/Dj4lf8ABRPxr+2j&#10;/wAG4Hx4+CX7QumXmmfGD4IXnhXwx44sdX+2nUL2GPXtNit9QvPta71u5Ht7mG4jMkkgntZJXEQn&#10;jjX9ZP8AgmN/yjY/Z6/7Id4T/wDTPa0XA9xooopgFFFFABRRRQAUUUUAfm//AMF2v2Qf24fj7+0J&#10;+yx+0D+xZ+z/AA/EC6+C/jLUPEOsabceJ9P0yPzEu9GubaJmu7iIsspspVJjDFQvOMrny39p34R/&#10;8HC3/BV/w/cfsdfH39mz4ZfAL4ReIdS0+68UeIl1601q/a1tp4pjbj7PfTtM3nItwiJDbbmt0je5&#10;RGfzPtb/AIKGf8FVPgh/wTe8S/DnwZ8U/hP8RvGGsfFO+vLLwlpPw50G21C5nubd7RPI8qa6hZpJ&#10;HvYVjSMOztuGAdu7n/2M/wDgtN+yp+2T+0XrH7I8Xgf4ifC/4maTaLcQ+Cfi94bi0fUNRURmWVLe&#10;NbiUmWOHbM0T7JDE/mIrpHK0aA8D/wCC0P8AwSe+KnxB/wCCU/wn/YR/4J5fCD/hIv8AhXfjfS5Y&#10;9Pk1TTNNmlsoNL1KGa+nkla2gkuJbi4WWZkAaSW4kk28sR9VfshftLf8FBfjJ8Sr7wx+1f8A8EzP&#10;+FMeHbfQ5Lqz8Uf8Lm0nxF9qvVmhRLP7NZxrIm6N5pPNJ2jyNpGXFec/tv8A/Bez9hP9gD9qLT/2&#10;Uvjm3iy61i4sbG71rWfDOn2l9Y+H47qVlVb4C6FzHIkSrctEkEjmCaJkVzIq16N/wUD/AOCnvwD/&#10;AOCaZ8C6t+0h4L8dP4c8ca3Jpn/CYeG/Dq3umaDKnlHN+/mrJHujeSVI4kmlkS1uCkbGPaQDq/8A&#10;gob8K/Hvxz/YS+MHwa+Fmg/2p4k8U/DnWNL0HTftUUH2q7ntJI4o/MmZI03MwG52VRnkgc18G/8A&#10;BJ20/wCC3n7E3we+FP7Evjb/AIJkaCvgTQvETW3iHx1P8VNHe6s9OvdXlurq6+zQ3jmRoY7qQhED&#10;M/lAAEnFfdf7Xf8AwUB/Zm/Yv/ZUk/bH+KPjaHUvBs0Nm+gSeGbu2upvETXWGt007dMkd0zxkzDa&#10;+3yY5Jc7EZh4P+0L/wAF4/2ZfgL8CPhf8R/+FTePNb8dfGzRYdT+GPwb021sp/EN9bXQYafc3KWt&#10;zPHbW91J5KR7WlnYzFUgd4biOJgeI3X/AASE+J3/AAUJ/wCCu3xi/aZ/4Kc/s3xv8GLHw+vh74S6&#10;LefEmSSa5FvPCkF9bjS545LeCRIb66e3uDGUk1VVCTMryJg/tF/8ESdd/Yi/b4/Z4/bC/wCCQH7N&#10;Wt/2Z4Z16f8A4WxoNh40sZyum74YpTbDX7xWa4urG61G3OJti+XCy+Q+ZX+uP+Cdf/BY79nP/gol&#10;478Q/A3wz4C8ceBfiZ4Os5JvFngTxt4faCexMMsVvdATIWT91cyiEpN5M5IY+SArbfYf22v2vvhr&#10;+wZ+zH4m/au+L+h65qXh3wr9i/tCz8N2sM17J9pvYLOPy0mlijOJLhC26RcKGIyQAUB6rX45/sOf&#10;8EH/AI0eOf8Agi18Sv2G/wBs/wCGY8G/EC6+KmoeMPhnJJ4qtpYrPUl0WytbG6nlsHukNu8i3ME0&#10;bK7iJ5GRFkEMi+j+Gf8Ag7f/AOCZOveJNP0PVfhv8Y9Ftb2+hgudZ1Pwvpz21hG7hWuJVt9RlmMa&#10;Al2EUckhVTtR2wp+6da/bf8A2e4P2MNS/b48D+Km8YfDnT/B914lj1DwuqSTXlpbxu8sccczR7Z1&#10;MbxtDKY2jlRo5AjKwD3A+FPin8Fv+CsP7YP/AAQj8cfsV/tHfslX9l8atLs/Dml6Lf3HxB0e+j8a&#10;2trqtjMb17k38hhvEgtnNx9ocCV9ssTs0zQQek/sKfGz/grb8G/hr8G/2UviR/wR1/s3w74V0Pw9&#10;4T174gf8NCaDN9lsraG3s59T+wxI0j7Y0af7OjsxxsDEkGtv9mj/AILq/DP9rLVvCI+EH/BPv9qi&#10;68O+Mtcg0zT/AB6/wohk8P2++7+yyXM99DeyRpbwyB/OkXd5YikyMqRX3HSA/KP43/sk/wDBS7/g&#10;lt/wUB+JX7dH/BNT4KaZ8Xvhj8X92v8AxU+HFxfiHUbO7gmN1dG2DzCaeeUy3jWrW6XBU3k0LWb+&#10;XAZebvPh3/wU+/4LP/tu/s6/tN/Fb9hf/hnj4afAfxYuv7fHWtSyatqt1HqWnz3MC27wQXA8yOzg&#10;EO+1jiXZcObiQtHEP0B/4Jx/8FHPgh/wU9+CGqfHz4B+FvFWkaPpHiqfw/c23jCxtre5a5itra4Z&#10;1W3uJ1Mey6jAJcNuDfKAAT7b4z8ZeFvh14O1b4g+OtetdK0TQtNn1DWNUvpRHDZ2sMbSSzSMeFRE&#10;VmJPQAmgD4T/AGhv2Jv2nfHP/Bwv8Cf25fC3wz+1fC3wb8K7zR/Enij+2rJPsd69v4hRYvszzC4k&#10;y19ajckTKPN5Pyvt8h+Nv7KX/BTj/glj+3v8Tv23P+CavwV0r4w/C/4yTHxJ8Vfh7d3CR6pY3dvO&#10;11ci1LTLPNPL9ovmtTbpcYN3JE9nIYbdpfpb/gm5/wAFw/2N/wDgqH8SvEHwg+BGg+OND8ReH9DG&#10;sPp/jPRLeD7ZZCZIZZYZLW5uI/3UkturLI0bHz1KBwshT7GoA/HH4qfAr/grH/wcB+N/BXgv9rP9&#10;mRv2bf2atJ11vEF1Z380cnia8uIIvshgZLkJcLcMZLzyJHs7a3jhuHkcXbRwLL9IftC/sTftO+Of&#10;+Dhf4E/tyeFvhn9q+Fvg34V3mj+JPFH9tWSfY717fxCixfZnmFxJlr61G5ImUebyflfb7/8ADz/g&#10;o58EPiV/wUL8d/8ABNXQvC3iqHx18PfCsPiDWtWu7G2XSZraSPTnVIZVuGmaTGpQZDQouUk+Y4Xd&#10;1P7Z/wC2f8Af2B/gDq37R37R3iz+zdD03ENnZ2yrJe6vesrGKws4iy+dcSbGwuVVVV5JGjijkkRg&#10;fmT/AMF/P+CH/wC1n+0x8f5v2tf2ANM/ta+8f6HZ6D8WPBdv4lXTZtR+ytHJb3zveXUdtPb7bOwj&#10;a2Gzy5bG2mVJWeSSH9OP2FPhv40+Df7EXwb+EHxI0X+zfEXhX4V+HtH17T/tEc32W9ttNt4Z4vMi&#10;Zo32yIy7kZlOMgkEGvh/wz/wc8/s7ymx+J3xP/Yv+Ong74N+ItVs9M8I/GDVPCaS6beXLPMl353l&#10;uUVbcwSHbay3c0ghnxErR7G+tPjT/wAFLv2XPhB+wTc/8FI9J1++8b/DGGxsbu2vfBUMU1zdx3V9&#10;DYqqR3EkASSOeYLLFK0ckTRyoyiRClLzA+gKK+Vf2pv+Cvf7Nf7I37EPw5/b3+JHgjxxfeD/AInf&#10;2P8A2Dpuh6bZyalb/wBo6bLqMH2iOW7jiXbDCyvslfDkAbhlhyfwM/4Ls/sr/Fj9qXRP2O/if8Ff&#10;jD8FfG3iazE3hm0+NvguLQo9UleTy4baL/SZHEszLIsRdVjleJolcytHG7A+1qK+R/21P+CxnwP/&#10;AGJv2o/D37Hevfs8fGP4g+OvFHhVPEGi6T8LPCVtq0lxbGW8jZFia7imaRBYzyMFjZVjAbdw230b&#10;9jH9t8ftlf8ACSY/ZE+OHwr/AOEb+x/8lm8A/wBh/wBqfaPP/wCPP99J5/l+R+86bPOi67uAD3Ki&#10;iigAooooA/IH/g5v1b4s6B+1x+w5rvwD8L2OueOrL4japP4L0XVJAltf6sl/4dazt5WMsQEbziNG&#10;JkjAVj86feHT/s0/slf8FL/i3/wUV8Nf8FiP+CsWlfC74Naf8GfAuq6UfDug6h5zXNitnfH7ZM63&#10;l1BbW6rql5I8zXJcGzCG3VXEw+rf2/f+CZn/AA3L+0p+zr+0N/wuz/hF/wDhQPjhvEX9j/8ACN/b&#10;v7dzeaZc+R5v2mL7L/yDtu/ZL/rs7fkw3o//AAUB/ZZ8S/ts/sfeNv2V/Cnxpvvh7deNLGCym8Va&#10;fYvcyW9sLqGS4gMSTwGSOeCOW2kTzFVo53DBlJRkB/Ndqf7a/wCwz+0Lpf7Vvxl/bD8A/EbU/i58&#10;bL+af4V3Wnw2mpweCoo7n7ZaWzaheXaO0TPFZ2LmOzDxWVoyQMouGiT9pv8Agkj4h+FH/BWX/ghb&#10;ov7PXxohtby3svDE3w38YQaXp7I+nS6fGiWFxEbtZUa8SzOm3gnAeNbk7gqlDGn1z+xB+yh4L/Yc&#10;/ZN8C/speArv7VY+DdDW1n1Hy5I/7QvXdpry88uSWUxefdSzzeUHZY/N2KdqqB4l/wAE6v8AglBD&#10;/wAE6P2l/jd8Xfhz8XtHvPBnxj1oalD4Bs/AY07/AIRtoru6mtbe2uIrxojbRR3txD5QtkyFhKtG&#10;I2SRWA/Ln/glt/wTp+Jn7bX7aepfsjftMfHu08VfBf8AYR+IWpadovhy88L2iya7Pcaxcn7OyNHI&#10;GsriXSmkuEuJZysQW3iAWVpYfvr/AIK+f8EwP2v/AI2ftF+CP+Ck/wDwTh+M9n4f+NXw38L3WjW2&#10;i67HbG21Cx8q/dBaNcQSQreO17cW5S5HkOtwjGW3MBMvsn7AX/BMv/hhr9pT9or9ob/hdn/CUf8A&#10;C/fHC+Iv7H/4Rv7D/YWLzU7nyPN+0y/av+Qjt37Iv9Tnb8+F5/8A4KUf8EnvHn7c3xW8K/tAfBf9&#10;v74nfBXxt4T0ltI0648N3ck2mx2Mkkst0Y7aGe1ljuZ3NqsswuCjxWUKNExVXUA5H/gkj/wVN+LX&#10;7U/x3+JX7FX7aX7NOl/C348eALddT8SWGjRzrb67CJhA90qMsixLDDJparIbqcXSXCSwnygAur/w&#10;ci/8oXvjJ9fDv/qRaZWh/wAEyv8AgjtZ/sG/GDxt+1L8Z/2o/FHxs+L3jazXS7vx54ljnt2g0lRb&#10;n7L5Ul1cNLIXtoczSSNtjt4IokiVZDN7D/wUi/Yx/wCHg/7F/jL9kL/hZH/CI/8ACXf2d/xUP9j/&#10;ANofZPsuo217/qPOh37vs+z/AFi437ucbS+gHP8A7D1p8LL3/gkR8G4Pjlb6DJ4M/wCGdPDjeKl8&#10;VLCdMGnroVu1w115/wC6EAjDFzJ8gUEngGvyV/4Iy6j8VJv+Dfv9tLS9X0vTV8D2+n62/hu/jdvt&#10;suqPoS/2hFKN5UQpCumNHhFJeafLNwE+m/DH/BtB8cNZ8Nad8Ev2if8Ags18Y/GHwjtrGGyvPhtp&#10;dvc2FtJa26D7HBELnUry1hjhljt3VDauoWEKgQ7XT7t8bfsDfB8fsAeJP+CefwDsrf4f+EdW8E6l&#10;4d0c21vLfLpS3iy75ysswkuG8yZ5G3yhnZmJfJzSA+E/+DbrU/8AgpmP2Rfgzpi+Hvg2f2cP+Ki/&#10;4mG/Uv8AhLv+QhqZ6eZ9l/5CPy/c/wCPf/b5r9YK/Ln9kD/g30/a4/ZC8deAbrwn/wAFoviPL4F8&#10;E+K7PVZfhnp+h6hYaTqNtHfC7ubEwprTQxx3B81ZP3TqTM7Mj5IP6jU0B+Vn/BoV/wAo2PG//Zcd&#10;S/8ATPo1df8A8HRH7ZNt+zj/AME5rn4HaBrdza+KPjJqiaJZf2fq0tpPDpUDx3GpTfIp86F0ENlL&#10;CWQOmpHO5QyN5L8IP+DZD9rn9nzw1P4M+Af/AAXG+I3gfR7q+a9udJ8H+F7/AE22luWREadorfXU&#10;VpCkcalyNxWNRnCjH054t/4I16t8Wf2sv2bP2lvj3+1zrnjax/Z58D6Xpv8Awi+sabdf8VD4gskk&#10;f/hIWuf7QLW9xLdCxuJUKTGX7BHHLJKp+VagfjX8Lf8AgoN/wT9/Zy/bm/ZN+Pv7G/hfxF4Xs/hz&#10;oNn4R+NmreMPBNtY2us2kmba914W+l3t1PPeSQ3t9MyyPIUa2s1VZlQof6ds14D/AMFN/wBgvwx/&#10;wUl/Y+1/9lfX/Etj4futSvrG90XxVdeHU1OTRbq3uY5DPDE0kREjwCe2LrIjCO5kGSrMrdx+yH8E&#10;/E37NX7L3gH9nfxb47sfE934F8K2egR69p+hvpsd7bWkQgt3Nu9zcFJPIjiEh80q8gd1WNWEaMD8&#10;8v2Tf+Vsn9pz/sh2n/8ApL4Trmf+C33hyz8e/wDBa39i7wD+1PoE198EdSvxb6LaW9lZXI1DxFLq&#10;KJPaXMUwYyWbuNASdZF2GCWfy8vvx6j+2H/wQO+N/wC0H+3t46/bw+Af/BTvxV8GdY8cWNhZXNn4&#10;P8MXKXMVtb2NlbNA15b6rbNLHI9lHMUKKoYKMMUDH1Lxp/wRR+E37Sn7Bfg39jj9vH42eKvit4n8&#10;F315d6b8apJDbeJIpLi+kuGWOa7kvCI2gaK1eKVpo3SCJwqvFC0QB9PftK/Dn4CfFn4BeLvAH7Ue&#10;j6Je/Dy+0G4PjCPxFcrBZw2Ma+bJcSTFl+z+Vs84Th0aFo1kV0ZAw/BH9mTxN4m13/g0n/aI0vXt&#10;fvry10X4xWNlotvd3TyR2Fs2peGbhoYVYkRRmeeeUouFMk0jY3OxP2FrX/Btx+1n8UNJg+HH7RP/&#10;AAXM+MHjbwDc3lp/wkfg+9sL8w6jaQzxy+Sv2nWLiGNwY1McjwSrG6o/lvtCn7I/ay/4JhfCb46f&#10;8E1dW/4JnfAu9sfhZ4TubHTbTRbjT9FN/HpsdpqdvfsxhaeJriSV4G8yV5fMeSZ5XZ3LbgD81/8A&#10;gt1/yrYfsh/9yD/6h1/XO6n8Uv8AgoL+3z/wWm/Zs/Zr/wCCo3grwD8DfE3wj8Qnxj4Zs9I0e9kX&#10;xIvmWd/9kt51vLu2naY6X5azCaOKIx3SFpbhEtn/AEE/bd/4Iy/8Nkf8E1/hD/wTz/4aQ/4Rz/hV&#10;X9gf8Vf/AMIf9s/tT+zNHn03/j1+2R+R5nn+b/rX2bdvzZ3DuP8Agqd/wSx8Ff8ABTDwV4Rng+Lu&#10;ufDj4ifDnXP7U+HnxE0HzJZdHleSBpwYFmh8zd9nhdJFkjlilgidJAokjlVgPhf/AIKpXX7Tdl/w&#10;csfs/wBz+xzp3g27+JC/A2b/AIR23+IDXI0h/wDkZxcef9mZZeLfzim0j94EzxkV+mn7Ft/+3RqH&#10;wt1Cb/goFovwzsfGQ8QSrpkPwra9bTzpnkQeW0n2x3k8/wA77QDg7dgjwM7s/IP7cf8AwQu+P37Z&#10;Px/+G37VGlf8FNNc8B/ETwH8KtP8J33i/wAN+BWt73VL2Fr1rrU43tNStvsX2n7bKrW8eVRSyhmV&#10;to9y/wCCZf7AX7Sf7DP/AAm3/DQv/BRXxz8fv+Eo/s3+x/8AhNI7xf7C+zfavN8n7TqF3/r/ALRH&#10;u2+X/wAe653cbWB9VUUUUwCiiigAJCjJNc/cfFPwKvwwHxk0bWJNd8NyaOuq2WoeFbGbWDqFm8Yk&#10;jltI7FJZLwOhVkECuZAw2hsivFv+Cmvxe8aeAv2Z9W+HPwqtfH0Pizx9Cmg6V4g8B/DrXten8OWt&#10;zdW1pf6vnSIWaCaytLqa8hR5YXmktdsRZgQOK8a3Gp/Hj4kfs7/D74A6F8aPhX8O/D3jC61CSHSv&#10;CN54Y0rUNI0WxgNvYXEAtlubGGS7kitIrLUI7S2urS21QrG7rpczgH1F4S+JPgvxz4g8UeF/C2s/&#10;ar7wbrkej+JIPs8ifY717C01BYsuoEmbW+tZNyFl/e7c7ldV3K/Mzw14D/a7134K6B+1FokvxS+H&#10;eofEHQXtfjLJJoPiK+vk1fVL6DUb67Hhm3lh1BYNP+xDwvZ3duy6othqKzpcRWmj2l1cdzrv7Mnx&#10;L8HJ8Stc1bxJ+1D8QNB+C/wg2eCdNvvjLr2k6l478QSrearNZNJos8Lag1tEdNs4LyOJ2eS+vIZZ&#10;L17SJbUA+0PjL8aPh58Afh5dfFL4n6ne22j2t7ZWbNpmi3epXMtzd3cNnbQQ2tnFLPPJJcTwxKkc&#10;bMWccda6qvg/4A/sx/EX4N/GXwX+xXJqfxgbwr4a0PR/HOo/EjTdU16OTxF4w/tS+k1q8v8AULjV&#10;57BdPvWsLdptCEdxPK/iZ7hUh8q5uIvvCgAooooAKKKKACiiigAooooAKKKKACiiigAooooAKKKK&#10;ACiiigAooooAKKKKAOb+M3xDtvhF8H/FfxXvZtLjh8MeG77VppNc1CS0skW2t3mJuJ4oZ5IYQE+e&#10;RIZWRcsI5CAp8H/Zd/aA/bV8T+JrP4s/th/Bzwr8Ofh/468J6Xd+GLFfH2+58K6jO9hDbaPqdte6&#10;XZXDape3GozR7o5XhRrGC1WBJmM956Z+2D+zneftY/BWb4CT+Om0PQNc1rTf+E2SGC5M2saHFdxT&#10;X2kpLbXVu9uLyKNrWSXc4EM8y+WxcFflH9va++IXwd/aW0+4+FXwK8TeINSvPiNo/wATv7et/hvr&#10;95oNobTSJNCuLX7bo+n6zP8A2zc26pCxlsBZx6ftaFbe/Rb2UA+vfFf7V/7NXgz4baP8Xdb+OPhl&#10;vDviSRYvCmoadqsd5/wkVw6M8VrpiW5d9SuZQrCK3tVlmmb5Y0diAeWl/a7i1P4x+KvgZ4YtfBtv&#10;4i0rxJa6F4R0nxf46/su58V3Uen2Wqau9nCltPJLDZ2GoWzBo1kZ51nilW2jRbh/DPhV+wd+0g2t&#10;fDzxw1h4H8C+H9F8QeAZF+GOqNda3LoPhPQvC91Gnh2e6jmSHVbi11+/nurS5fPkzRx3rS3Rht7S&#10;LZ8G/sV/tpeCfhd8IbqL4o/DDVPHXw70Xxr4k16HUND1JNI1r4hazBcG31JTDcLLBCk+pasLhgpi&#10;kjvpvIsbYtbCyAPR/G//AAUT+APh/wCBviP446H4z8Lrpel+OLjwboOp+MfHWmaBpes6xDL5E+Ly&#10;6mzDbwzJdeYxia4eKwuJrW2u0a2Nz77XyD8Ff+CaHiP4MeJ/h98ObnxD8PPGHwg8J/DPXPB+oeG/&#10;E3gEi8ayu57Jvs8SQzraT/bTZW1zqFzeQ3DyXVrK0EcEd+8Vr9fUAFFFFABRRRQAUUUUAFFFFABR&#10;RRQAUUUUAFFFFABRRRQAUUUUAFFFFABRRRQB5v8AthfFO9+Cv7LPxA+J2izXw1bS/Cd6fDtvpNxb&#10;xX19qzxGKws7M3FvcRNeT3bwQQI9vOHnmiTyZiwjb558J/EH9q/9kmw8M+Kvj58Yvi58cPEFxc2P&#10;gfxJ8OdL8G+FrKDVPFN5ZaffnVdCuHg0iS4062QahHJlrjahmlm8lNOupV+o/i18FPh18cbDQ9K+&#10;JWm315a+HfFWm+I9NtrPXLyyjOo2E63FpJMttLGLqOOdI5RBNvhMkUbshaNCF8Z/Bf4e/ED4h+Dv&#10;il4s02+udY8A3t5eeFWTWruK2tbm6tJLOWd7WOVYLiT7PNNEjzRu0Szy+WU8xywB4H4K/wCCong3&#10;WobFfH/wvuvCMmkeC/Efif4ozajrkF3b+GbPw+I7TWhD9iE1xevb6w82npvgtkuRpmo3EDyJFbrd&#10;dJ8M/wBsT4gazpvw58JeNPgxq03xC8XafpGueM/B+l6Ff27eCtJ1cahJbLcTzRNbPNaGxlt7gzT2&#10;plNpPJFEk81nptwW3/BL39jKz+Hd38J7TwT4qi8P3/w5t/AV7psfxU8Rqs/hy3vJ7uDTnYX+5o43&#10;ubmJGJLpbXEtqGFtI0J66P8AYw/Z9hnsbqLQdeWTS/D1xpGlyL461jdZ/aFuVn1GI/av3eryLeXY&#10;fWFxqLi6nDXJ819wB4X4Q/4Ks+O9T8J6L8WPiJ+xLrvg3wP4k17UrLw34i1z4h6D/wATm0s9K8Ua&#10;s19bFLk2ot2tNAsWS4nuYLST+1mliuJbW2W6uW3n/BRTQfHHhf4e/HXxD8N/HWjaH4b/AGb5f2gf&#10;GH/CJeIIZrWK3l0uSG38PXaFU+2ecl1qNzD5xtEefRYpEL+VOsHsvjP9gH9lPx78JdE+BviH4e6g&#10;vhnw78OZvAWkWOm+LtUspIfDkzacZtOM9vcpNJHKNKsUkLuzyRxvGzMk0yyT+N/2Ff2aviPfeK9W&#10;8Z+F9evL7xpb+HoNb1L/AITzWYrpI9Duvteli1nju1ksDDdZuM2rRGSZnlkLu7MQDm/D/wC1F8Wb&#10;3xf8Kfgb4u+E+pyeMtYeyh+LOteCFS80LwnqKaFcane2U86pc/ZiJV02JYrs2zzQ61bS2005jnWP&#10;6CrzfQ/2TPgT4e+OuqftIad4Y1BvFWsXaXt3Jd+JtQuLBL1dPh00X0OnyztZ2959hgjtTdRQpOYT&#10;JGXKyyB/SKACiiigAooooAKKKKACiiigAooooAKKKKACiiigAooooAKKKKACiiigAooooAKKKKAC&#10;iiigAooooAKKKKACiiigAooooAKKKKACiiigAooooAKKKKACiiigAooooA//2VBLAwQKAAAAAAAA&#10;ACEArMzgZwBkAAAAZAAAFAAAAGRycy9tZWRpYS9pbWFnZTMucG5niVBORw0KGgoAAAANSUhEUgAA&#10;ATsAAACKCAYAAAGiOt01AAAAAXNSR0IArs4c6QAAAARnQU1BAACxjwv8YQUAAAAJcEhZcwAAIdUA&#10;ACHVAQSctJ0AAGOVSURBVHhe7b0HuFxJcff9Pe/rADabiAYDBmPAgMGACQbbwAsYg2F32ZVWm3PO&#10;Oeec82ol7WpXWStplXPOq5zDzTnnnIP6q1+d0zNnZs7MnRt0dXV1/s/Tz8ycOadPd3V1dXV1dfX/&#10;Z4Y4fAt45MgRk3rSCJP6t2c76W/ONiW3v+P+O7iIKWC4UGeZnP+405TeOs6kferc8PVTz3HvHBxE&#10;FNAWIh46a5v0/5Z92e6Vo49QAWnGRIWz4J68/3nY/XX0ES4ghes+4v5KDikf+7P7rWcUnvuc+y0W&#10;+Wc+4X6LhRYw99f39Ui97B/farpb2s2R7m5TcuPbJvXkEaECNm04qM9n/euNpqOk2rRlFpvKF2br&#10;f4B70z51nkkRvm49kOteNSbt0+dpZ7QFbEstMCkf/7Oks0zJ9aP1mhaQzOkUidBV16QPg7bUQmWJ&#10;rO/doL9B2mfON+lfvlS/p3/xEpPy12eGWiT1E2ebzG9eo4W2eYC0z12gBax5f6U50t6pZSBR8fbc&#10;Ur0n6QKCVKlxX1Fw9lPutzBaUwrcb/HhFJCS99DE1WMWu98ikfG1K9xvkah5d7l+dhRVmax/uV6/&#10;g7TPnq+fHeW1pvmjFP2e998P6mfmt6/Tz8qX5uon0AI2b09PqoA5/3W3+8vBkc4u91ssKGDFo1P0&#10;OwX0PkvTpn3y3FABLbpb2txvzmABtICAAub+4h73Vyz8KJj+hYv0069yloLdrR2RFBReBamnnBMq&#10;YO7/u08/s74b5unOqnr9DBWw4Kwne6TisUCogCBVehiFrHhulnslEoUXvKD/p3/pEv3dUF1l5o15&#10;wWxdNtfs3bDSbFrwgTm0bYM5tHW92SbXOtrbTdquLfrf4e2b9Jm1syeZlO0bTUtDvdm6dI7JSz1g&#10;tiz+0JTmZZnNi2aZQ1vk2eXzTENttd4fUUBQcuNoLYQmESXIpNBvSR355e6dDo4c6VZ+6e7qMt0i&#10;IykUspLrzv/yH78lAb5zr/xjuro6nWv6m//kU+/v0udATAEtOqsbTM5/3qXKQYkoDDx4LBC3gEMF&#10;QQH7A9/CNa7ao50j3FHOUiVhsBFRuJbdmeECnTLSlNww2uT9+v7QEEiyvWowECpc+YOT9OUFZ8UO&#10;5BbJKrIDhVDheGnl8x+6v+Jj0AuHPtaXl3Y3trjfwoinolU8Md39FgtazQ9aOApWP/cjvRAP+b9/&#10;RJs1/fMXmYYVu80RkfJMkni2u63DdNU0qvJJ4VC1Wg/n63Otck9Xc5sWrqO4KlT48nsnmK6mNv1f&#10;WUqul97hTGEblu+SPK4MF64nULBMeSmF0yFHCqTjs/uyVHfYQ3VPO+2c0HVgx3GuVT47U69ROK4D&#10;rmf/6DZR/0cypoWuJV24gUZ7tqOyJ0KocEd6mK0d6XAGbZD9k9v0s0t4ziqkqaJcesH9ZXF4yat0&#10;dorWDNplEgUsxfNE/wsVLuOfrtSL8YBCkPPzO/W7LVz+nx4zaX93oX6PLlz5o1PlRU6LoCXn/eFh&#10;k/JXZ+jvtFNH6SdAY7ZoWn9AJ0dYKEKFy/yXG3psWj/KeeFHuXiT9u7mVvebUK7S0Ybb0gr1k8Lp&#10;p8zutHDAMmxPyPzWte63o49Q4eiBWsAEFPSOEI11NWbD3Cnm4Oa1+nvD3GmmsiTf5KcdNPPHvmQW&#10;v/e6SRXNeO2HDt/tWLnQtDQ1mh0rFqj2vHH+B3p93pgXVflcOuEt+b/BHNyy1mTu22F2r1vqKZwL&#10;W0CSasVCzdA1+W1BhoyzVuPle3VZiX5X7dejCetn1P0hrdg+L5/6vyR7b0zhLKpeX2BSTzvXZH37&#10;2pBAHWzELdxQQFC44YqkiIeAj+i4SaWzTMOSnW4OwxNxicfUOoIYIunqZm5w/40PTDSZIoQinkUh&#10;GoaIIV57QUVExevnbXX/6T2Q4jafgjMed68OH0QQr+zu98KEOy2sf/UHNr/BXP8YLISI1ymTqYEi&#10;XM6v7jVpnz7fNG8+5Pz+jztN7cRVajrG+t/FipfIUGu5Zfkj5xf3KtfXTV9n0r9wsal6ea7J+92D&#10;pvTOd1Vzy/rBzartp332ApP909v1OS+4L/3vLzb5pz+uE78j7R0m4yuXm4x/jLXBV70w2xRf95bc&#10;f4kpvec9vcZSip2xtueX60pH5YtzTNZ33TJ+9wZT8fQMkybzPTtTCRHPOyAc6XK0rr4Axatp00Hn&#10;u8g6pjRMMFmWofJWMWcZxU7TeSdozymTiabTcLWTRQ2VmTEI6eyi9VlDSrfMji2oZPaPbtXv+Wc+&#10;qcRjIlr3wXpTN2ODfEbKaiaqhec8o9+zfnCTqX5zkUO8BxziMeEFXXWNoSUhtF3QsGi7NhIIE88l&#10;XKigwxgQr+iCF9xffceAE69p/X6199kESm9/J+JaV0PYMGTtJgB7ive+ymdmuP+EwUqn/b+zss69&#10;KgR5ZEr4WemSXpTeNd6k/8Nlpna8s9gDWCGNRt7pj6r9p3l7mnvFQcnNY9xvDuB0ECIeq5qWgC3b&#10;Ih/uDVi98s7NvYiep2eIzGESZruQRfTc3QtWu7z5V49bqp/elS+LzK9fpRM8P3iX7HQVNwrVb0k9&#10;2jr0O6Km6MpXTXeTYyfAUAFCxOMlXrnXVyRLvMKLXjQZ/3SVyfzG1Sbjq5eb2unr3X8iiVd87Vum&#10;+KrXTfGVr+tvSzyEtncd05d437w6hnhW5vZEvKo3FuqgA+wzRrLiewzxAAOFJR7J2q96g+YtqSLU&#10;J4eSF8zkQXtumekoi8yb7ojFEmDCige6lHdAq3jKsXtUvTI3/F5X8FuUPTzZZHz9ShmE1rhXKEPk&#10;oh8ovOB5k/md60zLgRz3ioPyhyLrUb/A0X0jiGeRetLIMBGFG7tb+7aIQstZk23pbePcq1LR0iL9&#10;rCwuMF2dnaa50TGVRaOjLTyielFfVWHa2loiuKqpPiz/LOx7egKGKy8wSsWDtf8AX+IpYNFTzgkT&#10;kSSEKLtjfIR11QLrbnteuepVEc9IyvvDI+5dDjra20z6nm3m4JZ1ZtX0d83+jatMW4sziFSXl6h1&#10;bd3sSaaqJF+NVHmp+80+uWfFtHFyfbJZNvntkMEqdcdmuf6O2b12mT6/Yf40s2LqWP3O/+vnTDGz&#10;33rG7FrteBLkpR0w9dWVpiDtkObx0eIPzZYls03m3u1arl1rlpgDm9eYQ1K2prpabcDW5iaz6oPx&#10;+l9DTZU+D+ITLwq5v7hb9Z9owsQkUWjR1Vr2ZLlPDl8kTbwAsQiI1w8ExOsHAuL1A0kTj1W4fFzP&#10;4g0acj1DFN5W0ZGiFdPhih6JhycsS5O+BEuQsn9827AnYlziUXEWsf0Ik/alS0zBiKdN6Z3jTeF5&#10;z5usb10rBB6hakr0vXguDVfEJV40IXDG7W5odv+Nj9opa9SW5n22o6DC/Xd4IYZ4zBQi5BrTsz74&#10;uOX87A5PHn03NAxlxBCP2cFAVRprsW2A4YgI4lW9Ns9DOKlwPwV+3i/vPXGI5+2ufTFHRQO71wlB&#10;PIyMlnBpn3dcxY4WWKlL+0xy22Hy//SoqXLN3smA8vcFfWngEPG8XNdV3/OoGg/s6WEDiK5mSbfv&#10;bu/QpUU80tiFBTL/2fEoKLlpjCm+5g313GVJEfWIJT50RLtRhJ1XGV+6VHtC/v88pHm3ZUSuP/AO&#10;TGEFI54KEY81aBqo4snYdRDKgxszvqZHOlxrsYd4eb99wGR8/Sqpwy26MatFdF1W2Viq8C4ZhInn&#10;Es67+6ovoBAs8BRf+6ZJPXWU488q1450dOlnR2GladmVoY6MONXiFJn6qVHaYCmiK7LY0ppWFKoM&#10;u27K7ptgunleytcZZYEG3MsyY8PSnXpPy55Mk/a5C3VpE5N+Z0XkM9yDI7CjVjnvse+jPFnfuV6d&#10;grnGZ8vODKULpn97H1DidUtlLfGYYvUHlvht6UW6NqDEk3wBBW0XrvF2Wwpb8aRjSud+Fpz1u5uP&#10;t9vie5v5T1fFiBXyxyMaTud7zYRVyums2dZLYj+hF1oeuVeJYcvmEoXVs6rX5ut3tsNY4tl1DK8G&#10;osTDgYdMSCU3vK1/9BU5P7nNUZKlMB2lNS7nOS/EE4AuS0X5v+LxaSb/j0I81+8cjuS6mu5PGWmy&#10;f3CzqRVCcK1lR7p+ov7gSeAFK/mq1POspJq3FmllaQxLHC+0rnrv2abylXl6DUMvXb/b7m+UOmT8&#10;w2XyvjMd4kmvAHzibQCUeF4fFVptuMOPoH2BEo9FaUs87wpTX9G8I0P9TgYbuExo9+0BzZsPu9/6&#10;ByVetUdNgQv7g9CqvaTGNXt1jdV7jWSh3drjc8IeZb/7vCi5/i39r/KF8N4aZJfzzNv6aRerQUdx&#10;tYiKa9Q5iEHLggHNi8Y1+036Vy83Bec+615x0JZVElrstqgWsQCUeB2VdSHi4Y3UHyAn/FB08Uvu&#10;tzCQLTn/cZf7ywGDV/3cLe6vWFgPLtZu09zgB+zDrnhsmn73ouiyV0zD4u3ur8g9PSl/7WxlAHhE&#10;MfJbZP3bzaIxOOpa89ZUXUX0mtfYUguUeMASjwr1B3GJd1Ek8bqFI0tvf9dk/TCysbDcJEM8YIW4&#10;Eu/RWOLZzcV+sMRjJG5cGWs2s1EAIB6qFwS0iCWencRLYsTpK3Arww2CxK4bi2jisREGcE/Fw85W&#10;cNAT8VJkFGWURsktf9hZyYd4jJT2vYC15caVe/V7Z0WdbpaBU7uqG/SaJV71G44XQzSsKzDE625s&#10;1T3zVqTFEK/wvOdCxOuPF2cynMdCNmoCfiokL7d7iQdR1E9FUtshZ6OF5Tx1OnS7UjzOw8nSC/xT&#10;oomH3G1Yvlu/e+HlPIgHKh6dqluiY4inrhEu8UjG41bQGyRDvIqnZ+q0x6L1cJ7qcSDpbiuEwwtK&#10;v0I8H5kH0evnh32qS256W5Ve4JV5TP+82gHTty53kPASD2BdjyEeyPhq2FUizQ1q0Ft4nXxqpzib&#10;lkCtTJ8soh1xgO2C+MW0HMjT737AD88C5R4lHPXE+95Oz4wC73zm1HkyLzYeB6Hy+ya63xw0bTqs&#10;o7L1xrJozysLOSBZ1E5arZ8RxANe7iu69BX3at/BHPJY7LYeDMQQr3lLSgQBC0bFD3jTE9DbNB+R&#10;aXaor6+p1GAQTfW1eq0rjlIbz0MKtLU0m8basGqBww7ACceipqLU1FXFupH5QeNAeIDnlh8a6yIN&#10;DDHEA+oQ7SFg2idHqdknWXSKEGZuGcpDiGd3Wm6cN10TkTXqKstMSU6G2bN+hWluqDdrP5xoCtIP&#10;K1ErCnPNR4tnmb3yH15JzfV1ug/x0NYN6gLGfsXtKxYowfBiAuvnTNZoH2DltHdMe1uL2b1miTko&#10;z3Evnk68m2dWynewb8NK09RQZ9a5+x53rV0iDVxlNi38wKyYMsasnTnBZOzboe/duXqRWTn9XVOU&#10;lar3+hIP1E5erZX2EpHJeltKgS4SRQNZhTXC+uOFEkYBz/0b5083Zfm5UqmlprOjw7Q0NmgFwaLx&#10;r5v03VvVB668IMcsnTTarJn5vvrjNUsF4VLLwRvnTTNrZ00UwkYSD0IACAXIq1E4HTcywqeU5Wdr&#10;eJTKYmf0bm9rlWs5wqXOgEFepXnZ+r7NC2eaHasWmn0bV2rjbl8x3xzcsl7d40Bc4gFsbBGE8CYh&#10;LO716naGRcPnHsxN0bDOgRBOw6XIb3uN7kfq7GgXblmnhCJ1EprFJRrPAZ7hee61/3HNdrlwVxTR&#10;INec++X/qNAtNm8rPkK/Pc9oGSmb+92GiElIPIuW7Wmxjo5xEsTMdQMvDXckRTwLqI5PcPHlr6gT&#10;duqpIzVqFUo1VtnoCfRwR6+IFyASAfH6gYB4/UBAvH4gIF6AY4Kjzniqb9Y0msbVe035Y9M0niIG&#10;DgIC5fzkdrXC5/3+Yb1e9tBk07Bgq+koqemXPTbA0MeAMR6z3daDuabo8lfVXBntG9rnxORP8iKi&#10;FHm37ExPanExwNBGvxgPBlBGw1U+2vxytJO8j2U3VnYCHH/oNeNhGKgevViX5XwZwk2YqnDqKbr0&#10;ZdOwZIduTLZmo0TAJkiU8+qxS0z+Hx9VXzyNoebzjlA6aUTCBaMAQw+9YrziK0W6JZJsJwsDzPlI&#10;JGHfViwTgTwbFm7Td/i+W1J/3QoDDB56ZjyRUjir+jW0JhlmCVp0NJgtHnC/yf7BTbGdQH4TPSXA&#10;0EePjKdOJN7G9TRyw9Kw39agQzoEbuzRZRqOYdKGI+IyHuGA0a8iGtZtXHQv/OqONUI7izxlCxjv&#10;+IAv43XWsj3Cn+mq33DccIcCOMIJp89Q+tV9EQGDooG3WPG1b5iSW8b0OTiRH9jnWHz9mxq4fqBR&#10;NWaJul/XL+x71NHegNBZ1AVd/WgihvEwkWR/X/SnaKb7+J9NjSfq3LEA3nHJOqn56Zx0KPw82XPk&#10;d6SDhT4bPQNPMCNnbxKd0m9bYW/KHAH3fRzGBv29LugWHPWUqFwJEec5NmFQl3hHVfTqfd3hCOzR&#10;iGE83S8qL45gOvldeO6z8s4+VrIf0BjB+KhJGVKkLHhxqzfRx0XHXO14adO4BCN1OojcJxMeG+xK&#10;AyKIWtBZLUz3V2dE1InIEkB3DLrXUv7mz/osG9+q3lqo+fGfmnTI0+brBjEtuvCF0LVUnj15pLrV&#10;46Sj1z51nkknugV5+oSItIC2SOxwOZxPmzeMh4cRqzx6TeiA37KNhlF00YsJmUJP8XDzjshfruX+&#10;+v5Q2/oxXmdZjadczmF+9lk2Blr/ZGdXo73utIO9r0SkqBeRjEdABq8jok2nnWM6CpxQZ4MNZs1U&#10;rtX1gAc0LPEPdGdkruMnbBmv9ZDjw8xuImUaqQ+7KwE7LP0knmW8YhnSLFpT8p17/+4CIazjNQ8a&#10;V+/T8ljGA34Sr+qNBQ7RSaecY3J/ea/GQY0HfLMpA8uJ3g7OxkCuw3jVby/WkQeasJLDKY/sQdZ3&#10;SFkbV8R68ltYxiu5JayKKLP/5n4n/ycdierHeHqoo1yrm7nRveLQF5r7Mp6Uz6JhwTbJ7+xQVF+L&#10;CMaD2FoJKYg35UsvO1YovOBFLRM6Z+Py3aZp3QGVYlQm4xvO7gEv4xGCWa8RhtntfTXvLNPhU/dA&#10;f8zZOQoRYVpgGc9u9bVIdePw4BhfP2+Lc+YGEkaupUp5bGfg4ErKmPure5X4uqHp1rGm4tlZuhOr&#10;dV+OPsPemQ6RHn5g87rSXlLByKfV973oyteca/JsrrSB7qJ1BUP1+BWms7Ra9x3m/uYBpUEieCVe&#10;ybWij0r+BX92I1oJnewKEO/mWvZP79Cwh9BNjwbgvpNHmMqX5piG+Vt1qzP50TnrZm9WaRtiPCmj&#10;BaGkeZaO0rI3HEYxgvHY3a+F8yZ5qOrF8BmrxwL0rtpp63RfEoSpFoW7S/Q1C/Y51ryz3NS8tTi0&#10;pwe0i5QuF0lR9eo8vQfACGX3T9S8GtxtfBCSLc3NPkGN2/MrlC7FV79uKl+eow3UsGKPTGzGhPaA&#10;0zi106V8F76okRJgApi6/KkZpuCcZ0zhxS+Z2omre5zQOO6i6abs3vdV0pEnG8oIYMwEQ8tHAwsj&#10;lz88RYdXggbQ4D3BMp5T7x2m9OaxpvyhKQ5zebzEw3V5wZTcPi5EN8peO32DlqPsnvf0nWz1Ifws&#10;50dTLvZPVb+50NSMjjyetGnNXi2npTeIYLzSW8b6Ml4yB18MCqRy6X9/kcmXnqoTgGGOJpFmDNMs&#10;OfYX5cLMtOdAxHEfCEQwXvnj03wZjyn2UED16EWmbkZYzxjuYJd6dCSO4YIIxmvaeNAZy6OYj8A4&#10;xwqElmejEcp5hM1OUt2HznnHDG2c6WSvowxz2Lj3Xu/QbKFbiqW+fodYNm86FH7+v+5RhTn7X28M&#10;XWP3aTLASqBbUUT/s8+imzIxqp20SqS4e6OAna6EtEd/sveG0i/ukeEucvsdO9hKbn9H8yfgEYcv&#10;sAmUsAgaJ1L00OgDFdhi7N0d6wXHj2R+93p1a0OvZ3gsu2u8M9sW/S7nP+/WPdrR0MgBotsVnP64&#10;hpDwA8Z+u7MWRDBeKPxKFOOh2GMDOxaA8TAbxKuQH9gG7XeooxcVj09XAjd/dFgbDo+YeGC7NEGU&#10;+uIBo+YpeU90+dHnoG3t++GoNZbx/PaoR4NjB1L/doRpck1KySIe4+VIx876/o0Jtx0xAeIUkeKr&#10;33CvOFDGkwlFzXsr9LPZR+dMyHigWMR7DPPJ7/IHJqqONdiA8TB/VL4wW50RQklmV11t/sp6T4xX&#10;/+FmrZMlco0o/il/e1ZE9AgvBprxMGMQJklNPVnOMZjAMl6+SO+IupJEzbDgecwY1eOckwMsYGa2&#10;sbPc6U1eI64f49XLrBSJnoyhm23u8ASBwSws4xE7AOFFsIfsn9yu9bHokfGYvfjtZlRbWgI71NGC&#10;SrwvX6bDKbOviBSnIyRiPI3xLEwWfUIC4Z+wix3x2dEdj/FYOeDgu/z/fTSc/vCIhpuzCA21v7hb&#10;1QViCGJzw8UruvwhiffI1Ni6SrJwGO8snd17wQyUqG7t2SWaUEVgCO9M35fx5mxRxuvyHN0bDwzH&#10;ynieeIVexrNQiSx51i9yZrI9Mh5A18NCHc18SImOgnL3rsHBQA61uFNBIIykGn4qKhH9g6AX0a71&#10;Ay3x9IBoYZymtfvcKw56M9Q2b5IZrzRs48r4RmOYLBnGA6xeoCfGk/oAZ970L11iiq+PDOnlx3iA&#10;OmNjzPrWdSZH9OQeGQ9gd/LT90h1cza7dx196ORCKgVDIL69KZ7vnS/jicQg4Ga8OGigWyQGxGfj&#10;kVcaHQ0dD2s/9MVGaGEZj44WXVckpXd4A+SJzY98NPrLtW/o74JRz4QmF6xmeOsSj/FAR36FhnbU&#10;ydxv7tdA9aW3vWOyf36XLlUyyWHojkY8xrMguqpOPpJhPNC4Zl/I+h+R/sZZ3xtKO8ESLfoHGHpI&#10;yHiA4Sn9C+4CfAwDnqWB/I4lOJGPHkpnQDKYON4QAYYWemQ8i+q3l/gzH0kYkODZbaLYHm2gZHNe&#10;J0NSXFVgdqRdbv3cqaY0L0vPoSMgz8GP1pq9G1eYzs4OjY5ECKrS/GyNa+PExHGYl3g0LU0NOlTZ&#10;mDTEuiHcFQGCuI//NUaN3MvskZg1OruU+wgKxPW25iazfMoYU1VWZIqzMzToEAGL+M/e3yH5846S&#10;3PCkZ/3syc47uFc+LZZPGWvKC/NMbXmJvofwWt77qAPn3PF+wGd7qzMi8N0bjos6EUVq+8qFej6f&#10;Pufea9HS3GgOb9ugBxDyPuhladEq/+m7lU7E9hGaSTn4vzg7TWlMeXgH1yySZjzAgxXPz5LhN8Ge&#10;WWEGIqXXTlsbMRPrD5hJ6eI1O9viMBsJDwi/Rfh1c6aY1J0f6WGFxBsjAhXfIciq6eOVUByMyKGD&#10;rZ7THIkexWGGRLHioETqv37uFI1mVVVSYJZMeFOvwdB5Kfs13wPC1DA3BycSYInnhHL6G8BsG6Qj&#10;8BwRrzhUkahXqz8Yr++zhysCImA5BzhuNSuE2SyWTXrbpEmZinPS9fBGGpv7NCTYqoUaHYv8iZBF&#10;uShvu/xfnJ2u5V82aXSIuTYvnKHMuHXpHO2ca2e+b9bMnKBRtsCOlQukXM16gCT/rxR6bZo/w5Tm&#10;ZppNC2YoE2/Xe5qcwyVbm11aLtYIW4Q2OyDPEjKNelj0ivG8YME6kz0P+HX5MEEoCaNgikn7zAVq&#10;vWdCgBkAD9fG5btM47KdMu3fbKreWmRK73hXdUf813gmmU3hmEBYSku0dgtRiRlHQzdIIyMBiTNH&#10;vLZ10rhFWWkmZccmZZo2T29fOW2c2SmMt3vtUrNv02oNWUZD05AVRXlm74YVypgwdU15qdkqDb1m&#10;1gRlZEKy0fi71y6RRliq7wYwHg3Cf1sWf6jMs1OkzZIJb6gkIcqYBYxD/nvWLVOJabFJmIXnAfcg&#10;cVYLw3AfzGBP/ty7frmWZYNIWE4FJdwajMZ3C5gR5kLycy//bxDmtNHKKqWDQT9CxiHxNi+aaTYu&#10;+EDLumvVImXofZuE4eQ3NESaUw7ugT48k7ZnmzJgzqGwsbvPjGcBAZhtsbk6GUbpb4IhMXtgj7PE&#10;H2wgXY7Vu4cL+s14MZAG4SgzrO2s7aV+cpQaO31nx37JlZB4G3MAS94fHzW1E1aqRT7A8MHAM14i&#10;CFMiKTS51nhNnusBTgwMLuMFCOAiYLwAxwQB4wU4JggYL8CgI2C6AIOOgOkCDDqOOtPp9r7MElMz&#10;foW6IRWc8YTJ/eU9Juent5ucf79DVzAKXJ84gjy27MlWZ4TAnDJ8MeBMh9drR1Gl7lDL+OY1zlpq&#10;gvXUmMSSG/efPEI37NROXWM6qxpOiO2LJwoGjOnwUq2ZuMpkfe/G3jNaouQuuWX/8GYNRevndBjg&#10;+EK/mY7hs/Lluer6rEtg0UwzkEnyZ7mMMBDEOwlwfKJfTIfvW/qXLnWGRD8mOVpJpCixRqrHLnVL&#10;EuB4Qp+Yjp1mxTe8lZy3iTvMErWIbW1EOyq+7GU9hbv0zndNydVvmPzTH1fv4LS/v9jxFvY8lzDJ&#10;Pezi6moK3NqPJ/Sa6Qhow6wzIVPwH5tvZIZa+cKHGhaMYbgnMGNlFzr7OEpuG2cyv31tOL/od9gk&#10;/7GDvqs5/gG2AYYWesV07C5ih3hcJnCZDfOHhgHrp9mDmXDL/hwNA0G+vu8kyXtt8MQAQx9JM53u&#10;CrdDn18SJT/vvx90zBsDbGMjP07YJ5B3XIaX9zdtPOQ+EWAoIymm6yis1P0Jvo0tTMCezIal/Q+N&#10;1RNgPt2/G+eUoKx/u6Xf0jXA0UePTEfU8+wf3RJXwmT94GYZdgc3UkDt1LXybp/ynDZKo3oGGNro&#10;kenY/xqP4ZhQHJMN0SLNNJh0dJk+McK0ZUTumg8w9JCQ6WycjpjGlZT5vRtM9zFcmtKIl9FlE6Zr&#10;PeAE0A4wdBGX6TTq+afPi2xUkki9jK9cfsw3z2gg7L92AmGHEkx3MGC6oY64TFd+/0T/YVWUeKKE&#10;H2t0N7QI00UZpwOmOy7gy3QdFXUm7bM+R0FJIv7bUJghBkx3/CKW6YShKp74wF/KnTIyFDL+WIPh&#10;n5WIiNi+v74/IipmNAi1X3ydcy7DQKG9qFKXBEtuDB+oMlAg5H6J5E2ZB8O1y9aFEGVHEzFMh4kk&#10;4yuXxTKcMGHdtPXuXccnii54XutR9co890r/wRIfAQ1TTxrpXhk4cIKQrsTIhGkwmK7tUL6OFujK&#10;RxMxTNe8+ZDvjJWwYgQZPJbAZy8Z4hMpyW9VJCmmk+e88X1DiKNSJGI68sGk5JtfIrjvSsR0tEW/&#10;2sOnPkkxXRw6+CFeW8UwXcGoZ2MYDtclzrwa6OWtZEB0So5kYsaMpwoh/0tuetscaQ87EHC0E86j&#10;ef/9kCm86EWT9vmL1OWq/KFJISIR1AdfPOpC1Kms71yvDqGtaYUaM4XnCfDDewgpS107qxtM4chn&#10;TIbkxZpzyS1jTe7vHjRZ/3KDrglzVkTmt1ynBEnkUf6YE+61dvIak/GPVzhllufLHpjQY4Nx+k72&#10;z+7UDk6+lS/OjmG6lt2ZJuc/7tK6kIiqTlziRICGlI3o65Wvzpe8r5F3XGyyJR+Ok7JIxHQEKSc6&#10;KCtTOf91t55sRJ4lN4eD/nACEdcqX5priJya9rkLtB44cHgRyXRCFEKMRjAcSRqqLSv+6YBHC0Qq&#10;YiFf9UuSzJwJNk15Mr91nYaoAHpclXsPJwcSG8X+rnfPqyi68CXnmvsfpy0S4l4DZguhQ9cl5f72&#10;QZEinXrInfoKSqM7JxK66WN/Ns070tUBIrQy4j7LPhANIi33IAHTv3ipSsGezmxr3ZvtjDBuPk49&#10;3bxdpsN/UaWqXE///IWhkxtJHSX+55gBmC6Ul3xG5C9528MBfZlOeKJQRwjPs245ya9AOqUFAcBt&#10;efU0TPd9JK/TbQTTdRRW6Av1QU8iSCGHbQw2Wg/kSAWk8YTZGpftUgK07EyXHuQQ255vG2K6T52r&#10;KxIshWVKj6PsRZe+rPcglfLPeFzvK3twkkagYlLkZbriK19T5Z2NQRwkAqHp2cTg1TO/OOQOmrhM&#10;R2M2LN3pMIJIJCKVE0C6QcoK4TlanvzJ80gPrl16DL2UjWDSrHUTh09HHeoF00knyP3Pu/R7+aNT&#10;ddjurm82RZe9qvcU/PkJN6dYhJhOEgzEeWl0GGUSucbx/MCP6QiQZP0moTO0IaK9XYv3YzriKTM3&#10;gB4cbgejctidRQTTEehQiepN8oD3qMvBRMVTziyaJS/v0I5IpyL5f3xMf1umy/r2dfobENCZ8jM8&#10;WvjpdCGmk+vegz+yf3qbvoMNRhYwadYPbwkxHfDT6fS4SxnCVdpJGZiYlT0wMa6Ow3VL7xaReBYd&#10;RVWOc4MwGo6zqA3ck3aae5wnxnuObRCmsIzjhxDTSV50AAsOKbHvpW5+TMdhdzyb8U9XRpS/ajTH&#10;iwqzRzOddNQqGcItsv75WqVj/Qfhs+oimE6HMrcQoSQP1E0/NrPWqtfn6/thAK+pBglARQpHPae/&#10;Q0wneppF2R3vavl7w3Q0jgW6Eu/gdEMLlaAcY9kD04EuuZegkHouq0hBQqKxl8QXokY4tCas/x73&#10;oidvl+n0PFfyeWmOqZuxISLVL9zmPhWLENNJXt6I7vVLdoTaGYbyY7r6+Vv1WZ1IehxlOQaK635M&#10;V+05k44jABIyHdxsCxFKFPRw+ODgwQS+eapIS6FxDG3Zlx0+fE+u2aM3fZnuTofpsr9/s/RuJ9Rp&#10;0ZUyFMk19toyZIJ4TAfDcI37S++fYBplGM39hUNUrlc8O1NPp2lLK3DKKIzIOWVsv0RCZX77etHB&#10;0mWyUqedGcInOn4g73cPOe8T6VU7cZUyUigQuVzHV5CjCfiuwSIP5unQV3bP+xoUPNEkJcR0klf6&#10;Fy82dbM2OUcyuQcf0zEAR13ZunDGLqpCd3NrqAy5MoHgGFCGd6WDXFcvI9FhgS/T6Xm/Tvt1u6cj&#10;RTBdOoopL/AkTqa2JyIPOoSQzEx1CJHKcEiuJR7nK1j4MR0nvCAhUHrr3eDYqn+5+knKX56u15Tp&#10;qKvc52U6YA8ktv/zmfl1kXRck7LgHQ0hM2Ro0zxFQlS/uSg0+aG8XIPhaMwWmZ3GA4eSMERq3m7S&#10;IdSdLKSd4gyNNgi45iuJ7xlfvVx0rfjePl6m45w4/e4mDoFmHRsgTTO+6ZSBvJmBA0Y6HeZhNOjH&#10;c26dSUWXOHqz0ynPimA6h4Zyn7ShHdojmM7PM5hTqL1iddAhjMcwU3bvBI0OgNkCCecNss0Buhw6&#10;bIkEsI3VfbBen2t1D6vjGmdoFV3ykiaAJOKw42p5Pvp0HYZ0zm0tFR2Sc3UbV+01XVX1puLpmSq1&#10;7B5c/AkxyRSc+5xpWrNfJ111c7eomz0BvEtFGtkZYiLgHc3hKByQXP7wZB0K8ZphA1PZfU4nY/kP&#10;f0LyLr7iVZFYK4VpmvS/eAgxnTB+06ZDKqVLbhytDrHRzNqeJ3WR93HKpB0NQFtKgUq44mve1P3H&#10;PMeZwtABmgKOk6IdvHopDI06wMSsyz0MJcx00rgc6BbNdBmiEB+LmWuAgYOX6Thz7FgjzHQiBTTa&#10;eRTTZX71irizrsEGkoshp2VX+KC44QqkbvbP7tAzPPrb6Yc40/lIul4eIHc0gUW85OaxQkX3wjAG&#10;Wz1Rd1iB6DekbTl4GZe0ZI7mPNrwDK+i0zFziWI6jIAomMca2NCKr3nj2OqXg4iGJTtVz0w0Kz1e&#10;ETmRwNgYxXQMZ3Z2M9g40tGlhmCUVSe97fk+OtQg9Qu2ypQ8fD061cqw7AeMzw2Ld7q/IlF62zjf&#10;vDRd+2bCYy0t2GDORMb7LP6IDct3uXdEApMQpgXv/TbVRJ0JG4LQoH7+Fl3JYH0Ys1fR5a+q+SMG&#10;Qq6KZ2Y6zBwHXTUNpuKJaRqNgfw4NwRjb6INT6V3vSeTm/CBLNFg5YSJC6YkEMF0TBqimQ47HTOa&#10;YwEaLfXUc5QAEX5zbrJMx4zPnrOfI3oQ5c75+Z2h+yp9vEpYzGf67yzxxaoPrILY53WJSuhgf2tE&#10;gR5mjACpzGpE5nfC5c+WclEnNVU0RHZmDizGvJIT7ScoiaU7L1ihgUnVEUIEA7a2crmn9PZxGlmB&#10;fAoveDGybvJMzs/uNAVnPeVeCAO9vfLZWbpeigmo6KrXTIXMVjGHoGJhMql5f6Wvx4zGs5H/m7c6&#10;dtNosMaNLbTVtfdGMB2FjWE6SawlHgso051yjqmPI6n8gKLM6gDrl4mA1NRlJKkfpzcnAq772Ld6&#10;C8t0GHu9oBPjfVIsDesFTEd9kxlZ2tIKTdonzzUF5z4rHSh2vwrOATVjl0YySQKmK3tgkm7hrJ2y&#10;JsIcBZjUYPZA/SJoUbS3kWU6vGr8QrklZDpd5I5iOGY92GeOBUJM14tluBDTFVS4V2LBYjTSBqNy&#10;3u8eFKn2SAyhveg3002IZDqAC1S6SCmvZSBpppOiZn7zaj04OJkYMSHEYbq2zGJt5zqWqqIYygJG&#10;q3zuQ2W8zrrIxQKYjqVJYghSpmgkZDqMrjq1jmI6lj/iFeZo4mgxXc3YJSblY2fq+qh6hEg9EzX0&#10;0WA61n+J6ec1SCfLdBhqaZdeb7eMw3REvkIF6Mk0pk4HX7xEnRe8gOmKLn3FCT0inRnh5UVCpsP9&#10;RpeavExHEjGO5X6wYXW6ootf0vPHvKlhgf8Cd09Mh/mH5bKi85/X37wj8+tXq7IeDwPNdFjzWekp&#10;HBkZ9Ed1OtEdK5+ZFVNf79n95Y9OMemfuzDCCQIww2d48yav54wv08k1ljqjGSke8kc8pY4HXlim&#10;A6w/0yEaV4cdNxMyHcCrNIbpJJP6eb0/776/sEyH0o23qjdFK9YWPTFd09r9qmS3e/7HKxaixJuh&#10;9ZfpWH+seHyaJo4ezfjqFSrlsMV5EZpIyGQjur7t+eHyMntm0heNMiknkpKAkZrke9l9HmbyYToY&#10;l2dqRjtHefYE3Nw4eNALL9MBZv50KtsGPTKdNkA000nK/vldUubBHWLt8Fo3bZ3qXNHJD4mYjmeI&#10;/JT7i7vle3gowfzBM7hS+SEe07HmmP+HR0z+/z4aSiXXvRUaMi3TZX37WvXAIKo8LtxZ37tB11mj&#10;YYfXztqmiHpqXT20V31Q8ok22jMasRsO93X0NPQ+vFBCiCfpZCTDVSkZ5J/1pHYYL6KZjr0buNQz&#10;U2dI7pHpmFnF6HUkGXaje+bRxkDrdB0lVWoSwBkSLwlvSj3pbJP+1ct9N7vEYzq8mYuvfN1ZfHcT&#10;+oxlaL/htX7uZjXVtOc67kBeJK3TycyVNmrZl+NeiQWMijmoR6YTFAgjEYCyJ50OHTjtixerM4IX&#10;0UwHOivq1WuphPjQFXWJmQ5xC5f6MZ7fzORoYqCZjpCzaV+4WKTRm44R1ptEQrHfwetEaTGgOp0w&#10;JKYp9MroRk6W6WAe1CDsd9ZHLRq9YTqlmdQd75V4oxn5VTw1Q2nbGVU+P6YDeOXQmTlDJCHTAYYN&#10;X2knPdR6zA4GQkzn8TrtCfGYztFdRuoqRDxwoEre/zwcklQWAz2RgPj453EEghdJM52AvSDY+vDd&#10;85vktWxP0ygN5Q95pFIcpgPqmCnvxlUqujNgYK58ZqbQdYQ6f/rZ6fyYDrCTT3lJnk3IdIzD6qwY&#10;zXSSMrHgD5IDQGgiIcMfgbAj0o9vk9l2bC+Px3T4gJGXn/HSAimHIo8+5MVAMx2gkWgs9DcLO5Eg&#10;HmB0fdlaGQFp+NaDuSaT1RLRyfJEnyy7+z1dNmQfB7vXCs55JtJfLgHTwWjMkpFI6TLRKbr8FVMu&#10;el7RhS/qbBXaqSREv4xCIqajAxN5oUemA7ohw4fp4FqWRwZjUoF0Qkcqf3Cyb2JtNhpEk6J3d9VG&#10;GjAxbFa/nXiGRmdjf2/jush9mngclz/eewP5EVdC4GQaDWbK5Q9MMk2bwyFr2RbANb+6Vr8Z9saN&#10;Bo6mzJBZvnL2oo7VbZB+IJ/aSavdX7FgUgWtmEGzjpvzq3uVbok8jSqenmFqZ8QfjdijjB7YUVqr&#10;v+MyHboHBkNfxvvE2aZx9V7J7egzXjLA38yvBwYYmojPdIL2XJnJ+jGdJPSJY7EBOxoMYexnrXp1&#10;4OKTBDi6SMh0gBABdjNLDOOJLtHu2dI22NB4yK5XCZs/mjYmXrgPMDTQI9OhV3HKTTTDhZIwXtPW&#10;lEHR8Sx4l84ARbmPLgs7+b3o7OgwVaVFmrq6uvTZoqw0+d6pSi6psa5GtInENiov6qrKe1XftpZm&#10;LUetPNfa3GQ6O/0X6Zvq66Qcjp7a2two98XqUe1traH6dHYMjEMrdYEGidBQ0zsbbZeUvbnRf9LW&#10;I9MB4lBkfcfZvxjRyDbJbLFShreejIsDAWZj6objVw5mfj++NcIlu76qwuxcvVgZbcO8acowGXt3&#10;mJyDu01xTqYpzEwxRZmpynSdHe2moz3ckDBIR3u7MmaXMAr3dAvjZu3fqQ3V3tqiTAB4jmswFwQn&#10;cS8Ml7V/l7y3wny0eJZ+ry4r1uv2fsBnaW6WlgFk7N6mDd3e1mLa5D0WxTnpJmXHJlNRlK/vp1xd&#10;8iz3cK/Ns6WpIdSpWhqd75S/palR77HgfeSzddlc516eOxJuR/KnrBvmTtHneN7SgTp3tLUpDdrl&#10;E3CvvVZemBvKHzpaJMV0AK/P0OZfvyQNTrT1tsM+HqsDABia/ZeZbAiPx/xyna2AXuaH6Q5sXmPq&#10;qyvMpoUzTNrurebwto3KALvWLDE7Vi0021fMVym4aPyrJmOfcx5Gc0Od/r9+zhTTWFMtDb3ZVBYX&#10;CJOmmpXTxilDbl4402xaMEMbdfF7ryuhd6xcaNJ2bTGbF800JTkZ+p6V099RZq+tKDPZB3bJPQvM&#10;6g/eE8lWq+9Guu1et8zs3bBSGw1k7Nmm0uyjxR+atR9OMp1uo8F0uYf3aeNXy/+rPhhv8tMPy/tm&#10;CWNMVQm5ZMJb5sBHa6Wu28weyTdl+ybteIe2bhBarNXfAGm/dtZEuXeN2bp0tnTG7ebglnVmp9AE&#10;wITrZk8yh+X+tbMmmLzUA5ovNKHT7lqzWN/PM3zWVpYpzZZNfts01teYFKHzutmTlXZrZrwfYuak&#10;mQ501TY5MTr8GpwEM5w0Qvd6EgBmIMDwjsdqwveSRO+sfGaGECpy2IPZkHCHt28UBvlAexySauG7&#10;r0pPzDMluZlm29K5ynQb54fjltCbS/OzzSJhpvqaSmHUDSpdCjIOm6WTRpt0aaAGuV6al6XMNX/c&#10;i8p025bPNYdFEnXI92xpmOqyEpO5b6dKOgDT0TgwJky4dekcZbpdwhS71y6NYLr66kq9Z9nE0XLd&#10;kXa8a8eKBSZd/q8szpd37FEJVFNeYpZLYzfV1Zpty+Zpp9i7frk09ntalwbpOCunvqPvWDntHc2r&#10;RYa//ZtW6/NbpBzrhLl3r1lq5o15Qf9Hkm1bPl//XyeMBmPDaDNffVzrUVNearYvn6fMSz2QthVF&#10;eWbu28+bxtpqc0iYcY0wK89vnDddmRj0iukAw1v2v98uDObT8N708bPUv75u1kbTVV0v0kd0FXl5&#10;IlA4pBSL4Y1r9+uGX4yVcSUbSf5jJt2w0j+kK5KO4Yi8F4x7SSUHusai8a+5TJcRYjqY0iJbhsHi&#10;7AyzUa7BdIe2rjflBbkhpss5tNfUVZQrE5QJc84f+6ISHeLzPiRTzqF9Kq0Yzr1Mh9QLM91sHcKQ&#10;RNFMV5B+SCUTzGOZDklXlO2sCpF37uH9pkaGa/LbLVIGpoMRopkOJqXhGfbJFyCh921cpf9vkXJ8&#10;JEwFo+UccpYCqQN5WabbJt/bJN+sA7s1Uf7twpQMtdQ7QzpXodBn7cz3w0z34USH6eb3g+kAKwWl&#10;N41JzAxu0r20Iv1YVSi66CVT+dwstWwTE6Nx+S61wmOsZF2v8MIXdJshyzG+fn3RSd6vcYYTnNiD&#10;XsRQxtCKxNknQxi9eZkwDhIHQu5eu0x7685V4Q0rMBL/0VNh3NUyPMCwMBlMR4NskIaAmDDbamlc&#10;8tm9bqm+h/8ba2vk/w90iGmodhRxhijKRKM1SMPA6AxJMBfDlNXfYOoyYXLyh/GLXUYry8/RsgEk&#10;TYHopI11Tj4bhKmQvHs3rFDmZTg9tG29DLHLVdLDmDtXLzI5MjwDmGXDvKnK8HuEQXkn35HqgOEQ&#10;9YE6wVRFWan6PClf6gFdeBf5MIxTRiT9OmE0RpB0UWW2LPlQmQ7p3C+ms2jeeEj94pNhvlCSe1nq&#10;YY+tTfp8b/KQhGsPoc162pNLhSGKnRVCSJ0UyLXwf064WD69QAnmfv5DOed/JAgMyzWdMAizAv7T&#10;yQN5efKxz3E/4FOTe82WTX9H3Od853m9z81Tnw3dw3fnulNWJ1/7PlsOOzniGp3BPg94P3Wwz0T/&#10;Tx52EgVC73HLZ6/rp+d5W5+I/130i+lAd2uHqXh2lq5S+DHHgCYYU95T/tjUY7ZpGOLBXN6GCdA7&#10;9JvpLDDUlj8+XePz9kVyxUtIRT4zvnaFqXxBlG6v+3WA4xIDxnQWeKDgR1V0GfslhQFlIqB6XbJM&#10;KPfp/SePNJnfuU43J+OmY4eKAMc/BpzpvMAPC/dpAgyy0z3v9MdN1ndvcGIGn3qO+rfxmfHly0yO&#10;zIgJ+sdQ3bRuv+korlZzSYDhh6PKdNFwFFA3dXuS53qA4Y9BZboAAUDAdAEGHQHTBRh0BEwXYNAR&#10;MF2AQUfAdAEGHQHTBRh0BEwXIECAEwKBsAsQIMAJgWEt7HA7YHcHW4vaM4v1lK7WvVka7KFlR7pp&#10;3ZWh50pzvS2zRF0NuF/jBgSrwQECDCsct8Kuq7pRDwtjfyKnaOT+9gGT8fWr9MxKjoDG1VjPwPzY&#10;mZqI7qgJpz185UPJue69V79zSt+p52jcrfQvX2Ky/vUmjVZDbC0OTkVgdrL1LRCKAQIcFxi6wk6E&#10;CKG1CE5NtCjCb+X97yMm4x+vVA9jPWwXYeXniTwYSd5tDxMm5CnCkHhyHIdEfJX2okp1sw8iSwUI&#10;MDQwZIQd00aOzkJjIgoY0cB0tyN7r9G+/ATOUE2UVzRLjtjK+80DGuOQLb+dJYFHfoAAxwrHXNgR&#10;AL5m4mqTf/pjTgSTk9zAEsnuJxvqyVOXtE+fa7J/cLMpvXO8admT1ePW8QABAgwcBlfYifaGBscB&#10;rNVjluqZTAMq1CQvjWOhSX57bHKa/oZk3ydC1fOc/qf2PBLPefPif/vcACXJD3tg8XVvmdaUfN3s&#10;GyyKBAhw9DAowg67FQKOk/M4s4tDbh0B00cB4n325JEm/QsX6+ZuwtdyIg7nu9ZOX6+buVsP55mO&#10;0moNfUYUKo4HYCoZkUTDImZKV02jHl/VsifTNK7YbWomrdZToDnCPf9/HzHZ37/Z6AnTn5TyIyxt&#10;OfpaDxLPnjxCT8Wpm71Zp/KB0AsQYOBx1IUdZ9KWPzHdCUlnO3d0h+8pWYFC6BPJp3DUs3rwCyds&#10;cmgOEf8HIxQyQhu3lM6aBj3IBuHNuSv5f3pMzwBBaIXK6lePRIlnZAqf++v7TKMIaRMsbAQIMKA4&#10;asKOE0mLrnhVT9xyOnNU504myVQSTar4mtf1ICWC+XPQ0lDTfFQIimbIwaUNy3eZkmvfMBlfvbzP&#10;Qo/TOyoem6ZCPECAAAODARV2CCE0LQ7M56QR384cL4UEwwjV3jjovrM48qSS4w3QokI0v8x/usoR&#10;9r0RfnIvZ7MzrQ0QIED/MSDCThcdKuvUZYSz5bVTJ9uxuQ83ja9fpZ27ZW/2oJ05O1jAXlg3c6PJ&#10;+cU9OhVPijZyT/oXL9ZzNoJIpQEC9B/9FnYY+Js2HTZ5v3so7Dbi13mjk2o6Z5vsn9ymx010cTD1&#10;MDfMd1U36CnkaX93Qc904n+hZ+FFLwzYIUUBApzI6J+w6+o2lS/ONmmfTaLzepMIuawf3WoaVu/V&#10;FdITCUekviyupOjA4EMbm6DnJ0aY/D88YtoO5blPBwgQoK/om7ATDay9sNLkn/2U47/m11mjE51X&#10;Uua3rjW1k1cfs+NxhgIITJAjGq1uefOjFckVdnn/87BpPRgIuwAB+oteCzvsR83b0kzOz++UTpmk&#10;NicdN+1zF5iSm8bo4Scnug2qu6HF5P2/+0TYJRgoAmEXIMCAolfCDvsczrbZP71dOqSjqfl21Igk&#10;2ty3RZubujZwpXARCLsAAQYfSQs7tDEORs/52R3hzhjdQaOTTHHRANncH+wKCEOF3S/vNSl/eXp4&#10;K1tU0ogqHz/L5P33g6b1QK77ZPKA3thDiRxjk+7FHYLtAG91t7XHlnWIwyl3JI1xOh8u8G2X9uPX&#10;UyIpYUel2bie9/uH3H2iPoItOsl9xJjrKHEOvQ/gQfcRXWFla1p7fuLEfX3pQJ01jabwvOdMyl+c&#10;blL+6gyTeto5puqlOaa7scW9Y+gAzTX/Dw87sQSlrAj5qhdmu/8OXbSlF5mCkU878Q//Ssr+l2eo&#10;MzgzoOEAFsbYHeTUT9rl//7JlN83wf33+EOPwk4dhQsrTfGVr6k/XI8anbqUnGXyz3xSdzwEODZA&#10;2BVd8LwyKu2R9pnzTNUr84amsNNO9WiYv04aaapenOP+O3TRnlFsCs99znG5gvdFSFc8MX1Qti4O&#10;BtoO5Us/fkLNKbQLs43yBye5/x5/6FHYocZWv7nQpH7qXEeQRQu36CREyfvN/aYtteDEmrpKVbua&#10;Wk3L/hxTN3WtqXzuQ903W/HUDFPz7nLTtPmQBkOI1xG43p5TqsELmlbtNU2rJX2UYrrqm3QnRsOi&#10;7ab67cWm6rUFpmbCStPMfz6Ci2lGi0x76+dtUc06JOxOG6U7W8incdUex3nbdfvB6blld5bzTkmN&#10;8v62rBLT1Sz1EY2+dspaU/X6AlM/e5OUp5kRUJ8DOIBTPvKsmbDK1Ixdamonr9HysYe4o6TGNG06&#10;pP+TL9+76pqcZ2VaRFlr3ltpcn7GgpfDP6knna3RYCwdWlMKdJugBZoTWlXdB+tNpWiARI+ueFro&#10;PH6FadmerkFTBwJsA6SsmGHqZmwwNeOWals2LN6ue77h8aSEndDL0rhu6jpTKYMOASYYfKhDy/5c&#10;4R2ZIva3v0h5oUuIfyRp3vLu9twybXvKTz1wcifSN/wVL8BsX4QddeiStmpLKzQNC7a671umvMOg&#10;Rpu3ZZeYpjVSPilniBejzBbQvXl7hsMzbn3gM/pY89ZU7QNVr82XPrFE2wMPBy9f+qFHYdeyN8tk&#10;fuc6x5bkFWp+SQjCYkTjyt2me5io8j0B21LzlhSZzjwjA8J5QgOHDt7wUEzLtBOfPFKdqOvnbJYO&#10;EUkfBA/RWtL/7iInxBT3f/JckwXt3V0X3jwJRUWIKHaddJSGnY47q0Wju/BFZ+oa0z5u2WTKVTDi&#10;adNZXqvPYBPM/+NjoTYkUc6ML14Seo46IDyZWsPQndX1Isg/cPYAeyLAhMpHkvJrqPzPXKB1QvBm&#10;fuNq07wjXd8L81LW0HttOe1v6CBaXskNbzuzBOmULHSlR5UrlOx7RYtlYMAPtC/QhTjphLm/utek&#10;nnKOvMvJN6JuIuDS/+Eyk/EVN8As5ZEyeIUdArph2S6T99sHIyL9pEjbOYnfbn0/OcoUnPOsCqu+&#10;Al4sv/f9MP9Ivulfudykf+nSkNYcUQf36AGCTzSt3RcjpHsr7NqzRNO94AXd2x3dD2ybpn3hImeX&#10;leXpjwkvjnxaIw55wQCT+4t7Q4M19M741rV67II333BdRpjsf7tV+2I8JBR2OMAWizagL6SwCRKN&#10;x6b/imdmms7ayIIPVzBilj8yNTJklTBP9o9uNSU3j1FalN3zvi4ypH2ORhJauUyQ++v7VTuwCAm7&#10;z4uwCzWgMOuXLlHBBJOViWDL+c+7HUaB7twjArZMGLyrztlDi+ZVIVpD7m8e0M4YykuYJZMwWL9/&#10;2ORLqnh8uk51gQq7P4mws53WzTvt0+fpynvRRS+6obNmmc7KetX2Mr9zvdOp9N6z1bUo9xf3mOIr&#10;X1cNMv9Pj2sQhwjTB8Lum9eEhB3Clj3QhLdK//uLw3WSz6zvXq/hwIhYjVbZWVWvo3zGN9hn7NxD&#10;sNeyu9839Qu2mdpp60zpbeNM3h8eVu24r+hubDUlN44Jl4Uk9GbALzz3WWnXt03RxS9pEFYn1Jfc&#10;Z1NI2HXp9sny+ye6MyK3vF+70pTc9Laem9Kwco9qzEVXvKYRrS1fIPRq3lkmArf3CwGOsJsQep9N&#10;CJ/sf7vFFF3ysr6/8Jxn1N/VChxN0k4lt72j9bdIVtjx3urRi9QuHOJxyS/9K5fpUQol171piq96&#10;zeT+8h4doL1lQ26gKPgKOxbxQjwmn8LD2f9+h7Zz+UOTTcGoZ00GAX9tHf7mzybn32/Xw7T8kFDY&#10;NW9NkQJLZvaF8RIvkk86kkbg7a86fpyAbW50crQsGo0ABnUfbNCpvxdouUzfEEBexim+6vXwlC5a&#10;2Ak9M6RzNEqn8KrnnXJ/0SUvhe6BAWDe9swS9w4HnbVyX7TN7lV/m12MsJP7YRpOXjPdkaN9Z3mN&#10;yfvjI1p+LcMpI03BWU/JFC0zQltV7U86PNNL4g1Cn2hhZ+Frs3sp1mZHWK3c/xJhT15u3aFR3h+k&#10;Q0kHqBYhwRSH9/Y0pfGFPFPz3grN19IBLYTpOdMnLzi5jrbJ+c+75F63LVxhR1sybeNYAa23JAYt&#10;BoGK52aZSk/CzJF/1pMmzQpFSdnfv0np2VvECjsZVEVgNK07EDtNFD6olullhgapcO+XemOCsLRL&#10;VthxRkwWgXil/qppidJTetd4X5s9fraFaPPQmDyFNskIO/gYxcGaXgALpwwYGV8V7Zq8JKH118sU&#10;3Q9xhR22H85OCBMuQZJ70j5/odpPBspecjyAiCYh+sgnWkhbhkxDfDoaHbD07vGqLan6LY2X//uH&#10;NBQW8BN2WaI9taUW6v8W2DzQ8EIDEMJOmAVjuRe9WaDwE3blrCr6rAJzL1qCusfIfekyLal84UPH&#10;lhcFbEHNHx02OaId9lrYxVmggI4IJLbRqeYqZdZVXFeoUH60B6ZTrQfypBDug0mAaVzZXe85NHCT&#10;tmlKvn+blkub3vGOO9WV+62wk+lr9RsLHW2edkLTkUGBtqUzMq2Mm+T/7J/eJgJkn/uW5BEj7KRc&#10;rJ52iVYcA6lP64Ec1YS99S1/eEpoNTlZYYeAhA/0vZIwVTQs3Ob+Gwlow+CRIcJfhWMywg76CZ9D&#10;02hgh8z6FhHPRSDKu5kh1IvC4Ye4wg6mUqa2hOshZYsmcKIFncTvkKmJ1exYBOB8Cc7V8Gq3hGmq&#10;HrPEZBLg02UI7i8TYWltm/0Rdkxz26NsPTHCTqYyaBF+QslP2BGwgM4TDbTWwsteCWt2ktRpfNKa&#10;iIEOwQHDar7uKK7CzmOzs4gRdlIGhIYfOEKzdX+O0g1hSuRpeJUT3Zgy8axqF6eO0qm3157ZI6TN&#10;GlbudcwSSgcRnKedK/mM1sUja8hXrbWi3lSitTL9dsuswu6RqUq3pvX7lS60M4mpKtGzu0X7RSPx&#10;pi6ZOnaU1ar25Vxzji/oLWKEnXyiUaKE6OKYmyf5Mzgys4BOoftFu2zccEDpAGKE3V+daUpvfzfG&#10;tteyL0enlyq8yEvam4OmmiSvCB6S5xrmb3Wm0CrE5H7hCY4o7appcG9y0C9hJ3T2Q1xhh8FSD8Dh&#10;RRAiXnILgk/XieZqQkM2LNnpDApKC6cB6bRMrzDyq21LDbbufzSICDTsed7pbrLCDm2LqWFI2ElK&#10;EWbM+fFtUpYdmo/eJ5/lj04LCxq3nVhQwB5W/cYCvQ/0RtgBFaSXvhzZUfg8WfL/4sUm4yuicZ2K&#10;/cZ9r5eH5DsMydS7LduxWbYXV5uSG9/WwUI7C/e5ZWWRAM2B1cTyhya5ZgO5R4RQlkz30EwKRPvC&#10;2d0GiiUPtKq+zDToyHXT1jmRp90OacuOxsjU1Ila49TF/hdKok1l/+gWUztxta60Zv2LtD/XlRZS&#10;rs9eoI722CNz/+chk/W9G0M23ywRAphB+uq4GyPsbLLv/rsL9ShSZhfR/2X+87UaedtrtmgvqnLa&#10;5ZOedlFb3OUm73cPmvr5W5yyimxkC2n2Dz39wOYvdcv4BzRWGRQ8g1lEwiYqg2D5A6I1uu9PVtg1&#10;yhQ96wc3h/OVz3SpZ9k975kOdwHOIq6wqx67RE/DiilYdJLMYTIY8UQMNMkoifGcg7MLzn1OhRwM&#10;rw1raSSNSQdnNbNKhAxn4UaP3CrsXpoTOuMCTSzrhzfrEn40cDQuu/s956hJETgpMMt3b1B3k5Cw&#10;U+2jTm1E2uEQPggzKReaBiupFtjCCs5y7EZqdBcGrXhmRlxhB9BCmrenmZJbx4nQudHpQBi8Ea58&#10;srgho325CE1shSyspLFa7d7DwkdbWlgbxcG67P4Junqr91BOGFcEJyur1KVhxW7192QqrAKCd1ka&#10;UzehOwN0/tlPmvrF2yPcVXoDtCuiTnMGMKHLdPWXNuV9JKFlxteu0MUF7IRFounqPZRbEv2hRvqP&#10;5iMKAC4xaEi6YGPzobx8UmaZvnJ+StWbC01HUSWN55akd4gRdvIOFgWKLn/VZP2rK1TdMsI3mAE4&#10;1a9m/HIVDH7aZJsMMmUyFdaFIU+7IJzqpq2NEMwMLPAgCzk6WDAYWprJNJ5BAvsqs5zyhyeLhift&#10;CF+Sr9xD24aE3a5M6S8P6v/aH4Sfqkcv1v+8wOGeQSWbnV3YPV36s0AYrdXHFXb4iIVG+kRJKs78&#10;G3+XaMP8iQYEH8IG4dfBDojsUl1x7WSK0syB2dKQ8RhZrjMlo4MSEUaTfLdTp2jAmGhvLHDwPqan&#10;MHs0w9r7tEyFlVouPr22O506yT2h90pSQRevrB5o/nIv76eeHaKlscqKATy0k8DeQ1nlnk5hQr5H&#10;T4e4T+kn01LcUnQHiQgLOpG3XjYv3qW7UKRDUifqqDRLotzJAtpgOlD6SVnoQNiXKKd9j94j7YtA&#10;pm6U3w46FpY3eJZyUz98w7TM0DsRbyQJ6BIh7ESAFF3wghN8Q3jLtpHSnzoof0W1gQ+oJ/dSPy03&#10;7VIq7SJ08aO13k9daxv1XdDNqafc774vdI9Mr5VmwjMRZhBoKv/zTIgnLT/5gMUxeA77JFNi512R&#10;ZfMXdvKi0lvHqgYQI9yiE8JORixU/0SFORGBnYSpJdMD/K3aCspjO3iA4w50RNyOmjYfNvVzpG3n&#10;bzWtooFHr3gONhxh5/GzEy2s6HwRdjLoBkgk7G7ppbATVTIQdmEQ4UWde4n68q1rNbx6tPtCgOMT&#10;aA2sbGOLTfv8RbqDQx20+6mZ9RcIu+rX55ucf79Dd6RgGyy7f6LGngwQV9gdUUfVFD/hFp0Qdl++&#10;1FSPXzGsIj70B/hgYRNLOWmkOsw2bTwUDATDCGjprK5iC2X7VxC67PhAXJsdxnI1HvoJOG8SYcfq&#10;R+UzM3q98nW8Q+0OHR1a74gkUxxsGoyobKuK+Z8UPTCQl1zzvTfZ1NYRY6eIBy07thB5Do0gWX80&#10;tStGv7c3yWO36TekDpQde5nvu2zinQw2vdG8yFueQZBF56e2K9q2vE7bOvp/6Nob/z4vuqSsHRW1&#10;6n/JKjluNm3phWr3YurcW2DLUruXLVc/gCdAZ1WD6cgrV3chXE7aUgpMR4HQorZR39VXYN6x9FN+&#10;7APUzuepa7TJKK6wq5uz2aR/3t3i5CfkbOL/U84xRVe9bjqqfJwXhzEQLqwU6moS/lQ4t+Jsm0Ri&#10;Vdbb+TAAVzw8WVcsCerp94zaYvQ9/okVKLZz9QQEHVuWcEVgmo1HO3YdrveEhgXbdPrmX8YztXyU&#10;05cWf3m6yf7J7ToADAQQcmytYmaB35/6tEW/05PYyVE44mnTuGafLsgkqi+rjDjGsjdZ8/bJzzf9&#10;xRmmcOTTPWp7vJvOSZ+hLQrOeMKkfvb8cD3oW/DVKSPVtSjF0vQTZ+vKI8oIizN06Lj1kOsEZMj5&#10;6R1K+4Izn3T/6BnkiSBvXL3HFLPazE4q6kfZsAe6ZWMRk99ad/kPkw2+puwA6c1iUfOWVHVPIR9c&#10;ihoWbtUZEnVIFpgScFWiPKx+tx7Kd/9xEFfYtWYU6fKyGjqjBZxPyvv1fc4Wl14U7niHCrsxIuxw&#10;H/j7i9Wvq3Vvlrpy9JQ6KuvcXBzAtKz0tR7Oi7m3YdlOk3/647q6lvXdG3R7TvQ9JFb30LwSQtqH&#10;PaYhZ1jSaY4ztC7V99B+rIIS5yz63S3b0lwnVZkNiDAkOkv0PWgqbZnFAxYkAoFCVA3165OOh9N0&#10;DP3lneyVrP9wkym+5g3Hd1QEB/uXGxbviEuvkLDDbUc6NnvE2YoWkbdfkvexAp9oIcq67WDTZWcL&#10;9Mcns+yBSboFrT2/QnhLtDDyQJhJGVnh5f248eDjxo4lDSqBu1FrHMEqbanC7md3ihA9Q7f19QRm&#10;BrQRO0lwiVGeExrgb8e7+K9L6K71E2Gtq6DCE2ignC1TdOELjouNCGX2E1NeZjk9CT3qpu9zeTJd&#10;BD+Dd2+OcUDYEQEcAYwrVevhJIUdXt0aviYZYSf3UEFC9fTY2YYRvMIOGw6e231VwRMBravoopeE&#10;8ZyoKSz/9xVEhcj6lxukzc5WHyz2MKZ/8VJ1diUsFYzblwGru6HZ2fiO0f4z55v6uVvcf44eIoSd&#10;CIzaCat6pH97brkGYYBvs398q2liW5ZPfSOEnbRvxaPTfHef9BZoo7h1pXMi36fOVa0ah1w1ayRJ&#10;dwQNriPqvpPoGfmvN8IOoVL7/konko0IeI4EaFi603Q1tSR+jwfcx+yCLX3ZP7xZhR4+lY3rDyTM&#10;IyTs5P6sf73J5PzyXi1D1g9u0XBUybi19VnYUTBiePHyGOEWnRCIUrDCS15WW8OJguNN2BFrjwUT&#10;pkNE7WjZlaGMSeQWBBS7E2qnrOnTYsrxIuwAK+NoLOznJFaj3zNHQ9hhRypB+5U+Q8euenW+4++Y&#10;pCDpNSTfZIUdbU58OOqKA69q+sw++lg2NESmkRr6TGjNZn1mJPEQEnb4Bl4qckR4nD3X7L5AthTI&#10;oEBsxETos7ADdCrtHH99ZqyAi0rM1/F+x6ua4H0nAiKmsV++zNSJoMCIrIb/BAlDb7IjJei3sJN3&#10;dcjUqnDUs5KHs92nad1B90+Odqw0RVe/IfUYqUKb8EO9KR84XoQdobDo9PAsW7XYW+m3mBA9jWWD&#10;PAsHfu0ZkdRR1592dVPWOvQRfim9ZZwa0o8qeiHs0C41SosoLvBJe0G5+0//0LzpsO6bRyHK+a+7&#10;TafQ0A+Rwu4VJ9QU5d+RptN2bJjEwmMb3pE4Wl6/hB2oHrPU2QokwixawMUkqRB7LNvkJQO24jaE&#10;ERJ2umot2i1bWz51ntIrXiLmFyNXb7bW9UvYSb/DY7/0tnd0OxjaTP3sze6fLoSpGIXzz3hCmSrz&#10;29cp83E9WRxzYSe0ZzsRDI8HfSjhoV9Wq/VjMQnjNza7zG9co1MthJMfwsLuBl0cQOARO9CvTb2J&#10;wBBEeY4G01RiyRFUVcMQSd6JgmYwaBKnDz85tgbGTfdO0PswO8UgSWGHVkeEaQZtUtUrc3vV9olA&#10;SDI90kGEGNP2FvjKB77CzgU7I7D9scBE+diWSXTjaLtov4Udy+wFf35SGcRXwHmTuzJbKo2gATwH&#10;iGBDFRGa3ecvNmyex6ueUTJukkbFlaA3Rvr+CDtsO8RNY+UVu1z16wt8OziaXPO2VOeYTGnrnJ/e&#10;FrOalQi9FXZoP0zhdKtQT0l4EFpH85NX2DGzYCCJEUDsxxWtT/lTBCJ2OmLlacTlBANyhGYndC8W&#10;zbdx7b7Y9oxKbGDH/SEaKuxuHhMWdiKgEgq72iadbtOxEVJEBgkl+Z37q/u0fghh4rwh1GPQK2G3&#10;LCzsXh5gYXfFqyFhB438kEjYKaQ89JuCUTItPnmExo6sYnBTOePc0m9hByGIF6+br7HNRQu4qATT&#10;wexEKBju2t1Qt9kh1FghI8wPZSy5daxoHcXaMXxTVYOGjE8jNDxa+p+f0PMCkkFvhR0CgdE6jei2&#10;NvilX5JysHLKQkK0H1eEZidTcIQ6fl+EL7KJ0E8F5z+nQoHdDoSiSsYH7mjY7HBAttPYkpvHJp7G&#10;ImziJDQaBlVHEI/ot7ADzdvTdfM+01jsbLi1DASaNhzU+HwaRfhX9+rA5YcehZ2AAZldSATNzfjG&#10;1SZF7oVHWw/lqqzpt7ADqNRsj1G/rKSms5JEitdIoYazwBvKwg7BgMsKI6C2mYyGaSIQ0uj0PSX8&#10;p2jDU0eZ4mvf0Agg2tESoE/TWLfzJp2ikKzNDpca9nprNOBPnK0h6f20Ly+OygJFW7vG2KOPMACh&#10;Qak5w6duiYBWjBAbSGGHACXqCm0OnQh93iHCo7e2WwtdoNifq1GYKSPRgIiYHA/JCLsQpExtKYWm&#10;6OIXtd3xByZCDU78uMD1S9gBGB67D8ycjIan93xylMZNi2cXOd4xlIVd854sxz4lbYEdlZEb4eBr&#10;VI9JbXoCFmGmWKFltZaDfBJhqC9QdDe1aBzAtE+fr50Bn0B2QcTD0RB2gDITmDRd6Ap9iQOJluY3&#10;TY8HZlv44zGQqbC7+z3VymPQC2GnEMUE7VPDM0m+eb99wNTP36r1TlboIeTQsLD1a1gp4b+c/7hL&#10;65goj14JOxfYKYl1qG0k8gZ+T/9Hp+z9EnYQrj1LOt0lBG2UqUeyAu/T52ljEOJluMEr7DD8sx+W&#10;MOQt29MSp21pzilSUQbWeOitsGvPKdHN4NCfTw6gibdCGA8YhcsenKTTP4QJxv9E25WGurAD/Fc3&#10;fZ1j6JYOgZc9Rw36CZlIm50Ix2scm51ve3oTdrsDHI0Yv7NymE7r7kxTfPmrKvTQpohdiM8jfm3w&#10;hvrQiVBD4yIv2pxzTNg5QZy3dAKInjpSp208o8IyGr0VdgL4hKjMBNJU52CpO4E92SFVN2ujTBnz&#10;nHBN0FnyR5FBc8ZWyW4WTgrTQ3BkQEHY4dqTjIbYF2GnQC7lSv+wiyDIHPnsn7ATUGD86ArPfz6c&#10;sZ+Q8ybukWlR/oin1Lucwg0XqLDjVCWpp56Y/peS+OwpsXXn7KfiLqFHQw8pEZqzlSb7BzclFHbY&#10;WvL+8IhJ+T9/0sCXDSJ0+rJnEfMD2nzRFa/qe3E0rZu9WYSAT6cSMPoTHVb5QgQPtr+jDd0uNm6Z&#10;7gZhG5U6tYuQSgR4GAGQ8c2rne1rIgg4TgDB4oUKuwXbdPtTyl+cnnzb/t8/qY2RHQUJIeVQO5NM&#10;PwkBxjkiaWyXIg/dMuaEONfEd7ZjyX/MlnDhwEdPd2qI4IwrSKiraFQsyhz+P380Bac/7v7RM8gT&#10;gYPNk8WZjK8LvT4uZbBb52LKJtdxCBbtquzBidrXu1uTd7GiTbCp8g4G9qSFnQtoyWCUgdnmY2fq&#10;jiMEsxe9EnYWSGoNy60Cz0fA+SW5L1NGSZxWNbBjkkQY0pA6QGR2jfQ6RXWuhOA9jPL22US00/JI&#10;B+C+JDXHRGCk95Y50bsRqvbeQTmLBLpIHUPlk7pzrUfwXKjdhFa0hc9z1DWC7smmOPklAzQm+hfu&#10;K2gmrIij6eELyaHlvUZU+/ULkhdaXXtOmZStwLQezDNtaQWmI7+iV1NdX0BrW84+DM4W2mZx2qBP&#10;wg4gsJi26dI+2pufgItO3CdTYM57bD2BjlxMBkwHOMCnVrQTIlwECBBgYNFnYQcY9VnxY3N60gKP&#10;JPfiI1R01WumPTPyCMATDWyqrl+4Xc/cxWCtGrBMnYiA258RLkCAAJHol7AD3TIdwEGz+OrX1Zjd&#10;O6HHUXWj9NBn/KOi1c7hDOxNlS/P9T3FSr9L4szS6PNgAwQI0Df0W9hZ4K5Q9+FmjZ2V9OKFTdwr&#10;01uiLNSJRuM943K4ABtCR2mtBlfI++8HdbUqIY2whcr/LAxUvTxHN+zHo0lDTZXZvGiWWfze62bl&#10;tHfM8iljzeoZ75mCjBQ9p7SlqdEc3LLOrJJraz6cZCqK8nSQaqyrMVn7d+nzrc1NZv+mVSZt1xZ9&#10;ZqBRVVpkNs3/wFSXFR+1ts1PO2DWzZ5s6qsrTUlOhlkz831TmpNpcg/vM9uWzdXryb67raXZHN6+&#10;SVN7a+QqdPaB3WbL4g9NQ21yZ9KW5WdLu4wzyyaNNiunv2tWSdq+Yr6WZygB2uzdsMLsXrPUtEXV&#10;OVlk7N1utiydbZrq/ffADgSaG+rNgY/WmMx9O0xHe/JRogdM2CmEWJ1lNabi+VnOkYJoLH4dOV5y&#10;Oz+uBMXXvG6aVu8dEN+mYwUMpRwXyNFx+f/7iEZ0tkIspu5+ifsQeELLRK4f9VUVZuP86SZ1pwwU&#10;He3aDvs2rFShV1dZbmrKS8yBzWvMrtWLza41i1UQ8MzOVYvMvDEvaMcrL8gxeakHTLH8hyAszk5X&#10;xs3cv1OZqrkh7PnO/wjSvetXmD3rlrr/15v2lhaTc2iv5JWrHQeGR9DUVZWbxtpqFaSNdY4bQlVJ&#10;oZZp99qlJkUESk15qeTbZWorSqUem1X4dnV2iKDIMYXyrvbWVlNRmGcy9mzXdxzcut7UVpapINkn&#10;Qnr/ptVm2/K5Ztnkt+V9FfrOw9s2yj3lKpzWzHjfHNi0Rsq83OyWMpdLXp0dHZpnQfphFW6UK+vA&#10;LlOUlSadqN0UyyfflaYeZOzZZtbPQahWmBop7+HtG7Ue+zauMtWlscK8OCfdrP5gvNLW+x80yxH6&#10;ZB/cYw5JfaA5dNm/ebXmd2ib1FHy7+rq1DLSHmm7t+p/vLNeBikWWmoryuTeDSKklogQWKu/GbBo&#10;e2hp72+qj9290NrcqAOevm/rBrNOBsOtMjC0Cj0YDNOlrnvkP9qqTugtFXCfdNDR1qZ8s3vdMnPw&#10;o3U6CKyfO0WfZZDNPrjb7BGa7xV+hObUpUYGPKcuW+T6cpOyY5MpzcuWT6esfDYIv9D+0Iy2pW7U&#10;EZ5CEBekHzJleVnabvBDhvAg7c3z5N3ShN9hZFkHVti5UMdChB4npn/hot4LPZLb0Yle6pxtucKJ&#10;zNo58E67AwXV3gorTd3MDeoqosFPT3F9Ekl+9YyXEHJS97IHJqq7TyL7HYJrrTDpwndfkc+JZuXU&#10;cWb+uJe0E8EM+WkHTUHaIdMmAgSmXTLhTWHSVlOSm6kaB8IE5ty6dI7ZLx22S961S5hr+eQxylDt&#10;ci8CzqJJBNbBLWu1M1mNLX33NtVU1s6aqExJp64oyhehMEUE42EVpksnvWUqi/NV2C6Z8JYKTMqH&#10;QF07e5KpKi40eSn7zfyxL2qdeC8jOFpZs3TUw9Ip5o5+3pTmZ5lW6UiFki/PkX9ba7N2KuqGoOP9&#10;CAI6fbYIsFUibEoLsjXPgyIQKCdCIVU61lbRRCg7wpb7dq5epMKWjkOijF5YYUfddYAQgQht0YrQ&#10;rNtE6HtBfReJ1r1s4mhtJ7RPhDUaNhr4HhEUDTXV2kERegh42oPrvB96b10yW9/Z0tigguAj0eQZ&#10;bMpESKyTNkdgIQTyhRYfLZ6lgnPLkjlK29amJhkI5uvz3SJsLBBou1YvUfo6728UzfMd1czQwHes&#10;XCQCZIO8s94c2rJeZw7QxQJhxIxhw7xpOqhQ7y1STmhbVVLkDIaSqAuD3py3ntXBIIv2ljKXCm+1&#10;iMCnvPBJs7yHQXHzwpnKh9UySCO4EPj8t07aGnpwz/bl86RM63RWAg13yMBNO9Em62dPMel7t2n7&#10;e3FUhJ0XrNqilTi2qSS2msVLCAuE5mfPN7m/e8hUvyvCL0e0gVYnpI6OmFGjztGAdiK3I3XWNqkz&#10;JQEA8BLXQ3o/JnXsrWAjofHxKTTK/ObVpm7yaqlbcip6jGYnKMpMFaHxkikSps8XQceIvVmYCiZb&#10;NP411WoYaVdNH69Cj060benckLBjJN204IOYjgtgqu3LF+iUDEZdIR08XTSO+hoRdvIeOkhI2Mko&#10;HxZ2o6UTFOiIvnTiW462KPehCTK1o4PmIuzGeYSdCGcVdnIvGsAKEc6donWhISDEEBxoVwDhvnzK&#10;GNXsLKyw2ygd0gpBNMxIYTdHhF1VSNihAYeF3TKtrxdW2KExZx/aY9bMmmA2L5qp0+YVU8fG0AzN&#10;jnz5VD51oR1TOnnu4f06mNAmaDUrpowzmxbOUG0UTdwKOzo4oGzQBC015/Be6ezjldaWN2k/2n25&#10;aLnrJH8EAUKNcvMOCwTIpgUzVBtkOsizO1YuVHpYM4AjSBbq4Icg9tKCZ3asXKDP2OtokOvnTlWe&#10;gn8YTLevnK/1YDCoF6GYJZo2Ag36oxluF0HMO2gr6sb70ZIZgPZuXKm02yZ1ZyCjHCrsZDZihd0a&#10;4emDIowpP8/QF9BIB13YWSD0cNLE6E70jT5pO9FJDftna6htYs+XXP+WHtbdsHK3hoDhYBDCWTMV&#10;1kM4RDAS1976VoWS/MZBWLdKyX3EPOM5PLNb9sooK9PpmvdXaDSX/D8+piGQdBdJXwWbTXZKe9II&#10;jQVYctMYDW1PmXoDBAMMRuesLC7QToSWs1w6Hh2JjghDo4nBNAtE60O4IexWyFSXDguTbBVNgOkv&#10;goQOv0mYxk/YpQhDLxUthSkg0zwEFQKOPBA+qo2IcMrYu0OnlQUZh0LCrrI4T8vHe5l6wLhMP9AO&#10;mZbmy/SEqTXTU+7btPAD1RZUs5P3UieEHR2DDsn7EHLks006ANpHXWWksEOT2CD0scKOQWHNzAna&#10;2RB8m0WwUBdoxwDB9J5OR8faJXWJFnYIdrQMtJX18n6EN2WHzghxhJMXCHEGhqLsNH2/BVNWys9U&#10;FmGHwJrx6mOiLR7U/xBETCmZLn8k00MEHLACAc2PgQLBi5Bkise0Fe2MdoFu0Aytbae0J9og9LDA&#10;Fon2Rd4IbuhB+XkOswJ02CcCisGDNkdrRRu06JJZVoq8D4FN2dHgNsybqrStEs0QQYUgrJW8clP2&#10;mcXvv64DE1roZqkbGlu7CLtty+aJQFwQEna8n/eS92oR+GXCO7QNwg7+hdZ8oqGrsJPB5oAIPhV2&#10;UlY0zfQ9W4+dsLPACZTpaPVbi03Oz0UbYprXH43Pm6wAtYlrIkjwBcz40iUm8+tXa1x8trFk/eBm&#10;jdbLZ9b3bjCZ37rOZH7tSudshk+OchYQ/PK0Glh/krv6mvkNBNzb6vndVd+3cOgADcixue13kkxb&#10;K4sK9DoMBBMznWFEhWnQ9OhMjMzWJoaAqJRpJAxIx2MaQx4wdDQQNjyD/ahQNEiYEcHT2tKkHStj&#10;306ZRmxXewv5YyvCJkNHYuoGU9Ix0EpSRdgg4BCOMCfvY3qDEGJKy/dKKSsaa31VpeZjp9RO3Uql&#10;brtMpryzOCfTlOYy7Q5rxPqu2hrtjFzXDlFdqfSi/giyoqxUrQsCAsFE3SkHAoCpVDQNsJVVFObq&#10;s9yL0MZuBE0xGVSXR66gMw0sFeHNp1fY8Tz5NNXXyHWpuwwy0CddhCfCwQ4mdOBKKT9TQ0B5+E75&#10;0EbRehGQCDqea5aBjPy4TnmgJe2E3TMa8EiJ0I170KodehfpO7Dn8Zy2hUzXmeZGA02ROiDwsXfy&#10;PHWAtpq3aHjQFtsd7UDbMTBRH8pDG1IXBjZow3tpbxWEQh99nvILv1XLPdguoQf3M3grD0tb8p3n&#10;aWPer/ZMD63BoAs7LxB8bEmqnbhKV2J1GmiFip+QOF6TrdMpI3W6S3DEVmLaiaYpLeJSY/iC6RIa&#10;BkyLbS2aCQMEGAwcU2EXDQIcMv3EKE/IbNX6ogWGV4gMtRRRRtEoTxtlsv/tFlP+0GTnaDm/zdoB&#10;AgQYFAwpYReNrpZ203Y4z9SMXWKKLntFI36wOqvOy17hMhBTy96k0HtdwSYaKe4hnFpVestYUzdj&#10;vWnPLQuEW4AAQwhDWthFg2kvvmYd+eWmadNhDQ5a9tAk3WvLwcG4eqgv20kjnEgM2AI1JSEU7WIB&#10;yX2OPPid9mkRZl+93GR//ybd1lVy/WhT+do8U79gq0a3IH7XiTIlDRDgeMVxJeziQoQMxm3C8jir&#10;qU0a/pmQ4oSaIe590/qDpnHFHtO4ZIdpmLdFD02un7VRQyA1LN4u/+02TWsPaFwtptJtGcW6IV/P&#10;52xsUWGmUT0CgRYgwHGJ4SHsAgQIEKAHBMIuQIAAJwQCYRcgQIATAoGwCxAgwAmBQNgFCBDghEAg&#10;7AIECHBCIBB2AQIEOCEQCLsAAQKcADDm/wf/irsVllzEKwAAAABJRU5ErkJgglBLAwQKAAAAAAAA&#10;ACEAKXSkN8QlAADEJQAAFQAAAGRycy9tZWRpYS9pbWFnZTQuanBlZ//Y/+AAEEpGSUYAAQEBANwA&#10;3AAA/9sAQwACAQEBAQECAQEBAgICAgIEAwICAgIFBAQDBAYFBgYGBQYGBgcJCAYHCQcGBggLCAkK&#10;CgoKCgYICwwLCgwJCgoK/9sAQwECAgICAgIFAwMFCgcGBwoKCgoKCgoKCgoKCgoKCgoKCgoKCgoK&#10;CgoKCgoKCgoKCgoKCgoKCgoKCgoKCgoKCgoK/8AAEQgAhwCw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9E/4Lr/8FKv25f2W/wBvW8+FPwC/&#10;aF1Tw34fj8K6bdR6ZaWNpIgmkVy75lhZsnA74r43/wCH2v8AwVP/AOjw9d/8Fen/APyPXq3/AAcq&#10;/wDKTe//AOxJ0n/0GSvgGv2HJsBgamVUZSpRbcVduKvt6HzeKrVo4iSUnv3Pqj/h9r/wVP8A+jw9&#10;d/8ABXp//wAj0f8AD7X/AIKn/wDR4eu/+CvT/wD5Hr5Xor0/7Ny7/nzD/wABj/kYe3rfzP7z6o/4&#10;fa/8FT/+jw9d/wDBXp//AMj0f8Ptf+Cp/wD0eHrv/gr0/wD+R6+V6KX9m5d/z5h/4DH/ACD29b+Z&#10;/efVH/D7X/gqf/0eHrv/AIK9P/8Akej/AIfa/wDBU/8A6PD13/wV6f8A/I9fK9FP+zcu/wCfMP8A&#10;wGP+Qe3rfzP7z6o/4fa/8FT/APo8PXf/AAV6f/8AI9H/AA+1/wCCp/8A0eHrv/gr0/8A+R6+V6KX&#10;9m5d/wA+Yf8AgMf8g9vW/mf3n1R/w+1/4Kn/APR4eu/+CvT/AP5Ho/4fa/8ABU//AKPD13/wV6f/&#10;API9fMnh7w9rXivxBY+FvDmmyXmoapeRWmn2kP3555HCIi+7MwA9zVe9srzTrybT7+1kgnt5Gjnh&#10;mQq0bqcFWB5BBGCOxrP6nlPtXS9nDmSTtyxvZ6J2tezaevkx+1xHLzczt6s+o/8Ah9r/AMFT/wDo&#10;8PXf/BXp/wD8j0f8Ptf+Cp//AEeHrv8A4K9P/wDkevleitP7Ny7/AJ8w/wDAY/5C9vW/mf3n1R/w&#10;+1/4Kn/9Hh67/wCCvT//AJHo/wCH2v8AwVP/AOjw9d/8Fen/APyPXyvRT/s3Lv8AnzD/AMBj/kHt&#10;638z+8+qP+H2v/BU/wD6PD13/wAFen//ACPR/wAPtf8Agqf/ANHh67/4K9P/APkevleil/ZuXf8A&#10;PmH/AIDH/IPb1v5n959Uf8Ptf+Cp/wD0eHrv/gr0/wD+R6P+H2v/AAVP/wCjw9d/8Fen/wDyPXyv&#10;RT/s3Lv+fMP/AAGP+Qe3rfzP7z6o/wCH2v8AwVP/AOjw9d/8Fen/APyPX3d/wb3f8FEf20f2uP2z&#10;PE/w4/aM+PWpeKdEsfhjeala6feWVrGsd0mo6dEsuYYkbISaRcE4+bp0x+NNfpb/AMGsP/KQPxl/&#10;2RzUP/TrpNeRnuBwNPKK0oUoppbqKT3XWx0YWtVliIpye/c5D/g5V/5Sb3//AGJOk/8AoMlfANff&#10;3/Byr/yk3v8A/sSdJ/8AQZK+Aa78j/5E9D/BH8jLFf7zP1CiiivUOcKKKKACp9L0vU9b1K30bRdO&#10;uLy8u5lhtbS1haSWaRjhURVBLMSQAAMk1BQpKtlTg9iO1TLm5Xy79PUa31PevCP/AAT5/aF8R/s7&#10;eMPjVdfCXxXa3vh3WdNtdP0WbQ5luNQhmMi3DpAU81/LLWrblGArSZztJXxbxT4Q8XeBtYbw9438&#10;K6lo2oRqryWOrWMlvMqsMqSkgDAEcg45r9H/AID/APBYX4a/Dr4O+CvgH8RPF/irWNRuPDMkPib4&#10;mqoll0W7nJMO2KVGa6+zrIFdyp5hG0T5Ofzf8Ua/rvinxBe+I/FGv3Oq6je3Ty3mpXlw0stzITzI&#10;zsSzE9cnmvxjwv4i8Us7z3NqfFOAjhsPCpfDSXN+8p/w043StFulKq1O1S1WN4RjyuX0Oc4TJcPh&#10;qEsFVc5Ne+tNHvrbr7yWmnuvW9z7P/4I3aX+zR4n+JF5q/xc+Elnbap8P9Pk8SW/xCuvEM8NpaKk&#10;saKtzDJJ5AZTIWSQYA8sZUkFzhf8FefDn7PPw9+NraD8IPg1Ha3nii3TxPdeOf8AhIp7qHVlu5JX&#10;JtIhK0KxFw2XxyQQqqoDN8k23iHXbPRLrw1Z6zdQ6dfTQzX1jHcMsNxJEHETugOGKeZJtJB272xj&#10;Jovdf1zUtOs9H1DV7qe005HTT7Wa4Zo7ZXcu6xqThAzksQMZJJ6mroeFeOo+Lk+M3mVV0pQ9n9W9&#10;pV9mlZNS/iWdqjk1ScfZJS5klJXJlndOWRrL/YxunfntG++23a3vX5tN7Fjwh4G8bfEHVToXgLwd&#10;qmuXqwmVrPR9PluZRGCAXKRqW2gkc4xyK9o+Jn/BPP8AaC8BfBz4f/FCw+G3ifU7rxhaX0mp6La+&#10;Hbl7jR5IbjZGsqLHuQSRFJFLYJO8YwAT5J8K/FHiHwb8Q9F8ReFviBdeFb6DUYxH4is5ZFfT1Ztj&#10;y/u/mKhGbcozuXIwc4P37+1j/wAFgfh38f8A4GePPgx8MNQ8S+E9QWG3/wCEZ8TSTBG1+FJYxcwy&#10;CEBrRpIzIVHKuBtYx7thz8RuIvFTKeLMnw/DWBhXwlSp/tM3zfu4P90uayd481SNX93edqMuZKF5&#10;FZRhclr4GvPGVHGaXuLTV/Fp52Tjrp7ytrofnLd2l1YXUtjfWskM0MjRzQzRlWjcHBUg8gg8EHoa&#10;jpWPakBz0r9pjfl1PnQooopgFFFFABX6W/8ABrD/AMpA/GX/AGRzUP8A066TX5pV+lv/AAaw/wDK&#10;QPxl/wBkc1D/ANOuk14/EH/Imren6o6cH/vUfU5D/g5V/wCUm9//ANiTpP8A6DJXwDX39/wcq/8A&#10;KTe//wCxJ0n/ANBkr4BrTI/+RPQ/wR/IWK/3mfqFFFFeoc4UqjdSUUAfbn/BNz/gmZY/tDanb/Fb&#10;xN8T/BOu+EW0a+ttS0fSr6aXU9Ou7i1lgh86CW3QRPG7earFiC0SshZSGr55/ar/AGTfEn7I/i6H&#10;wD43+KPg3W9aK7rzTPC2oXFzLYLjKmcyW8axs3UJuL4wSoBUnZ/Zp/br+J/7I3w31nwt8DdLsdN1&#10;7xDrFvc6r4ouoluJTa24HlWscTrsUbmnLsdxYS4G0qGriP2jPjPJ+0L8YtY+M974ZtdIvvEHkz6p&#10;ZWLEwC7EKJNJHu+YLI6tJtJYqXI3NjJ/E+Hcq8W6Hivj8ZmeKjLJ5wUaMEo86dPVcyTtFSdWp70b&#10;ymqUOdU9FL6LF18jlkdKnQg1XTvJ3dtd7aa25Vo9FzO19Th8n1ooor9sPnQooooAKKKKAPaP2Qf2&#10;LfEf7Y/iN/Cvgn4u+DNH1KGZfM0bXr+4hvZ4MZeW3RYGWcKoYlQ4YbcsFBDH2D/gpl/wTqtf2bfH&#10;Gu/FjQ/iL4J0Xwlq10r+FfC819cLqk7eUnnRRW8duy7VkL4YuEVSm5lLAV8+/stftC3/AOy18Wov&#10;jToHhOx1bWtN065j0FdSdvItbqVPK890XBkCxvKAuV+Zgc8c7n7TX7aPxJ/a48JeFrP40WVneeJP&#10;C7XUKeJraBIZL+1mKMsc0aKF3Rsh2soUEOcrnLN+K5tlPi1V8XsJjcHiorJI03CpBqPtOafvNxV7&#10;SjGVKnFTlacFVmoxkryX0VCvkUchnTqQf1hu6d3ay0V+zak3ZaPlV2nZHjtFFFftR86FFFFABX6W&#10;/wDBrD/ykD8Zf9kc1D/066TX5pV+lv8Awaw/8pA/GX/ZHNQ/9Ouk14/EH/Imren6o6cH/vUfU5D/&#10;AIOVf+Um9/8A9iTpP/oMlfANff3/AAcq/wDKTe//AOxJ0n/0GSvgGtMj/wCRPQ/wR/IWK/3mfqFF&#10;FFeoc4UDHVjRX0B/wTg/aI8c/Af9pPRG074tWnhnwvf3Yfxl/bD7rGewhRpZQYyDmcojpEUHmeY6&#10;qud5B8LibM8wyXh/FY/BUFXq0oSmqblKHPyq7ipRp1ZJtJ8qUJXlZaXuunB0aeIxUKVSXKpNK9r2&#10;v1s2tO+qPPf2iP2evG37Nvi3S/CHjm2ZJ9W8L6brdqzR7d0d1brIyYyeY5fNhJ7tCTgAiuBr9Hv+&#10;Cif/AAVB8N/H39nJbP8AZU+Jd9oobxBLpfi/SryzW21G8sXjYwzwsCSLZmRlfaQ/7xFcKGw/5wmv&#10;i/CHijjTizhCGM4ny/6lilJwlTblz3i7OUoSpwUObSUVGVROLUuZXsvRz7B5fgce6eDq+0g0mnpb&#10;Xomm722d7a6WCiiiv1E8UKKKKACiiigAruvgl8BPF/x2h8XS+EV/5E/wbeeIr/dEW3wW5Tcgx/EQ&#10;5I6/dPFcKCQciv07/YN/4Kp+BvhB+zZo2n/tffFq61zWL/xE9npMdrY/aryw0lQqfab2RTlkEokA&#10;B3TFQCFcYx+U+MHFnGvB/C6xnDGW/XsRKcYqmnLnSercYRpzU/djK95U+Vapydov28hwOX4/G8mM&#10;q+zgk3fS3bV3VtWujvtpufmIfUUV7N+3j8dviF8cv2kPEeoeL/ifH4m0vTdWuIPC81jhbFNPL5ha&#10;CNTtTfGI2bqxP3mYjNeM19/kGOxuaZLh8Zi6SpVKkIycIylNR5le3NKFOTsnreEWndW0PLxVKFDE&#10;TpwldJtXate3km1+LCiiivXMAr9Lf+DWH/lIH4y/7I5qH/p10mvzSr9Lf+DWH/lIH4y/7I5qH/p1&#10;0mvH4g/5E1b0/VHTg/8Aeo+pyH/Byr/yk3v/APsSdJ/9Bkr4Br7+/wCDlX/lJvf/APYk6T/6DJXw&#10;DWmR/wDInof4I/kLFf7zP1CiiivUOcKCM8EUUA45IoAn07S9R1i6+x6Vp811MsMkpjt4S7CONGkk&#10;fAH3VRWZj0CqSeAagr9G/wDgjN+zd+yf8YLu++K9tb+KpPFHhnS30zxBomtS282mSC/t5oGlidIU&#10;Yh4xOvlscoGIJbhj8pft2fB/9n39n74z6h8FvgneeMb670C6aDXtQ8USW6xtLgEJBHHErFQCP3jE&#10;Bv4VK4Y/kOQ+MOS5/wCJuO4KpYatHEYWEJScoWir3cru9lFRdJwkm+f2mismz3sVkOIwuT0sxlOL&#10;jNtJJ+lvn8V10t5niNFFFfrx4IUUUUAFFFFAABk4qbUtL1HRNQm0nV9Omtbq3kKXFvcwmOSNh1Vl&#10;YAgj0NfQX/BOn4Efs3/tO/Gix+Cfxim8ZWmsajM8uj3OgXEDWk6RRGWSCdHhZ4/kjc+YGIOcYUjL&#10;e9f8Fo/gB+zJ8HviFJ8To4fGDeMvHy/abPT7FreHR7fyUjikmZmiLsxO1jEhyS5JZAVz+Q5n4w5N&#10;lfipheBamGrPE16cqkZKF42TjytO9nBxVZyldcjpOLV5JL3qOQ4itks8yU48kWla+vn878qS63uf&#10;n7RQSTyaK/XjwQooooAK/S3/AINYf+UgfjL/ALI5qH/p10mvzSr9Lf8Ag1h/5SB+Mv8Asjmof+nX&#10;Sa8fiD/kTVvT9UdOD/3qPqch/wAHKv8Ayk3v/wDsSdJ/9Bkr4Br7+/4OVf8AlJvf/wDYk6T/AOgy&#10;V8A1pkf/ACJ6H+CP5CxX+8z9Qooor1DnCiiigDpNM+LvxK0f4eP8J9G8aX1l4em1capc6baSeWs9&#10;2qoqSyFcM+wIu0MSFOWUAkkwfEX4leNvi14ql8b/ABF8Q3GraxcW8MN1qV1gzXCxRLFG0jfxuI0V&#10;S5yzbcsSSScKrGk6lc6Nqttq9nHbvNa3CTRpd2kdxEzKwIDxyKySLkcqylSOCCOK86OV5dh8Q8VR&#10;oQVX3veUUpNy5ea8kr+9yx5t78sbp8qtt7atOKhKT5dNL6ababaXdvV9zc0L4V+MfEPwy8QfFrS7&#10;FJNH8M6hYWerSbjvje7E/lMBjBXMDKecgunBySObII61+wX7OXx2/ZGv/wBl/wANfBT4jeB/hRof&#10;jf4jaD/azfDuPS0ttL1K63ZsWuR5bJC8wS2kVXy3I8sNhc/k78TfG178RPG2oeLb/wAL6Josl1Px&#10;pPh3R47GztFHAjjijAAAAxlssTyzMSTX5R4Y+Jmfcd57m2Cx2VzwsMLV5ac5vSpDWnzQ0tUi6tOs&#10;1Uj7jjypNu57edZPhssw1CpTrKbmtUls99ezs46PW9zn+TRX0H+xV+wB8Zf2qfF/hvxHpvhFbjwG&#10;/iGG38Uazbaxa7rS3RwZ0aMSmaOQxghQU53q33TmsX9rD9hj45fso63qV7478KfZfDf9vXFl4f1a&#10;61az8zU4VdvLlSFJTL80YDH5Pl3c4r7KHiNwRU4sfDUcwpfXVFS9n7SHNdtrkte/tFa7h8Si1K1j&#10;gllGZRwP1x0pezva9nbZO+22u+19DxYDvXUeMPg/498C+BPCvxJ8R6K0Gj+M7W6n8P3Wc+etvOYJ&#10;QeOCHAOP7roejCrXwC8X6x4L+Kuj6joPw68P+LLq6vI7OLw74m0mK8tb9pXVFiKyfdYsQA6lWB74&#10;JB/T79tH9oT9jiT9mHxJ4Q+Afhb4WeLfFHwtgjS18N3GgxXdro0c88cd1NZxtGsc4jLhnMe5FK5k&#10;HBU/GeI3ibxBwXxZlGV4LK54qni6lqlSLXLTi/3a53b90vbVKPvz92UeeKvKyPQynJ8LmGBr1qlZ&#10;QcFomt3u7fze6paLVOz2Pyv+HfxP+IHwm1W8174ceKbrRr6+02bT5r6xYLMsEuPMVH+9GWA27lIb&#10;BIBGTS678U/H/ifwNpfw48R+Kru/0fQ7mafRbO8k8wWLTbfNWJjlkRiisUB27huwCSThXVzJd3Ml&#10;1KEDSSM7CONUUEnPCqAFHoAAB0AAqOv1mWV5bUxSxU6EHVTT5uVOSaUopqVr6KUkn0UpLaTPC9vW&#10;jDkUny9r6a2e226T9UuwUUUV6BkFFFFABX6W/wDBrD/ykD8Zf9kc1D/066TX5pV+lv8Awaw/8pA/&#10;GX/ZHNQ/9Ouk14/EH/Imren6o6cH/vUfU5D/AIOVf+Um9/8A9iTpP/oMlfANff3/AAcq/wDKTe//&#10;AOxJ0n/0GSvgGtMj/wCRPQ/wR/IWK/3mfqFFFFeoc4UUUUAFFFFACliRg0MxY5P50lFKyA94/YX/&#10;AGxo/wBifWvFnxM0XQJtY8SaloK6XoOn3EmzT0LyrJJc3JVg7lPKjCxqPm8x8umBuqfty/tV6b+2&#10;P8RdH+MjaDe6TrB8ORWHiDS5Lwz2cdxFJJiS0LNlIpEZWMZUbX38uWLnxKiviqfh7wrT40lxZGh/&#10;t8o8jq80runyqPs+W/Ly+6pbX5tb6tP0XmmNeXrAuX7pO9rLe9733vrb0FDFelAbH3eO1JRX2tke&#10;cFFFFMAooooAKKKKACv0t/4NYf8AlIH4y/7I5qH/AKddJr80q/S3/g1h/wCUgfjL/sjmof8Ap10m&#10;vH4g/wCRNW9P1R04P/eo+p+lP7bf/BDz9kn9vj45TftA/GTxz8QNP1qbS7ewa38N6vZQ23lwghSF&#10;ms5W3Hccndj2FeQ/8Qtf/BPPp/wtT4v/APhRaZ/8rq1rTXdbP/Bydc+HzrN1/Z//AAo/zBY/aG8n&#10;fhPm2Z27vfGa8M+OHizxTB8Vv+ClEUPiO/VNO8J6G2nqt44Fsxh5MfPyE/7OK+Dwv9rRjClTxLiu&#10;SEkuylJRS36XuexU+ru8nBN3a+5X/Q9e/wCIWn/gnp/0VT4v/wDhRaZ/8rqT/iFr/wCCeeM/8LU+&#10;L/8A4UWmf/K6vi/xt+1x8X/C/wDwSK1r9ir49+JL618YaVY+EfGXw71lr5xLrHhnVJbe5VUk+87W&#10;0kxjYlicNsAxCxr3b41/tJ/Er9nH/gq1+158U/BmszSXnhf9me1u9CtbmZpLe2vHg8Oxxz+UTtJV&#10;5d/TnBB6muyVPP02vrT627NJwSd79edelrGX+yaP2a6fLf8AKx60P+DW3/gniW2j4rfF7Pp/wkWm&#10;f/K6l/4haf8Agnp/0VT4v/8AhRaZ/wDK6vLPD/8AwSI+HXjD/gmJ/wAN3658dvHs/wAcr74eyfEJ&#10;PiE3iifel19ka/S227vuY2o0uTJvzIGAxGPFfjr+0h+2X+18v7HXxn+DviC6j+KDeAPEGpRww3Mq&#10;rrd7od3c7y0ceBK9ylg+YsbWeYx8KchU3mmInaljZWTlGTaas1Fy7u6dnro12HKOHivepLo113aX&#10;36n15/xC1f8ABPTOP+FqfF//AMKLTP8A5XUv/ELV/wAE9On/AAtT4v8A/hRaZ/8AK6l/ZP8A2vfD&#10;v7Z3/BXf4d/HLwBq1xHo/iL9kVrm90T7UzJY6imv3EVxC69N8cism7ALKFYfKwrD/wCDh+5tJvjb&#10;+y74a1/TPHWqaHqniLXodc0H4bs7axqcGdLzDaxqy+ZMQSFBPU9q5oVs8eOhhZ4iScotvysm2t9d&#10;u6KccJ7JzUFo7fiv8zaP/BrV/wAE8x1+Knxf/wDCi0z/AOV1B/4Na/8Agnmoyfip8YP/AAotM/8A&#10;ldXnfw9+DX7Pvgf9kv8AaV+K/wAEPgN+1N8O9a034H6tYGb48Wslnb3UVxGZd1mPMbdNG9om5gQU&#10;WQdd3D/2gvFfiiD/AINf/DHiWDxJfrqTaPohbUFvHE5zraKfnzu6cdelae0ziVSMY4qWs4w1Vrcy&#10;vfRvb1Fy4XlbdNbN/d8kehf8QtX/AAT0P/NVPi//AOFFpn/yupD/AMGtX/BPQdfip8X/APwotM/+&#10;V1fMf7Xut/s73v8AwUG8GaL+2H4r+JEXgtv2Z/DtzDD8Pri5a6bUsLsd1hDHYUMu5sfe2ZNaP7Hn&#10;7WXxB+AX7Fv7Ynxg/ZU+KvijUvhz4RudLs/hXB8QNRjudW0m8vJfs8915W4+SB5yyKGQJI0a8Fkm&#10;B2lTzz2CnHFSu+XdWXvSUUua71u9dNhf7Jz2cF19dFfY+ix/wa2/8E8Sdo+K3xez/wBjFpn/AMrq&#10;X/iFq/4J6H/mqnxf/wDCi0z/AOV1eX+IP+CQPw68P/8ABMr/AIbs8OfHbx1D8ctP+HqfEaT4gzeJ&#10;p2aW6S0GoyW2zdjZtDIsmfM37ZGZhlD4n+1N+0x8OP2kvj9+yn8Vv25PiL4m8O+DfFHwH+0ePLzw&#10;ncXMUsl7HPqkSzpHbIzDzLqGNiFQ7VfHQZqaMs0xErUcZOSTkn7rveKvor63s7ap+QSjh6a96mlt&#10;17u2rPrz/iFq/wCCeg/5qp8X/wDwotM/+V1eZeBf+CBP/BNf4kftAeKfgH4SuP2jbhfBscS6941k&#10;1DRotDS7kUOLKKd7QS3E6qcuIonSM/K7qxAPj/wm8b+KE/YJ/bSg+B3jz4kan8ENMt9G/wCFZ6x4&#10;2mmE6XLXafalhkYLhsFC6qAQpiLBWbnuP+CcPwa/Zh8V+J/gn4m1H9lX9tJfFkjaDqs3jbUNKlXw&#10;fLqCLDcm788ynOnPKu5WK/NEy8c1pL+1aNOpOeJm7aK3R8sZXaclbR2t0ffYm2HlKKVNa/5200/E&#10;91/4haf+Cen/AEVT4v8A/hRaZ/8AK6k/4ha/+Cef/RVPi/8A+FFpn/yur5Fk8PfCX4lft8ftM23x&#10;5+B/7UXxEXS/ipeRaKvwFs5LyHTI2ubrel0PNXyy21PLA4IR+mK7b/gov8KvH/hfTf2NfhL+xJN8&#10;RvCOrXsPiXVfCuj/ABAupIdchvhNaX8VvepuIE3m5RVbIXcoPGTU8ube1hTeMkuZXu1ovdct+a/l&#10;sh/7PytqmtPv3t2PoQf8Gtf/AATzJwPip8YP/Ci0z/5XUv8AxC1f8E9M4/4Wp8X/APwotM/+V1ea&#10;eBP22of21f8Agpn+zX8WdDv7jTbm8+DHiW08aeGo5mjXTdat7TVFuIHi3HbtcB03/N5bxscE14D+&#10;wH+098X/ANmz9hjxl8OPjr4uvrjwX8fvhL4u1P4Y6/c3Tt/Z/iKwiu7OewaZyCrzR28TqAx+cwBR&#10;ukfExp8QOm28TJSXLp6uSdu9lBvzQ/8AY+ZLkVu/yVvvvY+yB/wa1/8ABPM/81U+L/8A4UWmf/K6&#10;vcP2Cf8AgjF+y1/wTq+L+pfGv4HeNPHepatqnhubRLiHxRqtnPbrbyXFvOzKsFpCwffbRgEsRgtx&#10;kgj81/jfqUfiT9lD/gn9pHj6y+JHiTSda03xYuv6L8N5ZJtd1WMXVnhLdN4MsgPQE8DdX3l/wSF+&#10;Df7PnhLxl4y8afB39nz9pnwJeR6Za2V2v7QGnvaxX0ckjv8A6GrSPvZDCN542h067uOfMFmkcDKV&#10;XESkndWto7ScdXzdbX2ZVH6vKouWCW35X7HXftv/APBOn44/F/8Aak8Lftw/sg/tMQfDv4keG/DL&#10;+H5l1jw/HqGn6hYNLK+1lOdjDz5c5Vw37vHllNx4/wCFn/BHLxnYfAb48aF8bf2oG8SfE79oS3jj&#10;8V+NI/Dix2mniMsUSG1WRN4DSP8AxRrtEaqiBDuKK8OnmmMhSjTi1pazsr2T5kr2u0nrbY7HQpuV&#10;7fi+1tvQP2zP+CHngX9rr9mD4O/BST4wr4f8VfCPwxp+gW/jiPwyLj+1LGCzjgkikt/tCFQ0kKSo&#10;DK3lEyAbt5NdpP8A8En/AAl4p/bY+Ln7U3xI+I41jw/8XPhcPBWqeCU0Uwvaw/Z9Phadbzz2yxFj&#10;uUCJSjSAhspliip/tbMFS5FPTXotOZpuztfdJ+XQXsKXNe3b8NDxa2/4I/f8FDNI+Ct1+xHoH/BT&#10;KKL4I3KyWht5vBaNrUemuSz2Al358o52ECVQUJXaEJiPu+kf8ErvAfgb9of9n/4ufCnx3/Yvh/4C&#10;+FdQ0TT/AAvJo4mk1Zbq3lia4kuVkQRyF5Wlc+U3mOWPy7uCiqq5tjqm8kr3vaKV3JWbdlq2tL79&#10;hxw9OP8Aw76amT+zb/wSK8D/ALL3/BRjxp+3N8NviMtvo/i7S7yBfAK6IQtjcXUlvNPKl155yhmi&#10;kcRCIBRLtBwgzu/8FFf+CePxF/bU+IXwn+LHwn/aXX4aeIvhLql/qGj6k3g+LWPMuLj7KUfy5Z44&#10;xsNt0ZXDb+gxyUVP9pYz6zGs5XlFcqbSelrWaas9G97h7ClyuKWj1+e5F8Pf2Iv20tcs/FPgD9tH&#10;/gog3xY8B+LfBuoaDqXhe2+FWmaDIpukEf2lbq1ZnDIhkAXGMuCfuivnFv8Agh/+2h4i+Cuk/sPe&#10;Of8AgohaXfwF0jU47qHR7PwPHFqssKTGcWxk3nCiR2ZS0jqpCHYQqoCirp5vjaUm4cq1T0jFJNbN&#10;K1k/NaieHpy3v97+7fY+sPCf7Aun+Cv+Cg7ftvaL49ih09PhLD4HsvBcejnFvHHcRSpOLnzuQFiC&#10;eX5fvu7VxPw7/wCCSXgXw/40/aYl+IfxDHiLwj+0leLdap4cXRBbT6LKJLqTzIrjznWRxJdM6sYl&#10;KtFGecHJRWX9oYy3xdEum0Xdfc1e+5Xsafbz/C35HjM//BH3/goVrnwTt/2IfE//AAUvhuPgfbrH&#10;afZ4fBUa63JpkZV0sDMWJESlQo/esAgC7TGBEPc4v+CVfgzw9+2d8Fv2mvh949j0nw98F/h7J4U0&#10;vwS+iec17CYLyFZWuvOXaw+17mzExZkJJBfIKK1q5tjp/aS3vaMVfmVpN2Wra679iY4elHp26vpq&#10;j1v9tr9mEftf/sqeMP2ZbXxenhv/AISzT47ZdY/s37ULTbPHLu8nzI9+fLxjevXPbB+e/gn/AME+&#10;P+Cm3wS0Hwj8PdC/4K6RyeD/AAjaafp9n4d/4UPpC79NtVjjW1+0NM0ozEgTzCWf+IknmiisaOPx&#10;GHoOlGzjduzjGWtkrq6dtF0KlRhOXM739WvyMfTf+CUP7Zvwq/aA+Knxu/ZZ/wCCl8fw+g+K3i2b&#10;XNZ0c/B2w1XYxlleKPzbu4bOwTONyqm7OSOBjs7/AP4JtfHP4jfFr4B/G/8AaD/bHj8Y+J/gtrWr&#10;319qX/Cv7fT/APhII7xovLi8u2nWO18pIgu4LIX6kA9SitZZrjJWbava1+WN7cvLa9rvR21Ylh6f&#10;n33fe/5mNpf/AARj8DeEf+Cl93/wUI+HHxPTRbbUrXUH1LwOvh4NG99eWE1rPcpcCddgZ5fOKGJs&#10;vv8AmAYbal9/wRQ8C+Iv+CWujf8ABOPxr8V11DUPDWoXOoeHfiBH4bEclleS309x5i2xnb5fLneF&#10;l80blJOVOMFFH9rZhePv/Dy20V/dvy9Nbcz33vrcX1ejrpvf8bX/ACRleMP+CM3xRf4Wfs6eE/g9&#10;+2inhHxP+z3b6uuk+Kj8PIr/AO3y3ssL+Z9mmuvLi2CIrtYyht+eMc+8fsp/s9/t3fCf4h3niL9q&#10;H/goSvxZ0GbRZLaz8Or8KdN0L7NeGaFlu/PtXLvtjSWPyyNp87d1UUUVNXMsVXpOFSz31cY31d3Z&#10;2utW3owjh6cHdX+9+m1+yP/ZUEsDBAoAAAAAAAAAIQDl4zs33CQAANwkAAAVAAAAZHJzL21lZGlh&#10;L2ltYWdlNS5qcGVn/9j/4AAQSkZJRgABAQEA3ADcAAD/2wBDAAIBAQEBAQIBAQECAgICAgQDAgIC&#10;AgUEBAMEBgUGBgYFBgYGBwkIBgcJBwYGCAsICQoKCgoKBggLDAsKDAkKCgr/2wBDAQICAgICAgUD&#10;AwUKBwYHCgoKCgoKCgoKCgoKCgoKCgoKCgoKCgoKCgoKCgoKCgoKCgoKCgoKCgoKCgoKCgoKCgr/&#10;wAARCAC0ALQ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ooAKKKKACiiigAooooAKKKKACiiigAooooAKKKKACiiigAoooo&#10;AKKKKACiiigAooooAKKKKACiub+Kfxa8AfBfwlL41+I/iGPT7GNxHHuBaSeQ9I40XLOx5OAOACxw&#10;qkj4s+M//BUX4o+JryTTvgvpEHhvT1k/dX95ClzeygM3JDAxRhl25Ta5BBxIc18ZxVx9wzwfFLH1&#10;f3jV1TiuabXe10kn0cnFPWz0PruGeB+IeK5N4KnamnZzk+WCfa9m2+6im113PveivyF8XfFz4qeP&#10;4vs/jj4ka7q8PmF1g1HVppo1Y+iMxVfwArF0rV9W0K+j1TRNTuLO6ibMVxazNHIh9QykEV+SVfpD&#10;4ONdKnl8nDu6iT/8BUGv/Jj9Qp+A+KlRvUx8VLsqba+9zT/8lP2Uor8vfhz+3D+058N7xZ7T4n32&#10;r25mWSay8ROb5JcDG3fITIi+0bpX1n+zf/wUZ+HHxbu7fwh8SbOPwvr02EimkuM2F24UfdkbBhZm&#10;3YjfI4UCR2YCvuuGfGDhHiOtHDyk6FWTso1LJN9ozTcddkpcrb0SZ8bxF4U8UZDRlXjFVqa1bhdt&#10;Lu4tJ/dzJLVtH0fRRRX6ofmYUUUUAFFFFABRRRQAUUUUAFFFFABRRRQAUUUUAFcr8Z/jB4O+Bfw+&#10;vviH42vljt7Vdttbhv3l5cEHZBGO7tg+ygMxwqsR1VfnX/wUd+PF38TPjRN8OdI1Fm0PwkxtRFHJ&#10;8k19/wAt5CNoO5D+5wSwHlMVI8wivhfEPjCPBnDk8ZGzqyfJTT2c2m7tdopNvvZLS59pwHwrLi7P&#10;o4WV1Siuao1vyppWT7ybSXbV9Dyb41/G/wAffHrxrP408eaq0rszCzso2PkWUWeIol/hA4yerHli&#10;TzXIUUV/CeNxuLzLFTxOKm51Ju8pN3bf9fdsj+0MLhcNgcNDD4eChCKsklZJLsFFFFcp0BRRRQB9&#10;hf8ABPb9s3VrbVtP/Z5+KOom4s7giDwvqtxMPMtpMfJZuWPzxt92P+JW2xjKsgj+2q/GOv1K/Y3+&#10;N0/x6+A+l+LdWufN1ezZtO1xhGV3XUQX5+gBLxtHIdo2gyFR0wP6u8EeOsRmtCWR4+blUpR5qcm9&#10;XBWTg31cLpx3fK2tFA/mfxh4MoZbWjnOChywqO1RJaKbu1LyUtVLZcyT1cj1Kiiiv6CPwsKKKKAC&#10;iiigAooooAKKKKACiiigAooooAzvF/ifTPBPhPVPGetGT7HpGnTXt35a7m8qKMu2B3OFPFfj5qmq&#10;6lrmp3Gt6zfTXV5eXDz3V1cSFpJpHYszsTyWJJJJ6k1+sH7R/wDybx48/wCxL1T/ANJJa/Jev5d+&#10;kNiq0sdgMN9lRnL5txWvoo6drvuf0h4E4enHBY2vb3nKEfkk3+b19F2Ciiiv5xP3w+nv2LP2CrD4&#10;3+Gl+LHxW1K4t/D88jJo+n6dcKs18Y5dsjyNhvLi3I8e0YdjlsoFUv7/AONv+Ca37MXiTQpNO8L+&#10;H77w7e4Jh1Cx1SechtpADJcO6sucEgbWOMBhXf8A7Kmr6Prf7NfgW80K6jmhj8L2dvI8a4AmiiWK&#10;ZfqJUdT7g9a9Ar+4OFPDngyhwzQhUwtOs6lOMpVJRUpScoptxlq4rX3VFqytq3q/474m4/4trcRV&#10;p08TOkqc5RjCLailFtJSjtJ6a8yd3fRLRfkf8b/g/wCJvgT8S9R+G3ikb5rOQNb3axlUu4GGUmTP&#10;YjqMnawZScqa5OvpL/gqbqum6j+0fY2ljfxTS2PhO1gvY43BMEhnuJQjDs2ySNsHs6nvXzbX8h8Y&#10;ZXhMl4oxmBwr/d06klHW9lfa/W23fTXU/qThXMsVnHDmFxuIVp1IJvS133t0vv8APQK+uf8Agkx4&#10;1Nr428W/DqSGVvt+lQ6lFJ5nyReRL5TDb6t9pTn0j57V8jV9Nf8ABKb/AJOH1n/sS7j/ANK7Svc8&#10;LcRVw3H2AlTdrzcX6SjJP8H+p4/iRRp4jgjGxmr2in84yTX4o/QKiiiv7wP4rCiiigAooooAKKKK&#10;ACiiigAooooAKKKKAIdR06w1jT7jSdVs47i1uoWhubeZAySxsMMrA8EEEgjuK/Hvxn4V1LwL4w1b&#10;wRrMkLXmj6lPY3TW7Fo2kikaNipIBK5U4JAOOwr9iq+G/wDgqD+z9qGleLbf9oLw7p80tjqkcdr4&#10;iaNSwtrlFCQyt8xIWSMLHwoVWiGTulAP4Z47cN4jNeHqWZUFeWGb5kt+SdlJ/wDbrjFvtFyd0kz9&#10;m8F+IKOW55Uy+s7LEJcre3PC7S/7eTkl3aitW0fI9FFFfyEf1Me1fsv/ALbvxD/Zrs5PC6aTb674&#10;dmuGnbSrqYxSQyFcEwzANsBO0srK6nacBSzMfWPFX/BWrXbvRZbbwV8Gbax1B1XybzUtZa4jiORn&#10;MSRRl+M4+dcHBIIGD8e0V9zlfiVxtk+WLAYTGONJKyTjCTiu0ZSi5Jdknp9mx8dmPh/wfm2YPG4r&#10;CKVRu7d5JN93GMlFvvda9bmj4t8W+I/Hfia+8Y+LtWkvtS1K4ae8upsbpHPsAAoHQKAAoAAAAArO&#10;oor4qrVqVqkqlSTlKTbbbu23q229W292fXU6dOjTVOmkopJJJWSS2SXRLogr7P8A+CTHw+YJ4u+K&#10;t5pQwTBpOm33nDP/AD2uY9oOe9qdxHsDwwr498OeHtZ8XeIbHwr4dsjc6hqV5Ha2NurKvmzSMFRc&#10;sQBliBkkAdyK/Vn9nf4O6f8AAf4P6N8NbN0lms7ffqV0gH+kXTnfK+dqkruJVdw3BFQHOK/aPA3h&#10;ytmXFP8Aac4/usMm720c5Jxiteyblps1Huj8k8ZM/pZfw1/Z8ZfvMQ0rdVCLUpP5tKOu6b7M7aii&#10;iv7EP5RCiiigAooooAKKKKACiiigAooooAKKKKACs3xj4P8ADPxA8L33gzxlo0OoaXqVuYby0mzt&#10;dT7ggqwOCGBDKQCCCAa0qKipTp1qbp1Ipxaaaaumno009Gmt0XTqVKNRVKbakmmmnZprVNPo10Z+&#10;Y37WX7H/AIx/Zs8SPe2UdxqnhO7kJ0zWvLyYcn/UXG0YSUdmwFkHzLg70Txyv2V1PTNN1rTrjR9Y&#10;0+C7s7qFobq1uoRJHNGwwyMrAhlIJBBGCK+X/jX/AMEuvh14tuLjXfg94jk8N3UgZ/7LukNxZM+3&#10;hVOfMhBbknMgGflQAAV/L3G3gbjaeIni+HrSg3f2TaUo+UJN2ceyk01teR/R/B/jJg6lCOFz28Zp&#10;W9qleMv8SSvF92k09X7p8FUV7x4n/wCCbv7Vmgaj9i0rwlp2txbA32zS9agWPP8AdxcNE+R/u496&#10;zV/4J8/tet0+ER/HXrAf+16/HanA3GlGo4Sy6vddqU2vk1Fp/Jn6tT4y4SqU1NY+jZ96kE/mm018&#10;0eM1Y0vStU1zUoNG0TTbi8vLqVYrW1tYWkkmkY4CKqglmJ4AAya+ovhz/wAEqPilrE0V18TfHWla&#10;JatGrtb6erXlyGyMxtwka8Z+ZXcA44NfV3wK/Za+Dn7PFo3/AAgHh5m1CaMx3Ot6jIJryZd2du/A&#10;VF6ZVFVTtUkEjNfccM+CvFmcVlLHx+rUurlZza7Rgne/+LlXXXY+N4i8XeGcpouOCl9Yq9FG6ivN&#10;zatb/DzP03POf2I/2JrT4D2SfEb4j2sFz4xuocRRhhJHo8bDDRowyGmIO15BkAZRCVLNJ9FUUV/W&#10;uQZBlfDOVwwGAhy04/fJ9ZSfWT6v0SSSSX8v55nmZcQ5lPG42fNOX3JdIxXRLovm7ttsooor2TyQ&#10;ooooAKKKKACiiigAooooAKKKKACivgv/AIKW+KLT4oftK6P8D/h78Wv2wrrXPC/huLV/EXhX9la7&#10;0iztdJ8+dxaT6reXgiPm3CpMI7NppA0dr5ghjG55vGviv+33+1P8Wv8Ag13m/bfvviddaF8ULixs&#10;oJ/FfhNm024Z7fxhFpjTr5JHlSTQREyiPahaWQKiIQig7H6s0V8Rfs3+Ff2gf2Zv+Cr19+zd4g/b&#10;C+IXxM8D+NvgfqHji4s/iNe2d3cWWvxa5ZWjtaG3tYFs7PyLgBLSILErFzt4THzZ8UvEX7Xf7T3w&#10;l/bW/bi0v/goD8RPhnqvwL8beNPAvgXwf4QvooPDh0vRbaNy09rIGeTULpZpFW9WVJoJ5EkiO2OK&#10;BQLH64UV+f3/AAVO/ad+N3hZv2bv2TPhfd/FS3b40f2vN4s1r4NT2H/CVy2OmaQk0lpYtqG2OGWa&#10;S5jma6EsckSWb7N5crWf+zz8TP26/A/7C/7U3hr44ab8XtP0/wACeCtS1H4K/EL4sNp9v4ouLFtE&#10;uCLe4bTXkWS5srm23/bGlaSf7UjERFdigWP0Ror46/4JKfAD4xw/Av4b/tjfHT9uH4rfErxF4++D&#10;ujyX3hzxHq0CeH7JLmC2u4JILKOEN9sii2wPdvK8lwWmkkG6QBPk79lH4u/tV/s9/tKfC8/8FL/j&#10;f+154R+JXxC8cR6B4hmutP0LVPhXrF1PLOdN0ux+ypMthLcKloryQIsgIuvmhQtPEBY/XauF8A/t&#10;J/Bv4nfGz4gfs7+CvFbXni74X/2V/wAJtpbafPGNP/tK2a5s8Sugjm3xKzfu2bbjDbTxXdV8QfsJ&#10;f8pnP28v+6Xf+o7cUCPt+vN/jx+1z+z3+zN4q8B+Cvjb8QP7F1T4meKofDngm1/sy6uDqOpSuiRw&#10;5gicRAvJGvmSFEBcZYDJHx58Nvhn+0//AMFAL/4oftQaz/wU08Y/Cy48CfFTxT4d+HnhD4c31hHo&#10;/hWHSrh7OM+JLCeF/wC0LlzCt5Lbzz7PJuEaNokmVI+c8cft9/Hv9oT9hv8AYZ/ahWPUfAWvfE39&#10;p7wjo/jLTtLmlt49Qs2k1O2uVCt832O7+zrOkbFv3UsYLSAb2B2P0uor84dH+F/x6/bV/wCCrP7V&#10;3wU1X9vf40fD7wP8Nbj4f3eg+Hvhv4kgsitzd6IZmIlngnMUG+OVpLeMKlw8waXf5SCuU/bR/aC/&#10;af8A2hv+Ch/xY/Zv+Gms/tNaLo/wP0bwy3h1f2c10SSKfWtQspr/AO360uozWz3Nth4YVsBI8Uot&#10;JWZoi/IFj9SaK8l/YS8Z/tEeP/2Qfh/4n/a08C3Ph34lSeH44PGWm3hh8xr6Fmhe5Kwqscfn+WLj&#10;y0AWMTbBkLk+tUCCiiigAooooAKKKKACiiigDxT45f8ABP8A/Z2/aA+LsPx28XHxppHir+wYdDv9&#10;W8E/EjWdBfUtKjmmmWxuRp91CssXmTyNkgPyBuwoApf8O0/2O/8AhiD/AId0/wDCtLr/AIVL/wBC&#10;7/b955n/ACEv7T/4+fN8/wD4+/3n3+ny/d4rkfjt+3Z+014Z/aZ8V/stfsufsLyfE7WvCfg3S/El&#10;5qV18Q7fQ7Ew3jX6C1aSa3k2XTSWaLChykoednkgEA83x34G/wDBb34r/Fzw38Gfjvrf/BP3U9F+&#10;Dvxn8f2PgnR/G8PxEtL2+stYuCbXfJpyW6kWQ1KO5tlneZHaO3MxiRpIYJArU+2Z/gX8NLn492v7&#10;TE2hyN4xsvCFx4YttS+2S7U0ye6hupIfK3eWSZreJt5XcNuAQCQfzc/4KNf8E5fjL8ZfjR8VvCv7&#10;Nv8AwSy0dpvi4tnb6j8Yrj9oCaz8PSTPF5bavqXhuN4vMu7MtLJGUhnHnObkCWXKv9//ALbP7WHg&#10;T9hv9lfxp+1X8SLG4vNL8IaWs/2C0B8y9uZZo7e2tgQrbPNuJoY/MIKoH3Nwpr5q/wCCbfxaHhH9&#10;qzxl8A/in+yrH4Q+I3xL8M/8LJ1fx9a/FCHxf/wkRjuIrSfTru9W2thbS2H2q2ihs7dHtY4mkMXl&#10;ghpwR9NfHz9kD4EftN/DLQ/hT8YvDd9faf4Y1az1bwzfafrl1p9/pOpWiMttfW11aSRSwzxhmKur&#10;DknII4qh8Nv2Hf2fPhZ8D/Gf7P2g6Tr19oXxEe+l8cXHiLxhqOqahrM95ZR2VzNLd3c8kwd4Io1+&#10;RlC7cqFJJPz7+3R8Xf2kvB//AAV+/Yy+GXw31b7P4P8AFH/Ca/29pK+Nryyt9b8nTI2n+2WkVs8U&#10;v2OErcWu9pPNnd4z9kCi4f2H/goT+21rv7DngPwH4p8L/Ay5+IWpePPiro/gjT/D9l4gh06Yz6gJ&#10;/LkjkmRomfdCECSNEhMgLSxgE0BqevfDD4X+Cfg98K/DvwW8A6R9l8OeFvD9pomi2E0zzeTY20CQ&#10;QxF5CWfEaKpZiScZJJJrwv4Xf8Elv2JfhF4h8K6v4Z8HeKr3TfAOqR6n4C8I+JPiRreraH4cv41k&#10;VLu00+9u5beOdfNdkkKMY3O+PYwDD1T9nLxx+0T498GXmrftLfATR/h3rcOqvDZ6Povjga9HcWgj&#10;jZbgzi1t9jF2kTy9hIEYbPzYHyloP/BZvxXrfguz/a6H7I3l/svX/jv/AIR+3+NT/EG3S8WzOof2&#10;XHrcmjSW6SxWRv8AERVphcpHmUw4AQgan3bXhWq/8E6/2dL79pvWv2vtJuvG2h+OvEd/pd54gvfD&#10;fxE1XT7TVJNOhSC0F1Zw3C21zGkcYXypY3jYNIGVhI4aX/go9+2V/wAO/P2MfGX7Xf8Awrj/AIS7&#10;/hEf7O/4p/8Atj7B9r+1ajbWX+v8mbZt+0b/APVtnZt4zuHH/sxft2/tBfEb9q65/ZB/ao/Ysl+F&#10;fiSf4aL428P3dh48g8QWd3ZLdxWlzbSzRW8KxXUM1xCCieapBZt4Xy2lBaln4v8A/BIf9gv43eOf&#10;FXj/AMYfCrV7O48fSRv8QtP8M+OtY0fT/FLR58tr+0sbqKG4ZWZpNxQMzszMWLEn034m/si/s+fF&#10;rw58PPB/in4eW8OkfCrxdpXiTwDpWjyPYW2k32mxvHZeXFblF8qJJGUQkeXtwNuAMcX+1t+2F8Uf&#10;gz8WvAf7OP7N/wCzgPif8QPHFrqWqSaddeLYtF0/Q9GsfISe/vLkwzyKGnuraGNFhIkLSfOrIqvf&#10;/YI/bOtv22vhFrXjHU/hpdeCvFfg3xvqng74geDbrUkvv7E1ywkVbi2W7iVY7tAskTCWMbDvwOVN&#10;AanZ/D/9mn4O/C/44fEL9ovwX4aktfF3xS/sn/hNdRbUJpFvf7NtmtbPbE7GOHZE7KfLVd2ctk81&#10;x37Q/wDwT4/Zp/ab+JVt8ZPiFpfifT/FUPh0+HrjxB4O8d6rodzfaKZ2nfTLhrC4i8+2eVixRwTn&#10;oRXlP/BIv/kPftZf9nh+Kv8A0g0mtH9oD/gpF8RPDX7RvjH9mT9k/wDZ00P4keIPhr4XtNW+IEni&#10;P4nW/heGzur1DNYaVame2mN3dTwI8xbEdvEvlh5g77VBn0x8Nvh54P8AhD8OtA+E/wAPNJOn+H/C&#10;+i2ukaHYtcyzG2s7aFYYY/MlZpJNsaKu52ZmxliSSa2q8/8A2WP2k/ht+2D+zz4S/aY+EM903h/x&#10;hpKX1jHfQiO4t2yUlt5VBZRLFKkkT7WZd0bbWZcMfQKBBRRRQAUUUUAFFFFABRRRQB5L8O/gP4v8&#10;JftnfFD9orUtR02TRPG3gvwppGlWsE0huop9Ml1h52lUoEVGGoQ7CrsSVk3BcLu+XPgH/wAErP2h&#10;PhZ/wTg/Zx/Y/wDEHjHwbN4m+EHxx0rxl4lvrPULtrG5sLbxHd6nJHbO1qsjzGCdFVXjjUyBgXC4&#10;Y+r/ALUH7Y3/AAUF+EHxj1DwJ8Af+CVGq/FPwza29u9n4ztfixpmkpdO8StIgtriJpF2OSmScNty&#10;Otee/wDDxT/grZ/0gg17/wAP3ov/AMYoK1Pob9v/APY98Oft9fsf+Nv2SfFPjC98P23i6xgWHWtP&#10;gSaSzube6hu7eQxvgSxie3i3xhkZ496q8bEOvkP/AATn/Yw/aD+AXxJ1z4g/H79nL9j/AMDtJov2&#10;DR5v2c/hrdafqVzvlR5PtN7c+XsgHlL/AKOsb+YxRjInk7ZOX/4eKf8ABWz/AKQQa9/4fvRf/jFH&#10;/DxT/grZ/wBIINe/8P3ov/xigNdj0/8AbM/Y9+Nnxl/bA/Zr/a3+B/jHwra3XwX8U6wniPRPFcFz&#10;5eoaJrFrDaX8ltJb5IvIoIm8mN1EbySqzuqxFJdX/goL+yf8Rf2r7f4LQ/DvWtFsz8Of2hPC/jvX&#10;P7auJo/P07TZJmnig8qKTdcMJBsV9iHBy69/G/8Ah4p/wVs/6QQa9/4fvRf/AIxR/wAPFP8AgrZ/&#10;0gg17/w/ei//ABigNT7or81dD/4JA/to6T8LdL/4JnT/ABm+Ft1+yDpfjSPVpWuNJ1E+ONU0pdXO&#10;snR7hlZbRQ10fJN3C0cmxFlCDLW59C/4eKf8FbP+kEGvf+H70X/4xXrHw0/aw/bX8V+CbLX/AIgf&#10;8E3dW8L6vceZ9r0KT4iWV4bbbIyr++ih2PuQK/HTfg8g1w47MMPl1FVaym03b3Kc6jvq/hpxk0tN&#10;2rbK92jswOX4jMKzp0XFNK/vzhTW6W85RTeuyd93ayZ5h/wcef8AKGP4yf8Acu/+pFpldX+zN+y/&#10;+39J+3frH7X37bnxa+F19p+j/Dq78FeAfDvww0fUbeO4trnVIL2XUrtb6SRra5ZbO3QwxyTxkEAO&#10;vlFp+x8VfGH49eO9BuPCvjf/AIJ7NrOl3W37Vpuq+JbO4t5trh13RyQlWwyqwyOCoPUCtH/ho/8A&#10;al/6Mc1L/wALK2/+NV5P+tWV/wAlf/wmxP8A8qPV/wBV80t8dH/wpw//AMtOR/bf/Zh/a+8TfHHw&#10;L+17+wJ49+HWjfELwn4f1Xw1rmkfE3SbqXS/Eei30trOIZZ7Mm4ga3uLRZoxGoLs5DOqBkk6L/gn&#10;X+x54m/Y9+E3iiH4leM7HXPHXxO+I2rfED4iXGiW7w6Vba3qZjM9tpySZmFpEIo0RpmaRyrSHZvE&#10;Udz/AIaP/al/6Mc1L/wsrb/41R/w0f8AtS/9GOal/wCFlbf/ABqj/WrK/wCSv/4TYn/5UH+q+afz&#10;0f8Awpw//wAtOX/ZH/ZZ/aU/Zg/aw+M16viHwPqHwW+Jni2+8cacP9M/4Si08RXkWnxTwSfKLT7A&#10;Ftpym3M2WjySN2PGv20/+CVPxb8X/tc+KP2t/wBmL4QfszeP774j6Tplv4y0P9pnwbdapHpl3p0D&#10;W0F3pc1ukhiE0BijmhKICbSN97F8R/Rv/DR/7Uv/AEY5qX/hZW3/AMao/wCGj/2pf+jHNS/8LK2/&#10;+NUf61ZX/JX/APCbE/8AyoP9V80/no/+FOH/APlp6P8AA34X6T8F/hF4f+GGi+GvCukR6RpqRT2P&#10;gjw2uj6Stwfnne1sldxbRPM0kgj3uRv5djlj1dYvw78Q+JvFXg2x1/xj4Lk8O6lcK5utGmvFna2I&#10;dlAMigBsqA3A/ix2rar6CjVjWoxqRvaSTV04uz11TSafdNJrZpM8CtTlRqypyteLadmmrrTRptNd&#10;mm0907BRRRWhmFFFFABRRRQAUUUUAZq+MvCsni2XwFDr9rJrVvYw3t1pcUwae3tpWlSGaRBkxpI1&#10;vcKjNgOYJQuTG+MPTfj78DtY8P6h4r0v4v8AhmbS9J8Ow+INS1KPW4PIttImSZ4dSeTdtFpItvcM&#10;lxnynEEpVj5bYdfeFvinH8W7PxT4c+IWjW/hOazKeIfDd94ZkuLy5uFWQRTWt6t3Gtt96PzEkgnD&#10;rEAnlMzu3i/wk/4J4xfDb4PeMfhFqXxcbUodc+EWmfC/w7ewaCLdtM8NaXb6jDpxuFM8n2zUB/al&#10;y09wht4ZtsQjtrfaxcA9w8MfGP4U+M9aj8N+FfiHo9/qEyX7Q2NtfI0sn2G6W0vgq5yxtrl44JwA&#10;TDJJGkm1nUGj4W/aG+BHji6sLPwd8YPDeqSapeJaaZ9h1iGUXdw9gNSjhiKsQ8j2BF4iKSz2379Q&#10;YwXrmfBv7Ldv4P8AjV4d+MMPjV5/7B0vxxZ/2c2nhfPPiLXtP1dn8zf8vkGw8kDafMEu7Kbdrcz8&#10;Of2E7H4dSfDtrX4lzXS+AfG9n4hVZNJCm+8jwRJ4UEGRL+7yri63/Ngjy9uD5gAPXrz4r/C/Ti41&#10;D4jaHD5djqV7J52rQrsttPlSG/mOW4S2lkjjmbpE7qr7SQKm0D4ieBvFdpqF74V8VWWqR6TdLbal&#10;/Zswna2maCK4SN1TLBmgngmUYy8c8TrlXUnw+X9hfxVrWueJJPF/xutbzSdT8N+PtE0K1s/CZt7q&#10;wtvFOo2eoTGeY3bpctby2zpGVih3RyKHBZGkk9S+N3ws8XfErwDqXh7wB8ULrwjrU+paZqGm61bw&#10;ySJFNZXkF0sE8cU0Lz2s/keRcQrLEZbeaaMOm/cADqPD/i3wv4rsE1Pwz4hs7+3kuLi3WW0uVkXz&#10;oJWhniODw8cqPG6n5kdGVgGBAxZ/jR8P4fij4d+ECaq82seKvDOo6/oht4Gkt57GylsYp5POXKD5&#10;tRtdoz8wckdOeF+F/wCzj8U/g38MNL8GeBPi/oI1WL4ja94k1zU9S8FzTW15a6vrN/ql1Yw26X6N&#10;bsrXojjnaaXb5AZo3DFK0P8AhnLWbD40fC34saD4/tYYfh/4G1rwrqmmXmiNM2rWd/8A2XJ5kUq3&#10;CC0ljn0i2bLJOrRvKm1WZZUAOp8D/Fzw7498beJPBejTWnmeHWtd23VraaW7hmEgF0sMTu8dt50N&#10;zarJLsZ57G8UJthWSS7rnxU+GfhnV7jw/wCIviBo1jfWv9l/arO71KKOWL+0rt7LT9yswK/abqOS&#10;CHI/eyoyLlgRXEfsq/s8+J/2afCEfwqk8c6Tq/hPw/oum6J4DtYNDu7fUNP0yyhMMcV7czX9xHeS&#10;bBH88MFogKufLO4BOZ+Pn7F+v/GH41r8U9A+LNnotjqT+Bz4n0m88MveS3S+F/EsmvWItZ1uoVtT&#10;LJcXUMxkinyrQsgjMbCUA9F+KPx++Hvwo8Pz+IdXuptQSz8WaH4d1C30dUmltL3VdQs7G2WQFgF2&#10;tfW8rrneIWDqjbkVtrT/AIleAtW8LyeNNI8WWV5pMN1c21xqFnN5scE1tNJBcxyFc+W8M0Uscqtg&#10;xPFIr7SjAct+0B8C9S+Mvwwv/BXh/wAZQ6Lqj+KdF8RaTql5pJvbe2vtL1Ky1G2E1us0LTwtNYxr&#10;IiyxMyOwV0OGGIn7PvxjtPAvgjStO+P9vH4g8O+OrrxH4l1D/hGpo9N19Lw6gbuwNjBfRFLcHUGa&#10;3Es1wYpLW1kl+0yRlmAPQPEHxO8FeEV1698X+ILHStN8NeH49a1rWNQ1K3it7SyP2gtNKTJuijRb&#10;WVmkkVYyAdrMUkCRzfGP4UW+nalqtx8RtFjt9H1q20fVHk1GNfsuo3Jt/s1m4Jys8/2y08qIjfKL&#10;u3KBhNHu84+JH7G9p8QPgF48+BifECSzHjj4KRfDxtUOmiT7EiWuo24vfL8xfMP+nlvK3KP3QG/5&#10;shnjj9jmTxRoXxUtdJ+JbWGofEL4m6H450u8k0kyRaTqGk2mgxWsMkazI9zA02gwyShJLeRo7iSN&#10;JInVZgAexaB4i0DxVpi6z4Z1q11C0aaWIXNnOsieZHI0UiZUnDJIjoy9VZWUgEEVcrmPg54G1b4c&#10;/Dux8K+IbrQrjU1mubnVbzw3ocum2d1d3FxJcTzpbzXNzIjSSyvI5eeVmd3csS1dPQAUUUUAFFFF&#10;ABRRRQAUUUUAFFFFABRRRQAUUUUAFFFFABRRRQAUUUUAFFFFABRRRQAUUUUAFFFFABRRRQAUUUUA&#10;FFFFABRRRQAUUUUAFFFFABRRRQAUUUUAFFFFABRRRQAUUUUAFFFFAH//2VBLAwQUAAYACAAAACEA&#10;8xuaMN8AAAAIAQAADwAAAGRycy9kb3ducmV2LnhtbEyPT0vDQBDF74LfYRnBm90k/YPEbEop6qkI&#10;toJ4mybTJDQ7G7LbJP32Tk96mhne483vZevJtmqg3jeODcSzCBRx4cqGKwNfh7enZ1A+IJfYOiYD&#10;V/Kwzu/vMkxLN/InDftQKQlhn6KBOoQu1doXNVn0M9cRi3ZyvcUgZ1/pssdRwm2rkyhaaYsNy4ca&#10;O9rWVJz3F2vgfcRxM49fh935tL3+HJYf37uYjHl8mDYvoAJN4c8MN3xBh1yYju7CpVetASkSDMxX&#10;Mm9qlCxlOxpIksUCdJ7p/wXyXwAAAP//AwBQSwMEFAAGAAgAAAAhAIPt+0bdAAAANQMAABkAAABk&#10;cnMvX3JlbHMvZTJvRG9jLnhtbC5yZWxzvNLBSgMxEAbgu+A7hLm72d22IqXZXkToVeoDDMlsNrqZ&#10;hCSKfXsDglio9bbHzDD//x2y23/6WXxQyi6wgq5pQRDrYBxbBS/Hp7sHELkgG5wDk4ITZdgPtze7&#10;Z5qx1KM8uZhFTeGsYColbqXMeiKPuQmRuG7GkDyW+kxWRtRvaEn2bXsv0+8MGM4yxcEoSAezAnE8&#10;xdr8f3YYR6fpMeh3T1wuVEjna3cNxGSpKPBkHH4PV01kC/KyoV/G0Devkf5EdMsguquIzTKIzVXE&#10;ehnE+gchzz778AUAAP//AwBQSwECLQAUAAYACAAAACEA0OBzzxQBAABHAgAAEwAAAAAAAAAAAAAA&#10;AAAAAAAAW0NvbnRlbnRfVHlwZXNdLnhtbFBLAQItABQABgAIAAAAIQA4/SH/1gAAAJQBAAALAAAA&#10;AAAAAAAAAAAAAEUBAABfcmVscy8ucmVsc1BLAQItABQABgAIAAAAIQAhmwHJ4wQAAJATAAAOAAAA&#10;AAAAAAAAAAAAAEQCAABkcnMvZTJvRG9jLnhtbFBLAQItAAoAAAAAAAAAIQC2Jkuo6kEAAOpBAAAV&#10;AAAAAAAAAAAAAAAAAFMHAABkcnMvbWVkaWEvaW1hZ2UxLmpwZWdQSwECLQAKAAAAAAAAACEAAvRx&#10;iwIzAAACMwAAFQAAAAAAAAAAAAAAAABwSQAAZHJzL21lZGlhL2ltYWdlMi5qcGVnUEsBAi0ACgAA&#10;AAAAAAAhAKzM4GcAZAAAAGQAABQAAAAAAAAAAAAAAAAApXwAAGRycy9tZWRpYS9pbWFnZTMucG5n&#10;UEsBAi0ACgAAAAAAAAAhACl0pDfEJQAAxCUAABUAAAAAAAAAAAAAAAAA1+AAAGRycy9tZWRpYS9p&#10;bWFnZTQuanBlZ1BLAQItAAoAAAAAAAAAIQDl4zs33CQAANwkAAAVAAAAAAAAAAAAAAAAAM4GAQBk&#10;cnMvbWVkaWEvaW1hZ2U1LmpwZWdQSwECLQAUAAYACAAAACEA8xuaMN8AAAAIAQAADwAAAAAAAAAA&#10;AAAAAADdKwEAZHJzL2Rvd25yZXYueG1sUEsBAi0AFAAGAAgAAAAhAIPt+0bdAAAANQMAABkAAAAA&#10;AAAAAAAAAAAA6SwBAGRycy9fcmVscy9lMm9Eb2MueG1sLnJlbHNQSwUGAAAAAAoACgCIAgAA/S0B&#10;AAAA&#10;">
                <v:group id="Groupe 19" o:spid="_x0000_s1027" style="position:absolute;top:407;width:65087;height:11557" coordorigin=",407" coordsize="65087,11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group id="Groupe 20" o:spid="_x0000_s1028" style="position:absolute;left:641;top:407;width:39663;height:7233" coordorigin="641,407" coordsize="39676,7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1" o:spid="_x0000_s1029" type="#_x0000_t75" style="position:absolute;left:30857;top:1303;width:9461;height:45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Uo/xAAAANsAAAAPAAAAZHJzL2Rvd25yZXYueG1sRI9Ba8JA&#10;FITvBf/D8oReim7MoZToKmoteOglqaHXx+4zCWbfhuyapP/eLRR6HGbmG2azm2wrBup941jBapmA&#10;INbONFwpuHx9LN5A+IBssHVMCn7Iw247e9pgZtzIOQ1FqESEsM9QQR1Cl0npdU0W/dJ1xNG7ut5i&#10;iLKvpOlxjHDbyjRJXqXFhuNCjR0da9K34m4VFC+furwcTl15ev8mzfdDaWSu1PN82q9BBJrCf/iv&#10;fTYK0hX8fok/QG4fAAAA//8DAFBLAQItABQABgAIAAAAIQDb4fbL7gAAAIUBAAATAAAAAAAAAAAA&#10;AAAAAAAAAABbQ29udGVudF9UeXBlc10ueG1sUEsBAi0AFAAGAAgAAAAhAFr0LFu/AAAAFQEAAAsA&#10;AAAAAAAAAAAAAAAAHwEAAF9yZWxzLy5yZWxzUEsBAi0AFAAGAAgAAAAhADS5Sj/EAAAA2wAAAA8A&#10;AAAAAAAAAAAAAAAABwIAAGRycy9kb3ducmV2LnhtbFBLBQYAAAAAAwADALcAAAD4AgAAAAA=&#10;">
                      <v:imagedata r:id="rId15" o:title="" croptop="17184f" cropbottom="16887f"/>
                    </v:shape>
                    <v:shape id="Image 22" o:spid="_x0000_s1030" type="#_x0000_t75" style="position:absolute;left:18688;top:407;width:9315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+T3qwgAAANsAAAAPAAAAZHJzL2Rvd25yZXYueG1sRI9BawIx&#10;FITvgv8hvEJvmu0WRVajaKFQ8KC1Ra+PzXN3MXlZNqlGf70RCh6HmfmGmS2iNeJMnW8cK3gbZiCI&#10;S6cbrhT8/nwOJiB8QNZoHJOCK3lYzPu9GRbaXfibzrtQiQRhX6CCOoS2kNKXNVn0Q9cSJ+/oOosh&#10;ya6SusNLglsj8ywbS4sNp4UaW/qoqTzt/qyCzbuNRm/3k+Zgx/42CtHgeqXU60tcTkEEiuEZ/m9/&#10;aQV5Do8v6QfI+R0AAP//AwBQSwECLQAUAAYACAAAACEA2+H2y+4AAACFAQAAEwAAAAAAAAAAAAAA&#10;AAAAAAAAW0NvbnRlbnRfVHlwZXNdLnhtbFBLAQItABQABgAIAAAAIQBa9CxbvwAAABUBAAALAAAA&#10;AAAAAAAAAAAAAB8BAABfcmVscy8ucmVsc1BLAQItABQABgAIAAAAIQCa+T3qwgAAANsAAAAPAAAA&#10;AAAAAAAAAAAAAAcCAABkcnMvZG93bnJldi54bWxQSwUGAAAAAAMAAwC3AAAA9gIAAAAA&#10;">
                      <v:imagedata r:id="rId16" o:title=""/>
                    </v:shape>
                    <v:shape id="Image 23" o:spid="_x0000_s1031" type="#_x0000_t75" style="position:absolute;left:641;top:1074;width:13088;height:57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Rz2xAAAANsAAAAPAAAAZHJzL2Rvd25yZXYueG1sRI9BawIx&#10;FITvgv8hvII3zdaiyNYotVAoioeuUujtuXndLN28LElc139vhILHYWa+YZbr3jaiIx9qxwqeJxkI&#10;4tLpmisFx8PHeAEiRGSNjWNScKUA69VwsMRcuwt/UVfESiQIhxwVmBjbXMpQGrIYJq4lTt6v8xZj&#10;kr6S2uMlwW0jp1k2lxZrTgsGW3o3VP4VZ6vg3DXFblP9nMx2P1/sd9+nWs+8UqOn/u0VRKQ+PsL/&#10;7U+tYPoC9y/pB8jVDQAA//8DAFBLAQItABQABgAIAAAAIQDb4fbL7gAAAIUBAAATAAAAAAAAAAAA&#10;AAAAAAAAAABbQ29udGVudF9UeXBlc10ueG1sUEsBAi0AFAAGAAgAAAAhAFr0LFu/AAAAFQEAAAsA&#10;AAAAAAAAAAAAAAAAHwEAAF9yZWxzLy5yZWxzUEsBAi0AFAAGAAgAAAAhAN71HPbEAAAA2wAAAA8A&#10;AAAAAAAAAAAAAAAABwIAAGRycy9kb3ducmV2LnhtbFBLBQYAAAAAAwADALcAAAD4AgAAAAA=&#10;">
                      <v:imagedata r:id="rId17" o:title="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10" o:spid="_x0000_s1032" type="#_x0000_t202" style="position:absolute;top:7646;width:65087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  <v:textbox>
                      <w:txbxContent>
                        <w:p w14:paraId="2F1A1679" w14:textId="77777777" w:rsidR="00E15D22" w:rsidRDefault="00E15D22" w:rsidP="00E15D22">
                          <w:pPr>
                            <w:pStyle w:val="Corpsitalique"/>
                            <w:spacing w:before="0" w:after="0"/>
                            <w:rPr>
                              <w:i w:val="0"/>
                            </w:rPr>
                          </w:pPr>
                          <w:r>
                            <w:rPr>
                              <w:i w:val="0"/>
                            </w:rPr>
                            <w:t>Ce projet est financé dans le cadre du contrat de plan État-Région Pays de la Loire et par le fonds européen de développement régional.</w:t>
                          </w:r>
                        </w:p>
                      </w:txbxContent>
                    </v:textbox>
                  </v:shape>
                  <v:shape id="Image 25" o:spid="_x0000_s1033" type="#_x0000_t75" style="position:absolute;left:57014;top:851;width:7309;height:56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22mvQAAANsAAAAPAAAAZHJzL2Rvd25yZXYueG1sRI/BCsIw&#10;EETvgv8QVvCmqQVFqlFEEfRoFc9Ls7bVZlOaaOvfG0HwOMzMG2a57kwlXtS40rKCyTgCQZxZXXKu&#10;4HLej+YgnEfWWFkmBW9ysF71e0tMtG35RK/U5yJA2CWooPC+TqR0WUEG3djWxMG72cagD7LJpW6w&#10;DXBTyTiKZtJgyWGhwJq2BWWP9GkUOG/fUXfMze58uF/bLE53m3uq1HDQbRYgPHX+H/61D1pBPIXv&#10;l/AD5OoDAAD//wMAUEsBAi0AFAAGAAgAAAAhANvh9svuAAAAhQEAABMAAAAAAAAAAAAAAAAAAAAA&#10;AFtDb250ZW50X1R5cGVzXS54bWxQSwECLQAUAAYACAAAACEAWvQsW78AAAAVAQAACwAAAAAAAAAA&#10;AAAAAAAfAQAAX3JlbHMvLnJlbHNQSwECLQAUAAYACAAAACEA8/ttpr0AAADbAAAADwAAAAAAAAAA&#10;AAAAAAAHAgAAZHJzL2Rvd25yZXYueG1sUEsFBgAAAAADAAMAtwAAAPECAAAAAA==&#10;">
                    <v:imagedata r:id="rId18" o:title=""/>
                  </v:shape>
                </v:group>
                <v:shape id="Image 26" o:spid="_x0000_s1034" type="#_x0000_t75" style="position:absolute;left:44321;width:7468;height:74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xx3xAAAANsAAAAPAAAAZHJzL2Rvd25yZXYueG1sRI/RasJA&#10;FETfC/7DcgVfpG5UCCW6ighqLIW2qR9wyV6zwezdkF01/r1bKPRxmJkzzHLd20bcqPO1YwXTSQKC&#10;uHS65krB6Wf3+gbCB2SNjWNS8CAP69XgZYmZdnf+plsRKhEh7DNUYEJoMyl9aciin7iWOHpn11kM&#10;UXaV1B3eI9w2cpYkqbRYc1ww2NLWUHkprlbBcfyVp+3n7n1vxodwKPMPN7deqdGw3yxABOrDf/iv&#10;nWsFsxR+v8QfIFdPAAAA//8DAFBLAQItABQABgAIAAAAIQDb4fbL7gAAAIUBAAATAAAAAAAAAAAA&#10;AAAAAAAAAABbQ29udGVudF9UeXBlc10ueG1sUEsBAi0AFAAGAAgAAAAhAFr0LFu/AAAAFQEAAAsA&#10;AAAAAAAAAAAAAAAAHwEAAF9yZWxzLy5yZWxzUEsBAi0AFAAGAAgAAAAhAAJXHHfEAAAA2wAAAA8A&#10;AAAAAAAAAAAAAAAABwIAAGRycy9kb3ducmV2LnhtbFBLBQYAAAAAAwADALcAAAD4AgAAAAA=&#10;">
                  <v:imagedata r:id="rId19" o:title=""/>
                </v:shape>
                <w10:wrap type="topAndBottom" anchorx="margin"/>
              </v:group>
            </w:pict>
          </mc:Fallback>
        </mc:AlternateContent>
      </w:r>
    </w:p>
    <w:bookmarkEnd w:id="8"/>
    <w:p w14:paraId="2331B730" w14:textId="77777777" w:rsidR="00995AF1" w:rsidRPr="00892220" w:rsidRDefault="00995AF1" w:rsidP="00995AF1">
      <w:pPr>
        <w:pStyle w:val="Corpsdetexte"/>
        <w:rPr>
          <w:sz w:val="22"/>
        </w:rPr>
        <w:sectPr w:rsidR="00995AF1" w:rsidRPr="00892220" w:rsidSect="00FC7F93">
          <w:headerReference w:type="default" r:id="rId20"/>
          <w:footerReference w:type="even" r:id="rId21"/>
          <w:type w:val="continuous"/>
          <w:pgSz w:w="11910" w:h="16840"/>
          <w:pgMar w:top="963" w:right="964" w:bottom="964" w:left="964" w:header="720" w:footer="679" w:gutter="0"/>
          <w:cols w:space="720"/>
        </w:sectPr>
      </w:pPr>
    </w:p>
    <w:p w14:paraId="454D7498" w14:textId="77777777" w:rsidR="00995AF1" w:rsidRDefault="00995AF1" w:rsidP="00995AF1">
      <w:pPr>
        <w:pStyle w:val="PdgObjetdumarch0"/>
        <w:sectPr w:rsidR="00995AF1" w:rsidSect="0012122C">
          <w:headerReference w:type="default" r:id="rId22"/>
          <w:footerReference w:type="default" r:id="rId23"/>
          <w:pgSz w:w="11910" w:h="16840"/>
          <w:pgMar w:top="1134" w:right="851" w:bottom="1134" w:left="851" w:header="720" w:footer="680" w:gutter="0"/>
          <w:cols w:space="720"/>
        </w:sectPr>
      </w:pPr>
    </w:p>
    <w:p w14:paraId="477EC1FC" w14:textId="77777777" w:rsidR="00995AF1" w:rsidRPr="00795CD8" w:rsidRDefault="00995AF1" w:rsidP="00995AF1">
      <w:pPr>
        <w:pStyle w:val="Titren1surlign"/>
      </w:pPr>
      <w:r w:rsidRPr="00485546">
        <w:t>Contractant</w:t>
      </w:r>
      <w:r w:rsidRPr="00795CD8">
        <w:t>(s)</w:t>
      </w:r>
    </w:p>
    <w:p w14:paraId="64E4C76C" w14:textId="77777777" w:rsidR="00995AF1" w:rsidRPr="00D31FFD" w:rsidRDefault="00995AF1" w:rsidP="00995AF1">
      <w:pPr>
        <w:widowControl/>
        <w:autoSpaceDE/>
        <w:autoSpaceDN/>
        <w:spacing w:before="100" w:beforeAutospacing="1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Je soussigné,</w:t>
      </w: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45C8B06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7C3632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DBEF494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6854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1B9BAD2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D40B0BA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</w:tr>
      <w:tr w:rsidR="00995AF1" w:rsidRPr="00D31FFD" w14:paraId="62F07B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F235D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AD205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D31FFD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27B1F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E247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5C17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ECCCE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20B05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BCD7C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52068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095A66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13061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B5FAAB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02403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2938A2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1E468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8402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F5387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002E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281D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B06C3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D7E16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43E6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2C2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39B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EB0345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D50E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A796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852812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9ACC82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17F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F8837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17B916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29002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57D12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8768EB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9D0D6A9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C802B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1B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5302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B9DC33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0521F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0099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404B1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031B4A2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8F7B5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23827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F57BBD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998EE88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B03AE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46547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1C7D8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D5202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1E2864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0E9561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3D901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1019C66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B0748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DEE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72E94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D63639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D9DD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21C1F4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BE7F6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0DD6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EAED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FAE6A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5137EB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468F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B5A6E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E7789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F0B5C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Au capital de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1FACE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DC7F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7FD17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5CFA98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AA87F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2D3720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6F657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61D89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943179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53AEE56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Ayant son siège à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62A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33C0C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1AF7D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EDF0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8BFD6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286EF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5DAA8BA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2BD3D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97004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381E0E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AE5D1CF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AEBA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248C5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C28DC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6B1D72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14D3F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F378B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D6AF0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7A91A2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010EB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D5786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13961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071225B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3FD3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A2AD0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73C90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7804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636E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39A12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5F775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78FFD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1F514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227DF1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EA704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8768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EF0B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B2D41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103C3CB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7B30E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90F751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0CD5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454E17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5AFC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8867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3F81C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73DD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391F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D3CE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5AF9F0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D748C0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2C18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C6BFD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4BA0A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003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A553B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688F53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F33E3C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B5DD8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C49A3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9DF83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</w:p>
        </w:tc>
        <w:tc>
          <w:tcPr>
            <w:tcW w:w="7149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7E484EC3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N° d'inscription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répertoire des métiers </w:t>
            </w:r>
            <w:r w:rsidRPr="006332F4">
              <w:rPr>
                <w:rFonts w:ascii="Marianne" w:eastAsia="Times New Roman" w:hAnsi="Marianne" w:cs="Times New Roman"/>
                <w:b/>
                <w:bCs/>
                <w:sz w:val="16"/>
                <w:szCs w:val="16"/>
                <w:lang w:eastAsia="fr-FR"/>
              </w:rPr>
              <w:t>ou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registre du commerce et des sociétés</w:t>
            </w:r>
            <w:r w:rsidRPr="006332F4">
              <w:rPr>
                <w:rFonts w:ascii="Calibri" w:eastAsia="Times New Roman" w:hAnsi="Calibri" w:cs="Calibri"/>
                <w:sz w:val="16"/>
                <w:szCs w:val="16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>:</w:t>
            </w:r>
          </w:p>
        </w:tc>
        <w:tc>
          <w:tcPr>
            <w:tcW w:w="22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702955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927DF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9457ABE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565C59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FF13E9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4FC157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0E09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9829C19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Wingdings" w:eastAsia="Times New Roman" w:hAnsi="Wingdings" w:cs="Times New Roman"/>
          <w:sz w:val="20"/>
          <w:szCs w:val="20"/>
          <w:lang w:eastAsia="fr-FR"/>
        </w:rPr>
      </w:pPr>
    </w:p>
    <w:p w14:paraId="42AB3317" w14:textId="77777777" w:rsidR="00995AF1" w:rsidRDefault="00995AF1" w:rsidP="00995AF1">
      <w:pPr>
        <w:widowControl/>
        <w:autoSpaceDE/>
        <w:autoSpaceDN/>
        <w:rPr>
          <w:rFonts w:ascii="Wingdings" w:eastAsia="Times New Roman" w:hAnsi="Wingdings" w:cs="Times New Roman"/>
          <w:sz w:val="20"/>
          <w:szCs w:val="20"/>
          <w:lang w:eastAsia="fr-FR"/>
        </w:rPr>
      </w:pPr>
      <w:r>
        <w:rPr>
          <w:rFonts w:ascii="Wingdings" w:eastAsia="Times New Roman" w:hAnsi="Wingdings" w:cs="Times New Roman"/>
          <w:sz w:val="20"/>
          <w:szCs w:val="20"/>
          <w:lang w:eastAsia="fr-FR"/>
        </w:rPr>
        <w:br w:type="page"/>
      </w:r>
    </w:p>
    <w:p w14:paraId="3CD3C230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</w:pPr>
      <w:r w:rsidRPr="00D31FFD">
        <w:rPr>
          <w:rFonts w:ascii="Wingdings" w:eastAsia="Times New Roman" w:hAnsi="Wingdings" w:cs="Times New Roman"/>
          <w:sz w:val="20"/>
          <w:szCs w:val="20"/>
          <w:lang w:eastAsia="fr-FR"/>
        </w:rPr>
        <w:lastRenderedPageBreak/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Nous soussignés,</w:t>
      </w:r>
    </w:p>
    <w:p w14:paraId="22CD7432" w14:textId="77777777" w:rsidR="00995AF1" w:rsidRPr="00D31FFD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00DA4D8E" w14:textId="77777777" w:rsidTr="00995AF1">
        <w:trPr>
          <w:tblCellSpacing w:w="0" w:type="dxa"/>
        </w:trPr>
        <w:tc>
          <w:tcPr>
            <w:tcW w:w="9480" w:type="dxa"/>
            <w:gridSpan w:val="3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3EEF63F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</w:tr>
      <w:tr w:rsidR="00995AF1" w:rsidRPr="00D31FFD" w14:paraId="318C4C0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1DDDF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7DDDE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5AEF0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34E65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E0F4EE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4DC3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38462B6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FC11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F3136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A1487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C53C3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0489549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37E4B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95A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82D5B5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866EF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FFCFB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74086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1CE2B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4D39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9D04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B4A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330805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3163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B510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3450A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AB89B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3099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C78555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052B55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04A6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D715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290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60F8D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8C75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C83A5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167A9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0EF822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C30A96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366449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FB20FC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12FA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C19A66E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F129B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20E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E06465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E06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7FA56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9E671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8A506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972D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C699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B065D62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39364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3E3BB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94945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CC1539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7FAFC1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1493FE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CA2A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AC27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A0B45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D6DFB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F5652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5A367E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68CB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4F52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0DB8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3220C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DE957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BE070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4C4AB8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96BF3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DFBBE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91F776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734D52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E31D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01D8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311EB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3376D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06121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93E39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336A9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4C92F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7F5A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DC974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7E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249A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53D9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EF26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3C6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8C6F7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4080B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39F78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F32CBA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98F6A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33B17C5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0BB5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48C17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330B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845B3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B0BDD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07B3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26E32D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8A0A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5DF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F64CB2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46A33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DEFF248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2E9FA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B0A2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66A30D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D29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1706F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182074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45EDDA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3A7370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2E0E5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C6A7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0A4F0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E85F2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4E6A6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F5F8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753EFD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2486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416C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FC8C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B9143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4A0B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9D8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CC00C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4781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43B35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92026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272C95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A2D09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2A183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EEFAF2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C1F35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90B852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F55C24C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80BAA4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328F9F3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ADBB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DEE30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A0047A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77C93EE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8047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A41943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90FD09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61B9865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562E9C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EAE758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F321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B481EF4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8D86AED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6CF38FED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18B02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</w:tr>
      <w:tr w:rsidR="00995AF1" w:rsidRPr="00D31FFD" w14:paraId="44A111A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6E55D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83EE36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FA71C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90875E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E5CA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22F77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200CF4B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1D2F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BC2D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5A6464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D496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5A482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339B4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6EE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38FADA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6E2F3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BA16A1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A6F2D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A2BFB3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FC5A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2240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07BB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4598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A100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394A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6CDE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3B0D0C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CDA35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5EC50F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5EBD4CC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4F7C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6C59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A2C1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E4BF7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7A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69CC18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5C2AA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5D1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BCAAC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91859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8BE60B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9076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0C39EA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16A44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A8B1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3C1BA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4F15E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ACEC0A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48C0B86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46E3D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5F9E8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0FE59F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8CE59A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F5359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B9201E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F92C5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E50C5C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C05A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4D5720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89F7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741F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F26FF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61F72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8B5C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2A7100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DDFB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17D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D3C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1CA67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93DE0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ED61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D043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6AF45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32D07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2A2B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FCDB732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F9C6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323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70C44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743F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5C125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DDB5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3D01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5D5D2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127051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0FB95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A449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96AF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2D903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9C099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CA70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338FA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BE2D3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5F02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F5FB1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291A3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3DF451D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76B258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48C7F0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F1B2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F63DB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40A41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AE3A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5F9EF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105628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44A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07C735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1E4496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DE07A43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BF3C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8B49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BB42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162CC5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6461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995E5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68CC0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D65D7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EFA59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6AF62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4C66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7EBE5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546BC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CD36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4BAB31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74D0B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78F7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CEA57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AAF7A9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FDAB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99AE2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0BBFB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A16B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A178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A60C6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3690A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582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85847C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DC5DE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76D2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3B38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B7AAF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127120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2ECB02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D2F8950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45973F" w14:textId="77777777" w:rsidTr="000D482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A21EE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89179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55A6C6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8FE350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67C84B30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F242F1E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F961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</w:tr>
      <w:tr w:rsidR="00995AF1" w:rsidRPr="00D31FFD" w14:paraId="5DB229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3057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B99E6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A22FE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956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6956F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E9EE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76853D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665F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A6CF1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63EF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3A45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2A8D1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020B17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E937E5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D5E5D3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3F78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504F3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2FCE4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B55EB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DEB0C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2FEBE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579C63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D16BF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7FFF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25AC0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E9AC4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727C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CF47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AC6150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C1E231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35DC5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C52B0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38B0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A557F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2EB140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F6BC8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509EB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89873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5A32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2D8AE3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B35D14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A953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CEAA83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453A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7CE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90A141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5E30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A6C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A84B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7CC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239C7B4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2B098E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BE7CA9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54AEF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9C83F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3D2736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AF1D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21C0F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099030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A6A9F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2DE5D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BA156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77DC6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F303A0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D20CB5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3D773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85C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AEBE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5F3EB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3E46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C24B3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715D5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BA0AE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53B7A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F52A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6686F1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7A6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58C16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ACA84F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8B93AD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1314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7FE07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76FCB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D0AC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B31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37954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B50A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C5D5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391FE2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B2AE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853E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4B044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940ED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AD5733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B35B83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6E6A91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9F16059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C0A08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7F0471C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E4B6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C45576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3B48B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EA0F7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C604C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562D5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92B51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E8532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61883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7B4A4B6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FD36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ED9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AB4F9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CC267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7EB73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ECCF6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82398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F06AC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1831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E1E0B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1A910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DE3C4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37B23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3CB2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1A92F5A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E78C3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7FA234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228D8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14E10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0A2A6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098F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C88D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6F489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5DFE8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F98E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ECA83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1DE1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5707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03C3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FA3EFE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5CB1C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BD7F0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EBE8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4D5132C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5048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E3218D" w14:textId="77777777" w:rsidTr="000D482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14:paraId="131BD76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22B32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043EBB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5A7292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C8AEA47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AEBB477" w14:textId="77777777" w:rsidR="000D4821" w:rsidRDefault="000D482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1D06EE9B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6905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</w:tr>
      <w:tr w:rsidR="00995AF1" w:rsidRPr="00D31FFD" w14:paraId="5D891B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DFC77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98F45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85825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89F2C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5DDF1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F7FD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7B2404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586B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1B8F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810C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4581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07792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164784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0BB0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D9DB6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EBB19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AC61A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CFE1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B3D2B7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C2E9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78D0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E08D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0154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A78B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BB1B2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B2B699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B7EF1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27F0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09A05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59374D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AB24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7AA879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20AA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0B98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468C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C8FBA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40EA8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FAB84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4B84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F5F1B2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346056B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4AA5D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C956B7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107F0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8E507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992CF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1B0D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1F37F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560793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11617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74C68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5FA7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A5C47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6E6C2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38287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909B4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F1017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46D1CC3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7994CE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CBEE6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5A0DEB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0A18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EDA17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BBA2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B5BA2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D4C2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3BF8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B368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9AD6C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4B42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366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C4D7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9C34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214A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2F75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FA95F5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BC5A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7D9D0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0D6CB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01F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8FAABB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39B70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D2F9F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B9B5E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0F88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3FA84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B80D6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BE85D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C56D8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56AA8A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1840C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1DC88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47577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866F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D8314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7D43FF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4A7D7E7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1290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4191E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8702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57573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52B09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1E706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36F210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F5FC1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8D78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5C52C8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4E52E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BCF0F8E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9497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9045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71119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84A630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C4F20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68600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DCD7E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7553A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BDFF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09D7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F9EEB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EBA9F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A2699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16E68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219710CE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C6C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7FD7A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81674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6301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4DCEB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00038B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8CB6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4017E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DE175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75AE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6AFC2A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FCBBE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4B12E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20B9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7A3DD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52EC63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B9D0E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F90CC5E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0FD1BC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9203F7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CFA433D" w14:textId="77777777" w:rsidTr="000D482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E760E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08068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8EEAE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9EAA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7F287BA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1E4DBB1F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820FDE0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71051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</w:tr>
      <w:tr w:rsidR="00995AF1" w:rsidRPr="00D31FFD" w14:paraId="7FD5EE8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4B8408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8F95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E6D7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98073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3A5A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D2D938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68818911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7448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FB78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85A3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B671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1F9C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7CDE7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148C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2E063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4D48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F489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3E256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33B4CF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B204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66D1B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D87866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A496F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03B69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A8138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A5962E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32E5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83E0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4085FA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60B883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935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90868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292F9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B80D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D3D70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92210D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AED9C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8AB8F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FF544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DC6F2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EA1D011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0B7D0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D6E92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DBAEA2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515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32554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5248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8A1C2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0A33A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3871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989AB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FD2E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9E22BFA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BDDA4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26CBC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895A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74A8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6232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313874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DCBD3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416E27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350AB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8C5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6D9A2A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5505D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2BC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4D878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F9111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9780E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CED5A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4E6ACD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081EA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30D4E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AA651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F39DB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9AAF5D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A72B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473A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E81D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F4E2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99A47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ACC4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4F6C4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423C92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8AF4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658EA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2FE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3DBEF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7DE7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356D6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BE838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6D333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F6C33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50692A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0A9B7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4B30CF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05460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5B92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06345B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136D1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A4DB44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F8F7F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FA94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72B1FE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C742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F9415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C82BB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4D301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C3BDF1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FE965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7F2F5A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71DA9C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041F0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CA539D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9A8B4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1E3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D02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8071C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3DB238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8ED90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CBC6F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CAC49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E9405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4A56ABE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A0D12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8EC64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597E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4BD77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953DF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7698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B6DF5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A2CCA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92A1A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503BD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D156F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75390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19F4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B637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6EA55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F8FD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E4AC98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BE37F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C758BB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7CEF6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8A1BD9" w14:textId="77777777" w:rsidTr="000D482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29167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50934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B2DCF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8E6A2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65B45F3" w14:textId="77777777" w:rsidR="00995AF1" w:rsidRPr="00E90723" w:rsidRDefault="00995AF1" w:rsidP="00995AF1">
      <w:pPr>
        <w:pageBreakBefore/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lastRenderedPageBreak/>
        <w:t>après avoir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6974754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9" w:name="A1_p1_a"/>
      <w:bookmarkEnd w:id="9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pris connaissance du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ahier des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lauses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a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dministratives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p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articulières (CCAP) et des documents qui y sont mentionnés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5498495E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produit les documents et renseignements visés aux articles R.2143-3 et R.2143-4 du CCP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71436B8B" w14:textId="35762970" w:rsidR="00995AF1" w:rsidRPr="001E56E5" w:rsidRDefault="00995AF1" w:rsidP="00995AF1">
      <w:pPr>
        <w:widowControl/>
        <w:autoSpaceDE/>
        <w:autoSpaceDN/>
        <w:spacing w:before="119"/>
        <w:ind w:left="567" w:hanging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m'engage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CCAP et, conformément aux stipulations des documents cités ci-dessus, à exécuter les prestations du présent marché dans les conditions ci-après définies.</w:t>
      </w:r>
    </w:p>
    <w:p w14:paraId="4281AFE1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0" w:name="A1_p2A_a"/>
      <w:bookmarkEnd w:id="10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est notifiée dans un délai de 90 jours à compter de la date limite de remise des offres fixée par le règlement de la consultation.</w:t>
      </w:r>
    </w:p>
    <w:p w14:paraId="0445124C" w14:textId="77777777" w:rsidR="00995AF1" w:rsidRPr="00E90723" w:rsidRDefault="00995AF1" w:rsidP="00995AF1">
      <w:pPr>
        <w:widowControl/>
        <w:autoSpaceDE/>
        <w:autoSpaceDN/>
        <w:spacing w:before="119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solidaires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8DBB2F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F6E9BC1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15A2104" w14:textId="5CF20AF8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mandataire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CCAP et, conformément aux stipulations des documents cités ci-dessus, à exécuter les prestations du présent marché dans les conditions ci-après définies.</w:t>
      </w:r>
    </w:p>
    <w:p w14:paraId="59B1717D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1" w:name="A1_p3A_a"/>
      <w:bookmarkEnd w:id="11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075BBCDA" w14:textId="77777777" w:rsidR="00995AF1" w:rsidRPr="00E90723" w:rsidRDefault="00995AF1" w:rsidP="00995AF1">
      <w:pPr>
        <w:widowControl/>
        <w:autoSpaceDE/>
        <w:autoSpaceDN/>
        <w:spacing w:before="100" w:beforeAutospacing="1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conjoints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568B502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CF5084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5F4C9ED5" w14:textId="0FA92210" w:rsidR="00995AF1" w:rsidRPr="00E90723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mandataire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CCAP et, conformément aux stipulations des documents cités ci-dessus, à exécuter les prestations du présent marché dans les conditions ci-après définies et selon la répartition des prestations précisée en annexe au présent acte d'engagement.</w:t>
      </w:r>
    </w:p>
    <w:p w14:paraId="19762D05" w14:textId="77777777" w:rsidR="00995AF1" w:rsidRPr="00E90723" w:rsidRDefault="00995AF1" w:rsidP="00995AF1">
      <w:pPr>
        <w:pStyle w:val="Corpsdetexte"/>
        <w:ind w:left="567"/>
        <w:rPr>
          <w:lang w:eastAsia="fr-FR"/>
        </w:rPr>
      </w:pPr>
      <w:r w:rsidRPr="00E90723">
        <w:rPr>
          <w:lang w:eastAsia="fr-FR"/>
        </w:rPr>
        <w:t xml:space="preserve">Le mandataire du groupement conjoint </w:t>
      </w:r>
      <w:r w:rsidRPr="00E90723">
        <w:rPr>
          <w:b/>
          <w:bCs/>
          <w:lang w:eastAsia="fr-FR"/>
        </w:rPr>
        <w:t>est solidaire</w:t>
      </w:r>
      <w:r w:rsidRPr="00E90723">
        <w:rPr>
          <w:lang w:eastAsia="fr-FR"/>
        </w:rPr>
        <w:t xml:space="preserve"> de chacun des membres du groupement pour ses obligations contractuelles à l'égard du maître d'ouvrage, pour l'exécution du marché.</w:t>
      </w:r>
    </w:p>
    <w:p w14:paraId="65A9D1E9" w14:textId="77777777" w:rsidR="00995AF1" w:rsidRDefault="00995AF1" w:rsidP="00995AF1">
      <w:pPr>
        <w:pStyle w:val="Corpsdetexte"/>
        <w:ind w:left="567"/>
        <w:rPr>
          <w:lang w:eastAsia="fr-FR"/>
        </w:rPr>
      </w:pPr>
      <w:bookmarkStart w:id="12" w:name="A1_p5_a"/>
      <w:bookmarkEnd w:id="12"/>
      <w:r w:rsidRPr="00E90723">
        <w:rPr>
          <w:lang w:eastAsia="fr-FR"/>
        </w:rPr>
        <w:t xml:space="preserve">L'offre ainsi présentée ne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lie toutefois que si son acceptation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57455045" w14:textId="77777777" w:rsidR="00995AF1" w:rsidRPr="00795CD8" w:rsidRDefault="00995AF1" w:rsidP="007230AF">
      <w:pPr>
        <w:pStyle w:val="Titren1surlign"/>
        <w:pageBreakBefore/>
      </w:pPr>
      <w:r w:rsidRPr="00795CD8">
        <w:lastRenderedPageBreak/>
        <w:t>Prestations et prix</w:t>
      </w:r>
    </w:p>
    <w:p w14:paraId="05703728" w14:textId="77777777" w:rsidR="00995AF1" w:rsidRPr="00795CD8" w:rsidRDefault="00995AF1" w:rsidP="00995AF1">
      <w:pPr>
        <w:pStyle w:val="Titren2"/>
        <w:rPr>
          <w:lang w:eastAsia="fr-FR"/>
        </w:rPr>
      </w:pPr>
      <w:bookmarkStart w:id="13" w:name="A2_1_p0B_a"/>
      <w:bookmarkEnd w:id="13"/>
      <w:r w:rsidRPr="00795CD8">
        <w:rPr>
          <w:lang w:eastAsia="fr-FR"/>
        </w:rPr>
        <w:t xml:space="preserve">Montant du </w:t>
      </w:r>
      <w:r w:rsidRPr="00995AF1">
        <w:t>marché</w:t>
      </w:r>
    </w:p>
    <w:p w14:paraId="3D00BDC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L'offre de prix est établie sur la base des conditions économiques en vigueur à la date de remise de l'offre fixée en page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1 du pr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sent acte d</w:t>
      </w:r>
      <w:r w:rsidRPr="00795CD8">
        <w:rPr>
          <w:rFonts w:cs="Marianne"/>
          <w:lang w:eastAsia="fr-FR"/>
        </w:rPr>
        <w:t>’</w:t>
      </w:r>
      <w:r w:rsidRPr="00795CD8">
        <w:rPr>
          <w:lang w:eastAsia="fr-FR"/>
        </w:rPr>
        <w:t>engagement. Ce mois est 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put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correspondre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celui de la date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laquelle le candidat a fix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son prix remis dans son offre finale.</w:t>
      </w:r>
    </w:p>
    <w:p w14:paraId="607DDA6E" w14:textId="77777777" w:rsidR="00995AF1" w:rsidRPr="00795CD8" w:rsidRDefault="00995AF1" w:rsidP="00995AF1">
      <w:pPr>
        <w:pStyle w:val="Corpsdetexte"/>
        <w:rPr>
          <w:szCs w:val="20"/>
          <w:lang w:eastAsia="fr-FR"/>
        </w:rPr>
      </w:pPr>
      <w:r w:rsidRPr="00795CD8">
        <w:rPr>
          <w:szCs w:val="20"/>
          <w:lang w:eastAsia="fr-FR"/>
        </w:rPr>
        <w:t>Les modalités de variation des prix sont fixées à l'article 3</w:t>
      </w:r>
      <w:r>
        <w:rPr>
          <w:szCs w:val="20"/>
          <w:lang w:eastAsia="fr-FR"/>
        </w:rPr>
        <w:t>.</w:t>
      </w:r>
      <w:r w:rsidRPr="00795CD8">
        <w:rPr>
          <w:szCs w:val="20"/>
          <w:lang w:eastAsia="fr-FR"/>
        </w:rPr>
        <w:t>3 du CCAP.</w:t>
      </w:r>
    </w:p>
    <w:p w14:paraId="27A5965F" w14:textId="77777777" w:rsidR="00680572" w:rsidRPr="00795CD8" w:rsidRDefault="00680572" w:rsidP="00680572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Il </w:t>
      </w:r>
      <w:r>
        <w:rPr>
          <w:lang w:eastAsia="fr-FR"/>
        </w:rPr>
        <w:t>est prévu</w:t>
      </w:r>
      <w:r w:rsidRPr="00795CD8">
        <w:rPr>
          <w:lang w:eastAsia="fr-FR"/>
        </w:rPr>
        <w:t xml:space="preserve"> </w:t>
      </w:r>
      <w:r>
        <w:rPr>
          <w:lang w:eastAsia="fr-FR"/>
        </w:rPr>
        <w:t xml:space="preserve">une </w:t>
      </w:r>
      <w:r w:rsidRPr="00795CD8">
        <w:rPr>
          <w:lang w:eastAsia="fr-FR"/>
        </w:rPr>
        <w:t>décomposition en tranches</w:t>
      </w:r>
      <w:r>
        <w:rPr>
          <w:lang w:eastAsia="fr-FR"/>
        </w:rPr>
        <w:t>. L</w:t>
      </w:r>
      <w:r w:rsidRPr="00795CD8">
        <w:rPr>
          <w:lang w:eastAsia="fr-FR"/>
        </w:rPr>
        <w:t xml:space="preserve">'opération de travaux </w:t>
      </w:r>
      <w:r>
        <w:rPr>
          <w:lang w:eastAsia="fr-FR"/>
        </w:rPr>
        <w:t>est</w:t>
      </w:r>
      <w:r w:rsidRPr="00795CD8">
        <w:rPr>
          <w:lang w:eastAsia="fr-FR"/>
        </w:rPr>
        <w:t xml:space="preserve"> allotie.</w:t>
      </w:r>
    </w:p>
    <w:p w14:paraId="1264C6E3" w14:textId="7A41FB1A" w:rsidR="00112208" w:rsidRDefault="00112208" w:rsidP="00112208">
      <w:pPr>
        <w:pStyle w:val="Titren5"/>
        <w:rPr>
          <w:lang w:eastAsia="fr-FR"/>
        </w:rPr>
      </w:pPr>
      <w:r w:rsidRPr="00112208">
        <w:rPr>
          <w:lang w:eastAsia="fr-FR"/>
        </w:rPr>
        <w:t>Évaluation des travaux</w:t>
      </w:r>
    </w:p>
    <w:p w14:paraId="21C65A10" w14:textId="3E4FB1CC" w:rsidR="00995AF1" w:rsidRDefault="00112208" w:rsidP="00995AF1">
      <w:pPr>
        <w:pStyle w:val="Corpsdetexte"/>
        <w:rPr>
          <w:lang w:eastAsia="fr-FR"/>
        </w:rPr>
      </w:pPr>
      <w:r w:rsidRPr="00112208">
        <w:rPr>
          <w:lang w:eastAsia="fr-FR"/>
        </w:rPr>
        <w:t xml:space="preserve">Les travaux du lot pour lequel </w:t>
      </w:r>
      <w:r w:rsidRPr="00112208">
        <w:rPr>
          <w:b/>
          <w:bCs/>
          <w:lang w:eastAsia="fr-FR"/>
        </w:rPr>
        <w:t>je m'engage / nous nous engageons</w:t>
      </w:r>
      <w:r w:rsidRPr="00112208">
        <w:rPr>
          <w:lang w:eastAsia="fr-FR"/>
        </w:rPr>
        <w:t>, seront rémunérés par application d'un prix global forfaitaire égal à :</w:t>
      </w:r>
    </w:p>
    <w:tbl>
      <w:tblPr>
        <w:tblW w:w="888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7"/>
        <w:gridCol w:w="1459"/>
        <w:gridCol w:w="1770"/>
        <w:gridCol w:w="3353"/>
        <w:gridCol w:w="31"/>
      </w:tblGrid>
      <w:tr w:rsidR="00853D49" w:rsidRPr="00E90723" w14:paraId="5A872F3A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B3F3E5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4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  <w:r w:rsidRPr="00E9072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1A0670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9CE196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262545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2BA7F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D6F3F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AFB2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4E80FD66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9B45E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399472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A4C6FB3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166048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7F14D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09EE80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6178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0ADD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911B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1EF7007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F8DDA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1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C1B4E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14580B9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267F0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9C10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165CC1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A99CC0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F54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81228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342723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F10511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6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C5C5CC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E60250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9790BC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5BEC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1F133F0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CE63E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DC387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EFE0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47EC7BC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6516FA" w14:textId="77777777" w:rsidR="00853D49" w:rsidRPr="00E90723" w:rsidRDefault="00853D49" w:rsidP="000529E6">
            <w:pPr>
              <w:widowControl/>
              <w:numPr>
                <w:ilvl w:val="0"/>
                <w:numId w:val="17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TVA incluse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12F5A3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42727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E5B5AA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C117A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B450A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6A14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C7CDC0C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76F19C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Arrêté en lettres à</w:t>
            </w:r>
          </w:p>
        </w:tc>
        <w:tc>
          <w:tcPr>
            <w:tcW w:w="658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1F9FA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3C830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D85A0D0" w14:textId="77777777" w:rsidTr="00112208">
        <w:trPr>
          <w:tblCellSpacing w:w="0" w:type="dxa"/>
        </w:trPr>
        <w:tc>
          <w:tcPr>
            <w:tcW w:w="884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D128D1B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BBC08F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1DD5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24AED11" w14:textId="2DFE4639" w:rsidR="00995AF1" w:rsidRDefault="00112208" w:rsidP="00112208">
      <w:pPr>
        <w:pStyle w:val="Titren5"/>
        <w:rPr>
          <w:rFonts w:eastAsia="Times New Roman" w:cs="Times New Roman"/>
          <w:szCs w:val="20"/>
          <w:lang w:eastAsia="fr-FR"/>
        </w:rPr>
      </w:pPr>
      <w:r w:rsidRPr="00112208">
        <w:rPr>
          <w:lang w:eastAsia="fr-FR"/>
        </w:rPr>
        <w:t>Décomposition</w:t>
      </w:r>
      <w:r w:rsidRPr="00112208">
        <w:rPr>
          <w:rFonts w:eastAsia="Times New Roman" w:cs="Times New Roman"/>
          <w:szCs w:val="20"/>
          <w:lang w:eastAsia="fr-FR"/>
        </w:rPr>
        <w:t xml:space="preserve"> en tranches</w:t>
      </w: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4248"/>
        <w:gridCol w:w="1890"/>
        <w:gridCol w:w="1890"/>
        <w:gridCol w:w="1890"/>
      </w:tblGrid>
      <w:tr w:rsidR="00112208" w14:paraId="2493AD59" w14:textId="77777777" w:rsidTr="00F322F6">
        <w:tc>
          <w:tcPr>
            <w:tcW w:w="4248" w:type="dxa"/>
            <w:shd w:val="clear" w:color="auto" w:fill="D9D9D9" w:themeFill="background1" w:themeFillShade="D9"/>
          </w:tcPr>
          <w:p w14:paraId="268BB91F" w14:textId="7E0595B7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Tranche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5949B30D" w14:textId="1B7216AC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hors TVA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7B66DCED" w14:textId="062C810B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34365CD2" w14:textId="12F33233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 incluse</w:t>
            </w:r>
          </w:p>
        </w:tc>
      </w:tr>
      <w:tr w:rsidR="00112208" w14:paraId="7BB6AA82" w14:textId="77777777" w:rsidTr="00F322F6">
        <w:tc>
          <w:tcPr>
            <w:tcW w:w="4248" w:type="dxa"/>
          </w:tcPr>
          <w:p w14:paraId="506DE6A1" w14:textId="159A99CE" w:rsid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Ferme</w:t>
            </w:r>
          </w:p>
        </w:tc>
        <w:tc>
          <w:tcPr>
            <w:tcW w:w="1890" w:type="dxa"/>
          </w:tcPr>
          <w:p w14:paraId="23358A47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1890" w:type="dxa"/>
          </w:tcPr>
          <w:p w14:paraId="58068CD3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1890" w:type="dxa"/>
          </w:tcPr>
          <w:p w14:paraId="0E555BFD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  <w:tr w:rsidR="00112208" w14:paraId="4BAC0833" w14:textId="77777777" w:rsidTr="00F322F6">
        <w:tc>
          <w:tcPr>
            <w:tcW w:w="4248" w:type="dxa"/>
          </w:tcPr>
          <w:p w14:paraId="29B846DF" w14:textId="23593895" w:rsid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Optionnelle 1</w:t>
            </w:r>
            <w:r w:rsidR="00190B7A">
              <w:rPr>
                <w:rFonts w:ascii="Calibri" w:hAnsi="Calibri" w:cs="Calibri"/>
                <w:lang w:eastAsia="fr-FR"/>
              </w:rPr>
              <w:t> </w:t>
            </w:r>
            <w:r w:rsidR="00190B7A">
              <w:rPr>
                <w:lang w:eastAsia="fr-FR"/>
              </w:rPr>
              <w:t>:</w:t>
            </w:r>
            <w:r w:rsidR="00F322F6">
              <w:rPr>
                <w:lang w:eastAsia="fr-FR"/>
              </w:rPr>
              <w:t xml:space="preserve"> </w:t>
            </w:r>
            <w:r w:rsidR="00840F4D">
              <w:t>Remplacement des circulateurs chauffage</w:t>
            </w:r>
          </w:p>
        </w:tc>
        <w:tc>
          <w:tcPr>
            <w:tcW w:w="1890" w:type="dxa"/>
          </w:tcPr>
          <w:p w14:paraId="1D83A66A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1890" w:type="dxa"/>
          </w:tcPr>
          <w:p w14:paraId="5E93FC55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1890" w:type="dxa"/>
          </w:tcPr>
          <w:p w14:paraId="6E44422F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  <w:tr w:rsidR="00112208" w14:paraId="561DFB0F" w14:textId="77777777" w:rsidTr="00F322F6">
        <w:tc>
          <w:tcPr>
            <w:tcW w:w="4248" w:type="dxa"/>
          </w:tcPr>
          <w:p w14:paraId="43568071" w14:textId="7DCDD61C" w:rsidR="00112208" w:rsidRP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Total des marchés</w:t>
            </w:r>
          </w:p>
        </w:tc>
        <w:tc>
          <w:tcPr>
            <w:tcW w:w="1890" w:type="dxa"/>
          </w:tcPr>
          <w:p w14:paraId="688A3E2C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1890" w:type="dxa"/>
          </w:tcPr>
          <w:p w14:paraId="1A8016FF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1890" w:type="dxa"/>
          </w:tcPr>
          <w:p w14:paraId="3EFEF586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</w:tbl>
    <w:p w14:paraId="38C7BB78" w14:textId="616FB43F" w:rsidR="00112208" w:rsidRDefault="00112208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F755B20" w14:textId="77777777" w:rsidR="00995AF1" w:rsidRPr="00E90723" w:rsidRDefault="00995AF1" w:rsidP="000529E6">
      <w:pPr>
        <w:pStyle w:val="Corpsdetexte"/>
        <w:pageBreakBefore/>
        <w:rPr>
          <w:b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lastRenderedPageBreak/>
        <w:t></w:t>
      </w:r>
      <w:r w:rsidRPr="00795CD8">
        <w:rPr>
          <w:sz w:val="36"/>
          <w:szCs w:val="36"/>
          <w:lang w:eastAsia="fr-FR"/>
        </w:rPr>
        <w:t xml:space="preserve"> </w:t>
      </w:r>
      <w:r w:rsidRPr="00E90723">
        <w:rPr>
          <w:b/>
          <w:lang w:eastAsia="fr-FR"/>
        </w:rPr>
        <w:t>Groupement conjoint</w:t>
      </w:r>
    </w:p>
    <w:p w14:paraId="4435AC12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détail des prestations exécutées par chacun des membres du </w:t>
      </w:r>
      <w:r w:rsidRPr="00795CD8">
        <w:rPr>
          <w:b/>
          <w:bCs/>
          <w:lang w:eastAsia="fr-FR"/>
        </w:rPr>
        <w:t>groupement conjoint</w:t>
      </w:r>
      <w:r w:rsidRPr="00795CD8">
        <w:rPr>
          <w:lang w:eastAsia="fr-FR"/>
        </w:rPr>
        <w:t xml:space="preserve"> ainsi que la répartition de la rémunération correspondante sont joints en annexe au présent acte d'engagement.</w:t>
      </w:r>
    </w:p>
    <w:p w14:paraId="5A171963" w14:textId="45EB85B5" w:rsidR="00995AF1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mandataire y indique en outre le montant de sa prestation de mandat.</w:t>
      </w:r>
    </w:p>
    <w:p w14:paraId="777544E5" w14:textId="0C9F79D8" w:rsidR="000529E6" w:rsidRDefault="000529E6" w:rsidP="000529E6">
      <w:pPr>
        <w:pStyle w:val="Titren5"/>
        <w:rPr>
          <w:lang w:eastAsia="fr-FR"/>
        </w:rPr>
      </w:pPr>
      <w:r w:rsidRPr="000529E6">
        <w:rPr>
          <w:lang w:eastAsia="fr-FR"/>
        </w:rPr>
        <w:t>Valorisation des prestations supplémentaires éventuelles</w:t>
      </w:r>
    </w:p>
    <w:p w14:paraId="250AD666" w14:textId="0CF459CE" w:rsidR="000529E6" w:rsidRDefault="00E740C6" w:rsidP="000529E6">
      <w:pPr>
        <w:pStyle w:val="Corpsdetexte"/>
        <w:rPr>
          <w:lang w:eastAsia="fr-FR"/>
        </w:rPr>
      </w:pPr>
      <w:r>
        <w:rPr>
          <w:lang w:eastAsia="fr-FR"/>
        </w:rPr>
        <w:t>Sans objet.</w:t>
      </w:r>
    </w:p>
    <w:p w14:paraId="6ADD8469" w14:textId="6D8B7CF2" w:rsidR="000529E6" w:rsidRDefault="000529E6" w:rsidP="000529E6">
      <w:pPr>
        <w:pStyle w:val="Titren5"/>
        <w:rPr>
          <w:lang w:eastAsia="fr-FR"/>
        </w:rPr>
      </w:pPr>
      <w:r>
        <w:rPr>
          <w:lang w:eastAsia="fr-FR"/>
        </w:rPr>
        <w:t>Décision du maître d’ouvrage</w:t>
      </w:r>
    </w:p>
    <w:tbl>
      <w:tblPr>
        <w:tblW w:w="9653" w:type="dxa"/>
        <w:tblInd w:w="-7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845"/>
        <w:gridCol w:w="1703"/>
        <w:gridCol w:w="1420"/>
        <w:gridCol w:w="3115"/>
        <w:gridCol w:w="130"/>
        <w:gridCol w:w="445"/>
        <w:gridCol w:w="499"/>
      </w:tblGrid>
      <w:tr w:rsidR="000529E6" w:rsidRPr="000529E6" w14:paraId="63EA3D4A" w14:textId="77777777" w:rsidTr="00720C11">
        <w:tc>
          <w:tcPr>
            <w:tcW w:w="9653" w:type="dxa"/>
            <w:gridSpan w:val="8"/>
          </w:tcPr>
          <w:p w14:paraId="682EBBDF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Compte tenu de l'acceptation de la/des prestation(s) supplémentaires(s) éventuelles(s)</w:t>
            </w:r>
          </w:p>
        </w:tc>
      </w:tr>
      <w:tr w:rsidR="000529E6" w:rsidRPr="000529E6" w14:paraId="08CF5A2C" w14:textId="77777777" w:rsidTr="00720C11">
        <w:tc>
          <w:tcPr>
            <w:tcW w:w="496" w:type="dxa"/>
          </w:tcPr>
          <w:p w14:paraId="2C3E339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n°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4D534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609" w:type="dxa"/>
            <w:gridSpan w:val="5"/>
            <w:tcBorders>
              <w:left w:val="single" w:sz="4" w:space="0" w:color="000000"/>
            </w:tcBorders>
          </w:tcPr>
          <w:p w14:paraId="5680086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 xml:space="preserve">, </w:t>
            </w:r>
            <w:r w:rsidRPr="000529E6">
              <w:rPr>
                <w:rStyle w:val="TableauDroiteCar"/>
                <w:lang w:eastAsia="fr-FR"/>
              </w:rPr>
              <w:t>le montant du marché est arrêté à</w:t>
            </w:r>
            <w:r w:rsidRPr="000529E6">
              <w:rPr>
                <w:rStyle w:val="TableauDroiteCar"/>
                <w:rFonts w:ascii="Calibri" w:hAnsi="Calibri" w:cs="Calibri"/>
                <w:lang w:eastAsia="fr-FR"/>
              </w:rPr>
              <w:t> </w:t>
            </w:r>
            <w:r w:rsidRPr="000529E6">
              <w:rPr>
                <w:rStyle w:val="TableauDroiteCar"/>
                <w:lang w:eastAsia="fr-FR"/>
              </w:rPr>
              <w:t>:</w:t>
            </w:r>
          </w:p>
        </w:tc>
      </w:tr>
      <w:tr w:rsidR="000529E6" w:rsidRPr="000529E6" w14:paraId="744BCBFE" w14:textId="77777777" w:rsidTr="00720C11">
        <w:tc>
          <w:tcPr>
            <w:tcW w:w="9653" w:type="dxa"/>
            <w:gridSpan w:val="8"/>
          </w:tcPr>
          <w:p w14:paraId="15C2FC0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</w:tr>
      <w:tr w:rsidR="000529E6" w:rsidRPr="000529E6" w14:paraId="6E2D1FCE" w14:textId="77777777" w:rsidTr="00720C11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1ADDD09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hors TVA</w:t>
            </w:r>
            <w:r w:rsidRPr="000529E6">
              <w:rPr>
                <w:rFonts w:ascii="Calibri" w:hAnsi="Calibri" w:cs="Calibri"/>
                <w:b/>
                <w:lang w:eastAsia="fr-FR"/>
              </w:rPr>
              <w:t> </w:t>
            </w:r>
            <w:r w:rsidRPr="000529E6">
              <w:rPr>
                <w:b/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A986B3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45579C3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6599C0B4" w14:textId="77777777" w:rsidTr="00720C11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42A06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B3E3B4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4D75334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43D7AB9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36E81B9C" w14:textId="77777777" w:rsidTr="00720C11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682ADC1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TVA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6E50A25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670227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517CD807" w14:textId="77777777" w:rsidTr="00720C11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0177EF5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71268565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6DD85FE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0E377E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B9A1755" w14:textId="77777777" w:rsidTr="00720C11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3D7853F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TVA incluse</w:t>
            </w:r>
            <w:r w:rsidRPr="000529E6">
              <w:rPr>
                <w:rFonts w:ascii="Calibri" w:hAnsi="Calibri" w:cs="Calibri"/>
                <w:lang w:eastAsia="fr-FR"/>
              </w:rPr>
              <w:t> </w:t>
            </w:r>
            <w:r w:rsidRPr="000529E6">
              <w:rPr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C3A1940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6BE78304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0A2E188" w14:textId="77777777" w:rsidTr="00720C11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17DDA7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433D99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342FF4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EB995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42ACC3D1" w14:textId="77777777" w:rsidTr="00720C11">
        <w:tc>
          <w:tcPr>
            <w:tcW w:w="2341" w:type="dxa"/>
            <w:gridSpan w:val="2"/>
            <w:tcBorders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23B2D75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Arrêté en lettres à</w:t>
            </w:r>
          </w:p>
        </w:tc>
        <w:tc>
          <w:tcPr>
            <w:tcW w:w="6368" w:type="dxa"/>
            <w:gridSpan w:val="4"/>
            <w:tcBorders>
              <w:top w:val="single" w:sz="4" w:space="0" w:color="000000"/>
              <w:left w:val="single" w:sz="4" w:space="0" w:color="000000"/>
            </w:tcBorders>
            <w:tcMar>
              <w:left w:w="71" w:type="dxa"/>
              <w:right w:w="71" w:type="dxa"/>
            </w:tcMar>
          </w:tcPr>
          <w:p w14:paraId="1EFC735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5E163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00DB5248" w14:textId="77777777" w:rsidTr="00720C11">
        <w:tc>
          <w:tcPr>
            <w:tcW w:w="8709" w:type="dxa"/>
            <w:gridSpan w:val="6"/>
            <w:tcBorders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78E1002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  <w:p w14:paraId="6ACF4F6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E25F2AB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</w:tbl>
    <w:p w14:paraId="1B454435" w14:textId="41C19288" w:rsidR="000529E6" w:rsidRDefault="000529E6" w:rsidP="000529E6">
      <w:pPr>
        <w:pStyle w:val="Corpsdetexte"/>
        <w:rPr>
          <w:lang w:eastAsia="fr-FR"/>
        </w:rPr>
      </w:pPr>
    </w:p>
    <w:p w14:paraId="3A1F4180" w14:textId="77777777" w:rsidR="000529E6" w:rsidRDefault="000529E6">
      <w:pPr>
        <w:widowControl/>
        <w:autoSpaceDE/>
        <w:autoSpaceDN/>
        <w:rPr>
          <w:rFonts w:ascii="Marianne" w:hAnsi="Marianne"/>
          <w:sz w:val="20"/>
          <w:lang w:eastAsia="fr-FR"/>
        </w:rPr>
      </w:pPr>
      <w:r>
        <w:rPr>
          <w:lang w:eastAsia="fr-FR"/>
        </w:rPr>
        <w:br w:type="page"/>
      </w:r>
    </w:p>
    <w:tbl>
      <w:tblPr>
        <w:tblW w:w="97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7"/>
        <w:gridCol w:w="8338"/>
      </w:tblGrid>
      <w:tr w:rsidR="000529E6" w:rsidRPr="000529E6" w14:paraId="524F866B" w14:textId="77777777" w:rsidTr="000529E6">
        <w:tc>
          <w:tcPr>
            <w:tcW w:w="1387" w:type="dxa"/>
          </w:tcPr>
          <w:p w14:paraId="0F024303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  <w:r w:rsidRPr="000529E6">
              <w:rPr>
                <w:b/>
                <w:bCs/>
                <w:sz w:val="28"/>
                <w:szCs w:val="32"/>
                <w:lang w:eastAsia="fr-FR"/>
              </w:rPr>
              <w:lastRenderedPageBreak/>
              <w:t>Tranche</w:t>
            </w:r>
            <w:r w:rsidRPr="000529E6">
              <w:rPr>
                <w:rFonts w:ascii="Calibri" w:hAnsi="Calibri" w:cs="Calibri"/>
                <w:b/>
                <w:bCs/>
                <w:sz w:val="28"/>
                <w:szCs w:val="32"/>
                <w:lang w:eastAsia="fr-FR"/>
              </w:rPr>
              <w:t> </w:t>
            </w:r>
            <w:r w:rsidRPr="000529E6">
              <w:rPr>
                <w:b/>
                <w:bCs/>
                <w:sz w:val="28"/>
                <w:szCs w:val="32"/>
                <w:lang w:eastAsia="fr-FR"/>
              </w:rPr>
              <w:t>:</w:t>
            </w:r>
          </w:p>
        </w:tc>
        <w:tc>
          <w:tcPr>
            <w:tcW w:w="8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4D173AC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</w:p>
        </w:tc>
      </w:tr>
    </w:tbl>
    <w:p w14:paraId="4FE49727" w14:textId="77777777" w:rsidR="000529E6" w:rsidRPr="000529E6" w:rsidRDefault="000529E6" w:rsidP="000529E6">
      <w:pPr>
        <w:pStyle w:val="Corpsdetexte"/>
        <w:ind w:left="1418"/>
        <w:rPr>
          <w:sz w:val="16"/>
          <w:szCs w:val="18"/>
          <w:lang w:eastAsia="fr-FR"/>
        </w:rPr>
      </w:pPr>
      <w:r w:rsidRPr="000529E6">
        <w:rPr>
          <w:b/>
          <w:i/>
          <w:sz w:val="16"/>
          <w:szCs w:val="18"/>
          <w:lang w:eastAsia="fr-FR"/>
        </w:rPr>
        <w:t>(</w:t>
      </w:r>
      <w:r w:rsidRPr="000529E6">
        <w:rPr>
          <w:i/>
          <w:sz w:val="16"/>
          <w:szCs w:val="18"/>
          <w:lang w:eastAsia="fr-FR"/>
        </w:rPr>
        <w:t>Renseigner une page par tranche donnant lieu à sous-traitance)</w:t>
      </w:r>
    </w:p>
    <w:p w14:paraId="4335C58E" w14:textId="5AC8F7F6" w:rsidR="00995AF1" w:rsidRPr="00795CD8" w:rsidRDefault="00995AF1" w:rsidP="00995AF1">
      <w:pPr>
        <w:pStyle w:val="Titren2"/>
        <w:rPr>
          <w:lang w:eastAsia="fr-FR"/>
        </w:rPr>
      </w:pPr>
      <w:r w:rsidRPr="00995AF1">
        <w:t>Montant</w:t>
      </w:r>
      <w:r w:rsidRPr="00795CD8">
        <w:rPr>
          <w:lang w:eastAsia="fr-FR"/>
        </w:rPr>
        <w:t xml:space="preserve"> sous-traité</w:t>
      </w:r>
    </w:p>
    <w:p w14:paraId="00E8A338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auto</w:t>
      </w:r>
      <w:r>
        <w:rPr>
          <w:lang w:eastAsia="fr-FR"/>
        </w:rPr>
        <w:t>-</w:t>
      </w:r>
      <w:r w:rsidRPr="00795CD8">
        <w:rPr>
          <w:lang w:eastAsia="fr-FR"/>
        </w:rPr>
        <w:t>liquidée.</w:t>
      </w:r>
    </w:p>
    <w:p w14:paraId="77CA4B85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26C025A7" w14:textId="7BFB65AC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="000529E6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3471521C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5EECC2BA" w14:textId="77777777" w:rsidTr="00995AF1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67B8DC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8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2BD511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9E4D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BF7435F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17E0594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solidaire</w:t>
      </w:r>
    </w:p>
    <w:p w14:paraId="14CD8A08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2A8D3E67" w14:textId="77777777" w:rsidTr="00995AF1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34FFD7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9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847B805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6B5449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79FACA5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(article R.2193-1 du CCP) des sous-traitants recensés dans les formulaires annexés, sont jointes au présent acte d'engagement.</w:t>
      </w:r>
    </w:p>
    <w:p w14:paraId="13AEE46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conjoint</w:t>
      </w:r>
    </w:p>
    <w:p w14:paraId="377CE835" w14:textId="77777777" w:rsidR="00995AF1" w:rsidRPr="00E90723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721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02"/>
        <w:gridCol w:w="5313"/>
      </w:tblGrid>
      <w:tr w:rsidR="00995AF1" w:rsidRPr="00E90723" w14:paraId="40D28E55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E51A36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92B651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Montant hors TVA</w:t>
            </w:r>
          </w:p>
        </w:tc>
      </w:tr>
      <w:tr w:rsidR="00995AF1" w:rsidRPr="00E90723" w14:paraId="24B7165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8AB1E5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7B7795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49094D5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E0B44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D705212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3DB8CAF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E7C89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05EF43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6381751A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4F0F3D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508892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79912E9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876569C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EE59BA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29FC407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B5E18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Total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999BD3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D42077F" w14:textId="77777777" w:rsidR="00995AF1" w:rsidRPr="00E90723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79266D0C" w14:textId="77777777" w:rsidR="00995AF1" w:rsidRPr="00795CD8" w:rsidRDefault="00995AF1" w:rsidP="00995AF1">
      <w:pPr>
        <w:pStyle w:val="Titren1surlign"/>
      </w:pPr>
      <w:r w:rsidRPr="00795CD8">
        <w:lastRenderedPageBreak/>
        <w:t xml:space="preserve">Délai </w:t>
      </w:r>
      <w:r w:rsidRPr="00485546">
        <w:t>d'exécution</w:t>
      </w:r>
      <w:r w:rsidRPr="00795CD8">
        <w:t xml:space="preserve"> du marche</w:t>
      </w:r>
    </w:p>
    <w:p w14:paraId="25E57D80" w14:textId="7D16FB6C" w:rsidR="00ED1F4A" w:rsidRDefault="00ED1F4A" w:rsidP="00ED1F4A">
      <w:pPr>
        <w:pStyle w:val="Titren2"/>
      </w:pPr>
      <w:r>
        <w:t>Période de préparation</w:t>
      </w:r>
    </w:p>
    <w:p w14:paraId="700C4F8B" w14:textId="77777777" w:rsidR="00ED1F4A" w:rsidRDefault="00ED1F4A" w:rsidP="00ED1F4A">
      <w:pPr>
        <w:pStyle w:val="Corpsdetexte"/>
      </w:pPr>
      <w:r>
        <w:t>Le délai de la période de préparation d'un lot part :</w:t>
      </w:r>
    </w:p>
    <w:p w14:paraId="2354829B" w14:textId="47B061A5" w:rsidR="00ED1F4A" w:rsidRDefault="00ED1F4A" w:rsidP="00ED1F4A">
      <w:pPr>
        <w:pStyle w:val="CorpsListe"/>
      </w:pPr>
      <w:r>
        <w:t>pour la tranche ferme, et par dérogation à l'article 18.1.1 du CCAG, de la date de la notification du marché ;</w:t>
      </w:r>
    </w:p>
    <w:p w14:paraId="7C233891" w14:textId="6A076DFC" w:rsidR="00ED1F4A" w:rsidRDefault="00ED1F4A" w:rsidP="00ED1F4A">
      <w:pPr>
        <w:pStyle w:val="CorpsListe"/>
      </w:pPr>
      <w:r>
        <w:t>pour une tranche optionnelle, de la date fixée par l'ordre de service qui prescrira de commencer la période de préparation de la tranche considérée.</w:t>
      </w:r>
    </w:p>
    <w:p w14:paraId="6E3DFEB8" w14:textId="77777777" w:rsidR="00ED1F4A" w:rsidRDefault="00ED1F4A" w:rsidP="00ED1F4A">
      <w:pPr>
        <w:pStyle w:val="Corpsdetexte"/>
      </w:pPr>
      <w:r>
        <w:t>Le délai de la période de préparation pour chaque tranche d'un lot est de 2 mois.</w:t>
      </w:r>
    </w:p>
    <w:p w14:paraId="5B61D659" w14:textId="75B85C7C" w:rsidR="00ED1F4A" w:rsidRDefault="00ED1F4A" w:rsidP="00ED1F4A">
      <w:pPr>
        <w:pStyle w:val="Titren2"/>
      </w:pPr>
      <w:r>
        <w:t>Délai d'exécution des travaux</w:t>
      </w:r>
    </w:p>
    <w:p w14:paraId="5368F7C3" w14:textId="77777777" w:rsidR="00ED1F4A" w:rsidRDefault="00ED1F4A" w:rsidP="00ED1F4A">
      <w:pPr>
        <w:pStyle w:val="Corpsdetexte"/>
      </w:pPr>
      <w:r>
        <w:t>Le délai d'exécution des travaux de l'ensemble des lots de chaque tranche part de la date fixée par l'ordre de service qui prescrira de commencer l'exécution du/des premier(s) lot(s) de la tranche considérée.</w:t>
      </w:r>
    </w:p>
    <w:p w14:paraId="17EE870F" w14:textId="7CF5CF19" w:rsidR="00ED1F4A" w:rsidRDefault="00ED1F4A" w:rsidP="00ED1F4A">
      <w:pPr>
        <w:pStyle w:val="Corpsdetexte"/>
      </w:pPr>
      <w:r>
        <w:t>Il est fixé comme suit :</w:t>
      </w:r>
    </w:p>
    <w:tbl>
      <w:tblPr>
        <w:tblW w:w="4194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43"/>
        <w:gridCol w:w="2351"/>
      </w:tblGrid>
      <w:tr w:rsidR="00ED1F4A" w:rsidRPr="00ED1F4A" w14:paraId="0EF01767" w14:textId="77777777" w:rsidTr="00720C11">
        <w:trPr>
          <w:tblHeader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7D2A454" w14:textId="77777777" w:rsidR="00ED1F4A" w:rsidRPr="00ED1F4A" w:rsidRDefault="00ED1F4A" w:rsidP="00ED1F4A">
            <w:pPr>
              <w:pStyle w:val="TableauCentr0"/>
            </w:pPr>
            <w:bookmarkStart w:id="14" w:name="A3A_2B_p1R_a"/>
            <w:r w:rsidRPr="00ED1F4A">
              <w:t>Tranche</w:t>
            </w:r>
            <w:bookmarkEnd w:id="14"/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6F70E65" w14:textId="77777777" w:rsidR="00ED1F4A" w:rsidRPr="00ED1F4A" w:rsidRDefault="00ED1F4A" w:rsidP="00ED1F4A">
            <w:pPr>
              <w:pStyle w:val="TableauCentr0"/>
            </w:pPr>
            <w:r w:rsidRPr="00ED1F4A">
              <w:t>Délai</w:t>
            </w:r>
          </w:p>
        </w:tc>
      </w:tr>
      <w:tr w:rsidR="00ED1F4A" w:rsidRPr="00ED1F4A" w14:paraId="2BD03570" w14:textId="77777777" w:rsidTr="00720C11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2BBE94AC" w14:textId="77777777" w:rsidR="00ED1F4A" w:rsidRPr="00ED1F4A" w:rsidRDefault="00ED1F4A" w:rsidP="00ED1F4A">
            <w:pPr>
              <w:pStyle w:val="TableauDroite"/>
            </w:pPr>
            <w:r w:rsidRPr="00ED1F4A">
              <w:t>Ferme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A648C" w14:textId="76BA3515" w:rsidR="00ED1F4A" w:rsidRPr="00ED1F4A" w:rsidRDefault="00BF55E5" w:rsidP="00ED1F4A">
            <w:pPr>
              <w:pStyle w:val="TableauDroite"/>
            </w:pPr>
            <w:r>
              <w:t>18 mois</w:t>
            </w:r>
          </w:p>
        </w:tc>
      </w:tr>
      <w:tr w:rsidR="00ED1F4A" w:rsidRPr="00ED1F4A" w14:paraId="714021A4" w14:textId="77777777" w:rsidTr="00720C11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6D9ED6B6" w14:textId="77777777" w:rsidR="00ED1F4A" w:rsidRPr="00ED1F4A" w:rsidRDefault="00ED1F4A" w:rsidP="00ED1F4A">
            <w:pPr>
              <w:pStyle w:val="TableauDroite"/>
            </w:pPr>
            <w:r w:rsidRPr="00ED1F4A">
              <w:t>Optionnelle 1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FF9D5" w14:textId="27DF3DCC" w:rsidR="00ED1F4A" w:rsidRPr="00ED1F4A" w:rsidRDefault="006E41C3" w:rsidP="00ED1F4A">
            <w:pPr>
              <w:pStyle w:val="TableauDroite"/>
            </w:pPr>
            <w:r>
              <w:t>6</w:t>
            </w:r>
            <w:r w:rsidR="00F322F6">
              <w:t xml:space="preserve"> mois</w:t>
            </w:r>
          </w:p>
        </w:tc>
      </w:tr>
    </w:tbl>
    <w:p w14:paraId="45F5CDD4" w14:textId="77777777" w:rsidR="00ED1F4A" w:rsidRDefault="00ED1F4A" w:rsidP="00995AF1">
      <w:pPr>
        <w:pStyle w:val="Corpsdetexte"/>
      </w:pPr>
    </w:p>
    <w:p w14:paraId="212D4F3C" w14:textId="77777777" w:rsidR="00ED1F4A" w:rsidRDefault="00ED1F4A" w:rsidP="00ED1F4A">
      <w:pPr>
        <w:pStyle w:val="Corpsdetexte"/>
      </w:pPr>
      <w:r>
        <w:t>Le délai d'exécution propre au lot pour lequel je m'engage / nous nous engageons sera déterminé dans les conditions stipulées à l'article 4-1 du CCAP.</w:t>
      </w:r>
    </w:p>
    <w:p w14:paraId="13A9FBD9" w14:textId="624587DD" w:rsidR="00ED1F4A" w:rsidRDefault="00ED1F4A" w:rsidP="00ED1F4A">
      <w:pPr>
        <w:pStyle w:val="Corpsdetexte"/>
      </w:pPr>
      <w:r>
        <w:t>L'ordre de service prescrivant de commencer l'ensemble des travaux d'une tranche sera notifié à chaque entreprise titulaire d'un lot.</w:t>
      </w:r>
    </w:p>
    <w:p w14:paraId="3B73C405" w14:textId="77777777" w:rsidR="00995AF1" w:rsidRPr="00795CD8" w:rsidRDefault="00995AF1" w:rsidP="00ED1F4A">
      <w:pPr>
        <w:pStyle w:val="Titren1surlign"/>
        <w:pageBreakBefore/>
      </w:pPr>
      <w:r w:rsidRPr="00795CD8">
        <w:lastRenderedPageBreak/>
        <w:t>P</w:t>
      </w:r>
      <w:r>
        <w:t>aiements</w:t>
      </w:r>
    </w:p>
    <w:p w14:paraId="6333BBD2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Les modalités du règlement des comptes du marché sont spécifiées à l'article 3-2 du CCAP.</w:t>
      </w:r>
    </w:p>
    <w:p w14:paraId="52B9567B" w14:textId="27C2EEAE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2B379BCE" w14:textId="77777777" w:rsidR="00995AF1" w:rsidRPr="00BE5E77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Le maître d'ouvrage se libérera des sommes dues au titre du présent marché en faisant porter le montant au crédit du compte (joindre un RIB ou RIP)</w:t>
      </w:r>
      <w:r w:rsidRPr="00BE5E77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8"/>
        <w:gridCol w:w="1792"/>
        <w:gridCol w:w="197"/>
        <w:gridCol w:w="197"/>
        <w:gridCol w:w="98"/>
        <w:gridCol w:w="197"/>
        <w:gridCol w:w="98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197"/>
        <w:gridCol w:w="98"/>
        <w:gridCol w:w="197"/>
        <w:gridCol w:w="98"/>
        <w:gridCol w:w="98"/>
        <w:gridCol w:w="98"/>
        <w:gridCol w:w="98"/>
        <w:gridCol w:w="197"/>
        <w:gridCol w:w="98"/>
        <w:gridCol w:w="197"/>
        <w:gridCol w:w="197"/>
        <w:gridCol w:w="297"/>
        <w:gridCol w:w="197"/>
        <w:gridCol w:w="197"/>
        <w:gridCol w:w="197"/>
        <w:gridCol w:w="98"/>
        <w:gridCol w:w="197"/>
        <w:gridCol w:w="98"/>
        <w:gridCol w:w="197"/>
        <w:gridCol w:w="198"/>
        <w:gridCol w:w="198"/>
        <w:gridCol w:w="198"/>
        <w:gridCol w:w="99"/>
        <w:gridCol w:w="298"/>
        <w:gridCol w:w="298"/>
        <w:gridCol w:w="198"/>
        <w:gridCol w:w="198"/>
        <w:gridCol w:w="198"/>
        <w:gridCol w:w="298"/>
        <w:gridCol w:w="198"/>
        <w:gridCol w:w="198"/>
        <w:gridCol w:w="298"/>
        <w:gridCol w:w="83"/>
      </w:tblGrid>
      <w:tr w:rsidR="009756DF" w:rsidRPr="00BE5E77" w14:paraId="47F2AB86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9992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8B772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6753A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0146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27D6561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AB0C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047B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1BD0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E63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705F661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A6F6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5347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EFEF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1708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C3051F8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C9C8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1201A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D6354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C6442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C6069AD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C588D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1F49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F5E6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E4ECE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7E078F0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C2E7F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48D71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6FDB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5AB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1DDF9D7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8C55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D84B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990CB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89C3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101CE4F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6A3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391E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8200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693C2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36E5F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0F7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F11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7B99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8D5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6776C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41F5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3E45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0AAD6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AA0D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CDED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260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EE493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5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B448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3EDC2CE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4748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084CD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78CB7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227B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98EC3B9" w14:textId="77777777" w:rsidTr="009756DF">
        <w:trPr>
          <w:cantSplit/>
          <w:trHeight w:val="19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57214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5068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819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EC71C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CEF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15532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4663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5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35F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81D6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D76B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C083C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C4AB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1A93F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B238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EBFB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4EB062B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F7790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ADFA557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5866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5E56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24F8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56376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8427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3A6CD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6DD1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F05E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2B5E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5A2F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E591E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1AAED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B183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1693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1D643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9B304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9815D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8BCC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20DA5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65ACC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302D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B12F8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7908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5010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8A4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C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A6A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DD80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8FCFB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2116F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7B005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9A23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60D4D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1690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B661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CB6C6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F80C9FA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D6E7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540630D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D1686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9EB1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00C87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168BD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007DF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EC6C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0C590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C111A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F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5F861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A8F86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4F4B0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7FE5F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8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14980E7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86E946A" w14:textId="77777777" w:rsidR="009756DF" w:rsidRPr="00BE5E77" w:rsidRDefault="009756DF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7D980C15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24BA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7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164C8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z</w:t>
            </w:r>
          </w:p>
        </w:tc>
        <w:tc>
          <w:tcPr>
            <w:tcW w:w="50" w:type="pct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1C6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0628F7" w14:textId="77777777" w:rsidR="008306A6" w:rsidRDefault="008306A6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36F0A8D0" w14:textId="418AC722" w:rsidR="00995AF1" w:rsidRPr="00BE5E77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49890E00" w14:textId="77777777" w:rsidR="00995AF1" w:rsidRPr="00795CD8" w:rsidRDefault="00995AF1" w:rsidP="00995AF1">
      <w:pPr>
        <w:keepNext/>
        <w:widowControl/>
        <w:autoSpaceDE/>
        <w:autoSpaceDN/>
        <w:spacing w:before="119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9EAF90F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Groupement solidaire à comptes séparés</w:t>
      </w:r>
    </w:p>
    <w:p w14:paraId="57DD12FD" w14:textId="06276772" w:rsidR="00995AF1" w:rsidRPr="00795CD8" w:rsidRDefault="00995AF1" w:rsidP="00F256D3">
      <w:pPr>
        <w:pStyle w:val="Corpsdetexte"/>
        <w:rPr>
          <w:rFonts w:eastAsia="Times New Roman" w:cs="Times New Roman"/>
          <w:szCs w:val="20"/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F256D3" w:rsidRPr="00795CD8">
        <w:rPr>
          <w:rFonts w:eastAsia="Times New Roman" w:cs="Times New Roman"/>
          <w:szCs w:val="20"/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5"/>
        <w:gridCol w:w="197"/>
        <w:gridCol w:w="195"/>
        <w:gridCol w:w="197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6"/>
        <w:gridCol w:w="100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0FEB240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20EB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E812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E3C5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8FBF11C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08FB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A409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14A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551B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B54C26C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5D71A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DEBD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EBE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8416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96CDC1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B39A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A58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2E6E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D0AD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5030AB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035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EBF8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72C7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30FC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AAC557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7F8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C35A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71ED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E29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FB8A12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6C6B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30F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4E84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49598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3949B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CB71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3801E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E0F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8FC3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95CE8A9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CCF1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AF1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C4C57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D767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CB92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1938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9303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771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15296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17C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BBE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35B1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EF82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F9F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94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441A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C2FEC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B51F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8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9904E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5F3933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5642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3C93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E456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99A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82BF43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263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491C2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8E19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8298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11CC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EAA6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3122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5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DD75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E08E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74FA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76E6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80FD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D00F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2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3B02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CADC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ECD6BA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032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C2A5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57949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97019BF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F65D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7E74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5330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7813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900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C6C1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7CC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AFB6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EC42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B4694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38B9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3D50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C0C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8F4C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6DE3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D00A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211D5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6FFA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FEDA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7BF0D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40A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AA78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D4DE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70B8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5BF1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1932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B67C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D261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5AA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A849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15F1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EA34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F06D0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92C2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441CA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AF0F8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91D3505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9889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D4816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D7553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3D317E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CE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FF06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C98E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A3BF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EBC29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9560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9349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64D3F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2405C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FF01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EA8E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69CB5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FABD3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728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FB2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9CE95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EB456E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082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B44B9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C3FA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673D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775C636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2DFE296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41E29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F17B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EC0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F09863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725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BEBA6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0171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5EFBD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920CCD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12DE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F4EB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32C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1079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DCCC28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5FF4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25788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8D5AC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DFB9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CCC63A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90CDC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3354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4888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B3E1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226B63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DD5C2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2485F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34AAC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952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2ED3B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9A4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0CB9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AE1DF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BF7D1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6C8CA28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7BFC5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8CD47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BF0B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2CB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6FE33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0036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B27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945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6419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41FA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3F3C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88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A5406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A474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0D9ED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43A5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DC1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65C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7E51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01E47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A5AB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AB6F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E2E4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E00EC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6B7F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F6150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9178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1C6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21587B8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A477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341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4632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18FE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DCEF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CF71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545D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28D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2219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F08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664A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4F8F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34BE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74E9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13E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E0AD60E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0452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E726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A9CC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328478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AC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666D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75DC2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8CFC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C627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DBC69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F80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D0A3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1AAE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A02C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CFA1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7BE8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8CF2A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45A8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4F4A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E0AB2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11F3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A6CA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B1F14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82E8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0CDC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748A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FA9B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3A8A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DF94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3EE0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3F45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5A90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6842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CCD3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DE54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4E044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07CC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2BCC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2529E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694A2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7CD021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0C8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E71AA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2F747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877EBA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497B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14A5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309A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9F28F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F29E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87B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A8FD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144BB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A878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2E3BF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BF4C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80F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BD6FA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47E9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CB83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C9642B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15A19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E475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C99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E307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B89BD91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F410E82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3A5D2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13CC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ABB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BE103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D663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AB4A4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4E25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505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92A289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061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283C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B2F4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617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C9F5A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722F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876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42DC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244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8C3915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E2BBD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D510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AEB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9322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52228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6C7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8F00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D24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06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0BF973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253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90F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1A9C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F235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11A9F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6D92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9F33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30B0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B9A0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3E000A2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4706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E273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68F8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1C16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7490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A952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C94B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10F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640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06A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10BF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7571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859E2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102CB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90EC7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D0F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286F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6013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12011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851B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8080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D8C4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ED9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D2F9E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16F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4FF0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488C2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35A17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8112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A120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206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CAC8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1EF8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F26E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40E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1A55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49CDB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64D1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BD39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4AAC8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28B4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8EBB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0B5FA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1654E8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CA2C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77EC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66A98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834E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5CF6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057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080B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AB6D1D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9BDA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0BD4F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6E6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E8EDE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FC12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454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4132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31FD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E148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AF0EE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DCED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809EB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69D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597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E4E1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A425E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4F14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D000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B9AD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B3FFD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0DB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165E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2375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0EDE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9458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25D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3FAB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291BD4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73452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4308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B8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8F4A5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B404A5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3029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C27DD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618A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986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3755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752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BCA2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A0A9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0085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D32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6144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B4330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8170B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2609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93C41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EFF80BC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2325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58028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4DF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EFC2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FA932C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55298C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CE7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B8E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DB1F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FFBF31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BB08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3CD9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A944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65D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093B0D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5693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746A8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2832B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F20C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4E8D1D1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2B23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FE1E8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4DA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8D54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2C8589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C5F45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3BE7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35AB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1094E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C7F2325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0B8D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6BC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AB09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8F24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4C6479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7406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2C2D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D3F5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6F2E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B541F7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B738C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0A9E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D3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B8FC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33A3BEE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B068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A923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CD4D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2C7F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2F35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1DEC9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B7B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90EB9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AA6E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5FCC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C63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048A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339D5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87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38D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9206F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223A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2A20D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003189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A0E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274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4F35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D156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75B048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3AC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FD5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C5D23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D93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C34A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0323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69779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D106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0B1C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904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1622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CB3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42E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6AD4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2A6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155C7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8A1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D97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944B3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D37CCCE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89D8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1CD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9448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A4F2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15F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D65E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FC528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F783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DD8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C5A3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1C54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EA8D1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3407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200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E029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A46F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438E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B7BD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EEA0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DAB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FCEE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E61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F8A2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75E0F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4380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0C26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F00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CC43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3CB2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BF1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7EEB5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1631D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83779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F14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104D6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19BB3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DC6CF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B8C3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73FE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19A5C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203C57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C92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9091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26FA1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54AD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8578D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7A69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1B70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36B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EF82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69C0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0E5C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4B5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BD6D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0F5D1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72B1E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95DAD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C9D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64CA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F0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FF6A1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AF9EFF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D48CC6D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843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CB24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4C5A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6EA7B7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D750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390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47C4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4DE22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8361D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04B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ADF0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B82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FAF4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8A24B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4C5E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C0EB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125C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6F9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E7024B5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AE569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3DCD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58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A30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08B76C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CF13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FDE2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F6ACA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4A82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B042ED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57D0D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36B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D2FF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A5B8D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4B625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47B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FA7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F35D2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4912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361E0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07EE6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1E7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1C53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C97F8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2E42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C79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ACF25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9CEC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F1D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776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F27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5D0B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B93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B43B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E5E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751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4DB5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4806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BC0C8B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D47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7E9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AA7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0D1A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EF14D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052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C89E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6B88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2B7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904E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A08E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D3EF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A6C8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5C676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F8EB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580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C2E0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35B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8048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56E7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2F825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E789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5B4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4CED0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4E59A16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A8AF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834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DFC49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8689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553A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B9F1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D85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9CF95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16F8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47CA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3DAE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EF6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FA31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526F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7D440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7F6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A174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02A5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A384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6F08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A487E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FFB9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5E61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08F5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1F2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3DFD6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2E7D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8FB7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87A28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72CD9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46DF3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D4E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F75B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90BB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37109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290B7B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2066109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5522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1286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9AC4C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2F92A0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58E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F6DF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E7C4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700E2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B3BE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9578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3290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DD8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912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5B45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8DDFE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D2C4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5D030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E0E6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014E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A5A1EB1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18D37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75B0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0146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BAD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583FC5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9F027D1" w14:textId="7A934FBD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00670A70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D343A4A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</w:t>
      </w:r>
      <w:r w:rsidRPr="00995AF1">
        <w:rPr>
          <w:b/>
          <w:lang w:eastAsia="fr-FR"/>
        </w:rPr>
        <w:t>nt conjoint</w:t>
      </w:r>
    </w:p>
    <w:p w14:paraId="2DB68BBA" w14:textId="70795B82" w:rsidR="00781376" w:rsidRPr="00795CD8" w:rsidRDefault="00995AF1" w:rsidP="00781376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781376" w:rsidRPr="00781376">
        <w:rPr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D05CE54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B2B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6DF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599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E84DF6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93A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DF56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10DC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DF3B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839F8F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03CF1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FDA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E72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9284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FAD3A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0FF9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DB47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4570A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FF3C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46189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355E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8FB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2B7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A489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9ABE2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94F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A8F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9BB1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F8F3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C4582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7D5DD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6F1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FDE5F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C7F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976CBA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B33E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910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AB99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431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87882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32D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87D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E4AC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B8E6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EBA5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1EB2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A98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6DE3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BF57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F4E7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2F9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9EF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019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395A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4FD5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ED15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42EF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D968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5E30B8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7FB56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F44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C753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E2124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BD2433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3CF6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159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2FC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12C7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84B8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95E5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9609B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001B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9E2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0FD4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59E91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0A0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256E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BEB8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567BA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A0583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A03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71F4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16AA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83164C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439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056E9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FD7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A1373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CF52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49F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89CE1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B461D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191C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557D4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B4F2B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D097C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5C38D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FE42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0E5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A690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F7D6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F5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7D48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63FE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32A9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9417F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67B0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535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4EC4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CCD5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33C7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6868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7495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FD9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5E7B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BAF5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6B4F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272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85EB7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A6EA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90ACB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FB414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4B2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A3B64A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745573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3F9B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3F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0722B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CC20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0B5E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2429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60F0C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02BF7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780D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B075D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A59F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E32A2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2D46A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014FF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65DA4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9B9B7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FEED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36D1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D8A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C63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6F6855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830702F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66F9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7337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26F92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230D62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C84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562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61FE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6238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9AD9A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93FE9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99D23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21B9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E8A8A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8CEADA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D6E8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A52E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94D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31DB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82B76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E7922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E3F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EA0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16B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3A04E5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C2A8E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D6B8D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E64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E646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40CE5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DAB96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79A2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0CB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7D48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43BA898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37E5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7989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9536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4B2E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71CA5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BFB5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8606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6DA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70E2F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FB2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40642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4FD4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9E27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696CD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8142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8E1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325E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7D2E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31E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561D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E6817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28E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1602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0AC37E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6C52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AE1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930A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FE8A4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27F9A08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A97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51A2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9DF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B06E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AB2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143C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5573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73C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DAF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B49A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963A9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1B2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E53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4445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7B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763E5E6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4D2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0A3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392F2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1130B1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779D5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CFF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4E67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F7385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3816C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E8F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9BA7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52BC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22A5A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389C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E16ED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666E8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AACF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8B8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F238C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794B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50E2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208D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DE6B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BDFD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BFB6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DBBC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EA14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100A6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6C80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8DF2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AC5D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96D37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3B68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1962E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848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8DCB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B268B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671B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184B5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B2F42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178A1B9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85C06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21E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BA8B01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48E57C6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E10C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AD33F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AFFB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849829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23696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8F044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522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CD7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475E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F09D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4C9C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D55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23A35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32B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45D8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8939D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A1B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060F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3B2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BD48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7D5D68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317653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4FF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9FF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545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B8DFFE6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2A7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244C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85A1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9F04F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D7D126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9EEC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EA85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766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C1A4B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7F5D07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7F77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0AA6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96D1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F43A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A93BCF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097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5DD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67B7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1BE8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2637BC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6851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0241B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A0FE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E0A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AE304C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34C9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90DD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5B5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0F9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4CE3F88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7FBA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27CFB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76F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6D9A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5395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7FC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3B83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6C7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BBE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2B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D832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2E58D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34E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C04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3FD8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58E6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E346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DF9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556D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5A09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FF77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6484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4CD1B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56707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4651E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C07F2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DAE7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F07F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FDFE1D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2456B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FCF7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672D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52DB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F1C9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822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9D01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506F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5D8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FC83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C1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DDF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3F16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3A8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F872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5DA90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7E1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C98B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AF01B8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BB63D3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29F2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4F59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558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BE14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1906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1EE5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69DCA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41A51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646D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22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FF89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84A2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0882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F390B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D047D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48AA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D119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ECF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DDBE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416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3CCF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615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9B0A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F660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12D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F5E0ED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6BB6C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50C3D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76FC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D401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3CF21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2003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2C25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D28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F2A0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136FF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FD7FF3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F14A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BD46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F49F3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44200D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228B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585C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DAED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E7E2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8B35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3614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C926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7E3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5C67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F193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56DF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7974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E745A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D5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D750B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496E8C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8E693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647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DD7C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EA1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22C3BB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45BBA985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BB2B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4629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06E6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2F8A25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33A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D071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A677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1121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7D932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D371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6CD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177C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A64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55305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8220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1BE0D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8D446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5713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01A5A62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2D0A1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EA12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FAC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5BB2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309AE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0A1B7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CBC6F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9C14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D1157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2859E6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30C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0389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A51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BB1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1C5B26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D84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A1FC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CCC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F787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1513294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E1AB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71C1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733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4665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B5DE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370E1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4147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330FF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F79F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AF544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22D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E68F5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4DEF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BA304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D9D9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D8DF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BBE5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44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88055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E18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A4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630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1F81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F42B6D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2AD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0CDC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8524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DED4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809B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C8FD5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CC91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BCF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3103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67B5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ACE60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3B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43A8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8D9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DB66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9EF2C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32BC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6ECFA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2139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80ECB1A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D530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BA7D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2DC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F0C9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B220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9FF6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BA3A1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53D0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7C90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B0DE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66289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0A6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787D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69874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7824E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2DB2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F45F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CFDB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BEF4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BD99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8C2C24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A36E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AE09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6637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F35E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D94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ECFE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E67CE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52FC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9B0B9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181C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1513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A19B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CC30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37315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10B42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765B8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927E6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0947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C196CF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DCE666D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A155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696A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1F7D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D41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3AD6D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50AF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66C0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FBF7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4C63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8B53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0C2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3833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D29C1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F6275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F50E7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C9B2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5B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942F6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EAEB9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BE42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7E867EE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09F3079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E7E39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3C2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25C2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FA336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36A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645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43DEA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231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7C3EBE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24B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84B7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3C2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6C249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14DC3F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CD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9F2C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04C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324F3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EF6BB8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247B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96D2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47BD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0F8F0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BDF990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0439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2669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A1E6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53D5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DC7F06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DD0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774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346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5996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EABAF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201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F2947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37C4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84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9A84E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145D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63CA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5B6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4F0E7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A43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32D4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1138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C0F6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C2F4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E533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6A476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23B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0F6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372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B79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212F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308F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06529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EC354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87D6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FFE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749B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91516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EA043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5D2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E82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920D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2838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09AE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1826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400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BFCD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4732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7EA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DA58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74EC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B4AC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554C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6C32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A06A1F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B077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A638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28BB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6FD2E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140A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9C4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4E12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C39C9E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042D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5E5E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5E26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048A8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32C0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C80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DB84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6A87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E187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4D3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285C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4C0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350C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1FEF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34490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E2ACF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118F1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AC25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1CE5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A8F17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4456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A6C3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648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44021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1124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BF28F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281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7B8D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F0916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084E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0A642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54A63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F6FDA0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BB98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397ED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C4795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E1BE5D0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0BBC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4658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B0F9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201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BEA7F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3FAF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37E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8657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DA23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A152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DC631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D187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9566A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22A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BC420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9C30C7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4C20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E44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EA5A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9CE8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4A65738" w14:textId="0C081912" w:rsidR="00995AF1" w:rsidRPr="00795CD8" w:rsidRDefault="00995AF1" w:rsidP="00781376">
      <w:pPr>
        <w:pStyle w:val="Corpsdetexte"/>
        <w:rPr>
          <w:rFonts w:eastAsia="Times New Roman" w:cs="Times New Roman"/>
          <w:szCs w:val="20"/>
          <w:lang w:eastAsia="fr-FR"/>
        </w:rPr>
      </w:pPr>
    </w:p>
    <w:p w14:paraId="2C6D05D7" w14:textId="7AB88927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147291FC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D85E4BE" w14:textId="12EF2E78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 xml:space="preserve">Entreprise </w:t>
      </w:r>
      <w:r w:rsidR="000A446A" w:rsidRPr="00BE5E77">
        <w:rPr>
          <w:b/>
          <w:lang w:eastAsia="fr-FR"/>
        </w:rPr>
        <w:t>unique</w:t>
      </w:r>
    </w:p>
    <w:p w14:paraId="44A52C7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titulaire désigné ci-devant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:</w:t>
      </w:r>
    </w:p>
    <w:p w14:paraId="0FA85469" w14:textId="77777777" w:rsidR="00995AF1" w:rsidRPr="000A446A" w:rsidRDefault="00995AF1" w:rsidP="000A446A">
      <w:pPr>
        <w:pStyle w:val="Corpsdetexte"/>
        <w:ind w:left="993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refuse</w:t>
      </w:r>
      <w:r w:rsidRPr="000A446A">
        <w:rPr>
          <w:lang w:eastAsia="fr-FR"/>
        </w:rPr>
        <w:t xml:space="preserve"> de percevoir l'avance prévue à l'article 5.2 du CCAP.</w:t>
      </w:r>
    </w:p>
    <w:p w14:paraId="47BAFEEF" w14:textId="77777777" w:rsidR="00995AF1" w:rsidRPr="00795CD8" w:rsidRDefault="00995AF1" w:rsidP="000A446A">
      <w:pPr>
        <w:pStyle w:val="Corpsdetexte"/>
        <w:ind w:left="993"/>
        <w:rPr>
          <w:lang w:eastAsia="fr-FR"/>
        </w:rPr>
      </w:pPr>
      <w:r w:rsidRPr="000A446A">
        <w:rPr>
          <w:rFonts w:ascii="Wingdings" w:hAnsi="Wingdings"/>
          <w:sz w:val="36"/>
          <w:szCs w:val="36"/>
          <w:lang w:eastAsia="fr-FR"/>
        </w:rPr>
        <w:t></w:t>
      </w:r>
      <w:r w:rsidRPr="000A446A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ne refuse pas</w:t>
      </w:r>
      <w:r w:rsidRPr="000A446A">
        <w:rPr>
          <w:lang w:eastAsia="fr-FR"/>
        </w:rPr>
        <w:t xml:space="preserve"> de</w:t>
      </w:r>
      <w:r w:rsidRPr="00795CD8">
        <w:rPr>
          <w:lang w:eastAsia="fr-FR"/>
        </w:rPr>
        <w:t xml:space="preserve"> percevoir l'avance prévue à l'article 5</w:t>
      </w:r>
      <w:r>
        <w:rPr>
          <w:lang w:eastAsia="fr-FR"/>
        </w:rPr>
        <w:t>.</w:t>
      </w:r>
      <w:r w:rsidRPr="00795CD8">
        <w:rPr>
          <w:lang w:eastAsia="fr-FR"/>
        </w:rPr>
        <w:t>2 du CCAP.</w:t>
      </w:r>
    </w:p>
    <w:p w14:paraId="6BD2F8E7" w14:textId="77777777" w:rsidR="00995AF1" w:rsidRPr="00BE5E77" w:rsidRDefault="00995AF1" w:rsidP="00995AF1">
      <w:pPr>
        <w:pStyle w:val="Corpsdetexte"/>
        <w:rPr>
          <w:u w:val="single"/>
          <w:lang w:eastAsia="fr-FR"/>
        </w:rPr>
      </w:pPr>
      <w:r w:rsidRPr="00BE5E77">
        <w:rPr>
          <w:rFonts w:ascii="Wingdings" w:hAnsi="Wingdings"/>
          <w:sz w:val="36"/>
          <w:szCs w:val="36"/>
          <w:lang w:eastAsia="fr-FR"/>
        </w:rPr>
        <w:t></w:t>
      </w:r>
      <w:r w:rsidRPr="00BE5E77">
        <w:rPr>
          <w:lang w:eastAsia="fr-FR"/>
        </w:rPr>
        <w:t xml:space="preserve"> </w:t>
      </w:r>
      <w:r w:rsidRPr="00BE5E77">
        <w:rPr>
          <w:b/>
          <w:u w:val="single"/>
        </w:rPr>
        <w:t>Groupement</w:t>
      </w:r>
      <w:r w:rsidRPr="00BE5E77">
        <w:rPr>
          <w:b/>
          <w:u w:val="single"/>
          <w:lang w:eastAsia="fr-FR"/>
        </w:rPr>
        <w:t xml:space="preserve"> solidaire à comptes séparés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7C393539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A3A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D38845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 du CCAP</w:t>
            </w:r>
          </w:p>
        </w:tc>
      </w:tr>
      <w:tr w:rsidR="00995AF1" w:rsidRPr="00795CD8" w14:paraId="0F1DB95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BBBA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E419E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6C2ED7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25A7EA9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5C0B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3CD4F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8C200D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57927B09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DE6CB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FD1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B95F8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612F78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86DCB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CE272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C0F8B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F5EBB3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AF98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B8D07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C6BD1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0041F698" w14:textId="77777777" w:rsidR="00995AF1" w:rsidRPr="00BE5E77" w:rsidRDefault="00995AF1" w:rsidP="00995AF1">
      <w:pPr>
        <w:pStyle w:val="Corpsdetexte"/>
        <w:rPr>
          <w:rStyle w:val="CorpsdetexteCar"/>
          <w:b/>
          <w:u w:val="single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795C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BE5E77">
        <w:rPr>
          <w:rStyle w:val="CorpsdetexteCar"/>
          <w:b/>
          <w:u w:val="single"/>
        </w:rPr>
        <w:t>Groupement conjoint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55C70504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9DDA1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lastRenderedPageBreak/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BC593E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 du CCAP</w:t>
            </w:r>
          </w:p>
        </w:tc>
      </w:tr>
      <w:tr w:rsidR="00995AF1" w:rsidRPr="00795CD8" w14:paraId="3E9472EE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1841F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A7A6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ABBB82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2DCAAA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09E83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1EFC1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BAFF2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867800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68CB1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8BD2D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5235B0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2489DD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A80CC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FFD00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2DCF8F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0345EF8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6DCD13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42C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4CBE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31C52E20" w14:textId="12B600A4" w:rsidR="00ED1F4A" w:rsidRDefault="00ED1F4A" w:rsidP="00995AF1">
      <w:pPr>
        <w:widowControl/>
        <w:autoSpaceDE/>
        <w:autoSpaceDN/>
        <w:spacing w:before="363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0623490C" w14:textId="02294587" w:rsidR="00ED1F4A" w:rsidRDefault="00ED1F4A" w:rsidP="00ED1F4A">
      <w:pPr>
        <w:pStyle w:val="Titren1surlign"/>
        <w:pageBreakBefore/>
        <w:rPr>
          <w:lang w:eastAsia="fr-FR"/>
        </w:rPr>
      </w:pPr>
      <w:r w:rsidRPr="00ED1F4A">
        <w:rPr>
          <w:lang w:eastAsia="fr-FR"/>
        </w:rPr>
        <w:lastRenderedPageBreak/>
        <w:t>Insertion professionnelle des publics en difficulté</w:t>
      </w:r>
    </w:p>
    <w:p w14:paraId="528D3D66" w14:textId="77777777" w:rsidR="00ED1F4A" w:rsidRPr="00ED1F4A" w:rsidRDefault="00ED1F4A" w:rsidP="00605D5E">
      <w:pPr>
        <w:pStyle w:val="Corpsdetexte"/>
        <w:rPr>
          <w:lang w:eastAsia="fr-FR"/>
        </w:rPr>
      </w:pPr>
      <w:r w:rsidRPr="00ED1F4A">
        <w:rPr>
          <w:lang w:eastAsia="fr-FR"/>
        </w:rPr>
        <w:t>Après avoir pris connaissance du cahier des clauses administratives particulières et notamment des articles N° 1-6.5 et N°11 relatifs à l’action obligatoire d’insertion,</w:t>
      </w:r>
    </w:p>
    <w:p w14:paraId="0F7946BA" w14:textId="5B1903EC" w:rsidR="00ED1F4A" w:rsidRPr="00ED1F4A" w:rsidRDefault="00605D5E" w:rsidP="00605D5E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>
        <w:rPr>
          <w:lang w:eastAsia="fr-FR"/>
        </w:rPr>
        <w:t xml:space="preserve"> </w:t>
      </w:r>
      <w:r w:rsidR="00ED1F4A" w:rsidRPr="00ED1F4A">
        <w:rPr>
          <w:lang w:eastAsia="fr-FR"/>
        </w:rPr>
        <w:t>m'engage sans réserve, à :</w:t>
      </w:r>
    </w:p>
    <w:p w14:paraId="3A9B0ACA" w14:textId="49383D3F" w:rsidR="00ED1F4A" w:rsidRPr="00ED1F4A" w:rsidRDefault="00ED1F4A" w:rsidP="00605D5E">
      <w:pPr>
        <w:pStyle w:val="CorpsListe"/>
        <w:rPr>
          <w:lang w:eastAsia="fr-FR"/>
        </w:rPr>
      </w:pPr>
      <w:r w:rsidRPr="00ED1F4A">
        <w:rPr>
          <w:lang w:eastAsia="fr-FR"/>
        </w:rPr>
        <w:t xml:space="preserve">réserver, dans l’exécution du lot désigné en page 1 du présent acte d'engagement, un nombre d’heures de travail au moins égal à celui indiqué à l’article </w:t>
      </w:r>
      <w:r w:rsidR="00CA7F79">
        <w:rPr>
          <w:lang w:eastAsia="fr-FR"/>
        </w:rPr>
        <w:t>8</w:t>
      </w:r>
      <w:r w:rsidRPr="00ED1F4A">
        <w:rPr>
          <w:lang w:eastAsia="fr-FR"/>
        </w:rPr>
        <w:t xml:space="preserve"> du cahier des clauses administratives particulières à des personnes rencontrant des difficultés sociales ou professionnelles particulières.</w:t>
      </w:r>
    </w:p>
    <w:p w14:paraId="68F9AA37" w14:textId="43A6EEEF" w:rsidR="00ED1F4A" w:rsidRPr="00ED1F4A" w:rsidRDefault="00ED1F4A" w:rsidP="00605D5E">
      <w:pPr>
        <w:pStyle w:val="CorpsListe"/>
        <w:rPr>
          <w:lang w:eastAsia="fr-FR"/>
        </w:rPr>
      </w:pPr>
      <w:r w:rsidRPr="00ED1F4A">
        <w:rPr>
          <w:lang w:eastAsia="fr-FR"/>
        </w:rPr>
        <w:t xml:space="preserve">prendre l’attache du facilitateur de la clause sociale désigné à l’article </w:t>
      </w:r>
      <w:r w:rsidR="00CA7F79">
        <w:rPr>
          <w:lang w:eastAsia="fr-FR"/>
        </w:rPr>
        <w:t>8</w:t>
      </w:r>
      <w:r w:rsidRPr="00ED1F4A">
        <w:rPr>
          <w:lang w:eastAsia="fr-FR"/>
        </w:rPr>
        <w:t xml:space="preserve"> du CCAP, afin de préciser ou de définir les modalités de mise en œuvre des clauses sociales. Un plan d’action pourra être élaboré à cet effet avec l’accompagnement du facilitateur.</w:t>
      </w:r>
    </w:p>
    <w:p w14:paraId="4D040115" w14:textId="7033CFF2" w:rsidR="00ED1F4A" w:rsidRPr="00ED1F4A" w:rsidRDefault="00ED1F4A" w:rsidP="00605D5E">
      <w:pPr>
        <w:pStyle w:val="CorpsListe"/>
        <w:rPr>
          <w:lang w:eastAsia="fr-FR"/>
        </w:rPr>
      </w:pPr>
      <w:r w:rsidRPr="00ED1F4A">
        <w:rPr>
          <w:lang w:eastAsia="fr-FR"/>
        </w:rPr>
        <w:t>fournir dans un délai qui me sera imparti, toutes informations utiles à l’appréciation de la réalisation de l’action d’insertion.</w:t>
      </w:r>
    </w:p>
    <w:p w14:paraId="2DAA5B32" w14:textId="69DA13A1" w:rsidR="00ED1F4A" w:rsidRDefault="00605D5E" w:rsidP="00605D5E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>
        <w:rPr>
          <w:lang w:eastAsia="fr-FR"/>
        </w:rPr>
        <w:t xml:space="preserve"> </w:t>
      </w:r>
      <w:r w:rsidR="00ED1F4A" w:rsidRPr="00ED1F4A">
        <w:rPr>
          <w:lang w:eastAsia="fr-FR"/>
        </w:rPr>
        <w:t>nous engageons sans réserve, en tant que cotraitants groupés solidaires, représentés par :</w:t>
      </w:r>
    </w:p>
    <w:tbl>
      <w:tblPr>
        <w:tblStyle w:val="Grilledutableau"/>
        <w:tblW w:w="7371" w:type="dxa"/>
        <w:jc w:val="center"/>
        <w:tblLook w:val="04A0" w:firstRow="1" w:lastRow="0" w:firstColumn="1" w:lastColumn="0" w:noHBand="0" w:noVBand="1"/>
      </w:tblPr>
      <w:tblGrid>
        <w:gridCol w:w="7371"/>
      </w:tblGrid>
      <w:tr w:rsidR="00605D5E" w14:paraId="6456D7FC" w14:textId="77777777" w:rsidTr="00605D5E">
        <w:trPr>
          <w:jc w:val="center"/>
        </w:trPr>
        <w:tc>
          <w:tcPr>
            <w:tcW w:w="7371" w:type="dxa"/>
          </w:tcPr>
          <w:p w14:paraId="4C07DA84" w14:textId="77777777" w:rsidR="00605D5E" w:rsidRDefault="00605D5E" w:rsidP="00605D5E">
            <w:pPr>
              <w:pStyle w:val="TableauCentr0"/>
              <w:ind w:left="1156" w:right="1224"/>
              <w:rPr>
                <w:lang w:eastAsia="fr-FR"/>
              </w:rPr>
            </w:pPr>
          </w:p>
        </w:tc>
      </w:tr>
    </w:tbl>
    <w:p w14:paraId="4F1E8854" w14:textId="77777777" w:rsidR="00605D5E" w:rsidRDefault="00605D5E" w:rsidP="00605D5E">
      <w:pPr>
        <w:pStyle w:val="Corpsdetexte"/>
        <w:rPr>
          <w:lang w:eastAsia="fr-FR"/>
        </w:rPr>
      </w:pPr>
    </w:p>
    <w:p w14:paraId="7195767F" w14:textId="1E376B5D" w:rsidR="00ED1F4A" w:rsidRPr="00ED1F4A" w:rsidRDefault="00ED1F4A" w:rsidP="00605D5E">
      <w:pPr>
        <w:pStyle w:val="Corpsdetexte"/>
        <w:rPr>
          <w:lang w:eastAsia="fr-FR"/>
        </w:rPr>
      </w:pPr>
      <w:r w:rsidRPr="00ED1F4A">
        <w:rPr>
          <w:lang w:eastAsia="fr-FR"/>
        </w:rPr>
        <w:t>mandataire du groupement, à :</w:t>
      </w:r>
    </w:p>
    <w:p w14:paraId="0DEFC779" w14:textId="4FE9390F" w:rsidR="00ED1F4A" w:rsidRPr="00ED1F4A" w:rsidRDefault="00ED1F4A" w:rsidP="00605D5E">
      <w:pPr>
        <w:pStyle w:val="CorpsListe"/>
        <w:rPr>
          <w:lang w:eastAsia="fr-FR"/>
        </w:rPr>
      </w:pPr>
      <w:r w:rsidRPr="00ED1F4A">
        <w:rPr>
          <w:lang w:eastAsia="fr-FR"/>
        </w:rPr>
        <w:t xml:space="preserve">réserver, dans l’exécution du lot désigné en page 1 du présent acte d'engagement, un nombre d’heures de travail au moins égal à celui indiqué à l’article </w:t>
      </w:r>
      <w:r w:rsidR="00CA7F79">
        <w:rPr>
          <w:lang w:eastAsia="fr-FR"/>
        </w:rPr>
        <w:t>8</w:t>
      </w:r>
      <w:r w:rsidRPr="00ED1F4A">
        <w:rPr>
          <w:lang w:eastAsia="fr-FR"/>
        </w:rPr>
        <w:t xml:space="preserve"> du cahier des clauses administratives particulières à des personnes rencontrant des difficultés sociales ou professionnelles particulières.</w:t>
      </w:r>
    </w:p>
    <w:p w14:paraId="42C41EA2" w14:textId="608EE107" w:rsidR="00ED1F4A" w:rsidRPr="00ED1F4A" w:rsidRDefault="00ED1F4A" w:rsidP="00605D5E">
      <w:pPr>
        <w:pStyle w:val="CorpsListe"/>
        <w:rPr>
          <w:lang w:eastAsia="fr-FR"/>
        </w:rPr>
      </w:pPr>
      <w:r w:rsidRPr="00ED1F4A">
        <w:rPr>
          <w:lang w:eastAsia="fr-FR"/>
        </w:rPr>
        <w:t xml:space="preserve">prendre l’attache du facilitateur de la clause sociale désigné à l’article </w:t>
      </w:r>
      <w:r w:rsidR="00CA7F79">
        <w:rPr>
          <w:lang w:eastAsia="fr-FR"/>
        </w:rPr>
        <w:t xml:space="preserve">8 </w:t>
      </w:r>
      <w:r w:rsidRPr="00ED1F4A">
        <w:rPr>
          <w:lang w:eastAsia="fr-FR"/>
        </w:rPr>
        <w:t>du CCAP, afin de préciser ou de définir les modalités de mise en œuvre des clauses sociales. Un plan d’action pourra être élaboré à cet effet avec l’accompagnement du facilitateur.</w:t>
      </w:r>
    </w:p>
    <w:p w14:paraId="78D81719" w14:textId="59B7C53D" w:rsidR="00ED1F4A" w:rsidRPr="00ED1F4A" w:rsidRDefault="00ED1F4A" w:rsidP="00605D5E">
      <w:pPr>
        <w:pStyle w:val="CorpsListe"/>
        <w:rPr>
          <w:lang w:eastAsia="fr-FR"/>
        </w:rPr>
      </w:pPr>
      <w:r w:rsidRPr="00ED1F4A">
        <w:rPr>
          <w:lang w:eastAsia="fr-FR"/>
        </w:rPr>
        <w:t>fournir dans un délai qui me sera imparti, toutes informations utiles à l’appréciation de la réalisation de l’action d’insertion.</w:t>
      </w:r>
    </w:p>
    <w:p w14:paraId="14FB09A7" w14:textId="1344D38D" w:rsidR="00ED1F4A" w:rsidRPr="00ED1F4A" w:rsidRDefault="00605D5E" w:rsidP="00605D5E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>
        <w:rPr>
          <w:lang w:eastAsia="fr-FR"/>
        </w:rPr>
        <w:t xml:space="preserve"> </w:t>
      </w:r>
      <w:r w:rsidR="00ED1F4A" w:rsidRPr="00ED1F4A">
        <w:rPr>
          <w:lang w:eastAsia="fr-FR"/>
        </w:rPr>
        <w:t>nous engageons sans réserve, en tant que cotraitants groupés conjoints, représentés par :</w:t>
      </w:r>
    </w:p>
    <w:tbl>
      <w:tblPr>
        <w:tblStyle w:val="Grilledutableau"/>
        <w:tblW w:w="7371" w:type="dxa"/>
        <w:jc w:val="center"/>
        <w:tblLook w:val="04A0" w:firstRow="1" w:lastRow="0" w:firstColumn="1" w:lastColumn="0" w:noHBand="0" w:noVBand="1"/>
      </w:tblPr>
      <w:tblGrid>
        <w:gridCol w:w="7371"/>
      </w:tblGrid>
      <w:tr w:rsidR="00605D5E" w14:paraId="665A14D6" w14:textId="77777777" w:rsidTr="009744E3">
        <w:trPr>
          <w:jc w:val="center"/>
        </w:trPr>
        <w:tc>
          <w:tcPr>
            <w:tcW w:w="7371" w:type="dxa"/>
          </w:tcPr>
          <w:p w14:paraId="24DDA6F0" w14:textId="77777777" w:rsidR="00605D5E" w:rsidRDefault="00605D5E" w:rsidP="009744E3">
            <w:pPr>
              <w:pStyle w:val="TableauCentr0"/>
              <w:ind w:left="1156" w:right="1224"/>
              <w:rPr>
                <w:lang w:eastAsia="fr-FR"/>
              </w:rPr>
            </w:pPr>
          </w:p>
        </w:tc>
      </w:tr>
    </w:tbl>
    <w:p w14:paraId="28DE32CE" w14:textId="77777777" w:rsidR="00605D5E" w:rsidRDefault="00605D5E" w:rsidP="00605D5E">
      <w:pPr>
        <w:pStyle w:val="Corpsdetexte"/>
        <w:rPr>
          <w:lang w:eastAsia="fr-FR"/>
        </w:rPr>
      </w:pPr>
    </w:p>
    <w:p w14:paraId="6F4FD33D" w14:textId="77777777" w:rsidR="00605D5E" w:rsidRPr="00ED1F4A" w:rsidRDefault="00605D5E" w:rsidP="00605D5E">
      <w:pPr>
        <w:pStyle w:val="Corpsdetexte"/>
        <w:rPr>
          <w:lang w:eastAsia="fr-FR"/>
        </w:rPr>
      </w:pPr>
      <w:r w:rsidRPr="00ED1F4A">
        <w:rPr>
          <w:lang w:eastAsia="fr-FR"/>
        </w:rPr>
        <w:t>mandataire du groupement, à :</w:t>
      </w:r>
    </w:p>
    <w:p w14:paraId="625866AC" w14:textId="7CC4027E" w:rsidR="00605D5E" w:rsidRPr="00ED1F4A" w:rsidRDefault="00605D5E" w:rsidP="00605D5E">
      <w:pPr>
        <w:pStyle w:val="CorpsListe"/>
        <w:rPr>
          <w:lang w:eastAsia="fr-FR"/>
        </w:rPr>
      </w:pPr>
      <w:r w:rsidRPr="00ED1F4A">
        <w:rPr>
          <w:lang w:eastAsia="fr-FR"/>
        </w:rPr>
        <w:t xml:space="preserve">réserver, dans l’exécution du lot désigné en page 1 du présent acte d'engagement, un nombre d’heures de travail au moins égal à celui indiqué à l’article </w:t>
      </w:r>
      <w:r w:rsidR="00CA7F79">
        <w:rPr>
          <w:lang w:eastAsia="fr-FR"/>
        </w:rPr>
        <w:t>8 du CCAP</w:t>
      </w:r>
      <w:r w:rsidRPr="00ED1F4A">
        <w:rPr>
          <w:lang w:eastAsia="fr-FR"/>
        </w:rPr>
        <w:t xml:space="preserve"> à des personnes rencontrant des difficultés sociales ou professionnelles particulières.</w:t>
      </w:r>
    </w:p>
    <w:p w14:paraId="7467C4B5" w14:textId="58872ED8" w:rsidR="00605D5E" w:rsidRPr="00ED1F4A" w:rsidRDefault="00605D5E" w:rsidP="00605D5E">
      <w:pPr>
        <w:pStyle w:val="CorpsListe"/>
        <w:rPr>
          <w:lang w:eastAsia="fr-FR"/>
        </w:rPr>
      </w:pPr>
      <w:r w:rsidRPr="00ED1F4A">
        <w:rPr>
          <w:lang w:eastAsia="fr-FR"/>
        </w:rPr>
        <w:t xml:space="preserve">prendre l’attache du facilitateur de la clause sociale désigné à l’article </w:t>
      </w:r>
      <w:r w:rsidR="00CA7F79">
        <w:rPr>
          <w:lang w:eastAsia="fr-FR"/>
        </w:rPr>
        <w:t>8</w:t>
      </w:r>
      <w:r w:rsidRPr="00ED1F4A">
        <w:rPr>
          <w:lang w:eastAsia="fr-FR"/>
        </w:rPr>
        <w:t xml:space="preserve"> du CCAP, afin de préciser ou de définir les modalités de mise en œuvre des clauses sociales. Un </w:t>
      </w:r>
      <w:r w:rsidRPr="00ED1F4A">
        <w:rPr>
          <w:lang w:eastAsia="fr-FR"/>
        </w:rPr>
        <w:lastRenderedPageBreak/>
        <w:t>plan d’action pourra être élaboré à cet effet avec l’accompagnement du facilitateur.</w:t>
      </w:r>
    </w:p>
    <w:p w14:paraId="4BF23935" w14:textId="77777777" w:rsidR="00605D5E" w:rsidRDefault="00605D5E" w:rsidP="00605D5E">
      <w:pPr>
        <w:pStyle w:val="CorpsListe"/>
        <w:rPr>
          <w:lang w:eastAsia="fr-FR"/>
        </w:rPr>
      </w:pPr>
      <w:r w:rsidRPr="00ED1F4A">
        <w:rPr>
          <w:lang w:eastAsia="fr-FR"/>
        </w:rPr>
        <w:t>fournir dans un délai qui me sera imparti, toutes informations utiles à l’appréciation de la réalisation de l’action d’insertion.</w:t>
      </w:r>
    </w:p>
    <w:p w14:paraId="094CB1DF" w14:textId="77777777" w:rsidR="00E740C6" w:rsidRDefault="00E740C6" w:rsidP="00E740C6">
      <w:pPr>
        <w:pStyle w:val="Corpsdetexte"/>
        <w:rPr>
          <w:lang w:eastAsia="fr-FR"/>
        </w:rPr>
      </w:pPr>
    </w:p>
    <w:p w14:paraId="5E507899" w14:textId="77777777" w:rsidR="00E740C6" w:rsidRDefault="00E740C6" w:rsidP="00E740C6">
      <w:pPr>
        <w:pStyle w:val="Corpsdetexte"/>
        <w:rPr>
          <w:lang w:eastAsia="fr-FR"/>
        </w:rPr>
      </w:pPr>
      <w:bookmarkStart w:id="15" w:name="_Hlk200527997"/>
      <w:r w:rsidRPr="009C6496">
        <w:rPr>
          <w:b/>
          <w:lang w:eastAsia="fr-FR"/>
        </w:rPr>
        <w:t>Coordonnées du correspondant opérationnel pour le suivi des actions d’insertion professionnelle du titulaire</w:t>
      </w:r>
      <w:r w:rsidRPr="009C6496">
        <w:rPr>
          <w:rFonts w:ascii="Calibri" w:hAnsi="Calibri" w:cs="Calibri"/>
          <w:b/>
          <w:lang w:eastAsia="fr-FR"/>
        </w:rPr>
        <w:t> </w:t>
      </w:r>
      <w:r w:rsidRPr="009C6496">
        <w:rPr>
          <w:b/>
          <w:lang w:eastAsia="fr-FR"/>
        </w:rPr>
        <w:t>:</w:t>
      </w:r>
    </w:p>
    <w:p w14:paraId="502F7573" w14:textId="77777777" w:rsidR="00E740C6" w:rsidRPr="009C6496" w:rsidRDefault="00E740C6" w:rsidP="00E740C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right="484"/>
        <w:jc w:val="left"/>
        <w:rPr>
          <w:b/>
          <w:lang w:eastAsia="fr-FR"/>
        </w:rPr>
      </w:pPr>
      <w:r w:rsidRPr="009C6496">
        <w:rPr>
          <w:lang w:eastAsia="fr-FR"/>
        </w:rPr>
        <w:t>Nom et prénom</w:t>
      </w:r>
      <w:r w:rsidRPr="009C6496">
        <w:rPr>
          <w:rFonts w:ascii="Calibri" w:hAnsi="Calibri" w:cs="Calibri"/>
          <w:lang w:eastAsia="fr-FR"/>
        </w:rPr>
        <w:t> </w:t>
      </w:r>
      <w:r w:rsidRPr="009C6496">
        <w:rPr>
          <w:lang w:eastAsia="fr-FR"/>
        </w:rPr>
        <w:t>:</w:t>
      </w:r>
      <w:r>
        <w:rPr>
          <w:lang w:eastAsia="fr-FR"/>
        </w:rPr>
        <w:br/>
      </w:r>
      <w:r w:rsidRPr="009C6496">
        <w:rPr>
          <w:lang w:eastAsia="fr-FR"/>
        </w:rPr>
        <w:t>Fonction</w:t>
      </w:r>
      <w:r w:rsidRPr="009C6496">
        <w:rPr>
          <w:rFonts w:ascii="Calibri" w:hAnsi="Calibri" w:cs="Calibri"/>
          <w:lang w:eastAsia="fr-FR"/>
        </w:rPr>
        <w:t> </w:t>
      </w:r>
      <w:r w:rsidRPr="009C6496">
        <w:rPr>
          <w:lang w:eastAsia="fr-FR"/>
        </w:rPr>
        <w:t>:</w:t>
      </w:r>
      <w:r>
        <w:rPr>
          <w:lang w:eastAsia="fr-FR"/>
        </w:rPr>
        <w:br/>
        <w:t>Téléphone</w:t>
      </w:r>
      <w:r w:rsidRPr="009C6496">
        <w:rPr>
          <w:rFonts w:ascii="Calibri" w:hAnsi="Calibri" w:cs="Calibri"/>
          <w:lang w:eastAsia="fr-FR"/>
        </w:rPr>
        <w:t> </w:t>
      </w:r>
      <w:r w:rsidRPr="009C6496">
        <w:rPr>
          <w:lang w:eastAsia="fr-FR"/>
        </w:rPr>
        <w:t>:</w:t>
      </w:r>
      <w:r>
        <w:rPr>
          <w:lang w:eastAsia="fr-FR"/>
        </w:rPr>
        <w:br/>
        <w:t>Courriel</w:t>
      </w:r>
      <w:r>
        <w:rPr>
          <w:rFonts w:ascii="Calibri" w:hAnsi="Calibri" w:cs="Calibri"/>
          <w:lang w:eastAsia="fr-FR"/>
        </w:rPr>
        <w:t> </w:t>
      </w:r>
      <w:r>
        <w:rPr>
          <w:lang w:eastAsia="fr-FR"/>
        </w:rPr>
        <w:t>:</w:t>
      </w:r>
    </w:p>
    <w:p w14:paraId="47B99DE2" w14:textId="77777777" w:rsidR="00E740C6" w:rsidRDefault="00E740C6" w:rsidP="00E740C6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36EAD087" w14:textId="77777777" w:rsidR="00E740C6" w:rsidRPr="009C6496" w:rsidRDefault="00E740C6" w:rsidP="00E740C6">
      <w:pPr>
        <w:pStyle w:val="Corpsdetexte"/>
        <w:rPr>
          <w:lang w:eastAsia="fr-FR"/>
        </w:rPr>
      </w:pPr>
      <w:r w:rsidRPr="009C6496">
        <w:rPr>
          <w:lang w:eastAsia="fr-FR"/>
        </w:rPr>
        <w:t xml:space="preserve">Dans le cas d’un allotissement, pour les lots où l’action d’insertion n’est pas obligatoire, l’entreprise titulaire peut proposer de réserver un nombre d’heures à l’insertion. </w:t>
      </w:r>
    </w:p>
    <w:p w14:paraId="694E9452" w14:textId="77777777" w:rsidR="00E740C6" w:rsidRPr="009C6496" w:rsidRDefault="00E740C6" w:rsidP="00E740C6">
      <w:pPr>
        <w:pStyle w:val="Corpsdetexte"/>
        <w:rPr>
          <w:lang w:eastAsia="fr-FR"/>
        </w:rPr>
      </w:pPr>
      <w:r w:rsidRPr="009C6496">
        <w:rPr>
          <w:lang w:eastAsia="fr-FR"/>
        </w:rPr>
        <w:t>Les heures réservées au public cible à réaliser pour l’entreprise titulaire pour la présente opération sont</w:t>
      </w:r>
      <w:r w:rsidRPr="009C6496">
        <w:rPr>
          <w:rFonts w:ascii="Calibri" w:hAnsi="Calibri" w:cs="Calibri"/>
          <w:lang w:eastAsia="fr-FR"/>
        </w:rPr>
        <w:t> </w:t>
      </w:r>
      <w:r w:rsidRPr="009C6496">
        <w:rPr>
          <w:lang w:eastAsia="fr-FR"/>
        </w:rPr>
        <w:t xml:space="preserve">: L’entreprise titulaire a noté qu’il s’agit </w:t>
      </w:r>
      <w:r w:rsidRPr="009C6496">
        <w:rPr>
          <w:b/>
          <w:u w:val="single"/>
          <w:lang w:eastAsia="fr-FR"/>
        </w:rPr>
        <w:t>d’un engagement minimum</w:t>
      </w:r>
      <w:r w:rsidRPr="009C6496">
        <w:rPr>
          <w:lang w:eastAsia="fr-FR"/>
        </w:rPr>
        <w:t>. Si elle le souhaite, l’entreprise titulaire peut s’engager sur un nombre d’heures plus important qui sera alors contractuel.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41"/>
        <w:gridCol w:w="1815"/>
        <w:gridCol w:w="2429"/>
        <w:gridCol w:w="2387"/>
      </w:tblGrid>
      <w:tr w:rsidR="00E740C6" w:rsidRPr="006D4250" w14:paraId="0F94D010" w14:textId="77777777" w:rsidTr="00C85E14">
        <w:tc>
          <w:tcPr>
            <w:tcW w:w="3341" w:type="dxa"/>
            <w:vAlign w:val="center"/>
          </w:tcPr>
          <w:p w14:paraId="069D005C" w14:textId="77777777" w:rsidR="00E740C6" w:rsidRPr="006D4250" w:rsidRDefault="00E740C6" w:rsidP="00C85E14">
            <w:pPr>
              <w:pStyle w:val="TableauCentr0"/>
              <w:rPr>
                <w:sz w:val="22"/>
                <w:szCs w:val="22"/>
              </w:rPr>
            </w:pPr>
            <w:r w:rsidRPr="006D4250">
              <w:t>Lot</w:t>
            </w:r>
          </w:p>
        </w:tc>
        <w:tc>
          <w:tcPr>
            <w:tcW w:w="1815" w:type="dxa"/>
            <w:vAlign w:val="center"/>
          </w:tcPr>
          <w:p w14:paraId="5023727B" w14:textId="77777777" w:rsidR="00E740C6" w:rsidRPr="006D4250" w:rsidRDefault="00E740C6" w:rsidP="00C85E14">
            <w:pPr>
              <w:pStyle w:val="TableauCentr0"/>
            </w:pPr>
            <w:r w:rsidRPr="006D4250">
              <w:t>Coefficient d’insertion multiplicateur</w:t>
            </w:r>
          </w:p>
        </w:tc>
        <w:tc>
          <w:tcPr>
            <w:tcW w:w="2429" w:type="dxa"/>
            <w:vAlign w:val="center"/>
          </w:tcPr>
          <w:p w14:paraId="7AEBC733" w14:textId="77777777" w:rsidR="00E740C6" w:rsidRPr="006D4250" w:rsidRDefault="00E740C6" w:rsidP="00C85E14">
            <w:pPr>
              <w:pStyle w:val="TableauCentr0"/>
              <w:rPr>
                <w:rFonts w:eastAsiaTheme="minorHAnsi"/>
              </w:rPr>
            </w:pPr>
            <w:r w:rsidRPr="009C6496">
              <w:t xml:space="preserve">Nombre d’heures d’insertion minimum </w:t>
            </w:r>
            <w:r>
              <w:t>(</w:t>
            </w:r>
            <w:r w:rsidRPr="009C6496">
              <w:t>à compléter si ce nombre est supérieur ou égal à 70 h</w:t>
            </w:r>
            <w:r>
              <w:t>)</w:t>
            </w:r>
          </w:p>
        </w:tc>
        <w:tc>
          <w:tcPr>
            <w:tcW w:w="2387" w:type="dxa"/>
            <w:vAlign w:val="center"/>
          </w:tcPr>
          <w:p w14:paraId="4245ECA8" w14:textId="77777777" w:rsidR="00E740C6" w:rsidRPr="006D4250" w:rsidRDefault="00E740C6" w:rsidP="00C85E14">
            <w:pPr>
              <w:pStyle w:val="TableauCentr0"/>
              <w:rPr>
                <w:rFonts w:eastAsiaTheme="minorHAnsi"/>
              </w:rPr>
            </w:pPr>
            <w:r w:rsidRPr="006D4250">
              <w:t>Proposition de l’entreprise si celle-ci s’engage à réaliser plus d’heures</w:t>
            </w:r>
          </w:p>
        </w:tc>
      </w:tr>
      <w:tr w:rsidR="00E740C6" w:rsidRPr="006D4250" w14:paraId="1F4ADA1D" w14:textId="77777777" w:rsidTr="00C85E14">
        <w:tc>
          <w:tcPr>
            <w:tcW w:w="3341" w:type="dxa"/>
          </w:tcPr>
          <w:p w14:paraId="620141B0" w14:textId="65ED5E78" w:rsidR="00E740C6" w:rsidRPr="006D4250" w:rsidRDefault="00E740C6" w:rsidP="00C85E14">
            <w:pPr>
              <w:pStyle w:val="TableauDroite"/>
            </w:pPr>
            <w:r>
              <w:fldChar w:fldCharType="begin"/>
            </w:r>
            <w:r>
              <w:instrText xml:space="preserve"> REF Mission_lot \h </w:instrText>
            </w:r>
            <w:r>
              <w:fldChar w:fldCharType="separate"/>
            </w:r>
            <w:r w:rsidR="00C570AD">
              <w:t>Lot n°12</w:t>
            </w:r>
            <w:r w:rsidR="00C570AD">
              <w:rPr>
                <w:rFonts w:ascii="Calibri" w:hAnsi="Calibri" w:cs="Calibri"/>
              </w:rPr>
              <w:t> </w:t>
            </w:r>
            <w:r w:rsidR="00C570AD">
              <w:t>: P</w:t>
            </w:r>
            <w:r w:rsidR="00C570AD" w:rsidRPr="00703C73">
              <w:t xml:space="preserve">lomberie - </w:t>
            </w:r>
            <w:r w:rsidR="00C570AD">
              <w:t>C</w:t>
            </w:r>
            <w:r w:rsidR="00C570AD" w:rsidRPr="00703C73">
              <w:t xml:space="preserve">hauffage - </w:t>
            </w:r>
            <w:r w:rsidR="00C570AD">
              <w:t>V</w:t>
            </w:r>
            <w:r w:rsidR="00C570AD" w:rsidRPr="00703C73">
              <w:t>entilation</w:t>
            </w:r>
            <w:r>
              <w:fldChar w:fldCharType="end"/>
            </w:r>
          </w:p>
        </w:tc>
        <w:tc>
          <w:tcPr>
            <w:tcW w:w="1815" w:type="dxa"/>
          </w:tcPr>
          <w:p w14:paraId="6541F143" w14:textId="77777777" w:rsidR="00E740C6" w:rsidRPr="006D4250" w:rsidRDefault="00E740C6" w:rsidP="00C85E14">
            <w:pPr>
              <w:pStyle w:val="TableauDroite"/>
            </w:pPr>
            <w:r w:rsidRPr="005D36BB">
              <w:t>0.0007</w:t>
            </w:r>
          </w:p>
        </w:tc>
        <w:tc>
          <w:tcPr>
            <w:tcW w:w="2429" w:type="dxa"/>
          </w:tcPr>
          <w:p w14:paraId="2DD18449" w14:textId="77777777" w:rsidR="00E740C6" w:rsidRPr="006D4250" w:rsidRDefault="00E740C6" w:rsidP="00C85E14">
            <w:pPr>
              <w:pStyle w:val="TableauDroite"/>
            </w:pPr>
          </w:p>
        </w:tc>
        <w:tc>
          <w:tcPr>
            <w:tcW w:w="2387" w:type="dxa"/>
          </w:tcPr>
          <w:p w14:paraId="59CCC267" w14:textId="77777777" w:rsidR="00E740C6" w:rsidRPr="006D4250" w:rsidRDefault="00E740C6" w:rsidP="00C85E14">
            <w:pPr>
              <w:pStyle w:val="TableauDroite"/>
            </w:pPr>
          </w:p>
        </w:tc>
      </w:tr>
      <w:bookmarkEnd w:id="15"/>
    </w:tbl>
    <w:p w14:paraId="464612D1" w14:textId="77777777" w:rsidR="00E740C6" w:rsidRPr="00ED1F4A" w:rsidRDefault="00E740C6" w:rsidP="00E740C6">
      <w:pPr>
        <w:pStyle w:val="CorpsListe"/>
        <w:numPr>
          <w:ilvl w:val="0"/>
          <w:numId w:val="0"/>
        </w:numPr>
        <w:rPr>
          <w:lang w:eastAsia="fr-FR"/>
        </w:rPr>
      </w:pPr>
    </w:p>
    <w:p w14:paraId="43BA0726" w14:textId="77777777" w:rsidR="00693109" w:rsidRDefault="00ED1F4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4018"/>
        <w:gridCol w:w="497"/>
        <w:gridCol w:w="3928"/>
        <w:gridCol w:w="286"/>
        <w:gridCol w:w="256"/>
      </w:tblGrid>
      <w:tr w:rsidR="00693109" w:rsidRPr="00795CD8" w14:paraId="6E7C6C96" w14:textId="77777777" w:rsidTr="009744E3">
        <w:trPr>
          <w:tblCellSpacing w:w="0" w:type="dxa"/>
        </w:trPr>
        <w:tc>
          <w:tcPr>
            <w:tcW w:w="9375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2B114EB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lastRenderedPageBreak/>
              <w:t>Fait en un seul original</w:t>
            </w:r>
          </w:p>
        </w:tc>
      </w:tr>
      <w:tr w:rsidR="00693109" w:rsidRPr="00795CD8" w14:paraId="56CD1972" w14:textId="77777777" w:rsidTr="009744E3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5EA1F1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77604F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B694A8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71E8B2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8F8AB36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693109" w:rsidRPr="00795CD8" w14:paraId="25BF7A19" w14:textId="77777777" w:rsidTr="009744E3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5561AA9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97C9E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3E8E37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45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E2C57F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</w:tr>
      <w:tr w:rsidR="00693109" w:rsidRPr="00795CD8" w14:paraId="67AFB0C6" w14:textId="77777777" w:rsidTr="009744E3">
        <w:trPr>
          <w:tblCellSpacing w:w="0" w:type="dxa"/>
        </w:trPr>
        <w:tc>
          <w:tcPr>
            <w:tcW w:w="9375" w:type="dxa"/>
            <w:gridSpan w:val="6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DBBC635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Mention(s) manuscrite(s) "lu et approuvé" signature(s) de l'/des </w:t>
            </w:r>
            <w:r w:rsidRPr="00795CD8">
              <w:rPr>
                <w:rFonts w:ascii="Marianne" w:eastAsia="Times New Roman" w:hAnsi="Marianne" w:cs="Times New Roman"/>
                <w:color w:val="000000"/>
                <w:sz w:val="20"/>
                <w:szCs w:val="20"/>
                <w:lang w:eastAsia="fr-FR"/>
              </w:rPr>
              <w:t>entreprise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(s)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</w:tr>
      <w:tr w:rsidR="00693109" w:rsidRPr="00795CD8" w14:paraId="5DFAF4EB" w14:textId="77777777" w:rsidTr="009744E3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1D8DBF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7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D3AEDB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5E7D28F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985B156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8CAC909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8F2C92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DADAFC3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3C93B1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693109" w:rsidRPr="00795CD8" w14:paraId="1ABD7F6E" w14:textId="77777777" w:rsidTr="00693109">
        <w:trPr>
          <w:trHeight w:val="57"/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7F92D2E1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EB0F714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6037F20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391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F30C5B0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D1CF3B0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</w:tbl>
    <w:p w14:paraId="76F2B5A6" w14:textId="2D5F7FE4" w:rsidR="00ED1F4A" w:rsidRDefault="00ED1F4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3"/>
        <w:gridCol w:w="4802"/>
      </w:tblGrid>
      <w:tr w:rsidR="00693109" w:rsidRPr="00795CD8" w14:paraId="2E0AF86A" w14:textId="77777777" w:rsidTr="00693109">
        <w:trPr>
          <w:tblCellSpacing w:w="0" w:type="dxa"/>
        </w:trPr>
        <w:tc>
          <w:tcPr>
            <w:tcW w:w="940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hideMark/>
          </w:tcPr>
          <w:p w14:paraId="4FBD58F8" w14:textId="77777777" w:rsidR="00693109" w:rsidRPr="00795CD8" w:rsidRDefault="00693109" w:rsidP="00693109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93109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Visas</w:t>
            </w:r>
          </w:p>
        </w:tc>
      </w:tr>
      <w:tr w:rsidR="00693109" w:rsidRPr="00795CD8" w14:paraId="1C8FD659" w14:textId="77777777" w:rsidTr="009744E3">
        <w:tblPrEx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blCellSpacing w:w="0" w:type="dxa"/>
        </w:trPr>
        <w:tc>
          <w:tcPr>
            <w:tcW w:w="4603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E8B79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03125E4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8875B4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à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0BC6205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le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4AD2959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0BC2D89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CFB0A6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55CB793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79F73F93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D4ED48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743B142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98029D5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64D17CF6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53B3C62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</w:tc>
        <w:tc>
          <w:tcPr>
            <w:tcW w:w="4802" w:type="dxa"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2C4B4E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Avis de l'autorité chargée du contrôle budgétaire régional</w:t>
            </w:r>
          </w:p>
          <w:p w14:paraId="3F5C1439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A80AB8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Avis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4541CF5C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08BCCA6D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DAE6E7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7CFE3C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D6142D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à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574F4418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le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6F439D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25ACC63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2038847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</w:tc>
      </w:tr>
    </w:tbl>
    <w:p w14:paraId="129B59DC" w14:textId="3D055B75" w:rsidR="00137967" w:rsidRDefault="00137967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11926B34" w14:textId="77777777" w:rsidR="00137967" w:rsidRDefault="00137967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6603DB6A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374"/>
        <w:gridCol w:w="5031"/>
      </w:tblGrid>
      <w:tr w:rsidR="00995AF1" w:rsidRPr="00795CD8" w14:paraId="7475A9BA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CD2F7B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Acceptation de l'offre</w:t>
            </w:r>
          </w:p>
        </w:tc>
      </w:tr>
      <w:tr w:rsidR="00995AF1" w:rsidRPr="00795CD8" w14:paraId="6C1F55E3" w14:textId="77777777" w:rsidTr="00995AF1">
        <w:trPr>
          <w:cantSplit/>
          <w:trHeight w:val="255"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0FD2FC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Est acceptée la présente offre pour valoir acte d'engagement.</w:t>
            </w:r>
          </w:p>
        </w:tc>
      </w:tr>
      <w:tr w:rsidR="00995AF1" w:rsidRPr="00795CD8" w14:paraId="62DAF4BB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2EC8D3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Le représentant du Maître d'ouvrage</w:t>
            </w:r>
          </w:p>
        </w:tc>
      </w:tr>
      <w:tr w:rsidR="00995AF1" w:rsidRPr="00795CD8" w14:paraId="19802CF8" w14:textId="77777777" w:rsidTr="00E740C6">
        <w:trPr>
          <w:cantSplit/>
          <w:trHeight w:val="1830"/>
          <w:tblCellSpacing w:w="0" w:type="dxa"/>
        </w:trPr>
        <w:tc>
          <w:tcPr>
            <w:tcW w:w="4290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EB9EFA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à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68" w:type="dxa"/>
            </w:tcMar>
            <w:hideMark/>
          </w:tcPr>
          <w:p w14:paraId="5E3E85A8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le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F9A57A6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7F213811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3870F04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FBF3A7F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4633FE6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3B31D8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</w:tc>
      </w:tr>
    </w:tbl>
    <w:p w14:paraId="6549DBAA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5"/>
        <w:gridCol w:w="225"/>
        <w:gridCol w:w="435"/>
        <w:gridCol w:w="1095"/>
        <w:gridCol w:w="930"/>
        <w:gridCol w:w="3225"/>
        <w:gridCol w:w="225"/>
        <w:gridCol w:w="30"/>
        <w:gridCol w:w="30"/>
      </w:tblGrid>
      <w:tr w:rsidR="00995AF1" w:rsidRPr="00795CD8" w14:paraId="6D003B39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CCCCCC"/>
            <w:hideMark/>
          </w:tcPr>
          <w:p w14:paraId="0A47512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firstLine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Date d'effet du marché</w:t>
            </w:r>
          </w:p>
        </w:tc>
      </w:tr>
      <w:tr w:rsidR="00995AF1" w:rsidRPr="00795CD8" w14:paraId="4987BF5D" w14:textId="77777777" w:rsidTr="00995AF1">
        <w:trPr>
          <w:cantSplit/>
          <w:trHeight w:val="45"/>
          <w:tblCellSpacing w:w="0" w:type="dxa"/>
        </w:trPr>
        <w:tc>
          <w:tcPr>
            <w:tcW w:w="9390" w:type="dxa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ECEA8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67EEEBF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DFBDF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A9E7B77" w14:textId="77777777" w:rsidTr="00693109">
        <w:trPr>
          <w:cantSplit/>
          <w:tblCellSpacing w:w="0" w:type="dxa"/>
        </w:trPr>
        <w:tc>
          <w:tcPr>
            <w:tcW w:w="348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C53EA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Reçu notification du marché le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56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0288A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4066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CDBEA7A" w14:textId="77777777" w:rsidTr="00995AF1">
        <w:trPr>
          <w:cantSplit/>
          <w:trHeight w:val="45"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F3472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BFD11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26A0207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A43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E598A10" w14:textId="77777777" w:rsidTr="00693109">
        <w:trPr>
          <w:cantSplit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BF4A4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Le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8"/>
                <w:szCs w:val="28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49228B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631C06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AF6F9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AB738B3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C12724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3C74D29" w14:textId="77777777" w:rsidTr="00693109">
        <w:trPr>
          <w:cantSplit/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07379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Reçu le </w:t>
            </w:r>
          </w:p>
        </w:tc>
        <w:tc>
          <w:tcPr>
            <w:tcW w:w="6195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9EC92C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l'accusé de réception de la notification du marché</w:t>
            </w:r>
          </w:p>
        </w:tc>
      </w:tr>
      <w:tr w:rsidR="00995AF1" w:rsidRPr="00795CD8" w14:paraId="5FAD0A7E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FE7D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du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destinataire.</w:t>
            </w:r>
          </w:p>
          <w:p w14:paraId="5D1E26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C16E3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Pour le représentant du Maître d'ouvrage,</w:t>
            </w:r>
          </w:p>
        </w:tc>
      </w:tr>
      <w:tr w:rsidR="00995AF1" w:rsidRPr="00795CD8" w14:paraId="2801726D" w14:textId="77777777" w:rsidTr="00E740C6">
        <w:trPr>
          <w:cantSplit/>
          <w:trHeight w:val="2460"/>
          <w:tblCellSpacing w:w="0" w:type="dxa"/>
        </w:trPr>
        <w:tc>
          <w:tcPr>
            <w:tcW w:w="3915" w:type="dxa"/>
            <w:gridSpan w:val="3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14:paraId="0C7862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0169D92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BD42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BBD650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DA78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754F78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A94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51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14:paraId="2766A62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</w:p>
        </w:tc>
      </w:tr>
    </w:tbl>
    <w:p w14:paraId="5A8F78EB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D1EA77C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2C0C3144" w14:textId="092974C4" w:rsidR="00995AF1" w:rsidRPr="00795CD8" w:rsidRDefault="00995AF1" w:rsidP="00995AF1">
      <w:pPr>
        <w:pStyle w:val="PdgNomdudocument"/>
        <w:rPr>
          <w:sz w:val="24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lastRenderedPageBreak/>
        <w:t></w:t>
      </w:r>
      <w:r w:rsidRPr="00795CD8">
        <w:rPr>
          <w:sz w:val="24"/>
          <w:lang w:eastAsia="fr-FR"/>
        </w:rPr>
        <w:t xml:space="preserve"> </w:t>
      </w:r>
      <w:r w:rsidR="00137967" w:rsidRPr="00795CD8">
        <w:rPr>
          <w:caps w:val="0"/>
          <w:lang w:eastAsia="fr-FR"/>
        </w:rPr>
        <w:t>ANNEXE N</w:t>
      </w:r>
      <w:bookmarkStart w:id="16" w:name="_Hlk198114982"/>
      <w:r w:rsidR="00137967" w:rsidRPr="00795CD8">
        <w:rPr>
          <w:caps w:val="0"/>
          <w:lang w:eastAsia="fr-FR"/>
        </w:rPr>
        <w:t>°</w:t>
      </w:r>
      <w:r w:rsidR="00137967">
        <w:rPr>
          <w:caps w:val="0"/>
          <w:lang w:eastAsia="fr-FR"/>
        </w:rPr>
        <w:t>1</w:t>
      </w:r>
      <w:r w:rsidR="00137967" w:rsidRPr="00795CD8">
        <w:rPr>
          <w:caps w:val="0"/>
          <w:lang w:eastAsia="fr-FR"/>
        </w:rPr>
        <w:t xml:space="preserve"> </w:t>
      </w:r>
      <w:r w:rsidR="00137967">
        <w:rPr>
          <w:caps w:val="0"/>
          <w:lang w:eastAsia="fr-FR"/>
        </w:rPr>
        <w:t>À</w:t>
      </w:r>
      <w:r w:rsidR="00137967" w:rsidRPr="00795CD8">
        <w:rPr>
          <w:caps w:val="0"/>
          <w:lang w:eastAsia="fr-FR"/>
        </w:rPr>
        <w:t xml:space="preserve"> </w:t>
      </w:r>
      <w:bookmarkEnd w:id="16"/>
      <w:r w:rsidR="00137967" w:rsidRPr="00795CD8">
        <w:rPr>
          <w:caps w:val="0"/>
          <w:lang w:eastAsia="fr-FR"/>
        </w:rPr>
        <w:t>L'ACTE D'ENGAGEMENT EN CAS DE</w:t>
      </w:r>
    </w:p>
    <w:p w14:paraId="6ACAC2C9" w14:textId="30748555" w:rsidR="00995AF1" w:rsidRPr="00795CD8" w:rsidRDefault="00137967" w:rsidP="00995AF1">
      <w:pPr>
        <w:pStyle w:val="PdgNomdudocument"/>
        <w:rPr>
          <w:sz w:val="24"/>
          <w:lang w:eastAsia="fr-FR"/>
        </w:rPr>
      </w:pPr>
      <w:r w:rsidRPr="00795CD8">
        <w:rPr>
          <w:caps w:val="0"/>
          <w:lang w:eastAsia="fr-FR"/>
        </w:rPr>
        <w:t>GROUPEMENT CONJOINT</w:t>
      </w:r>
    </w:p>
    <w:p w14:paraId="7F9F84FD" w14:textId="77777777" w:rsidR="00995AF1" w:rsidRDefault="00995AF1" w:rsidP="00995AF1">
      <w:pPr>
        <w:pStyle w:val="Corpsdetexte"/>
        <w:rPr>
          <w:b/>
          <w:lang w:eastAsia="fr-FR"/>
        </w:rPr>
      </w:pPr>
    </w:p>
    <w:p w14:paraId="25BDD460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Détail des prestations exécutées par chacun des cotraitants</w:t>
      </w:r>
    </w:p>
    <w:p w14:paraId="7E892117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Répartition de la rémunération correspondante</w:t>
      </w:r>
    </w:p>
    <w:p w14:paraId="6DC774BA" w14:textId="77777777" w:rsidR="00995AF1" w:rsidRPr="00200EE9" w:rsidRDefault="00995AF1" w:rsidP="00200EE9">
      <w:pPr>
        <w:pStyle w:val="Titren1"/>
        <w:numPr>
          <w:ilvl w:val="0"/>
          <w:numId w:val="24"/>
        </w:numPr>
        <w:rPr>
          <w:rStyle w:val="Titren1Car"/>
          <w:b/>
          <w:smallCaps/>
          <w:shd w:val="clear" w:color="auto" w:fill="auto"/>
        </w:rPr>
      </w:pPr>
      <w:r w:rsidRPr="00200EE9">
        <w:rPr>
          <w:rStyle w:val="Titren1Car"/>
          <w:b/>
          <w:smallCaps/>
          <w:shd w:val="clear" w:color="auto" w:fill="auto"/>
        </w:rPr>
        <w:t>Détail des prestations</w:t>
      </w:r>
    </w:p>
    <w:p w14:paraId="17D5E9B3" w14:textId="77777777" w:rsidR="00995AF1" w:rsidRPr="004F2F1A" w:rsidRDefault="00995AF1" w:rsidP="00995AF1">
      <w:pPr>
        <w:ind w:left="57"/>
        <w:rPr>
          <w:sz w:val="24"/>
          <w:szCs w:val="24"/>
          <w:lang w:eastAsia="fr-FR"/>
        </w:rPr>
      </w:pPr>
    </w:p>
    <w:tbl>
      <w:tblPr>
        <w:tblW w:w="937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70"/>
        <w:gridCol w:w="4345"/>
        <w:gridCol w:w="4560"/>
      </w:tblGrid>
      <w:tr w:rsidR="00995AF1" w:rsidRPr="00795CD8" w14:paraId="570961CB" w14:textId="77777777" w:rsidTr="001640DC">
        <w:trPr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7341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Nom du mandataire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-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AB9F4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du mandataire - Poste(s) technique(s)</w:t>
            </w:r>
          </w:p>
        </w:tc>
      </w:tr>
      <w:tr w:rsidR="00995AF1" w:rsidRPr="00795CD8" w14:paraId="18D953BD" w14:textId="77777777" w:rsidTr="001640DC">
        <w:trPr>
          <w:trHeight w:val="62"/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F9992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B74BF3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EACED78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6E459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56F7F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170ACB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A9E977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255F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1CB0FC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29E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FFEBA9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4894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D7349E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E70C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CC8B5A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AED06C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229F51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42B1EF4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1ED436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FD74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2BABC82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35F4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Autres cotraitants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3FD2D2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des autres cotraitants - Poste(s) technique(s)</w:t>
            </w:r>
          </w:p>
        </w:tc>
      </w:tr>
      <w:tr w:rsidR="00995AF1" w:rsidRPr="00795CD8" w14:paraId="1C4412DE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DECB08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E1F927F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FE602C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948F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N°2</w:t>
            </w:r>
          </w:p>
          <w:p w14:paraId="6CD98887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5789B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94A45C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64EF7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842825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8F179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893A3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18C71C9" w14:textId="77777777" w:rsidR="00995AF1" w:rsidRDefault="00995AF1" w:rsidP="001640DC">
            <w:pPr>
              <w:pStyle w:val="TableauDroite"/>
              <w:rPr>
                <w:lang w:eastAsia="fr-FR"/>
              </w:rPr>
            </w:pPr>
          </w:p>
          <w:p w14:paraId="03F5D8E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8EE83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6E6FB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9C04D6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1661B8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53A928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3137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C381E0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21DC194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06A57A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0710D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1EC253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980A75" w14:textId="77777777" w:rsidR="00995AF1" w:rsidRPr="00795CD8" w:rsidRDefault="00995AF1" w:rsidP="00995AF1">
            <w:pPr>
              <w:pageBreakBefore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N°3</w:t>
            </w:r>
          </w:p>
          <w:p w14:paraId="4008762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FA995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DB24D4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D20B45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B3CAA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71EFA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40315F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56D43E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BD197E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2BC72B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289F0D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0E8FC1D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51CAB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7DD7BC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E2985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DFB6F5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8FC293A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4F450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N°4</w:t>
            </w:r>
          </w:p>
          <w:p w14:paraId="6318FF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11A53E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A10DA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3AD3C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E698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48723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F69FBA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FE836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A72FD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6723A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D081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05340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3A9447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B52A60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427A3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ACE5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E656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D8013B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80B83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279E9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DE8F35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C6612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189C8CC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C03F3F6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CCBB3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N°5</w:t>
            </w:r>
          </w:p>
          <w:p w14:paraId="2536BAB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FA66B4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E6EE5C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F7247C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379B2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47A0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DC1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284B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F63C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56BE2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6D364F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D4A4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C532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3273D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892E6A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A795EB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62F3EE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D8BDD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9BABEC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C3659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B2F7D6" w14:textId="77777777" w:rsidR="00995AF1" w:rsidRPr="001640DC" w:rsidRDefault="00995AF1" w:rsidP="001640DC">
      <w:pPr>
        <w:pStyle w:val="Titren1"/>
        <w:pageBreakBefore/>
        <w:numPr>
          <w:ilvl w:val="0"/>
          <w:numId w:val="24"/>
        </w:numPr>
        <w:rPr>
          <w:rStyle w:val="Titren1Car"/>
          <w:shd w:val="clear" w:color="auto" w:fill="auto"/>
        </w:rPr>
      </w:pPr>
      <w:r w:rsidRPr="001640DC">
        <w:rPr>
          <w:rStyle w:val="Titren1Car"/>
          <w:b/>
          <w:smallCaps/>
          <w:shd w:val="clear" w:color="auto" w:fill="auto"/>
        </w:rPr>
        <w:lastRenderedPageBreak/>
        <w:t xml:space="preserve">Répartition de la rémunération </w:t>
      </w:r>
    </w:p>
    <w:tbl>
      <w:tblPr>
        <w:tblW w:w="945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563"/>
        <w:gridCol w:w="611"/>
        <w:gridCol w:w="739"/>
        <w:gridCol w:w="788"/>
        <w:gridCol w:w="2121"/>
        <w:gridCol w:w="1800"/>
        <w:gridCol w:w="2427"/>
      </w:tblGrid>
      <w:tr w:rsidR="00995AF1" w:rsidRPr="00795CD8" w14:paraId="2ED4E0F8" w14:textId="77777777" w:rsidTr="001640DC">
        <w:trPr>
          <w:tblHeader/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DAB3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Prestations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B351CC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hors TVA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9DF96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</w:t>
            </w: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A75A8A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 incluse</w:t>
            </w:r>
          </w:p>
        </w:tc>
      </w:tr>
      <w:tr w:rsidR="00995AF1" w:rsidRPr="00795CD8" w14:paraId="2D40531D" w14:textId="77777777" w:rsidTr="001640DC">
        <w:trPr>
          <w:trHeight w:val="283"/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C768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Mandataire - cotraitant 1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EFB26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9B3683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87226B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D3119A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C15D4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2402D2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8D1B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67451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D285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4A33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61AD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373B29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B1EA3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2416E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44D4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9A286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0C6D0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BE8F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9B21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0130170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8970FD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648764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EC90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A2EAB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82AE36C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42AFDC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 w:righ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Prestation de mandat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792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A3556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70F7C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22E2A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63A623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E968E1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A694340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45BAFB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4F9E77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5E3F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mandataire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A648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3AB0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CA159A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BBCFD5B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317A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Autres cotraitant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3EEC5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FDC8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204C3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1B47764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50684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DF61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9698F5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76EF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D1F54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B8F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8DE0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F5E0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284E8E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54D59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93371B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2B606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C266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9ED9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089C5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61A85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807CC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E8B0B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D0A73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AC969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19167C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A809C4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F76B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BA52E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0C1F05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0EE3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30DF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43B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8E5C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88145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4FD48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2F9223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A3906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E848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2A1C8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95DC4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30A3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FF39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818A9FE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9A08A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4AC9E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31927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ACBD0D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7431979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53E4AD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CA049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E1E7FE0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1C939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57B35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88117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1385B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3FD4B6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B5178D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4E30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F5E2C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30A9DD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5683D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0CD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F575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B56E3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9F7ACB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969B1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FC79A6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7BBA0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9CC9D5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9615ED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A90A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6B1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B47EE1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7456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36BB9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C7DB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2BBFA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464C8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9C8BC5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81144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F4F43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4AA4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8EC7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9451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CEF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8905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7F5CC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AB04F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EB6AF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4B9F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60EFFF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21FEA658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62F62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autres cotraitants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28A926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E8D7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425321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58C1AD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4054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du marché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 + (II)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F9D7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CA881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D431E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B8103A8" w14:textId="77777777" w:rsidR="00716E19" w:rsidRPr="00995AF1" w:rsidRDefault="00716E19" w:rsidP="00995AF1"/>
    <w:sectPr w:rsidR="00716E19" w:rsidRPr="00995AF1" w:rsidSect="00FC7F93">
      <w:headerReference w:type="default" r:id="rId24"/>
      <w:type w:val="continuous"/>
      <w:pgSz w:w="11910" w:h="16840"/>
      <w:pgMar w:top="964" w:right="964" w:bottom="964" w:left="964" w:header="720" w:footer="67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AEA25" w14:textId="77777777" w:rsidR="009756DF" w:rsidRDefault="009756DF" w:rsidP="0079276E">
      <w:r>
        <w:separator/>
      </w:r>
    </w:p>
  </w:endnote>
  <w:endnote w:type="continuationSeparator" w:id="0">
    <w:p w14:paraId="23083257" w14:textId="77777777" w:rsidR="009756DF" w:rsidRDefault="009756DF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5D09A" w14:textId="77777777" w:rsidR="009756DF" w:rsidRDefault="009756DF" w:rsidP="001F6513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end"/>
    </w:r>
  </w:p>
  <w:p w14:paraId="3B00A007" w14:textId="77777777" w:rsidR="009756DF" w:rsidRDefault="009756D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86096" w14:textId="77777777" w:rsidR="009756DF" w:rsidRDefault="009756DF" w:rsidP="00C44E8B"/>
  <w:tbl>
    <w:tblPr>
      <w:tblW w:w="993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8937"/>
      <w:gridCol w:w="993"/>
    </w:tblGrid>
    <w:tr w:rsidR="009756DF" w14:paraId="1DA98DBB" w14:textId="77777777" w:rsidTr="009756DF">
      <w:trPr>
        <w:trHeight w:val="847"/>
      </w:trPr>
      <w:tc>
        <w:tcPr>
          <w:tcW w:w="8931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14AE05BB" w14:textId="7474FA5B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Mission_lot \h  \* MERGEFORMAT </w:instrText>
          </w:r>
          <w:r>
            <w:fldChar w:fldCharType="separate"/>
          </w:r>
          <w:r w:rsidR="007114E9">
            <w:t>Lot n°12</w:t>
          </w:r>
          <w:r w:rsidR="007114E9" w:rsidRPr="007114E9">
            <w:rPr>
              <w:rFonts w:ascii="Calibri" w:hAnsi="Calibri" w:cs="Calibri"/>
            </w:rPr>
            <w:t> </w:t>
          </w:r>
          <w:r w:rsidR="007114E9">
            <w:t>: P</w:t>
          </w:r>
          <w:r w:rsidR="007114E9" w:rsidRPr="00703C73">
            <w:t xml:space="preserve">lomberie - </w:t>
          </w:r>
          <w:r w:rsidR="007114E9">
            <w:t>C</w:t>
          </w:r>
          <w:r w:rsidR="007114E9" w:rsidRPr="00703C73">
            <w:t xml:space="preserve">hauffage - </w:t>
          </w:r>
          <w:r w:rsidR="007114E9">
            <w:t>V</w:t>
          </w:r>
          <w:r w:rsidR="007114E9" w:rsidRPr="00703C73">
            <w:t>entilation</w:t>
          </w:r>
          <w:r>
            <w:fldChar w:fldCharType="end"/>
          </w:r>
        </w:p>
        <w:p w14:paraId="731E82FD" w14:textId="538EFA03" w:rsidR="009756DF" w:rsidRPr="00D50AE7" w:rsidRDefault="009756DF" w:rsidP="00C44E8B">
          <w:pPr>
            <w:pStyle w:val="PiedGras0"/>
            <w:framePr w:wrap="notBeside"/>
          </w:pPr>
          <w:r w:rsidRPr="00D50AE7">
            <w:rPr>
              <w:rStyle w:val="PiedgrasCar"/>
              <w:rFonts w:cs="Arial"/>
              <w:b/>
            </w:rPr>
            <w:fldChar w:fldCharType="begin"/>
          </w:r>
          <w:r w:rsidRPr="00D50AE7">
            <w:rPr>
              <w:rStyle w:val="PiedgrasCar"/>
              <w:rFonts w:cs="Arial"/>
              <w:b/>
            </w:rPr>
            <w:instrText xml:space="preserve"> REF Piècecomplet \h  \* MERGEFORMAT </w:instrText>
          </w:r>
          <w:r w:rsidRPr="00D50AE7">
            <w:rPr>
              <w:rStyle w:val="PiedgrasCar"/>
              <w:rFonts w:cs="Arial"/>
              <w:b/>
            </w:rPr>
          </w:r>
          <w:r w:rsidRPr="00D50AE7">
            <w:rPr>
              <w:rStyle w:val="PiedgrasCar"/>
              <w:rFonts w:cs="Arial"/>
              <w:b/>
            </w:rPr>
            <w:fldChar w:fldCharType="separate"/>
          </w:r>
          <w:r w:rsidR="007114E9" w:rsidRPr="007114E9">
            <w:rPr>
              <w:rStyle w:val="PiedgrasCar"/>
              <w:rFonts w:cs="Arial"/>
              <w:b/>
            </w:rPr>
            <w:t>Acte d’engagement</w:t>
          </w:r>
          <w:r w:rsidRPr="00D50AE7">
            <w:rPr>
              <w:rStyle w:val="PiedgrasCar"/>
              <w:rFonts w:cs="Arial"/>
              <w:b/>
            </w:rPr>
            <w:fldChar w:fldCharType="end"/>
          </w:r>
        </w:p>
        <w:p w14:paraId="74941C9E" w14:textId="0D6D4A4A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Opération \h  \* MERGEFORMAT </w:instrText>
          </w:r>
          <w:r>
            <w:fldChar w:fldCharType="separate"/>
          </w:r>
          <w:r w:rsidR="007114E9">
            <w:t>Rénovation énergétique de la faculté des Sciences</w:t>
          </w:r>
          <w:r>
            <w:fldChar w:fldCharType="end"/>
          </w:r>
        </w:p>
        <w:p w14:paraId="711ACB36" w14:textId="0F034E9F" w:rsidR="009756DF" w:rsidRDefault="009756DF" w:rsidP="00C44E8B">
          <w:pPr>
            <w:pStyle w:val="Texte-Ml"/>
            <w:framePr w:w="0" w:h="0" w:wrap="auto" w:vAnchor="margin" w:hAnchor="text" w:xAlign="left" w:yAlign="inline"/>
            <w:spacing w:after="0"/>
            <w:jc w:val="left"/>
          </w:pPr>
          <w:r>
            <w:rPr>
              <w:rFonts w:ascii="Marianne" w:hAnsi="Marianne"/>
              <w:szCs w:val="16"/>
            </w:rPr>
            <w:fldChar w:fldCharType="begin"/>
          </w:r>
          <w:r>
            <w:rPr>
              <w:rFonts w:ascii="Marianne" w:hAnsi="Marianne"/>
              <w:szCs w:val="16"/>
            </w:rPr>
            <w:instrText xml:space="preserve"> REF Établissementcommune \h  \* MERGEFORMAT </w:instrText>
          </w:r>
          <w:r>
            <w:rPr>
              <w:rFonts w:ascii="Marianne" w:hAnsi="Marianne"/>
              <w:szCs w:val="16"/>
            </w:rPr>
          </w:r>
          <w:r>
            <w:rPr>
              <w:rFonts w:ascii="Marianne" w:hAnsi="Marianne"/>
              <w:szCs w:val="16"/>
            </w:rPr>
            <w:fldChar w:fldCharType="separate"/>
          </w:r>
          <w:r w:rsidR="007114E9" w:rsidRPr="007114E9">
            <w:rPr>
              <w:rFonts w:ascii="Marianne" w:hAnsi="Marianne"/>
              <w:szCs w:val="16"/>
            </w:rPr>
            <w:t>Université d’Angers</w:t>
          </w:r>
          <w:r>
            <w:rPr>
              <w:rFonts w:ascii="Marianne" w:hAnsi="Marianne"/>
              <w:szCs w:val="16"/>
            </w:rPr>
            <w:fldChar w:fldCharType="end"/>
          </w:r>
        </w:p>
      </w:tc>
      <w:tc>
        <w:tcPr>
          <w:tcW w:w="992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2BF2D386" w14:textId="77777777" w:rsidR="009756DF" w:rsidRDefault="009756DF" w:rsidP="00C44E8B">
          <w:pPr>
            <w:pStyle w:val="Date10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\# "0" \* Arabic  \* MERGEFORMAT </w:instrText>
          </w:r>
          <w:r>
            <w:fldChar w:fldCharType="separate"/>
          </w:r>
          <w:r>
            <w:t>9</w:t>
          </w:r>
          <w:r>
            <w:fldChar w:fldCharType="end"/>
          </w:r>
        </w:p>
      </w:tc>
    </w:tr>
  </w:tbl>
  <w:p w14:paraId="0CAEEE71" w14:textId="77777777" w:rsidR="009756DF" w:rsidRDefault="009756DF" w:rsidP="00C44E8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9720B" w14:textId="77777777" w:rsidR="009756DF" w:rsidRDefault="009756DF" w:rsidP="0079276E">
      <w:r>
        <w:separator/>
      </w:r>
    </w:p>
  </w:footnote>
  <w:footnote w:type="continuationSeparator" w:id="0">
    <w:p w14:paraId="3F4A2A18" w14:textId="77777777" w:rsidR="009756DF" w:rsidRDefault="009756DF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9DF6" w14:textId="77777777" w:rsidR="009756DF" w:rsidRPr="00705E15" w:rsidRDefault="009756DF" w:rsidP="00995AF1">
    <w:pPr>
      <w:pStyle w:val="En-tteRectorat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42C4A37" wp14:editId="622824AD">
          <wp:simplePos x="0" y="0"/>
          <wp:positionH relativeFrom="margin">
            <wp:posOffset>-152400</wp:posOffset>
          </wp:positionH>
          <wp:positionV relativeFrom="paragraph">
            <wp:posOffset>13652</wp:posOffset>
          </wp:positionV>
          <wp:extent cx="2291353" cy="1250830"/>
          <wp:effectExtent l="0" t="0" r="0" b="698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1353" cy="1250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4"/>
      </w:rPr>
      <w:tab/>
    </w:r>
    <w:r w:rsidRPr="00705E15">
      <w:t xml:space="preserve">Rectorat de </w:t>
    </w:r>
    <w:r>
      <w:t>la région académique Pays de la Loire</w:t>
    </w:r>
  </w:p>
  <w:p w14:paraId="70D0B8A3" w14:textId="77777777" w:rsidR="009756DF" w:rsidRPr="00260107" w:rsidRDefault="009756DF" w:rsidP="00995AF1">
    <w:pPr>
      <w:pStyle w:val="En-tteService"/>
    </w:pPr>
    <w:r w:rsidRPr="00416ADB">
      <w:t>Service des constructions universitaires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EBCBA" w14:textId="77777777" w:rsidR="009756DF" w:rsidRPr="00050A75" w:rsidRDefault="009756DF" w:rsidP="00050A7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E9116" w14:textId="77777777" w:rsidR="009756DF" w:rsidRPr="003240AC" w:rsidRDefault="009756DF" w:rsidP="003240AC">
    <w:pPr>
      <w:pStyle w:val="En-tte"/>
      <w:tabs>
        <w:tab w:val="clear" w:pos="4513"/>
      </w:tabs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3920"/>
    <w:multiLevelType w:val="multilevel"/>
    <w:tmpl w:val="F0523AEA"/>
    <w:styleLink w:val="Liste-a-puces"/>
    <w:lvl w:ilvl="0">
      <w:start w:val="1"/>
      <w:numFmt w:val="bullet"/>
      <w:pStyle w:val="CorpsListe"/>
      <w:lvlText w:val=""/>
      <w:lvlJc w:val="left"/>
      <w:pPr>
        <w:tabs>
          <w:tab w:val="num" w:pos="1418"/>
        </w:tabs>
        <w:ind w:left="1701" w:hanging="283"/>
      </w:pPr>
      <w:rPr>
        <w:rFonts w:ascii="Symbol" w:hAnsi="Symbol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701"/>
        </w:tabs>
        <w:ind w:left="1985" w:hanging="284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DF2A9C"/>
    <w:multiLevelType w:val="multilevel"/>
    <w:tmpl w:val="C17A0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23332B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86F0BB3"/>
    <w:multiLevelType w:val="multilevel"/>
    <w:tmpl w:val="91FE478A"/>
    <w:styleLink w:val="SCUSContrat"/>
    <w:lvl w:ilvl="0">
      <w:start w:val="1"/>
      <w:numFmt w:val="decimal"/>
      <w:suff w:val="space"/>
      <w:lvlText w:val="Article %1."/>
      <w:lvlJc w:val="left"/>
      <w:pPr>
        <w:ind w:left="1304" w:hanging="1304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247" w:hanging="396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531" w:hanging="39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3639" w:hanging="56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3996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4353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4710" w:hanging="57"/>
      </w:pPr>
      <w:rPr>
        <w:rFonts w:hint="default"/>
      </w:rPr>
    </w:lvl>
  </w:abstractNum>
  <w:abstractNum w:abstractNumId="4" w15:restartNumberingAfterBreak="0">
    <w:nsid w:val="1DA5750E"/>
    <w:multiLevelType w:val="multilevel"/>
    <w:tmpl w:val="040C001D"/>
    <w:name w:val="Liste-titres-marchés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3A66334"/>
    <w:multiLevelType w:val="multilevel"/>
    <w:tmpl w:val="A51A5E22"/>
    <w:styleLink w:val="Liste-a-cocher"/>
    <w:lvl w:ilvl="0">
      <w:start w:val="1"/>
      <w:numFmt w:val="bullet"/>
      <w:pStyle w:val="CorpsListecocher"/>
      <w:lvlText w:val=""/>
      <w:lvlJc w:val="left"/>
      <w:pPr>
        <w:ind w:left="1701" w:hanging="283"/>
      </w:pPr>
      <w:rPr>
        <w:rFonts w:ascii="Symbol" w:hAnsi="Symbol" w:hint="default"/>
        <w:sz w:val="28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5A14B38"/>
    <w:multiLevelType w:val="multilevel"/>
    <w:tmpl w:val="69F0B196"/>
    <w:name w:val="Liste-titres-contrat54"/>
    <w:numStyleLink w:val="Liste-titres-contrat"/>
  </w:abstractNum>
  <w:abstractNum w:abstractNumId="7" w15:restartNumberingAfterBreak="0">
    <w:nsid w:val="25C11971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8" w15:restartNumberingAfterBreak="0">
    <w:nsid w:val="279B16A7"/>
    <w:multiLevelType w:val="multilevel"/>
    <w:tmpl w:val="54B8A1A4"/>
    <w:name w:val="Liste-titres-standard"/>
    <w:styleLink w:val="Liste-titres-standard"/>
    <w:lvl w:ilvl="0">
      <w:start w:val="1"/>
      <w:numFmt w:val="decimal"/>
      <w:lvlText w:val="%1."/>
      <w:lvlJc w:val="left"/>
      <w:pPr>
        <w:ind w:left="360" w:hanging="360"/>
      </w:pPr>
      <w:rPr>
        <w:rFonts w:ascii="Marianne" w:hAnsi="Marianne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ascii="Marianne" w:hAnsi="Marianne" w:hint="default"/>
        <w:b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A6A6A34"/>
    <w:multiLevelType w:val="multilevel"/>
    <w:tmpl w:val="18A25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A33719"/>
    <w:multiLevelType w:val="multilevel"/>
    <w:tmpl w:val="69F0B196"/>
    <w:name w:val="Liste-titres-marchés4"/>
    <w:numStyleLink w:val="Liste-titres-contrat"/>
  </w:abstractNum>
  <w:abstractNum w:abstractNumId="11" w15:restartNumberingAfterBreak="0">
    <w:nsid w:val="2BC260DC"/>
    <w:multiLevelType w:val="multilevel"/>
    <w:tmpl w:val="47947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811983"/>
    <w:multiLevelType w:val="multilevel"/>
    <w:tmpl w:val="6FBE4402"/>
    <w:styleLink w:val="Style1"/>
    <w:lvl w:ilvl="0">
      <w:start w:val="1"/>
      <w:numFmt w:val="lowerLetter"/>
      <w:pStyle w:val="CorpsListelettres"/>
      <w:lvlText w:val="%1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FF86C2B"/>
    <w:multiLevelType w:val="multilevel"/>
    <w:tmpl w:val="69F0B196"/>
    <w:name w:val="Liste-titres-contrat2"/>
    <w:numStyleLink w:val="Liste-titres-contrat"/>
  </w:abstractNum>
  <w:abstractNum w:abstractNumId="14" w15:restartNumberingAfterBreak="0">
    <w:nsid w:val="3F224979"/>
    <w:multiLevelType w:val="multilevel"/>
    <w:tmpl w:val="69F0B196"/>
    <w:name w:val="Liste-titres-marchés2"/>
    <w:numStyleLink w:val="Liste-titres-contrat"/>
  </w:abstractNum>
  <w:abstractNum w:abstractNumId="15" w15:restartNumberingAfterBreak="0">
    <w:nsid w:val="41BD2785"/>
    <w:multiLevelType w:val="multilevel"/>
    <w:tmpl w:val="9E3E4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A73C8D"/>
    <w:multiLevelType w:val="multilevel"/>
    <w:tmpl w:val="69F0B196"/>
    <w:name w:val="Liste-titres-contrat52"/>
    <w:numStyleLink w:val="Liste-titres-contrat"/>
  </w:abstractNum>
  <w:abstractNum w:abstractNumId="17" w15:restartNumberingAfterBreak="0">
    <w:nsid w:val="447928AC"/>
    <w:multiLevelType w:val="multilevel"/>
    <w:tmpl w:val="AE600D74"/>
    <w:lvl w:ilvl="0">
      <w:start w:val="1"/>
      <w:numFmt w:val="decimal"/>
      <w:suff w:val="space"/>
      <w:lvlText w:val="Article 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18" w15:restartNumberingAfterBreak="0">
    <w:nsid w:val="45D84002"/>
    <w:multiLevelType w:val="multilevel"/>
    <w:tmpl w:val="94D4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F90BED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0" w15:restartNumberingAfterBreak="0">
    <w:nsid w:val="48787A5F"/>
    <w:multiLevelType w:val="multilevel"/>
    <w:tmpl w:val="18A25470"/>
    <w:name w:val="Liste-titres-contrat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F670F0"/>
    <w:multiLevelType w:val="multilevel"/>
    <w:tmpl w:val="69F0B196"/>
    <w:name w:val="Liste-titres-contrat5"/>
    <w:styleLink w:val="Liste-titres-contrat"/>
    <w:lvl w:ilvl="0">
      <w:start w:val="1"/>
      <w:numFmt w:val="decimal"/>
      <w:pStyle w:val="Titren1surlign"/>
      <w:suff w:val="space"/>
      <w:lvlText w:val="Article %1."/>
      <w:lvlJc w:val="left"/>
      <w:pPr>
        <w:ind w:left="1418" w:hanging="1418"/>
      </w:pPr>
      <w:rPr>
        <w:rFonts w:ascii="Marianne" w:hAnsi="Marianne" w:hint="default"/>
        <w:b/>
        <w:i w:val="0"/>
        <w:caps w:val="0"/>
        <w:color w:val="231F20"/>
        <w:spacing w:val="-1"/>
        <w:w w:val="100"/>
        <w:sz w:val="28"/>
        <w:szCs w:val="20"/>
      </w:rPr>
    </w:lvl>
    <w:lvl w:ilvl="1">
      <w:start w:val="1"/>
      <w:numFmt w:val="decimal"/>
      <w:pStyle w:val="Titren2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pStyle w:val="Titren3"/>
      <w:suff w:val="space"/>
      <w:lvlText w:val="%1.%2.%3."/>
      <w:lvlJc w:val="left"/>
      <w:pPr>
        <w:ind w:left="1134" w:hanging="567"/>
      </w:pPr>
      <w:rPr>
        <w:rFonts w:ascii="Marianne" w:hAnsi="Marianne" w:hint="default"/>
        <w:b/>
        <w:i w:val="0"/>
        <w:sz w:val="20"/>
      </w:rPr>
    </w:lvl>
    <w:lvl w:ilvl="3">
      <w:start w:val="1"/>
      <w:numFmt w:val="upperLetter"/>
      <w:pStyle w:val="Titren4"/>
      <w:suff w:val="space"/>
      <w:lvlText w:val="%4 -"/>
      <w:lvlJc w:val="left"/>
      <w:pPr>
        <w:ind w:left="1134" w:firstLine="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pStyle w:val="Titren5"/>
      <w:suff w:val="space"/>
      <w:lvlText w:val=""/>
      <w:lvlJc w:val="left"/>
      <w:pPr>
        <w:ind w:left="1418" w:firstLine="0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2" w15:restartNumberingAfterBreak="0">
    <w:nsid w:val="51E57911"/>
    <w:multiLevelType w:val="multilevel"/>
    <w:tmpl w:val="AAB0C2C2"/>
    <w:lvl w:ilvl="0">
      <w:start w:val="1"/>
      <w:numFmt w:val="decimal"/>
      <w:lvlText w:val="%1."/>
      <w:lvlJc w:val="left"/>
      <w:pPr>
        <w:ind w:left="284" w:hanging="284"/>
      </w:pPr>
      <w:rPr>
        <w:rFonts w:ascii="Marianne" w:hAnsi="Marianne" w:hint="default"/>
        <w:b/>
        <w:sz w:val="28"/>
      </w:rPr>
    </w:lvl>
    <w:lvl w:ilvl="1">
      <w:start w:val="1"/>
      <w:numFmt w:val="decimal"/>
      <w:lvlText w:val="%1.%2."/>
      <w:lvlJc w:val="left"/>
      <w:pPr>
        <w:ind w:left="567" w:hanging="283"/>
      </w:pPr>
      <w:rPr>
        <w:rFonts w:ascii="Marianne" w:hAnsi="Marianne" w:hint="default"/>
        <w:b/>
        <w:sz w:val="22"/>
      </w:rPr>
    </w:lvl>
    <w:lvl w:ilvl="2">
      <w:start w:val="1"/>
      <w:numFmt w:val="decimal"/>
      <w:pStyle w:val="Titre3"/>
      <w:lvlText w:val="%3.%2.%1."/>
      <w:lvlJc w:val="left"/>
      <w:pPr>
        <w:tabs>
          <w:tab w:val="num" w:pos="720"/>
        </w:tabs>
        <w:ind w:left="851" w:hanging="284"/>
      </w:pPr>
      <w:rPr>
        <w:rFonts w:ascii="Marianne" w:hAnsi="Marianne" w:hint="default"/>
        <w:b/>
        <w:sz w:val="20"/>
      </w:rPr>
    </w:lvl>
    <w:lvl w:ilvl="3">
      <w:start w:val="1"/>
      <w:numFmt w:val="none"/>
      <w:lvlText w:val=""/>
      <w:lvlJc w:val="left"/>
      <w:pPr>
        <w:tabs>
          <w:tab w:val="num" w:pos="1077"/>
        </w:tabs>
        <w:ind w:left="1134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440"/>
        </w:tabs>
        <w:ind w:left="1701" w:hanging="567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6D7474E"/>
    <w:multiLevelType w:val="multilevel"/>
    <w:tmpl w:val="69F0B196"/>
    <w:name w:val="Liste-titres-contrat3"/>
    <w:numStyleLink w:val="Liste-titres-contrat"/>
  </w:abstractNum>
  <w:abstractNum w:abstractNumId="24" w15:restartNumberingAfterBreak="0">
    <w:nsid w:val="5BB62B57"/>
    <w:multiLevelType w:val="multilevel"/>
    <w:tmpl w:val="CDE68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4931BB3"/>
    <w:multiLevelType w:val="multilevel"/>
    <w:tmpl w:val="69F0B196"/>
    <w:name w:val="Liste-titres-contrat53"/>
    <w:numStyleLink w:val="Liste-titres-contrat"/>
  </w:abstractNum>
  <w:abstractNum w:abstractNumId="26" w15:restartNumberingAfterBreak="0">
    <w:nsid w:val="686D73D1"/>
    <w:multiLevelType w:val="multilevel"/>
    <w:tmpl w:val="69F0B196"/>
    <w:name w:val="Liste-titres-marchés3"/>
    <w:numStyleLink w:val="Liste-titres-contrat"/>
  </w:abstractNum>
  <w:abstractNum w:abstractNumId="27" w15:restartNumberingAfterBreak="0">
    <w:nsid w:val="73D91E77"/>
    <w:multiLevelType w:val="hybridMultilevel"/>
    <w:tmpl w:val="585C4DE4"/>
    <w:name w:val="Liste-titres-marchés42"/>
    <w:lvl w:ilvl="0" w:tplc="954CEC80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763D51E2"/>
    <w:multiLevelType w:val="multilevel"/>
    <w:tmpl w:val="29482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 -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A457B7"/>
    <w:multiLevelType w:val="multilevel"/>
    <w:tmpl w:val="69F0B196"/>
    <w:name w:val="Liste-titres-contrat5"/>
    <w:numStyleLink w:val="Liste-titres-contrat"/>
  </w:abstractNum>
  <w:abstractNum w:abstractNumId="30" w15:restartNumberingAfterBreak="0">
    <w:nsid w:val="7A7F3D07"/>
    <w:multiLevelType w:val="multilevel"/>
    <w:tmpl w:val="F0523AEA"/>
    <w:name w:val="Liste-titres-contrat53"/>
    <w:numStyleLink w:val="Liste-a-puces"/>
  </w:abstractNum>
  <w:abstractNum w:abstractNumId="31" w15:restartNumberingAfterBreak="0">
    <w:nsid w:val="7B4307C1"/>
    <w:multiLevelType w:val="multilevel"/>
    <w:tmpl w:val="040C001D"/>
    <w:name w:val="Liste-titres-marchés33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C91203C"/>
    <w:multiLevelType w:val="multilevel"/>
    <w:tmpl w:val="A51A5E22"/>
    <w:numStyleLink w:val="Liste-a-cocher"/>
  </w:abstractNum>
  <w:abstractNum w:abstractNumId="33" w15:restartNumberingAfterBreak="0">
    <w:nsid w:val="7D49213D"/>
    <w:multiLevelType w:val="multilevel"/>
    <w:tmpl w:val="CE92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F5E0EC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890335732">
    <w:abstractNumId w:val="34"/>
  </w:num>
  <w:num w:numId="2" w16cid:durableId="1996757551">
    <w:abstractNumId w:val="22"/>
  </w:num>
  <w:num w:numId="3" w16cid:durableId="1681857648">
    <w:abstractNumId w:val="21"/>
  </w:num>
  <w:num w:numId="4" w16cid:durableId="2009167483">
    <w:abstractNumId w:val="8"/>
  </w:num>
  <w:num w:numId="5" w16cid:durableId="466164479">
    <w:abstractNumId w:val="0"/>
  </w:num>
  <w:num w:numId="6" w16cid:durableId="69473600">
    <w:abstractNumId w:val="5"/>
  </w:num>
  <w:num w:numId="7" w16cid:durableId="1893033219">
    <w:abstractNumId w:val="32"/>
  </w:num>
  <w:num w:numId="8" w16cid:durableId="1603996384">
    <w:abstractNumId w:val="12"/>
  </w:num>
  <w:num w:numId="9" w16cid:durableId="1910268348">
    <w:abstractNumId w:val="30"/>
  </w:num>
  <w:num w:numId="10" w16cid:durableId="1260676749">
    <w:abstractNumId w:val="6"/>
  </w:num>
  <w:num w:numId="11" w16cid:durableId="1034580446">
    <w:abstractNumId w:val="33"/>
  </w:num>
  <w:num w:numId="12" w16cid:durableId="913246796">
    <w:abstractNumId w:val="3"/>
  </w:num>
  <w:num w:numId="13" w16cid:durableId="1907840235">
    <w:abstractNumId w:val="9"/>
  </w:num>
  <w:num w:numId="14" w16cid:durableId="1494879204">
    <w:abstractNumId w:val="24"/>
  </w:num>
  <w:num w:numId="15" w16cid:durableId="1671568047">
    <w:abstractNumId w:val="18"/>
    <w:lvlOverride w:ilvl="0">
      <w:startOverride w:val="1"/>
    </w:lvlOverride>
  </w:num>
  <w:num w:numId="16" w16cid:durableId="786510577">
    <w:abstractNumId w:val="28"/>
  </w:num>
  <w:num w:numId="17" w16cid:durableId="1211918331">
    <w:abstractNumId w:val="11"/>
  </w:num>
  <w:num w:numId="18" w16cid:durableId="1178228071">
    <w:abstractNumId w:val="15"/>
  </w:num>
  <w:num w:numId="19" w16cid:durableId="1748503395">
    <w:abstractNumId w:val="1"/>
  </w:num>
  <w:num w:numId="20" w16cid:durableId="951474276">
    <w:abstractNumId w:val="27"/>
  </w:num>
  <w:num w:numId="21" w16cid:durableId="782769464">
    <w:abstractNumId w:val="2"/>
  </w:num>
  <w:num w:numId="22" w16cid:durableId="721945454">
    <w:abstractNumId w:val="17"/>
  </w:num>
  <w:num w:numId="23" w16cid:durableId="1052967673">
    <w:abstractNumId w:val="19"/>
  </w:num>
  <w:num w:numId="24" w16cid:durableId="2107995568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AF1"/>
    <w:rsid w:val="00003B59"/>
    <w:rsid w:val="000118D0"/>
    <w:rsid w:val="00013B09"/>
    <w:rsid w:val="00015220"/>
    <w:rsid w:val="0001578A"/>
    <w:rsid w:val="00017CB2"/>
    <w:rsid w:val="00023726"/>
    <w:rsid w:val="00032ED8"/>
    <w:rsid w:val="00043DAF"/>
    <w:rsid w:val="00045DCD"/>
    <w:rsid w:val="00046EC0"/>
    <w:rsid w:val="00050757"/>
    <w:rsid w:val="00050A75"/>
    <w:rsid w:val="00052780"/>
    <w:rsid w:val="000529E6"/>
    <w:rsid w:val="00063B5E"/>
    <w:rsid w:val="00071ADF"/>
    <w:rsid w:val="000738E7"/>
    <w:rsid w:val="0007604D"/>
    <w:rsid w:val="00081F5E"/>
    <w:rsid w:val="000820A4"/>
    <w:rsid w:val="000825AD"/>
    <w:rsid w:val="00090E9E"/>
    <w:rsid w:val="000924D0"/>
    <w:rsid w:val="000A446A"/>
    <w:rsid w:val="000B2813"/>
    <w:rsid w:val="000B2CFB"/>
    <w:rsid w:val="000B3B15"/>
    <w:rsid w:val="000B3D6B"/>
    <w:rsid w:val="000B4435"/>
    <w:rsid w:val="000C1EB5"/>
    <w:rsid w:val="000C6277"/>
    <w:rsid w:val="000D4821"/>
    <w:rsid w:val="000D7A2F"/>
    <w:rsid w:val="000E3B29"/>
    <w:rsid w:val="000E6784"/>
    <w:rsid w:val="000F1CB9"/>
    <w:rsid w:val="001029E1"/>
    <w:rsid w:val="0010679B"/>
    <w:rsid w:val="00112208"/>
    <w:rsid w:val="001200FD"/>
    <w:rsid w:val="0012122C"/>
    <w:rsid w:val="0012751C"/>
    <w:rsid w:val="00137967"/>
    <w:rsid w:val="0014121E"/>
    <w:rsid w:val="00145649"/>
    <w:rsid w:val="00152D10"/>
    <w:rsid w:val="00153A37"/>
    <w:rsid w:val="00154E71"/>
    <w:rsid w:val="001574FB"/>
    <w:rsid w:val="00163663"/>
    <w:rsid w:val="001640DC"/>
    <w:rsid w:val="001648E4"/>
    <w:rsid w:val="00190B7A"/>
    <w:rsid w:val="0019411F"/>
    <w:rsid w:val="00196B05"/>
    <w:rsid w:val="001A3B28"/>
    <w:rsid w:val="001A5417"/>
    <w:rsid w:val="001B46BB"/>
    <w:rsid w:val="001C79E5"/>
    <w:rsid w:val="001D77C9"/>
    <w:rsid w:val="001E44C1"/>
    <w:rsid w:val="001E71A8"/>
    <w:rsid w:val="001E7B5A"/>
    <w:rsid w:val="001F209A"/>
    <w:rsid w:val="001F6513"/>
    <w:rsid w:val="00200EE9"/>
    <w:rsid w:val="00202B2A"/>
    <w:rsid w:val="00203AA7"/>
    <w:rsid w:val="002049B9"/>
    <w:rsid w:val="00206DFC"/>
    <w:rsid w:val="00212481"/>
    <w:rsid w:val="00215980"/>
    <w:rsid w:val="002205EF"/>
    <w:rsid w:val="00221787"/>
    <w:rsid w:val="00224BE7"/>
    <w:rsid w:val="002264EB"/>
    <w:rsid w:val="002348E1"/>
    <w:rsid w:val="0024231B"/>
    <w:rsid w:val="00243006"/>
    <w:rsid w:val="00243867"/>
    <w:rsid w:val="0024388F"/>
    <w:rsid w:val="002455B2"/>
    <w:rsid w:val="00246184"/>
    <w:rsid w:val="00247802"/>
    <w:rsid w:val="0026436C"/>
    <w:rsid w:val="00265E09"/>
    <w:rsid w:val="002706B4"/>
    <w:rsid w:val="00270D79"/>
    <w:rsid w:val="002722A4"/>
    <w:rsid w:val="002847D2"/>
    <w:rsid w:val="00290741"/>
    <w:rsid w:val="00290CE8"/>
    <w:rsid w:val="00293194"/>
    <w:rsid w:val="0029360D"/>
    <w:rsid w:val="002A5FAB"/>
    <w:rsid w:val="002B1BCF"/>
    <w:rsid w:val="002C085C"/>
    <w:rsid w:val="002C53DF"/>
    <w:rsid w:val="002D275A"/>
    <w:rsid w:val="002D41B8"/>
    <w:rsid w:val="002D42C3"/>
    <w:rsid w:val="002D727B"/>
    <w:rsid w:val="002E3D12"/>
    <w:rsid w:val="002E4030"/>
    <w:rsid w:val="00303186"/>
    <w:rsid w:val="0031364D"/>
    <w:rsid w:val="003156D7"/>
    <w:rsid w:val="003161B9"/>
    <w:rsid w:val="00321F84"/>
    <w:rsid w:val="003240AC"/>
    <w:rsid w:val="0032670E"/>
    <w:rsid w:val="00326A39"/>
    <w:rsid w:val="00326E9D"/>
    <w:rsid w:val="003375D9"/>
    <w:rsid w:val="003413C5"/>
    <w:rsid w:val="00344819"/>
    <w:rsid w:val="003603D5"/>
    <w:rsid w:val="00364351"/>
    <w:rsid w:val="00387158"/>
    <w:rsid w:val="00390415"/>
    <w:rsid w:val="00392F5C"/>
    <w:rsid w:val="003A5211"/>
    <w:rsid w:val="003A7BC3"/>
    <w:rsid w:val="003B45A1"/>
    <w:rsid w:val="003B7FED"/>
    <w:rsid w:val="003D1564"/>
    <w:rsid w:val="003D1DE1"/>
    <w:rsid w:val="003D3D28"/>
    <w:rsid w:val="003D6FC8"/>
    <w:rsid w:val="003E3ADA"/>
    <w:rsid w:val="003F2312"/>
    <w:rsid w:val="00405EE3"/>
    <w:rsid w:val="00410BE1"/>
    <w:rsid w:val="004111B0"/>
    <w:rsid w:val="004119A3"/>
    <w:rsid w:val="0042101F"/>
    <w:rsid w:val="0042650E"/>
    <w:rsid w:val="00427071"/>
    <w:rsid w:val="00445913"/>
    <w:rsid w:val="004529DA"/>
    <w:rsid w:val="00452D76"/>
    <w:rsid w:val="004608CD"/>
    <w:rsid w:val="0046144A"/>
    <w:rsid w:val="0047147C"/>
    <w:rsid w:val="004746BB"/>
    <w:rsid w:val="0047788D"/>
    <w:rsid w:val="0048113A"/>
    <w:rsid w:val="0049358D"/>
    <w:rsid w:val="004936AF"/>
    <w:rsid w:val="004A588D"/>
    <w:rsid w:val="004C3C71"/>
    <w:rsid w:val="004C4E40"/>
    <w:rsid w:val="004C5046"/>
    <w:rsid w:val="004C578A"/>
    <w:rsid w:val="004C7346"/>
    <w:rsid w:val="004D0D46"/>
    <w:rsid w:val="004D1619"/>
    <w:rsid w:val="004D2C3D"/>
    <w:rsid w:val="004D6BAB"/>
    <w:rsid w:val="004E2741"/>
    <w:rsid w:val="004E7415"/>
    <w:rsid w:val="004F0976"/>
    <w:rsid w:val="00505504"/>
    <w:rsid w:val="00507A15"/>
    <w:rsid w:val="005122E4"/>
    <w:rsid w:val="005135F6"/>
    <w:rsid w:val="005145C6"/>
    <w:rsid w:val="00514BF1"/>
    <w:rsid w:val="00515B96"/>
    <w:rsid w:val="00516218"/>
    <w:rsid w:val="00517B19"/>
    <w:rsid w:val="00521BCD"/>
    <w:rsid w:val="00522A96"/>
    <w:rsid w:val="00526B93"/>
    <w:rsid w:val="0053084E"/>
    <w:rsid w:val="00533FB0"/>
    <w:rsid w:val="005373FD"/>
    <w:rsid w:val="005425EB"/>
    <w:rsid w:val="00546420"/>
    <w:rsid w:val="00583259"/>
    <w:rsid w:val="005926DD"/>
    <w:rsid w:val="005972E3"/>
    <w:rsid w:val="00597383"/>
    <w:rsid w:val="005A367C"/>
    <w:rsid w:val="005A4DBF"/>
    <w:rsid w:val="005B11B6"/>
    <w:rsid w:val="005B5D13"/>
    <w:rsid w:val="005B6F0D"/>
    <w:rsid w:val="005C34BB"/>
    <w:rsid w:val="005C4846"/>
    <w:rsid w:val="005C5C23"/>
    <w:rsid w:val="005C7874"/>
    <w:rsid w:val="005F2E98"/>
    <w:rsid w:val="005F469D"/>
    <w:rsid w:val="005F5B5E"/>
    <w:rsid w:val="005F60E1"/>
    <w:rsid w:val="00600BB7"/>
    <w:rsid w:val="00601526"/>
    <w:rsid w:val="006018CD"/>
    <w:rsid w:val="006041EE"/>
    <w:rsid w:val="00605D5E"/>
    <w:rsid w:val="0061733E"/>
    <w:rsid w:val="00621723"/>
    <w:rsid w:val="00622E4F"/>
    <w:rsid w:val="00625D93"/>
    <w:rsid w:val="0063163B"/>
    <w:rsid w:val="006347AF"/>
    <w:rsid w:val="00642467"/>
    <w:rsid w:val="0065024C"/>
    <w:rsid w:val="00651077"/>
    <w:rsid w:val="0065292C"/>
    <w:rsid w:val="0065543A"/>
    <w:rsid w:val="00657635"/>
    <w:rsid w:val="006618EF"/>
    <w:rsid w:val="006672E3"/>
    <w:rsid w:val="006727DA"/>
    <w:rsid w:val="00672854"/>
    <w:rsid w:val="006751FB"/>
    <w:rsid w:val="0067592B"/>
    <w:rsid w:val="00680572"/>
    <w:rsid w:val="006859B0"/>
    <w:rsid w:val="00693109"/>
    <w:rsid w:val="006A4ADA"/>
    <w:rsid w:val="006B2796"/>
    <w:rsid w:val="006B7B6E"/>
    <w:rsid w:val="006C5871"/>
    <w:rsid w:val="006D09AD"/>
    <w:rsid w:val="006D1459"/>
    <w:rsid w:val="006D2BDC"/>
    <w:rsid w:val="006D502A"/>
    <w:rsid w:val="006E3E41"/>
    <w:rsid w:val="006E41C3"/>
    <w:rsid w:val="006E455E"/>
    <w:rsid w:val="006F20A0"/>
    <w:rsid w:val="006F2701"/>
    <w:rsid w:val="006F4571"/>
    <w:rsid w:val="006F66F9"/>
    <w:rsid w:val="00701D84"/>
    <w:rsid w:val="00703C73"/>
    <w:rsid w:val="00705E15"/>
    <w:rsid w:val="007114E9"/>
    <w:rsid w:val="007158C1"/>
    <w:rsid w:val="00716E19"/>
    <w:rsid w:val="00721469"/>
    <w:rsid w:val="007230AF"/>
    <w:rsid w:val="007235C5"/>
    <w:rsid w:val="00730231"/>
    <w:rsid w:val="00732DC3"/>
    <w:rsid w:val="00742A03"/>
    <w:rsid w:val="007555AE"/>
    <w:rsid w:val="00755F17"/>
    <w:rsid w:val="007647CB"/>
    <w:rsid w:val="0076691E"/>
    <w:rsid w:val="00773338"/>
    <w:rsid w:val="00781376"/>
    <w:rsid w:val="00783B03"/>
    <w:rsid w:val="0079276E"/>
    <w:rsid w:val="007942EF"/>
    <w:rsid w:val="007B25CD"/>
    <w:rsid w:val="007B39D1"/>
    <w:rsid w:val="007B39F0"/>
    <w:rsid w:val="007B4F8D"/>
    <w:rsid w:val="007B6F11"/>
    <w:rsid w:val="007E2D34"/>
    <w:rsid w:val="007F1724"/>
    <w:rsid w:val="007F2BEE"/>
    <w:rsid w:val="00802A20"/>
    <w:rsid w:val="008052F3"/>
    <w:rsid w:val="00807CCD"/>
    <w:rsid w:val="0081060F"/>
    <w:rsid w:val="00821F1C"/>
    <w:rsid w:val="00822782"/>
    <w:rsid w:val="008257E7"/>
    <w:rsid w:val="008306A6"/>
    <w:rsid w:val="008314DF"/>
    <w:rsid w:val="008323F3"/>
    <w:rsid w:val="00832F3D"/>
    <w:rsid w:val="008347E0"/>
    <w:rsid w:val="00840F4D"/>
    <w:rsid w:val="00845B40"/>
    <w:rsid w:val="00851458"/>
    <w:rsid w:val="00853D49"/>
    <w:rsid w:val="00860C36"/>
    <w:rsid w:val="00862E10"/>
    <w:rsid w:val="00874522"/>
    <w:rsid w:val="00874E8E"/>
    <w:rsid w:val="0089070D"/>
    <w:rsid w:val="00892220"/>
    <w:rsid w:val="008A60E2"/>
    <w:rsid w:val="008A73FE"/>
    <w:rsid w:val="008C16ED"/>
    <w:rsid w:val="008C18CA"/>
    <w:rsid w:val="008D7C6E"/>
    <w:rsid w:val="008F7DFC"/>
    <w:rsid w:val="008F7F41"/>
    <w:rsid w:val="00903508"/>
    <w:rsid w:val="009104DC"/>
    <w:rsid w:val="00912149"/>
    <w:rsid w:val="00916E29"/>
    <w:rsid w:val="00921487"/>
    <w:rsid w:val="009274E8"/>
    <w:rsid w:val="00930B38"/>
    <w:rsid w:val="00933DED"/>
    <w:rsid w:val="00936712"/>
    <w:rsid w:val="00936E45"/>
    <w:rsid w:val="0093737E"/>
    <w:rsid w:val="00941377"/>
    <w:rsid w:val="0094180C"/>
    <w:rsid w:val="0094288E"/>
    <w:rsid w:val="00944745"/>
    <w:rsid w:val="00950841"/>
    <w:rsid w:val="0095212F"/>
    <w:rsid w:val="009611A2"/>
    <w:rsid w:val="00961787"/>
    <w:rsid w:val="00967E94"/>
    <w:rsid w:val="009756DF"/>
    <w:rsid w:val="009900FC"/>
    <w:rsid w:val="009910BE"/>
    <w:rsid w:val="00992DBA"/>
    <w:rsid w:val="00995AF1"/>
    <w:rsid w:val="009A1256"/>
    <w:rsid w:val="009B6B2F"/>
    <w:rsid w:val="009C01F7"/>
    <w:rsid w:val="009C0305"/>
    <w:rsid w:val="009C0C96"/>
    <w:rsid w:val="009C0FA0"/>
    <w:rsid w:val="009C141C"/>
    <w:rsid w:val="009C2BF7"/>
    <w:rsid w:val="009D443C"/>
    <w:rsid w:val="009D50F7"/>
    <w:rsid w:val="009D5A8D"/>
    <w:rsid w:val="009E3335"/>
    <w:rsid w:val="009E6DCE"/>
    <w:rsid w:val="009E788B"/>
    <w:rsid w:val="009F54AD"/>
    <w:rsid w:val="009F56A7"/>
    <w:rsid w:val="009F6271"/>
    <w:rsid w:val="009F6734"/>
    <w:rsid w:val="009F692C"/>
    <w:rsid w:val="00A04B1C"/>
    <w:rsid w:val="00A10A83"/>
    <w:rsid w:val="00A124A0"/>
    <w:rsid w:val="00A14844"/>
    <w:rsid w:val="00A1486F"/>
    <w:rsid w:val="00A17DC2"/>
    <w:rsid w:val="00A2161A"/>
    <w:rsid w:val="00A23C8E"/>
    <w:rsid w:val="00A26027"/>
    <w:rsid w:val="00A30EA6"/>
    <w:rsid w:val="00A34EC7"/>
    <w:rsid w:val="00A42D91"/>
    <w:rsid w:val="00A47318"/>
    <w:rsid w:val="00A62713"/>
    <w:rsid w:val="00A62894"/>
    <w:rsid w:val="00A656B3"/>
    <w:rsid w:val="00A66ACE"/>
    <w:rsid w:val="00A7190B"/>
    <w:rsid w:val="00A73D6A"/>
    <w:rsid w:val="00A84CCB"/>
    <w:rsid w:val="00A91788"/>
    <w:rsid w:val="00AA4FEE"/>
    <w:rsid w:val="00AA5E97"/>
    <w:rsid w:val="00AB566A"/>
    <w:rsid w:val="00AB7CC5"/>
    <w:rsid w:val="00AC5A03"/>
    <w:rsid w:val="00AD6E9A"/>
    <w:rsid w:val="00AE052B"/>
    <w:rsid w:val="00AE1330"/>
    <w:rsid w:val="00AE48FE"/>
    <w:rsid w:val="00AF1D5B"/>
    <w:rsid w:val="00AF47BC"/>
    <w:rsid w:val="00B03039"/>
    <w:rsid w:val="00B1032E"/>
    <w:rsid w:val="00B31D6E"/>
    <w:rsid w:val="00B36C6A"/>
    <w:rsid w:val="00B37451"/>
    <w:rsid w:val="00B40420"/>
    <w:rsid w:val="00B46AF7"/>
    <w:rsid w:val="00B55B58"/>
    <w:rsid w:val="00B627D4"/>
    <w:rsid w:val="00B73832"/>
    <w:rsid w:val="00B7478A"/>
    <w:rsid w:val="00B802A8"/>
    <w:rsid w:val="00B835C5"/>
    <w:rsid w:val="00B84D99"/>
    <w:rsid w:val="00B97217"/>
    <w:rsid w:val="00BA03B3"/>
    <w:rsid w:val="00BA681B"/>
    <w:rsid w:val="00BC3B98"/>
    <w:rsid w:val="00BC4BBA"/>
    <w:rsid w:val="00BE1A45"/>
    <w:rsid w:val="00BE2D02"/>
    <w:rsid w:val="00BE6504"/>
    <w:rsid w:val="00BE7E2C"/>
    <w:rsid w:val="00BE7EE6"/>
    <w:rsid w:val="00BF4381"/>
    <w:rsid w:val="00BF55E5"/>
    <w:rsid w:val="00C00AD3"/>
    <w:rsid w:val="00C073BF"/>
    <w:rsid w:val="00C1153C"/>
    <w:rsid w:val="00C11580"/>
    <w:rsid w:val="00C14F05"/>
    <w:rsid w:val="00C2077B"/>
    <w:rsid w:val="00C213A2"/>
    <w:rsid w:val="00C220A3"/>
    <w:rsid w:val="00C307FC"/>
    <w:rsid w:val="00C30F81"/>
    <w:rsid w:val="00C376EA"/>
    <w:rsid w:val="00C44E8B"/>
    <w:rsid w:val="00C47D0D"/>
    <w:rsid w:val="00C507EE"/>
    <w:rsid w:val="00C52152"/>
    <w:rsid w:val="00C54797"/>
    <w:rsid w:val="00C570AD"/>
    <w:rsid w:val="00C60B36"/>
    <w:rsid w:val="00C6332B"/>
    <w:rsid w:val="00C66322"/>
    <w:rsid w:val="00C67312"/>
    <w:rsid w:val="00C7451D"/>
    <w:rsid w:val="00C80138"/>
    <w:rsid w:val="00C801A7"/>
    <w:rsid w:val="00C835F3"/>
    <w:rsid w:val="00C83F5F"/>
    <w:rsid w:val="00CA2D79"/>
    <w:rsid w:val="00CA7F79"/>
    <w:rsid w:val="00CB2A5D"/>
    <w:rsid w:val="00CB5A1D"/>
    <w:rsid w:val="00CB6B4B"/>
    <w:rsid w:val="00CD1BF0"/>
    <w:rsid w:val="00CD5053"/>
    <w:rsid w:val="00CD5E65"/>
    <w:rsid w:val="00CE16E3"/>
    <w:rsid w:val="00CE1BE6"/>
    <w:rsid w:val="00D001D6"/>
    <w:rsid w:val="00D10C52"/>
    <w:rsid w:val="00D3556B"/>
    <w:rsid w:val="00D37F51"/>
    <w:rsid w:val="00D42A54"/>
    <w:rsid w:val="00D60FCE"/>
    <w:rsid w:val="00D65CFE"/>
    <w:rsid w:val="00D661C0"/>
    <w:rsid w:val="00D72CB9"/>
    <w:rsid w:val="00D75099"/>
    <w:rsid w:val="00D764BE"/>
    <w:rsid w:val="00D805EC"/>
    <w:rsid w:val="00D84306"/>
    <w:rsid w:val="00D906A9"/>
    <w:rsid w:val="00D91A25"/>
    <w:rsid w:val="00D96935"/>
    <w:rsid w:val="00D96BFE"/>
    <w:rsid w:val="00DA2090"/>
    <w:rsid w:val="00DB0A91"/>
    <w:rsid w:val="00DB2A6B"/>
    <w:rsid w:val="00DB4614"/>
    <w:rsid w:val="00DC1848"/>
    <w:rsid w:val="00DC7921"/>
    <w:rsid w:val="00DD2923"/>
    <w:rsid w:val="00DD50D6"/>
    <w:rsid w:val="00DE32DB"/>
    <w:rsid w:val="00DF3162"/>
    <w:rsid w:val="00E05336"/>
    <w:rsid w:val="00E15D22"/>
    <w:rsid w:val="00E231DA"/>
    <w:rsid w:val="00E249DF"/>
    <w:rsid w:val="00E47097"/>
    <w:rsid w:val="00E5633E"/>
    <w:rsid w:val="00E57AF6"/>
    <w:rsid w:val="00E623E6"/>
    <w:rsid w:val="00E669F0"/>
    <w:rsid w:val="00E712E2"/>
    <w:rsid w:val="00E72B65"/>
    <w:rsid w:val="00E740C6"/>
    <w:rsid w:val="00E80D8A"/>
    <w:rsid w:val="00E87F92"/>
    <w:rsid w:val="00EA4EC9"/>
    <w:rsid w:val="00EB5BF3"/>
    <w:rsid w:val="00EB66F8"/>
    <w:rsid w:val="00EC3FED"/>
    <w:rsid w:val="00EC5BF0"/>
    <w:rsid w:val="00EC7E79"/>
    <w:rsid w:val="00ED1F4A"/>
    <w:rsid w:val="00EE5763"/>
    <w:rsid w:val="00EF5CF0"/>
    <w:rsid w:val="00F02A21"/>
    <w:rsid w:val="00F043B7"/>
    <w:rsid w:val="00F13579"/>
    <w:rsid w:val="00F22B0F"/>
    <w:rsid w:val="00F22CF7"/>
    <w:rsid w:val="00F2464C"/>
    <w:rsid w:val="00F256D3"/>
    <w:rsid w:val="00F25DA3"/>
    <w:rsid w:val="00F261BB"/>
    <w:rsid w:val="00F3175C"/>
    <w:rsid w:val="00F322F6"/>
    <w:rsid w:val="00F3383B"/>
    <w:rsid w:val="00F36DA2"/>
    <w:rsid w:val="00F471E9"/>
    <w:rsid w:val="00F50E4D"/>
    <w:rsid w:val="00F52A2A"/>
    <w:rsid w:val="00F542FC"/>
    <w:rsid w:val="00F56427"/>
    <w:rsid w:val="00F64B87"/>
    <w:rsid w:val="00F67DD9"/>
    <w:rsid w:val="00F710F9"/>
    <w:rsid w:val="00F7722A"/>
    <w:rsid w:val="00F906CB"/>
    <w:rsid w:val="00F9208C"/>
    <w:rsid w:val="00FA270E"/>
    <w:rsid w:val="00FA5197"/>
    <w:rsid w:val="00FC4DDA"/>
    <w:rsid w:val="00FC5C06"/>
    <w:rsid w:val="00FC7E63"/>
    <w:rsid w:val="00FC7F93"/>
    <w:rsid w:val="00FD779A"/>
    <w:rsid w:val="00FE3D62"/>
    <w:rsid w:val="00FE5D6F"/>
    <w:rsid w:val="00FE64F3"/>
    <w:rsid w:val="00FF5364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38397C4"/>
  <w15:chartTrackingRefBased/>
  <w15:docId w15:val="{F573B837-3380-4090-A7B4-AEED26F54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529E6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Titre1">
    <w:name w:val="heading 1"/>
    <w:basedOn w:val="Normal"/>
    <w:link w:val="Titre1Car"/>
    <w:autoRedefine/>
    <w:uiPriority w:val="9"/>
    <w:rsid w:val="00941377"/>
    <w:pPr>
      <w:ind w:left="111"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41377"/>
    <w:pPr>
      <w:keepNext/>
      <w:keepLines/>
      <w:spacing w:before="40"/>
      <w:outlineLvl w:val="1"/>
    </w:pPr>
    <w:rPr>
      <w:rFonts w:eastAsia="Times New Roman" w:cs="Times New Roman"/>
      <w:color w:val="344E4A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265E09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C2BF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C2BF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E133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aliases w:val="Corps / normal,Corps / Normal"/>
    <w:basedOn w:val="Normal"/>
    <w:link w:val="CorpsdetexteCar"/>
    <w:uiPriority w:val="1"/>
    <w:qFormat/>
    <w:rsid w:val="009C2BF7"/>
    <w:pPr>
      <w:spacing w:after="240" w:line="276" w:lineRule="auto"/>
      <w:jc w:val="both"/>
    </w:pPr>
    <w:rPr>
      <w:rFonts w:ascii="Marianne" w:hAnsi="Marianne"/>
      <w:sz w:val="20"/>
    </w:rPr>
  </w:style>
  <w:style w:type="paragraph" w:styleId="Paragraphedeliste">
    <w:name w:val="List Paragraph"/>
    <w:basedOn w:val="Normal"/>
    <w:uiPriority w:val="1"/>
    <w:rsid w:val="00AE1330"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  <w:rsid w:val="00AE1330"/>
  </w:style>
  <w:style w:type="character" w:styleId="Lienhypertexte">
    <w:name w:val="Hyperlink"/>
    <w:uiPriority w:val="99"/>
    <w:unhideWhenUsed/>
    <w:rsid w:val="00290741"/>
    <w:rPr>
      <w:color w:val="5770BE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sz w:val="20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rsid w:val="00F25DA3"/>
    <w:pPr>
      <w:ind w:left="0"/>
      <w:jc w:val="right"/>
    </w:pPr>
    <w:rPr>
      <w:color w:val="000000"/>
      <w:sz w:val="16"/>
    </w:rPr>
  </w:style>
  <w:style w:type="character" w:customStyle="1" w:styleId="CorpsdetexteCar">
    <w:name w:val="Corps de texte Car"/>
    <w:aliases w:val="Corps / normal Car,Corps / Normal Car"/>
    <w:link w:val="Corpsdetexte"/>
    <w:uiPriority w:val="1"/>
    <w:rsid w:val="009C2BF7"/>
    <w:rPr>
      <w:rFonts w:ascii="Marianne" w:hAnsi="Marianne"/>
      <w:szCs w:val="22"/>
      <w:lang w:eastAsia="en-US"/>
    </w:rPr>
  </w:style>
  <w:style w:type="character" w:customStyle="1" w:styleId="ObjetCar">
    <w:name w:val="Objet Car"/>
    <w:link w:val="Objet"/>
    <w:rsid w:val="00DA2090"/>
    <w:rPr>
      <w:rFonts w:ascii="Marianne" w:hAnsi="Marianne"/>
      <w:b/>
      <w:color w:val="231F20"/>
      <w:sz w:val="20"/>
      <w:szCs w:val="22"/>
      <w:lang w:val="fr-FR" w:eastAsia="en-US"/>
    </w:rPr>
  </w:style>
  <w:style w:type="character" w:customStyle="1" w:styleId="Titre1Car">
    <w:name w:val="Titre 1 Car"/>
    <w:link w:val="Titre1"/>
    <w:uiPriority w:val="9"/>
    <w:rsid w:val="00941377"/>
    <w:rPr>
      <w:rFonts w:ascii="Arial" w:eastAsia="Arial" w:hAnsi="Arial" w:cs="Arial"/>
      <w:b/>
      <w:bCs/>
      <w:sz w:val="24"/>
      <w:szCs w:val="24"/>
    </w:rPr>
  </w:style>
  <w:style w:type="character" w:customStyle="1" w:styleId="SignatCar">
    <w:name w:val="Signat Car"/>
    <w:link w:val="Signat"/>
    <w:rsid w:val="00F25DA3"/>
    <w:rPr>
      <w:rFonts w:ascii="Arial" w:eastAsia="Arial" w:hAnsi="Arial" w:cs="Arial"/>
      <w:b w:val="0"/>
      <w:bCs w:val="0"/>
      <w:color w:val="000000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eastAsia="Times New Roman" w:cs="Times New Roman"/>
      <w:b/>
      <w:bCs/>
      <w:sz w:val="24"/>
      <w:szCs w:val="20"/>
      <w:lang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="Times New Roman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="Times New Roman"/>
      <w:b/>
      <w:bCs/>
      <w:sz w:val="16"/>
      <w:szCs w:val="16"/>
      <w:lang w:val="fr-FR" w:eastAsia="fr-FR"/>
    </w:rPr>
  </w:style>
  <w:style w:type="paragraph" w:customStyle="1" w:styleId="PdgOpration">
    <w:name w:val="Pdg / Opération"/>
    <w:basedOn w:val="Normal"/>
    <w:next w:val="Corpsdetexte"/>
    <w:link w:val="PdgOprationCar"/>
    <w:qFormat/>
    <w:rsid w:val="009C2BF7"/>
    <w:pPr>
      <w:ind w:left="592" w:right="57"/>
    </w:pPr>
    <w:rPr>
      <w:rFonts w:ascii="Marianne" w:hAnsi="Marianne"/>
      <w:b/>
      <w:bCs/>
      <w:sz w:val="24"/>
      <w:szCs w:val="16"/>
    </w:rPr>
  </w:style>
  <w:style w:type="paragraph" w:customStyle="1" w:styleId="Sous-titre2">
    <w:name w:val="Sous-titre 2"/>
    <w:basedOn w:val="PdgOpration"/>
    <w:next w:val="Corpsdetexte"/>
    <w:link w:val="Sous-titre2Car"/>
    <w:rsid w:val="00DA2090"/>
    <w:rPr>
      <w:b w:val="0"/>
      <w:bCs w:val="0"/>
    </w:rPr>
  </w:style>
  <w:style w:type="character" w:customStyle="1" w:styleId="PdgOprationCar">
    <w:name w:val="Pdg / Opération Car"/>
    <w:link w:val="PdgOpration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itren1">
    <w:name w:val="Titre n1"/>
    <w:basedOn w:val="Titren1surlign"/>
    <w:link w:val="Titren1Car"/>
    <w:qFormat/>
    <w:rsid w:val="009C2BF7"/>
    <w:pPr>
      <w:numPr>
        <w:numId w:val="0"/>
      </w:numPr>
      <w:shd w:val="clear" w:color="auto" w:fill="auto"/>
    </w:pPr>
  </w:style>
  <w:style w:type="character" w:customStyle="1" w:styleId="Sous-titre2Car">
    <w:name w:val="Sous-titre 2 Car"/>
    <w:link w:val="Sous-titre2"/>
    <w:rsid w:val="00DA2090"/>
    <w:rPr>
      <w:rFonts w:ascii="Marianne" w:hAnsi="Marianne"/>
      <w:b/>
      <w:bCs/>
      <w:sz w:val="16"/>
      <w:szCs w:val="16"/>
      <w:lang w:val="fr-FR" w:eastAsia="en-US"/>
    </w:rPr>
  </w:style>
  <w:style w:type="paragraph" w:customStyle="1" w:styleId="Titren2">
    <w:name w:val="Titre n2"/>
    <w:basedOn w:val="Titre2"/>
    <w:next w:val="Corpsdetexte"/>
    <w:link w:val="Titren2Car"/>
    <w:qFormat/>
    <w:rsid w:val="008314DF"/>
    <w:pPr>
      <w:numPr>
        <w:ilvl w:val="1"/>
        <w:numId w:val="10"/>
      </w:numPr>
      <w:spacing w:before="240" w:after="120"/>
    </w:pPr>
    <w:rPr>
      <w:rFonts w:ascii="Marianne" w:eastAsia="Arial" w:hAnsi="Marianne" w:cs="Arial"/>
      <w:b/>
      <w:color w:val="auto"/>
      <w:sz w:val="22"/>
      <w:szCs w:val="16"/>
    </w:rPr>
  </w:style>
  <w:style w:type="character" w:customStyle="1" w:styleId="Titren1Car">
    <w:name w:val="Titre n1 Car"/>
    <w:basedOn w:val="Titren1surlignCar"/>
    <w:link w:val="Titren1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Titren3">
    <w:name w:val="Titre n3"/>
    <w:basedOn w:val="Titre3"/>
    <w:next w:val="Corpsdetexte"/>
    <w:link w:val="Titren3Car"/>
    <w:qFormat/>
    <w:rsid w:val="008314DF"/>
    <w:pPr>
      <w:numPr>
        <w:numId w:val="10"/>
      </w:numPr>
      <w:spacing w:before="240" w:after="120"/>
    </w:pPr>
    <w:rPr>
      <w:rFonts w:ascii="Marianne" w:hAnsi="Marianne"/>
      <w:b/>
      <w:bCs/>
      <w:color w:val="auto"/>
      <w:sz w:val="20"/>
      <w:szCs w:val="20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n2Car">
    <w:name w:val="Titre n2 Car"/>
    <w:link w:val="Titren2"/>
    <w:rsid w:val="00F50E4D"/>
    <w:rPr>
      <w:rFonts w:ascii="Marianne" w:hAnsi="Marianne"/>
      <w:b/>
      <w:sz w:val="22"/>
      <w:szCs w:val="16"/>
      <w:lang w:eastAsia="en-US"/>
    </w:rPr>
  </w:style>
  <w:style w:type="character" w:customStyle="1" w:styleId="Titren3Car">
    <w:name w:val="Titre n3 Car"/>
    <w:link w:val="Titren3"/>
    <w:rsid w:val="009C2BF7"/>
    <w:rPr>
      <w:rFonts w:ascii="Marianne" w:eastAsiaTheme="majorEastAsia" w:hAnsi="Marianne" w:cstheme="majorBidi"/>
      <w:b/>
      <w:bCs/>
      <w:lang w:eastAsia="en-US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2Car">
    <w:name w:val="Titre 2 Car"/>
    <w:link w:val="Titre2"/>
    <w:uiPriority w:val="9"/>
    <w:rsid w:val="00941377"/>
    <w:rPr>
      <w:rFonts w:ascii="Arial" w:eastAsia="Times New Roman" w:hAnsi="Arial" w:cs="Times New Roman"/>
      <w:color w:val="344E4A"/>
      <w:sz w:val="26"/>
      <w:szCs w:val="26"/>
    </w:rPr>
  </w:style>
  <w:style w:type="table" w:styleId="Grilledutableau">
    <w:name w:val="Table Grid"/>
    <w:basedOn w:val="TableauNormal"/>
    <w:uiPriority w:val="5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rsid w:val="00DA2090"/>
    <w:pPr>
      <w:spacing w:before="139"/>
      <w:jc w:val="right"/>
    </w:pPr>
    <w:rPr>
      <w:color w:val="231F20"/>
      <w:sz w:val="16"/>
    </w:rPr>
  </w:style>
  <w:style w:type="character" w:customStyle="1" w:styleId="Date2Car">
    <w:name w:val="Date 2 Car"/>
    <w:link w:val="Date2"/>
    <w:rsid w:val="00DA2090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Rfrenceintense">
    <w:name w:val="Intense Reference"/>
    <w:uiPriority w:val="32"/>
    <w:rsid w:val="005972E3"/>
    <w:rPr>
      <w:b/>
      <w:bCs/>
      <w:smallCaps/>
      <w:color w:val="466964"/>
      <w:spacing w:val="5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5972E3"/>
    <w:rPr>
      <w:rFonts w:ascii="Arial" w:eastAsia="Times New Roman" w:hAnsi="Arial" w:cs="Times New Roman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rsid w:val="00721469"/>
    <w:pPr>
      <w:jc w:val="right"/>
    </w:pPr>
    <w:rPr>
      <w:sz w:val="16"/>
    </w:rPr>
  </w:style>
  <w:style w:type="paragraph" w:customStyle="1" w:styleId="En-tte-service">
    <w:name w:val="En-tête-service"/>
    <w:basedOn w:val="En-tte"/>
    <w:next w:val="Corpsdetexte"/>
    <w:link w:val="En-tte-serviceCar"/>
    <w:rsid w:val="00515B96"/>
    <w:pPr>
      <w:tabs>
        <w:tab w:val="clear" w:pos="4513"/>
      </w:tabs>
      <w:jc w:val="right"/>
    </w:pPr>
    <w:rPr>
      <w:b/>
      <w:bCs/>
      <w:sz w:val="20"/>
      <w:szCs w:val="24"/>
    </w:rPr>
  </w:style>
  <w:style w:type="character" w:customStyle="1" w:styleId="Date1Car">
    <w:name w:val="Date 1 Car"/>
    <w:link w:val="Date10"/>
    <w:rsid w:val="00721469"/>
    <w:rPr>
      <w:rFonts w:ascii="Marianne" w:hAnsi="Marianne"/>
      <w:sz w:val="16"/>
      <w:szCs w:val="22"/>
      <w:lang w:eastAsia="en-US"/>
    </w:rPr>
  </w:style>
  <w:style w:type="character" w:customStyle="1" w:styleId="En-tte-serviceCar">
    <w:name w:val="En-tête-service Car"/>
    <w:link w:val="En-tte-service"/>
    <w:rsid w:val="00515B96"/>
    <w:rPr>
      <w:b/>
      <w:bCs/>
      <w:szCs w:val="24"/>
      <w:lang w:eastAsia="en-US"/>
    </w:rPr>
  </w:style>
  <w:style w:type="paragraph" w:customStyle="1" w:styleId="PieddePage0">
    <w:name w:val="Pied de Page"/>
    <w:basedOn w:val="Corpsdetexte"/>
    <w:link w:val="PieddePageCar0"/>
    <w:rsid w:val="00DA2090"/>
    <w:pPr>
      <w:spacing w:line="161" w:lineRule="exact"/>
    </w:pPr>
    <w:rPr>
      <w:color w:val="939598"/>
      <w:sz w:val="14"/>
    </w:rPr>
  </w:style>
  <w:style w:type="paragraph" w:customStyle="1" w:styleId="IntituleDirecteur">
    <w:name w:val="Intitule Directeur"/>
    <w:basedOn w:val="Corpsdetexte"/>
    <w:next w:val="Corpsdetexte"/>
    <w:link w:val="IntituleDirecteurCar"/>
    <w:rsid w:val="00DA2090"/>
    <w:rPr>
      <w:b/>
      <w:bCs/>
      <w:sz w:val="24"/>
      <w:szCs w:val="24"/>
    </w:rPr>
  </w:style>
  <w:style w:type="character" w:customStyle="1" w:styleId="PieddePageCar0">
    <w:name w:val="Pied de Page Car"/>
    <w:link w:val="PieddePage0"/>
    <w:rsid w:val="00721469"/>
    <w:rPr>
      <w:rFonts w:ascii="Marianne" w:hAnsi="Marianne"/>
      <w:color w:val="939598"/>
      <w:sz w:val="14"/>
      <w:lang w:val="fr-FR"/>
    </w:rPr>
  </w:style>
  <w:style w:type="paragraph" w:customStyle="1" w:styleId="PdGObjetdumarch">
    <w:name w:val="PdG / Objet du marché"/>
    <w:next w:val="Corpsdetexte"/>
    <w:link w:val="PdGObjetdumarchCar"/>
    <w:rsid w:val="00EB66F8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IntituleDirecteurCar">
    <w:name w:val="Intitule Directeur Car"/>
    <w:link w:val="IntituleDirecteur"/>
    <w:rsid w:val="00DA2090"/>
    <w:rPr>
      <w:rFonts w:ascii="Marianne" w:hAnsi="Marianne"/>
      <w:b/>
      <w:bCs/>
      <w:sz w:val="24"/>
      <w:szCs w:val="24"/>
      <w:lang w:val="fr-FR" w:eastAsia="en-US"/>
    </w:rPr>
  </w:style>
  <w:style w:type="character" w:customStyle="1" w:styleId="PdGObjetdumarchCar">
    <w:name w:val="PdG / Objet du marché Car"/>
    <w:link w:val="PdGObjetdumarch"/>
    <w:rsid w:val="00EB66F8"/>
    <w:rPr>
      <w:rFonts w:ascii="Marianne" w:hAnsi="Marianne"/>
      <w:b/>
      <w:bCs/>
      <w:smallCaps/>
      <w:sz w:val="32"/>
      <w:szCs w:val="24"/>
      <w:lang w:eastAsia="en-US"/>
    </w:rPr>
  </w:style>
  <w:style w:type="character" w:styleId="Numrodepage">
    <w:name w:val="page number"/>
    <w:basedOn w:val="Policepardfaut"/>
    <w:uiPriority w:val="99"/>
    <w:semiHidden/>
    <w:unhideWhenUsed/>
    <w:rsid w:val="002C53DF"/>
  </w:style>
  <w:style w:type="character" w:customStyle="1" w:styleId="Mentionnonrsolue1">
    <w:name w:val="Mention non résolue1"/>
    <w:uiPriority w:val="99"/>
    <w:semiHidden/>
    <w:unhideWhenUsed/>
    <w:rsid w:val="00081F5E"/>
    <w:rPr>
      <w:color w:val="605E5C"/>
      <w:shd w:val="clear" w:color="auto" w:fill="E1DFDD"/>
    </w:rPr>
  </w:style>
  <w:style w:type="paragraph" w:customStyle="1" w:styleId="Texte-Adresseligne1">
    <w:name w:val="Texte - Adresse ligne 1"/>
    <w:basedOn w:val="Corpsdetexte"/>
    <w:link w:val="Texte-Adresseligne1Car"/>
    <w:rsid w:val="006A4ADA"/>
    <w:pPr>
      <w:framePr w:w="9979" w:h="964" w:wrap="notBeside" w:vAnchor="page" w:hAnchor="page" w:xAlign="center" w:yAlign="bottom" w:anchorLock="1"/>
      <w:widowControl/>
      <w:autoSpaceDE/>
      <w:autoSpaceDN/>
      <w:spacing w:line="192" w:lineRule="atLeast"/>
    </w:pPr>
    <w:rPr>
      <w:rFonts w:cs="Times New Roman"/>
      <w:sz w:val="16"/>
      <w:szCs w:val="20"/>
    </w:rPr>
  </w:style>
  <w:style w:type="paragraph" w:customStyle="1" w:styleId="Texte-Adresseligne2">
    <w:name w:val="Texte - Adresse ligne 2"/>
    <w:basedOn w:val="Texte-Adresseligne1"/>
    <w:rsid w:val="006A4ADA"/>
    <w:pPr>
      <w:framePr w:wrap="notBeside"/>
    </w:pPr>
  </w:style>
  <w:style w:type="paragraph" w:customStyle="1" w:styleId="Texte-Tl">
    <w:name w:val="Texte - Tél."/>
    <w:basedOn w:val="Corpsdetexte"/>
    <w:rsid w:val="00721469"/>
    <w:pPr>
      <w:framePr w:wrap="notBeside" w:hAnchor="text"/>
    </w:pPr>
    <w:rPr>
      <w:sz w:val="16"/>
    </w:rPr>
  </w:style>
  <w:style w:type="paragraph" w:customStyle="1" w:styleId="Texte-Ml">
    <w:name w:val="Texte - Mél."/>
    <w:basedOn w:val="Texte-Adresseligne1"/>
    <w:link w:val="Texte-MlCar"/>
    <w:rsid w:val="00FC7F93"/>
    <w:pPr>
      <w:framePr w:wrap="notBeside"/>
    </w:pPr>
    <w:rPr>
      <w:rFonts w:ascii="Arial" w:hAnsi="Arial"/>
    </w:rPr>
  </w:style>
  <w:style w:type="paragraph" w:customStyle="1" w:styleId="Texte-Pieddepage">
    <w:name w:val="Texte - Pied de page"/>
    <w:basedOn w:val="Texte-Adresseligne1"/>
    <w:rsid w:val="009F54AD"/>
    <w:pPr>
      <w:framePr w:w="4436" w:h="353" w:wrap="notBeside" w:x="1129" w:y="15507"/>
    </w:pPr>
    <w:rPr>
      <w:color w:val="7F7F7F"/>
      <w:sz w:val="14"/>
      <w:szCs w:val="14"/>
      <w:lang w:val="en-US"/>
    </w:rPr>
  </w:style>
  <w:style w:type="paragraph" w:customStyle="1" w:styleId="Pagination">
    <w:name w:val="Pagination"/>
    <w:basedOn w:val="Corpsdetexte"/>
    <w:rsid w:val="009F54AD"/>
    <w:pPr>
      <w:widowControl/>
      <w:autoSpaceDE/>
      <w:autoSpaceDN/>
      <w:spacing w:line="192" w:lineRule="atLeast"/>
      <w:jc w:val="center"/>
    </w:pPr>
    <w:rPr>
      <w:rFonts w:cs="Times New Roman"/>
      <w:color w:val="7F7F7F"/>
      <w:sz w:val="14"/>
      <w:szCs w:val="14"/>
    </w:rPr>
  </w:style>
  <w:style w:type="paragraph" w:styleId="Date">
    <w:name w:val="Date"/>
    <w:basedOn w:val="Normal"/>
    <w:next w:val="Normal"/>
    <w:link w:val="DateCar0"/>
    <w:uiPriority w:val="99"/>
    <w:rsid w:val="00FC7F93"/>
    <w:pPr>
      <w:widowControl/>
      <w:autoSpaceDE/>
      <w:autoSpaceDN/>
      <w:spacing w:line="192" w:lineRule="atLeast"/>
      <w:jc w:val="right"/>
    </w:pPr>
    <w:rPr>
      <w:rFonts w:cs="Times New Roman"/>
      <w:sz w:val="16"/>
      <w:szCs w:val="20"/>
    </w:rPr>
  </w:style>
  <w:style w:type="character" w:customStyle="1" w:styleId="DateCar0">
    <w:name w:val="Date Car"/>
    <w:link w:val="Date"/>
    <w:uiPriority w:val="99"/>
    <w:rsid w:val="00FC7F93"/>
    <w:rPr>
      <w:rFonts w:ascii="Arial" w:hAnsi="Arial" w:cs="Times New Roman"/>
      <w:sz w:val="16"/>
      <w:szCs w:val="20"/>
      <w:lang w:val="fr-FR"/>
    </w:rPr>
  </w:style>
  <w:style w:type="paragraph" w:customStyle="1" w:styleId="Pdginfos">
    <w:name w:val="Pdg / infos"/>
    <w:basedOn w:val="PdgOpration"/>
    <w:link w:val="PdginfosCar"/>
    <w:rsid w:val="00BE6504"/>
    <w:pPr>
      <w:spacing w:after="360"/>
      <w:ind w:left="590"/>
    </w:pPr>
    <w:rPr>
      <w:b w:val="0"/>
      <w:sz w:val="22"/>
    </w:rPr>
  </w:style>
  <w:style w:type="paragraph" w:customStyle="1" w:styleId="PdgSous-titre">
    <w:name w:val="Pdg / Sous-titre"/>
    <w:basedOn w:val="PdgOpration"/>
    <w:link w:val="PdgSous-titreCar"/>
    <w:qFormat/>
    <w:rsid w:val="009C2BF7"/>
    <w:pPr>
      <w:spacing w:after="480"/>
      <w:ind w:left="0"/>
      <w:jc w:val="center"/>
    </w:pPr>
  </w:style>
  <w:style w:type="character" w:customStyle="1" w:styleId="PdginfosCar">
    <w:name w:val="Pdg / infos Car"/>
    <w:link w:val="Pdginfos"/>
    <w:rsid w:val="00BE6504"/>
    <w:rPr>
      <w:rFonts w:ascii="Marianne" w:hAnsi="Marianne"/>
      <w:bCs/>
      <w:sz w:val="22"/>
      <w:szCs w:val="16"/>
      <w:lang w:eastAsia="en-US"/>
    </w:rPr>
  </w:style>
  <w:style w:type="paragraph" w:customStyle="1" w:styleId="CorpsListe">
    <w:name w:val="Corps / Liste"/>
    <w:basedOn w:val="Corpsdetexte"/>
    <w:link w:val="CorpsListeCar"/>
    <w:qFormat/>
    <w:rsid w:val="009D5A8D"/>
    <w:pPr>
      <w:numPr>
        <w:numId w:val="9"/>
      </w:numPr>
      <w:spacing w:after="120"/>
      <w:jc w:val="left"/>
    </w:pPr>
  </w:style>
  <w:style w:type="character" w:customStyle="1" w:styleId="PdgSous-titreCar">
    <w:name w:val="Pdg / Sous-titre Car"/>
    <w:basedOn w:val="PdgOprationCar"/>
    <w:link w:val="PdgSous-titre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rame">
    <w:name w:val="Trame"/>
    <w:basedOn w:val="Normal"/>
    <w:link w:val="TrameCar"/>
    <w:rsid w:val="00C307FC"/>
    <w:pPr>
      <w:shd w:val="clear" w:color="auto" w:fill="CCCCCC"/>
      <w:suppressAutoHyphens/>
      <w:autoSpaceDE/>
      <w:autoSpaceDN/>
      <w:jc w:val="center"/>
    </w:pPr>
    <w:rPr>
      <w:rFonts w:ascii="Times New Roman" w:eastAsia="Arial Unicode MS" w:hAnsi="Times New Roman" w:cs="Times New Roman"/>
      <w:b/>
      <w:kern w:val="1"/>
      <w:sz w:val="40"/>
      <w:szCs w:val="24"/>
    </w:rPr>
  </w:style>
  <w:style w:type="character" w:customStyle="1" w:styleId="CorpsListeCar">
    <w:name w:val="Corps / Liste Car"/>
    <w:basedOn w:val="CorpsdetexteCar"/>
    <w:link w:val="CorpsListe"/>
    <w:rsid w:val="00F50E4D"/>
    <w:rPr>
      <w:rFonts w:ascii="Marianne" w:hAnsi="Marianne"/>
      <w:szCs w:val="22"/>
      <w:lang w:eastAsia="en-US"/>
    </w:rPr>
  </w:style>
  <w:style w:type="paragraph" w:customStyle="1" w:styleId="Cadrerelief">
    <w:name w:val="Cadre_relief"/>
    <w:basedOn w:val="Normal"/>
    <w:link w:val="CadrereliefCar"/>
    <w:rsid w:val="00C307FC"/>
    <w:pPr>
      <w:pBdr>
        <w:top w:val="double" w:sz="3" w:space="14" w:color="000000" w:shadow="1"/>
        <w:left w:val="double" w:sz="3" w:space="14" w:color="000000" w:shadow="1"/>
        <w:bottom w:val="double" w:sz="3" w:space="14" w:color="000000" w:shadow="1"/>
        <w:right w:val="double" w:sz="3" w:space="14" w:color="000000" w:shadow="1"/>
      </w:pBdr>
      <w:suppressAutoHyphens/>
      <w:autoSpaceDE/>
      <w:autoSpaceDN/>
      <w:ind w:left="284" w:right="283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Reponse">
    <w:name w:val="Reponse"/>
    <w:basedOn w:val="Normal"/>
    <w:link w:val="ReponseCar"/>
    <w:rsid w:val="00C307FC"/>
    <w:pPr>
      <w:suppressAutoHyphens/>
      <w:autoSpaceDE/>
      <w:autoSpaceDN/>
      <w:ind w:left="567" w:right="567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Pdgtypedemarch">
    <w:name w:val="Pdg / type de marché"/>
    <w:basedOn w:val="Normal"/>
    <w:link w:val="PdgtypedemarchCar"/>
    <w:qFormat/>
    <w:rsid w:val="009C2BF7"/>
    <w:pPr>
      <w:shd w:val="clear" w:color="auto" w:fill="CCCCCC"/>
      <w:suppressAutoHyphens/>
      <w:autoSpaceDE/>
      <w:autoSpaceDN/>
      <w:spacing w:before="120" w:after="120"/>
      <w:ind w:right="6"/>
      <w:jc w:val="center"/>
    </w:pPr>
    <w:rPr>
      <w:rFonts w:ascii="Marianne" w:eastAsia="Arial Unicode MS" w:hAnsi="Marianne" w:cs="Times New Roman"/>
      <w:b/>
      <w:smallCaps/>
      <w:kern w:val="32"/>
      <w:sz w:val="32"/>
      <w:szCs w:val="24"/>
    </w:rPr>
  </w:style>
  <w:style w:type="paragraph" w:customStyle="1" w:styleId="PdgNomdudocument">
    <w:name w:val="Pdg / Nom du document"/>
    <w:basedOn w:val="Cadrerelief"/>
    <w:link w:val="PdgNomdudocumentCar"/>
    <w:rsid w:val="0094288E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jc w:val="center"/>
    </w:pPr>
    <w:rPr>
      <w:rFonts w:ascii="Marianne" w:hAnsi="Marianne"/>
      <w:b/>
      <w:caps/>
      <w:kern w:val="32"/>
      <w:sz w:val="32"/>
    </w:rPr>
  </w:style>
  <w:style w:type="character" w:customStyle="1" w:styleId="TrameCar">
    <w:name w:val="Trame Car"/>
    <w:basedOn w:val="Policepardfaut"/>
    <w:link w:val="Trame"/>
    <w:rsid w:val="00B84D99"/>
    <w:rPr>
      <w:rFonts w:ascii="Times New Roman" w:eastAsia="Arial Unicode MS" w:hAnsi="Times New Roman" w:cs="Times New Roman"/>
      <w:b/>
      <w:kern w:val="1"/>
      <w:sz w:val="40"/>
      <w:szCs w:val="24"/>
      <w:shd w:val="clear" w:color="auto" w:fill="CCCCCC"/>
    </w:rPr>
  </w:style>
  <w:style w:type="character" w:customStyle="1" w:styleId="PdgtypedemarchCar">
    <w:name w:val="Pdg / type de marché Car"/>
    <w:basedOn w:val="Policepardfaut"/>
    <w:link w:val="Pdgtypedemarch"/>
    <w:rsid w:val="009C2BF7"/>
    <w:rPr>
      <w:rFonts w:ascii="Marianne" w:eastAsia="Arial Unicode MS" w:hAnsi="Marianne" w:cs="Times New Roman"/>
      <w:b/>
      <w:smallCaps/>
      <w:kern w:val="32"/>
      <w:sz w:val="32"/>
      <w:szCs w:val="24"/>
      <w:shd w:val="clear" w:color="auto" w:fill="CCCCCC"/>
      <w:lang w:eastAsia="en-US"/>
    </w:rPr>
  </w:style>
  <w:style w:type="paragraph" w:customStyle="1" w:styleId="PdgVersion">
    <w:name w:val="Pdg / Version"/>
    <w:basedOn w:val="Normal"/>
    <w:link w:val="PdgVersionCar"/>
    <w:qFormat/>
    <w:rsid w:val="009C2BF7"/>
    <w:pPr>
      <w:spacing w:before="120" w:after="600"/>
      <w:jc w:val="center"/>
    </w:pPr>
    <w:rPr>
      <w:rFonts w:ascii="Marianne" w:hAnsi="Marianne"/>
      <w:b/>
    </w:rPr>
  </w:style>
  <w:style w:type="character" w:customStyle="1" w:styleId="CadrereliefCar">
    <w:name w:val="Cadre_relief Car"/>
    <w:basedOn w:val="Policepardfaut"/>
    <w:link w:val="Cadrerelief"/>
    <w:rsid w:val="00B84D99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PdgNomdudocumentCar">
    <w:name w:val="Pdg / Nom du document Car"/>
    <w:basedOn w:val="CadrereliefCar"/>
    <w:link w:val="PdgNomdudocument"/>
    <w:rsid w:val="0094288E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">
    <w:name w:val="Corps / italique"/>
    <w:basedOn w:val="Reponse"/>
    <w:link w:val="CorpsitaliqueCar"/>
    <w:qFormat/>
    <w:rsid w:val="00326A39"/>
    <w:pPr>
      <w:snapToGrid w:val="0"/>
      <w:spacing w:before="120" w:after="120"/>
      <w:ind w:left="0" w:right="57"/>
    </w:pPr>
    <w:rPr>
      <w:rFonts w:ascii="Marianne" w:hAnsi="Marianne"/>
      <w:i/>
      <w:color w:val="222222"/>
      <w:sz w:val="20"/>
      <w:shd w:val="clear" w:color="auto" w:fill="FFFFFF"/>
    </w:rPr>
  </w:style>
  <w:style w:type="character" w:customStyle="1" w:styleId="PdgVersionCar">
    <w:name w:val="Pdg / Version Car"/>
    <w:basedOn w:val="Policepardfaut"/>
    <w:link w:val="PdgVersion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PdgInvite">
    <w:name w:val="Pdg / Invite"/>
    <w:basedOn w:val="Normal"/>
    <w:link w:val="PdgInviteCar"/>
    <w:qFormat/>
    <w:rsid w:val="009C2BF7"/>
    <w:pPr>
      <w:snapToGrid w:val="0"/>
    </w:pPr>
    <w:rPr>
      <w:rFonts w:ascii="Marianne" w:hAnsi="Marianne"/>
      <w:b/>
      <w:bCs/>
      <w:iCs/>
      <w:color w:val="000000"/>
      <w:szCs w:val="28"/>
    </w:rPr>
  </w:style>
  <w:style w:type="character" w:customStyle="1" w:styleId="ReponseCar">
    <w:name w:val="Reponse Car"/>
    <w:basedOn w:val="Policepardfaut"/>
    <w:link w:val="Reponse"/>
    <w:rsid w:val="0065292C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CorpsitaliqueCar">
    <w:name w:val="Corps / italique Car"/>
    <w:basedOn w:val="ReponseCar"/>
    <w:link w:val="Corpsitalique"/>
    <w:rsid w:val="00326A39"/>
    <w:rPr>
      <w:rFonts w:ascii="Marianne" w:eastAsia="Arial Unicode MS" w:hAnsi="Marianne" w:cs="Times New Roman"/>
      <w:i/>
      <w:color w:val="222222"/>
      <w:kern w:val="1"/>
      <w:sz w:val="24"/>
      <w:szCs w:val="24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265E0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PdgInviteCar">
    <w:name w:val="Pdg / Invite Car"/>
    <w:basedOn w:val="Policepardfaut"/>
    <w:link w:val="PdgInvite"/>
    <w:rsid w:val="009C2BF7"/>
    <w:rPr>
      <w:rFonts w:ascii="Marianne" w:hAnsi="Marianne"/>
      <w:b/>
      <w:bCs/>
      <w:iCs/>
      <w:color w:val="000000"/>
      <w:sz w:val="22"/>
      <w:szCs w:val="28"/>
      <w:lang w:eastAsia="en-US"/>
    </w:rPr>
  </w:style>
  <w:style w:type="paragraph" w:styleId="TM1">
    <w:name w:val="toc 1"/>
    <w:next w:val="TM2"/>
    <w:autoRedefine/>
    <w:uiPriority w:val="39"/>
    <w:unhideWhenUsed/>
    <w:rsid w:val="00243867"/>
    <w:pPr>
      <w:tabs>
        <w:tab w:val="right" w:leader="dot" w:pos="9972"/>
      </w:tabs>
      <w:spacing w:after="100"/>
      <w:ind w:left="567"/>
    </w:pPr>
    <w:rPr>
      <w:rFonts w:ascii="Marianne" w:hAnsi="Marianne"/>
      <w:caps/>
      <w:noProof/>
      <w:sz w:val="18"/>
      <w:szCs w:val="22"/>
      <w:lang w:eastAsia="en-US"/>
    </w:rPr>
  </w:style>
  <w:style w:type="paragraph" w:styleId="TM2">
    <w:name w:val="toc 2"/>
    <w:next w:val="TM3"/>
    <w:autoRedefine/>
    <w:uiPriority w:val="39"/>
    <w:unhideWhenUsed/>
    <w:rsid w:val="00A7190B"/>
    <w:pPr>
      <w:spacing w:after="100"/>
      <w:ind w:left="794"/>
    </w:pPr>
    <w:rPr>
      <w:rFonts w:ascii="Marianne" w:hAnsi="Marianne"/>
      <w:sz w:val="18"/>
      <w:szCs w:val="22"/>
      <w:lang w:eastAsia="en-US"/>
    </w:rPr>
  </w:style>
  <w:style w:type="paragraph" w:styleId="TM3">
    <w:name w:val="toc 3"/>
    <w:next w:val="Normal"/>
    <w:autoRedefine/>
    <w:uiPriority w:val="39"/>
    <w:unhideWhenUsed/>
    <w:rsid w:val="00A7190B"/>
    <w:pPr>
      <w:spacing w:after="100"/>
      <w:ind w:left="1021"/>
    </w:pPr>
    <w:rPr>
      <w:rFonts w:ascii="Marianne" w:hAnsi="Marianne"/>
      <w:sz w:val="18"/>
      <w:szCs w:val="22"/>
      <w:lang w:eastAsia="en-US"/>
    </w:rPr>
  </w:style>
  <w:style w:type="paragraph" w:customStyle="1" w:styleId="Piednormal">
    <w:name w:val="Pied / normal"/>
    <w:basedOn w:val="Normal"/>
    <w:link w:val="PiednormalCar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</w:pPr>
    <w:rPr>
      <w:rFonts w:ascii="Marianne" w:hAnsi="Marianne" w:cs="Times New Roman"/>
      <w:sz w:val="16"/>
      <w:szCs w:val="16"/>
    </w:rPr>
  </w:style>
  <w:style w:type="paragraph" w:customStyle="1" w:styleId="Piedgras">
    <w:name w:val="Pied / gras"/>
    <w:basedOn w:val="Texte-Ml"/>
    <w:link w:val="PiedgrasCar"/>
    <w:rsid w:val="00921487"/>
    <w:pPr>
      <w:framePr w:wrap="notBeside" w:x="916" w:y="15211" w:anchorLock="0"/>
      <w:spacing w:after="0"/>
    </w:pPr>
    <w:rPr>
      <w:rFonts w:ascii="Marianne" w:hAnsi="Marianne"/>
      <w:b/>
      <w:szCs w:val="16"/>
    </w:rPr>
  </w:style>
  <w:style w:type="character" w:customStyle="1" w:styleId="Texte-Adresseligne1Car">
    <w:name w:val="Texte - Adresse ligne 1 Car"/>
    <w:basedOn w:val="CorpsdetexteCar"/>
    <w:link w:val="Texte-Adresseligne1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Texte-MlCar">
    <w:name w:val="Texte - Mél. Car"/>
    <w:basedOn w:val="Texte-Adresseligne1Car"/>
    <w:link w:val="Texte-Ml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PiednormalCar">
    <w:name w:val="Pied / normal Car"/>
    <w:basedOn w:val="Policepardfaut"/>
    <w:link w:val="Piednormal"/>
    <w:rsid w:val="009C2BF7"/>
    <w:rPr>
      <w:rFonts w:ascii="Marianne" w:hAnsi="Marianne" w:cs="Times New Roman"/>
      <w:sz w:val="16"/>
      <w:szCs w:val="16"/>
      <w:lang w:eastAsia="en-US"/>
    </w:rPr>
  </w:style>
  <w:style w:type="character" w:customStyle="1" w:styleId="PiedgrasCar">
    <w:name w:val="Pied / gras Car"/>
    <w:basedOn w:val="Texte-MlCar"/>
    <w:link w:val="Piedgras"/>
    <w:rsid w:val="00921487"/>
    <w:rPr>
      <w:rFonts w:ascii="Marianne" w:hAnsi="Marianne" w:cs="Times New Roman"/>
      <w:b/>
      <w:sz w:val="16"/>
      <w:szCs w:val="16"/>
      <w:lang w:eastAsia="en-US"/>
    </w:rPr>
  </w:style>
  <w:style w:type="paragraph" w:customStyle="1" w:styleId="Titren4">
    <w:name w:val="Titre n4"/>
    <w:basedOn w:val="Corpsdetexte"/>
    <w:link w:val="Titren4Car"/>
    <w:qFormat/>
    <w:rsid w:val="008314DF"/>
    <w:pPr>
      <w:numPr>
        <w:ilvl w:val="3"/>
        <w:numId w:val="10"/>
      </w:numPr>
      <w:spacing w:before="240" w:after="120"/>
    </w:pPr>
    <w:rPr>
      <w:b/>
    </w:rPr>
  </w:style>
  <w:style w:type="character" w:customStyle="1" w:styleId="Titren4Car">
    <w:name w:val="Titre n4 Car"/>
    <w:basedOn w:val="CorpsdetexteCar"/>
    <w:link w:val="Titren4"/>
    <w:rsid w:val="009C2BF7"/>
    <w:rPr>
      <w:rFonts w:ascii="Marianne" w:hAnsi="Marianne"/>
      <w:b/>
      <w:szCs w:val="22"/>
      <w:lang w:eastAsia="en-US"/>
    </w:rPr>
  </w:style>
  <w:style w:type="character" w:customStyle="1" w:styleId="En-tteRectoratCar">
    <w:name w:val="En-tête / Rectorat Car"/>
    <w:link w:val="En-tteRectorat"/>
    <w:locked/>
    <w:rsid w:val="009C2BF7"/>
    <w:rPr>
      <w:rFonts w:ascii="Marianne" w:hAnsi="Marianne"/>
      <w:b/>
      <w:bCs/>
      <w:szCs w:val="24"/>
      <w:lang w:eastAsia="en-US"/>
    </w:rPr>
  </w:style>
  <w:style w:type="paragraph" w:customStyle="1" w:styleId="En-tteRectorat">
    <w:name w:val="En-tête / Rectorat"/>
    <w:basedOn w:val="En-tte"/>
    <w:next w:val="Corpsdetexte"/>
    <w:link w:val="En-tteRectoratCar"/>
    <w:qFormat/>
    <w:rsid w:val="009C2BF7"/>
    <w:pPr>
      <w:tabs>
        <w:tab w:val="clear" w:pos="4513"/>
      </w:tabs>
      <w:spacing w:before="720"/>
      <w:jc w:val="right"/>
    </w:pPr>
    <w:rPr>
      <w:rFonts w:ascii="Marianne" w:hAnsi="Marianne"/>
      <w:b/>
      <w:bCs/>
      <w:sz w:val="20"/>
      <w:szCs w:val="24"/>
    </w:rPr>
  </w:style>
  <w:style w:type="character" w:customStyle="1" w:styleId="En-tteServiceCar">
    <w:name w:val="En-tête / Service Car"/>
    <w:basedOn w:val="En-tteRectoratCar"/>
    <w:link w:val="En-tteService"/>
    <w:locked/>
    <w:rsid w:val="009C2BF7"/>
    <w:rPr>
      <w:rFonts w:ascii="Marianne" w:hAnsi="Marianne"/>
      <w:b w:val="0"/>
      <w:bCs/>
      <w:szCs w:val="24"/>
      <w:lang w:eastAsia="en-US"/>
    </w:rPr>
  </w:style>
  <w:style w:type="paragraph" w:customStyle="1" w:styleId="En-tteService">
    <w:name w:val="En-tête / Service"/>
    <w:basedOn w:val="En-tteRectorat"/>
    <w:link w:val="En-tteServiceCar"/>
    <w:qFormat/>
    <w:rsid w:val="009C2BF7"/>
    <w:pPr>
      <w:spacing w:before="0" w:after="840"/>
    </w:pPr>
    <w:rPr>
      <w:b w:val="0"/>
    </w:rPr>
  </w:style>
  <w:style w:type="character" w:styleId="Marquedecommentaire">
    <w:name w:val="annotation reference"/>
    <w:basedOn w:val="Policepardfaut"/>
    <w:uiPriority w:val="99"/>
    <w:semiHidden/>
    <w:unhideWhenUsed/>
    <w:rsid w:val="00BF438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F438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F4381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F438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F4381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F438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4381"/>
    <w:rPr>
      <w:rFonts w:ascii="Segoe UI" w:hAnsi="Segoe UI" w:cs="Segoe UI"/>
      <w:sz w:val="18"/>
      <w:szCs w:val="18"/>
      <w:lang w:eastAsia="en-US"/>
    </w:rPr>
  </w:style>
  <w:style w:type="paragraph" w:customStyle="1" w:styleId="Titren5">
    <w:name w:val="Titre n5"/>
    <w:basedOn w:val="Titren4"/>
    <w:link w:val="Titren5Car"/>
    <w:qFormat/>
    <w:rsid w:val="0095212F"/>
    <w:pPr>
      <w:numPr>
        <w:ilvl w:val="4"/>
      </w:numPr>
    </w:pPr>
    <w:rPr>
      <w:u w:val="single"/>
    </w:rPr>
  </w:style>
  <w:style w:type="character" w:customStyle="1" w:styleId="Titren5Car">
    <w:name w:val="Titre n5 Car"/>
    <w:basedOn w:val="Titren4Car"/>
    <w:link w:val="Titren5"/>
    <w:rsid w:val="009C2BF7"/>
    <w:rPr>
      <w:rFonts w:ascii="Marianne" w:hAnsi="Marianne"/>
      <w:b/>
      <w:szCs w:val="22"/>
      <w:u w:val="single"/>
      <w:lang w:eastAsia="en-US"/>
    </w:rPr>
  </w:style>
  <w:style w:type="paragraph" w:customStyle="1" w:styleId="Tableaucentr">
    <w:name w:val="Tableau / centré"/>
    <w:basedOn w:val="Corpsdetexte"/>
    <w:link w:val="TableaucentrCar"/>
    <w:rsid w:val="00EB66F8"/>
    <w:pPr>
      <w:spacing w:after="0"/>
      <w:jc w:val="center"/>
    </w:pPr>
    <w:rPr>
      <w:sz w:val="18"/>
      <w:szCs w:val="18"/>
    </w:rPr>
  </w:style>
  <w:style w:type="character" w:customStyle="1" w:styleId="TableaucentrCar">
    <w:name w:val="Tableau / centré Car"/>
    <w:basedOn w:val="CorpsdetexteCar"/>
    <w:link w:val="Tableaucentr"/>
    <w:rsid w:val="00EB66F8"/>
    <w:rPr>
      <w:rFonts w:ascii="Marianne" w:hAnsi="Marianne"/>
      <w:sz w:val="18"/>
      <w:szCs w:val="18"/>
      <w:lang w:eastAsia="en-US"/>
    </w:rPr>
  </w:style>
  <w:style w:type="character" w:customStyle="1" w:styleId="PdgRefmarchCar">
    <w:name w:val="Pdg / Ref marché Car"/>
    <w:basedOn w:val="Policepardfaut"/>
    <w:link w:val="PdgRefmarch"/>
    <w:locked/>
    <w:rsid w:val="005122E4"/>
    <w:rPr>
      <w:rFonts w:ascii="Marianne" w:hAnsi="Marianne"/>
      <w:b/>
      <w:caps/>
      <w:sz w:val="18"/>
      <w:szCs w:val="22"/>
      <w:lang w:eastAsia="en-US"/>
    </w:rPr>
  </w:style>
  <w:style w:type="paragraph" w:customStyle="1" w:styleId="PdgRefmarch">
    <w:name w:val="Pdg / Ref marché"/>
    <w:basedOn w:val="Corpsdetexte"/>
    <w:link w:val="PdgRefmarchCar"/>
    <w:rsid w:val="005122E4"/>
    <w:pPr>
      <w:spacing w:after="0"/>
      <w:jc w:val="center"/>
    </w:pPr>
    <w:rPr>
      <w:b/>
      <w:caps/>
      <w:sz w:val="18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46144A"/>
    <w:rPr>
      <w:color w:val="605E5C"/>
      <w:shd w:val="clear" w:color="auto" w:fill="E1DFDD"/>
    </w:rPr>
  </w:style>
  <w:style w:type="paragraph" w:customStyle="1" w:styleId="CorpsListecocher">
    <w:name w:val="Corps / Liste à cocher"/>
    <w:basedOn w:val="CorpsListe"/>
    <w:link w:val="CorpsListecocherCar"/>
    <w:qFormat/>
    <w:rsid w:val="009C2BF7"/>
    <w:pPr>
      <w:numPr>
        <w:numId w:val="7"/>
      </w:numPr>
    </w:pPr>
  </w:style>
  <w:style w:type="character" w:customStyle="1" w:styleId="CorpsListecocherCar">
    <w:name w:val="Corps / Liste à cocher Car"/>
    <w:basedOn w:val="CorpsListeCar"/>
    <w:link w:val="CorpsListecocher"/>
    <w:rsid w:val="009C2BF7"/>
    <w:rPr>
      <w:rFonts w:ascii="Marianne" w:hAnsi="Marianne"/>
      <w:szCs w:val="22"/>
      <w:lang w:eastAsia="en-US"/>
    </w:rPr>
  </w:style>
  <w:style w:type="paragraph" w:customStyle="1" w:styleId="PdgObjetdumarch0">
    <w:name w:val="Pdg / Objet du marché"/>
    <w:next w:val="Corpsdetexte"/>
    <w:link w:val="PdgObjetdumarchCar0"/>
    <w:qFormat/>
    <w:rsid w:val="009C2BF7"/>
    <w:pPr>
      <w:spacing w:before="12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ObjetdumarchCar0">
    <w:name w:val="Pdg / Objet du marché Car"/>
    <w:link w:val="PdgObjetdumarch0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urrierDate">
    <w:name w:val="Courrier / Date"/>
    <w:basedOn w:val="Corpsdetexte"/>
    <w:next w:val="Corpsdetexte"/>
    <w:link w:val="CourrierDateCar"/>
    <w:qFormat/>
    <w:rsid w:val="009C2BF7"/>
    <w:pPr>
      <w:spacing w:before="139" w:after="0"/>
      <w:jc w:val="right"/>
    </w:pPr>
    <w:rPr>
      <w:rFonts w:eastAsia="Marianne"/>
      <w:color w:val="231F20"/>
      <w:sz w:val="18"/>
    </w:rPr>
  </w:style>
  <w:style w:type="character" w:customStyle="1" w:styleId="CourrierDateCar">
    <w:name w:val="Courrier / Date Car"/>
    <w:basedOn w:val="Policepardfaut"/>
    <w:link w:val="CourrierDate"/>
    <w:rsid w:val="009C2BF7"/>
    <w:rPr>
      <w:rFonts w:ascii="Marianne" w:eastAsia="Marianne" w:hAnsi="Marianne"/>
      <w:color w:val="231F20"/>
      <w:sz w:val="18"/>
      <w:szCs w:val="22"/>
      <w:lang w:eastAsia="en-US"/>
    </w:rPr>
  </w:style>
  <w:style w:type="paragraph" w:customStyle="1" w:styleId="CourrierCoordonnes">
    <w:name w:val="Courrier / Coordonnées"/>
    <w:basedOn w:val="Corpsdetexte"/>
    <w:qFormat/>
    <w:rsid w:val="009C2BF7"/>
    <w:pPr>
      <w:framePr w:w="9979" w:h="964" w:wrap="notBeside" w:vAnchor="page" w:hAnchor="page" w:xAlign="center" w:yAlign="bottom" w:anchorLock="1"/>
      <w:widowControl/>
      <w:autoSpaceDE/>
      <w:autoSpaceDN/>
      <w:spacing w:after="0" w:line="192" w:lineRule="atLeast"/>
      <w:jc w:val="left"/>
    </w:pPr>
    <w:rPr>
      <w:rFonts w:eastAsia="Marianne" w:cs="Times New Roman"/>
      <w:sz w:val="16"/>
      <w:szCs w:val="20"/>
    </w:rPr>
  </w:style>
  <w:style w:type="paragraph" w:customStyle="1" w:styleId="SignatureDroite">
    <w:name w:val="Signature / Droite"/>
    <w:basedOn w:val="Corpsdetexte"/>
    <w:link w:val="SignatureDroiteCar"/>
    <w:qFormat/>
    <w:rsid w:val="009C2BF7"/>
    <w:pPr>
      <w:spacing w:before="480" w:after="480"/>
      <w:ind w:left="4536" w:right="-2"/>
      <w:jc w:val="center"/>
    </w:pPr>
  </w:style>
  <w:style w:type="character" w:customStyle="1" w:styleId="SignatureDroiteCar">
    <w:name w:val="Signature / Droite Car"/>
    <w:basedOn w:val="CorpsdetexteCar"/>
    <w:link w:val="SignatureDroite"/>
    <w:rsid w:val="009C2BF7"/>
    <w:rPr>
      <w:rFonts w:ascii="Marianne" w:hAnsi="Marianne"/>
      <w:szCs w:val="22"/>
      <w:lang w:eastAsia="en-US"/>
    </w:rPr>
  </w:style>
  <w:style w:type="paragraph" w:customStyle="1" w:styleId="PiedGras0">
    <w:name w:val="Pied / Gras"/>
    <w:basedOn w:val="Normal"/>
    <w:link w:val="PiedGrasCar0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  <w:jc w:val="both"/>
    </w:pPr>
    <w:rPr>
      <w:rFonts w:ascii="Marianne" w:hAnsi="Marianne"/>
      <w:b/>
      <w:sz w:val="16"/>
      <w:szCs w:val="16"/>
    </w:rPr>
  </w:style>
  <w:style w:type="character" w:customStyle="1" w:styleId="PiedGrasCar0">
    <w:name w:val="Pied / Gras Car"/>
    <w:basedOn w:val="Policepardfaut"/>
    <w:link w:val="PiedGras0"/>
    <w:locked/>
    <w:rsid w:val="009C2BF7"/>
    <w:rPr>
      <w:rFonts w:ascii="Marianne" w:hAnsi="Marianne"/>
      <w:b/>
      <w:sz w:val="16"/>
      <w:szCs w:val="16"/>
      <w:lang w:eastAsia="en-US"/>
    </w:rPr>
  </w:style>
  <w:style w:type="paragraph" w:customStyle="1" w:styleId="Titren1surlign">
    <w:name w:val="Titre n1 / surligné"/>
    <w:basedOn w:val="Titre1"/>
    <w:next w:val="Corpsdetexte"/>
    <w:link w:val="Titren1surlignCar"/>
    <w:qFormat/>
    <w:rsid w:val="008314DF"/>
    <w:pPr>
      <w:widowControl/>
      <w:numPr>
        <w:numId w:val="10"/>
      </w:numPr>
      <w:shd w:val="clear" w:color="auto" w:fill="BFBFBF" w:themeFill="background1" w:themeFillShade="BF"/>
      <w:autoSpaceDE/>
      <w:autoSpaceDN/>
      <w:spacing w:before="480" w:after="120"/>
      <w:jc w:val="left"/>
    </w:pPr>
    <w:rPr>
      <w:rFonts w:ascii="Marianne" w:hAnsi="Marianne"/>
      <w:bCs w:val="0"/>
      <w:smallCaps/>
      <w:sz w:val="28"/>
    </w:rPr>
  </w:style>
  <w:style w:type="character" w:customStyle="1" w:styleId="Titren1surlignCar">
    <w:name w:val="Titre n1 / surligné Car"/>
    <w:link w:val="Titren1surlign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PdgInfos0">
    <w:name w:val="Pdg / Infos"/>
    <w:basedOn w:val="PdgOpration"/>
    <w:link w:val="PdgInfosCar0"/>
    <w:qFormat/>
    <w:rsid w:val="009C2BF7"/>
    <w:pPr>
      <w:spacing w:after="360"/>
      <w:ind w:left="590"/>
    </w:pPr>
    <w:rPr>
      <w:b w:val="0"/>
      <w:sz w:val="22"/>
    </w:rPr>
  </w:style>
  <w:style w:type="character" w:customStyle="1" w:styleId="PdgInfosCar0">
    <w:name w:val="Pdg / Infos Car"/>
    <w:link w:val="PdgInfos0"/>
    <w:rsid w:val="009C2BF7"/>
    <w:rPr>
      <w:rFonts w:ascii="Marianne" w:hAnsi="Marianne"/>
      <w:bCs/>
      <w:sz w:val="22"/>
      <w:szCs w:val="16"/>
      <w:lang w:eastAsia="en-US"/>
    </w:rPr>
  </w:style>
  <w:style w:type="paragraph" w:customStyle="1" w:styleId="PdgTitreencadr">
    <w:name w:val="Pdg / Titre encadré"/>
    <w:basedOn w:val="Normal"/>
    <w:link w:val="PdgTitreencadrCar"/>
    <w:qFormat/>
    <w:rsid w:val="009C2BF7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suppressAutoHyphens/>
      <w:autoSpaceDE/>
      <w:autoSpaceDN/>
      <w:ind w:left="284" w:right="283"/>
      <w:jc w:val="center"/>
    </w:pPr>
    <w:rPr>
      <w:rFonts w:ascii="Marianne" w:eastAsia="Arial Unicode MS" w:hAnsi="Marianne" w:cs="Times New Roman"/>
      <w:b/>
      <w:caps/>
      <w:kern w:val="32"/>
      <w:sz w:val="32"/>
      <w:szCs w:val="24"/>
    </w:rPr>
  </w:style>
  <w:style w:type="character" w:customStyle="1" w:styleId="PdgTitreencadrCar">
    <w:name w:val="Pdg / Titre encadré Car"/>
    <w:basedOn w:val="Policepardfaut"/>
    <w:link w:val="PdgTitreencadr"/>
    <w:rsid w:val="009C2BF7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0">
    <w:name w:val="Corps / Italique"/>
    <w:basedOn w:val="Normal"/>
    <w:link w:val="CorpsItaliqueCar0"/>
    <w:qFormat/>
    <w:rsid w:val="009C2BF7"/>
    <w:pPr>
      <w:suppressAutoHyphens/>
      <w:autoSpaceDE/>
      <w:autoSpaceDN/>
      <w:snapToGrid w:val="0"/>
      <w:spacing w:before="120" w:after="120"/>
      <w:ind w:right="57"/>
      <w:jc w:val="both"/>
    </w:pPr>
    <w:rPr>
      <w:rFonts w:ascii="Marianne" w:eastAsia="Arial Unicode MS" w:hAnsi="Marianne" w:cs="Times New Roman"/>
      <w:i/>
      <w:color w:val="222222"/>
      <w:kern w:val="1"/>
      <w:sz w:val="20"/>
      <w:szCs w:val="24"/>
      <w:shd w:val="clear" w:color="auto" w:fill="FFFFFF"/>
    </w:rPr>
  </w:style>
  <w:style w:type="character" w:customStyle="1" w:styleId="CorpsItaliqueCar0">
    <w:name w:val="Corps / Italique Car"/>
    <w:basedOn w:val="Policepardfaut"/>
    <w:link w:val="CorpsItalique0"/>
    <w:rsid w:val="009C2BF7"/>
    <w:rPr>
      <w:rFonts w:ascii="Marianne" w:eastAsia="Arial Unicode MS" w:hAnsi="Marianne" w:cs="Times New Roman"/>
      <w:i/>
      <w:color w:val="222222"/>
      <w:kern w:val="1"/>
      <w:szCs w:val="24"/>
      <w:lang w:eastAsia="en-US"/>
    </w:rPr>
  </w:style>
  <w:style w:type="paragraph" w:customStyle="1" w:styleId="TableauCentr0">
    <w:name w:val="Tableau / Centré"/>
    <w:basedOn w:val="Corpsdetexte"/>
    <w:link w:val="TableauCentrCar0"/>
    <w:qFormat/>
    <w:rsid w:val="009C2BF7"/>
    <w:pPr>
      <w:spacing w:before="60" w:after="60"/>
      <w:jc w:val="center"/>
    </w:pPr>
    <w:rPr>
      <w:szCs w:val="18"/>
    </w:rPr>
  </w:style>
  <w:style w:type="character" w:customStyle="1" w:styleId="TableauCentrCar0">
    <w:name w:val="Tableau / Centré Car"/>
    <w:basedOn w:val="CorpsdetexteCar"/>
    <w:link w:val="TableauCentr0"/>
    <w:rsid w:val="009C2BF7"/>
    <w:rPr>
      <w:rFonts w:ascii="Marianne" w:hAnsi="Marianne"/>
      <w:szCs w:val="18"/>
      <w:lang w:eastAsia="en-US"/>
    </w:rPr>
  </w:style>
  <w:style w:type="paragraph" w:customStyle="1" w:styleId="PdgRfrencedumarch">
    <w:name w:val="Pdg / Référence du marché"/>
    <w:basedOn w:val="Corpsdetexte"/>
    <w:link w:val="PdgRfrencedumarchCar"/>
    <w:qFormat/>
    <w:rsid w:val="009C2BF7"/>
    <w:pPr>
      <w:spacing w:after="0"/>
      <w:jc w:val="center"/>
    </w:pPr>
    <w:rPr>
      <w:b/>
      <w:caps/>
      <w:sz w:val="18"/>
    </w:rPr>
  </w:style>
  <w:style w:type="character" w:customStyle="1" w:styleId="PdgRfrencedumarchCar">
    <w:name w:val="Pdg / Référence du marché Car"/>
    <w:basedOn w:val="Policepardfaut"/>
    <w:link w:val="PdgRfrencedumarch"/>
    <w:locked/>
    <w:rsid w:val="009C2BF7"/>
    <w:rPr>
      <w:rFonts w:ascii="Marianne" w:hAnsi="Marianne"/>
      <w:b/>
      <w:caps/>
      <w:sz w:val="18"/>
      <w:szCs w:val="22"/>
      <w:lang w:eastAsia="en-US"/>
    </w:rPr>
  </w:style>
  <w:style w:type="paragraph" w:customStyle="1" w:styleId="TableauDroite">
    <w:name w:val="Tableau / Droite"/>
    <w:basedOn w:val="Corpsdetexte"/>
    <w:link w:val="TableauDroiteCar"/>
    <w:qFormat/>
    <w:rsid w:val="009C2BF7"/>
    <w:pPr>
      <w:spacing w:before="60" w:after="60"/>
      <w:jc w:val="left"/>
    </w:pPr>
  </w:style>
  <w:style w:type="character" w:customStyle="1" w:styleId="TableauDroiteCar">
    <w:name w:val="Tableau / Droite Car"/>
    <w:basedOn w:val="CorpsdetexteCar"/>
    <w:link w:val="TableauDroite"/>
    <w:rsid w:val="009C2BF7"/>
    <w:rPr>
      <w:rFonts w:ascii="Marianne" w:hAnsi="Marianne"/>
      <w:szCs w:val="22"/>
      <w:lang w:eastAsia="en-US"/>
    </w:rPr>
  </w:style>
  <w:style w:type="paragraph" w:customStyle="1" w:styleId="PdGTitre">
    <w:name w:val="PdG / Titre"/>
    <w:next w:val="Corpsdetexte"/>
    <w:link w:val="PdGTitreCar"/>
    <w:qFormat/>
    <w:rsid w:val="009C2BF7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TitreCar">
    <w:name w:val="PdG / Titre Car"/>
    <w:link w:val="PdGTitre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rpsListelettres">
    <w:name w:val="Corps / Liste à lettres"/>
    <w:basedOn w:val="CorpsListe"/>
    <w:link w:val="CorpsListelettresCar"/>
    <w:qFormat/>
    <w:rsid w:val="009C2BF7"/>
    <w:pPr>
      <w:numPr>
        <w:numId w:val="8"/>
      </w:numPr>
    </w:pPr>
  </w:style>
  <w:style w:type="character" w:customStyle="1" w:styleId="CorpsListelettresCar">
    <w:name w:val="Corps / Liste à lettres Car"/>
    <w:basedOn w:val="CorpsListeCar"/>
    <w:link w:val="CorpsListelettres"/>
    <w:rsid w:val="009C2BF7"/>
    <w:rPr>
      <w:rFonts w:ascii="Marianne" w:hAnsi="Marianne"/>
      <w:szCs w:val="22"/>
      <w:lang w:eastAsia="en-US"/>
    </w:rPr>
  </w:style>
  <w:style w:type="paragraph" w:customStyle="1" w:styleId="CorpsGras">
    <w:name w:val="Corps / Gras"/>
    <w:basedOn w:val="Corpsdetexte"/>
    <w:link w:val="CorpsGrasCar"/>
    <w:qFormat/>
    <w:rsid w:val="009C2BF7"/>
    <w:rPr>
      <w:b/>
    </w:rPr>
  </w:style>
  <w:style w:type="character" w:customStyle="1" w:styleId="CorpsGrasCar">
    <w:name w:val="Corps / Gras Car"/>
    <w:basedOn w:val="CorpsdetexteCar"/>
    <w:link w:val="CorpsGras"/>
    <w:rsid w:val="009C2BF7"/>
    <w:rPr>
      <w:rFonts w:ascii="Marianne" w:hAnsi="Marianne"/>
      <w:b/>
      <w:szCs w:val="22"/>
      <w:lang w:eastAsia="en-US"/>
    </w:rPr>
  </w:style>
  <w:style w:type="paragraph" w:customStyle="1" w:styleId="Tableaudroite0">
    <w:name w:val="Tableau / droite"/>
    <w:basedOn w:val="TableauDroite"/>
    <w:link w:val="TableaudroiteCar0"/>
    <w:qFormat/>
    <w:rsid w:val="009C2BF7"/>
    <w:pPr>
      <w:jc w:val="right"/>
    </w:pPr>
  </w:style>
  <w:style w:type="character" w:customStyle="1" w:styleId="TableaudroiteCar0">
    <w:name w:val="Tableau / droite Car"/>
    <w:basedOn w:val="TableauDroiteCar"/>
    <w:link w:val="Tableaudroite0"/>
    <w:rsid w:val="009C2BF7"/>
    <w:rPr>
      <w:rFonts w:ascii="Marianne" w:hAnsi="Marianne"/>
      <w:szCs w:val="22"/>
      <w:lang w:eastAsia="en-US"/>
    </w:rPr>
  </w:style>
  <w:style w:type="paragraph" w:customStyle="1" w:styleId="CourrierObjet-PJ">
    <w:name w:val="Courrier / Objet - PJ"/>
    <w:basedOn w:val="Corpsdetexte"/>
    <w:next w:val="Corpsdetexte"/>
    <w:link w:val="CourrierObjet-PJCar"/>
    <w:qFormat/>
    <w:rsid w:val="009C2BF7"/>
    <w:pPr>
      <w:spacing w:before="480"/>
    </w:pPr>
    <w:rPr>
      <w:b/>
      <w:sz w:val="22"/>
    </w:rPr>
  </w:style>
  <w:style w:type="character" w:customStyle="1" w:styleId="CourrierObjet-PJCar">
    <w:name w:val="Courrier / Objet - PJ Car"/>
    <w:basedOn w:val="Policepardfaut"/>
    <w:link w:val="CourrierObjet-PJ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SignatureGauche">
    <w:name w:val="Signature / Gauche"/>
    <w:basedOn w:val="SignatureDroite"/>
    <w:link w:val="SignatureGaucheCar"/>
    <w:qFormat/>
    <w:rsid w:val="009C2BF7"/>
    <w:pPr>
      <w:ind w:left="0" w:right="5101"/>
    </w:pPr>
  </w:style>
  <w:style w:type="character" w:customStyle="1" w:styleId="SignatureGaucheCar">
    <w:name w:val="Signature / Gauche Car"/>
    <w:basedOn w:val="SignatureDroiteCar"/>
    <w:link w:val="SignatureGauche"/>
    <w:rsid w:val="009C2BF7"/>
    <w:rPr>
      <w:rFonts w:ascii="Marianne" w:hAnsi="Marianne"/>
      <w:szCs w:val="22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9C2BF7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9C2B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Lgende">
    <w:name w:val="caption"/>
    <w:basedOn w:val="Normal"/>
    <w:uiPriority w:val="35"/>
    <w:semiHidden/>
    <w:unhideWhenUsed/>
    <w:qFormat/>
    <w:rsid w:val="009C2BF7"/>
    <w:pPr>
      <w:spacing w:after="200"/>
    </w:pPr>
    <w:rPr>
      <w:i/>
      <w:iCs/>
      <w:color w:val="7F7F7F" w:themeColor="text1" w:themeTint="80"/>
      <w:sz w:val="18"/>
      <w:szCs w:val="18"/>
    </w:rPr>
  </w:style>
  <w:style w:type="numbering" w:customStyle="1" w:styleId="Liste-titres-contrat">
    <w:name w:val="Liste-titres-contrat"/>
    <w:uiPriority w:val="99"/>
    <w:rsid w:val="008314DF"/>
    <w:pPr>
      <w:numPr>
        <w:numId w:val="3"/>
      </w:numPr>
    </w:pPr>
  </w:style>
  <w:style w:type="numbering" w:customStyle="1" w:styleId="Liste-titres-standard">
    <w:name w:val="Liste-titres-standard"/>
    <w:uiPriority w:val="99"/>
    <w:rsid w:val="00821F1C"/>
    <w:pPr>
      <w:numPr>
        <w:numId w:val="4"/>
      </w:numPr>
    </w:pPr>
  </w:style>
  <w:style w:type="numbering" w:customStyle="1" w:styleId="Liste-a-puces">
    <w:name w:val="Liste-a-puces"/>
    <w:uiPriority w:val="99"/>
    <w:rsid w:val="009D5A8D"/>
    <w:pPr>
      <w:numPr>
        <w:numId w:val="5"/>
      </w:numPr>
    </w:pPr>
  </w:style>
  <w:style w:type="numbering" w:customStyle="1" w:styleId="Liste-a-cocher">
    <w:name w:val="Liste-a-cocher"/>
    <w:uiPriority w:val="99"/>
    <w:rsid w:val="00D60FCE"/>
    <w:pPr>
      <w:numPr>
        <w:numId w:val="6"/>
      </w:numPr>
    </w:pPr>
  </w:style>
  <w:style w:type="numbering" w:customStyle="1" w:styleId="Style1">
    <w:name w:val="Style1"/>
    <w:uiPriority w:val="99"/>
    <w:rsid w:val="000738E7"/>
    <w:pPr>
      <w:numPr>
        <w:numId w:val="8"/>
      </w:numPr>
    </w:pPr>
  </w:style>
  <w:style w:type="paragraph" w:customStyle="1" w:styleId="Paragraphe">
    <w:name w:val="Paragraphe"/>
    <w:basedOn w:val="Normal"/>
    <w:rsid w:val="00526B93"/>
    <w:pPr>
      <w:suppressAutoHyphens/>
      <w:autoSpaceDE/>
      <w:autoSpaceDN/>
      <w:spacing w:before="120"/>
      <w:jc w:val="both"/>
    </w:pPr>
    <w:rPr>
      <w:rFonts w:ascii="Times New Roman" w:eastAsia="Arial Unicode MS" w:hAnsi="Times New Roman" w:cs="Tahoma"/>
      <w:kern w:val="2"/>
      <w:sz w:val="24"/>
      <w:szCs w:val="24"/>
    </w:rPr>
  </w:style>
  <w:style w:type="paragraph" w:styleId="Notedebasdepage">
    <w:name w:val="footnote text"/>
    <w:basedOn w:val="Normal"/>
    <w:link w:val="NotedebasdepageCar"/>
    <w:rsid w:val="00526B93"/>
    <w:pPr>
      <w:suppressAutoHyphens/>
      <w:autoSpaceDE/>
      <w:autoSpaceDN/>
      <w:jc w:val="both"/>
    </w:pPr>
    <w:rPr>
      <w:rFonts w:ascii="Times New Roman" w:eastAsia="Times New Roman" w:hAnsi="Times New Roman" w:cs="Times New Roman"/>
      <w:color w:val="000000"/>
      <w:sz w:val="18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526B93"/>
    <w:rPr>
      <w:rFonts w:ascii="Times New Roman" w:eastAsia="Times New Roman" w:hAnsi="Times New Roman" w:cs="Times New Roman"/>
      <w:color w:val="000000"/>
      <w:sz w:val="18"/>
      <w:lang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526B93"/>
    <w:rPr>
      <w:vertAlign w:val="superscript"/>
    </w:rPr>
  </w:style>
  <w:style w:type="paragraph" w:styleId="TM4">
    <w:name w:val="toc 4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fr-FR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526B93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526B93"/>
    <w:rPr>
      <w:color w:val="808080"/>
    </w:rPr>
  </w:style>
  <w:style w:type="paragraph" w:customStyle="1" w:styleId="Titredudocument">
    <w:name w:val="Titre du document"/>
    <w:next w:val="Corpsdetexte"/>
    <w:link w:val="TitredudocumentCar"/>
    <w:rsid w:val="008C16ED"/>
    <w:pPr>
      <w:spacing w:before="360" w:after="240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TitredudocumentCar">
    <w:name w:val="Titre du document Car"/>
    <w:link w:val="Titredudocument"/>
    <w:rsid w:val="008C16ED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PdgListe">
    <w:name w:val="Pdg / Liste"/>
    <w:basedOn w:val="Corpsdetexte"/>
    <w:link w:val="PdgListeCar"/>
    <w:rsid w:val="008C16ED"/>
    <w:pPr>
      <w:spacing w:after="120"/>
      <w:jc w:val="left"/>
    </w:pPr>
  </w:style>
  <w:style w:type="character" w:customStyle="1" w:styleId="PdgListeCar">
    <w:name w:val="Pdg / Liste Car"/>
    <w:basedOn w:val="CorpsdetexteCar"/>
    <w:link w:val="PdgListe"/>
    <w:rsid w:val="008C16ED"/>
    <w:rPr>
      <w:rFonts w:ascii="Marianne" w:hAnsi="Marianne"/>
      <w:szCs w:val="22"/>
      <w:lang w:eastAsia="en-US"/>
    </w:rPr>
  </w:style>
  <w:style w:type="numbering" w:customStyle="1" w:styleId="SCUSContrat">
    <w:name w:val="SCUS_Contrat"/>
    <w:uiPriority w:val="99"/>
    <w:rsid w:val="008C16ED"/>
    <w:pPr>
      <w:numPr>
        <w:numId w:val="12"/>
      </w:numPr>
    </w:pPr>
  </w:style>
  <w:style w:type="paragraph" w:customStyle="1" w:styleId="msonormal0">
    <w:name w:val="msonormal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western">
    <w:name w:val="western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Marianne" w:eastAsia="Times New Roman" w:hAnsi="Marianne" w:cs="Times New Roman"/>
      <w:sz w:val="20"/>
      <w:szCs w:val="20"/>
      <w:lang w:eastAsia="fr-FR"/>
    </w:rPr>
  </w:style>
  <w:style w:type="paragraph" w:customStyle="1" w:styleId="Corpsitaliquecentr">
    <w:name w:val="Corps / italique centré"/>
    <w:basedOn w:val="Corpsdetexte"/>
    <w:link w:val="CorpsitaliquecentrCar"/>
    <w:rsid w:val="00995AF1"/>
    <w:pPr>
      <w:jc w:val="center"/>
    </w:pPr>
    <w:rPr>
      <w:i/>
    </w:rPr>
  </w:style>
  <w:style w:type="character" w:customStyle="1" w:styleId="CorpsitaliquecentrCar">
    <w:name w:val="Corps / italique centré Car"/>
    <w:basedOn w:val="CorpsdetexteCar"/>
    <w:link w:val="Corpsitaliquecentr"/>
    <w:rsid w:val="00995AF1"/>
    <w:rPr>
      <w:rFonts w:ascii="Marianne" w:hAnsi="Marianne"/>
      <w:i/>
      <w:szCs w:val="22"/>
      <w:lang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995AF1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9C01F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scus\rc_scus\MODELES\Courants\AC-NANTES_SCUS_00-000_Piece-March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AB55E0CC5DA459F57F5A42893F46A005A087D358B12CA4E82A8A8BA9B8A8CF200D3544DBFAD4F664AA25DF68E6D1F0A9E00689F2856DFEDCE40890FDCED81A7DFC9005D57C802836FCB44B44B7372FB2B7972" ma:contentTypeVersion="2" ma:contentTypeDescription="Crée un document." ma:contentTypeScope="" ma:versionID="5a60f89c127121cb1fddd53ae7c254b1">
  <xsd:schema xmlns:xsd="http://www.w3.org/2001/XMLSchema" xmlns:xs="http://www.w3.org/2001/XMLSchema" xmlns:p="http://schemas.microsoft.com/office/2006/metadata/properties" xmlns:ns2="2c7ddd52-0a06-43b1-a35c-dcb15ea2e3f4" targetNamespace="http://schemas.microsoft.com/office/2006/metadata/properties" ma:root="true" ma:fieldsID="d5f738a9b3eb3c0a5db9868b5f12e787" ns2:_="">
    <xsd:import namespace="2c7ddd52-0a06-43b1-a35c-dcb15ea2e3f4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ddd52-0a06-43b1-a35c-dcb15ea2e3f4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description="Description du document" ma:internalName="Description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7D5461-11D2-4674-9E26-0DF889CCE7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5BB6B5-45D4-42AD-A726-27B62365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ddd52-0a06-43b1-a35c-dcb15ea2e3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9C6A48-EB5E-4C7A-9D42-3B2A07DC8E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AC-NANTES_SCUS_00-000_Piece-Marche.dotx</Template>
  <TotalTime>152</TotalTime>
  <Pages>25</Pages>
  <Words>3468</Words>
  <Characters>19076</Characters>
  <Application>Microsoft Office Word</Application>
  <DocSecurity>0</DocSecurity>
  <Lines>158</Lines>
  <Paragraphs>44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AE-PI</vt:lpstr>
    </vt:vector>
  </TitlesOfParts>
  <Manager>Gilles Blanchard</Manager>
  <Company>Rectorat de la région académique Pays de la Loire</Company>
  <LinksUpToDate>false</LinksUpToDate>
  <CharactersWithSpaces>22500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AE-PI</dc:title>
  <dc:subject>Marché public de prestations intellectuelles - Mission de</dc:subject>
  <dc:creator>Sebastien l'Hullier</dc:creator>
  <cp:keywords/>
  <cp:lastModifiedBy>L-Hullier Sebastien</cp:lastModifiedBy>
  <cp:revision>43</cp:revision>
  <cp:lastPrinted>2024-06-03T13:20:00Z</cp:lastPrinted>
  <dcterms:created xsi:type="dcterms:W3CDTF">2024-06-04T12:30:00Z</dcterms:created>
  <dcterms:modified xsi:type="dcterms:W3CDTF">2025-07-25T12:47:00Z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  <property fmtid="{D5CDD505-2E9C-101B-9397-08002B2CF9AE}" pid="5" name="ContentTypeId">
    <vt:lpwstr>0x010100873AB55E0CC5DA459F57F5A42893F46A005A087D358B12CA4E82A8A8BA9B8A8CF200D3544DBFAD4F664AA25DF68E6D1F0A9E00689F2856DFEDCE40890FDCED81A7DFC9005D57C802836FCB44B44B7372FB2B7972</vt:lpwstr>
  </property>
  <property fmtid="{D5CDD505-2E9C-101B-9397-08002B2CF9AE}" pid="6" name="Description0">
    <vt:lpwstr/>
  </property>
</Properties>
</file>