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A251136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 w:rsidR="00C40903">
        <w:t>11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754E97AE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C40903">
        <w:t>11</w:t>
      </w:r>
      <w:r>
        <w:rPr>
          <w:rFonts w:ascii="Calibri" w:hAnsi="Calibri" w:cs="Calibri"/>
        </w:rPr>
        <w:t> </w:t>
      </w:r>
      <w:r>
        <w:t xml:space="preserve">: </w:t>
      </w:r>
      <w:r w:rsidR="00C40903">
        <w:t>Ascenseur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7C1B6F83" w:rsidR="00995AF1" w:rsidRPr="00597383" w:rsidRDefault="00FC7E63" w:rsidP="00574CAF">
            <w:pPr>
              <w:pStyle w:val="Pdginfos"/>
              <w:tabs>
                <w:tab w:val="left" w:pos="3328"/>
              </w:tabs>
            </w:pPr>
            <w:bookmarkStart w:id="5" w:name="Établissementcommune"/>
            <w:r>
              <w:t>Université d’Angers</w:t>
            </w:r>
            <w:bookmarkEnd w:id="5"/>
            <w:r w:rsidR="00574CAF">
              <w:tab/>
            </w:r>
            <w:r w:rsidR="00574CAF">
              <w:br/>
            </w:r>
            <w:r w:rsidR="00574CAF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085A9BEE" w:rsidR="00995AF1" w:rsidRPr="00B951CA" w:rsidRDefault="002160D3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1C244CB5" w:rsidR="00995AF1" w:rsidRPr="00292E33" w:rsidRDefault="00E712E2" w:rsidP="002160D3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0C3B094A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 w:rsidR="00B7412E">
        <w:fldChar w:fldCharType="begin"/>
      </w:r>
      <w:r w:rsidR="00B7412E">
        <w:instrText xml:space="preserve"> NUMPAGES   \* MERGEFORMAT </w:instrText>
      </w:r>
      <w:r w:rsidR="00B7412E">
        <w:fldChar w:fldCharType="separate"/>
      </w:r>
      <w:r w:rsidR="00C40903">
        <w:rPr>
          <w:noProof/>
        </w:rPr>
        <w:t>26</w:t>
      </w:r>
      <w:r w:rsidR="00B7412E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74DB30D7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C40903">
        <w:t>AC-NANTES_SCUS_25-311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393AEE43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C40903">
        <w:t>Lot n°11</w:t>
      </w:r>
      <w:r w:rsidR="00C40903">
        <w:rPr>
          <w:rFonts w:ascii="Calibri" w:hAnsi="Calibri" w:cs="Calibri"/>
        </w:rPr>
        <w:t> </w:t>
      </w:r>
      <w:r w:rsidR="00C40903">
        <w:t>: Ascenseur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6EFC74C5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</w:t>
      </w:r>
      <w:commentRangeStart w:id="9"/>
      <w:r w:rsidRPr="00795CD8">
        <w:t>s</w:t>
      </w:r>
      <w:commentRangeEnd w:id="9"/>
      <w:r>
        <w:rPr>
          <w:rStyle w:val="Marquedecommentaire"/>
          <w:rFonts w:ascii="Arial" w:hAnsi="Arial"/>
          <w:b w:val="0"/>
          <w:smallCaps w:val="0"/>
        </w:rPr>
        <w:commentReference w:id="9"/>
      </w:r>
      <w:r w:rsidRPr="00795CD8">
        <w:t>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1_a"/>
      <w:bookmarkEnd w:id="10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2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2" w:name="A1_p3A_a"/>
      <w:bookmarkEnd w:id="12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3" w:name="A1_p5_a"/>
      <w:bookmarkEnd w:id="13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4" w:name="A2_1_p0B_a"/>
      <w:bookmarkEnd w:id="14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commentRangeStart w:id="15"/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commentRangeEnd w:id="15"/>
        <w:tc>
          <w:tcPr>
            <w:tcW w:w="1890" w:type="dxa"/>
          </w:tcPr>
          <w:p w14:paraId="1A8016FF" w14:textId="77777777" w:rsidR="00112208" w:rsidRDefault="000529E6" w:rsidP="00112208">
            <w:pPr>
              <w:pStyle w:val="TableauDroite"/>
              <w:rPr>
                <w:lang w:eastAsia="fr-FR"/>
              </w:rPr>
            </w:pPr>
            <w:r>
              <w:rPr>
                <w:rStyle w:val="Marquedecommentaire"/>
                <w:rFonts w:ascii="Arial" w:hAnsi="Arial"/>
              </w:rPr>
              <w:commentReference w:id="15"/>
            </w: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631767CE" w14:textId="34AF8EC1" w:rsidR="000529E6" w:rsidRPr="004576AE" w:rsidRDefault="004576AE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6" w:name="A3A_2B_p1R_a"/>
            <w:r w:rsidRPr="00ED1F4A">
              <w:t>Tranche</w:t>
            </w:r>
            <w:bookmarkEnd w:id="16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44B34DA7" w:rsidR="00ED1F4A" w:rsidRPr="00ED1F4A" w:rsidRDefault="00B7412E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B1737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B1737E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7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7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8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L-Hullier Sebastien" w:date="2023-11-28T18:11:00Z" w:initials="LS">
    <w:p w14:paraId="5A700948" w14:textId="77777777" w:rsidR="009756DF" w:rsidRDefault="009756DF" w:rsidP="00995AF1">
      <w:pPr>
        <w:pStyle w:val="Commentaire"/>
      </w:pPr>
      <w:r>
        <w:rPr>
          <w:rStyle w:val="Marquedecommentaire"/>
        </w:rPr>
        <w:annotationRef/>
      </w:r>
      <w:r>
        <w:t>Supprimer les blocs inutiles</w:t>
      </w:r>
    </w:p>
  </w:comment>
  <w:comment w:id="15" w:author="L-Hullier Sebastien" w:date="2025-04-24T17:55:00Z" w:initials="LHS">
    <w:p w14:paraId="6093D9E5" w14:textId="2BDC116B" w:rsidR="000529E6" w:rsidRDefault="000529E6">
      <w:pPr>
        <w:pStyle w:val="Commentaire"/>
      </w:pPr>
      <w:r>
        <w:rPr>
          <w:rStyle w:val="Marquedecommentaire"/>
        </w:rPr>
        <w:annotationRef/>
      </w:r>
      <w:r>
        <w:t>À adapter</w:t>
      </w:r>
      <w:r w:rsidR="000D4821">
        <w:t xml:space="preserve"> au lot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700948" w15:done="0"/>
  <w15:commentEx w15:paraId="6093D9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B4F997" w16cex:dateUtc="2025-04-24T15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0948" w16cid:durableId="2910ABEE"/>
  <w16cid:commentId w16cid:paraId="6093D9E5" w16cid:durableId="2BB4F9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30F484A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C40903">
            <w:t>Lot n°11</w:t>
          </w:r>
          <w:r w:rsidR="00C40903" w:rsidRPr="00C40903">
            <w:rPr>
              <w:rFonts w:ascii="Calibri" w:hAnsi="Calibri" w:cs="Calibri"/>
            </w:rPr>
            <w:t> </w:t>
          </w:r>
          <w:r w:rsidR="00C40903">
            <w:t>: Ascenseur</w:t>
          </w:r>
          <w:r>
            <w:fldChar w:fldCharType="end"/>
          </w:r>
        </w:p>
        <w:p w14:paraId="731E82FD" w14:textId="0D8E5895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C40903" w:rsidRPr="00C40903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403F346E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C40903">
            <w:t>Rénovation énergétique de la faculté des Sciences</w:t>
          </w:r>
          <w:r>
            <w:fldChar w:fldCharType="end"/>
          </w:r>
        </w:p>
        <w:p w14:paraId="711ACB36" w14:textId="039CB533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C40903" w:rsidRPr="00C40903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-Hullier Sebastien">
    <w15:presenceInfo w15:providerId="AD" w15:userId="S-1-5-21-2985703520-769351768-3847456199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841B3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0A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160D3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374CF"/>
    <w:rsid w:val="00441F30"/>
    <w:rsid w:val="00445913"/>
    <w:rsid w:val="004529DA"/>
    <w:rsid w:val="00452D76"/>
    <w:rsid w:val="004576AE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74CAF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1E1B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26E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64824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5F6D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1737E"/>
    <w:rsid w:val="00B31D6E"/>
    <w:rsid w:val="00B36C6A"/>
    <w:rsid w:val="00B37451"/>
    <w:rsid w:val="00B40420"/>
    <w:rsid w:val="00B46AF7"/>
    <w:rsid w:val="00B55B58"/>
    <w:rsid w:val="00B627D4"/>
    <w:rsid w:val="00B73832"/>
    <w:rsid w:val="00B7412E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0903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279E0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28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microsoft.com/office/2018/08/relationships/commentsExtensible" Target="commentsExtensible.xml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215</TotalTime>
  <Pages>23</Pages>
  <Words>2921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44</cp:revision>
  <cp:lastPrinted>2024-06-03T13:20:00Z</cp:lastPrinted>
  <dcterms:created xsi:type="dcterms:W3CDTF">2024-06-04T12:30:00Z</dcterms:created>
  <dcterms:modified xsi:type="dcterms:W3CDTF">2025-07-25T12:47:00Z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