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0F660CD6" w:rsidR="00995AF1" w:rsidRDefault="00995AF1" w:rsidP="00995AF1">
      <w:pPr>
        <w:pStyle w:val="PdgRefmarch"/>
      </w:pPr>
      <w:bookmarkStart w:id="0" w:name="Ref_marché"/>
      <w:r>
        <w:t>AC-NANTES_SCUS_</w:t>
      </w:r>
      <w:r w:rsidR="00FC7E63">
        <w:t>25-3</w:t>
      </w:r>
      <w:r w:rsidR="00841B9B">
        <w:t>10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597A599F" w:rsidR="00995AF1" w:rsidRPr="00C307FC" w:rsidRDefault="00F906CB" w:rsidP="00995AF1">
      <w:pPr>
        <w:pStyle w:val="PdgObjetdumarch0"/>
      </w:pPr>
      <w:bookmarkStart w:id="2" w:name="Mission_lot"/>
      <w:r>
        <w:t>Lot n°</w:t>
      </w:r>
      <w:r w:rsidR="00841B9B">
        <w:t>1</w:t>
      </w:r>
      <w:r>
        <w:t>0</w:t>
      </w:r>
      <w:r>
        <w:rPr>
          <w:rFonts w:ascii="Calibri" w:hAnsi="Calibri" w:cs="Calibri"/>
        </w:rPr>
        <w:t> </w:t>
      </w:r>
      <w:r>
        <w:t xml:space="preserve">: </w:t>
      </w:r>
      <w:r w:rsidR="00841B9B">
        <w:t>P</w:t>
      </w:r>
      <w:r w:rsidR="00841B9B" w:rsidRPr="00841B9B">
        <w:t xml:space="preserve">einture - </w:t>
      </w:r>
      <w:r w:rsidR="00841B9B">
        <w:t>R</w:t>
      </w:r>
      <w:r w:rsidR="00841B9B" w:rsidRPr="00841B9B">
        <w:t xml:space="preserve">evêtements muraux - </w:t>
      </w:r>
      <w:r w:rsidR="00841B9B">
        <w:t>N</w:t>
      </w:r>
      <w:r w:rsidR="00841B9B" w:rsidRPr="00841B9B">
        <w:t>ettoyage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7F2DF6FA" w:rsidR="00995AF1" w:rsidRDefault="00FC7E63" w:rsidP="00995AF1">
            <w:pPr>
              <w:pStyle w:val="PdgOpration"/>
            </w:pPr>
            <w:bookmarkStart w:id="4" w:name="Opération"/>
            <w:r>
              <w:t>Rénovation énergétique de la faculté des Sciences</w:t>
            </w:r>
            <w:bookmarkEnd w:id="4"/>
          </w:p>
          <w:p w14:paraId="2E2DA2AC" w14:textId="15B0A79F" w:rsidR="00995AF1" w:rsidRPr="00597383" w:rsidRDefault="00FC7E63" w:rsidP="009F7776">
            <w:pPr>
              <w:pStyle w:val="Pdginfos"/>
              <w:tabs>
                <w:tab w:val="left" w:pos="3478"/>
              </w:tabs>
            </w:pPr>
            <w:bookmarkStart w:id="5" w:name="Établissementcommune"/>
            <w:r>
              <w:t>Université d’Angers</w:t>
            </w:r>
            <w:bookmarkEnd w:id="5"/>
            <w:r w:rsidR="009F7776">
              <w:tab/>
            </w:r>
            <w:r w:rsidR="009F7776">
              <w:br/>
            </w:r>
            <w:r w:rsidR="009F7776">
              <w:rPr>
                <w:sz w:val="20"/>
                <w:szCs w:val="14"/>
              </w:rPr>
              <w:t>2 boulevard Lavoisier, Angers (49)</w:t>
            </w:r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00C69A00" w:rsidR="00995AF1" w:rsidRPr="00B951CA" w:rsidRDefault="001F0751" w:rsidP="00995AF1">
      <w:pPr>
        <w:pStyle w:val="PdgVersion"/>
        <w:jc w:val="right"/>
        <w:rPr>
          <w:b w:val="0"/>
        </w:rPr>
      </w:pPr>
      <w:r>
        <w:rPr>
          <w:b w:val="0"/>
        </w:rPr>
        <w:t>Juillet</w:t>
      </w:r>
      <w:r w:rsidR="00FC7E63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6F7DA4" w14:textId="40664010" w:rsidR="00995AF1" w:rsidRPr="00292E33" w:rsidRDefault="00E712E2" w:rsidP="001F0751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– TF</w:t>
            </w:r>
            <w:r w:rsidR="00A34EC7" w:rsidRPr="00A34EC7">
              <w:rPr>
                <w:lang w:eastAsia="fr-FR"/>
              </w:rPr>
              <w:t>057197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085D0806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r w:rsidR="00D77EE5">
        <w:fldChar w:fldCharType="begin"/>
      </w:r>
      <w:r w:rsidR="00D77EE5">
        <w:instrText xml:space="preserve"> NUMPAGES   \* MERGEFORMAT </w:instrText>
      </w:r>
      <w:r w:rsidR="00D77EE5">
        <w:fldChar w:fldCharType="separate"/>
      </w:r>
      <w:r w:rsidR="009730C9">
        <w:rPr>
          <w:noProof/>
        </w:rPr>
        <w:t>26</w:t>
      </w:r>
      <w:r w:rsidR="00D77EE5">
        <w:rPr>
          <w:noProof/>
        </w:rP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3D55D50F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9730C9">
        <w:t>AC-NANTES_SCUS_25-310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331DC753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9730C9">
        <w:t>Lot n°10</w:t>
      </w:r>
      <w:r w:rsidR="009730C9">
        <w:rPr>
          <w:rFonts w:ascii="Calibri" w:hAnsi="Calibri" w:cs="Calibri"/>
        </w:rPr>
        <w:t> </w:t>
      </w:r>
      <w:r w:rsidR="009730C9">
        <w:t>: P</w:t>
      </w:r>
      <w:r w:rsidR="009730C9" w:rsidRPr="00841B9B">
        <w:t xml:space="preserve">einture - </w:t>
      </w:r>
      <w:r w:rsidR="009730C9">
        <w:t>R</w:t>
      </w:r>
      <w:r w:rsidR="009730C9" w:rsidRPr="00841B9B">
        <w:t xml:space="preserve">evêtements muraux - </w:t>
      </w:r>
      <w:r w:rsidR="009730C9">
        <w:t>N</w:t>
      </w:r>
      <w:r w:rsidR="009730C9" w:rsidRPr="00841B9B">
        <w:t>ettoyage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388377ED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20476FF1" w14:textId="7DBB8487" w:rsidR="00995AF1" w:rsidRDefault="00995AF1" w:rsidP="00995AF1">
      <w:pPr>
        <w:pStyle w:val="Corpsitalique"/>
        <w:rPr>
          <w:i w:val="0"/>
        </w:rPr>
      </w:pPr>
    </w:p>
    <w:p w14:paraId="6F9E33AF" w14:textId="1DD81ADE" w:rsidR="00995AF1" w:rsidRPr="00EC5BF0" w:rsidRDefault="00E15D22" w:rsidP="00995AF1">
      <w:pPr>
        <w:pStyle w:val="Corpsitalique"/>
        <w:rPr>
          <w:i w:val="0"/>
        </w:rPr>
      </w:pPr>
      <w:r>
        <w:rPr>
          <w:rFonts w:ascii="Times New Roman" w:hAnsi="Times New Roman"/>
          <w:noProof/>
          <w:sz w:val="24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0C8AF6" wp14:editId="70335D9E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6508750" cy="1196340"/>
                <wp:effectExtent l="0" t="0" r="6350" b="3810"/>
                <wp:wrapTopAndBottom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96340"/>
                          <a:chOff x="0" y="0"/>
                          <a:chExt cx="6508750" cy="1196441"/>
                        </a:xfrm>
                      </wpg:grpSpPr>
                      <wpg:grpSp>
                        <wpg:cNvPr id="19" name="Groupe 19"/>
                        <wpg:cNvGrpSpPr/>
                        <wpg:grpSpPr>
                          <a:xfrm>
                            <a:off x="0" y="40741"/>
                            <a:ext cx="6508750" cy="1155700"/>
                            <a:chOff x="0" y="40741"/>
                            <a:chExt cx="6508750" cy="1155700"/>
                          </a:xfrm>
                        </wpg:grpSpPr>
                        <wpg:grpSp>
                          <wpg:cNvPr id="20" name="Groupe 20"/>
                          <wpg:cNvGrpSpPr/>
                          <wpg:grpSpPr>
                            <a:xfrm>
                              <a:off x="64195" y="40741"/>
                              <a:ext cx="3966242" cy="723265"/>
                              <a:chOff x="64195" y="40741"/>
                              <a:chExt cx="3967689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21" name="Image 2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3085734" y="130375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2" name="Image 2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868814" y="40741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3" name="Image 2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4195" y="107416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4" name="Zone de texte 10"/>
                          <wps:cNvSpPr txBox="1"/>
                          <wps:spPr>
                            <a:xfrm>
                              <a:off x="0" y="764641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F1A1679" w14:textId="77777777" w:rsidR="00E15D22" w:rsidRDefault="00E15D22" w:rsidP="00E15D22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 est financé 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5" name="Image 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01475" y="85191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6" name="Image 2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2171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0C8AF6" id="Groupe 3" o:spid="_x0000_s1026" style="position:absolute;left:0;text-align:left;margin-left:0;margin-top:18pt;width:512.5pt;height:94.2pt;z-index:251659264;mso-position-horizontal:left;mso-position-horizontal-relative:margin" coordsize="65087,1196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">
                <v:group id="Groupe 19" o:spid="_x0000_s1027" style="position:absolute;top:407;width:65087;height:11557" coordorigin=",407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group id="Groupe 20" o:spid="_x0000_s1028" style="position:absolute;left:641;top:407;width:39663;height:7233" coordorigin="641,407" coordsize="39676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1" o:spid="_x0000_s1029" type="#_x0000_t75" style="position:absolute;left:30857;top:1303;width:9461;height:4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">
                      <v:imagedata r:id="rId15" o:title="" croptop="17184f" cropbottom="16887f"/>
                    </v:shape>
                    <v:shape id="Image 22" o:spid="_x0000_s1030" type="#_x0000_t75" style="position:absolute;left:18688;top:407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">
                      <v:imagedata r:id="rId16" o:title=""/>
                    </v:shape>
                    <v:shape id="Image 23" o:spid="_x0000_s1031" type="#_x0000_t75" style="position:absolute;left:641;top:1074;width:13088;height:57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0" o:spid="_x0000_s1032" type="#_x0000_t202" style="position:absolute;top:7646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2F1A1679" w14:textId="77777777" w:rsidR="00E15D22" w:rsidRDefault="00E15D22" w:rsidP="00E15D22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 est financé 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5" o:spid="_x0000_s1033" type="#_x0000_t75" style="position:absolute;left:57014;top:851;width:7309;height:56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">
                    <v:imagedata r:id="rId18" o:title=""/>
                  </v:shape>
                </v:group>
                <v:shape id="Image 26" o:spid="_x0000_s1034" type="#_x0000_t75" style="position:absolute;left:44321;width:7468;height:7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">
                  <v:imagedata r:id="rId19" o:title=""/>
                </v:shape>
                <w10:wrap type="topAndBottom" anchorx="margin"/>
              </v:group>
            </w:pict>
          </mc:Fallback>
        </mc:AlternateContent>
      </w: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AEBB477" w14:textId="77777777" w:rsidR="000D4821" w:rsidRDefault="000D482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lastRenderedPageBreak/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lastRenderedPageBreak/>
        <w:t>Prestations et prix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bookmarkStart w:id="13" w:name="A2_1_p0B_a"/>
      <w:bookmarkEnd w:id="13"/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Pr="00795CD8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27A5965F" w14:textId="77777777" w:rsidR="00680572" w:rsidRPr="00795CD8" w:rsidRDefault="00680572" w:rsidP="00680572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4248"/>
        <w:gridCol w:w="1890"/>
        <w:gridCol w:w="1890"/>
        <w:gridCol w:w="1890"/>
      </w:tblGrid>
      <w:tr w:rsidR="00112208" w14:paraId="2493AD59" w14:textId="77777777" w:rsidTr="00F322F6">
        <w:tc>
          <w:tcPr>
            <w:tcW w:w="4248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F322F6">
        <w:tc>
          <w:tcPr>
            <w:tcW w:w="4248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1890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F322F6">
        <w:tc>
          <w:tcPr>
            <w:tcW w:w="4248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1890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631767CE" w14:textId="65FE23B9" w:rsidR="000529E6" w:rsidRPr="00264427" w:rsidRDefault="00264427" w:rsidP="000529E6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720C11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720C11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720C11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720C11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720C11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lastRenderedPageBreak/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lastRenderedPageBreak/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720C11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4" w:name="A3A_2B_p1R_a"/>
            <w:r w:rsidRPr="00ED1F4A">
              <w:t>Tranche</w:t>
            </w:r>
            <w:bookmarkEnd w:id="14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76BA3515" w:rsidR="00ED1F4A" w:rsidRPr="00ED1F4A" w:rsidRDefault="00BF55E5" w:rsidP="00ED1F4A">
            <w:pPr>
              <w:pStyle w:val="TableauDroite"/>
            </w:pPr>
            <w:r>
              <w:t>18 mois</w:t>
            </w:r>
          </w:p>
        </w:tc>
      </w:tr>
      <w:tr w:rsidR="00ED1F4A" w:rsidRPr="00ED1F4A" w14:paraId="714021A4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8AB4B26" w:rsidR="00ED1F4A" w:rsidRPr="00ED1F4A" w:rsidRDefault="00D77EE5" w:rsidP="00ED1F4A">
            <w:pPr>
              <w:pStyle w:val="TableauDroite"/>
            </w:pPr>
            <w:r>
              <w:t>6</w:t>
            </w:r>
            <w:r w:rsidR="00F322F6">
              <w:t xml:space="preserve">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77777777" w:rsidR="00ED1F4A" w:rsidRDefault="00ED1F4A" w:rsidP="00ED1F4A">
      <w:pPr>
        <w:pStyle w:val="Corpsdetexte"/>
      </w:pPr>
      <w:r>
        <w:t xml:space="preserve">Le délai d'exécution propre au lot pour lequel je m'engage / nous nous engageons sera déterminé dans les conditions stipulées à l'article 4-1 du </w:t>
      </w:r>
      <w:proofErr w:type="spellStart"/>
      <w:r>
        <w:t>CCAP</w:t>
      </w:r>
      <w:proofErr w:type="spellEnd"/>
      <w:r>
        <w:t>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lastRenderedPageBreak/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Les modalités du règlement des comptes du marché sont spécifiées à l'article 3-2 du </w:t>
      </w:r>
      <w:proofErr w:type="spell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</w:t>
      </w:r>
      <w:proofErr w:type="spellStart"/>
      <w:r w:rsidRPr="000A446A">
        <w:rPr>
          <w:lang w:eastAsia="fr-FR"/>
        </w:rPr>
        <w:t>CCAP</w:t>
      </w:r>
      <w:proofErr w:type="spellEnd"/>
      <w:r w:rsidRPr="000A446A">
        <w:rPr>
          <w:lang w:eastAsia="fr-FR"/>
        </w:rPr>
        <w:t>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lastRenderedPageBreak/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lastRenderedPageBreak/>
              <w:t>Fait en un seul original</w:t>
            </w:r>
          </w:p>
        </w:tc>
      </w:tr>
      <w:tr w:rsidR="00693109" w:rsidRPr="00795CD8" w14:paraId="56CD1972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9744E3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3D055B75" w:rsidR="00137967" w:rsidRDefault="00137967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1926B34" w14:textId="77777777" w:rsidR="00137967" w:rsidRDefault="00137967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6603DB6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995AF1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995AF1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092974C4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24"/>
          <w:lang w:eastAsia="fr-FR"/>
        </w:rPr>
        <w:t xml:space="preserve"> </w:t>
      </w:r>
      <w:r w:rsidR="00137967" w:rsidRPr="00795CD8">
        <w:rPr>
          <w:caps w:val="0"/>
          <w:lang w:eastAsia="fr-FR"/>
        </w:rPr>
        <w:t>ANNEXE N</w:t>
      </w:r>
      <w:bookmarkStart w:id="15" w:name="_Hlk198114982"/>
      <w:r w:rsidR="00137967" w:rsidRPr="00795CD8">
        <w:rPr>
          <w:caps w:val="0"/>
          <w:lang w:eastAsia="fr-FR"/>
        </w:rPr>
        <w:t>°</w:t>
      </w:r>
      <w:r w:rsidR="00137967">
        <w:rPr>
          <w:caps w:val="0"/>
          <w:lang w:eastAsia="fr-FR"/>
        </w:rPr>
        <w:t>1</w:t>
      </w:r>
      <w:r w:rsidR="00137967" w:rsidRPr="00795CD8">
        <w:rPr>
          <w:caps w:val="0"/>
          <w:lang w:eastAsia="fr-FR"/>
        </w:rPr>
        <w:t xml:space="preserve"> </w:t>
      </w:r>
      <w:r w:rsidR="00137967">
        <w:rPr>
          <w:caps w:val="0"/>
          <w:lang w:eastAsia="fr-FR"/>
        </w:rPr>
        <w:t>À</w:t>
      </w:r>
      <w:r w:rsidR="00137967" w:rsidRPr="00795CD8">
        <w:rPr>
          <w:caps w:val="0"/>
          <w:lang w:eastAsia="fr-FR"/>
        </w:rPr>
        <w:t xml:space="preserve"> </w:t>
      </w:r>
      <w:bookmarkEnd w:id="15"/>
      <w:r w:rsidR="00137967" w:rsidRPr="00795CD8">
        <w:rPr>
          <w:caps w:val="0"/>
          <w:lang w:eastAsia="fr-FR"/>
        </w:rPr>
        <w:t>L'ACTE D'ENGAGEMENT EN CAS DE</w:t>
      </w:r>
    </w:p>
    <w:p w14:paraId="6ACAC2C9" w14:textId="30748555" w:rsidR="00995AF1" w:rsidRPr="00795CD8" w:rsidRDefault="00137967" w:rsidP="00995AF1">
      <w:pPr>
        <w:pStyle w:val="PdgNomdudocument"/>
        <w:rPr>
          <w:sz w:val="24"/>
          <w:lang w:eastAsia="fr-FR"/>
        </w:rPr>
      </w:pPr>
      <w:r w:rsidRPr="00795CD8">
        <w:rPr>
          <w:caps w:val="0"/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lastRenderedPageBreak/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77777777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4F9DE067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264427">
            <w:t>Lot n°10</w:t>
          </w:r>
          <w:r w:rsidR="00264427" w:rsidRPr="00264427">
            <w:rPr>
              <w:rFonts w:ascii="Calibri" w:hAnsi="Calibri" w:cs="Calibri"/>
            </w:rPr>
            <w:t> </w:t>
          </w:r>
          <w:r w:rsidR="00264427">
            <w:t>: P</w:t>
          </w:r>
          <w:r w:rsidR="00264427" w:rsidRPr="00841B9B">
            <w:t xml:space="preserve">einture - </w:t>
          </w:r>
          <w:r w:rsidR="00264427">
            <w:t>R</w:t>
          </w:r>
          <w:r w:rsidR="00264427" w:rsidRPr="00841B9B">
            <w:t xml:space="preserve">evêtements muraux - </w:t>
          </w:r>
          <w:r w:rsidR="00264427">
            <w:t>N</w:t>
          </w:r>
          <w:r w:rsidR="00264427" w:rsidRPr="00841B9B">
            <w:t>ettoyage</w:t>
          </w:r>
          <w:r>
            <w:fldChar w:fldCharType="end"/>
          </w:r>
        </w:p>
        <w:p w14:paraId="731E82FD" w14:textId="372B2548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264427" w:rsidRPr="00264427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6741FB5D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264427">
            <w:t>Rénovation énergétique de la faculté des Sciences</w:t>
          </w:r>
          <w:r>
            <w:fldChar w:fldCharType="end"/>
          </w:r>
        </w:p>
        <w:p w14:paraId="711ACB36" w14:textId="68F889DC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264427" w:rsidRPr="00264427">
            <w:rPr>
              <w:rFonts w:ascii="Marianne" w:hAnsi="Marianne"/>
              <w:szCs w:val="16"/>
            </w:rPr>
            <w:t>Université d’Angers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3B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4821"/>
    <w:rsid w:val="000D7A2F"/>
    <w:rsid w:val="000D7CDF"/>
    <w:rsid w:val="000E3B29"/>
    <w:rsid w:val="000E6784"/>
    <w:rsid w:val="000F1CB9"/>
    <w:rsid w:val="001029E1"/>
    <w:rsid w:val="0010679B"/>
    <w:rsid w:val="00112208"/>
    <w:rsid w:val="001200FD"/>
    <w:rsid w:val="0012122C"/>
    <w:rsid w:val="0012751C"/>
    <w:rsid w:val="00137967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0B7A"/>
    <w:rsid w:val="0019411F"/>
    <w:rsid w:val="00196B05"/>
    <w:rsid w:val="001A3B28"/>
    <w:rsid w:val="001A5417"/>
    <w:rsid w:val="001B46BB"/>
    <w:rsid w:val="001C79E5"/>
    <w:rsid w:val="001D77C9"/>
    <w:rsid w:val="001E44C1"/>
    <w:rsid w:val="001E71A8"/>
    <w:rsid w:val="001E7B5A"/>
    <w:rsid w:val="001F0751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4427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42C3"/>
    <w:rsid w:val="002D727B"/>
    <w:rsid w:val="002E3D12"/>
    <w:rsid w:val="002E4030"/>
    <w:rsid w:val="00303186"/>
    <w:rsid w:val="00306DAC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64351"/>
    <w:rsid w:val="00387158"/>
    <w:rsid w:val="00390415"/>
    <w:rsid w:val="00392F5C"/>
    <w:rsid w:val="003A5211"/>
    <w:rsid w:val="003A7BC3"/>
    <w:rsid w:val="003B45A1"/>
    <w:rsid w:val="003D1564"/>
    <w:rsid w:val="003D1DE1"/>
    <w:rsid w:val="003D3D28"/>
    <w:rsid w:val="003D6FC8"/>
    <w:rsid w:val="003E3ADA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7592B"/>
    <w:rsid w:val="00680572"/>
    <w:rsid w:val="006859B0"/>
    <w:rsid w:val="00693109"/>
    <w:rsid w:val="006A4ADA"/>
    <w:rsid w:val="006B2796"/>
    <w:rsid w:val="006B7B6E"/>
    <w:rsid w:val="006C5871"/>
    <w:rsid w:val="006D09AD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47CB"/>
    <w:rsid w:val="0076691E"/>
    <w:rsid w:val="00773338"/>
    <w:rsid w:val="00781376"/>
    <w:rsid w:val="0078244E"/>
    <w:rsid w:val="00783B03"/>
    <w:rsid w:val="0079276E"/>
    <w:rsid w:val="007942EF"/>
    <w:rsid w:val="007A62FF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1B9B"/>
    <w:rsid w:val="00845B40"/>
    <w:rsid w:val="00851458"/>
    <w:rsid w:val="00853D49"/>
    <w:rsid w:val="00860C36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30C9"/>
    <w:rsid w:val="009756DF"/>
    <w:rsid w:val="009900FC"/>
    <w:rsid w:val="009910BE"/>
    <w:rsid w:val="00992DBA"/>
    <w:rsid w:val="00995AF1"/>
    <w:rsid w:val="009A1256"/>
    <w:rsid w:val="009B6B2F"/>
    <w:rsid w:val="009C01F7"/>
    <w:rsid w:val="009C0C96"/>
    <w:rsid w:val="009C0FA0"/>
    <w:rsid w:val="009C141C"/>
    <w:rsid w:val="009C2BF7"/>
    <w:rsid w:val="009D443C"/>
    <w:rsid w:val="009D50F7"/>
    <w:rsid w:val="009D5A8D"/>
    <w:rsid w:val="009E3335"/>
    <w:rsid w:val="009E6DCE"/>
    <w:rsid w:val="009E788B"/>
    <w:rsid w:val="009F54AD"/>
    <w:rsid w:val="009F56A7"/>
    <w:rsid w:val="009F6271"/>
    <w:rsid w:val="009F6734"/>
    <w:rsid w:val="009F692C"/>
    <w:rsid w:val="009F7776"/>
    <w:rsid w:val="00A10A83"/>
    <w:rsid w:val="00A124A0"/>
    <w:rsid w:val="00A14844"/>
    <w:rsid w:val="00A1486F"/>
    <w:rsid w:val="00A17DC2"/>
    <w:rsid w:val="00A2161A"/>
    <w:rsid w:val="00A23C8E"/>
    <w:rsid w:val="00A26027"/>
    <w:rsid w:val="00A30EA6"/>
    <w:rsid w:val="00A34EC7"/>
    <w:rsid w:val="00A42D91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A5E97"/>
    <w:rsid w:val="00AA6913"/>
    <w:rsid w:val="00AB566A"/>
    <w:rsid w:val="00AB7CC5"/>
    <w:rsid w:val="00AC5A03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97217"/>
    <w:rsid w:val="00BA03B3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BF55E5"/>
    <w:rsid w:val="00C00AD3"/>
    <w:rsid w:val="00C073BF"/>
    <w:rsid w:val="00C1153C"/>
    <w:rsid w:val="00C11580"/>
    <w:rsid w:val="00C14F05"/>
    <w:rsid w:val="00C2077B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A7F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2CB9"/>
    <w:rsid w:val="00D764BE"/>
    <w:rsid w:val="00D77EE5"/>
    <w:rsid w:val="00D805EC"/>
    <w:rsid w:val="00D84306"/>
    <w:rsid w:val="00D906A9"/>
    <w:rsid w:val="00D91A25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E32DB"/>
    <w:rsid w:val="00DF3162"/>
    <w:rsid w:val="00E05336"/>
    <w:rsid w:val="00E15D22"/>
    <w:rsid w:val="00E231DA"/>
    <w:rsid w:val="00E249DF"/>
    <w:rsid w:val="00E47097"/>
    <w:rsid w:val="00E5633E"/>
    <w:rsid w:val="00E57AF6"/>
    <w:rsid w:val="00E623E6"/>
    <w:rsid w:val="00E669F0"/>
    <w:rsid w:val="00E712E2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D1F4A"/>
    <w:rsid w:val="00EE5763"/>
    <w:rsid w:val="00EF03E1"/>
    <w:rsid w:val="00EF5CF0"/>
    <w:rsid w:val="00F043B7"/>
    <w:rsid w:val="00F13579"/>
    <w:rsid w:val="00F22B0F"/>
    <w:rsid w:val="00F22CF7"/>
    <w:rsid w:val="00F2464C"/>
    <w:rsid w:val="00F256D3"/>
    <w:rsid w:val="00F25DA3"/>
    <w:rsid w:val="00F261BB"/>
    <w:rsid w:val="00F3175C"/>
    <w:rsid w:val="00F322F6"/>
    <w:rsid w:val="00F3383B"/>
    <w:rsid w:val="00F36DA2"/>
    <w:rsid w:val="00F471E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A270E"/>
    <w:rsid w:val="00FA5197"/>
    <w:rsid w:val="00FC4DDA"/>
    <w:rsid w:val="00FC5C06"/>
    <w:rsid w:val="00FC7E63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38397C4"/>
  <w15:chartTrackingRefBased/>
  <w15:docId w15:val="{F573B837-3380-4090-A7B4-AEED26F5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9C01F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137</TotalTime>
  <Pages>23</Pages>
  <Words>2931</Words>
  <Characters>16121</Characters>
  <Application>Microsoft Office Word</Application>
  <DocSecurity>0</DocSecurity>
  <Lines>134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cp:lastModifiedBy>L-Hullier Sebastien</cp:lastModifiedBy>
  <cp:revision>42</cp:revision>
  <cp:lastPrinted>2024-06-03T13:20:00Z</cp:lastPrinted>
  <dcterms:created xsi:type="dcterms:W3CDTF">2024-06-04T12:30:00Z</dcterms:created>
  <dcterms:modified xsi:type="dcterms:W3CDTF">2025-07-25T12:55:00Z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