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442DBFA6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>
        <w:t>0</w:t>
      </w:r>
      <w:r w:rsidR="00900101">
        <w:t>8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6FE460AA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900101">
        <w:t>8</w:t>
      </w:r>
      <w:r>
        <w:rPr>
          <w:rFonts w:ascii="Calibri" w:hAnsi="Calibri" w:cs="Calibri"/>
        </w:rPr>
        <w:t> </w:t>
      </w:r>
      <w:r>
        <w:t xml:space="preserve">: </w:t>
      </w:r>
      <w:r w:rsidR="00900101">
        <w:t>F</w:t>
      </w:r>
      <w:r w:rsidR="00900101" w:rsidRPr="00900101">
        <w:t>aux-plafonds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505DB8C4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063718">
              <w:br/>
            </w:r>
            <w:r w:rsidR="00063718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3FF00393" w:rsidR="00995AF1" w:rsidRPr="00B951CA" w:rsidRDefault="006F5FA2" w:rsidP="00995AF1">
      <w:pPr>
        <w:pStyle w:val="PdgVersion"/>
        <w:jc w:val="right"/>
        <w:rPr>
          <w:b w:val="0"/>
        </w:rPr>
      </w:pPr>
      <w:r>
        <w:rPr>
          <w:b w:val="0"/>
        </w:rPr>
        <w:t>Juillet</w:t>
      </w:r>
      <w:r w:rsidR="00FC7E63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4667B861" w:rsidR="00995AF1" w:rsidRPr="00292E33" w:rsidRDefault="00E712E2" w:rsidP="006F5FA2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3EB95915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fldSimple w:instr=" NUMPAGES   \* MERGEFORMAT ">
        <w:r w:rsidR="00900101">
          <w:rPr>
            <w:noProof/>
          </w:rPr>
          <w:t>26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0C1D4506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900101">
        <w:t>AC-NANTES_SCUS_25-308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2DE21EAC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900101">
        <w:t>Lot n°8</w:t>
      </w:r>
      <w:r w:rsidR="00900101">
        <w:rPr>
          <w:rFonts w:ascii="Calibri" w:hAnsi="Calibri" w:cs="Calibri"/>
        </w:rPr>
        <w:t> </w:t>
      </w:r>
      <w:r w:rsidR="00900101">
        <w:t>: F</w:t>
      </w:r>
      <w:r w:rsidR="00900101" w:rsidRPr="00900101">
        <w:t>aux-plafonds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3DAF8139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0A66D9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tbl>
      <w:tblPr>
        <w:tblStyle w:val="Grilledutableau"/>
        <w:tblW w:w="10078" w:type="dxa"/>
        <w:tblLook w:val="04A0" w:firstRow="1" w:lastRow="0" w:firstColumn="1" w:lastColumn="0" w:noHBand="0" w:noVBand="1"/>
      </w:tblPr>
      <w:tblGrid>
        <w:gridCol w:w="846"/>
        <w:gridCol w:w="5386"/>
        <w:gridCol w:w="1923"/>
        <w:gridCol w:w="1923"/>
      </w:tblGrid>
      <w:tr w:rsidR="000A66D9" w:rsidRPr="00112208" w14:paraId="01DD9FF9" w14:textId="77777777" w:rsidTr="00FB48A6">
        <w:tc>
          <w:tcPr>
            <w:tcW w:w="6232" w:type="dxa"/>
            <w:gridSpan w:val="2"/>
            <w:shd w:val="clear" w:color="auto" w:fill="D9D9D9" w:themeFill="background1" w:themeFillShade="D9"/>
          </w:tcPr>
          <w:p w14:paraId="4BCB5941" w14:textId="2CD4F18B" w:rsidR="000A66D9" w:rsidRPr="00112208" w:rsidRDefault="000A66D9" w:rsidP="00720C11">
            <w:pPr>
              <w:pStyle w:val="TableauCentr0"/>
              <w:rPr>
                <w:b/>
                <w:bCs/>
                <w:lang w:eastAsia="fr-FR"/>
              </w:rPr>
            </w:pPr>
            <w:proofErr w:type="spellStart"/>
            <w:r>
              <w:rPr>
                <w:b/>
                <w:bCs/>
                <w:lang w:eastAsia="fr-FR"/>
              </w:rPr>
              <w:t>PSE</w:t>
            </w:r>
            <w:proofErr w:type="spellEnd"/>
          </w:p>
        </w:tc>
        <w:tc>
          <w:tcPr>
            <w:tcW w:w="1923" w:type="dxa"/>
            <w:shd w:val="clear" w:color="auto" w:fill="D9D9D9" w:themeFill="background1" w:themeFillShade="D9"/>
          </w:tcPr>
          <w:p w14:paraId="532BF49E" w14:textId="670FF79F" w:rsidR="000A66D9" w:rsidRPr="00112208" w:rsidRDefault="000A66D9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  <w:r>
              <w:rPr>
                <w:b/>
                <w:bCs/>
                <w:lang w:eastAsia="fr-FR"/>
              </w:rPr>
              <w:t>*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14:paraId="3369EE09" w14:textId="77777777" w:rsidR="000A66D9" w:rsidRPr="00112208" w:rsidRDefault="000A66D9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0A66D9" w14:paraId="2A7F2DC7" w14:textId="77777777" w:rsidTr="00FB48A6">
        <w:tc>
          <w:tcPr>
            <w:tcW w:w="846" w:type="dxa"/>
          </w:tcPr>
          <w:p w14:paraId="2096A167" w14:textId="66A3FD52" w:rsidR="000A66D9" w:rsidRDefault="00FB48A6" w:rsidP="00720C11">
            <w:pPr>
              <w:pStyle w:val="TableauDroite"/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PSE</w:t>
            </w:r>
            <w:proofErr w:type="spellEnd"/>
            <w:r>
              <w:rPr>
                <w:lang w:eastAsia="fr-FR"/>
              </w:rPr>
              <w:t xml:space="preserve"> </w:t>
            </w:r>
            <w:r w:rsidR="00AA0278">
              <w:rPr>
                <w:lang w:eastAsia="fr-FR"/>
              </w:rPr>
              <w:t>3</w:t>
            </w:r>
          </w:p>
        </w:tc>
        <w:tc>
          <w:tcPr>
            <w:tcW w:w="5386" w:type="dxa"/>
          </w:tcPr>
          <w:p w14:paraId="2E4EB89F" w14:textId="4DC5B7D1" w:rsidR="000A66D9" w:rsidRDefault="000A66D9" w:rsidP="00720C11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Sas thermiques</w:t>
            </w:r>
          </w:p>
        </w:tc>
        <w:tc>
          <w:tcPr>
            <w:tcW w:w="1923" w:type="dxa"/>
          </w:tcPr>
          <w:p w14:paraId="1D0D8934" w14:textId="77777777" w:rsidR="000A66D9" w:rsidRDefault="000A66D9" w:rsidP="00720C11">
            <w:pPr>
              <w:pStyle w:val="TableauDroite"/>
              <w:rPr>
                <w:lang w:eastAsia="fr-FR"/>
              </w:rPr>
            </w:pPr>
          </w:p>
        </w:tc>
        <w:tc>
          <w:tcPr>
            <w:tcW w:w="1923" w:type="dxa"/>
          </w:tcPr>
          <w:p w14:paraId="01A177D7" w14:textId="77777777" w:rsidR="000A66D9" w:rsidRDefault="000A66D9" w:rsidP="00720C11">
            <w:pPr>
              <w:pStyle w:val="TableauDroite"/>
              <w:rPr>
                <w:lang w:eastAsia="fr-FR"/>
              </w:rPr>
            </w:pPr>
          </w:p>
        </w:tc>
      </w:tr>
    </w:tbl>
    <w:p w14:paraId="250AD666" w14:textId="574DEA03" w:rsidR="000529E6" w:rsidRDefault="000529E6" w:rsidP="000529E6">
      <w:pPr>
        <w:pStyle w:val="Corpsdetexte"/>
        <w:rPr>
          <w:lang w:eastAsia="fr-FR"/>
        </w:rPr>
      </w:pPr>
    </w:p>
    <w:p w14:paraId="631767CE" w14:textId="04F141D2" w:rsidR="000529E6" w:rsidRPr="000529E6" w:rsidRDefault="000529E6" w:rsidP="000529E6">
      <w:pPr>
        <w:pStyle w:val="Corpsdetexte"/>
        <w:rPr>
          <w:sz w:val="16"/>
          <w:szCs w:val="18"/>
          <w:lang w:eastAsia="fr-FR"/>
        </w:rPr>
      </w:pPr>
      <w:r>
        <w:rPr>
          <w:sz w:val="16"/>
          <w:szCs w:val="18"/>
          <w:lang w:eastAsia="fr-FR"/>
        </w:rPr>
        <w:t xml:space="preserve">* </w:t>
      </w:r>
      <w:r w:rsidRPr="000529E6">
        <w:rPr>
          <w:sz w:val="16"/>
          <w:szCs w:val="18"/>
          <w:lang w:eastAsia="fr-FR"/>
        </w:rPr>
        <w:t>plus ou moins-value par rapport à la solution de base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28CF89" w:rsidR="00ED1F4A" w:rsidRPr="00ED1F4A" w:rsidRDefault="006E311F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 xml:space="preserve">Le délai d'exécution propre au lot pour lequel je m'engage / nous nous engageons sera déterminé dans les conditions stipulées à l'article 4-1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6C78AA00" w:rsidR="00693109" w:rsidRDefault="0069310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8BCCA6D" w14:textId="77777777" w:rsidR="00693109" w:rsidRPr="00795CD8" w:rsidRDefault="00693109" w:rsidP="00B82170">
            <w:pPr>
              <w:pStyle w:val="Tableaudroite0"/>
              <w:jc w:val="left"/>
              <w:rPr>
                <w:lang w:eastAsia="fr-FR"/>
              </w:rPr>
            </w:pPr>
          </w:p>
          <w:p w14:paraId="4DAE6E72" w14:textId="77777777" w:rsidR="00693109" w:rsidRPr="00795CD8" w:rsidRDefault="00693109" w:rsidP="00B82170">
            <w:pPr>
              <w:pStyle w:val="Tableaudroite0"/>
              <w:jc w:val="center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B82170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B82170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5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5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00BACCFC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0A66D9">
            <w:t>Lot n°8</w:t>
          </w:r>
          <w:r w:rsidR="000A66D9" w:rsidRPr="000A66D9">
            <w:rPr>
              <w:rFonts w:ascii="Calibri" w:hAnsi="Calibri" w:cs="Calibri"/>
            </w:rPr>
            <w:t> </w:t>
          </w:r>
          <w:r w:rsidR="000A66D9">
            <w:t>: F</w:t>
          </w:r>
          <w:r w:rsidR="000A66D9" w:rsidRPr="00900101">
            <w:t>aux-plafonds</w:t>
          </w:r>
          <w:r>
            <w:fldChar w:fldCharType="end"/>
          </w:r>
        </w:p>
        <w:p w14:paraId="731E82FD" w14:textId="238AD234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0A66D9" w:rsidRPr="000A66D9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4951ABCE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0A66D9">
            <w:t>Rénovation énergétique de la faculté des Sciences</w:t>
          </w:r>
          <w:r>
            <w:fldChar w:fldCharType="end"/>
          </w:r>
        </w:p>
        <w:p w14:paraId="711ACB36" w14:textId="7C22FCF3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0A66D9" w:rsidRPr="000A66D9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718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A66D9"/>
    <w:rsid w:val="000B2813"/>
    <w:rsid w:val="000B2CFB"/>
    <w:rsid w:val="000B3B15"/>
    <w:rsid w:val="000B3D6B"/>
    <w:rsid w:val="000B4435"/>
    <w:rsid w:val="000C1EB5"/>
    <w:rsid w:val="000C6277"/>
    <w:rsid w:val="000C743F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47D5"/>
    <w:rsid w:val="001A5417"/>
    <w:rsid w:val="001B46BB"/>
    <w:rsid w:val="001C79E5"/>
    <w:rsid w:val="001D77C9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50DF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B43AB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E67F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11F"/>
    <w:rsid w:val="006E3E41"/>
    <w:rsid w:val="006E455E"/>
    <w:rsid w:val="006F20A0"/>
    <w:rsid w:val="006F2701"/>
    <w:rsid w:val="006F4571"/>
    <w:rsid w:val="006F5FA2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47CB"/>
    <w:rsid w:val="0076691E"/>
    <w:rsid w:val="00773338"/>
    <w:rsid w:val="00781376"/>
    <w:rsid w:val="00783B03"/>
    <w:rsid w:val="0079276E"/>
    <w:rsid w:val="007942EF"/>
    <w:rsid w:val="007A4FFA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010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57B9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0278"/>
    <w:rsid w:val="00AA4FEE"/>
    <w:rsid w:val="00AA5E97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2170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B48A6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141</TotalTime>
  <Pages>22</Pages>
  <Words>2938</Words>
  <Characters>16162</Characters>
  <Application>Microsoft Office Word</Application>
  <DocSecurity>0</DocSecurity>
  <Lines>134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45</cp:revision>
  <cp:lastPrinted>2024-06-03T13:20:00Z</cp:lastPrinted>
  <dcterms:created xsi:type="dcterms:W3CDTF">2024-06-04T12:30:00Z</dcterms:created>
  <dcterms:modified xsi:type="dcterms:W3CDTF">2025-07-25T13:23:00Z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